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9E2EA" w14:textId="0C011456" w:rsidR="005D1126" w:rsidRPr="008C6DE4" w:rsidRDefault="005D1126" w:rsidP="005D1126">
      <w:pPr>
        <w:pStyle w:val="Heading1"/>
      </w:pPr>
      <w:bookmarkStart w:id="0" w:name="_Toc5952511"/>
      <w:r w:rsidRPr="008C6DE4">
        <w:t>Foreword</w:t>
      </w:r>
      <w:bookmarkEnd w:id="0"/>
    </w:p>
    <w:p w14:paraId="75660041" w14:textId="77777777" w:rsidR="00080512" w:rsidRPr="008C6DE4" w:rsidRDefault="00080512">
      <w:r w:rsidRPr="008C6DE4">
        <w:t>This Technical Specification has been produced by the 3</w:t>
      </w:r>
      <w:r w:rsidR="00F04712" w:rsidRPr="008C6DE4">
        <w:t>rd</w:t>
      </w:r>
      <w:r w:rsidRPr="008C6DE4">
        <w:t xml:space="preserve"> Generation Partnership Project (3GPP).</w:t>
      </w:r>
    </w:p>
    <w:p w14:paraId="75660042" w14:textId="77777777" w:rsidR="00080512" w:rsidRPr="008C6DE4" w:rsidRDefault="00080512">
      <w:r w:rsidRPr="008C6DE4">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5660043" w14:textId="77777777" w:rsidR="00080512" w:rsidRPr="008C6DE4" w:rsidRDefault="00080512">
      <w:pPr>
        <w:pStyle w:val="B10"/>
      </w:pPr>
      <w:r w:rsidRPr="008C6DE4">
        <w:t>Version x.y.z</w:t>
      </w:r>
    </w:p>
    <w:p w14:paraId="75660044" w14:textId="77777777" w:rsidR="00080512" w:rsidRPr="008C6DE4" w:rsidRDefault="00080512">
      <w:pPr>
        <w:pStyle w:val="B10"/>
      </w:pPr>
      <w:r w:rsidRPr="008C6DE4">
        <w:t>where:</w:t>
      </w:r>
    </w:p>
    <w:p w14:paraId="75660045" w14:textId="77777777" w:rsidR="00080512" w:rsidRPr="008C6DE4" w:rsidRDefault="00080512">
      <w:pPr>
        <w:pStyle w:val="B2"/>
      </w:pPr>
      <w:r w:rsidRPr="008C6DE4">
        <w:t>x</w:t>
      </w:r>
      <w:r w:rsidRPr="008C6DE4">
        <w:tab/>
        <w:t>the first digit:</w:t>
      </w:r>
    </w:p>
    <w:p w14:paraId="75660046" w14:textId="77777777" w:rsidR="00080512" w:rsidRPr="008C6DE4" w:rsidRDefault="00080512">
      <w:pPr>
        <w:pStyle w:val="B3"/>
      </w:pPr>
      <w:r w:rsidRPr="008C6DE4">
        <w:t>1</w:t>
      </w:r>
      <w:r w:rsidRPr="008C6DE4">
        <w:tab/>
        <w:t>presented to TSG for information;</w:t>
      </w:r>
    </w:p>
    <w:p w14:paraId="75660047" w14:textId="77777777" w:rsidR="00080512" w:rsidRPr="008C6DE4" w:rsidRDefault="00080512">
      <w:pPr>
        <w:pStyle w:val="B3"/>
      </w:pPr>
      <w:r w:rsidRPr="008C6DE4">
        <w:t>2</w:t>
      </w:r>
      <w:r w:rsidRPr="008C6DE4">
        <w:tab/>
        <w:t>presented to TSG for approval;</w:t>
      </w:r>
    </w:p>
    <w:p w14:paraId="75660048" w14:textId="77777777" w:rsidR="00080512" w:rsidRPr="008C6DE4" w:rsidRDefault="00080512">
      <w:pPr>
        <w:pStyle w:val="B3"/>
      </w:pPr>
      <w:r w:rsidRPr="008C6DE4">
        <w:t>3</w:t>
      </w:r>
      <w:r w:rsidRPr="008C6DE4">
        <w:tab/>
        <w:t>or greater indicates TSG approved document under change control.</w:t>
      </w:r>
    </w:p>
    <w:p w14:paraId="75660049" w14:textId="77777777" w:rsidR="00080512" w:rsidRPr="008C6DE4" w:rsidRDefault="00080512">
      <w:pPr>
        <w:pStyle w:val="B2"/>
      </w:pPr>
      <w:r w:rsidRPr="008C6DE4">
        <w:t>y</w:t>
      </w:r>
      <w:r w:rsidRPr="008C6DE4">
        <w:tab/>
        <w:t>the second digit is incremented for all changes of substance, i.e. technical enhancements, corrections, updates, etc.</w:t>
      </w:r>
    </w:p>
    <w:p w14:paraId="7566004A" w14:textId="77777777" w:rsidR="00080512" w:rsidRPr="008C6DE4" w:rsidRDefault="00080512">
      <w:pPr>
        <w:pStyle w:val="B2"/>
      </w:pPr>
      <w:r w:rsidRPr="008C6DE4">
        <w:t>z</w:t>
      </w:r>
      <w:r w:rsidRPr="008C6DE4">
        <w:tab/>
        <w:t>the third digit is incremented when editorial only changes have been incorporated in the document.</w:t>
      </w:r>
    </w:p>
    <w:p w14:paraId="57E80FC7" w14:textId="77777777" w:rsidR="001554BC" w:rsidRPr="008C6DE4" w:rsidRDefault="001554BC">
      <w:pPr>
        <w:spacing w:after="0"/>
        <w:rPr>
          <w:rFonts w:ascii="Arial" w:hAnsi="Arial"/>
          <w:sz w:val="36"/>
        </w:rPr>
      </w:pPr>
      <w:bookmarkStart w:id="1" w:name="_Toc5952512"/>
      <w:bookmarkStart w:id="2" w:name="historyclause"/>
      <w:r w:rsidRPr="008C6DE4">
        <w:br w:type="page"/>
      </w:r>
    </w:p>
    <w:p w14:paraId="25C475C3" w14:textId="35E972DB" w:rsidR="00E93D6B" w:rsidRPr="008C6DE4" w:rsidRDefault="00E93D6B" w:rsidP="00E93D6B">
      <w:pPr>
        <w:pStyle w:val="Heading1"/>
      </w:pPr>
      <w:r w:rsidRPr="008C6DE4">
        <w:lastRenderedPageBreak/>
        <w:t>1</w:t>
      </w:r>
      <w:r w:rsidRPr="008C6DE4">
        <w:tab/>
        <w:t>Scope</w:t>
      </w:r>
      <w:bookmarkEnd w:id="1"/>
    </w:p>
    <w:p w14:paraId="7CE66E36" w14:textId="77777777" w:rsidR="00E93D6B" w:rsidRPr="008C6DE4" w:rsidRDefault="00E93D6B" w:rsidP="00E93D6B">
      <w:pPr>
        <w:rPr>
          <w:rFonts w:cs="v4.2.0"/>
        </w:rPr>
      </w:pPr>
      <w:r w:rsidRPr="008C6DE4">
        <w:rPr>
          <w:rFonts w:cs="v4.2.0"/>
        </w:rPr>
        <w:t xml:space="preserve">The present document specifies requirements for support of Radio Resource Management for </w:t>
      </w:r>
      <w:r w:rsidRPr="008C6DE4">
        <w:t>the FDD and TDD modes of New Radio (NR)</w:t>
      </w:r>
      <w:r w:rsidRPr="008C6DE4">
        <w:rPr>
          <w:rFonts w:cs="v4.2.0"/>
        </w:rPr>
        <w:t>. These requirements include requirements on measurements in NR and the UE as well as requirements on node dynamical behaviour and interaction, in terms of delay and response characteristics.</w:t>
      </w:r>
    </w:p>
    <w:p w14:paraId="2F1F0C8C" w14:textId="77777777" w:rsidR="00E93D6B" w:rsidRPr="008C6DE4" w:rsidRDefault="00E93D6B" w:rsidP="00E93D6B">
      <w:pPr>
        <w:pStyle w:val="Heading1"/>
      </w:pPr>
      <w:bookmarkStart w:id="3" w:name="_Toc5952513"/>
      <w:r w:rsidRPr="008C6DE4">
        <w:t>2</w:t>
      </w:r>
      <w:r w:rsidRPr="008C6DE4">
        <w:tab/>
        <w:t>References</w:t>
      </w:r>
      <w:bookmarkEnd w:id="3"/>
    </w:p>
    <w:p w14:paraId="5531254F" w14:textId="77777777" w:rsidR="00E93D6B" w:rsidRPr="008C6DE4" w:rsidRDefault="00E93D6B" w:rsidP="00E93D6B">
      <w:pPr>
        <w:rPr>
          <w:rFonts w:cs="v4.2.0"/>
        </w:rPr>
      </w:pPr>
      <w:r w:rsidRPr="008C6DE4">
        <w:rPr>
          <w:rFonts w:cs="v4.2.0"/>
        </w:rPr>
        <w:t>The following documents contain provisions which, through reference in this text, constitute provisions of the present document.</w:t>
      </w:r>
    </w:p>
    <w:p w14:paraId="5971285B" w14:textId="77777777" w:rsidR="00E93D6B" w:rsidRPr="008C6DE4" w:rsidRDefault="00E93D6B" w:rsidP="00E93D6B">
      <w:pPr>
        <w:pStyle w:val="B10"/>
      </w:pPr>
      <w:r w:rsidRPr="008C6DE4">
        <w:t>-</w:t>
      </w:r>
      <w:r w:rsidRPr="008C6DE4">
        <w:tab/>
        <w:t>References are either specific (identified by date of publication, edition number, version number, etc.) or non</w:t>
      </w:r>
      <w:r w:rsidRPr="008C6DE4">
        <w:noBreakHyphen/>
        <w:t>specific.</w:t>
      </w:r>
    </w:p>
    <w:p w14:paraId="65261109" w14:textId="77777777" w:rsidR="00E93D6B" w:rsidRPr="008C6DE4" w:rsidRDefault="00E93D6B" w:rsidP="00E93D6B">
      <w:pPr>
        <w:pStyle w:val="B10"/>
      </w:pPr>
      <w:r w:rsidRPr="008C6DE4">
        <w:t>-</w:t>
      </w:r>
      <w:r w:rsidRPr="008C6DE4">
        <w:tab/>
        <w:t>For a specific reference, subsequent revisions do not apply.</w:t>
      </w:r>
    </w:p>
    <w:p w14:paraId="00686848" w14:textId="77777777" w:rsidR="00E93D6B" w:rsidRPr="008C6DE4" w:rsidRDefault="00E93D6B" w:rsidP="00E93D6B">
      <w:pPr>
        <w:pStyle w:val="B10"/>
      </w:pPr>
      <w:r w:rsidRPr="008C6DE4">
        <w:t>-</w:t>
      </w:r>
      <w:r w:rsidRPr="008C6DE4">
        <w:tab/>
        <w:t xml:space="preserve">For a non-specific reference, the latest version applies. In the case of a reference to a 3GPP document (including a GSM document), a non-specific reference implicitly refers to the latest version of that document </w:t>
      </w:r>
      <w:r w:rsidRPr="008C6DE4">
        <w:rPr>
          <w:i/>
          <w:iCs/>
        </w:rPr>
        <w:t>in the same Release as the present document</w:t>
      </w:r>
      <w:r w:rsidRPr="008C6DE4">
        <w:t>.</w:t>
      </w:r>
    </w:p>
    <w:p w14:paraId="407535BF" w14:textId="77777777" w:rsidR="00E93D6B" w:rsidRPr="008C6DE4" w:rsidRDefault="00E93D6B" w:rsidP="00E93D6B">
      <w:pPr>
        <w:pStyle w:val="EX"/>
      </w:pPr>
      <w:r w:rsidRPr="008C6DE4">
        <w:t>[1]</w:t>
      </w:r>
      <w:r w:rsidRPr="008C6DE4">
        <w:tab/>
        <w:t>3GPP TS 38.304: "NR; User Equipment (UE) procedures in idle mode".</w:t>
      </w:r>
    </w:p>
    <w:p w14:paraId="6B9BC4F1" w14:textId="77777777" w:rsidR="00E93D6B" w:rsidRPr="008C6DE4" w:rsidRDefault="00E93D6B" w:rsidP="00E93D6B">
      <w:pPr>
        <w:pStyle w:val="EX"/>
      </w:pPr>
      <w:r w:rsidRPr="008C6DE4">
        <w:t>[2]</w:t>
      </w:r>
      <w:r w:rsidRPr="008C6DE4">
        <w:tab/>
        <w:t>3GPP TS 38.331: "NR; Radio Resource Control (RRC); Protocol specification".</w:t>
      </w:r>
    </w:p>
    <w:p w14:paraId="51DF30A2" w14:textId="77777777" w:rsidR="00E93D6B" w:rsidRPr="008C6DE4" w:rsidRDefault="00E93D6B" w:rsidP="00E93D6B">
      <w:pPr>
        <w:pStyle w:val="EX"/>
      </w:pPr>
      <w:r w:rsidRPr="008C6DE4">
        <w:t>[3]</w:t>
      </w:r>
      <w:r w:rsidRPr="008C6DE4">
        <w:tab/>
        <w:t>3GPP TS 38.213: "NR; Physical layer procedures for control".</w:t>
      </w:r>
    </w:p>
    <w:p w14:paraId="7A59A405" w14:textId="77777777" w:rsidR="00E93D6B" w:rsidRPr="008C6DE4" w:rsidRDefault="00E93D6B" w:rsidP="00E93D6B">
      <w:pPr>
        <w:pStyle w:val="EX"/>
      </w:pPr>
      <w:r w:rsidRPr="008C6DE4">
        <w:t>[4]</w:t>
      </w:r>
      <w:r w:rsidRPr="008C6DE4">
        <w:tab/>
        <w:t>3GPP TS 38.215: "NR; Physical layer measurements".</w:t>
      </w:r>
    </w:p>
    <w:p w14:paraId="5BF6469B" w14:textId="77777777" w:rsidR="00E93D6B" w:rsidRPr="008C6DE4" w:rsidRDefault="00E93D6B" w:rsidP="00E93D6B">
      <w:pPr>
        <w:pStyle w:val="EX"/>
      </w:pPr>
      <w:r w:rsidRPr="008C6DE4">
        <w:t>[5]</w:t>
      </w:r>
      <w:r w:rsidRPr="008C6DE4">
        <w:tab/>
        <w:t>3GPP TS 38.533: "NR; User Equipment (UE) conformance specification; Radio Resource Management (RRM)".</w:t>
      </w:r>
    </w:p>
    <w:p w14:paraId="11FF8CA4" w14:textId="77777777" w:rsidR="00E93D6B" w:rsidRPr="008C6DE4" w:rsidRDefault="00E93D6B" w:rsidP="00E93D6B">
      <w:pPr>
        <w:pStyle w:val="EX"/>
      </w:pPr>
      <w:r w:rsidRPr="008C6DE4">
        <w:t>[6]</w:t>
      </w:r>
      <w:r w:rsidRPr="008C6DE4">
        <w:tab/>
        <w:t xml:space="preserve">3GPP TS 38.211: </w:t>
      </w:r>
      <w:bookmarkStart w:id="4" w:name="OLE_LINK44"/>
      <w:bookmarkStart w:id="5" w:name="OLE_LINK45"/>
      <w:r w:rsidRPr="008C6DE4">
        <w:t>"</w:t>
      </w:r>
      <w:bookmarkEnd w:id="4"/>
      <w:bookmarkEnd w:id="5"/>
      <w:r w:rsidRPr="008C6DE4">
        <w:t>NR; Physical channels and modulation”.</w:t>
      </w:r>
    </w:p>
    <w:p w14:paraId="13C32B60" w14:textId="77777777" w:rsidR="00E93D6B" w:rsidRPr="008C6DE4" w:rsidRDefault="00E93D6B" w:rsidP="00E93D6B">
      <w:pPr>
        <w:pStyle w:val="EX"/>
      </w:pPr>
      <w:r w:rsidRPr="008C6DE4">
        <w:t>[7]</w:t>
      </w:r>
      <w:r w:rsidRPr="008C6DE4">
        <w:tab/>
        <w:t>3GPP TS 38.321: "NR; Medium Access Control (MAC) protocol specification".</w:t>
      </w:r>
    </w:p>
    <w:p w14:paraId="4163B367" w14:textId="14FE0E11" w:rsidR="00E93D6B" w:rsidRPr="008C6DE4" w:rsidRDefault="00E93D6B" w:rsidP="00E93D6B">
      <w:pPr>
        <w:pStyle w:val="EX"/>
      </w:pPr>
      <w:r w:rsidRPr="008C6DE4">
        <w:t>[8]</w:t>
      </w:r>
      <w:r w:rsidRPr="008C6DE4">
        <w:tab/>
        <w:t>3GPP TS 38.212 "NR; Multiplexing and channel coding".</w:t>
      </w:r>
    </w:p>
    <w:p w14:paraId="28E652BB" w14:textId="77777777" w:rsidR="00E93D6B" w:rsidRPr="008C6DE4" w:rsidRDefault="00E93D6B" w:rsidP="00E93D6B">
      <w:pPr>
        <w:pStyle w:val="EX"/>
      </w:pPr>
      <w:r w:rsidRPr="008C6DE4">
        <w:t>[9]</w:t>
      </w:r>
      <w:r w:rsidRPr="008C6DE4">
        <w:tab/>
        <w:t>3GPP TS 38.202: "NR; Physical layer services provided by the physical layer".</w:t>
      </w:r>
    </w:p>
    <w:p w14:paraId="2700A162" w14:textId="77777777" w:rsidR="00E93D6B" w:rsidRPr="008C6DE4" w:rsidRDefault="00E93D6B" w:rsidP="00E93D6B">
      <w:pPr>
        <w:pStyle w:val="EX"/>
      </w:pPr>
      <w:r w:rsidRPr="008C6DE4">
        <w:t>[10]</w:t>
      </w:r>
      <w:r w:rsidRPr="008C6DE4">
        <w:tab/>
        <w:t>3GPP TS 38.300: "NR; Overall description; Stage-2".</w:t>
      </w:r>
    </w:p>
    <w:p w14:paraId="5E3BF116" w14:textId="77777777" w:rsidR="00E93D6B" w:rsidRPr="008C6DE4" w:rsidRDefault="00E93D6B" w:rsidP="00E93D6B">
      <w:pPr>
        <w:pStyle w:val="EX"/>
      </w:pPr>
      <w:r w:rsidRPr="008C6DE4">
        <w:t>[11]</w:t>
      </w:r>
      <w:r w:rsidRPr="008C6DE4">
        <w:tab/>
        <w:t>3GPP TR 21.905: "Vocabulary for 3GPP Specifications".</w:t>
      </w:r>
    </w:p>
    <w:p w14:paraId="3C9CB395" w14:textId="77777777" w:rsidR="00E93D6B" w:rsidRPr="008C6DE4" w:rsidRDefault="00E93D6B" w:rsidP="00E93D6B">
      <w:pPr>
        <w:pStyle w:val="EX"/>
      </w:pPr>
      <w:r w:rsidRPr="008C6DE4">
        <w:t>[12]</w:t>
      </w:r>
      <w:r w:rsidRPr="008C6DE4">
        <w:tab/>
        <w:t>3GPP TS 38.423: "</w:t>
      </w:r>
      <w:r w:rsidRPr="008C6DE4">
        <w:rPr>
          <w:bCs/>
          <w:lang w:val="en-US"/>
        </w:rPr>
        <w:t>NG-RAN; Xn Application Protocol (XnAP)</w:t>
      </w:r>
      <w:r w:rsidRPr="008C6DE4">
        <w:t>".</w:t>
      </w:r>
    </w:p>
    <w:p w14:paraId="62A225C1" w14:textId="77777777" w:rsidR="00E93D6B" w:rsidRPr="008C6DE4" w:rsidRDefault="00E93D6B" w:rsidP="00E93D6B">
      <w:pPr>
        <w:pStyle w:val="EX"/>
      </w:pPr>
      <w:r w:rsidRPr="008C6DE4">
        <w:t>[13]</w:t>
      </w:r>
      <w:r w:rsidRPr="008C6DE4">
        <w:tab/>
        <w:t>3GPP TS 38.104: "NR; Base Station (BS) radio transmission and reception".</w:t>
      </w:r>
    </w:p>
    <w:p w14:paraId="018F5A06" w14:textId="77777777" w:rsidR="00E93D6B" w:rsidRPr="008C6DE4" w:rsidRDefault="00E93D6B" w:rsidP="00E93D6B">
      <w:pPr>
        <w:pStyle w:val="EX"/>
      </w:pPr>
      <w:r w:rsidRPr="008C6DE4">
        <w:t>[14]</w:t>
      </w:r>
      <w:r w:rsidRPr="008C6DE4">
        <w:tab/>
        <w:t>3GPP TS 38.306: "NR; User Equipment (UE) radio access capabilities".</w:t>
      </w:r>
    </w:p>
    <w:p w14:paraId="737D43C9" w14:textId="77777777" w:rsidR="00E93D6B" w:rsidRPr="008C6DE4" w:rsidRDefault="00E93D6B" w:rsidP="00E93D6B">
      <w:pPr>
        <w:pStyle w:val="EX"/>
      </w:pPr>
      <w:r w:rsidRPr="008C6DE4">
        <w:t>[15]</w:t>
      </w:r>
      <w:r w:rsidRPr="008C6DE4">
        <w:tab/>
        <w:t>3GPP TS 36.133: "Evolved Universal Terrestrial Radio Access (E-UTRA); Requirements for support of radio resource management".</w:t>
      </w:r>
    </w:p>
    <w:p w14:paraId="279E6B49" w14:textId="77777777" w:rsidR="00E93D6B" w:rsidRPr="008C6DE4" w:rsidRDefault="00E93D6B" w:rsidP="00E93D6B">
      <w:pPr>
        <w:pStyle w:val="EX"/>
      </w:pPr>
      <w:r w:rsidRPr="008C6DE4">
        <w:t>[16]</w:t>
      </w:r>
      <w:r w:rsidRPr="008C6DE4">
        <w:tab/>
        <w:t>3GPP TS 36.331: "Evolved Universal Terrestrial Radio Access (E-UTRA); Radio Resource Control (RRC) protocol specification".</w:t>
      </w:r>
    </w:p>
    <w:p w14:paraId="038698E1" w14:textId="77777777" w:rsidR="00E93D6B" w:rsidRPr="008C6DE4" w:rsidRDefault="00E93D6B" w:rsidP="00E93D6B">
      <w:pPr>
        <w:pStyle w:val="EX"/>
      </w:pPr>
      <w:r w:rsidRPr="008C6DE4">
        <w:t>[17]</w:t>
      </w:r>
      <w:r w:rsidRPr="008C6DE4">
        <w:tab/>
        <w:t>3GPP TS 37.340: "Evolved Universal Terrestrial Radio Access (E-UTRA) and NR; Multi-connectivity", Stage 2.</w:t>
      </w:r>
    </w:p>
    <w:p w14:paraId="5DA39C8B" w14:textId="77777777" w:rsidR="00E93D6B" w:rsidRPr="008C6DE4" w:rsidRDefault="00E93D6B" w:rsidP="00E93D6B">
      <w:pPr>
        <w:pStyle w:val="EX"/>
      </w:pPr>
      <w:r w:rsidRPr="008C6DE4">
        <w:t>[18]</w:t>
      </w:r>
      <w:r w:rsidRPr="008C6DE4">
        <w:tab/>
        <w:t>3GPP TS 38.101-1: "NR; User Equipment (UE) radio transmission and reception; Part 1: Range 1 Standalone".</w:t>
      </w:r>
    </w:p>
    <w:p w14:paraId="68B97229" w14:textId="77777777" w:rsidR="00E93D6B" w:rsidRPr="008C6DE4" w:rsidRDefault="00E93D6B" w:rsidP="00E93D6B">
      <w:pPr>
        <w:pStyle w:val="EX"/>
      </w:pPr>
      <w:r w:rsidRPr="008C6DE4">
        <w:t>[19]</w:t>
      </w:r>
      <w:r w:rsidRPr="008C6DE4">
        <w:tab/>
        <w:t>3GPP TS 38.101-2: "NR; User Equipment (UE) radio transmission and reception; Part 2: Range 2 Standalone".</w:t>
      </w:r>
    </w:p>
    <w:p w14:paraId="2D5D7DCA" w14:textId="77777777" w:rsidR="00E93D6B" w:rsidRPr="008C6DE4" w:rsidRDefault="00E93D6B" w:rsidP="00E93D6B">
      <w:pPr>
        <w:pStyle w:val="EX"/>
      </w:pPr>
      <w:r w:rsidRPr="008C6DE4">
        <w:lastRenderedPageBreak/>
        <w:t>[20]</w:t>
      </w:r>
      <w:r w:rsidRPr="008C6DE4">
        <w:tab/>
        <w:t>3GPP TS 38.101-3: "NR; User Equipment (UE) radio transmission and reception; Part 3: Range 1 and Range 2 Interworking operation with other radios".</w:t>
      </w:r>
    </w:p>
    <w:p w14:paraId="76AF81A0" w14:textId="77777777" w:rsidR="00E93D6B" w:rsidRPr="008C6DE4" w:rsidRDefault="00E93D6B" w:rsidP="00E93D6B">
      <w:pPr>
        <w:pStyle w:val="EX"/>
      </w:pPr>
      <w:r w:rsidRPr="008C6DE4">
        <w:t>[21]</w:t>
      </w:r>
      <w:r w:rsidRPr="008C6DE4">
        <w:tab/>
        <w:t>3GPP TS 38.101-4: "NR; User Equipment (UE) radio transmission and reception; Part 4: Performance requirements".</w:t>
      </w:r>
    </w:p>
    <w:p w14:paraId="460CCFC2" w14:textId="77777777" w:rsidR="00E93D6B" w:rsidRPr="008C6DE4" w:rsidRDefault="00E93D6B" w:rsidP="00E93D6B">
      <w:pPr>
        <w:pStyle w:val="EX"/>
      </w:pPr>
      <w:r w:rsidRPr="008C6DE4">
        <w:t>[22]</w:t>
      </w:r>
      <w:r w:rsidRPr="008C6DE4">
        <w:tab/>
        <w:t>3GPP TS 38.305: "NG Radio Access Network (NG-RAN); Stage 2 functional specification of User Equipment (UE) positioning in NG-RAN".</w:t>
      </w:r>
    </w:p>
    <w:p w14:paraId="748B3065" w14:textId="77777777" w:rsidR="00E93D6B" w:rsidRPr="008C6DE4" w:rsidRDefault="00E93D6B" w:rsidP="00E93D6B">
      <w:pPr>
        <w:pStyle w:val="EX"/>
      </w:pPr>
      <w:r w:rsidRPr="008C6DE4">
        <w:t>[23]</w:t>
      </w:r>
      <w:r w:rsidRPr="008C6DE4">
        <w:tab/>
        <w:t>3GPP TS 36.211: "Evolved Universal Terrestrial Radio Access (E-UTRA); Physical Channels and Modulation".</w:t>
      </w:r>
    </w:p>
    <w:p w14:paraId="1ACC9A9D" w14:textId="77777777" w:rsidR="00E93D6B" w:rsidRPr="008C6DE4" w:rsidRDefault="00E93D6B" w:rsidP="00E93D6B">
      <w:pPr>
        <w:pStyle w:val="EX"/>
      </w:pPr>
      <w:r w:rsidRPr="008C6DE4">
        <w:t>[24]</w:t>
      </w:r>
      <w:r w:rsidRPr="008C6DE4">
        <w:tab/>
        <w:t>3GPP TS 36.300: "Evolved Universal Terrestrial Radio Access (E-UTRA); Overall description".</w:t>
      </w:r>
    </w:p>
    <w:p w14:paraId="36543FB2" w14:textId="77777777" w:rsidR="00E93D6B" w:rsidRPr="008C6DE4" w:rsidRDefault="00E93D6B" w:rsidP="00E93D6B">
      <w:pPr>
        <w:pStyle w:val="EX"/>
        <w:rPr>
          <w:lang w:eastAsia="zh-CN"/>
        </w:rPr>
      </w:pPr>
      <w:r w:rsidRPr="008C6DE4">
        <w:t>[25]</w:t>
      </w:r>
      <w:r w:rsidRPr="008C6DE4">
        <w:tab/>
        <w:t>3GPP TS 36.101: "Technical Specification Group Radio Access Network; Evolved Universal Terrestrial Radio Access (E-UTRA); User Equipment (UE) radio transmission and reception".</w:t>
      </w:r>
    </w:p>
    <w:p w14:paraId="591C4E27" w14:textId="77777777" w:rsidR="00E93D6B" w:rsidRPr="008C6DE4" w:rsidRDefault="00E93D6B" w:rsidP="00E93D6B">
      <w:pPr>
        <w:pStyle w:val="EX"/>
      </w:pPr>
      <w:r w:rsidRPr="008C6DE4">
        <w:t>[26]</w:t>
      </w:r>
      <w:r w:rsidRPr="008C6DE4">
        <w:tab/>
        <w:t>3GPP TS 38.214: "NR; Physical layer procedures for data".</w:t>
      </w:r>
    </w:p>
    <w:p w14:paraId="2DEF1ABE" w14:textId="77777777" w:rsidR="00E93D6B" w:rsidRPr="008C6DE4" w:rsidRDefault="00E93D6B" w:rsidP="00E93D6B">
      <w:pPr>
        <w:pStyle w:val="EX"/>
      </w:pPr>
      <w:r w:rsidRPr="008C6DE4">
        <w:t>[27]</w:t>
      </w:r>
      <w:r w:rsidRPr="008C6DE4">
        <w:tab/>
        <w:t>3GPP TS 36.355: "Evolved Universal Terrestrial Radio Access (E-UTRA); LTE Positioning Protocol (LPP)".</w:t>
      </w:r>
    </w:p>
    <w:p w14:paraId="4FCDFB29" w14:textId="7D6D8483" w:rsidR="006D2D61" w:rsidRPr="008C6DE4" w:rsidRDefault="00E93D6B" w:rsidP="006D2D61">
      <w:pPr>
        <w:keepLines/>
        <w:ind w:left="1702" w:hanging="1418"/>
        <w:rPr>
          <w:lang w:eastAsia="zh-CN"/>
        </w:rPr>
      </w:pPr>
      <w:r w:rsidRPr="008C6DE4">
        <w:rPr>
          <w:lang w:eastAsia="zh-CN"/>
        </w:rPr>
        <w:t>[28]</w:t>
      </w:r>
      <w:r w:rsidRPr="008C6DE4">
        <w:rPr>
          <w:lang w:eastAsia="zh-CN"/>
        </w:rPr>
        <w:tab/>
      </w:r>
      <w:bookmarkStart w:id="6" w:name="_Hlk28694423"/>
      <w:r w:rsidR="006D2D61" w:rsidRPr="008C6DE4">
        <w:t>Void.</w:t>
      </w:r>
      <w:bookmarkEnd w:id="6"/>
    </w:p>
    <w:p w14:paraId="13ACB91D" w14:textId="6F3E9B05" w:rsidR="00E93D6B" w:rsidRPr="008C6DE4" w:rsidRDefault="00E93D6B" w:rsidP="00E93D6B">
      <w:pPr>
        <w:pStyle w:val="EX"/>
      </w:pPr>
    </w:p>
    <w:p w14:paraId="64464654" w14:textId="77777777" w:rsidR="00E93D6B" w:rsidRPr="008C6DE4" w:rsidRDefault="00E93D6B" w:rsidP="00E93D6B">
      <w:pPr>
        <w:pStyle w:val="Heading1"/>
      </w:pPr>
      <w:bookmarkStart w:id="7" w:name="_Toc5952514"/>
      <w:bookmarkStart w:id="8" w:name="_Hlk1143881"/>
      <w:r w:rsidRPr="008C6DE4">
        <w:t>3</w:t>
      </w:r>
      <w:r w:rsidRPr="008C6DE4">
        <w:tab/>
        <w:t>Definitions, symbols and abbreviations</w:t>
      </w:r>
      <w:bookmarkEnd w:id="7"/>
    </w:p>
    <w:p w14:paraId="7704F894" w14:textId="77777777" w:rsidR="00E93D6B" w:rsidRPr="008C6DE4" w:rsidRDefault="00E93D6B" w:rsidP="00E93D6B">
      <w:pPr>
        <w:pStyle w:val="Heading2"/>
      </w:pPr>
      <w:bookmarkStart w:id="9" w:name="_Toc5952515"/>
      <w:bookmarkEnd w:id="8"/>
      <w:r w:rsidRPr="008C6DE4">
        <w:t>3.1</w:t>
      </w:r>
      <w:r w:rsidRPr="008C6DE4">
        <w:tab/>
        <w:t>Definitions</w:t>
      </w:r>
      <w:bookmarkEnd w:id="9"/>
    </w:p>
    <w:p w14:paraId="14C12D78" w14:textId="77777777" w:rsidR="00E93D6B" w:rsidRPr="008C6DE4" w:rsidRDefault="00E93D6B" w:rsidP="00E93D6B">
      <w:bookmarkStart w:id="10" w:name="_Toc5952516"/>
      <w:r w:rsidRPr="008C6DE4">
        <w:t>For the purposes of the present document, the terms and definitions given in TR 21.905 [11] and the following apply. A term defined in the present document takes precedence over the definition of the same term, if any, in TR 21.905 [11].</w:t>
      </w:r>
    </w:p>
    <w:p w14:paraId="51FA170E" w14:textId="77777777" w:rsidR="00E93D6B" w:rsidRPr="008C6DE4" w:rsidRDefault="00E93D6B" w:rsidP="00E93D6B">
      <w:r w:rsidRPr="008C6DE4">
        <w:rPr>
          <w:b/>
        </w:rPr>
        <w:t>Active DL BWP</w:t>
      </w:r>
      <w:r w:rsidRPr="008C6DE4">
        <w:t>: Active DL bandwidth part as defined in TS 38.213 [3].</w:t>
      </w:r>
    </w:p>
    <w:p w14:paraId="0253525A" w14:textId="77777777" w:rsidR="00E93D6B" w:rsidRPr="008C6DE4" w:rsidRDefault="00E93D6B" w:rsidP="00E93D6B">
      <w:r w:rsidRPr="008C6DE4">
        <w:rPr>
          <w:b/>
        </w:rPr>
        <w:t>Blackbox Approach:</w:t>
      </w:r>
      <w:r w:rsidRPr="008C6DE4">
        <w:t xml:space="preserve"> Testing methodology, in which the UE internal implementation of certain specific UE functionality involved in the test, is unknown.</w:t>
      </w:r>
    </w:p>
    <w:p w14:paraId="518AE723" w14:textId="77777777" w:rsidR="00E93D6B" w:rsidRPr="008C6DE4" w:rsidRDefault="00E93D6B" w:rsidP="00E93D6B">
      <w:r w:rsidRPr="008C6DE4">
        <w:rPr>
          <w:b/>
        </w:rPr>
        <w:t>Control Resource Set:</w:t>
      </w:r>
      <w:r w:rsidRPr="008C6DE4">
        <w:t xml:space="preserve"> As defined in TS 38.213 [3].</w:t>
      </w:r>
    </w:p>
    <w:p w14:paraId="58D21C82" w14:textId="77777777" w:rsidR="00E93D6B" w:rsidRPr="008C6DE4" w:rsidRDefault="00E93D6B" w:rsidP="00E93D6B">
      <w:pPr>
        <w:rPr>
          <w:b/>
        </w:rPr>
      </w:pPr>
      <w:r w:rsidRPr="008C6DE4">
        <w:rPr>
          <w:b/>
        </w:rPr>
        <w:t>DL BWP</w:t>
      </w:r>
      <w:r w:rsidRPr="008C6DE4">
        <w:t>: DL bandwidth part as defined in TS 38.213 [3].</w:t>
      </w:r>
    </w:p>
    <w:p w14:paraId="0F9C7C33" w14:textId="77777777" w:rsidR="00E93D6B" w:rsidRPr="008C6DE4" w:rsidRDefault="00E93D6B" w:rsidP="00E93D6B">
      <w:r w:rsidRPr="008C6DE4">
        <w:rPr>
          <w:b/>
        </w:rPr>
        <w:t>EN-DC</w:t>
      </w:r>
      <w:r w:rsidRPr="008C6DE4">
        <w:t>: E-UTRA-NR Dual Connectivity as defined in clause 4.1.2 of TS 37.340 [17].</w:t>
      </w:r>
    </w:p>
    <w:p w14:paraId="01556342" w14:textId="77777777" w:rsidR="00E93D6B" w:rsidRPr="008C6DE4" w:rsidRDefault="00E93D6B" w:rsidP="00E93D6B">
      <w:r w:rsidRPr="008C6DE4">
        <w:rPr>
          <w:b/>
        </w:rPr>
        <w:t>en-gNB</w:t>
      </w:r>
      <w:r w:rsidRPr="008C6DE4">
        <w:t>: As defined in TS 37.340 [17].</w:t>
      </w:r>
    </w:p>
    <w:p w14:paraId="43CD8D54" w14:textId="77777777" w:rsidR="00E93D6B" w:rsidRPr="008C6DE4" w:rsidRDefault="00E93D6B" w:rsidP="00E93D6B">
      <w:pPr>
        <w:rPr>
          <w:b/>
        </w:rPr>
      </w:pPr>
      <w:r w:rsidRPr="008C6DE4">
        <w:rPr>
          <w:b/>
        </w:rPr>
        <w:t>FR1</w:t>
      </w:r>
      <w:r w:rsidRPr="008C6DE4">
        <w:t>: Frequency range 1 as defined in clause 5.1 of TS 38.104 [13].</w:t>
      </w:r>
    </w:p>
    <w:p w14:paraId="3FB3ABC1" w14:textId="77777777" w:rsidR="00E93D6B" w:rsidRPr="008C6DE4" w:rsidRDefault="00E93D6B" w:rsidP="00E93D6B">
      <w:pPr>
        <w:rPr>
          <w:b/>
        </w:rPr>
      </w:pPr>
      <w:r w:rsidRPr="008C6DE4">
        <w:rPr>
          <w:b/>
        </w:rPr>
        <w:t>FR2</w:t>
      </w:r>
      <w:r w:rsidRPr="008C6DE4">
        <w:t>: Frequency range 2 as defined in clause 5.1 of TS 38.104 [13].</w:t>
      </w:r>
    </w:p>
    <w:p w14:paraId="6AD0E10E" w14:textId="77777777" w:rsidR="00E93D6B" w:rsidRPr="008C6DE4" w:rsidRDefault="00E93D6B" w:rsidP="00E93D6B">
      <w:pPr>
        <w:rPr>
          <w:lang w:eastAsia="ko-KR"/>
        </w:rPr>
      </w:pPr>
      <w:r w:rsidRPr="008C6DE4">
        <w:rPr>
          <w:b/>
        </w:rPr>
        <w:t>gNB</w:t>
      </w:r>
      <w:r w:rsidRPr="008C6DE4">
        <w:t>: as defined in TS 38.300 [10].</w:t>
      </w:r>
    </w:p>
    <w:p w14:paraId="6A56BD09" w14:textId="77777777" w:rsidR="00E93D6B" w:rsidRPr="008C6DE4" w:rsidRDefault="00E93D6B" w:rsidP="00E93D6B">
      <w:r w:rsidRPr="008C6DE4">
        <w:rPr>
          <w:b/>
        </w:rPr>
        <w:t>Master Cell Group:</w:t>
      </w:r>
      <w:r w:rsidRPr="008C6DE4">
        <w:t xml:space="preserve"> As defined in TS 38.331 [2].</w:t>
      </w:r>
    </w:p>
    <w:p w14:paraId="1C9EF24A" w14:textId="77777777" w:rsidR="00E93D6B" w:rsidRPr="008C6DE4" w:rsidRDefault="00E93D6B" w:rsidP="00E93D6B">
      <w:bookmarkStart w:id="11" w:name="_Hlk827074"/>
      <w:r w:rsidRPr="008C6DE4">
        <w:rPr>
          <w:b/>
        </w:rPr>
        <w:t>Multi-Radio Dual Connectivity</w:t>
      </w:r>
      <w:bookmarkEnd w:id="11"/>
      <w:r w:rsidRPr="008C6DE4">
        <w:rPr>
          <w:b/>
        </w:rPr>
        <w:t xml:space="preserve">: </w:t>
      </w:r>
      <w:r w:rsidRPr="008C6DE4">
        <w:t>Dual Connectivity between E-UTRA and NR nodes, or between two NR nodes, as defined in TS 37.340 [17].</w:t>
      </w:r>
    </w:p>
    <w:p w14:paraId="18C1C991" w14:textId="77777777" w:rsidR="00E93D6B" w:rsidRPr="008C6DE4" w:rsidRDefault="00E93D6B" w:rsidP="00E93D6B">
      <w:pPr>
        <w:rPr>
          <w:bCs/>
        </w:rPr>
      </w:pPr>
      <w:r w:rsidRPr="008C6DE4">
        <w:rPr>
          <w:b/>
          <w:bCs/>
        </w:rPr>
        <w:t>ng-eNB</w:t>
      </w:r>
      <w:r w:rsidRPr="008C6DE4">
        <w:rPr>
          <w:bCs/>
        </w:rPr>
        <w:t>: As defined in TS 38.300 [10].</w:t>
      </w:r>
    </w:p>
    <w:p w14:paraId="5D5E7A7E" w14:textId="77777777" w:rsidR="00E93D6B" w:rsidRPr="008C6DE4" w:rsidRDefault="00E93D6B" w:rsidP="00E93D6B">
      <w:r w:rsidRPr="008C6DE4">
        <w:rPr>
          <w:b/>
          <w:lang w:val="en-US"/>
        </w:rPr>
        <w:t>NE-DC</w:t>
      </w:r>
      <w:r w:rsidRPr="008C6DE4">
        <w:rPr>
          <w:lang w:val="en-US"/>
        </w:rPr>
        <w:t xml:space="preserve">: </w:t>
      </w:r>
      <w:r w:rsidRPr="008C6DE4">
        <w:t>NR-E-UTRA Dual Connectivity as defined in clause 4.1.3.2 of TS 37.340 [17].</w:t>
      </w:r>
    </w:p>
    <w:p w14:paraId="0C8E242B" w14:textId="77777777" w:rsidR="00E93D6B" w:rsidRPr="008C6DE4" w:rsidRDefault="00E93D6B" w:rsidP="00E93D6B">
      <w:r w:rsidRPr="008C6DE4">
        <w:rPr>
          <w:b/>
        </w:rPr>
        <w:t>NGEN-DC</w:t>
      </w:r>
      <w:r w:rsidRPr="008C6DE4">
        <w:t>: NG-RAN E-UTRA-NR Dual Connectivity as defined in clause 4.1.3.1 of TS 37.340 [17].</w:t>
      </w:r>
    </w:p>
    <w:p w14:paraId="440E4AC8" w14:textId="77777777" w:rsidR="00E93D6B" w:rsidRPr="008C6DE4" w:rsidRDefault="00E93D6B" w:rsidP="00E93D6B">
      <w:pPr>
        <w:rPr>
          <w:b/>
          <w:lang w:val="en-US"/>
        </w:rPr>
      </w:pPr>
      <w:r w:rsidRPr="008C6DE4">
        <w:rPr>
          <w:b/>
          <w:lang w:val="en-US"/>
        </w:rPr>
        <w:t>NR-DC</w:t>
      </w:r>
      <w:r w:rsidRPr="008C6DE4">
        <w:rPr>
          <w:lang w:val="en-US"/>
        </w:rPr>
        <w:t xml:space="preserve">: </w:t>
      </w:r>
      <w:r w:rsidRPr="008C6DE4">
        <w:t>NR-NR Dual Connectivity as defined in clause 4.1.3.3 of TS 37.340 [17].</w:t>
      </w:r>
    </w:p>
    <w:p w14:paraId="7357A73B" w14:textId="77777777" w:rsidR="00E93D6B" w:rsidRPr="008C6DE4" w:rsidRDefault="00E93D6B" w:rsidP="00E93D6B">
      <w:r w:rsidRPr="008C6DE4">
        <w:rPr>
          <w:b/>
        </w:rPr>
        <w:lastRenderedPageBreak/>
        <w:t>Primary Cell</w:t>
      </w:r>
      <w:r w:rsidRPr="008C6DE4">
        <w:t>: As defined in TS 38.331 [2].</w:t>
      </w:r>
    </w:p>
    <w:p w14:paraId="04B774B4" w14:textId="77777777" w:rsidR="00E93D6B" w:rsidRPr="008C6DE4" w:rsidRDefault="00E93D6B" w:rsidP="00E93D6B">
      <w:r w:rsidRPr="008C6DE4">
        <w:rPr>
          <w:b/>
        </w:rPr>
        <w:t>Quasi Co-Location:</w:t>
      </w:r>
      <w:r w:rsidRPr="008C6DE4">
        <w:t xml:space="preserve"> As defined in TS 38.214 [26].</w:t>
      </w:r>
    </w:p>
    <w:p w14:paraId="0D04D105" w14:textId="77777777" w:rsidR="00E93D6B" w:rsidRPr="008C6DE4" w:rsidRDefault="00E93D6B" w:rsidP="00E93D6B">
      <w:r w:rsidRPr="008C6DE4">
        <w:rPr>
          <w:b/>
        </w:rPr>
        <w:t>RLM-RS resource:</w:t>
      </w:r>
      <w:r w:rsidRPr="008C6DE4">
        <w:t xml:space="preserve"> A resource out of the set of resources configured for RLM by higher layer parameter RLM-RS-List [2] as defined in TS 38.213 [3].</w:t>
      </w:r>
    </w:p>
    <w:p w14:paraId="0CD36611" w14:textId="77777777" w:rsidR="00E93D6B" w:rsidRPr="008C6DE4" w:rsidRDefault="00E93D6B" w:rsidP="00E93D6B">
      <w:pPr>
        <w:rPr>
          <w:b/>
        </w:rPr>
      </w:pPr>
      <w:r w:rsidRPr="008C6DE4">
        <w:rPr>
          <w:b/>
        </w:rPr>
        <w:t>SA operation mode</w:t>
      </w:r>
      <w:r w:rsidRPr="008C6DE4">
        <w:t>: Operation mode when the UE is configured with at least PCell and not any MR-DC.</w:t>
      </w:r>
    </w:p>
    <w:p w14:paraId="24FF44F6" w14:textId="77777777" w:rsidR="00E93D6B" w:rsidRPr="008C6DE4" w:rsidRDefault="00E93D6B" w:rsidP="00E93D6B">
      <w:r w:rsidRPr="008C6DE4">
        <w:rPr>
          <w:b/>
        </w:rPr>
        <w:t>Secondary Cell</w:t>
      </w:r>
      <w:r w:rsidRPr="008C6DE4">
        <w:t>: As defined in TS 38.331 [2].</w:t>
      </w:r>
    </w:p>
    <w:p w14:paraId="70056057" w14:textId="77777777" w:rsidR="00E93D6B" w:rsidRPr="008C6DE4" w:rsidRDefault="00E93D6B" w:rsidP="00E93D6B">
      <w:r w:rsidRPr="008C6DE4">
        <w:rPr>
          <w:b/>
        </w:rPr>
        <w:t>Secondary Cell Group:</w:t>
      </w:r>
      <w:r w:rsidRPr="008C6DE4">
        <w:t xml:space="preserve"> As defined in TS 38.331 [2].</w:t>
      </w:r>
    </w:p>
    <w:p w14:paraId="194DD4AE" w14:textId="77777777" w:rsidR="00E93D6B" w:rsidRPr="008C6DE4" w:rsidRDefault="00E93D6B" w:rsidP="00E93D6B">
      <w:r w:rsidRPr="008C6DE4">
        <w:rPr>
          <w:b/>
        </w:rPr>
        <w:t>Serving Cell</w:t>
      </w:r>
      <w:r w:rsidRPr="008C6DE4">
        <w:t>: As defined in TS 38.331 [2].</w:t>
      </w:r>
    </w:p>
    <w:p w14:paraId="59E4E06A" w14:textId="77777777" w:rsidR="00E93D6B" w:rsidRPr="008C6DE4" w:rsidRDefault="00E93D6B" w:rsidP="00E93D6B">
      <w:r w:rsidRPr="008C6DE4">
        <w:rPr>
          <w:b/>
        </w:rPr>
        <w:t>SMTC</w:t>
      </w:r>
      <w:r w:rsidRPr="008C6DE4">
        <w:t xml:space="preserve">: An SSB-based measurement timing configuration configured by </w:t>
      </w:r>
      <w:r w:rsidRPr="008C6DE4">
        <w:rPr>
          <w:i/>
        </w:rPr>
        <w:t>SSB-MeasurementTimingConfiguration</w:t>
      </w:r>
      <w:r w:rsidRPr="008C6DE4">
        <w:t xml:space="preserve"> as specified in TS 38.331 [2].</w:t>
      </w:r>
    </w:p>
    <w:p w14:paraId="3C822E1B" w14:textId="77777777" w:rsidR="00E93D6B" w:rsidRPr="008C6DE4" w:rsidRDefault="00E93D6B" w:rsidP="00E93D6B">
      <w:pPr>
        <w:rPr>
          <w:b/>
        </w:rPr>
      </w:pPr>
      <w:r w:rsidRPr="008C6DE4">
        <w:rPr>
          <w:b/>
        </w:rPr>
        <w:t xml:space="preserve">Special Cell: </w:t>
      </w:r>
      <w:r w:rsidRPr="008C6DE4">
        <w:t>As defined in TS 38.331 [2].</w:t>
      </w:r>
    </w:p>
    <w:p w14:paraId="692F955A" w14:textId="77777777" w:rsidR="00E93D6B" w:rsidRPr="008C6DE4" w:rsidRDefault="00E93D6B" w:rsidP="00E93D6B">
      <w:pPr>
        <w:rPr>
          <w:b/>
        </w:rPr>
      </w:pPr>
      <w:r w:rsidRPr="008C6DE4">
        <w:rPr>
          <w:b/>
        </w:rPr>
        <w:t xml:space="preserve">SSB: </w:t>
      </w:r>
      <w:r w:rsidRPr="008C6DE4">
        <w:t>SS/PBCH block as defined in clause 7.8.3 of TS 38.211 [6].</w:t>
      </w:r>
    </w:p>
    <w:p w14:paraId="61818BD7" w14:textId="77777777" w:rsidR="00E93D6B" w:rsidRPr="008C6DE4" w:rsidRDefault="00E93D6B" w:rsidP="00E93D6B">
      <w:r w:rsidRPr="008C6DE4">
        <w:rPr>
          <w:b/>
        </w:rPr>
        <w:t>Timing Advance Group</w:t>
      </w:r>
      <w:r w:rsidRPr="008C6DE4">
        <w:t>: As defined in TS 38.331 [2].</w:t>
      </w:r>
    </w:p>
    <w:p w14:paraId="41DE9165" w14:textId="77777777" w:rsidR="00E93D6B" w:rsidRPr="008C6DE4" w:rsidRDefault="00E93D6B" w:rsidP="00E93D6B">
      <w:pPr>
        <w:pStyle w:val="Heading2"/>
      </w:pPr>
      <w:r w:rsidRPr="008C6DE4">
        <w:t>3.2</w:t>
      </w:r>
      <w:r w:rsidRPr="008C6DE4">
        <w:tab/>
        <w:t>Symbols</w:t>
      </w:r>
      <w:bookmarkEnd w:id="10"/>
    </w:p>
    <w:p w14:paraId="127CA4D0" w14:textId="77777777" w:rsidR="00E93D6B" w:rsidRPr="008C6DE4" w:rsidRDefault="00E93D6B" w:rsidP="00E93D6B">
      <w:pPr>
        <w:keepNext/>
      </w:pPr>
      <w:r w:rsidRPr="008C6DE4">
        <w:t>For the purposes of the present document, the following symbols apply:</w:t>
      </w:r>
    </w:p>
    <w:p w14:paraId="19E11AC3" w14:textId="77777777" w:rsidR="007F428C" w:rsidRDefault="007F428C" w:rsidP="007F428C">
      <w:pPr>
        <w:pStyle w:val="EW"/>
      </w:pPr>
      <w:r>
        <w:t>BW</w:t>
      </w:r>
      <w:r>
        <w:rPr>
          <w:vertAlign w:val="subscript"/>
        </w:rPr>
        <w:t>Channel</w:t>
      </w:r>
      <w:r>
        <w:tab/>
        <w:t>Channel bandwidth, defined in TS 38.101-1, 38.101-2 and 38.101-3 subclause 3.2</w:t>
      </w:r>
    </w:p>
    <w:p w14:paraId="6BCC63A2" w14:textId="77777777" w:rsidR="007F428C" w:rsidRDefault="007F428C" w:rsidP="007F428C">
      <w:pPr>
        <w:pStyle w:val="EW"/>
        <w:rPr>
          <w:lang w:val="en-US" w:eastAsia="zh-CN"/>
        </w:rPr>
      </w:pPr>
      <w:r>
        <w:t>Ês</w:t>
      </w:r>
      <w:r>
        <w:tab/>
        <w:t>Received energy per RE (power normalized to the subcarrier spacing) during the useful part of the symbol, i.e. excluding the cyclic prefix, at the UE antenna connector</w:t>
      </w:r>
      <w:r>
        <w:rPr>
          <w:rFonts w:hint="eastAsia"/>
          <w:lang w:val="en-US" w:eastAsia="zh-CN"/>
        </w:rPr>
        <w:t xml:space="preserve"> or radiated interface boundary</w:t>
      </w:r>
    </w:p>
    <w:p w14:paraId="1B1731EB" w14:textId="77777777" w:rsidR="007F428C" w:rsidRDefault="007F428C" w:rsidP="007F428C">
      <w:pPr>
        <w:pStyle w:val="EW"/>
        <w:rPr>
          <w:lang w:eastAsia="ja-JP"/>
        </w:rPr>
      </w:pPr>
      <w:r>
        <w:t>F</w:t>
      </w:r>
      <w:r>
        <w:rPr>
          <w:vertAlign w:val="subscript"/>
        </w:rPr>
        <w:t>C</w:t>
      </w:r>
      <w:r>
        <w:rPr>
          <w:vertAlign w:val="subscript"/>
        </w:rPr>
        <w:tab/>
      </w:r>
      <w:r>
        <w:rPr>
          <w:i/>
          <w:lang w:val="en-US"/>
        </w:rPr>
        <w:t>RF reference frequency</w:t>
      </w:r>
      <w:r>
        <w:rPr>
          <w:lang w:val="en-US"/>
        </w:rPr>
        <w:t xml:space="preserve"> on the channel raster</w:t>
      </w:r>
      <w:r>
        <w:rPr>
          <w:rFonts w:hint="eastAsia"/>
          <w:lang w:val="en-US" w:eastAsia="zh-CN"/>
        </w:rPr>
        <w:t>,</w:t>
      </w:r>
      <w:r>
        <w:rPr>
          <w:lang w:val="en-US"/>
        </w:rPr>
        <w:t xml:space="preserve"> given in table 5.4.2.2-1</w:t>
      </w:r>
      <w:r>
        <w:rPr>
          <w:rFonts w:hint="eastAsia"/>
          <w:lang w:eastAsia="ja-JP"/>
        </w:rPr>
        <w:t xml:space="preserve"> </w:t>
      </w:r>
      <w:r>
        <w:rPr>
          <w:lang w:eastAsia="ja-JP"/>
        </w:rPr>
        <w:t>in TS 38.101-1 and 38.101-2</w:t>
      </w:r>
    </w:p>
    <w:p w14:paraId="63E2C5C8" w14:textId="77777777" w:rsidR="007F428C" w:rsidRDefault="007F428C" w:rsidP="007F428C">
      <w:pPr>
        <w:pStyle w:val="EW"/>
      </w:pPr>
      <w:r>
        <w:t>F</w:t>
      </w:r>
      <w:r>
        <w:rPr>
          <w:vertAlign w:val="subscript"/>
        </w:rPr>
        <w:t>C,low</w:t>
      </w:r>
      <w:r>
        <w:tab/>
        <w:t xml:space="preserve">The </w:t>
      </w:r>
      <w:r>
        <w:rPr>
          <w:rFonts w:hint="eastAsia"/>
          <w:lang w:val="en-US" w:eastAsia="zh-CN"/>
        </w:rPr>
        <w:t xml:space="preserve">Fc </w:t>
      </w:r>
      <w:r>
        <w:t>of the lowest carrier, expressed in MHz</w:t>
      </w:r>
    </w:p>
    <w:p w14:paraId="0DCA7974" w14:textId="77777777" w:rsidR="007F428C" w:rsidRDefault="007F428C" w:rsidP="007F428C">
      <w:pPr>
        <w:pStyle w:val="EW"/>
      </w:pPr>
      <w:r>
        <w:t>Io</w:t>
      </w:r>
      <w:r>
        <w:tab/>
        <w:t>The total received power density, including signal and interference, as measured at the UE antenna connector</w:t>
      </w:r>
      <w:r>
        <w:rPr>
          <w:rFonts w:hint="eastAsia"/>
          <w:lang w:val="en-US" w:eastAsia="zh-CN"/>
        </w:rPr>
        <w:t xml:space="preserve"> or radiated interface boundary</w:t>
      </w:r>
      <w:r>
        <w:t>.</w:t>
      </w:r>
    </w:p>
    <w:p w14:paraId="2BA20AEB" w14:textId="77777777" w:rsidR="007F428C" w:rsidRDefault="007F428C" w:rsidP="007F428C">
      <w:pPr>
        <w:pStyle w:val="EW"/>
      </w:pPr>
      <w:r>
        <w:t>Ioc</w:t>
      </w:r>
      <w:r>
        <w:tab/>
        <w:t>The power spectral density (integrated in a noise bandwidth equal to the chip rate and normalized to the chip rate) of a band limited noise source (simulating interference from cells, which are not defined in a test procedure) as measured at the UE antenna connector</w:t>
      </w:r>
      <w:r>
        <w:rPr>
          <w:rFonts w:hint="eastAsia"/>
          <w:lang w:val="en-US" w:eastAsia="zh-CN"/>
        </w:rPr>
        <w:t xml:space="preserve"> or radiated interface boundary</w:t>
      </w:r>
      <w:r>
        <w:t>.</w:t>
      </w:r>
    </w:p>
    <w:p w14:paraId="0289A08F" w14:textId="77777777" w:rsidR="007F428C" w:rsidRDefault="007F428C" w:rsidP="007F428C">
      <w:pPr>
        <w:pStyle w:val="EW"/>
      </w:pPr>
      <w:r>
        <w:t>Iot</w:t>
      </w:r>
      <w:r>
        <w:tab/>
        <w:t>The received power spectral density of the total noise and interference for a certain RE (power integrated over the RE and normalized to the subcarrier spacing) as measured at the UE antenna connector</w:t>
      </w:r>
      <w:r>
        <w:rPr>
          <w:rFonts w:hint="eastAsia"/>
          <w:lang w:val="en-US" w:eastAsia="zh-CN"/>
        </w:rPr>
        <w:t xml:space="preserve"> or radiated interface boundary</w:t>
      </w:r>
    </w:p>
    <w:p w14:paraId="74E1307D" w14:textId="77777777" w:rsidR="007F428C" w:rsidRDefault="007F428C" w:rsidP="007F428C">
      <w:pPr>
        <w:pStyle w:val="EW"/>
      </w:pPr>
      <w:r>
        <w:rPr>
          <w:noProof/>
          <w:position w:val="-12"/>
        </w:rPr>
        <w:drawing>
          <wp:inline distT="0" distB="0" distL="0" distR="0" wp14:anchorId="52C94D83" wp14:editId="0FAF8AD6">
            <wp:extent cx="276225" cy="180975"/>
            <wp:effectExtent l="0" t="0" r="0" b="762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6225" cy="180975"/>
                    </a:xfrm>
                    <a:prstGeom prst="rect">
                      <a:avLst/>
                    </a:prstGeom>
                    <a:noFill/>
                    <a:ln>
                      <a:noFill/>
                    </a:ln>
                  </pic:spPr>
                </pic:pic>
              </a:graphicData>
            </a:graphic>
          </wp:inline>
        </w:drawing>
      </w:r>
      <w:r>
        <w:tab/>
        <w:t>The power spectral density of a white noise source (average power per RE normalised to the subcarrier spacing), simulating interference from cells that are not defined in a test procedure, as measured at the UE antenna connector</w:t>
      </w:r>
      <w:r>
        <w:rPr>
          <w:rFonts w:hint="eastAsia"/>
          <w:lang w:val="en-US" w:eastAsia="zh-CN"/>
        </w:rPr>
        <w:t xml:space="preserve"> or radiated interface boundary</w:t>
      </w:r>
    </w:p>
    <w:p w14:paraId="7E0E217F" w14:textId="77777777" w:rsidR="007F428C" w:rsidRDefault="007F428C" w:rsidP="007F428C">
      <w:pPr>
        <w:pStyle w:val="EW"/>
      </w:pPr>
      <w:r>
        <w:rPr>
          <w:noProof/>
          <w:position w:val="-10"/>
        </w:rPr>
        <w:drawing>
          <wp:inline distT="0" distB="0" distL="0" distR="0" wp14:anchorId="5C6DF959" wp14:editId="0203C1B9">
            <wp:extent cx="361950" cy="276225"/>
            <wp:effectExtent l="0" t="0" r="0" b="571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 cy="276225"/>
                    </a:xfrm>
                    <a:prstGeom prst="rect">
                      <a:avLst/>
                    </a:prstGeom>
                    <a:noFill/>
                    <a:ln>
                      <a:noFill/>
                    </a:ln>
                  </pic:spPr>
                </pic:pic>
              </a:graphicData>
            </a:graphic>
          </wp:inline>
        </w:drawing>
      </w:r>
      <w:r>
        <w:tab/>
        <w:t>Physical Resource Block number as defined in clause 3.2 in TS 38.211.</w:t>
      </w:r>
    </w:p>
    <w:p w14:paraId="7F28003E" w14:textId="77777777" w:rsidR="007F428C" w:rsidRDefault="007F428C" w:rsidP="007F428C">
      <w:pPr>
        <w:pStyle w:val="EW"/>
      </w:pPr>
      <w:r>
        <w:rPr>
          <w:noProof/>
          <w:position w:val="-10"/>
        </w:rPr>
        <w:drawing>
          <wp:inline distT="0" distB="0" distL="0" distR="0" wp14:anchorId="652B8962" wp14:editId="524250C4">
            <wp:extent cx="276225" cy="180975"/>
            <wp:effectExtent l="0" t="0" r="9525" b="762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76225" cy="180975"/>
                    </a:xfrm>
                    <a:prstGeom prst="rect">
                      <a:avLst/>
                    </a:prstGeom>
                    <a:noFill/>
                    <a:ln>
                      <a:noFill/>
                    </a:ln>
                  </pic:spPr>
                </pic:pic>
              </a:graphicData>
            </a:graphic>
          </wp:inline>
        </w:drawing>
      </w:r>
      <w:r>
        <w:tab/>
        <w:t>Timing offset between uplink and downlink radio frames at the UE, as defined in clause 4.2 in TS 38.213.</w:t>
      </w:r>
    </w:p>
    <w:p w14:paraId="3C9E3526" w14:textId="64080524" w:rsidR="007F428C" w:rsidRDefault="007F428C" w:rsidP="007F428C">
      <w:pPr>
        <w:pStyle w:val="EW"/>
      </w:pPr>
      <w:r>
        <w:rPr>
          <w:noProof/>
          <w:position w:val="-10"/>
        </w:rPr>
        <w:drawing>
          <wp:inline distT="0" distB="0" distL="0" distR="0" wp14:anchorId="552149B7" wp14:editId="7915DB80">
            <wp:extent cx="552450" cy="180975"/>
            <wp:effectExtent l="0" t="0" r="0"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552450" cy="180975"/>
                    </a:xfrm>
                    <a:prstGeom prst="rect">
                      <a:avLst/>
                    </a:prstGeom>
                    <a:noFill/>
                    <a:ln>
                      <a:noFill/>
                    </a:ln>
                  </pic:spPr>
                </pic:pic>
              </a:graphicData>
            </a:graphic>
          </wp:inline>
        </w:drawing>
      </w:r>
      <w:r w:rsidR="00186096">
        <w:tab/>
        <w:t>Fixed timing advance offset, as defined in clause 7.1.2 in TS 38.133.</w:t>
      </w:r>
    </w:p>
    <w:p w14:paraId="1C69B891" w14:textId="77777777" w:rsidR="007F428C" w:rsidRDefault="007F428C" w:rsidP="007F428C">
      <w:pPr>
        <w:pStyle w:val="EW"/>
      </w:pPr>
      <w:r>
        <w:rPr>
          <w:noProof/>
          <w:position w:val="-12"/>
        </w:rPr>
        <w:drawing>
          <wp:inline distT="0" distB="0" distL="0" distR="0" wp14:anchorId="5692BE87" wp14:editId="56A412CA">
            <wp:extent cx="552450" cy="276225"/>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552450" cy="276225"/>
                    </a:xfrm>
                    <a:prstGeom prst="rect">
                      <a:avLst/>
                    </a:prstGeom>
                    <a:noFill/>
                    <a:ln>
                      <a:noFill/>
                    </a:ln>
                  </pic:spPr>
                </pic:pic>
              </a:graphicData>
            </a:graphic>
          </wp:inline>
        </w:drawing>
      </w:r>
      <w:r>
        <w:tab/>
        <w:t>Configured UE transmitted power as defined in clause 6.2.4 in TS 38.101-1, 38-101-2 and 38.101-3.</w:t>
      </w:r>
    </w:p>
    <w:p w14:paraId="1EDA4A46" w14:textId="77777777" w:rsidR="007F428C" w:rsidRDefault="007F428C" w:rsidP="007F428C">
      <w:pPr>
        <w:pStyle w:val="EW"/>
      </w:pPr>
      <w:r>
        <w:t>P</w:t>
      </w:r>
      <w:r>
        <w:rPr>
          <w:vertAlign w:val="subscript"/>
        </w:rPr>
        <w:t>CMAX,c</w:t>
      </w:r>
      <w:r>
        <w:tab/>
        <w:t xml:space="preserve">Configured UE transmitted power on a serving cell </w:t>
      </w:r>
      <w:r>
        <w:rPr>
          <w:i/>
          <w:iCs/>
        </w:rPr>
        <w:t>c</w:t>
      </w:r>
      <w:r>
        <w:t xml:space="preserve"> as defined in clause 6.2.4 in TS 38.101-1, 38-101-2 and 38.101-3</w:t>
      </w:r>
    </w:p>
    <w:p w14:paraId="376030BA" w14:textId="77777777" w:rsidR="007F428C" w:rsidRDefault="007F428C" w:rsidP="007F428C">
      <w:pPr>
        <w:pStyle w:val="EW"/>
      </w:pPr>
      <w:r>
        <w:t>S</w:t>
      </w:r>
      <w:r>
        <w:tab/>
        <w:t>Cell Selection Criterion defined in TS 38.304, subclause 5.2.3.2 for NR</w:t>
      </w:r>
    </w:p>
    <w:p w14:paraId="003A2C7C" w14:textId="77777777" w:rsidR="007F428C" w:rsidRDefault="007F428C" w:rsidP="007F428C">
      <w:pPr>
        <w:pStyle w:val="EW"/>
      </w:pPr>
      <w:r>
        <w:t>SSB_RP</w:t>
      </w:r>
      <w:r>
        <w:tab/>
        <w:t>Received (linear) average power of the resource elements that carry NR synchronisation burst, measured at the UE antenna connector</w:t>
      </w:r>
      <w:r>
        <w:rPr>
          <w:rFonts w:hint="eastAsia"/>
          <w:lang w:val="en-US" w:eastAsia="zh-CN"/>
        </w:rPr>
        <w:t xml:space="preserve"> or radiated interface boundary</w:t>
      </w:r>
    </w:p>
    <w:p w14:paraId="343B6C61" w14:textId="77777777" w:rsidR="007815C2" w:rsidRDefault="007815C2" w:rsidP="007815C2">
      <w:pPr>
        <w:pStyle w:val="EW"/>
      </w:pPr>
      <w:r>
        <w:t>Srxlev</w:t>
      </w:r>
      <w:r>
        <w:tab/>
        <w:t>Cell selection RX level, defined in TS 38.304, subclause 5.2.3.2</w:t>
      </w:r>
    </w:p>
    <w:p w14:paraId="66B98B5E" w14:textId="77777777" w:rsidR="007815C2" w:rsidRDefault="007815C2" w:rsidP="007815C2">
      <w:pPr>
        <w:pStyle w:val="EW"/>
      </w:pPr>
      <w:r>
        <w:t>Squal</w:t>
      </w:r>
      <w:r>
        <w:tab/>
        <w:t>Cell selection quality, defined in TS 38.304, subclause 5.2.3.2</w:t>
      </w:r>
    </w:p>
    <w:p w14:paraId="772495F2" w14:textId="77777777" w:rsidR="007815C2" w:rsidRDefault="007815C2" w:rsidP="007815C2">
      <w:pPr>
        <w:pStyle w:val="EW"/>
      </w:pPr>
      <w:r>
        <w:t>Sintrasearch</w:t>
      </w:r>
      <w:r>
        <w:tab/>
        <w:t>Defined in TS 38.304 , subclause 5.2.4.7 for E-UTRAN amd 38.304 subclause 5.2.4.7 for NR</w:t>
      </w:r>
    </w:p>
    <w:p w14:paraId="13502F38" w14:textId="68851EC3" w:rsidR="007815C2" w:rsidRDefault="007815C2" w:rsidP="00E93D6B">
      <w:pPr>
        <w:pStyle w:val="EW"/>
      </w:pPr>
      <w:r>
        <w:lastRenderedPageBreak/>
        <w:t>Snonintrasearch</w:t>
      </w:r>
      <w:r>
        <w:tab/>
        <w:t>Defined in TS 38.304 , subclause 5.2.4.7</w:t>
      </w:r>
    </w:p>
    <w:p w14:paraId="6403018B" w14:textId="72F1A777" w:rsidR="00E93D6B" w:rsidRDefault="00E93D6B" w:rsidP="00E93D6B">
      <w:pPr>
        <w:pStyle w:val="EW"/>
      </w:pPr>
      <w:r w:rsidRPr="008C6DE4">
        <w:t>T</w:t>
      </w:r>
      <w:r w:rsidRPr="008C6DE4">
        <w:rPr>
          <w:vertAlign w:val="subscript"/>
        </w:rPr>
        <w:t>c</w:t>
      </w:r>
      <w:r w:rsidRPr="008C6DE4">
        <w:rPr>
          <w:vertAlign w:val="subscript"/>
        </w:rPr>
        <w:tab/>
      </w:r>
      <w:r w:rsidRPr="008C6DE4">
        <w:t>Basic time unit, defined in clause 4.1 of TS 38.211 [6].</w:t>
      </w:r>
    </w:p>
    <w:p w14:paraId="4A12B2C7" w14:textId="77777777" w:rsidR="007815C2" w:rsidRDefault="007815C2" w:rsidP="007815C2">
      <w:pPr>
        <w:pStyle w:val="EW"/>
      </w:pPr>
      <w:r>
        <w:t>T</w:t>
      </w:r>
      <w:r w:rsidRPr="00293D11">
        <w:rPr>
          <w:vertAlign w:val="subscript"/>
        </w:rPr>
        <w:t>reselection</w:t>
      </w:r>
      <w:r>
        <w:tab/>
        <w:t>Defined in TS 25.304, subclause 5.2.6.1.5</w:t>
      </w:r>
    </w:p>
    <w:p w14:paraId="4A6159CE" w14:textId="77777777" w:rsidR="007815C2" w:rsidRDefault="007815C2" w:rsidP="007815C2">
      <w:pPr>
        <w:pStyle w:val="EW"/>
      </w:pPr>
      <w:r>
        <w:t>T</w:t>
      </w:r>
      <w:r w:rsidRPr="00293D11">
        <w:rPr>
          <w:vertAlign w:val="subscript"/>
        </w:rPr>
        <w:t>reselectionRAT</w:t>
      </w:r>
      <w:r>
        <w:tab/>
        <w:t>Defined in TS 36.304 , subclause 5.2.4.7</w:t>
      </w:r>
    </w:p>
    <w:p w14:paraId="13BF01B1" w14:textId="77777777" w:rsidR="007815C2" w:rsidRDefault="007815C2" w:rsidP="007815C2">
      <w:pPr>
        <w:pStyle w:val="EW"/>
        <w:rPr>
          <w:vertAlign w:val="subscript"/>
        </w:rPr>
      </w:pPr>
      <w:r>
        <w:t>T</w:t>
      </w:r>
      <w:r w:rsidRPr="00293D11">
        <w:rPr>
          <w:vertAlign w:val="subscript"/>
        </w:rPr>
        <w:t>reselectionEUTRA</w:t>
      </w:r>
      <w:r>
        <w:tab/>
        <w:t>Defined in TS 36.304 , subclause 5.2.4.7</w:t>
      </w:r>
    </w:p>
    <w:p w14:paraId="21B08C37" w14:textId="77777777" w:rsidR="007815C2" w:rsidRDefault="007815C2" w:rsidP="007815C2">
      <w:pPr>
        <w:pStyle w:val="EW"/>
        <w:rPr>
          <w:vertAlign w:val="subscript"/>
        </w:rPr>
      </w:pPr>
      <w:r>
        <w:t>T</w:t>
      </w:r>
      <w:r w:rsidRPr="00293D11">
        <w:rPr>
          <w:vertAlign w:val="subscript"/>
        </w:rPr>
        <w:t>reselectionUTRA</w:t>
      </w:r>
      <w:r>
        <w:rPr>
          <w:vertAlign w:val="subscript"/>
        </w:rPr>
        <w:tab/>
      </w:r>
      <w:r>
        <w:t>Defined in TS 36.304 , subclause 5.2.4.7</w:t>
      </w:r>
    </w:p>
    <w:p w14:paraId="0CFFD434" w14:textId="77777777" w:rsidR="007815C2" w:rsidRPr="001704EF" w:rsidRDefault="007815C2" w:rsidP="007815C2">
      <w:pPr>
        <w:pStyle w:val="EW"/>
        <w:rPr>
          <w:vertAlign w:val="subscript"/>
        </w:rPr>
      </w:pPr>
      <w:r>
        <w:t>T</w:t>
      </w:r>
      <w:r w:rsidRPr="00293D11">
        <w:rPr>
          <w:vertAlign w:val="subscript"/>
        </w:rPr>
        <w:t>reselectionGERAN</w:t>
      </w:r>
      <w:r>
        <w:t>Defined in TS 36.304 , subclause 5.2.4.</w:t>
      </w:r>
    </w:p>
    <w:p w14:paraId="4D7C8789" w14:textId="77777777" w:rsidR="007815C2" w:rsidRDefault="007815C2" w:rsidP="007815C2">
      <w:pPr>
        <w:pStyle w:val="EW"/>
        <w:rPr>
          <w:vertAlign w:val="subscript"/>
        </w:rPr>
      </w:pPr>
      <w:r>
        <w:t>Thresh</w:t>
      </w:r>
      <w:r>
        <w:rPr>
          <w:vertAlign w:val="subscript"/>
        </w:rPr>
        <w:t>x, high</w:t>
      </w:r>
      <w:r>
        <w:tab/>
        <w:t>Defined in TS 38.304 , subclause 5.2.4.7</w:t>
      </w:r>
    </w:p>
    <w:p w14:paraId="3D6878E6" w14:textId="77777777" w:rsidR="007815C2" w:rsidRDefault="007815C2" w:rsidP="007815C2">
      <w:pPr>
        <w:pStyle w:val="EW"/>
        <w:rPr>
          <w:b/>
          <w:bCs/>
          <w:vertAlign w:val="subscript"/>
        </w:rPr>
      </w:pPr>
      <w:r>
        <w:t>Thresh</w:t>
      </w:r>
      <w:r>
        <w:rPr>
          <w:vertAlign w:val="subscript"/>
        </w:rPr>
        <w:t xml:space="preserve">x, low </w:t>
      </w:r>
      <w:r>
        <w:rPr>
          <w:b/>
          <w:bCs/>
          <w:vertAlign w:val="subscript"/>
        </w:rPr>
        <w:t> </w:t>
      </w:r>
      <w:r>
        <w:tab/>
        <w:t>Defined in TS 38.304 , subclause 5.2.4.7</w:t>
      </w:r>
    </w:p>
    <w:p w14:paraId="3BB2812F" w14:textId="06D49672" w:rsidR="007815C2" w:rsidRPr="008C6DE4" w:rsidRDefault="007815C2" w:rsidP="00E93D6B">
      <w:pPr>
        <w:pStyle w:val="EW"/>
      </w:pPr>
      <w:r>
        <w:t>Thresh</w:t>
      </w:r>
      <w:r>
        <w:rPr>
          <w:vertAlign w:val="subscript"/>
        </w:rPr>
        <w:t>serving, low</w:t>
      </w:r>
      <w:r>
        <w:tab/>
        <w:t>Defined in TS 38.304 , subclause 5.2.4.7</w:t>
      </w:r>
    </w:p>
    <w:p w14:paraId="625F0E7B" w14:textId="1CE7CD04" w:rsidR="00E93D6B" w:rsidRDefault="00E93D6B" w:rsidP="00E93D6B">
      <w:pPr>
        <w:pStyle w:val="EW"/>
      </w:pPr>
      <w:r w:rsidRPr="008C6DE4">
        <w:t>T</w:t>
      </w:r>
      <w:r w:rsidRPr="008C6DE4">
        <w:rPr>
          <w:vertAlign w:val="subscript"/>
        </w:rPr>
        <w:t>s</w:t>
      </w:r>
      <w:r w:rsidRPr="008C6DE4">
        <w:rPr>
          <w:vertAlign w:val="subscript"/>
        </w:rPr>
        <w:tab/>
      </w:r>
      <w:r w:rsidRPr="008C6DE4">
        <w:t>Reference time unit, defined in clause 4.1 of TS 38.211 [6].</w:t>
      </w:r>
    </w:p>
    <w:p w14:paraId="03B0D8F7" w14:textId="5B9E57E0" w:rsidR="007815C2" w:rsidRPr="008C6DE4" w:rsidRDefault="007815C2" w:rsidP="00E93D6B">
      <w:pPr>
        <w:pStyle w:val="EW"/>
        <w:rPr>
          <w:lang w:eastAsia="ko-KR"/>
        </w:rPr>
      </w:pPr>
      <w:r w:rsidRPr="008C6DE4">
        <w:rPr>
          <w:lang w:eastAsia="ko-KR"/>
        </w:rPr>
        <w:t>T</w:t>
      </w:r>
      <w:r w:rsidRPr="008C6DE4">
        <w:rPr>
          <w:vertAlign w:val="subscript"/>
          <w:lang w:eastAsia="ko-KR"/>
        </w:rPr>
        <w:t>UE_re-establish_delay</w:t>
      </w:r>
      <w:r>
        <w:rPr>
          <w:lang w:eastAsia="ko-KR"/>
        </w:rPr>
        <w:tab/>
        <w:t>T</w:t>
      </w:r>
      <w:r w:rsidRPr="008C6DE4">
        <w:rPr>
          <w:lang w:eastAsia="ko-KR"/>
        </w:rPr>
        <w:t xml:space="preserve">ime between the moments when any of the conditions requiring RRC </w:t>
      </w:r>
      <w:r w:rsidRPr="008C6DE4">
        <w:rPr>
          <w:lang w:eastAsia="zh-CN"/>
        </w:rPr>
        <w:t>re-establishment</w:t>
      </w:r>
      <w:r w:rsidRPr="008C6DE4">
        <w:rPr>
          <w:lang w:eastAsia="ko-KR"/>
        </w:rPr>
        <w:t xml:space="preserve"> as defined in clause </w:t>
      </w:r>
      <w:smartTag w:uri="urn:schemas-microsoft-com:office:smarttags" w:element="chsdate">
        <w:smartTagPr>
          <w:attr w:name="IsROCDate" w:val="False"/>
          <w:attr w:name="IsLunarDate" w:val="False"/>
          <w:attr w:name="Day" w:val="30"/>
          <w:attr w:name="Month" w:val="12"/>
          <w:attr w:name="Year" w:val="1899"/>
        </w:smartTagPr>
        <w:r w:rsidRPr="008C6DE4">
          <w:rPr>
            <w:lang w:eastAsia="ko-KR"/>
          </w:rPr>
          <w:t>5.</w:t>
        </w:r>
        <w:smartTag w:uri="urn:schemas-microsoft-com:office:smarttags" w:element="chmetcnv">
          <w:smartTagPr>
            <w:attr w:name="TCSC" w:val="0"/>
            <w:attr w:name="NumberType" w:val="1"/>
            <w:attr w:name="Negative" w:val="False"/>
            <w:attr w:name="HasSpace" w:val="True"/>
            <w:attr w:name="SourceValue" w:val="3.7"/>
            <w:attr w:name="UnitName" w:val="in"/>
          </w:smartTagPr>
          <w:r w:rsidRPr="008C6DE4">
            <w:rPr>
              <w:lang w:eastAsia="ko-KR"/>
            </w:rPr>
            <w:t>3.7</w:t>
          </w:r>
        </w:smartTag>
      </w:smartTag>
      <w:r w:rsidRPr="008C6DE4">
        <w:rPr>
          <w:lang w:eastAsia="ko-KR"/>
        </w:rPr>
        <w:t xml:space="preserve"> in TS 38.331 [2] is detected </w:t>
      </w:r>
      <w:r w:rsidRPr="008C6DE4">
        <w:rPr>
          <w:snapToGrid w:val="0"/>
          <w:lang w:eastAsia="ko-KR"/>
        </w:rPr>
        <w:t>by the UE</w:t>
      </w:r>
      <w:r w:rsidRPr="008C6DE4">
        <w:rPr>
          <w:lang w:eastAsia="ko-KR"/>
        </w:rPr>
        <w:t xml:space="preserve"> and when the UE sends PRACH to the target </w:t>
      </w:r>
      <w:r w:rsidRPr="008C6DE4">
        <w:rPr>
          <w:lang w:eastAsia="zh-CN"/>
        </w:rPr>
        <w:t>PC</w:t>
      </w:r>
      <w:r w:rsidRPr="008C6DE4">
        <w:rPr>
          <w:lang w:eastAsia="ko-KR"/>
        </w:rPr>
        <w:t>ell.</w:t>
      </w:r>
    </w:p>
    <w:p w14:paraId="73BB6E7B" w14:textId="77777777" w:rsidR="00E93D6B" w:rsidRPr="008C6DE4" w:rsidRDefault="00E93D6B" w:rsidP="00E93D6B">
      <w:pPr>
        <w:pStyle w:val="EW"/>
      </w:pPr>
    </w:p>
    <w:p w14:paraId="788A50CD" w14:textId="77777777" w:rsidR="00E93D6B" w:rsidRPr="008C6DE4" w:rsidRDefault="00E93D6B" w:rsidP="00E93D6B">
      <w:pPr>
        <w:pStyle w:val="Heading2"/>
      </w:pPr>
      <w:bookmarkStart w:id="12" w:name="_Toc5952517"/>
      <w:r w:rsidRPr="008C6DE4">
        <w:t>3.3</w:t>
      </w:r>
      <w:r w:rsidRPr="008C6DE4">
        <w:tab/>
        <w:t>Abbreviations</w:t>
      </w:r>
      <w:bookmarkEnd w:id="12"/>
    </w:p>
    <w:p w14:paraId="6D4ACCDE" w14:textId="77777777" w:rsidR="00E93D6B" w:rsidRPr="008C6DE4" w:rsidRDefault="00E93D6B" w:rsidP="00E93D6B">
      <w:r w:rsidRPr="008C6DE4">
        <w:t>For the purposes of the present document, the abbreviations given in TR 21.905 [11] and the following apply. An abbreviation defined in the present document takes precedence over the definition of the same abbreviation, if any, in TR 21.905 [11].</w:t>
      </w:r>
    </w:p>
    <w:p w14:paraId="69A25F5A" w14:textId="77777777" w:rsidR="00E93D6B" w:rsidRPr="008C6DE4" w:rsidRDefault="00E93D6B" w:rsidP="00847B8D">
      <w:pPr>
        <w:pStyle w:val="EW"/>
      </w:pPr>
      <w:r w:rsidRPr="008C6DE4">
        <w:t>BFD</w:t>
      </w:r>
      <w:r w:rsidRPr="008C6DE4">
        <w:tab/>
        <w:t>Beam Failure Detection</w:t>
      </w:r>
    </w:p>
    <w:p w14:paraId="1530DF88" w14:textId="77777777" w:rsidR="00E93D6B" w:rsidRPr="008C6DE4" w:rsidRDefault="00E93D6B" w:rsidP="00847B8D">
      <w:pPr>
        <w:pStyle w:val="EW"/>
      </w:pPr>
      <w:r w:rsidRPr="008C6DE4">
        <w:rPr>
          <w:rFonts w:eastAsia="Times New Roman"/>
        </w:rPr>
        <w:t>BFD-RS</w:t>
      </w:r>
      <w:r w:rsidRPr="008C6DE4">
        <w:rPr>
          <w:rFonts w:eastAsia="Times New Roman"/>
        </w:rPr>
        <w:tab/>
        <w:t>BFD Reference Signal</w:t>
      </w:r>
    </w:p>
    <w:p w14:paraId="0EFC2419" w14:textId="77777777" w:rsidR="00E93D6B" w:rsidRPr="008C6DE4" w:rsidRDefault="00E93D6B" w:rsidP="00847B8D">
      <w:pPr>
        <w:pStyle w:val="EW"/>
      </w:pPr>
      <w:r w:rsidRPr="008C6DE4">
        <w:t>BLER</w:t>
      </w:r>
      <w:r w:rsidRPr="008C6DE4">
        <w:tab/>
        <w:t>Block Error Rate</w:t>
      </w:r>
    </w:p>
    <w:p w14:paraId="7A0195B1" w14:textId="77777777" w:rsidR="00E93D6B" w:rsidRPr="008C6DE4" w:rsidRDefault="00E93D6B" w:rsidP="00847B8D">
      <w:pPr>
        <w:pStyle w:val="EW"/>
      </w:pPr>
      <w:r w:rsidRPr="008C6DE4">
        <w:rPr>
          <w:rFonts w:eastAsia="Times New Roman"/>
        </w:rPr>
        <w:t>BM-RS</w:t>
      </w:r>
      <w:r w:rsidRPr="008C6DE4">
        <w:rPr>
          <w:rFonts w:eastAsia="Times New Roman"/>
        </w:rPr>
        <w:tab/>
        <w:t>Beam Management Reference Signal</w:t>
      </w:r>
    </w:p>
    <w:p w14:paraId="29D89380" w14:textId="77777777" w:rsidR="00E93D6B" w:rsidRPr="008C6DE4" w:rsidRDefault="00E93D6B" w:rsidP="00847B8D">
      <w:pPr>
        <w:pStyle w:val="EW"/>
      </w:pPr>
      <w:r w:rsidRPr="008C6DE4">
        <w:t>BWP</w:t>
      </w:r>
      <w:r w:rsidRPr="008C6DE4">
        <w:tab/>
        <w:t>Bandwidth Part</w:t>
      </w:r>
    </w:p>
    <w:p w14:paraId="749F5410" w14:textId="77777777" w:rsidR="00E93D6B" w:rsidRPr="008C6DE4" w:rsidRDefault="00E93D6B" w:rsidP="00E93D6B">
      <w:pPr>
        <w:pStyle w:val="EW"/>
        <w:ind w:left="1701" w:hanging="1417"/>
        <w:rPr>
          <w:noProof/>
        </w:rPr>
      </w:pPr>
      <w:r w:rsidRPr="008C6DE4">
        <w:t>CA</w:t>
      </w:r>
      <w:r w:rsidRPr="008C6DE4">
        <w:tab/>
        <w:t>Carrier Aggregation</w:t>
      </w:r>
    </w:p>
    <w:p w14:paraId="1F68DD5B" w14:textId="77777777" w:rsidR="00E93D6B" w:rsidRPr="008C6DE4" w:rsidRDefault="00E93D6B" w:rsidP="00E93D6B">
      <w:pPr>
        <w:pStyle w:val="EW"/>
        <w:ind w:left="1701" w:hanging="1417"/>
        <w:rPr>
          <w:noProof/>
        </w:rPr>
      </w:pPr>
      <w:r w:rsidRPr="008C6DE4">
        <w:rPr>
          <w:noProof/>
        </w:rPr>
        <w:t>CBD</w:t>
      </w:r>
      <w:r w:rsidRPr="008C6DE4">
        <w:rPr>
          <w:noProof/>
        </w:rPr>
        <w:tab/>
        <w:t>Candidate Beam Detection</w:t>
      </w:r>
    </w:p>
    <w:p w14:paraId="1500A322" w14:textId="77777777" w:rsidR="00E93D6B" w:rsidRPr="008C6DE4" w:rsidRDefault="00E93D6B" w:rsidP="00DD3199">
      <w:pPr>
        <w:pStyle w:val="EW"/>
        <w:ind w:left="1701" w:hanging="1417"/>
        <w:rPr>
          <w:noProof/>
        </w:rPr>
      </w:pPr>
      <w:r w:rsidRPr="008C6DE4">
        <w:rPr>
          <w:noProof/>
        </w:rPr>
        <w:t>CC</w:t>
      </w:r>
      <w:r w:rsidRPr="008C6DE4">
        <w:rPr>
          <w:noProof/>
        </w:rPr>
        <w:tab/>
        <w:t>Component Carrier</w:t>
      </w:r>
    </w:p>
    <w:p w14:paraId="547F163C" w14:textId="77777777" w:rsidR="00E93D6B" w:rsidRPr="008C6DE4" w:rsidRDefault="00E93D6B" w:rsidP="00E93D6B">
      <w:pPr>
        <w:pStyle w:val="EW"/>
      </w:pPr>
      <w:r w:rsidRPr="008C6DE4">
        <w:t>CORESET</w:t>
      </w:r>
      <w:r w:rsidRPr="008C6DE4">
        <w:tab/>
        <w:t>Control Resource Set</w:t>
      </w:r>
    </w:p>
    <w:p w14:paraId="2A84CF32" w14:textId="77777777" w:rsidR="00E93D6B" w:rsidRPr="008C6DE4" w:rsidRDefault="00E93D6B" w:rsidP="00E93D6B">
      <w:pPr>
        <w:pStyle w:val="EW"/>
        <w:ind w:left="1701" w:hanging="1417"/>
        <w:rPr>
          <w:noProof/>
        </w:rPr>
      </w:pPr>
      <w:r w:rsidRPr="008C6DE4">
        <w:rPr>
          <w:noProof/>
        </w:rPr>
        <w:t>CP</w:t>
      </w:r>
      <w:r w:rsidRPr="008C6DE4">
        <w:rPr>
          <w:noProof/>
        </w:rPr>
        <w:tab/>
        <w:t>Cyclic Prefix</w:t>
      </w:r>
    </w:p>
    <w:p w14:paraId="440D6B02" w14:textId="77777777" w:rsidR="00E93D6B" w:rsidRPr="008C6DE4" w:rsidRDefault="00E93D6B" w:rsidP="00E93D6B">
      <w:pPr>
        <w:pStyle w:val="EW"/>
        <w:keepNext/>
      </w:pPr>
      <w:r w:rsidRPr="008C6DE4">
        <w:t>CSI</w:t>
      </w:r>
      <w:r w:rsidRPr="008C6DE4">
        <w:tab/>
        <w:t>Channel-State Information</w:t>
      </w:r>
    </w:p>
    <w:p w14:paraId="51CF0E42" w14:textId="77777777" w:rsidR="00E93D6B" w:rsidRPr="008C6DE4" w:rsidRDefault="00E93D6B" w:rsidP="00E93D6B">
      <w:pPr>
        <w:pStyle w:val="EW"/>
        <w:keepNext/>
      </w:pPr>
      <w:r w:rsidRPr="008C6DE4">
        <w:t>CSI-RS</w:t>
      </w:r>
      <w:r w:rsidRPr="008C6DE4">
        <w:tab/>
        <w:t>CSI Reference Signal</w:t>
      </w:r>
    </w:p>
    <w:p w14:paraId="0F62CE59" w14:textId="77777777" w:rsidR="00E93D6B" w:rsidRPr="008C6DE4" w:rsidRDefault="00E93D6B" w:rsidP="00E93D6B">
      <w:pPr>
        <w:pStyle w:val="EW"/>
      </w:pPr>
      <w:r w:rsidRPr="008C6DE4">
        <w:t>DC</w:t>
      </w:r>
      <w:r w:rsidRPr="008C6DE4">
        <w:tab/>
        <w:t>Dual Connectivity</w:t>
      </w:r>
    </w:p>
    <w:p w14:paraId="5C92F409" w14:textId="77777777" w:rsidR="00E93D6B" w:rsidRPr="008C6DE4" w:rsidRDefault="00E93D6B" w:rsidP="00E93D6B">
      <w:pPr>
        <w:pStyle w:val="EW"/>
      </w:pPr>
      <w:r w:rsidRPr="008C6DE4">
        <w:t>DCI</w:t>
      </w:r>
      <w:r w:rsidRPr="008C6DE4">
        <w:tab/>
        <w:t>Downlink Control Information</w:t>
      </w:r>
    </w:p>
    <w:p w14:paraId="0CA8F6F5" w14:textId="77777777" w:rsidR="00E93D6B" w:rsidRPr="008C6DE4" w:rsidRDefault="00E93D6B" w:rsidP="00E93D6B">
      <w:pPr>
        <w:pStyle w:val="EW"/>
      </w:pPr>
      <w:r w:rsidRPr="008C6DE4">
        <w:t>DL</w:t>
      </w:r>
      <w:r w:rsidRPr="008C6DE4">
        <w:tab/>
        <w:t>Downlink</w:t>
      </w:r>
    </w:p>
    <w:p w14:paraId="4916C7E1" w14:textId="77777777" w:rsidR="00E93D6B" w:rsidRPr="008C6DE4" w:rsidRDefault="00E93D6B" w:rsidP="00E93D6B">
      <w:pPr>
        <w:pStyle w:val="EW"/>
      </w:pPr>
      <w:r w:rsidRPr="008C6DE4">
        <w:t>DMRS</w:t>
      </w:r>
      <w:r w:rsidRPr="008C6DE4">
        <w:tab/>
        <w:t>Demodulation Reference Signal</w:t>
      </w:r>
    </w:p>
    <w:p w14:paraId="09FEE965" w14:textId="77777777" w:rsidR="00E93D6B" w:rsidRPr="008C6DE4" w:rsidRDefault="00E93D6B" w:rsidP="00E93D6B">
      <w:pPr>
        <w:pStyle w:val="EW"/>
      </w:pPr>
      <w:r w:rsidRPr="008C6DE4">
        <w:t>DRX</w:t>
      </w:r>
      <w:r w:rsidRPr="008C6DE4">
        <w:tab/>
        <w:t>Discontinuous Reception</w:t>
      </w:r>
    </w:p>
    <w:p w14:paraId="134C7553" w14:textId="77777777" w:rsidR="00E93D6B" w:rsidRPr="008C6DE4" w:rsidRDefault="00E93D6B" w:rsidP="00E93D6B">
      <w:pPr>
        <w:pStyle w:val="EW"/>
        <w:rPr>
          <w:lang w:val="en-US"/>
        </w:rPr>
      </w:pPr>
      <w:r w:rsidRPr="008C6DE4">
        <w:rPr>
          <w:lang w:val="en-US"/>
        </w:rPr>
        <w:t>E-CID</w:t>
      </w:r>
      <w:r w:rsidRPr="008C6DE4">
        <w:rPr>
          <w:lang w:val="en-US"/>
        </w:rPr>
        <w:tab/>
        <w:t>Enhanced Cell ID</w:t>
      </w:r>
    </w:p>
    <w:p w14:paraId="773DBC61" w14:textId="77777777" w:rsidR="00E93D6B" w:rsidRPr="008C6DE4" w:rsidRDefault="00E93D6B" w:rsidP="00E93D6B">
      <w:pPr>
        <w:pStyle w:val="EW"/>
        <w:rPr>
          <w:lang w:val="sv-FI"/>
        </w:rPr>
      </w:pPr>
      <w:r w:rsidRPr="008C6DE4">
        <w:rPr>
          <w:lang w:val="sv-FI"/>
        </w:rPr>
        <w:t>E-UTRA</w:t>
      </w:r>
      <w:r w:rsidRPr="008C6DE4">
        <w:rPr>
          <w:lang w:val="sv-FI"/>
        </w:rPr>
        <w:tab/>
        <w:t>Evolved UTRA</w:t>
      </w:r>
    </w:p>
    <w:p w14:paraId="1670BD2B" w14:textId="77777777" w:rsidR="00E93D6B" w:rsidRPr="008C6DE4" w:rsidRDefault="00E93D6B" w:rsidP="00E93D6B">
      <w:pPr>
        <w:pStyle w:val="EW"/>
        <w:rPr>
          <w:lang w:val="sv-FI"/>
        </w:rPr>
      </w:pPr>
      <w:r w:rsidRPr="008C6DE4">
        <w:rPr>
          <w:lang w:val="sv-FI"/>
        </w:rPr>
        <w:t>E-UTRAN</w:t>
      </w:r>
      <w:r w:rsidRPr="008C6DE4">
        <w:rPr>
          <w:lang w:val="sv-FI"/>
        </w:rPr>
        <w:tab/>
        <w:t>Evolved UTRAN</w:t>
      </w:r>
    </w:p>
    <w:p w14:paraId="7E15CBB2" w14:textId="77777777" w:rsidR="00E93D6B" w:rsidRPr="008C6DE4" w:rsidRDefault="00E93D6B" w:rsidP="00E93D6B">
      <w:pPr>
        <w:pStyle w:val="EW"/>
      </w:pPr>
      <w:r w:rsidRPr="008C6DE4">
        <w:t>EN-DC</w:t>
      </w:r>
      <w:r w:rsidRPr="008C6DE4">
        <w:tab/>
        <w:t>E-UTRA-NR Dual Connectivity</w:t>
      </w:r>
    </w:p>
    <w:p w14:paraId="25346AE5" w14:textId="77777777" w:rsidR="00E93D6B" w:rsidRPr="008C6DE4" w:rsidRDefault="00E93D6B" w:rsidP="00E93D6B">
      <w:pPr>
        <w:pStyle w:val="EW"/>
      </w:pPr>
      <w:r w:rsidRPr="008C6DE4">
        <w:t>FDD</w:t>
      </w:r>
      <w:r w:rsidRPr="008C6DE4">
        <w:tab/>
        <w:t>Frequency Division Duplex</w:t>
      </w:r>
    </w:p>
    <w:p w14:paraId="66F59726" w14:textId="77777777" w:rsidR="00E93D6B" w:rsidRPr="008C6DE4" w:rsidRDefault="00E93D6B" w:rsidP="00E93D6B">
      <w:pPr>
        <w:pStyle w:val="EW"/>
      </w:pPr>
      <w:r w:rsidRPr="008C6DE4">
        <w:t>FR</w:t>
      </w:r>
      <w:r w:rsidRPr="008C6DE4">
        <w:tab/>
        <w:t>Frequency Range</w:t>
      </w:r>
    </w:p>
    <w:p w14:paraId="76B48357" w14:textId="77777777" w:rsidR="00E93D6B" w:rsidRPr="008C6DE4" w:rsidRDefault="00E93D6B" w:rsidP="00E93D6B">
      <w:pPr>
        <w:pStyle w:val="EW"/>
      </w:pPr>
      <w:r w:rsidRPr="008C6DE4">
        <w:t>HARQ</w:t>
      </w:r>
      <w:r w:rsidRPr="008C6DE4">
        <w:tab/>
        <w:t>Hybrid Automatic Repeat Request</w:t>
      </w:r>
    </w:p>
    <w:p w14:paraId="061F8816" w14:textId="77777777" w:rsidR="00E93D6B" w:rsidRPr="008C6DE4" w:rsidRDefault="00E93D6B" w:rsidP="00E93D6B">
      <w:pPr>
        <w:pStyle w:val="EW"/>
      </w:pPr>
      <w:r w:rsidRPr="008C6DE4">
        <w:t>HO</w:t>
      </w:r>
      <w:r w:rsidRPr="008C6DE4">
        <w:tab/>
        <w:t>Handover</w:t>
      </w:r>
    </w:p>
    <w:p w14:paraId="02B461A1" w14:textId="77777777" w:rsidR="00E93D6B" w:rsidRPr="008C6DE4" w:rsidRDefault="00E93D6B" w:rsidP="00E93D6B">
      <w:pPr>
        <w:pStyle w:val="EW"/>
      </w:pPr>
      <w:r w:rsidRPr="008C6DE4">
        <w:rPr>
          <w:rFonts w:eastAsia="Times New Roman"/>
        </w:rPr>
        <w:t>L1-RSRP</w:t>
      </w:r>
      <w:r w:rsidRPr="008C6DE4">
        <w:rPr>
          <w:rFonts w:eastAsia="Times New Roman"/>
        </w:rPr>
        <w:tab/>
        <w:t>Layer 1 RSRP</w:t>
      </w:r>
    </w:p>
    <w:p w14:paraId="5D12025A" w14:textId="77777777" w:rsidR="00E93D6B" w:rsidRPr="008C6DE4" w:rsidRDefault="00E93D6B" w:rsidP="00E93D6B">
      <w:pPr>
        <w:pStyle w:val="EW"/>
      </w:pPr>
      <w:r w:rsidRPr="008C6DE4">
        <w:t>MAC</w:t>
      </w:r>
      <w:r w:rsidRPr="008C6DE4">
        <w:tab/>
        <w:t>Medium Access Control</w:t>
      </w:r>
    </w:p>
    <w:p w14:paraId="16F11EA0" w14:textId="77777777" w:rsidR="00E93D6B" w:rsidRPr="008C6DE4" w:rsidRDefault="00E93D6B" w:rsidP="00E93D6B">
      <w:pPr>
        <w:pStyle w:val="EW"/>
      </w:pPr>
      <w:r w:rsidRPr="008C6DE4">
        <w:t>MCG</w:t>
      </w:r>
      <w:r w:rsidRPr="008C6DE4">
        <w:tab/>
        <w:t>Master Cell Group</w:t>
      </w:r>
    </w:p>
    <w:p w14:paraId="3B30A822" w14:textId="77777777" w:rsidR="00E93D6B" w:rsidRPr="008C6DE4" w:rsidRDefault="00E93D6B" w:rsidP="00E93D6B">
      <w:pPr>
        <w:pStyle w:val="EW"/>
      </w:pPr>
      <w:r w:rsidRPr="008C6DE4">
        <w:t>MG</w:t>
      </w:r>
      <w:r w:rsidRPr="008C6DE4">
        <w:tab/>
        <w:t>Measurement Gap</w:t>
      </w:r>
    </w:p>
    <w:p w14:paraId="54AEE92E" w14:textId="77777777" w:rsidR="00E93D6B" w:rsidRPr="008C6DE4" w:rsidRDefault="00E93D6B" w:rsidP="00E93D6B">
      <w:pPr>
        <w:pStyle w:val="EW"/>
      </w:pPr>
      <w:r w:rsidRPr="008C6DE4">
        <w:t>MGL</w:t>
      </w:r>
      <w:r w:rsidRPr="008C6DE4">
        <w:tab/>
        <w:t>Measurement Gap Length</w:t>
      </w:r>
    </w:p>
    <w:p w14:paraId="553478D4" w14:textId="77777777" w:rsidR="00E93D6B" w:rsidRPr="008C6DE4" w:rsidRDefault="00E93D6B" w:rsidP="00E93D6B">
      <w:pPr>
        <w:pStyle w:val="EW"/>
      </w:pPr>
      <w:r w:rsidRPr="008C6DE4">
        <w:t>MGRP</w:t>
      </w:r>
      <w:r w:rsidRPr="008C6DE4">
        <w:tab/>
        <w:t>Measurement Gap Repetition Period</w:t>
      </w:r>
    </w:p>
    <w:p w14:paraId="590C452A" w14:textId="77777777" w:rsidR="00E93D6B" w:rsidRPr="008C6DE4" w:rsidRDefault="00E93D6B" w:rsidP="00E93D6B">
      <w:pPr>
        <w:pStyle w:val="EW"/>
        <w:rPr>
          <w:lang w:val="sv-FI"/>
        </w:rPr>
      </w:pPr>
      <w:r w:rsidRPr="008C6DE4">
        <w:rPr>
          <w:lang w:val="sv-FI"/>
        </w:rPr>
        <w:t>MIB</w:t>
      </w:r>
      <w:r w:rsidRPr="008C6DE4">
        <w:rPr>
          <w:lang w:val="sv-FI"/>
        </w:rPr>
        <w:tab/>
        <w:t>Master Information Block</w:t>
      </w:r>
    </w:p>
    <w:p w14:paraId="46C64887" w14:textId="77777777" w:rsidR="00E93D6B" w:rsidRPr="008C6DE4" w:rsidRDefault="00E93D6B" w:rsidP="00E93D6B">
      <w:pPr>
        <w:pStyle w:val="EW"/>
        <w:rPr>
          <w:lang w:val="sv-FI"/>
        </w:rPr>
      </w:pPr>
      <w:r w:rsidRPr="008C6DE4">
        <w:rPr>
          <w:lang w:val="sv-FI"/>
        </w:rPr>
        <w:t>MN</w:t>
      </w:r>
      <w:r w:rsidRPr="008C6DE4">
        <w:rPr>
          <w:lang w:val="sv-FI"/>
        </w:rPr>
        <w:tab/>
        <w:t>Master Node</w:t>
      </w:r>
    </w:p>
    <w:p w14:paraId="3FD94EF1" w14:textId="77777777" w:rsidR="00E93D6B" w:rsidRPr="008C6DE4" w:rsidRDefault="00E93D6B" w:rsidP="00E93D6B">
      <w:pPr>
        <w:pStyle w:val="EW"/>
      </w:pPr>
      <w:r w:rsidRPr="008C6DE4">
        <w:t>MR-DC</w:t>
      </w:r>
      <w:r w:rsidRPr="008C6DE4">
        <w:tab/>
        <w:t>Multi-Radio Dual Connectivity</w:t>
      </w:r>
    </w:p>
    <w:p w14:paraId="0EB63C9C" w14:textId="77777777" w:rsidR="00E93D6B" w:rsidRPr="008C6DE4" w:rsidRDefault="00E93D6B" w:rsidP="00E93D6B">
      <w:pPr>
        <w:pStyle w:val="EW"/>
        <w:rPr>
          <w:lang w:val="en-US"/>
        </w:rPr>
      </w:pPr>
      <w:r w:rsidRPr="008C6DE4">
        <w:rPr>
          <w:lang w:val="en-US"/>
        </w:rPr>
        <w:t>NE-DC</w:t>
      </w:r>
      <w:r w:rsidRPr="008C6DE4">
        <w:rPr>
          <w:lang w:val="en-US"/>
        </w:rPr>
        <w:tab/>
        <w:t>NR-E-UTRA Dual Connectivity</w:t>
      </w:r>
    </w:p>
    <w:p w14:paraId="003FE3F9" w14:textId="77777777" w:rsidR="00E93D6B" w:rsidRPr="008C6DE4" w:rsidRDefault="00E93D6B" w:rsidP="00E93D6B">
      <w:pPr>
        <w:pStyle w:val="EW"/>
        <w:rPr>
          <w:lang w:val="en-US"/>
        </w:rPr>
      </w:pPr>
      <w:r w:rsidRPr="008C6DE4">
        <w:rPr>
          <w:lang w:val="en-US"/>
        </w:rPr>
        <w:t>NGEN-DC</w:t>
      </w:r>
      <w:r w:rsidRPr="008C6DE4">
        <w:rPr>
          <w:lang w:val="en-US"/>
        </w:rPr>
        <w:tab/>
        <w:t>NG-RAN E-UTRA-NR Dual Connectivity</w:t>
      </w:r>
    </w:p>
    <w:p w14:paraId="2E197CE2" w14:textId="77777777" w:rsidR="00E93D6B" w:rsidRPr="008C6DE4" w:rsidRDefault="00E93D6B" w:rsidP="00E93D6B">
      <w:pPr>
        <w:pStyle w:val="EW"/>
      </w:pPr>
      <w:r w:rsidRPr="008C6DE4">
        <w:t>NR</w:t>
      </w:r>
      <w:r w:rsidRPr="008C6DE4">
        <w:tab/>
        <w:t>New Radio</w:t>
      </w:r>
    </w:p>
    <w:p w14:paraId="22D8B123" w14:textId="77777777" w:rsidR="00E93D6B" w:rsidRPr="008C6DE4" w:rsidRDefault="00E93D6B" w:rsidP="00E93D6B">
      <w:pPr>
        <w:pStyle w:val="EW"/>
        <w:rPr>
          <w:lang w:val="en-US"/>
        </w:rPr>
      </w:pPr>
      <w:r w:rsidRPr="008C6DE4">
        <w:rPr>
          <w:lang w:val="en-US"/>
        </w:rPr>
        <w:t>NR-DC</w:t>
      </w:r>
      <w:r w:rsidRPr="008C6DE4">
        <w:rPr>
          <w:lang w:val="en-US"/>
        </w:rPr>
        <w:tab/>
        <w:t>NR-NR Dual Connectivity</w:t>
      </w:r>
    </w:p>
    <w:p w14:paraId="6E105511" w14:textId="77777777" w:rsidR="00E93D6B" w:rsidRPr="008C6DE4" w:rsidRDefault="00E93D6B" w:rsidP="00E93D6B">
      <w:pPr>
        <w:pStyle w:val="EW"/>
      </w:pPr>
      <w:r w:rsidRPr="008C6DE4">
        <w:t>OFDM</w:t>
      </w:r>
      <w:r w:rsidRPr="008C6DE4">
        <w:tab/>
        <w:t>Orthogonal Frequency Division Multiplexing</w:t>
      </w:r>
    </w:p>
    <w:p w14:paraId="039C66B7" w14:textId="77777777" w:rsidR="00E93D6B" w:rsidRPr="008C6DE4" w:rsidRDefault="00E93D6B" w:rsidP="00E93D6B">
      <w:pPr>
        <w:pStyle w:val="EW"/>
      </w:pPr>
      <w:r w:rsidRPr="008C6DE4">
        <w:t>OFDMA</w:t>
      </w:r>
      <w:r w:rsidRPr="008C6DE4">
        <w:tab/>
        <w:t>Orthogonal Frequency Division Multiple Access</w:t>
      </w:r>
    </w:p>
    <w:p w14:paraId="221D1F92" w14:textId="77777777" w:rsidR="00E93D6B" w:rsidRPr="008C6DE4" w:rsidRDefault="00E93D6B" w:rsidP="00E93D6B">
      <w:pPr>
        <w:pStyle w:val="EW"/>
      </w:pPr>
      <w:r w:rsidRPr="008C6DE4">
        <w:lastRenderedPageBreak/>
        <w:t>OTDOA</w:t>
      </w:r>
      <w:r w:rsidRPr="008C6DE4">
        <w:tab/>
        <w:t>Observed Time Difference Of Arrival</w:t>
      </w:r>
    </w:p>
    <w:p w14:paraId="5250FA81" w14:textId="77777777" w:rsidR="00E93D6B" w:rsidRPr="008C6DE4" w:rsidRDefault="00E93D6B" w:rsidP="00E93D6B">
      <w:pPr>
        <w:pStyle w:val="EW"/>
      </w:pPr>
      <w:r w:rsidRPr="008C6DE4">
        <w:t>PBCH</w:t>
      </w:r>
      <w:r w:rsidRPr="008C6DE4">
        <w:tab/>
        <w:t>Physical Broadcast Channel</w:t>
      </w:r>
    </w:p>
    <w:p w14:paraId="07A7183C" w14:textId="77777777" w:rsidR="00E93D6B" w:rsidRPr="008C6DE4" w:rsidRDefault="00E93D6B" w:rsidP="00E93D6B">
      <w:pPr>
        <w:pStyle w:val="EW"/>
      </w:pPr>
      <w:r w:rsidRPr="008C6DE4">
        <w:rPr>
          <w:rFonts w:eastAsia="Times New Roman"/>
        </w:rPr>
        <w:t>PCC</w:t>
      </w:r>
      <w:r w:rsidRPr="008C6DE4">
        <w:rPr>
          <w:rFonts w:eastAsia="Times New Roman"/>
        </w:rPr>
        <w:tab/>
        <w:t>Primary Component Carrier</w:t>
      </w:r>
    </w:p>
    <w:p w14:paraId="30596275" w14:textId="77777777" w:rsidR="00E93D6B" w:rsidRPr="008C6DE4" w:rsidRDefault="00E93D6B" w:rsidP="00E93D6B">
      <w:pPr>
        <w:pStyle w:val="EW"/>
      </w:pPr>
      <w:r w:rsidRPr="008C6DE4">
        <w:t>PCell</w:t>
      </w:r>
      <w:r w:rsidRPr="008C6DE4">
        <w:tab/>
        <w:t>Primary Cell</w:t>
      </w:r>
    </w:p>
    <w:p w14:paraId="7022DFDE" w14:textId="77777777" w:rsidR="00E93D6B" w:rsidRPr="008C6DE4" w:rsidRDefault="00E93D6B" w:rsidP="00E93D6B">
      <w:pPr>
        <w:pStyle w:val="EW"/>
      </w:pPr>
      <w:r w:rsidRPr="008C6DE4">
        <w:t>PDCCH</w:t>
      </w:r>
      <w:r w:rsidRPr="008C6DE4">
        <w:tab/>
        <w:t>Physical Downlink Control Channel</w:t>
      </w:r>
    </w:p>
    <w:p w14:paraId="04F33ECA" w14:textId="77777777" w:rsidR="00E93D6B" w:rsidRPr="008C6DE4" w:rsidRDefault="00E93D6B" w:rsidP="00E93D6B">
      <w:pPr>
        <w:pStyle w:val="EW"/>
      </w:pPr>
      <w:r w:rsidRPr="008C6DE4">
        <w:t>PDSCH</w:t>
      </w:r>
      <w:r w:rsidRPr="008C6DE4">
        <w:tab/>
        <w:t>Physical Downlink Shared Channel</w:t>
      </w:r>
    </w:p>
    <w:p w14:paraId="02BC77AB" w14:textId="77777777" w:rsidR="00E93D6B" w:rsidRPr="008C6DE4" w:rsidRDefault="00E93D6B" w:rsidP="00E93D6B">
      <w:pPr>
        <w:pStyle w:val="EW"/>
      </w:pPr>
      <w:r w:rsidRPr="008C6DE4">
        <w:t>PLMN</w:t>
      </w:r>
      <w:r w:rsidRPr="008C6DE4">
        <w:tab/>
        <w:t>Public Land Mobile Network</w:t>
      </w:r>
    </w:p>
    <w:p w14:paraId="13479C03" w14:textId="77777777" w:rsidR="00E93D6B" w:rsidRPr="008C6DE4" w:rsidRDefault="00E93D6B" w:rsidP="00E93D6B">
      <w:pPr>
        <w:pStyle w:val="EW"/>
      </w:pPr>
      <w:r w:rsidRPr="008C6DE4">
        <w:t>PRACH</w:t>
      </w:r>
      <w:r w:rsidRPr="008C6DE4">
        <w:tab/>
        <w:t>Physical RACH</w:t>
      </w:r>
    </w:p>
    <w:p w14:paraId="3D38DE1B" w14:textId="77777777" w:rsidR="00E93D6B" w:rsidRPr="008C6DE4" w:rsidRDefault="00E93D6B" w:rsidP="00E93D6B">
      <w:pPr>
        <w:pStyle w:val="EW"/>
      </w:pPr>
      <w:r w:rsidRPr="008C6DE4">
        <w:t>PSCell</w:t>
      </w:r>
      <w:r w:rsidRPr="008C6DE4">
        <w:tab/>
        <w:t>Primary SCell</w:t>
      </w:r>
    </w:p>
    <w:p w14:paraId="49AD996F" w14:textId="77777777" w:rsidR="00E93D6B" w:rsidRPr="008C6DE4" w:rsidRDefault="00E93D6B" w:rsidP="00E93D6B">
      <w:pPr>
        <w:pStyle w:val="EW"/>
      </w:pPr>
      <w:r w:rsidRPr="008C6DE4">
        <w:t>PSS</w:t>
      </w:r>
      <w:r w:rsidRPr="008C6DE4">
        <w:tab/>
        <w:t>Primary Synchronization Signal</w:t>
      </w:r>
    </w:p>
    <w:p w14:paraId="23E4192F" w14:textId="77777777" w:rsidR="00E93D6B" w:rsidRPr="008C6DE4" w:rsidRDefault="00E93D6B" w:rsidP="00E93D6B">
      <w:pPr>
        <w:pStyle w:val="EW"/>
      </w:pPr>
      <w:r w:rsidRPr="008C6DE4">
        <w:rPr>
          <w:rFonts w:eastAsia="Times New Roman"/>
        </w:rPr>
        <w:t>pTAG</w:t>
      </w:r>
      <w:r w:rsidRPr="008C6DE4">
        <w:rPr>
          <w:rFonts w:eastAsia="Times New Roman"/>
        </w:rPr>
        <w:tab/>
        <w:t>Primary Timing Advance Group</w:t>
      </w:r>
    </w:p>
    <w:p w14:paraId="00A6DC19" w14:textId="77777777" w:rsidR="00E93D6B" w:rsidRPr="008C6DE4" w:rsidRDefault="00E93D6B" w:rsidP="00E93D6B">
      <w:pPr>
        <w:pStyle w:val="EW"/>
      </w:pPr>
      <w:r w:rsidRPr="008C6DE4">
        <w:t>PUCCH</w:t>
      </w:r>
      <w:r w:rsidRPr="008C6DE4">
        <w:tab/>
        <w:t>Physical Uplink Control Channel</w:t>
      </w:r>
    </w:p>
    <w:p w14:paraId="1C564B27" w14:textId="77777777" w:rsidR="00E93D6B" w:rsidRPr="008C6DE4" w:rsidRDefault="00E93D6B" w:rsidP="00E93D6B">
      <w:pPr>
        <w:pStyle w:val="EW"/>
      </w:pPr>
      <w:r w:rsidRPr="008C6DE4">
        <w:t>PUSCH</w:t>
      </w:r>
      <w:r w:rsidRPr="008C6DE4">
        <w:tab/>
        <w:t>Physical Uplink Shared Channel</w:t>
      </w:r>
    </w:p>
    <w:p w14:paraId="358DE71E" w14:textId="77777777" w:rsidR="00E93D6B" w:rsidRPr="008C6DE4" w:rsidRDefault="00E93D6B" w:rsidP="00E93D6B">
      <w:pPr>
        <w:pStyle w:val="EW"/>
      </w:pPr>
      <w:r w:rsidRPr="008C6DE4">
        <w:t>QCL</w:t>
      </w:r>
      <w:r w:rsidRPr="008C6DE4">
        <w:tab/>
        <w:t>Quasi Co-Location</w:t>
      </w:r>
    </w:p>
    <w:p w14:paraId="1FE847F9" w14:textId="77777777" w:rsidR="00E93D6B" w:rsidRPr="008C6DE4" w:rsidRDefault="00E93D6B" w:rsidP="00E93D6B">
      <w:pPr>
        <w:pStyle w:val="EW"/>
      </w:pPr>
      <w:r w:rsidRPr="008C6DE4">
        <w:t>RACH</w:t>
      </w:r>
      <w:r w:rsidRPr="008C6DE4">
        <w:tab/>
        <w:t>Random Access Channel</w:t>
      </w:r>
    </w:p>
    <w:p w14:paraId="2D1DE3FD" w14:textId="77777777" w:rsidR="00E93D6B" w:rsidRPr="008C6DE4" w:rsidRDefault="00E93D6B" w:rsidP="00E93D6B">
      <w:pPr>
        <w:pStyle w:val="EW"/>
      </w:pPr>
      <w:r w:rsidRPr="008C6DE4">
        <w:t>RAT</w:t>
      </w:r>
      <w:r w:rsidRPr="008C6DE4">
        <w:tab/>
        <w:t>Radio Access Technology</w:t>
      </w:r>
    </w:p>
    <w:p w14:paraId="6EC03427" w14:textId="77777777" w:rsidR="00E93D6B" w:rsidRPr="008C6DE4" w:rsidRDefault="00E93D6B" w:rsidP="00E93D6B">
      <w:pPr>
        <w:pStyle w:val="EW"/>
      </w:pPr>
      <w:r w:rsidRPr="008C6DE4">
        <w:t>RLM</w:t>
      </w:r>
      <w:r w:rsidRPr="008C6DE4">
        <w:tab/>
        <w:t>Radio Link Monitoring</w:t>
      </w:r>
    </w:p>
    <w:p w14:paraId="5E9DB4CD" w14:textId="77777777" w:rsidR="00E93D6B" w:rsidRPr="008C6DE4" w:rsidRDefault="00E93D6B" w:rsidP="00E93D6B">
      <w:pPr>
        <w:pStyle w:val="EW"/>
      </w:pPr>
      <w:r w:rsidRPr="008C6DE4">
        <w:t>RLM-RS</w:t>
      </w:r>
      <w:r w:rsidRPr="008C6DE4">
        <w:tab/>
        <w:t>Reference Signal for RLM</w:t>
      </w:r>
    </w:p>
    <w:p w14:paraId="632E0765" w14:textId="77777777" w:rsidR="00E93D6B" w:rsidRPr="008C6DE4" w:rsidRDefault="00E93D6B" w:rsidP="00E93D6B">
      <w:pPr>
        <w:pStyle w:val="EW"/>
      </w:pPr>
      <w:r w:rsidRPr="008C6DE4">
        <w:t>RMSI</w:t>
      </w:r>
      <w:r w:rsidRPr="008C6DE4">
        <w:tab/>
        <w:t>Remaining Minimum System Information</w:t>
      </w:r>
    </w:p>
    <w:p w14:paraId="77DE8F3F" w14:textId="77777777" w:rsidR="00E93D6B" w:rsidRPr="008C6DE4" w:rsidRDefault="00E93D6B" w:rsidP="00E93D6B">
      <w:pPr>
        <w:pStyle w:val="EW"/>
      </w:pPr>
      <w:r w:rsidRPr="008C6DE4">
        <w:t>RRC</w:t>
      </w:r>
      <w:r w:rsidRPr="008C6DE4">
        <w:tab/>
        <w:t>Radio Resource Control</w:t>
      </w:r>
    </w:p>
    <w:p w14:paraId="302A50C2" w14:textId="77777777" w:rsidR="00E93D6B" w:rsidRPr="008C6DE4" w:rsidRDefault="00E93D6B" w:rsidP="00E93D6B">
      <w:pPr>
        <w:pStyle w:val="EW"/>
      </w:pPr>
      <w:r w:rsidRPr="008C6DE4">
        <w:t>RRM</w:t>
      </w:r>
      <w:r w:rsidRPr="008C6DE4">
        <w:tab/>
        <w:t>Radio Resource Management</w:t>
      </w:r>
    </w:p>
    <w:p w14:paraId="6268F977" w14:textId="77777777" w:rsidR="00E93D6B" w:rsidRPr="008C6DE4" w:rsidRDefault="00E93D6B" w:rsidP="00E93D6B">
      <w:pPr>
        <w:pStyle w:val="EW"/>
      </w:pPr>
      <w:r w:rsidRPr="008C6DE4">
        <w:t>RSSI</w:t>
      </w:r>
      <w:r w:rsidRPr="008C6DE4">
        <w:tab/>
        <w:t>Received Signal Strength Indicator</w:t>
      </w:r>
    </w:p>
    <w:p w14:paraId="70374602" w14:textId="77777777" w:rsidR="00E93D6B" w:rsidRPr="008C6DE4" w:rsidRDefault="00E93D6B" w:rsidP="00E93D6B">
      <w:pPr>
        <w:pStyle w:val="EW"/>
        <w:rPr>
          <w:lang w:val="en-US"/>
        </w:rPr>
      </w:pPr>
      <w:r w:rsidRPr="008C6DE4">
        <w:rPr>
          <w:lang w:val="en-US"/>
        </w:rPr>
        <w:t>RSTD</w:t>
      </w:r>
      <w:r w:rsidRPr="008C6DE4">
        <w:rPr>
          <w:lang w:val="en-US"/>
        </w:rPr>
        <w:tab/>
        <w:t>Reference Signal Time Difference</w:t>
      </w:r>
    </w:p>
    <w:p w14:paraId="1385BDA1" w14:textId="77777777" w:rsidR="00E93D6B" w:rsidRPr="008C6DE4" w:rsidRDefault="00E93D6B" w:rsidP="00E93D6B">
      <w:pPr>
        <w:pStyle w:val="EW"/>
      </w:pPr>
      <w:r w:rsidRPr="008C6DE4">
        <w:t>SA</w:t>
      </w:r>
      <w:r w:rsidRPr="008C6DE4">
        <w:tab/>
        <w:t>Standalone operation mode</w:t>
      </w:r>
    </w:p>
    <w:p w14:paraId="0CC8898E" w14:textId="77777777" w:rsidR="00E93D6B" w:rsidRPr="008C6DE4" w:rsidRDefault="00E93D6B" w:rsidP="00E93D6B">
      <w:pPr>
        <w:pStyle w:val="EW"/>
      </w:pPr>
      <w:r w:rsidRPr="008C6DE4">
        <w:t>SCC</w:t>
      </w:r>
      <w:r w:rsidRPr="008C6DE4">
        <w:tab/>
        <w:t>Secondary Component Carrier</w:t>
      </w:r>
    </w:p>
    <w:p w14:paraId="0451CBAE" w14:textId="77777777" w:rsidR="00E93D6B" w:rsidRPr="008C6DE4" w:rsidRDefault="00E93D6B" w:rsidP="00E93D6B">
      <w:pPr>
        <w:pStyle w:val="EW"/>
      </w:pPr>
      <w:r w:rsidRPr="008C6DE4">
        <w:t>SCell</w:t>
      </w:r>
      <w:r w:rsidRPr="008C6DE4">
        <w:tab/>
        <w:t>Secondary Cell</w:t>
      </w:r>
    </w:p>
    <w:p w14:paraId="50FF8370" w14:textId="77777777" w:rsidR="00E93D6B" w:rsidRPr="008C6DE4" w:rsidRDefault="00E93D6B" w:rsidP="00E93D6B">
      <w:pPr>
        <w:pStyle w:val="EW"/>
      </w:pPr>
      <w:r w:rsidRPr="008C6DE4">
        <w:t>SCG</w:t>
      </w:r>
      <w:r w:rsidRPr="008C6DE4">
        <w:tab/>
        <w:t>Secondary Cell Group</w:t>
      </w:r>
    </w:p>
    <w:p w14:paraId="7562467C" w14:textId="77777777" w:rsidR="00E93D6B" w:rsidRPr="008C6DE4" w:rsidRDefault="00E93D6B" w:rsidP="00E93D6B">
      <w:pPr>
        <w:pStyle w:val="EW"/>
      </w:pPr>
      <w:r w:rsidRPr="008C6DE4">
        <w:t>SCS</w:t>
      </w:r>
      <w:r w:rsidRPr="008C6DE4">
        <w:tab/>
        <w:t>Subcarrier Spacing</w:t>
      </w:r>
    </w:p>
    <w:p w14:paraId="56370B57" w14:textId="77777777" w:rsidR="00E93D6B" w:rsidRPr="008C6DE4" w:rsidRDefault="00E93D6B" w:rsidP="00E93D6B">
      <w:pPr>
        <w:pStyle w:val="EW"/>
      </w:pPr>
      <w:r w:rsidRPr="008C6DE4">
        <w:t>SCS</w:t>
      </w:r>
      <w:r w:rsidRPr="008C6DE4">
        <w:rPr>
          <w:vertAlign w:val="subscript"/>
        </w:rPr>
        <w:t>SSB</w:t>
      </w:r>
      <w:r w:rsidRPr="008C6DE4">
        <w:tab/>
        <w:t>SSB subcarrier spacing</w:t>
      </w:r>
    </w:p>
    <w:p w14:paraId="18BAF208" w14:textId="77777777" w:rsidR="00E93D6B" w:rsidRPr="008C6DE4" w:rsidRDefault="00E93D6B" w:rsidP="00E93D6B">
      <w:pPr>
        <w:pStyle w:val="EW"/>
      </w:pPr>
      <w:r w:rsidRPr="008C6DE4">
        <w:t>SDL</w:t>
      </w:r>
      <w:r w:rsidRPr="008C6DE4">
        <w:tab/>
        <w:t>Supplementary Downlink</w:t>
      </w:r>
    </w:p>
    <w:p w14:paraId="56E3E62F" w14:textId="77777777" w:rsidR="00E93D6B" w:rsidRPr="008C6DE4" w:rsidRDefault="00E93D6B" w:rsidP="00E93D6B">
      <w:pPr>
        <w:pStyle w:val="EW"/>
        <w:rPr>
          <w:lang w:val="en-US"/>
        </w:rPr>
      </w:pPr>
      <w:r w:rsidRPr="008C6DE4">
        <w:rPr>
          <w:lang w:val="en-US"/>
        </w:rPr>
        <w:t>SFN</w:t>
      </w:r>
      <w:r w:rsidRPr="008C6DE4">
        <w:rPr>
          <w:lang w:val="en-US"/>
        </w:rPr>
        <w:tab/>
        <w:t>System Frame Number</w:t>
      </w:r>
    </w:p>
    <w:p w14:paraId="103E5C23" w14:textId="436159EB" w:rsidR="00FB5199" w:rsidRPr="008C6DE4" w:rsidRDefault="00E93D6B" w:rsidP="00E93D6B">
      <w:pPr>
        <w:pStyle w:val="EW"/>
      </w:pPr>
      <w:r w:rsidRPr="008C6DE4">
        <w:t>SFTD</w:t>
      </w:r>
      <w:r w:rsidRPr="008C6DE4">
        <w:tab/>
        <w:t>SFN and Frame Timing Difference</w:t>
      </w:r>
    </w:p>
    <w:p w14:paraId="7CB3E200" w14:textId="5F4C6151" w:rsidR="00E93D6B" w:rsidRPr="008C6DE4" w:rsidRDefault="00E93D6B" w:rsidP="00E93D6B">
      <w:pPr>
        <w:pStyle w:val="EW"/>
        <w:rPr>
          <w:lang w:val="sv-FI"/>
        </w:rPr>
      </w:pPr>
      <w:r w:rsidRPr="008C6DE4">
        <w:rPr>
          <w:lang w:val="sv-FI"/>
        </w:rPr>
        <w:t>SI</w:t>
      </w:r>
      <w:r w:rsidRPr="008C6DE4">
        <w:rPr>
          <w:lang w:val="sv-FI"/>
        </w:rPr>
        <w:tab/>
        <w:t>System Information</w:t>
      </w:r>
    </w:p>
    <w:p w14:paraId="1BF20886" w14:textId="77777777" w:rsidR="00E93D6B" w:rsidRPr="008C6DE4" w:rsidRDefault="00E93D6B" w:rsidP="00E93D6B">
      <w:pPr>
        <w:pStyle w:val="EW"/>
        <w:rPr>
          <w:lang w:val="sv-FI"/>
        </w:rPr>
      </w:pPr>
      <w:r w:rsidRPr="008C6DE4">
        <w:rPr>
          <w:lang w:val="sv-FI"/>
        </w:rPr>
        <w:t>SIB</w:t>
      </w:r>
      <w:r w:rsidRPr="008C6DE4">
        <w:rPr>
          <w:lang w:val="sv-FI"/>
        </w:rPr>
        <w:tab/>
        <w:t>System Information Block</w:t>
      </w:r>
    </w:p>
    <w:p w14:paraId="2F3DBAF2" w14:textId="77777777" w:rsidR="00E93D6B" w:rsidRPr="008C6DE4" w:rsidRDefault="00E93D6B" w:rsidP="00E93D6B">
      <w:pPr>
        <w:pStyle w:val="EW"/>
      </w:pPr>
      <w:r w:rsidRPr="008C6DE4">
        <w:t>SMTC</w:t>
      </w:r>
      <w:r w:rsidRPr="008C6DE4">
        <w:tab/>
        <w:t>SSB-based Measurement Timing configuration</w:t>
      </w:r>
    </w:p>
    <w:p w14:paraId="6E39AD94" w14:textId="77777777" w:rsidR="00E93D6B" w:rsidRPr="008C6DE4" w:rsidRDefault="00E93D6B" w:rsidP="00E93D6B">
      <w:pPr>
        <w:pStyle w:val="EW"/>
      </w:pPr>
      <w:r w:rsidRPr="008C6DE4">
        <w:t>SpCell</w:t>
      </w:r>
      <w:r w:rsidRPr="008C6DE4">
        <w:tab/>
        <w:t>Special Cell</w:t>
      </w:r>
    </w:p>
    <w:p w14:paraId="35C4F489" w14:textId="77777777" w:rsidR="00E93D6B" w:rsidRPr="008C6DE4" w:rsidRDefault="00E93D6B" w:rsidP="00E93D6B">
      <w:pPr>
        <w:pStyle w:val="EW"/>
        <w:keepNext/>
      </w:pPr>
      <w:r w:rsidRPr="008C6DE4">
        <w:t>SRS</w:t>
      </w:r>
      <w:r w:rsidRPr="008C6DE4">
        <w:tab/>
        <w:t>Sounding Reference Signal</w:t>
      </w:r>
    </w:p>
    <w:p w14:paraId="5FE609A7" w14:textId="77777777" w:rsidR="00E93D6B" w:rsidRPr="008C6DE4" w:rsidRDefault="00E93D6B" w:rsidP="00E93D6B">
      <w:pPr>
        <w:pStyle w:val="EW"/>
        <w:keepNext/>
      </w:pPr>
      <w:r w:rsidRPr="008C6DE4">
        <w:t>SS-RSRP</w:t>
      </w:r>
      <w:r w:rsidRPr="008C6DE4">
        <w:tab/>
        <w:t>Synchronization Signal based Reference Signal Received Power</w:t>
      </w:r>
    </w:p>
    <w:p w14:paraId="170D3C5D" w14:textId="77777777" w:rsidR="00E93D6B" w:rsidRPr="008C6DE4" w:rsidRDefault="00E93D6B" w:rsidP="00E93D6B">
      <w:pPr>
        <w:pStyle w:val="EW"/>
        <w:keepNext/>
      </w:pPr>
      <w:r w:rsidRPr="008C6DE4">
        <w:t>SS-RSRQ</w:t>
      </w:r>
      <w:r w:rsidRPr="008C6DE4">
        <w:tab/>
        <w:t>Synchronization Signal based Reference Signal Received Quality</w:t>
      </w:r>
    </w:p>
    <w:p w14:paraId="71D17674" w14:textId="77777777" w:rsidR="00E93D6B" w:rsidRPr="008C6DE4" w:rsidRDefault="00E93D6B" w:rsidP="00E93D6B">
      <w:pPr>
        <w:pStyle w:val="EW"/>
      </w:pPr>
      <w:r w:rsidRPr="008C6DE4">
        <w:t>SS-SINR</w:t>
      </w:r>
      <w:r w:rsidRPr="008C6DE4">
        <w:tab/>
        <w:t>Synchronization Signal based Signal to Noise and Interference Ratio</w:t>
      </w:r>
    </w:p>
    <w:p w14:paraId="62F7031B" w14:textId="77777777" w:rsidR="007F428C" w:rsidRDefault="007F428C" w:rsidP="007F428C">
      <w:pPr>
        <w:pStyle w:val="EW"/>
      </w:pPr>
      <w:r>
        <w:t>SSB</w:t>
      </w:r>
      <w:r>
        <w:tab/>
        <w:t>Synchronization Signal Block</w:t>
      </w:r>
    </w:p>
    <w:p w14:paraId="393F002C" w14:textId="77777777" w:rsidR="007F428C" w:rsidRDefault="007F428C" w:rsidP="007F428C">
      <w:pPr>
        <w:pStyle w:val="EW"/>
      </w:pPr>
      <w:r>
        <w:t>SSB_RP</w:t>
      </w:r>
      <w:r>
        <w:tab/>
        <w:t>Received (linear) average power of the resource elements that carry NR SSB signals and channels, measured at the UE antenna connector</w:t>
      </w:r>
      <w:r>
        <w:rPr>
          <w:rFonts w:hint="eastAsia"/>
          <w:lang w:val="en-US" w:eastAsia="zh-CN"/>
        </w:rPr>
        <w:t xml:space="preserve"> or radiated interface boundary</w:t>
      </w:r>
      <w:r>
        <w:t>.</w:t>
      </w:r>
    </w:p>
    <w:p w14:paraId="40F657E6" w14:textId="77777777" w:rsidR="007F428C" w:rsidRDefault="007F428C" w:rsidP="007F428C">
      <w:pPr>
        <w:pStyle w:val="EW"/>
      </w:pPr>
      <w:r>
        <w:t>SSS</w:t>
      </w:r>
      <w:r>
        <w:tab/>
        <w:t>Secondary Synchronization Signal</w:t>
      </w:r>
    </w:p>
    <w:p w14:paraId="4596EA12" w14:textId="77777777" w:rsidR="007F428C" w:rsidRDefault="007F428C" w:rsidP="007F428C">
      <w:pPr>
        <w:pStyle w:val="EW"/>
      </w:pPr>
      <w:r>
        <w:t>sTAG</w:t>
      </w:r>
      <w:r>
        <w:tab/>
        <w:t>Secondary Timing Advance Group</w:t>
      </w:r>
    </w:p>
    <w:p w14:paraId="499E945F" w14:textId="77777777" w:rsidR="007F428C" w:rsidRDefault="007F428C" w:rsidP="007F428C">
      <w:pPr>
        <w:pStyle w:val="EW"/>
      </w:pPr>
      <w:r>
        <w:t>SUL</w:t>
      </w:r>
      <w:r>
        <w:tab/>
        <w:t>Supplementary Uplink</w:t>
      </w:r>
    </w:p>
    <w:p w14:paraId="63AEE690" w14:textId="77777777" w:rsidR="007F428C" w:rsidRDefault="007F428C" w:rsidP="007F428C">
      <w:pPr>
        <w:pStyle w:val="EW"/>
      </w:pPr>
      <w:r>
        <w:t>TA</w:t>
      </w:r>
      <w:r>
        <w:tab/>
        <w:t>Timing Advance</w:t>
      </w:r>
    </w:p>
    <w:p w14:paraId="47D00B49" w14:textId="77777777" w:rsidR="007F428C" w:rsidRDefault="007F428C" w:rsidP="007F428C">
      <w:pPr>
        <w:pStyle w:val="EW"/>
      </w:pPr>
      <w:r>
        <w:t>TAG</w:t>
      </w:r>
      <w:r>
        <w:tab/>
        <w:t>Timing Advance Group</w:t>
      </w:r>
    </w:p>
    <w:p w14:paraId="134DDBB8" w14:textId="77777777" w:rsidR="007F428C" w:rsidRDefault="007F428C" w:rsidP="007F428C">
      <w:pPr>
        <w:pStyle w:val="EW"/>
      </w:pPr>
      <w:r>
        <w:t>TCI</w:t>
      </w:r>
      <w:r>
        <w:tab/>
        <w:t>Transmission Configuration Indicator</w:t>
      </w:r>
    </w:p>
    <w:p w14:paraId="2CF2E069" w14:textId="77777777" w:rsidR="007F428C" w:rsidRDefault="007F428C" w:rsidP="007F428C">
      <w:pPr>
        <w:pStyle w:val="EW"/>
      </w:pPr>
      <w:r>
        <w:t>TDD</w:t>
      </w:r>
      <w:r>
        <w:tab/>
        <w:t>Time Division Duplex</w:t>
      </w:r>
    </w:p>
    <w:p w14:paraId="7C97E951" w14:textId="77777777" w:rsidR="007F428C" w:rsidRDefault="007F428C" w:rsidP="007F428C">
      <w:pPr>
        <w:pStyle w:val="EW"/>
      </w:pPr>
      <w:r>
        <w:t>TTI</w:t>
      </w:r>
      <w:r>
        <w:tab/>
        <w:t>Transmission Time Interval</w:t>
      </w:r>
    </w:p>
    <w:p w14:paraId="6ADECC13" w14:textId="77777777" w:rsidR="007F428C" w:rsidRDefault="007F428C" w:rsidP="007F428C">
      <w:pPr>
        <w:pStyle w:val="EW"/>
      </w:pPr>
      <w:r>
        <w:t>UE</w:t>
      </w:r>
      <w:r>
        <w:tab/>
        <w:t>User Equipment</w:t>
      </w:r>
    </w:p>
    <w:p w14:paraId="0047D44A" w14:textId="77777777" w:rsidR="007F428C" w:rsidRDefault="007F428C" w:rsidP="007F428C">
      <w:pPr>
        <w:pStyle w:val="EW"/>
      </w:pPr>
      <w:r>
        <w:t>UL</w:t>
      </w:r>
      <w:r>
        <w:tab/>
        <w:t>Uplink</w:t>
      </w:r>
    </w:p>
    <w:p w14:paraId="69489E18" w14:textId="77777777" w:rsidR="00E93D6B" w:rsidRPr="008C6DE4" w:rsidRDefault="00E93D6B" w:rsidP="00E93D6B">
      <w:pPr>
        <w:pStyle w:val="EW"/>
        <w:rPr>
          <w:lang w:eastAsia="ko-KR"/>
        </w:rPr>
      </w:pPr>
    </w:p>
    <w:p w14:paraId="21E5DBA2" w14:textId="77777777" w:rsidR="00E93D6B" w:rsidRPr="008C6DE4" w:rsidRDefault="00E93D6B" w:rsidP="00E93D6B">
      <w:pPr>
        <w:pStyle w:val="Heading2"/>
      </w:pPr>
      <w:bookmarkStart w:id="13" w:name="_Toc5952518"/>
      <w:r w:rsidRPr="008C6DE4">
        <w:lastRenderedPageBreak/>
        <w:t>3.4</w:t>
      </w:r>
      <w:r w:rsidRPr="008C6DE4">
        <w:tab/>
        <w:t>Test tolerances</w:t>
      </w:r>
      <w:bookmarkEnd w:id="13"/>
    </w:p>
    <w:p w14:paraId="68A6954C" w14:textId="65D2D1EA" w:rsidR="00C21368" w:rsidRPr="008C6DE4" w:rsidRDefault="00C21368" w:rsidP="00C21368">
      <w:pPr>
        <w:keepNext/>
        <w:rPr>
          <w:rFonts w:cs="v4.2.0"/>
          <w:snapToGrid w:val="0"/>
        </w:rPr>
      </w:pPr>
      <w:bookmarkStart w:id="14" w:name="_Toc5952519"/>
      <w:r w:rsidRPr="008C6DE4">
        <w:rPr>
          <w:rFonts w:cs="v4.2.0"/>
          <w:snapToGrid w:val="0"/>
        </w:rPr>
        <w:t>The requirements given in the present document make no allowance for measurement uncertainty. The test specification 38.5</w:t>
      </w:r>
      <w:r>
        <w:rPr>
          <w:rFonts w:cs="v4.2.0"/>
          <w:snapToGrid w:val="0"/>
        </w:rPr>
        <w:t>33</w:t>
      </w:r>
      <w:r w:rsidRPr="008C6DE4">
        <w:rPr>
          <w:rFonts w:cs="v4.2.0"/>
          <w:snapToGrid w:val="0"/>
        </w:rPr>
        <w:t xml:space="preserve"> [</w:t>
      </w:r>
      <w:r>
        <w:rPr>
          <w:rFonts w:cs="v4.2.0"/>
          <w:snapToGrid w:val="0"/>
        </w:rPr>
        <w:t>5</w:t>
      </w:r>
      <w:r w:rsidRPr="008C6DE4">
        <w:rPr>
          <w:rFonts w:cs="v4.2.0"/>
          <w:snapToGrid w:val="0"/>
        </w:rPr>
        <w:t>] defines the test tolerances.</w:t>
      </w:r>
    </w:p>
    <w:p w14:paraId="49F006B5" w14:textId="77777777" w:rsidR="00E93D6B" w:rsidRPr="008C6DE4" w:rsidRDefault="00E93D6B" w:rsidP="00E93D6B">
      <w:pPr>
        <w:pStyle w:val="Heading2"/>
      </w:pPr>
      <w:r w:rsidRPr="008C6DE4">
        <w:t>3.5</w:t>
      </w:r>
      <w:r w:rsidRPr="008C6DE4">
        <w:tab/>
        <w:t>Frequency bands grouping</w:t>
      </w:r>
      <w:bookmarkEnd w:id="14"/>
    </w:p>
    <w:p w14:paraId="183E2293" w14:textId="77777777" w:rsidR="00E93D6B" w:rsidRPr="008C6DE4" w:rsidRDefault="00E93D6B" w:rsidP="00E93D6B">
      <w:pPr>
        <w:pStyle w:val="Heading3"/>
        <w:rPr>
          <w:lang w:val="en-US" w:eastAsia="ko-KR"/>
        </w:rPr>
      </w:pPr>
      <w:bookmarkStart w:id="15" w:name="_Toc5952520"/>
      <w:r w:rsidRPr="008C6DE4">
        <w:rPr>
          <w:lang w:val="en-US" w:eastAsia="ko-KR"/>
        </w:rPr>
        <w:t>3.5.1</w:t>
      </w:r>
      <w:r w:rsidRPr="008C6DE4">
        <w:rPr>
          <w:lang w:val="en-US" w:eastAsia="ko-KR"/>
        </w:rPr>
        <w:tab/>
        <w:t>Introduction</w:t>
      </w:r>
      <w:bookmarkEnd w:id="15"/>
    </w:p>
    <w:p w14:paraId="22C12C8F" w14:textId="77777777" w:rsidR="00E93D6B" w:rsidRPr="008C6DE4" w:rsidRDefault="00E93D6B" w:rsidP="00E93D6B">
      <w:r w:rsidRPr="008C6DE4">
        <w:t>The intention with the frequency band grouping below is to increase the readability of the specification.</w:t>
      </w:r>
    </w:p>
    <w:p w14:paraId="67D7248B" w14:textId="77777777" w:rsidR="00E93D6B" w:rsidRPr="008C6DE4" w:rsidRDefault="00E93D6B" w:rsidP="00E93D6B">
      <w:r w:rsidRPr="008C6DE4">
        <w:t>The frequency bands grouping is derived based on UE REFSENS requirements specified in [18, 19, 20] and assuming 0.5 dB step between the neighbour groups. The groups are defined in the order of increasing REFSENS, i.e., the group A has the smallest REFSENS among the groups. For the same SCS and a given bandwidth, the bands within the same group have the same Io conditions in a corresponding requirement in this specification, provided the bands support this SCS. For different SCSs supported by a frequency band and the same bandwidth, different Io conditions may apply for the frequency band in the requirements, while the band group is the same, based on the lowest REFSENS requirement normalized by the number of subcarriers among its supported SCSs for this bandwidth. For the same SCS but different supported bandwidths, the group for a band is determined based on the lowest REFSENS requirement normalized by the number of subcarriers among its supported bandwidths.</w:t>
      </w:r>
    </w:p>
    <w:p w14:paraId="43A1C3FC" w14:textId="77777777" w:rsidR="00E93D6B" w:rsidRPr="008C6DE4" w:rsidRDefault="00E93D6B" w:rsidP="00E93D6B">
      <w:pPr>
        <w:pStyle w:val="Heading3"/>
        <w:rPr>
          <w:lang w:val="en-US" w:eastAsia="ko-KR"/>
        </w:rPr>
      </w:pPr>
      <w:bookmarkStart w:id="16" w:name="_Toc525607245"/>
      <w:bookmarkStart w:id="17" w:name="_Toc5952522"/>
      <w:r w:rsidRPr="008C6DE4">
        <w:rPr>
          <w:lang w:val="en-US" w:eastAsia="ko-KR"/>
        </w:rPr>
        <w:t>3.5.2</w:t>
      </w:r>
      <w:r w:rsidRPr="008C6DE4">
        <w:rPr>
          <w:lang w:val="en-US" w:eastAsia="ko-KR"/>
        </w:rPr>
        <w:tab/>
        <w:t>NR operating bands in FR1</w:t>
      </w:r>
      <w:bookmarkEnd w:id="16"/>
    </w:p>
    <w:p w14:paraId="2FE86C12" w14:textId="77777777" w:rsidR="00E93D6B" w:rsidRPr="008C6DE4" w:rsidRDefault="00E93D6B" w:rsidP="00E93D6B">
      <w:pPr>
        <w:rPr>
          <w:lang w:eastAsia="ja-JP"/>
        </w:rPr>
      </w:pPr>
      <w:r w:rsidRPr="008C6DE4">
        <w:rPr>
          <w:lang w:eastAsia="ja-JP"/>
        </w:rPr>
        <w:t>NR frequency bands grouping for FR1 is specified in Table 3.5.2-1.</w:t>
      </w:r>
    </w:p>
    <w:p w14:paraId="0286B9FF" w14:textId="77777777" w:rsidR="00E93D6B" w:rsidRPr="008C6DE4" w:rsidRDefault="00E93D6B" w:rsidP="00E93D6B">
      <w:pPr>
        <w:pStyle w:val="TH"/>
      </w:pPr>
      <w:r w:rsidRPr="008C6DE4">
        <w:t>Table 3.5.2-1: NR frequency band groups for FR1</w:t>
      </w:r>
    </w:p>
    <w:tbl>
      <w:tblPr>
        <w:tblW w:w="10731" w:type="dxa"/>
        <w:jc w:val="center"/>
        <w:tblLayout w:type="fixed"/>
        <w:tblLook w:val="01E0" w:firstRow="1" w:lastRow="1" w:firstColumn="1" w:lastColumn="1" w:noHBand="0" w:noVBand="0"/>
      </w:tblPr>
      <w:tblGrid>
        <w:gridCol w:w="766"/>
        <w:gridCol w:w="1632"/>
        <w:gridCol w:w="1657"/>
        <w:gridCol w:w="1627"/>
        <w:gridCol w:w="1785"/>
        <w:gridCol w:w="1607"/>
        <w:gridCol w:w="7"/>
        <w:gridCol w:w="1650"/>
      </w:tblGrid>
      <w:tr w:rsidR="00DD3199" w:rsidRPr="008C6DE4" w14:paraId="662EB3F9" w14:textId="77777777" w:rsidTr="00DD3199">
        <w:trPr>
          <w:trHeight w:val="225"/>
          <w:jc w:val="center"/>
        </w:trPr>
        <w:tc>
          <w:tcPr>
            <w:tcW w:w="766" w:type="dxa"/>
            <w:vMerge w:val="restart"/>
            <w:tcBorders>
              <w:top w:val="single" w:sz="4" w:space="0" w:color="auto"/>
              <w:left w:val="single" w:sz="4" w:space="0" w:color="auto"/>
              <w:bottom w:val="single" w:sz="4" w:space="0" w:color="auto"/>
              <w:right w:val="single" w:sz="4" w:space="0" w:color="auto"/>
            </w:tcBorders>
            <w:shd w:val="clear" w:color="auto" w:fill="auto"/>
          </w:tcPr>
          <w:p w14:paraId="059A1BBF" w14:textId="77777777" w:rsidR="00E93D6B" w:rsidRPr="008C6DE4" w:rsidRDefault="00E93D6B" w:rsidP="00867D3A">
            <w:pPr>
              <w:pStyle w:val="TAH"/>
              <w:rPr>
                <w:rFonts w:cs="Arial"/>
              </w:rPr>
            </w:pPr>
            <w:r w:rsidRPr="008C6DE4">
              <w:rPr>
                <w:rFonts w:cs="Arial"/>
              </w:rPr>
              <w:t>Group</w:t>
            </w:r>
          </w:p>
        </w:tc>
        <w:tc>
          <w:tcPr>
            <w:tcW w:w="3289" w:type="dxa"/>
            <w:gridSpan w:val="2"/>
            <w:tcBorders>
              <w:top w:val="single" w:sz="4" w:space="0" w:color="auto"/>
              <w:left w:val="single" w:sz="4" w:space="0" w:color="auto"/>
              <w:bottom w:val="single" w:sz="4" w:space="0" w:color="auto"/>
              <w:right w:val="single" w:sz="4" w:space="0" w:color="auto"/>
            </w:tcBorders>
            <w:shd w:val="clear" w:color="auto" w:fill="auto"/>
          </w:tcPr>
          <w:p w14:paraId="04271308" w14:textId="77777777" w:rsidR="00E93D6B" w:rsidRPr="008C6DE4" w:rsidRDefault="00E93D6B" w:rsidP="00867D3A">
            <w:pPr>
              <w:pStyle w:val="TAH"/>
              <w:rPr>
                <w:rFonts w:cs="Arial"/>
              </w:rPr>
            </w:pPr>
            <w:r w:rsidRPr="008C6DE4">
              <w:rPr>
                <w:rFonts w:cs="Arial"/>
              </w:rPr>
              <w:t>NR FDD</w:t>
            </w:r>
          </w:p>
        </w:tc>
        <w:tc>
          <w:tcPr>
            <w:tcW w:w="3412" w:type="dxa"/>
            <w:gridSpan w:val="2"/>
            <w:tcBorders>
              <w:top w:val="single" w:sz="4" w:space="0" w:color="auto"/>
              <w:left w:val="single" w:sz="4" w:space="0" w:color="auto"/>
              <w:bottom w:val="single" w:sz="4" w:space="0" w:color="auto"/>
              <w:right w:val="single" w:sz="4" w:space="0" w:color="auto"/>
            </w:tcBorders>
            <w:shd w:val="clear" w:color="auto" w:fill="auto"/>
          </w:tcPr>
          <w:p w14:paraId="6A11DD8E" w14:textId="77777777" w:rsidR="00E93D6B" w:rsidRPr="008C6DE4" w:rsidRDefault="00E93D6B" w:rsidP="00867D3A">
            <w:pPr>
              <w:pStyle w:val="TAH"/>
              <w:rPr>
                <w:rFonts w:cs="Arial"/>
              </w:rPr>
            </w:pPr>
            <w:r w:rsidRPr="008C6DE4">
              <w:rPr>
                <w:rFonts w:cs="Arial"/>
              </w:rPr>
              <w:t>NR TDD</w:t>
            </w:r>
          </w:p>
        </w:tc>
        <w:tc>
          <w:tcPr>
            <w:tcW w:w="3264" w:type="dxa"/>
            <w:gridSpan w:val="3"/>
            <w:tcBorders>
              <w:top w:val="single" w:sz="4" w:space="0" w:color="auto"/>
              <w:left w:val="single" w:sz="4" w:space="0" w:color="auto"/>
              <w:bottom w:val="single" w:sz="4" w:space="0" w:color="auto"/>
              <w:right w:val="single" w:sz="4" w:space="0" w:color="auto"/>
            </w:tcBorders>
          </w:tcPr>
          <w:p w14:paraId="4A6D825B" w14:textId="77777777" w:rsidR="00E93D6B" w:rsidRPr="008C6DE4" w:rsidRDefault="00E93D6B" w:rsidP="00867D3A">
            <w:pPr>
              <w:pStyle w:val="TAH"/>
              <w:rPr>
                <w:rFonts w:cs="Arial"/>
              </w:rPr>
            </w:pPr>
            <w:r w:rsidRPr="008C6DE4">
              <w:rPr>
                <w:rFonts w:cs="Arial"/>
              </w:rPr>
              <w:t>NR SDL</w:t>
            </w:r>
          </w:p>
        </w:tc>
      </w:tr>
      <w:tr w:rsidR="00DD3199" w:rsidRPr="008C6DE4" w14:paraId="559298B3" w14:textId="77777777" w:rsidTr="00DD3199">
        <w:trPr>
          <w:trHeight w:val="225"/>
          <w:jc w:val="center"/>
        </w:trPr>
        <w:tc>
          <w:tcPr>
            <w:tcW w:w="766" w:type="dxa"/>
            <w:vMerge/>
            <w:tcBorders>
              <w:top w:val="single" w:sz="4" w:space="0" w:color="auto"/>
              <w:left w:val="single" w:sz="4" w:space="0" w:color="auto"/>
              <w:bottom w:val="single" w:sz="4" w:space="0" w:color="auto"/>
              <w:right w:val="single" w:sz="4" w:space="0" w:color="auto"/>
            </w:tcBorders>
            <w:shd w:val="clear" w:color="auto" w:fill="auto"/>
          </w:tcPr>
          <w:p w14:paraId="28BB4C46" w14:textId="77777777" w:rsidR="00E93D6B" w:rsidRPr="008C6DE4" w:rsidRDefault="00E93D6B" w:rsidP="00867D3A">
            <w:pPr>
              <w:pStyle w:val="TAH"/>
              <w:rPr>
                <w:rFonts w:cs="Arial"/>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14:paraId="3469D3BA" w14:textId="77777777" w:rsidR="00E93D6B" w:rsidRPr="008C6DE4" w:rsidRDefault="00E93D6B" w:rsidP="00867D3A">
            <w:pPr>
              <w:pStyle w:val="TAH"/>
              <w:rPr>
                <w:rFonts w:cs="Arial"/>
              </w:rPr>
            </w:pPr>
            <w:r w:rsidRPr="008C6DE4">
              <w:rPr>
                <w:rFonts w:cs="Arial"/>
              </w:rPr>
              <w:t>Band group notation</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tcPr>
          <w:p w14:paraId="5AEC462F" w14:textId="77777777" w:rsidR="00E93D6B" w:rsidRPr="008C6DE4" w:rsidRDefault="00E93D6B" w:rsidP="00867D3A">
            <w:pPr>
              <w:pStyle w:val="TAH"/>
              <w:rPr>
                <w:rFonts w:cs="Arial"/>
              </w:rPr>
            </w:pPr>
            <w:r w:rsidRPr="008C6DE4">
              <w:rPr>
                <w:rFonts w:cs="Arial"/>
              </w:rPr>
              <w:t>Operating bands</w:t>
            </w: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354D5B15" w14:textId="77777777" w:rsidR="00E93D6B" w:rsidRPr="008C6DE4" w:rsidRDefault="00E93D6B" w:rsidP="00867D3A">
            <w:pPr>
              <w:pStyle w:val="TAH"/>
              <w:rPr>
                <w:rFonts w:cs="Arial"/>
              </w:rPr>
            </w:pPr>
            <w:r w:rsidRPr="008C6DE4">
              <w:rPr>
                <w:rFonts w:cs="Arial"/>
              </w:rPr>
              <w:t>Band group notation</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14:paraId="73ABFE95" w14:textId="77777777" w:rsidR="00E93D6B" w:rsidRPr="008C6DE4" w:rsidRDefault="00E93D6B" w:rsidP="00867D3A">
            <w:pPr>
              <w:pStyle w:val="TAH"/>
              <w:rPr>
                <w:rFonts w:cs="Arial"/>
              </w:rPr>
            </w:pPr>
            <w:r w:rsidRPr="008C6DE4">
              <w:rPr>
                <w:rFonts w:cs="Arial"/>
              </w:rPr>
              <w:t>Operating bands</w:t>
            </w:r>
          </w:p>
        </w:tc>
        <w:tc>
          <w:tcPr>
            <w:tcW w:w="1614" w:type="dxa"/>
            <w:gridSpan w:val="2"/>
            <w:tcBorders>
              <w:top w:val="single" w:sz="4" w:space="0" w:color="auto"/>
              <w:left w:val="single" w:sz="4" w:space="0" w:color="auto"/>
              <w:bottom w:val="single" w:sz="4" w:space="0" w:color="auto"/>
              <w:right w:val="single" w:sz="4" w:space="0" w:color="auto"/>
            </w:tcBorders>
          </w:tcPr>
          <w:p w14:paraId="28527EAF" w14:textId="77777777" w:rsidR="00E93D6B" w:rsidRPr="008C6DE4" w:rsidRDefault="00E93D6B" w:rsidP="00867D3A">
            <w:pPr>
              <w:pStyle w:val="TAH"/>
              <w:rPr>
                <w:rFonts w:cs="Arial"/>
              </w:rPr>
            </w:pPr>
            <w:r w:rsidRPr="008C6DE4">
              <w:rPr>
                <w:rFonts w:cs="Arial"/>
              </w:rPr>
              <w:t>Band group notation</w:t>
            </w:r>
          </w:p>
        </w:tc>
        <w:tc>
          <w:tcPr>
            <w:tcW w:w="1650" w:type="dxa"/>
            <w:tcBorders>
              <w:top w:val="single" w:sz="4" w:space="0" w:color="auto"/>
              <w:left w:val="single" w:sz="4" w:space="0" w:color="auto"/>
              <w:bottom w:val="single" w:sz="4" w:space="0" w:color="auto"/>
              <w:right w:val="single" w:sz="4" w:space="0" w:color="auto"/>
            </w:tcBorders>
            <w:vAlign w:val="center"/>
          </w:tcPr>
          <w:p w14:paraId="7FD2D06B" w14:textId="77777777" w:rsidR="00E93D6B" w:rsidRPr="008C6DE4" w:rsidRDefault="00E93D6B" w:rsidP="00867D3A">
            <w:pPr>
              <w:pStyle w:val="TAH"/>
              <w:rPr>
                <w:rFonts w:cs="Arial"/>
              </w:rPr>
            </w:pPr>
            <w:r w:rsidRPr="008C6DE4">
              <w:rPr>
                <w:rFonts w:cs="Arial"/>
              </w:rPr>
              <w:t>Operating bands</w:t>
            </w:r>
          </w:p>
        </w:tc>
      </w:tr>
      <w:tr w:rsidR="00DD3199" w:rsidRPr="008C6DE4" w14:paraId="221B741F" w14:textId="77777777" w:rsidTr="00DD3199">
        <w:trPr>
          <w:jc w:val="center"/>
        </w:trPr>
        <w:tc>
          <w:tcPr>
            <w:tcW w:w="766" w:type="dxa"/>
            <w:tcBorders>
              <w:top w:val="single" w:sz="4" w:space="0" w:color="auto"/>
              <w:left w:val="single" w:sz="4" w:space="0" w:color="auto"/>
              <w:bottom w:val="single" w:sz="4" w:space="0" w:color="auto"/>
              <w:right w:val="single" w:sz="4" w:space="0" w:color="auto"/>
            </w:tcBorders>
            <w:shd w:val="clear" w:color="auto" w:fill="auto"/>
          </w:tcPr>
          <w:p w14:paraId="73F8E05E" w14:textId="77777777" w:rsidR="00E93D6B" w:rsidRPr="008C6DE4" w:rsidRDefault="00E93D6B" w:rsidP="00867D3A">
            <w:pPr>
              <w:pStyle w:val="TAC"/>
              <w:rPr>
                <w:rFonts w:cs="Arial"/>
              </w:rPr>
            </w:pPr>
            <w:r w:rsidRPr="008C6DE4">
              <w:rPr>
                <w:rFonts w:cs="Arial"/>
              </w:rPr>
              <w:t>A</w:t>
            </w:r>
          </w:p>
        </w:tc>
        <w:tc>
          <w:tcPr>
            <w:tcW w:w="1632" w:type="dxa"/>
            <w:tcBorders>
              <w:top w:val="single" w:sz="4" w:space="0" w:color="auto"/>
              <w:left w:val="single" w:sz="4" w:space="0" w:color="auto"/>
              <w:bottom w:val="single" w:sz="4" w:space="0" w:color="auto"/>
              <w:right w:val="single" w:sz="4" w:space="0" w:color="auto"/>
            </w:tcBorders>
            <w:shd w:val="clear" w:color="auto" w:fill="auto"/>
          </w:tcPr>
          <w:p w14:paraId="2DC47215" w14:textId="77777777" w:rsidR="00E93D6B" w:rsidRPr="008C6DE4" w:rsidRDefault="00E93D6B" w:rsidP="00867D3A">
            <w:pPr>
              <w:pStyle w:val="TAC"/>
              <w:rPr>
                <w:rFonts w:cs="Arial"/>
              </w:rPr>
            </w:pPr>
            <w:r w:rsidRPr="008C6DE4">
              <w:rPr>
                <w:rFonts w:cs="Arial"/>
              </w:rPr>
              <w:t>NR_FDD_FR1_A</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tcPr>
          <w:p w14:paraId="645953E3" w14:textId="77777777" w:rsidR="00E93D6B" w:rsidRPr="008C6DE4" w:rsidRDefault="00E93D6B" w:rsidP="00867D3A">
            <w:pPr>
              <w:pStyle w:val="TAC"/>
              <w:rPr>
                <w:rFonts w:cs="Arial"/>
              </w:rPr>
            </w:pPr>
            <w:r w:rsidRPr="008C6DE4">
              <w:rPr>
                <w:rFonts w:cs="Arial"/>
              </w:rPr>
              <w:t>n1, n70, n74</w:t>
            </w:r>
            <w:r w:rsidRPr="008C6DE4">
              <w:rPr>
                <w:rFonts w:cs="Arial"/>
                <w:vertAlign w:val="superscript"/>
              </w:rPr>
              <w:t>4</w:t>
            </w: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51F41783" w14:textId="77777777" w:rsidR="00E93D6B" w:rsidRPr="008C6DE4" w:rsidRDefault="00E93D6B" w:rsidP="00867D3A">
            <w:pPr>
              <w:pStyle w:val="TAC"/>
              <w:rPr>
                <w:rFonts w:cs="Arial"/>
              </w:rPr>
            </w:pPr>
            <w:r w:rsidRPr="008C6DE4">
              <w:rPr>
                <w:rFonts w:cs="Arial"/>
              </w:rPr>
              <w:t>NR_TDD_FR1_A</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14:paraId="1C36D396" w14:textId="77777777" w:rsidR="00E93D6B" w:rsidRPr="008C6DE4" w:rsidRDefault="00E93D6B" w:rsidP="00867D3A">
            <w:pPr>
              <w:pStyle w:val="TAC"/>
              <w:rPr>
                <w:rFonts w:cs="Arial"/>
              </w:rPr>
            </w:pPr>
            <w:r w:rsidRPr="008C6DE4">
              <w:rPr>
                <w:rFonts w:cs="Arial"/>
              </w:rPr>
              <w:t>n34, n38, n39, n40, n50, n51</w:t>
            </w:r>
          </w:p>
        </w:tc>
        <w:tc>
          <w:tcPr>
            <w:tcW w:w="1614" w:type="dxa"/>
            <w:gridSpan w:val="2"/>
            <w:tcBorders>
              <w:top w:val="single" w:sz="4" w:space="0" w:color="auto"/>
              <w:left w:val="single" w:sz="4" w:space="0" w:color="auto"/>
              <w:bottom w:val="single" w:sz="4" w:space="0" w:color="auto"/>
              <w:right w:val="single" w:sz="4" w:space="0" w:color="auto"/>
            </w:tcBorders>
          </w:tcPr>
          <w:p w14:paraId="7E5FD08B" w14:textId="77777777" w:rsidR="00E93D6B" w:rsidRPr="008C6DE4" w:rsidRDefault="00E93D6B" w:rsidP="00867D3A">
            <w:pPr>
              <w:pStyle w:val="TAC"/>
              <w:rPr>
                <w:rFonts w:cs="Arial"/>
              </w:rPr>
            </w:pPr>
            <w:r w:rsidRPr="008C6DE4">
              <w:rPr>
                <w:rFonts w:cs="Arial"/>
              </w:rPr>
              <w:t>NR_SDL_FR1_A</w:t>
            </w:r>
          </w:p>
        </w:tc>
        <w:tc>
          <w:tcPr>
            <w:tcW w:w="1650" w:type="dxa"/>
            <w:tcBorders>
              <w:top w:val="single" w:sz="4" w:space="0" w:color="auto"/>
              <w:left w:val="single" w:sz="4" w:space="0" w:color="auto"/>
              <w:bottom w:val="single" w:sz="4" w:space="0" w:color="auto"/>
              <w:right w:val="single" w:sz="4" w:space="0" w:color="auto"/>
            </w:tcBorders>
          </w:tcPr>
          <w:p w14:paraId="3CD06765" w14:textId="77777777" w:rsidR="00E93D6B" w:rsidRPr="008C6DE4" w:rsidRDefault="00E93D6B" w:rsidP="00867D3A">
            <w:pPr>
              <w:pStyle w:val="TAC"/>
              <w:rPr>
                <w:rFonts w:cs="Arial"/>
              </w:rPr>
            </w:pPr>
            <w:r w:rsidRPr="008C6DE4">
              <w:rPr>
                <w:rFonts w:cs="Arial"/>
              </w:rPr>
              <w:t>n75, n76</w:t>
            </w:r>
          </w:p>
        </w:tc>
      </w:tr>
      <w:tr w:rsidR="00DD3199" w:rsidRPr="008C6DE4" w14:paraId="73E34EDC" w14:textId="77777777" w:rsidTr="00DD3199">
        <w:trPr>
          <w:trHeight w:val="121"/>
          <w:jc w:val="center"/>
        </w:trPr>
        <w:tc>
          <w:tcPr>
            <w:tcW w:w="766" w:type="dxa"/>
            <w:tcBorders>
              <w:top w:val="single" w:sz="4" w:space="0" w:color="auto"/>
              <w:left w:val="single" w:sz="4" w:space="0" w:color="auto"/>
              <w:right w:val="single" w:sz="4" w:space="0" w:color="auto"/>
            </w:tcBorders>
            <w:shd w:val="clear" w:color="auto" w:fill="auto"/>
          </w:tcPr>
          <w:p w14:paraId="1242885B" w14:textId="77777777" w:rsidR="00E93D6B" w:rsidRPr="008C6DE4" w:rsidRDefault="00E93D6B" w:rsidP="00867D3A">
            <w:pPr>
              <w:pStyle w:val="TAC"/>
              <w:rPr>
                <w:rFonts w:cs="Arial"/>
              </w:rPr>
            </w:pPr>
            <w:r w:rsidRPr="008C6DE4">
              <w:rPr>
                <w:rFonts w:cs="Arial"/>
              </w:rPr>
              <w:t>B</w:t>
            </w:r>
          </w:p>
        </w:tc>
        <w:tc>
          <w:tcPr>
            <w:tcW w:w="1632" w:type="dxa"/>
            <w:tcBorders>
              <w:top w:val="single" w:sz="4" w:space="0" w:color="auto"/>
              <w:left w:val="single" w:sz="4" w:space="0" w:color="auto"/>
              <w:right w:val="single" w:sz="4" w:space="0" w:color="auto"/>
            </w:tcBorders>
            <w:shd w:val="clear" w:color="auto" w:fill="auto"/>
          </w:tcPr>
          <w:p w14:paraId="1D75BC4A" w14:textId="77777777" w:rsidR="00E93D6B" w:rsidRPr="008C6DE4" w:rsidRDefault="00E93D6B" w:rsidP="00867D3A">
            <w:pPr>
              <w:pStyle w:val="TAC"/>
              <w:rPr>
                <w:rFonts w:cs="Arial"/>
              </w:rPr>
            </w:pPr>
            <w:r w:rsidRPr="008C6DE4">
              <w:rPr>
                <w:rFonts w:cs="Arial"/>
              </w:rPr>
              <w:t>NR_FDD_FR1_B</w:t>
            </w:r>
          </w:p>
        </w:tc>
        <w:tc>
          <w:tcPr>
            <w:tcW w:w="1657" w:type="dxa"/>
            <w:tcBorders>
              <w:top w:val="single" w:sz="4" w:space="0" w:color="auto"/>
              <w:left w:val="single" w:sz="4" w:space="0" w:color="auto"/>
              <w:right w:val="single" w:sz="4" w:space="0" w:color="auto"/>
            </w:tcBorders>
            <w:shd w:val="clear" w:color="auto" w:fill="auto"/>
          </w:tcPr>
          <w:p w14:paraId="48C52352" w14:textId="77777777" w:rsidR="00E93D6B" w:rsidRPr="008C6DE4" w:rsidRDefault="00E93D6B" w:rsidP="00867D3A">
            <w:pPr>
              <w:pStyle w:val="TAC"/>
              <w:rPr>
                <w:rFonts w:cs="Arial"/>
              </w:rPr>
            </w:pPr>
            <w:r w:rsidRPr="008C6DE4">
              <w:rPr>
                <w:rFonts w:cs="Arial"/>
              </w:rPr>
              <w:t>n66, n74</w:t>
            </w:r>
            <w:r w:rsidRPr="008C6DE4">
              <w:rPr>
                <w:rFonts w:cs="Arial"/>
                <w:vertAlign w:val="superscript"/>
              </w:rPr>
              <w:t>3</w:t>
            </w:r>
          </w:p>
        </w:tc>
        <w:tc>
          <w:tcPr>
            <w:tcW w:w="1627" w:type="dxa"/>
            <w:tcBorders>
              <w:top w:val="single" w:sz="4" w:space="0" w:color="auto"/>
              <w:left w:val="single" w:sz="4" w:space="0" w:color="auto"/>
              <w:right w:val="single" w:sz="4" w:space="0" w:color="auto"/>
            </w:tcBorders>
            <w:shd w:val="clear" w:color="auto" w:fill="auto"/>
          </w:tcPr>
          <w:p w14:paraId="4DE8E2B8" w14:textId="77777777" w:rsidR="00E93D6B" w:rsidRPr="008C6DE4" w:rsidRDefault="00E93D6B" w:rsidP="00867D3A">
            <w:pPr>
              <w:pStyle w:val="TAC"/>
              <w:rPr>
                <w:rFonts w:cs="Arial"/>
              </w:rPr>
            </w:pPr>
            <w:r w:rsidRPr="008C6DE4">
              <w:rPr>
                <w:rFonts w:cs="Arial"/>
              </w:rPr>
              <w:t>NR_TDD_FR1_B</w:t>
            </w:r>
          </w:p>
        </w:tc>
        <w:tc>
          <w:tcPr>
            <w:tcW w:w="1785" w:type="dxa"/>
            <w:tcBorders>
              <w:top w:val="single" w:sz="4" w:space="0" w:color="auto"/>
              <w:left w:val="single" w:sz="4" w:space="0" w:color="auto"/>
              <w:right w:val="single" w:sz="4" w:space="0" w:color="auto"/>
            </w:tcBorders>
            <w:shd w:val="clear" w:color="auto" w:fill="auto"/>
          </w:tcPr>
          <w:p w14:paraId="7A4E9631" w14:textId="77777777" w:rsidR="00E93D6B" w:rsidRPr="008C6DE4" w:rsidRDefault="00E93D6B" w:rsidP="00867D3A">
            <w:pPr>
              <w:pStyle w:val="TAC"/>
              <w:rPr>
                <w:rFonts w:cs="Arial"/>
              </w:rPr>
            </w:pPr>
            <w:r w:rsidRPr="008C6DE4">
              <w:rPr>
                <w:rFonts w:cs="Arial"/>
              </w:rPr>
              <w:t>-</w:t>
            </w:r>
          </w:p>
        </w:tc>
        <w:tc>
          <w:tcPr>
            <w:tcW w:w="1607" w:type="dxa"/>
            <w:tcBorders>
              <w:top w:val="single" w:sz="4" w:space="0" w:color="auto"/>
              <w:left w:val="single" w:sz="4" w:space="0" w:color="auto"/>
              <w:right w:val="single" w:sz="4" w:space="0" w:color="auto"/>
            </w:tcBorders>
          </w:tcPr>
          <w:p w14:paraId="33E4BE7A" w14:textId="77777777" w:rsidR="00E93D6B" w:rsidRPr="008C6DE4" w:rsidRDefault="00E93D6B" w:rsidP="00867D3A">
            <w:pPr>
              <w:pStyle w:val="TAC"/>
              <w:rPr>
                <w:rFonts w:cs="Arial"/>
              </w:rPr>
            </w:pPr>
            <w:r w:rsidRPr="008C6DE4">
              <w:rPr>
                <w:rFonts w:cs="Arial"/>
              </w:rPr>
              <w:t>NR_SDL_FR1_B</w:t>
            </w:r>
          </w:p>
        </w:tc>
        <w:tc>
          <w:tcPr>
            <w:tcW w:w="1657" w:type="dxa"/>
            <w:gridSpan w:val="2"/>
            <w:tcBorders>
              <w:top w:val="single" w:sz="4" w:space="0" w:color="auto"/>
              <w:left w:val="single" w:sz="4" w:space="0" w:color="auto"/>
              <w:right w:val="single" w:sz="4" w:space="0" w:color="auto"/>
            </w:tcBorders>
          </w:tcPr>
          <w:p w14:paraId="696C1EB7" w14:textId="77777777" w:rsidR="00E93D6B" w:rsidRPr="008C6DE4" w:rsidRDefault="00E93D6B" w:rsidP="00867D3A">
            <w:pPr>
              <w:pStyle w:val="TAC"/>
              <w:rPr>
                <w:rFonts w:cs="Arial"/>
              </w:rPr>
            </w:pPr>
            <w:r w:rsidRPr="008C6DE4">
              <w:rPr>
                <w:rFonts w:cs="Arial"/>
              </w:rPr>
              <w:t>-</w:t>
            </w:r>
          </w:p>
        </w:tc>
      </w:tr>
      <w:tr w:rsidR="00DD3199" w:rsidRPr="008C6DE4" w14:paraId="7695A7DA" w14:textId="77777777" w:rsidTr="00DD3199">
        <w:trPr>
          <w:jc w:val="center"/>
        </w:trPr>
        <w:tc>
          <w:tcPr>
            <w:tcW w:w="766" w:type="dxa"/>
            <w:tcBorders>
              <w:top w:val="single" w:sz="4" w:space="0" w:color="auto"/>
              <w:left w:val="single" w:sz="4" w:space="0" w:color="auto"/>
              <w:bottom w:val="single" w:sz="4" w:space="0" w:color="auto"/>
              <w:right w:val="single" w:sz="4" w:space="0" w:color="auto"/>
            </w:tcBorders>
            <w:shd w:val="clear" w:color="auto" w:fill="auto"/>
          </w:tcPr>
          <w:p w14:paraId="72553BD7" w14:textId="77777777" w:rsidR="00E93D6B" w:rsidRPr="008C6DE4" w:rsidRDefault="00E93D6B" w:rsidP="00867D3A">
            <w:pPr>
              <w:pStyle w:val="TAC"/>
              <w:rPr>
                <w:rFonts w:cs="Arial"/>
              </w:rPr>
            </w:pPr>
            <w:r w:rsidRPr="008C6DE4">
              <w:rPr>
                <w:rFonts w:cs="Arial"/>
              </w:rPr>
              <w:t>C</w:t>
            </w:r>
          </w:p>
        </w:tc>
        <w:tc>
          <w:tcPr>
            <w:tcW w:w="1632" w:type="dxa"/>
            <w:tcBorders>
              <w:top w:val="single" w:sz="4" w:space="0" w:color="auto"/>
              <w:left w:val="single" w:sz="4" w:space="0" w:color="auto"/>
              <w:bottom w:val="single" w:sz="4" w:space="0" w:color="auto"/>
              <w:right w:val="single" w:sz="4" w:space="0" w:color="auto"/>
            </w:tcBorders>
            <w:shd w:val="clear" w:color="auto" w:fill="auto"/>
          </w:tcPr>
          <w:p w14:paraId="4AE592ED" w14:textId="77777777" w:rsidR="00E93D6B" w:rsidRPr="008C6DE4" w:rsidRDefault="00E93D6B" w:rsidP="00867D3A">
            <w:pPr>
              <w:pStyle w:val="TAC"/>
              <w:rPr>
                <w:rFonts w:cs="Arial"/>
              </w:rPr>
            </w:pPr>
            <w:r w:rsidRPr="008C6DE4">
              <w:rPr>
                <w:rFonts w:cs="Arial"/>
              </w:rPr>
              <w:t>NR_FDD_FR1_C</w:t>
            </w:r>
          </w:p>
        </w:tc>
        <w:tc>
          <w:tcPr>
            <w:tcW w:w="1657" w:type="dxa"/>
            <w:tcBorders>
              <w:top w:val="single" w:sz="4" w:space="0" w:color="auto"/>
              <w:left w:val="single" w:sz="4" w:space="0" w:color="auto"/>
              <w:bottom w:val="single" w:sz="4" w:space="0" w:color="auto"/>
              <w:right w:val="single" w:sz="4" w:space="0" w:color="auto"/>
            </w:tcBorders>
            <w:shd w:val="clear" w:color="auto" w:fill="auto"/>
          </w:tcPr>
          <w:p w14:paraId="6442769F" w14:textId="77777777" w:rsidR="00E93D6B" w:rsidRPr="008C6DE4" w:rsidRDefault="00E93D6B" w:rsidP="00867D3A">
            <w:pPr>
              <w:pStyle w:val="TAC"/>
              <w:rPr>
                <w:rFonts w:cs="Arial"/>
              </w:rPr>
            </w:pPr>
            <w:r w:rsidRPr="008C6DE4">
              <w:rPr>
                <w:rFonts w:cs="Arial"/>
              </w:rPr>
              <w:t>-</w:t>
            </w: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64CD9A82" w14:textId="77777777" w:rsidR="00E93D6B" w:rsidRPr="008C6DE4" w:rsidRDefault="00E93D6B" w:rsidP="00867D3A">
            <w:pPr>
              <w:pStyle w:val="TAC"/>
              <w:rPr>
                <w:rFonts w:cs="Arial"/>
              </w:rPr>
            </w:pPr>
            <w:r w:rsidRPr="008C6DE4">
              <w:rPr>
                <w:rFonts w:cs="Arial"/>
              </w:rPr>
              <w:t>NR_TDD_FR1_C</w:t>
            </w:r>
          </w:p>
        </w:tc>
        <w:tc>
          <w:tcPr>
            <w:tcW w:w="1785" w:type="dxa"/>
            <w:tcBorders>
              <w:top w:val="single" w:sz="4" w:space="0" w:color="auto"/>
              <w:left w:val="single" w:sz="4" w:space="0" w:color="auto"/>
              <w:bottom w:val="single" w:sz="4" w:space="0" w:color="auto"/>
              <w:right w:val="single" w:sz="4" w:space="0" w:color="auto"/>
            </w:tcBorders>
            <w:shd w:val="clear" w:color="auto" w:fill="auto"/>
          </w:tcPr>
          <w:p w14:paraId="3EAD6AE2" w14:textId="77777777" w:rsidR="00E93D6B" w:rsidRPr="008C6DE4" w:rsidRDefault="00E93D6B" w:rsidP="00867D3A">
            <w:pPr>
              <w:pStyle w:val="TAC"/>
              <w:rPr>
                <w:rFonts w:cs="Arial"/>
              </w:rPr>
            </w:pPr>
            <w:r w:rsidRPr="008C6DE4">
              <w:rPr>
                <w:rFonts w:cs="Arial"/>
              </w:rPr>
              <w:t>n77</w:t>
            </w:r>
            <w:r w:rsidRPr="008C6DE4">
              <w:rPr>
                <w:rFonts w:cs="Arial"/>
                <w:vertAlign w:val="superscript"/>
              </w:rPr>
              <w:t>1</w:t>
            </w:r>
            <w:r w:rsidRPr="008C6DE4">
              <w:rPr>
                <w:rFonts w:cs="Arial"/>
              </w:rPr>
              <w:t>, n78, n79</w:t>
            </w:r>
          </w:p>
        </w:tc>
        <w:tc>
          <w:tcPr>
            <w:tcW w:w="1607" w:type="dxa"/>
            <w:tcBorders>
              <w:top w:val="single" w:sz="4" w:space="0" w:color="auto"/>
              <w:left w:val="single" w:sz="4" w:space="0" w:color="auto"/>
              <w:bottom w:val="single" w:sz="4" w:space="0" w:color="auto"/>
              <w:right w:val="single" w:sz="4" w:space="0" w:color="auto"/>
            </w:tcBorders>
          </w:tcPr>
          <w:p w14:paraId="1DEA2B08" w14:textId="77777777" w:rsidR="00E93D6B" w:rsidRPr="008C6DE4" w:rsidRDefault="00E93D6B" w:rsidP="00867D3A">
            <w:pPr>
              <w:pStyle w:val="TAC"/>
              <w:rPr>
                <w:rFonts w:cs="Arial"/>
              </w:rPr>
            </w:pPr>
            <w:r w:rsidRPr="008C6DE4">
              <w:rPr>
                <w:rFonts w:cs="Arial"/>
              </w:rPr>
              <w:t>NR_SDL_FR1_C</w:t>
            </w:r>
          </w:p>
        </w:tc>
        <w:tc>
          <w:tcPr>
            <w:tcW w:w="1657" w:type="dxa"/>
            <w:gridSpan w:val="2"/>
            <w:tcBorders>
              <w:top w:val="single" w:sz="4" w:space="0" w:color="auto"/>
              <w:left w:val="single" w:sz="4" w:space="0" w:color="auto"/>
              <w:bottom w:val="single" w:sz="4" w:space="0" w:color="auto"/>
              <w:right w:val="single" w:sz="4" w:space="0" w:color="auto"/>
            </w:tcBorders>
          </w:tcPr>
          <w:p w14:paraId="3B819DF6" w14:textId="77777777" w:rsidR="00E93D6B" w:rsidRPr="008C6DE4" w:rsidRDefault="00E93D6B" w:rsidP="00867D3A">
            <w:pPr>
              <w:pStyle w:val="TAC"/>
              <w:rPr>
                <w:rFonts w:cs="Arial"/>
              </w:rPr>
            </w:pPr>
            <w:r w:rsidRPr="008C6DE4">
              <w:rPr>
                <w:rFonts w:cs="Arial"/>
              </w:rPr>
              <w:t>-</w:t>
            </w:r>
          </w:p>
        </w:tc>
      </w:tr>
      <w:tr w:rsidR="00DD3199" w:rsidRPr="008C6DE4" w14:paraId="26F7619E" w14:textId="77777777" w:rsidTr="00DD3199">
        <w:trPr>
          <w:jc w:val="center"/>
        </w:trPr>
        <w:tc>
          <w:tcPr>
            <w:tcW w:w="766" w:type="dxa"/>
            <w:tcBorders>
              <w:top w:val="single" w:sz="4" w:space="0" w:color="auto"/>
              <w:left w:val="single" w:sz="4" w:space="0" w:color="auto"/>
              <w:bottom w:val="single" w:sz="4" w:space="0" w:color="auto"/>
              <w:right w:val="single" w:sz="4" w:space="0" w:color="auto"/>
            </w:tcBorders>
            <w:shd w:val="clear" w:color="auto" w:fill="auto"/>
          </w:tcPr>
          <w:p w14:paraId="66554CF4" w14:textId="77777777" w:rsidR="00E93D6B" w:rsidRPr="008C6DE4" w:rsidRDefault="00E93D6B" w:rsidP="00867D3A">
            <w:pPr>
              <w:pStyle w:val="TAC"/>
              <w:rPr>
                <w:rFonts w:cs="Arial"/>
              </w:rPr>
            </w:pPr>
            <w:r w:rsidRPr="008C6DE4">
              <w:rPr>
                <w:rFonts w:cs="Arial"/>
              </w:rPr>
              <w:t>D</w:t>
            </w:r>
          </w:p>
        </w:tc>
        <w:tc>
          <w:tcPr>
            <w:tcW w:w="1632" w:type="dxa"/>
            <w:tcBorders>
              <w:top w:val="single" w:sz="4" w:space="0" w:color="auto"/>
              <w:left w:val="single" w:sz="4" w:space="0" w:color="auto"/>
              <w:bottom w:val="single" w:sz="4" w:space="0" w:color="auto"/>
              <w:right w:val="single" w:sz="4" w:space="0" w:color="auto"/>
            </w:tcBorders>
            <w:shd w:val="clear" w:color="auto" w:fill="auto"/>
          </w:tcPr>
          <w:p w14:paraId="71762918" w14:textId="77777777" w:rsidR="00E93D6B" w:rsidRPr="008C6DE4" w:rsidRDefault="00E93D6B" w:rsidP="00867D3A">
            <w:pPr>
              <w:pStyle w:val="TAC"/>
              <w:rPr>
                <w:rFonts w:cs="Arial"/>
              </w:rPr>
            </w:pPr>
            <w:r w:rsidRPr="008C6DE4">
              <w:rPr>
                <w:rFonts w:cs="Arial"/>
              </w:rPr>
              <w:t>NR_FDD_FR1_D</w:t>
            </w:r>
          </w:p>
        </w:tc>
        <w:tc>
          <w:tcPr>
            <w:tcW w:w="1657" w:type="dxa"/>
            <w:tcBorders>
              <w:top w:val="single" w:sz="4" w:space="0" w:color="auto"/>
              <w:left w:val="single" w:sz="4" w:space="0" w:color="auto"/>
              <w:bottom w:val="single" w:sz="4" w:space="0" w:color="auto"/>
              <w:right w:val="single" w:sz="4" w:space="0" w:color="auto"/>
            </w:tcBorders>
            <w:shd w:val="clear" w:color="auto" w:fill="auto"/>
          </w:tcPr>
          <w:p w14:paraId="5D13729B" w14:textId="77777777" w:rsidR="00E93D6B" w:rsidRPr="008C6DE4" w:rsidRDefault="00E93D6B" w:rsidP="00867D3A">
            <w:pPr>
              <w:pStyle w:val="TAC"/>
              <w:rPr>
                <w:rFonts w:cs="Arial"/>
              </w:rPr>
            </w:pPr>
            <w:r w:rsidRPr="008C6DE4">
              <w:rPr>
                <w:rFonts w:cs="Arial"/>
              </w:rPr>
              <w:t>n28</w:t>
            </w: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4E208BEF" w14:textId="77777777" w:rsidR="00E93D6B" w:rsidRPr="008C6DE4" w:rsidRDefault="00E93D6B" w:rsidP="00867D3A">
            <w:pPr>
              <w:pStyle w:val="TAC"/>
              <w:rPr>
                <w:rFonts w:cs="Arial"/>
              </w:rPr>
            </w:pPr>
            <w:r w:rsidRPr="008C6DE4">
              <w:rPr>
                <w:rFonts w:cs="Arial"/>
              </w:rPr>
              <w:t>NR_TDD_FR1_D</w:t>
            </w:r>
          </w:p>
        </w:tc>
        <w:tc>
          <w:tcPr>
            <w:tcW w:w="1785" w:type="dxa"/>
            <w:tcBorders>
              <w:top w:val="single" w:sz="4" w:space="0" w:color="auto"/>
              <w:left w:val="single" w:sz="4" w:space="0" w:color="auto"/>
              <w:bottom w:val="single" w:sz="4" w:space="0" w:color="auto"/>
              <w:right w:val="single" w:sz="4" w:space="0" w:color="auto"/>
            </w:tcBorders>
            <w:shd w:val="clear" w:color="auto" w:fill="auto"/>
          </w:tcPr>
          <w:p w14:paraId="51A531AE" w14:textId="77777777" w:rsidR="00E93D6B" w:rsidRPr="008C6DE4" w:rsidRDefault="00E93D6B" w:rsidP="00867D3A">
            <w:pPr>
              <w:pStyle w:val="TAC"/>
              <w:rPr>
                <w:rFonts w:cs="Arial"/>
              </w:rPr>
            </w:pPr>
            <w:r w:rsidRPr="008C6DE4">
              <w:rPr>
                <w:rFonts w:cs="Arial"/>
              </w:rPr>
              <w:t>n77</w:t>
            </w:r>
            <w:r w:rsidRPr="008C6DE4">
              <w:rPr>
                <w:rFonts w:cs="Arial"/>
                <w:vertAlign w:val="superscript"/>
              </w:rPr>
              <w:t>2</w:t>
            </w:r>
          </w:p>
        </w:tc>
        <w:tc>
          <w:tcPr>
            <w:tcW w:w="1607" w:type="dxa"/>
            <w:tcBorders>
              <w:top w:val="single" w:sz="4" w:space="0" w:color="auto"/>
              <w:left w:val="single" w:sz="4" w:space="0" w:color="auto"/>
              <w:bottom w:val="single" w:sz="4" w:space="0" w:color="auto"/>
              <w:right w:val="single" w:sz="4" w:space="0" w:color="auto"/>
            </w:tcBorders>
          </w:tcPr>
          <w:p w14:paraId="496FC297" w14:textId="77777777" w:rsidR="00E93D6B" w:rsidRPr="008C6DE4" w:rsidRDefault="00E93D6B" w:rsidP="00867D3A">
            <w:pPr>
              <w:pStyle w:val="TAC"/>
              <w:rPr>
                <w:rFonts w:cs="Arial"/>
              </w:rPr>
            </w:pPr>
            <w:r w:rsidRPr="008C6DE4">
              <w:rPr>
                <w:rFonts w:cs="Arial"/>
              </w:rPr>
              <w:t>NR_SDL_FR1_D</w:t>
            </w:r>
          </w:p>
        </w:tc>
        <w:tc>
          <w:tcPr>
            <w:tcW w:w="1657" w:type="dxa"/>
            <w:gridSpan w:val="2"/>
            <w:tcBorders>
              <w:top w:val="single" w:sz="4" w:space="0" w:color="auto"/>
              <w:left w:val="single" w:sz="4" w:space="0" w:color="auto"/>
              <w:bottom w:val="single" w:sz="4" w:space="0" w:color="auto"/>
              <w:right w:val="single" w:sz="4" w:space="0" w:color="auto"/>
            </w:tcBorders>
          </w:tcPr>
          <w:p w14:paraId="5F8907A6" w14:textId="77777777" w:rsidR="00E93D6B" w:rsidRPr="008C6DE4" w:rsidRDefault="00E93D6B" w:rsidP="00867D3A">
            <w:pPr>
              <w:pStyle w:val="TAC"/>
              <w:rPr>
                <w:rFonts w:cs="Arial"/>
              </w:rPr>
            </w:pPr>
            <w:r w:rsidRPr="008C6DE4">
              <w:rPr>
                <w:rFonts w:cs="Arial"/>
              </w:rPr>
              <w:t>-</w:t>
            </w:r>
          </w:p>
        </w:tc>
      </w:tr>
      <w:tr w:rsidR="00DD3199" w:rsidRPr="008C6DE4" w14:paraId="0FADAE4C" w14:textId="77777777" w:rsidTr="00DD3199">
        <w:trPr>
          <w:jc w:val="center"/>
        </w:trPr>
        <w:tc>
          <w:tcPr>
            <w:tcW w:w="766" w:type="dxa"/>
            <w:tcBorders>
              <w:top w:val="single" w:sz="4" w:space="0" w:color="auto"/>
              <w:left w:val="single" w:sz="4" w:space="0" w:color="auto"/>
              <w:bottom w:val="single" w:sz="4" w:space="0" w:color="auto"/>
              <w:right w:val="single" w:sz="4" w:space="0" w:color="auto"/>
            </w:tcBorders>
            <w:shd w:val="clear" w:color="auto" w:fill="auto"/>
          </w:tcPr>
          <w:p w14:paraId="7B68BCF7" w14:textId="77777777" w:rsidR="00E93D6B" w:rsidRPr="008C6DE4" w:rsidRDefault="00E93D6B" w:rsidP="00867D3A">
            <w:pPr>
              <w:pStyle w:val="TAC"/>
              <w:rPr>
                <w:rFonts w:cs="Arial"/>
              </w:rPr>
            </w:pPr>
            <w:r w:rsidRPr="008C6DE4">
              <w:rPr>
                <w:rFonts w:cs="Arial"/>
              </w:rPr>
              <w:t>E</w:t>
            </w:r>
          </w:p>
        </w:tc>
        <w:tc>
          <w:tcPr>
            <w:tcW w:w="1632" w:type="dxa"/>
            <w:tcBorders>
              <w:top w:val="single" w:sz="4" w:space="0" w:color="auto"/>
              <w:left w:val="single" w:sz="4" w:space="0" w:color="auto"/>
              <w:bottom w:val="single" w:sz="4" w:space="0" w:color="auto"/>
              <w:right w:val="single" w:sz="4" w:space="0" w:color="auto"/>
            </w:tcBorders>
            <w:shd w:val="clear" w:color="auto" w:fill="auto"/>
          </w:tcPr>
          <w:p w14:paraId="7C265660" w14:textId="77777777" w:rsidR="00E93D6B" w:rsidRPr="008C6DE4" w:rsidRDefault="00E93D6B" w:rsidP="00867D3A">
            <w:pPr>
              <w:pStyle w:val="TAC"/>
              <w:rPr>
                <w:rFonts w:cs="Arial"/>
              </w:rPr>
            </w:pPr>
            <w:r w:rsidRPr="008C6DE4">
              <w:rPr>
                <w:rFonts w:cs="Arial"/>
              </w:rPr>
              <w:t>NR_FDD_FR1_E</w:t>
            </w:r>
          </w:p>
        </w:tc>
        <w:tc>
          <w:tcPr>
            <w:tcW w:w="1657" w:type="dxa"/>
            <w:tcBorders>
              <w:top w:val="single" w:sz="4" w:space="0" w:color="auto"/>
              <w:left w:val="single" w:sz="4" w:space="0" w:color="auto"/>
              <w:bottom w:val="single" w:sz="4" w:space="0" w:color="auto"/>
              <w:right w:val="single" w:sz="4" w:space="0" w:color="auto"/>
            </w:tcBorders>
            <w:shd w:val="clear" w:color="auto" w:fill="auto"/>
          </w:tcPr>
          <w:p w14:paraId="65CC8A72" w14:textId="77777777" w:rsidR="00E93D6B" w:rsidRPr="008C6DE4" w:rsidRDefault="00E93D6B" w:rsidP="00867D3A">
            <w:pPr>
              <w:pStyle w:val="TAC"/>
              <w:rPr>
                <w:rFonts w:cs="Arial"/>
              </w:rPr>
            </w:pPr>
            <w:r w:rsidRPr="008C6DE4">
              <w:rPr>
                <w:rFonts w:cs="Arial"/>
              </w:rPr>
              <w:t>n2, n5, n7</w:t>
            </w: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72E83511" w14:textId="77777777" w:rsidR="00E93D6B" w:rsidRPr="008C6DE4" w:rsidRDefault="00E93D6B" w:rsidP="00867D3A">
            <w:pPr>
              <w:pStyle w:val="TAC"/>
              <w:rPr>
                <w:rFonts w:cs="Arial"/>
              </w:rPr>
            </w:pPr>
            <w:r w:rsidRPr="008C6DE4">
              <w:rPr>
                <w:rFonts w:cs="Arial"/>
              </w:rPr>
              <w:t>NR_TDD_FR1_E</w:t>
            </w:r>
          </w:p>
        </w:tc>
        <w:tc>
          <w:tcPr>
            <w:tcW w:w="1785" w:type="dxa"/>
            <w:tcBorders>
              <w:top w:val="single" w:sz="4" w:space="0" w:color="auto"/>
              <w:left w:val="single" w:sz="4" w:space="0" w:color="auto"/>
              <w:bottom w:val="single" w:sz="4" w:space="0" w:color="auto"/>
              <w:right w:val="single" w:sz="4" w:space="0" w:color="auto"/>
            </w:tcBorders>
            <w:shd w:val="clear" w:color="auto" w:fill="auto"/>
          </w:tcPr>
          <w:p w14:paraId="5148BE77" w14:textId="77777777" w:rsidR="00E93D6B" w:rsidRPr="008C6DE4" w:rsidRDefault="00E93D6B" w:rsidP="00867D3A">
            <w:pPr>
              <w:pStyle w:val="TAC"/>
              <w:rPr>
                <w:rFonts w:cs="Arial"/>
              </w:rPr>
            </w:pPr>
            <w:r w:rsidRPr="008C6DE4">
              <w:rPr>
                <w:rFonts w:cs="Arial"/>
              </w:rPr>
              <w:t>n41</w:t>
            </w:r>
          </w:p>
        </w:tc>
        <w:tc>
          <w:tcPr>
            <w:tcW w:w="1607" w:type="dxa"/>
            <w:tcBorders>
              <w:top w:val="single" w:sz="4" w:space="0" w:color="auto"/>
              <w:left w:val="single" w:sz="4" w:space="0" w:color="auto"/>
              <w:bottom w:val="single" w:sz="4" w:space="0" w:color="auto"/>
              <w:right w:val="single" w:sz="4" w:space="0" w:color="auto"/>
            </w:tcBorders>
          </w:tcPr>
          <w:p w14:paraId="6EBFCDA5" w14:textId="77777777" w:rsidR="00E93D6B" w:rsidRPr="008C6DE4" w:rsidRDefault="00E93D6B" w:rsidP="00867D3A">
            <w:pPr>
              <w:pStyle w:val="TAC"/>
              <w:rPr>
                <w:rFonts w:cs="Arial"/>
              </w:rPr>
            </w:pPr>
            <w:r w:rsidRPr="008C6DE4">
              <w:rPr>
                <w:rFonts w:cs="Arial"/>
              </w:rPr>
              <w:t>NR_SDL_FR1_E</w:t>
            </w:r>
          </w:p>
        </w:tc>
        <w:tc>
          <w:tcPr>
            <w:tcW w:w="1657" w:type="dxa"/>
            <w:gridSpan w:val="2"/>
            <w:tcBorders>
              <w:top w:val="single" w:sz="4" w:space="0" w:color="auto"/>
              <w:left w:val="single" w:sz="4" w:space="0" w:color="auto"/>
              <w:bottom w:val="single" w:sz="4" w:space="0" w:color="auto"/>
              <w:right w:val="single" w:sz="4" w:space="0" w:color="auto"/>
            </w:tcBorders>
          </w:tcPr>
          <w:p w14:paraId="4F411ACB" w14:textId="77777777" w:rsidR="00E93D6B" w:rsidRPr="008C6DE4" w:rsidRDefault="00E93D6B" w:rsidP="00867D3A">
            <w:pPr>
              <w:pStyle w:val="TAC"/>
              <w:rPr>
                <w:rFonts w:cs="Arial"/>
              </w:rPr>
            </w:pPr>
            <w:r w:rsidRPr="008C6DE4">
              <w:rPr>
                <w:rFonts w:cs="Arial"/>
              </w:rPr>
              <w:t>-</w:t>
            </w:r>
          </w:p>
        </w:tc>
      </w:tr>
      <w:tr w:rsidR="00DD3199" w:rsidRPr="008C6DE4" w14:paraId="0D587AD5" w14:textId="77777777" w:rsidTr="00DD3199">
        <w:trPr>
          <w:jc w:val="center"/>
        </w:trPr>
        <w:tc>
          <w:tcPr>
            <w:tcW w:w="766" w:type="dxa"/>
            <w:tcBorders>
              <w:top w:val="single" w:sz="4" w:space="0" w:color="auto"/>
              <w:left w:val="single" w:sz="4" w:space="0" w:color="auto"/>
              <w:bottom w:val="single" w:sz="4" w:space="0" w:color="auto"/>
              <w:right w:val="single" w:sz="4" w:space="0" w:color="auto"/>
            </w:tcBorders>
            <w:shd w:val="clear" w:color="auto" w:fill="auto"/>
          </w:tcPr>
          <w:p w14:paraId="15045734" w14:textId="77777777" w:rsidR="00E93D6B" w:rsidRPr="008C6DE4" w:rsidRDefault="00E93D6B" w:rsidP="00867D3A">
            <w:pPr>
              <w:pStyle w:val="TAC"/>
              <w:rPr>
                <w:rFonts w:cs="Arial"/>
              </w:rPr>
            </w:pPr>
            <w:r w:rsidRPr="008C6DE4">
              <w:rPr>
                <w:rFonts w:cs="Arial"/>
              </w:rPr>
              <w:t>F</w:t>
            </w:r>
          </w:p>
        </w:tc>
        <w:tc>
          <w:tcPr>
            <w:tcW w:w="1632" w:type="dxa"/>
            <w:tcBorders>
              <w:top w:val="single" w:sz="4" w:space="0" w:color="auto"/>
              <w:left w:val="single" w:sz="4" w:space="0" w:color="auto"/>
              <w:bottom w:val="single" w:sz="4" w:space="0" w:color="auto"/>
              <w:right w:val="single" w:sz="4" w:space="0" w:color="auto"/>
            </w:tcBorders>
            <w:shd w:val="clear" w:color="auto" w:fill="auto"/>
          </w:tcPr>
          <w:p w14:paraId="62922534" w14:textId="77777777" w:rsidR="00E93D6B" w:rsidRPr="008C6DE4" w:rsidRDefault="00E93D6B" w:rsidP="00867D3A">
            <w:pPr>
              <w:pStyle w:val="TAC"/>
              <w:rPr>
                <w:rFonts w:cs="Arial"/>
              </w:rPr>
            </w:pPr>
            <w:r w:rsidRPr="008C6DE4">
              <w:rPr>
                <w:rFonts w:cs="Arial"/>
              </w:rPr>
              <w:t>NR_FDD_FR1_F</w:t>
            </w:r>
          </w:p>
        </w:tc>
        <w:tc>
          <w:tcPr>
            <w:tcW w:w="1657" w:type="dxa"/>
            <w:tcBorders>
              <w:top w:val="single" w:sz="4" w:space="0" w:color="auto"/>
              <w:left w:val="single" w:sz="4" w:space="0" w:color="auto"/>
              <w:bottom w:val="single" w:sz="4" w:space="0" w:color="auto"/>
              <w:right w:val="single" w:sz="4" w:space="0" w:color="auto"/>
            </w:tcBorders>
            <w:shd w:val="clear" w:color="auto" w:fill="auto"/>
          </w:tcPr>
          <w:p w14:paraId="1BAA2864" w14:textId="77777777" w:rsidR="00E93D6B" w:rsidRPr="008C6DE4" w:rsidRDefault="00E93D6B" w:rsidP="00867D3A">
            <w:pPr>
              <w:pStyle w:val="TAC"/>
              <w:rPr>
                <w:rFonts w:cs="Arial"/>
              </w:rPr>
            </w:pPr>
            <w:r w:rsidRPr="008C6DE4">
              <w:rPr>
                <w:rFonts w:cs="Arial"/>
              </w:rPr>
              <w:t>-</w:t>
            </w: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69DC3867" w14:textId="77777777" w:rsidR="00E93D6B" w:rsidRPr="008C6DE4" w:rsidRDefault="00E93D6B" w:rsidP="00867D3A">
            <w:pPr>
              <w:pStyle w:val="TAC"/>
              <w:rPr>
                <w:rFonts w:cs="Arial"/>
              </w:rPr>
            </w:pPr>
            <w:r w:rsidRPr="008C6DE4">
              <w:rPr>
                <w:rFonts w:cs="Arial"/>
              </w:rPr>
              <w:t>NR_TDD_FR1_F</w:t>
            </w:r>
          </w:p>
        </w:tc>
        <w:tc>
          <w:tcPr>
            <w:tcW w:w="1785" w:type="dxa"/>
            <w:tcBorders>
              <w:top w:val="single" w:sz="4" w:space="0" w:color="auto"/>
              <w:left w:val="single" w:sz="4" w:space="0" w:color="auto"/>
              <w:bottom w:val="single" w:sz="4" w:space="0" w:color="auto"/>
              <w:right w:val="single" w:sz="4" w:space="0" w:color="auto"/>
            </w:tcBorders>
            <w:shd w:val="clear" w:color="auto" w:fill="auto"/>
          </w:tcPr>
          <w:p w14:paraId="406CAA79" w14:textId="77777777" w:rsidR="00E93D6B" w:rsidRPr="008C6DE4" w:rsidRDefault="00E93D6B" w:rsidP="00867D3A">
            <w:pPr>
              <w:pStyle w:val="TAC"/>
              <w:rPr>
                <w:rFonts w:cs="Arial"/>
              </w:rPr>
            </w:pPr>
            <w:r w:rsidRPr="008C6DE4">
              <w:rPr>
                <w:rFonts w:cs="Arial"/>
              </w:rPr>
              <w:t>-</w:t>
            </w:r>
          </w:p>
        </w:tc>
        <w:tc>
          <w:tcPr>
            <w:tcW w:w="1607" w:type="dxa"/>
            <w:tcBorders>
              <w:top w:val="single" w:sz="4" w:space="0" w:color="auto"/>
              <w:left w:val="single" w:sz="4" w:space="0" w:color="auto"/>
              <w:bottom w:val="single" w:sz="4" w:space="0" w:color="auto"/>
              <w:right w:val="single" w:sz="4" w:space="0" w:color="auto"/>
            </w:tcBorders>
          </w:tcPr>
          <w:p w14:paraId="23D4C2BE" w14:textId="77777777" w:rsidR="00E93D6B" w:rsidRPr="008C6DE4" w:rsidRDefault="00E93D6B" w:rsidP="00867D3A">
            <w:pPr>
              <w:pStyle w:val="TAC"/>
              <w:rPr>
                <w:rFonts w:cs="Arial"/>
              </w:rPr>
            </w:pPr>
            <w:r w:rsidRPr="008C6DE4">
              <w:rPr>
                <w:rFonts w:cs="Arial"/>
              </w:rPr>
              <w:t>NR_SDL_FR1_F</w:t>
            </w:r>
          </w:p>
        </w:tc>
        <w:tc>
          <w:tcPr>
            <w:tcW w:w="1657" w:type="dxa"/>
            <w:gridSpan w:val="2"/>
            <w:tcBorders>
              <w:top w:val="single" w:sz="4" w:space="0" w:color="auto"/>
              <w:left w:val="single" w:sz="4" w:space="0" w:color="auto"/>
              <w:bottom w:val="single" w:sz="4" w:space="0" w:color="auto"/>
              <w:right w:val="single" w:sz="4" w:space="0" w:color="auto"/>
            </w:tcBorders>
          </w:tcPr>
          <w:p w14:paraId="343FC43F" w14:textId="77777777" w:rsidR="00E93D6B" w:rsidRPr="008C6DE4" w:rsidRDefault="00E93D6B" w:rsidP="00867D3A">
            <w:pPr>
              <w:pStyle w:val="TAC"/>
              <w:rPr>
                <w:rFonts w:cs="Arial"/>
              </w:rPr>
            </w:pPr>
            <w:r w:rsidRPr="008C6DE4">
              <w:rPr>
                <w:rFonts w:cs="Arial"/>
              </w:rPr>
              <w:t>-</w:t>
            </w:r>
          </w:p>
        </w:tc>
      </w:tr>
      <w:tr w:rsidR="00DD3199" w:rsidRPr="008C6DE4" w14:paraId="7BF78DD7" w14:textId="77777777" w:rsidTr="00DD3199">
        <w:trPr>
          <w:jc w:val="center"/>
        </w:trPr>
        <w:tc>
          <w:tcPr>
            <w:tcW w:w="766" w:type="dxa"/>
            <w:tcBorders>
              <w:top w:val="single" w:sz="4" w:space="0" w:color="auto"/>
              <w:left w:val="single" w:sz="4" w:space="0" w:color="auto"/>
              <w:bottom w:val="single" w:sz="4" w:space="0" w:color="auto"/>
              <w:right w:val="single" w:sz="4" w:space="0" w:color="auto"/>
            </w:tcBorders>
            <w:shd w:val="clear" w:color="auto" w:fill="auto"/>
          </w:tcPr>
          <w:p w14:paraId="166CFDF8" w14:textId="77777777" w:rsidR="00E93D6B" w:rsidRPr="008C6DE4" w:rsidRDefault="00E93D6B" w:rsidP="00867D3A">
            <w:pPr>
              <w:pStyle w:val="TAC"/>
              <w:rPr>
                <w:rFonts w:cs="Arial"/>
              </w:rPr>
            </w:pPr>
            <w:r w:rsidRPr="008C6DE4">
              <w:rPr>
                <w:rFonts w:cs="Arial"/>
              </w:rPr>
              <w:t>G</w:t>
            </w:r>
          </w:p>
        </w:tc>
        <w:tc>
          <w:tcPr>
            <w:tcW w:w="1632" w:type="dxa"/>
            <w:tcBorders>
              <w:top w:val="single" w:sz="4" w:space="0" w:color="auto"/>
              <w:left w:val="single" w:sz="4" w:space="0" w:color="auto"/>
              <w:bottom w:val="single" w:sz="4" w:space="0" w:color="auto"/>
              <w:right w:val="single" w:sz="4" w:space="0" w:color="auto"/>
            </w:tcBorders>
            <w:shd w:val="clear" w:color="auto" w:fill="auto"/>
          </w:tcPr>
          <w:p w14:paraId="6E57DC99" w14:textId="77777777" w:rsidR="00E93D6B" w:rsidRPr="008C6DE4" w:rsidRDefault="00E93D6B" w:rsidP="00867D3A">
            <w:pPr>
              <w:pStyle w:val="TAC"/>
              <w:rPr>
                <w:rFonts w:cs="Arial"/>
              </w:rPr>
            </w:pPr>
            <w:r w:rsidRPr="008C6DE4">
              <w:rPr>
                <w:rFonts w:cs="Arial"/>
              </w:rPr>
              <w:t>NR_FDD_FR1_G</w:t>
            </w:r>
          </w:p>
        </w:tc>
        <w:tc>
          <w:tcPr>
            <w:tcW w:w="1657" w:type="dxa"/>
            <w:tcBorders>
              <w:top w:val="single" w:sz="4" w:space="0" w:color="auto"/>
              <w:left w:val="single" w:sz="4" w:space="0" w:color="auto"/>
              <w:bottom w:val="single" w:sz="4" w:space="0" w:color="auto"/>
              <w:right w:val="single" w:sz="4" w:space="0" w:color="auto"/>
            </w:tcBorders>
            <w:shd w:val="clear" w:color="auto" w:fill="auto"/>
          </w:tcPr>
          <w:p w14:paraId="3BB6BAB1" w14:textId="77777777" w:rsidR="00E93D6B" w:rsidRPr="008C6DE4" w:rsidRDefault="00E93D6B" w:rsidP="00867D3A">
            <w:pPr>
              <w:pStyle w:val="TAC"/>
              <w:rPr>
                <w:rFonts w:cs="Arial"/>
              </w:rPr>
            </w:pPr>
            <w:r w:rsidRPr="008C6DE4">
              <w:rPr>
                <w:rFonts w:cs="Arial"/>
              </w:rPr>
              <w:t>n3, n8, n12, n20, n71</w:t>
            </w: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6C24DB5C" w14:textId="77777777" w:rsidR="00E93D6B" w:rsidRPr="008C6DE4" w:rsidRDefault="00E93D6B" w:rsidP="00867D3A">
            <w:pPr>
              <w:pStyle w:val="TAC"/>
              <w:rPr>
                <w:rFonts w:cs="Arial"/>
              </w:rPr>
            </w:pPr>
            <w:r w:rsidRPr="008C6DE4">
              <w:rPr>
                <w:rFonts w:cs="Arial"/>
              </w:rPr>
              <w:t>NR_TDD_FR1_G</w:t>
            </w:r>
          </w:p>
        </w:tc>
        <w:tc>
          <w:tcPr>
            <w:tcW w:w="1785" w:type="dxa"/>
            <w:tcBorders>
              <w:top w:val="single" w:sz="4" w:space="0" w:color="auto"/>
              <w:left w:val="single" w:sz="4" w:space="0" w:color="auto"/>
              <w:bottom w:val="single" w:sz="4" w:space="0" w:color="auto"/>
              <w:right w:val="single" w:sz="4" w:space="0" w:color="auto"/>
            </w:tcBorders>
            <w:shd w:val="clear" w:color="auto" w:fill="auto"/>
          </w:tcPr>
          <w:p w14:paraId="5D004810" w14:textId="77777777" w:rsidR="00E93D6B" w:rsidRPr="008C6DE4" w:rsidRDefault="00E93D6B" w:rsidP="00867D3A">
            <w:pPr>
              <w:pStyle w:val="TAC"/>
              <w:rPr>
                <w:rFonts w:cs="Arial"/>
              </w:rPr>
            </w:pPr>
            <w:r w:rsidRPr="008C6DE4">
              <w:rPr>
                <w:rFonts w:cs="Arial"/>
              </w:rPr>
              <w:t>-</w:t>
            </w:r>
          </w:p>
        </w:tc>
        <w:tc>
          <w:tcPr>
            <w:tcW w:w="1607" w:type="dxa"/>
            <w:tcBorders>
              <w:top w:val="single" w:sz="4" w:space="0" w:color="auto"/>
              <w:left w:val="single" w:sz="4" w:space="0" w:color="auto"/>
              <w:bottom w:val="single" w:sz="4" w:space="0" w:color="auto"/>
              <w:right w:val="single" w:sz="4" w:space="0" w:color="auto"/>
            </w:tcBorders>
          </w:tcPr>
          <w:p w14:paraId="6ED98086" w14:textId="77777777" w:rsidR="00E93D6B" w:rsidRPr="008C6DE4" w:rsidRDefault="00E93D6B" w:rsidP="00867D3A">
            <w:pPr>
              <w:pStyle w:val="TAC"/>
              <w:rPr>
                <w:rFonts w:cs="Arial"/>
              </w:rPr>
            </w:pPr>
            <w:r w:rsidRPr="008C6DE4">
              <w:rPr>
                <w:rFonts w:cs="Arial"/>
              </w:rPr>
              <w:t>NR_SDL_FR1_G</w:t>
            </w:r>
          </w:p>
        </w:tc>
        <w:tc>
          <w:tcPr>
            <w:tcW w:w="1657" w:type="dxa"/>
            <w:gridSpan w:val="2"/>
            <w:tcBorders>
              <w:top w:val="single" w:sz="4" w:space="0" w:color="auto"/>
              <w:left w:val="single" w:sz="4" w:space="0" w:color="auto"/>
              <w:bottom w:val="single" w:sz="4" w:space="0" w:color="auto"/>
              <w:right w:val="single" w:sz="4" w:space="0" w:color="auto"/>
            </w:tcBorders>
          </w:tcPr>
          <w:p w14:paraId="29249868" w14:textId="77777777" w:rsidR="00E93D6B" w:rsidRPr="008C6DE4" w:rsidRDefault="00E93D6B" w:rsidP="00867D3A">
            <w:pPr>
              <w:pStyle w:val="TAC"/>
              <w:rPr>
                <w:rFonts w:cs="Arial"/>
              </w:rPr>
            </w:pPr>
            <w:r w:rsidRPr="008C6DE4">
              <w:rPr>
                <w:rFonts w:cs="Arial"/>
              </w:rPr>
              <w:t>-</w:t>
            </w:r>
          </w:p>
        </w:tc>
      </w:tr>
      <w:tr w:rsidR="00DD3199" w:rsidRPr="008C6DE4" w14:paraId="2816BC04" w14:textId="77777777" w:rsidTr="00DD3199">
        <w:trPr>
          <w:jc w:val="center"/>
        </w:trPr>
        <w:tc>
          <w:tcPr>
            <w:tcW w:w="766" w:type="dxa"/>
            <w:tcBorders>
              <w:top w:val="single" w:sz="4" w:space="0" w:color="auto"/>
              <w:left w:val="single" w:sz="4" w:space="0" w:color="auto"/>
              <w:bottom w:val="single" w:sz="4" w:space="0" w:color="auto"/>
              <w:right w:val="single" w:sz="4" w:space="0" w:color="auto"/>
            </w:tcBorders>
            <w:shd w:val="clear" w:color="auto" w:fill="auto"/>
          </w:tcPr>
          <w:p w14:paraId="63097CEB" w14:textId="77777777" w:rsidR="00E93D6B" w:rsidRPr="008C6DE4" w:rsidRDefault="00E93D6B" w:rsidP="00867D3A">
            <w:pPr>
              <w:pStyle w:val="TAC"/>
              <w:rPr>
                <w:rFonts w:cs="Arial"/>
              </w:rPr>
            </w:pPr>
            <w:r w:rsidRPr="008C6DE4">
              <w:rPr>
                <w:rFonts w:cs="Arial"/>
              </w:rPr>
              <w:t>H</w:t>
            </w:r>
          </w:p>
        </w:tc>
        <w:tc>
          <w:tcPr>
            <w:tcW w:w="1632" w:type="dxa"/>
            <w:tcBorders>
              <w:top w:val="single" w:sz="4" w:space="0" w:color="auto"/>
              <w:left w:val="single" w:sz="4" w:space="0" w:color="auto"/>
              <w:bottom w:val="single" w:sz="4" w:space="0" w:color="auto"/>
              <w:right w:val="single" w:sz="4" w:space="0" w:color="auto"/>
            </w:tcBorders>
            <w:shd w:val="clear" w:color="auto" w:fill="auto"/>
          </w:tcPr>
          <w:p w14:paraId="7E0A4179" w14:textId="77777777" w:rsidR="00E93D6B" w:rsidRPr="008C6DE4" w:rsidRDefault="00E93D6B" w:rsidP="00867D3A">
            <w:pPr>
              <w:pStyle w:val="TAC"/>
              <w:rPr>
                <w:rFonts w:cs="Arial"/>
              </w:rPr>
            </w:pPr>
            <w:r w:rsidRPr="008C6DE4">
              <w:rPr>
                <w:rFonts w:cs="Arial"/>
              </w:rPr>
              <w:t>NR_FDD_FR1_H</w:t>
            </w:r>
          </w:p>
        </w:tc>
        <w:tc>
          <w:tcPr>
            <w:tcW w:w="1657" w:type="dxa"/>
            <w:tcBorders>
              <w:top w:val="single" w:sz="4" w:space="0" w:color="auto"/>
              <w:left w:val="single" w:sz="4" w:space="0" w:color="auto"/>
              <w:bottom w:val="single" w:sz="4" w:space="0" w:color="auto"/>
              <w:right w:val="single" w:sz="4" w:space="0" w:color="auto"/>
            </w:tcBorders>
            <w:shd w:val="clear" w:color="auto" w:fill="auto"/>
          </w:tcPr>
          <w:p w14:paraId="6A7EB3B1" w14:textId="77777777" w:rsidR="00E93D6B" w:rsidRPr="008C6DE4" w:rsidRDefault="00E93D6B" w:rsidP="00867D3A">
            <w:pPr>
              <w:pStyle w:val="TAC"/>
              <w:rPr>
                <w:rFonts w:cs="Arial"/>
              </w:rPr>
            </w:pPr>
            <w:r w:rsidRPr="008C6DE4">
              <w:rPr>
                <w:rFonts w:cs="Arial"/>
              </w:rPr>
              <w:t>n25</w:t>
            </w: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19C08D81" w14:textId="77777777" w:rsidR="00E93D6B" w:rsidRPr="008C6DE4" w:rsidRDefault="00E93D6B" w:rsidP="00867D3A">
            <w:pPr>
              <w:pStyle w:val="TAC"/>
              <w:rPr>
                <w:rFonts w:cs="Arial"/>
              </w:rPr>
            </w:pPr>
            <w:r w:rsidRPr="008C6DE4">
              <w:rPr>
                <w:rFonts w:cs="Arial"/>
              </w:rPr>
              <w:t>NR_TDD_FR1_H</w:t>
            </w:r>
          </w:p>
        </w:tc>
        <w:tc>
          <w:tcPr>
            <w:tcW w:w="1785" w:type="dxa"/>
            <w:tcBorders>
              <w:top w:val="single" w:sz="4" w:space="0" w:color="auto"/>
              <w:left w:val="single" w:sz="4" w:space="0" w:color="auto"/>
              <w:bottom w:val="single" w:sz="4" w:space="0" w:color="auto"/>
              <w:right w:val="single" w:sz="4" w:space="0" w:color="auto"/>
            </w:tcBorders>
            <w:shd w:val="clear" w:color="auto" w:fill="auto"/>
          </w:tcPr>
          <w:p w14:paraId="0B015F8A" w14:textId="77777777" w:rsidR="00E93D6B" w:rsidRPr="008C6DE4" w:rsidRDefault="00E93D6B" w:rsidP="00867D3A">
            <w:pPr>
              <w:pStyle w:val="TAC"/>
              <w:rPr>
                <w:rFonts w:cs="Arial"/>
              </w:rPr>
            </w:pPr>
            <w:r w:rsidRPr="008C6DE4">
              <w:rPr>
                <w:rFonts w:cs="Arial"/>
              </w:rPr>
              <w:t>-</w:t>
            </w:r>
          </w:p>
        </w:tc>
        <w:tc>
          <w:tcPr>
            <w:tcW w:w="1607" w:type="dxa"/>
            <w:tcBorders>
              <w:top w:val="single" w:sz="4" w:space="0" w:color="auto"/>
              <w:left w:val="single" w:sz="4" w:space="0" w:color="auto"/>
              <w:bottom w:val="single" w:sz="4" w:space="0" w:color="auto"/>
              <w:right w:val="single" w:sz="4" w:space="0" w:color="auto"/>
            </w:tcBorders>
          </w:tcPr>
          <w:p w14:paraId="4EBAE429" w14:textId="77777777" w:rsidR="00E93D6B" w:rsidRPr="008C6DE4" w:rsidRDefault="00E93D6B" w:rsidP="00867D3A">
            <w:pPr>
              <w:pStyle w:val="TAC"/>
              <w:rPr>
                <w:rFonts w:cs="Arial"/>
              </w:rPr>
            </w:pPr>
            <w:r w:rsidRPr="008C6DE4">
              <w:rPr>
                <w:rFonts w:cs="Arial"/>
              </w:rPr>
              <w:t>NR_SDL_FR1_H</w:t>
            </w:r>
          </w:p>
        </w:tc>
        <w:tc>
          <w:tcPr>
            <w:tcW w:w="1657" w:type="dxa"/>
            <w:gridSpan w:val="2"/>
            <w:tcBorders>
              <w:top w:val="single" w:sz="4" w:space="0" w:color="auto"/>
              <w:left w:val="single" w:sz="4" w:space="0" w:color="auto"/>
              <w:bottom w:val="single" w:sz="4" w:space="0" w:color="auto"/>
              <w:right w:val="single" w:sz="4" w:space="0" w:color="auto"/>
            </w:tcBorders>
          </w:tcPr>
          <w:p w14:paraId="72CFC71E" w14:textId="77777777" w:rsidR="00E93D6B" w:rsidRPr="008C6DE4" w:rsidRDefault="00E93D6B" w:rsidP="00867D3A">
            <w:pPr>
              <w:pStyle w:val="TAC"/>
              <w:rPr>
                <w:rFonts w:cs="Arial"/>
              </w:rPr>
            </w:pPr>
            <w:r w:rsidRPr="008C6DE4">
              <w:rPr>
                <w:rFonts w:cs="Arial"/>
              </w:rPr>
              <w:t>-</w:t>
            </w:r>
          </w:p>
        </w:tc>
      </w:tr>
      <w:tr w:rsidR="00DD3199" w:rsidRPr="008C6DE4" w14:paraId="2533748C" w14:textId="77777777" w:rsidTr="00DD3199">
        <w:trPr>
          <w:jc w:val="center"/>
        </w:trPr>
        <w:tc>
          <w:tcPr>
            <w:tcW w:w="10731" w:type="dxa"/>
            <w:gridSpan w:val="8"/>
            <w:tcBorders>
              <w:top w:val="single" w:sz="4" w:space="0" w:color="auto"/>
              <w:left w:val="single" w:sz="4" w:space="0" w:color="auto"/>
              <w:bottom w:val="single" w:sz="4" w:space="0" w:color="auto"/>
              <w:right w:val="single" w:sz="4" w:space="0" w:color="auto"/>
            </w:tcBorders>
            <w:shd w:val="clear" w:color="auto" w:fill="auto"/>
          </w:tcPr>
          <w:p w14:paraId="0B37B182" w14:textId="77777777" w:rsidR="00E93D6B" w:rsidRPr="008C6DE4" w:rsidRDefault="00E93D6B" w:rsidP="00867D3A">
            <w:pPr>
              <w:pStyle w:val="TAN"/>
            </w:pPr>
            <w:r w:rsidRPr="008C6DE4">
              <w:t>NOTE 1:</w:t>
            </w:r>
            <w:r w:rsidRPr="008C6DE4">
              <w:rPr>
                <w:lang w:val="en-US" w:eastAsia="ko-KR"/>
              </w:rPr>
              <w:tab/>
            </w:r>
            <w:r w:rsidRPr="008C6DE4">
              <w:t>Except 3.8 GHz to 4.2 GHz.</w:t>
            </w:r>
          </w:p>
          <w:p w14:paraId="72A189B6" w14:textId="77777777" w:rsidR="00E93D6B" w:rsidRPr="008C6DE4" w:rsidRDefault="00E93D6B" w:rsidP="00867D3A">
            <w:pPr>
              <w:pStyle w:val="TAN"/>
            </w:pPr>
            <w:r w:rsidRPr="008C6DE4">
              <w:t>NOTE 2:</w:t>
            </w:r>
            <w:r w:rsidRPr="008C6DE4">
              <w:rPr>
                <w:lang w:val="en-US" w:eastAsia="ko-KR"/>
              </w:rPr>
              <w:tab/>
            </w:r>
            <w:r w:rsidRPr="008C6DE4">
              <w:t>Only 3.8 GHz to 4.2 GHz.</w:t>
            </w:r>
          </w:p>
          <w:p w14:paraId="3A2D01E1" w14:textId="77777777" w:rsidR="00E93D6B" w:rsidRPr="008C6DE4" w:rsidRDefault="00E93D6B" w:rsidP="00867D3A">
            <w:pPr>
              <w:pStyle w:val="TAN"/>
              <w:rPr>
                <w:lang w:eastAsia="ja-JP"/>
              </w:rPr>
            </w:pPr>
            <w:r w:rsidRPr="008C6DE4">
              <w:t>NOTE 3:</w:t>
            </w:r>
            <w:r w:rsidRPr="008C6DE4">
              <w:rPr>
                <w:lang w:val="en-US" w:eastAsia="ko-KR"/>
              </w:rPr>
              <w:tab/>
            </w:r>
            <w:r w:rsidRPr="008C6DE4">
              <w:t xml:space="preserve">Except </w:t>
            </w:r>
            <w:r w:rsidRPr="008C6DE4">
              <w:rPr>
                <w:lang w:eastAsia="ja-JP"/>
              </w:rPr>
              <w:t>1475.9 MHz to 1510.9 MHz.</w:t>
            </w:r>
          </w:p>
          <w:p w14:paraId="6BADEAD4" w14:textId="77777777" w:rsidR="00E93D6B" w:rsidRPr="008C6DE4" w:rsidRDefault="00E93D6B" w:rsidP="00867D3A">
            <w:pPr>
              <w:pStyle w:val="TAN"/>
              <w:rPr>
                <w:lang w:eastAsia="ja-JP"/>
              </w:rPr>
            </w:pPr>
            <w:r w:rsidRPr="008C6DE4">
              <w:t>NOTE 4:</w:t>
            </w:r>
            <w:r w:rsidRPr="008C6DE4">
              <w:rPr>
                <w:lang w:val="en-US" w:eastAsia="ko-KR"/>
              </w:rPr>
              <w:tab/>
            </w:r>
            <w:r w:rsidRPr="008C6DE4">
              <w:t xml:space="preserve">Only when the band is confined in </w:t>
            </w:r>
            <w:r w:rsidRPr="008C6DE4">
              <w:rPr>
                <w:lang w:eastAsia="ja-JP"/>
              </w:rPr>
              <w:t>1475.9 MHz to 1510.9 MHz.</w:t>
            </w:r>
          </w:p>
          <w:p w14:paraId="0A16BBE8" w14:textId="77777777" w:rsidR="00E93D6B" w:rsidRPr="008C6DE4" w:rsidRDefault="00E93D6B" w:rsidP="00867D3A">
            <w:pPr>
              <w:pStyle w:val="TAN"/>
            </w:pPr>
            <w:r w:rsidRPr="008C6DE4">
              <w:t>NOTE 5:</w:t>
            </w:r>
            <w:r w:rsidRPr="008C6DE4">
              <w:rPr>
                <w:lang w:val="en-US" w:eastAsia="ko-KR"/>
              </w:rPr>
              <w:tab/>
            </w:r>
            <w:r w:rsidRPr="008C6DE4">
              <w:t>These bands are used only in NR carrier aggregation with other NR bands according to NR CA band combinations specified in TS 38.101-1 [18] and TS 38.101-3 [20].</w:t>
            </w:r>
          </w:p>
        </w:tc>
      </w:tr>
    </w:tbl>
    <w:p w14:paraId="420ADA5A" w14:textId="77777777" w:rsidR="00E93D6B" w:rsidRPr="008C6DE4" w:rsidRDefault="00E93D6B" w:rsidP="00E93D6B">
      <w:pPr>
        <w:rPr>
          <w:lang w:val="en-US" w:eastAsia="ko-KR"/>
        </w:rPr>
      </w:pPr>
    </w:p>
    <w:p w14:paraId="35679114" w14:textId="77777777" w:rsidR="00E93D6B" w:rsidRPr="008C6DE4" w:rsidRDefault="00E93D6B" w:rsidP="00E93D6B">
      <w:pPr>
        <w:pStyle w:val="Heading3"/>
        <w:rPr>
          <w:lang w:val="en-US" w:eastAsia="ko-KR"/>
        </w:rPr>
      </w:pPr>
      <w:r w:rsidRPr="008C6DE4">
        <w:rPr>
          <w:lang w:val="en-US" w:eastAsia="ko-KR"/>
        </w:rPr>
        <w:t>3.5.3</w:t>
      </w:r>
      <w:r w:rsidRPr="008C6DE4">
        <w:rPr>
          <w:lang w:val="en-US" w:eastAsia="ko-KR"/>
        </w:rPr>
        <w:tab/>
        <w:t>NR operating bands in FR2</w:t>
      </w:r>
      <w:bookmarkEnd w:id="17"/>
    </w:p>
    <w:p w14:paraId="613572B2" w14:textId="77777777" w:rsidR="00E93D6B" w:rsidRPr="008C6DE4" w:rsidRDefault="00E93D6B" w:rsidP="00E93D6B">
      <w:pPr>
        <w:rPr>
          <w:lang w:eastAsia="ja-JP"/>
        </w:rPr>
      </w:pPr>
      <w:r w:rsidRPr="008C6DE4">
        <w:rPr>
          <w:lang w:eastAsia="ja-JP"/>
        </w:rPr>
        <w:t>NR frequency bands grouping for FR2 is specified in Table 3.5.3-1.</w:t>
      </w:r>
    </w:p>
    <w:p w14:paraId="5A7E0CF9" w14:textId="77777777" w:rsidR="00E93D6B" w:rsidRPr="008C6DE4" w:rsidRDefault="00E93D6B" w:rsidP="00E93D6B">
      <w:pPr>
        <w:pStyle w:val="TH"/>
      </w:pPr>
      <w:bookmarkStart w:id="18" w:name="_Toc5952523"/>
      <w:bookmarkStart w:id="19" w:name="_Toc5952524"/>
      <w:r w:rsidRPr="008C6DE4">
        <w:lastRenderedPageBreak/>
        <w:t>Table 3.5.3-1: NR frequency band groups for FR2</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119"/>
        <w:gridCol w:w="3260"/>
      </w:tblGrid>
      <w:tr w:rsidR="00DD3199" w:rsidRPr="008C6DE4" w14:paraId="6C493F3C" w14:textId="77777777" w:rsidTr="00867D3A">
        <w:trPr>
          <w:trHeight w:val="140"/>
        </w:trPr>
        <w:tc>
          <w:tcPr>
            <w:tcW w:w="817" w:type="dxa"/>
            <w:shd w:val="clear" w:color="auto" w:fill="auto"/>
            <w:noWrap/>
            <w:vAlign w:val="center"/>
          </w:tcPr>
          <w:p w14:paraId="30C4A564" w14:textId="77777777" w:rsidR="00E93D6B" w:rsidRPr="008C6DE4" w:rsidRDefault="00E93D6B" w:rsidP="00867D3A">
            <w:pPr>
              <w:pStyle w:val="TAH"/>
            </w:pPr>
            <w:r w:rsidRPr="008C6DE4">
              <w:t>Group</w:t>
            </w:r>
          </w:p>
        </w:tc>
        <w:tc>
          <w:tcPr>
            <w:tcW w:w="3119" w:type="dxa"/>
            <w:shd w:val="clear" w:color="auto" w:fill="auto"/>
          </w:tcPr>
          <w:p w14:paraId="0309CD9D" w14:textId="77777777" w:rsidR="00E93D6B" w:rsidRPr="008C6DE4" w:rsidRDefault="00E93D6B" w:rsidP="00867D3A">
            <w:pPr>
              <w:pStyle w:val="TAH"/>
            </w:pPr>
            <w:r w:rsidRPr="008C6DE4">
              <w:t>Band group notation</w:t>
            </w:r>
          </w:p>
        </w:tc>
        <w:tc>
          <w:tcPr>
            <w:tcW w:w="3260" w:type="dxa"/>
            <w:shd w:val="clear" w:color="auto" w:fill="auto"/>
            <w:noWrap/>
            <w:vAlign w:val="center"/>
          </w:tcPr>
          <w:p w14:paraId="2A21C32C" w14:textId="77777777" w:rsidR="00E93D6B" w:rsidRPr="008C6DE4" w:rsidRDefault="00E93D6B" w:rsidP="00867D3A">
            <w:pPr>
              <w:pStyle w:val="TAH"/>
            </w:pPr>
            <w:r w:rsidRPr="008C6DE4">
              <w:t>Operating bands</w:t>
            </w:r>
          </w:p>
        </w:tc>
      </w:tr>
      <w:tr w:rsidR="00DD3199" w:rsidRPr="008C6DE4" w14:paraId="62B490DE" w14:textId="77777777" w:rsidTr="00867D3A">
        <w:trPr>
          <w:trHeight w:val="140"/>
        </w:trPr>
        <w:tc>
          <w:tcPr>
            <w:tcW w:w="817" w:type="dxa"/>
            <w:shd w:val="clear" w:color="auto" w:fill="auto"/>
            <w:noWrap/>
            <w:vAlign w:val="center"/>
            <w:hideMark/>
          </w:tcPr>
          <w:p w14:paraId="510BBFE1" w14:textId="77777777" w:rsidR="00E93D6B" w:rsidRPr="008C6DE4" w:rsidRDefault="00E93D6B" w:rsidP="00867D3A">
            <w:pPr>
              <w:pStyle w:val="TAC"/>
            </w:pPr>
            <w:r w:rsidRPr="008C6DE4">
              <w:t>A</w:t>
            </w:r>
          </w:p>
        </w:tc>
        <w:tc>
          <w:tcPr>
            <w:tcW w:w="3119" w:type="dxa"/>
            <w:shd w:val="clear" w:color="auto" w:fill="auto"/>
          </w:tcPr>
          <w:p w14:paraId="4ACD07E9" w14:textId="77777777" w:rsidR="00E93D6B" w:rsidRPr="008C6DE4" w:rsidRDefault="00E93D6B" w:rsidP="00867D3A">
            <w:pPr>
              <w:pStyle w:val="TAC"/>
            </w:pPr>
            <w:r w:rsidRPr="008C6DE4">
              <w:t>NR_TDD_FR2_A</w:t>
            </w:r>
          </w:p>
        </w:tc>
        <w:tc>
          <w:tcPr>
            <w:tcW w:w="3260" w:type="dxa"/>
            <w:shd w:val="clear" w:color="auto" w:fill="auto"/>
            <w:noWrap/>
            <w:vAlign w:val="center"/>
            <w:hideMark/>
          </w:tcPr>
          <w:p w14:paraId="36B54213" w14:textId="77777777" w:rsidR="00E93D6B" w:rsidRPr="008C6DE4" w:rsidRDefault="00E93D6B" w:rsidP="00867D3A">
            <w:pPr>
              <w:pStyle w:val="TAC"/>
            </w:pPr>
            <w:r w:rsidRPr="008C6DE4">
              <w:t>n257</w:t>
            </w:r>
            <w:r w:rsidRPr="008C6DE4">
              <w:rPr>
                <w:vertAlign w:val="superscript"/>
              </w:rPr>
              <w:t>1</w:t>
            </w:r>
            <w:r w:rsidRPr="008C6DE4">
              <w:t>, n258</w:t>
            </w:r>
            <w:r w:rsidRPr="008C6DE4">
              <w:rPr>
                <w:vertAlign w:val="superscript"/>
              </w:rPr>
              <w:t>1</w:t>
            </w:r>
            <w:r w:rsidRPr="008C6DE4">
              <w:t>, n261</w:t>
            </w:r>
            <w:r w:rsidRPr="008C6DE4">
              <w:rPr>
                <w:vertAlign w:val="superscript"/>
              </w:rPr>
              <w:t>1</w:t>
            </w:r>
          </w:p>
        </w:tc>
      </w:tr>
      <w:tr w:rsidR="00DD3199" w:rsidRPr="008C6DE4" w14:paraId="0C5CD28D" w14:textId="77777777" w:rsidTr="00867D3A">
        <w:trPr>
          <w:trHeight w:val="213"/>
        </w:trPr>
        <w:tc>
          <w:tcPr>
            <w:tcW w:w="817" w:type="dxa"/>
            <w:shd w:val="clear" w:color="auto" w:fill="auto"/>
            <w:noWrap/>
            <w:vAlign w:val="center"/>
            <w:hideMark/>
          </w:tcPr>
          <w:p w14:paraId="442676CE" w14:textId="77777777" w:rsidR="00E93D6B" w:rsidRPr="008C6DE4" w:rsidRDefault="00E93D6B" w:rsidP="00867D3A">
            <w:pPr>
              <w:pStyle w:val="TAC"/>
            </w:pPr>
            <w:r w:rsidRPr="008C6DE4">
              <w:t>B</w:t>
            </w:r>
          </w:p>
        </w:tc>
        <w:tc>
          <w:tcPr>
            <w:tcW w:w="3119" w:type="dxa"/>
            <w:shd w:val="clear" w:color="auto" w:fill="auto"/>
          </w:tcPr>
          <w:p w14:paraId="12A894BB" w14:textId="77777777" w:rsidR="00E93D6B" w:rsidRPr="008C6DE4" w:rsidRDefault="00E93D6B" w:rsidP="00867D3A">
            <w:pPr>
              <w:pStyle w:val="TAC"/>
            </w:pPr>
            <w:r w:rsidRPr="008C6DE4">
              <w:t>NR_TDD_FR2_B</w:t>
            </w:r>
          </w:p>
        </w:tc>
        <w:tc>
          <w:tcPr>
            <w:tcW w:w="3260" w:type="dxa"/>
            <w:shd w:val="clear" w:color="auto" w:fill="auto"/>
            <w:noWrap/>
            <w:vAlign w:val="center"/>
            <w:hideMark/>
          </w:tcPr>
          <w:p w14:paraId="685E7FE1" w14:textId="77777777" w:rsidR="00E93D6B" w:rsidRPr="008C6DE4" w:rsidRDefault="00E93D6B" w:rsidP="00867D3A">
            <w:pPr>
              <w:pStyle w:val="TAC"/>
            </w:pPr>
            <w:r w:rsidRPr="008C6DE4">
              <w:t>n257</w:t>
            </w:r>
            <w:r w:rsidRPr="008C6DE4">
              <w:rPr>
                <w:vertAlign w:val="superscript"/>
              </w:rPr>
              <w:t>4</w:t>
            </w:r>
            <w:r w:rsidRPr="008C6DE4">
              <w:t>, n258</w:t>
            </w:r>
            <w:r w:rsidRPr="008C6DE4">
              <w:rPr>
                <w:vertAlign w:val="superscript"/>
              </w:rPr>
              <w:t>4</w:t>
            </w:r>
            <w:r w:rsidRPr="008C6DE4">
              <w:t>, n261</w:t>
            </w:r>
            <w:r w:rsidRPr="008C6DE4">
              <w:rPr>
                <w:vertAlign w:val="superscript"/>
              </w:rPr>
              <w:t>4</w:t>
            </w:r>
          </w:p>
        </w:tc>
      </w:tr>
      <w:tr w:rsidR="00DD3199" w:rsidRPr="008C6DE4" w14:paraId="1C7BCB20" w14:textId="77777777" w:rsidTr="00867D3A">
        <w:trPr>
          <w:trHeight w:val="131"/>
        </w:trPr>
        <w:tc>
          <w:tcPr>
            <w:tcW w:w="817" w:type="dxa"/>
            <w:shd w:val="clear" w:color="auto" w:fill="auto"/>
            <w:noWrap/>
            <w:vAlign w:val="center"/>
            <w:hideMark/>
          </w:tcPr>
          <w:p w14:paraId="60062FB5" w14:textId="77777777" w:rsidR="00E93D6B" w:rsidRPr="008C6DE4" w:rsidRDefault="00E93D6B" w:rsidP="00867D3A">
            <w:pPr>
              <w:pStyle w:val="TAC"/>
            </w:pPr>
            <w:r w:rsidRPr="008C6DE4">
              <w:t>C</w:t>
            </w:r>
          </w:p>
        </w:tc>
        <w:tc>
          <w:tcPr>
            <w:tcW w:w="3119" w:type="dxa"/>
            <w:shd w:val="clear" w:color="auto" w:fill="auto"/>
          </w:tcPr>
          <w:p w14:paraId="68610D57" w14:textId="77777777" w:rsidR="00E93D6B" w:rsidRPr="008C6DE4" w:rsidRDefault="00E93D6B" w:rsidP="00867D3A">
            <w:pPr>
              <w:pStyle w:val="TAC"/>
            </w:pPr>
            <w:r w:rsidRPr="008C6DE4">
              <w:t>NR_TDD_FR2_C</w:t>
            </w:r>
          </w:p>
        </w:tc>
        <w:tc>
          <w:tcPr>
            <w:tcW w:w="3260" w:type="dxa"/>
            <w:shd w:val="clear" w:color="auto" w:fill="auto"/>
            <w:noWrap/>
            <w:vAlign w:val="center"/>
            <w:hideMark/>
          </w:tcPr>
          <w:p w14:paraId="6E49B398" w14:textId="77777777" w:rsidR="00E93D6B" w:rsidRPr="008C6DE4" w:rsidRDefault="00E93D6B" w:rsidP="00867D3A">
            <w:pPr>
              <w:pStyle w:val="TAC"/>
            </w:pPr>
          </w:p>
        </w:tc>
      </w:tr>
      <w:tr w:rsidR="00DD3199" w:rsidRPr="008C6DE4" w14:paraId="349C94D6" w14:textId="77777777" w:rsidTr="00867D3A">
        <w:trPr>
          <w:trHeight w:val="205"/>
        </w:trPr>
        <w:tc>
          <w:tcPr>
            <w:tcW w:w="817" w:type="dxa"/>
            <w:shd w:val="clear" w:color="auto" w:fill="auto"/>
            <w:noWrap/>
            <w:vAlign w:val="center"/>
            <w:hideMark/>
          </w:tcPr>
          <w:p w14:paraId="542C5CAC" w14:textId="77777777" w:rsidR="00E93D6B" w:rsidRPr="008C6DE4" w:rsidRDefault="00E93D6B" w:rsidP="00867D3A">
            <w:pPr>
              <w:pStyle w:val="TAC"/>
            </w:pPr>
            <w:r w:rsidRPr="008C6DE4">
              <w:t>D</w:t>
            </w:r>
          </w:p>
        </w:tc>
        <w:tc>
          <w:tcPr>
            <w:tcW w:w="3119" w:type="dxa"/>
            <w:shd w:val="clear" w:color="auto" w:fill="auto"/>
          </w:tcPr>
          <w:p w14:paraId="44EC085A" w14:textId="77777777" w:rsidR="00E93D6B" w:rsidRPr="008C6DE4" w:rsidRDefault="00E93D6B" w:rsidP="00867D3A">
            <w:pPr>
              <w:pStyle w:val="TAC"/>
            </w:pPr>
            <w:r w:rsidRPr="008C6DE4">
              <w:t>NR_TDD_FR2_D</w:t>
            </w:r>
          </w:p>
        </w:tc>
        <w:tc>
          <w:tcPr>
            <w:tcW w:w="3260" w:type="dxa"/>
            <w:shd w:val="clear" w:color="auto" w:fill="auto"/>
            <w:noWrap/>
            <w:vAlign w:val="center"/>
            <w:hideMark/>
          </w:tcPr>
          <w:p w14:paraId="2E0944AE" w14:textId="77777777" w:rsidR="00E93D6B" w:rsidRPr="008C6DE4" w:rsidRDefault="00E93D6B" w:rsidP="00867D3A">
            <w:pPr>
              <w:pStyle w:val="TAC"/>
            </w:pPr>
          </w:p>
        </w:tc>
      </w:tr>
      <w:tr w:rsidR="00DD3199" w:rsidRPr="008C6DE4" w14:paraId="40BCA3FB" w14:textId="77777777" w:rsidTr="00867D3A">
        <w:trPr>
          <w:trHeight w:val="123"/>
        </w:trPr>
        <w:tc>
          <w:tcPr>
            <w:tcW w:w="817" w:type="dxa"/>
            <w:shd w:val="clear" w:color="auto" w:fill="auto"/>
            <w:noWrap/>
            <w:vAlign w:val="center"/>
            <w:hideMark/>
          </w:tcPr>
          <w:p w14:paraId="7606B679" w14:textId="77777777" w:rsidR="00E93D6B" w:rsidRPr="008C6DE4" w:rsidRDefault="00E93D6B" w:rsidP="00867D3A">
            <w:pPr>
              <w:pStyle w:val="TAC"/>
            </w:pPr>
            <w:r w:rsidRPr="008C6DE4">
              <w:t>E</w:t>
            </w:r>
          </w:p>
        </w:tc>
        <w:tc>
          <w:tcPr>
            <w:tcW w:w="3119" w:type="dxa"/>
            <w:shd w:val="clear" w:color="auto" w:fill="auto"/>
          </w:tcPr>
          <w:p w14:paraId="7A932CE6" w14:textId="77777777" w:rsidR="00E93D6B" w:rsidRPr="008C6DE4" w:rsidRDefault="00E93D6B" w:rsidP="00867D3A">
            <w:pPr>
              <w:pStyle w:val="TAC"/>
            </w:pPr>
            <w:r w:rsidRPr="008C6DE4">
              <w:t>NR_TDD_FR2_E</w:t>
            </w:r>
          </w:p>
        </w:tc>
        <w:tc>
          <w:tcPr>
            <w:tcW w:w="3260" w:type="dxa"/>
            <w:shd w:val="clear" w:color="auto" w:fill="auto"/>
            <w:noWrap/>
            <w:vAlign w:val="center"/>
            <w:hideMark/>
          </w:tcPr>
          <w:p w14:paraId="7B2E77F3" w14:textId="77777777" w:rsidR="00E93D6B" w:rsidRPr="008C6DE4" w:rsidRDefault="00E93D6B" w:rsidP="00867D3A">
            <w:pPr>
              <w:pStyle w:val="TAC"/>
            </w:pPr>
          </w:p>
        </w:tc>
      </w:tr>
      <w:tr w:rsidR="00DD3199" w:rsidRPr="008C6DE4" w14:paraId="548761F0" w14:textId="77777777" w:rsidTr="00867D3A">
        <w:trPr>
          <w:trHeight w:val="183"/>
        </w:trPr>
        <w:tc>
          <w:tcPr>
            <w:tcW w:w="817" w:type="dxa"/>
            <w:shd w:val="clear" w:color="auto" w:fill="auto"/>
            <w:noWrap/>
            <w:vAlign w:val="center"/>
            <w:hideMark/>
          </w:tcPr>
          <w:p w14:paraId="1FEBB405" w14:textId="77777777" w:rsidR="00E93D6B" w:rsidRPr="008C6DE4" w:rsidRDefault="00E93D6B" w:rsidP="00867D3A">
            <w:pPr>
              <w:pStyle w:val="TAC"/>
            </w:pPr>
            <w:r w:rsidRPr="008C6DE4">
              <w:t>F</w:t>
            </w:r>
          </w:p>
        </w:tc>
        <w:tc>
          <w:tcPr>
            <w:tcW w:w="3119" w:type="dxa"/>
            <w:shd w:val="clear" w:color="auto" w:fill="auto"/>
          </w:tcPr>
          <w:p w14:paraId="3065E382" w14:textId="77777777" w:rsidR="00E93D6B" w:rsidRPr="008C6DE4" w:rsidRDefault="00E93D6B" w:rsidP="00867D3A">
            <w:pPr>
              <w:pStyle w:val="TAC"/>
            </w:pPr>
            <w:r w:rsidRPr="008C6DE4">
              <w:t>NR_TDD_FR2_F</w:t>
            </w:r>
          </w:p>
        </w:tc>
        <w:tc>
          <w:tcPr>
            <w:tcW w:w="3260" w:type="dxa"/>
            <w:shd w:val="clear" w:color="auto" w:fill="auto"/>
            <w:noWrap/>
            <w:vAlign w:val="center"/>
            <w:hideMark/>
          </w:tcPr>
          <w:p w14:paraId="4FD5B4D6" w14:textId="77777777" w:rsidR="00E93D6B" w:rsidRPr="008C6DE4" w:rsidRDefault="00E93D6B" w:rsidP="00867D3A">
            <w:pPr>
              <w:pStyle w:val="TAC"/>
            </w:pPr>
            <w:r w:rsidRPr="008C6DE4">
              <w:t>n260</w:t>
            </w:r>
            <w:r w:rsidRPr="008C6DE4">
              <w:rPr>
                <w:vertAlign w:val="superscript"/>
              </w:rPr>
              <w:t>4</w:t>
            </w:r>
          </w:p>
        </w:tc>
      </w:tr>
      <w:tr w:rsidR="00DD3199" w:rsidRPr="008C6DE4" w14:paraId="20DF57D3" w14:textId="77777777" w:rsidTr="00867D3A">
        <w:trPr>
          <w:trHeight w:val="115"/>
        </w:trPr>
        <w:tc>
          <w:tcPr>
            <w:tcW w:w="817" w:type="dxa"/>
            <w:shd w:val="clear" w:color="auto" w:fill="auto"/>
            <w:noWrap/>
            <w:vAlign w:val="center"/>
            <w:hideMark/>
          </w:tcPr>
          <w:p w14:paraId="68C5191D" w14:textId="77777777" w:rsidR="00E93D6B" w:rsidRPr="008C6DE4" w:rsidRDefault="00E93D6B" w:rsidP="00867D3A">
            <w:pPr>
              <w:pStyle w:val="TAC"/>
            </w:pPr>
            <w:r w:rsidRPr="008C6DE4">
              <w:t>G</w:t>
            </w:r>
          </w:p>
        </w:tc>
        <w:tc>
          <w:tcPr>
            <w:tcW w:w="3119" w:type="dxa"/>
            <w:shd w:val="clear" w:color="auto" w:fill="auto"/>
          </w:tcPr>
          <w:p w14:paraId="6C616112" w14:textId="77777777" w:rsidR="00E93D6B" w:rsidRPr="008C6DE4" w:rsidRDefault="00E93D6B" w:rsidP="00867D3A">
            <w:pPr>
              <w:pStyle w:val="TAC"/>
            </w:pPr>
            <w:r w:rsidRPr="008C6DE4">
              <w:t>NR_TDD_FR2_G</w:t>
            </w:r>
          </w:p>
        </w:tc>
        <w:tc>
          <w:tcPr>
            <w:tcW w:w="3260" w:type="dxa"/>
            <w:shd w:val="clear" w:color="auto" w:fill="auto"/>
            <w:noWrap/>
            <w:vAlign w:val="center"/>
            <w:hideMark/>
          </w:tcPr>
          <w:p w14:paraId="6ED5F32F" w14:textId="46C730EA" w:rsidR="00E93D6B" w:rsidRPr="008C6DE4" w:rsidRDefault="00E93D6B" w:rsidP="00867D3A">
            <w:pPr>
              <w:pStyle w:val="TAC"/>
            </w:pPr>
            <w:r w:rsidRPr="008C6DE4">
              <w:t>n260</w:t>
            </w:r>
            <w:r w:rsidRPr="008C6DE4">
              <w:rPr>
                <w:vertAlign w:val="superscript"/>
              </w:rPr>
              <w:t>1</w:t>
            </w:r>
            <w:r w:rsidRPr="008C6DE4">
              <w:t xml:space="preserve"> </w:t>
            </w:r>
          </w:p>
        </w:tc>
      </w:tr>
      <w:tr w:rsidR="00DD3199" w:rsidRPr="008C6DE4" w14:paraId="52EB9D2C" w14:textId="77777777" w:rsidTr="00867D3A">
        <w:trPr>
          <w:trHeight w:val="175"/>
        </w:trPr>
        <w:tc>
          <w:tcPr>
            <w:tcW w:w="817" w:type="dxa"/>
            <w:shd w:val="clear" w:color="auto" w:fill="auto"/>
            <w:noWrap/>
            <w:vAlign w:val="center"/>
            <w:hideMark/>
          </w:tcPr>
          <w:p w14:paraId="3338F5F9" w14:textId="77777777" w:rsidR="00E93D6B" w:rsidRPr="008C6DE4" w:rsidRDefault="00E93D6B" w:rsidP="00867D3A">
            <w:pPr>
              <w:pStyle w:val="TAC"/>
            </w:pPr>
            <w:r w:rsidRPr="008C6DE4">
              <w:t>H</w:t>
            </w:r>
          </w:p>
        </w:tc>
        <w:tc>
          <w:tcPr>
            <w:tcW w:w="3119" w:type="dxa"/>
            <w:shd w:val="clear" w:color="auto" w:fill="auto"/>
          </w:tcPr>
          <w:p w14:paraId="2B410D67" w14:textId="77777777" w:rsidR="00E93D6B" w:rsidRPr="008C6DE4" w:rsidRDefault="00E93D6B" w:rsidP="00867D3A">
            <w:pPr>
              <w:pStyle w:val="TAC"/>
            </w:pPr>
            <w:r w:rsidRPr="008C6DE4">
              <w:t>NR_TDD_FR2_H</w:t>
            </w:r>
          </w:p>
        </w:tc>
        <w:tc>
          <w:tcPr>
            <w:tcW w:w="3260" w:type="dxa"/>
            <w:shd w:val="clear" w:color="auto" w:fill="auto"/>
            <w:noWrap/>
            <w:vAlign w:val="center"/>
            <w:hideMark/>
          </w:tcPr>
          <w:p w14:paraId="79ABE7E1" w14:textId="77777777" w:rsidR="00E93D6B" w:rsidRPr="008C6DE4" w:rsidRDefault="00E93D6B" w:rsidP="00867D3A">
            <w:pPr>
              <w:pStyle w:val="TAC"/>
            </w:pPr>
          </w:p>
        </w:tc>
      </w:tr>
      <w:tr w:rsidR="00DD3199" w:rsidRPr="008C6DE4" w14:paraId="181B2573" w14:textId="77777777" w:rsidTr="00867D3A">
        <w:trPr>
          <w:trHeight w:val="107"/>
        </w:trPr>
        <w:tc>
          <w:tcPr>
            <w:tcW w:w="817" w:type="dxa"/>
            <w:shd w:val="clear" w:color="auto" w:fill="auto"/>
            <w:noWrap/>
            <w:vAlign w:val="center"/>
            <w:hideMark/>
          </w:tcPr>
          <w:p w14:paraId="33F97355" w14:textId="77777777" w:rsidR="00E93D6B" w:rsidRPr="008C6DE4" w:rsidRDefault="00E93D6B" w:rsidP="00867D3A">
            <w:pPr>
              <w:pStyle w:val="TAC"/>
            </w:pPr>
            <w:r w:rsidRPr="008C6DE4">
              <w:t>I</w:t>
            </w:r>
          </w:p>
        </w:tc>
        <w:tc>
          <w:tcPr>
            <w:tcW w:w="3119" w:type="dxa"/>
            <w:shd w:val="clear" w:color="auto" w:fill="auto"/>
          </w:tcPr>
          <w:p w14:paraId="03CA4F43" w14:textId="77777777" w:rsidR="00E93D6B" w:rsidRPr="008C6DE4" w:rsidRDefault="00E93D6B" w:rsidP="00867D3A">
            <w:pPr>
              <w:pStyle w:val="TAC"/>
            </w:pPr>
            <w:r w:rsidRPr="008C6DE4">
              <w:t>NR_TDD_FR2_I</w:t>
            </w:r>
          </w:p>
        </w:tc>
        <w:tc>
          <w:tcPr>
            <w:tcW w:w="3260" w:type="dxa"/>
            <w:shd w:val="clear" w:color="auto" w:fill="auto"/>
            <w:noWrap/>
            <w:vAlign w:val="center"/>
            <w:hideMark/>
          </w:tcPr>
          <w:p w14:paraId="034F667B" w14:textId="77777777" w:rsidR="00E93D6B" w:rsidRPr="008C6DE4" w:rsidRDefault="00E93D6B" w:rsidP="00867D3A">
            <w:pPr>
              <w:pStyle w:val="TAC"/>
            </w:pPr>
          </w:p>
        </w:tc>
      </w:tr>
      <w:tr w:rsidR="00DD3199" w:rsidRPr="008C6DE4" w14:paraId="3B1FCDD7" w14:textId="77777777" w:rsidTr="00867D3A">
        <w:trPr>
          <w:trHeight w:val="125"/>
        </w:trPr>
        <w:tc>
          <w:tcPr>
            <w:tcW w:w="817" w:type="dxa"/>
            <w:shd w:val="clear" w:color="auto" w:fill="auto"/>
            <w:noWrap/>
            <w:vAlign w:val="center"/>
            <w:hideMark/>
          </w:tcPr>
          <w:p w14:paraId="6478590F" w14:textId="77777777" w:rsidR="00E93D6B" w:rsidRPr="008C6DE4" w:rsidRDefault="00E93D6B" w:rsidP="00867D3A">
            <w:pPr>
              <w:pStyle w:val="TAC"/>
            </w:pPr>
            <w:r w:rsidRPr="008C6DE4">
              <w:t>J</w:t>
            </w:r>
          </w:p>
        </w:tc>
        <w:tc>
          <w:tcPr>
            <w:tcW w:w="3119" w:type="dxa"/>
            <w:shd w:val="clear" w:color="auto" w:fill="auto"/>
          </w:tcPr>
          <w:p w14:paraId="77FD92B3" w14:textId="77777777" w:rsidR="00E93D6B" w:rsidRPr="008C6DE4" w:rsidRDefault="00E93D6B" w:rsidP="00867D3A">
            <w:pPr>
              <w:pStyle w:val="TAC"/>
            </w:pPr>
            <w:r w:rsidRPr="008C6DE4">
              <w:t>NR_TDD_FR2_J</w:t>
            </w:r>
          </w:p>
        </w:tc>
        <w:tc>
          <w:tcPr>
            <w:tcW w:w="3260" w:type="dxa"/>
            <w:shd w:val="clear" w:color="auto" w:fill="auto"/>
            <w:noWrap/>
            <w:vAlign w:val="center"/>
            <w:hideMark/>
          </w:tcPr>
          <w:p w14:paraId="55F1DFB4" w14:textId="77777777" w:rsidR="00E93D6B" w:rsidRPr="008C6DE4" w:rsidRDefault="00E93D6B" w:rsidP="00867D3A">
            <w:pPr>
              <w:pStyle w:val="TAC"/>
            </w:pPr>
          </w:p>
        </w:tc>
      </w:tr>
      <w:tr w:rsidR="00DD3199" w:rsidRPr="008C6DE4" w14:paraId="3B05B88A" w14:textId="77777777" w:rsidTr="00867D3A">
        <w:trPr>
          <w:trHeight w:val="129"/>
        </w:trPr>
        <w:tc>
          <w:tcPr>
            <w:tcW w:w="817" w:type="dxa"/>
            <w:shd w:val="clear" w:color="auto" w:fill="auto"/>
            <w:noWrap/>
            <w:vAlign w:val="center"/>
            <w:hideMark/>
          </w:tcPr>
          <w:p w14:paraId="4E287597" w14:textId="77777777" w:rsidR="00E93D6B" w:rsidRPr="008C6DE4" w:rsidRDefault="00E93D6B" w:rsidP="00867D3A">
            <w:pPr>
              <w:pStyle w:val="TAC"/>
            </w:pPr>
            <w:r w:rsidRPr="008C6DE4">
              <w:t>K</w:t>
            </w:r>
          </w:p>
        </w:tc>
        <w:tc>
          <w:tcPr>
            <w:tcW w:w="3119" w:type="dxa"/>
            <w:shd w:val="clear" w:color="auto" w:fill="auto"/>
          </w:tcPr>
          <w:p w14:paraId="0133FC73" w14:textId="77777777" w:rsidR="00E93D6B" w:rsidRPr="008C6DE4" w:rsidRDefault="00E93D6B" w:rsidP="00867D3A">
            <w:pPr>
              <w:pStyle w:val="TAC"/>
            </w:pPr>
            <w:r w:rsidRPr="008C6DE4">
              <w:t>NR_TDD_FR2_K</w:t>
            </w:r>
          </w:p>
        </w:tc>
        <w:tc>
          <w:tcPr>
            <w:tcW w:w="3260" w:type="dxa"/>
            <w:shd w:val="clear" w:color="auto" w:fill="auto"/>
            <w:noWrap/>
            <w:vAlign w:val="center"/>
            <w:hideMark/>
          </w:tcPr>
          <w:p w14:paraId="42686C0B" w14:textId="77777777" w:rsidR="00E93D6B" w:rsidRPr="008C6DE4" w:rsidRDefault="00E93D6B" w:rsidP="00867D3A">
            <w:pPr>
              <w:pStyle w:val="TAC"/>
            </w:pPr>
          </w:p>
        </w:tc>
      </w:tr>
      <w:tr w:rsidR="00DD3199" w:rsidRPr="008C6DE4" w14:paraId="694CAD32" w14:textId="77777777" w:rsidTr="00867D3A">
        <w:trPr>
          <w:trHeight w:val="189"/>
        </w:trPr>
        <w:tc>
          <w:tcPr>
            <w:tcW w:w="817" w:type="dxa"/>
            <w:shd w:val="clear" w:color="auto" w:fill="auto"/>
            <w:noWrap/>
            <w:vAlign w:val="center"/>
            <w:hideMark/>
          </w:tcPr>
          <w:p w14:paraId="65856391" w14:textId="77777777" w:rsidR="00E93D6B" w:rsidRPr="008C6DE4" w:rsidRDefault="00E93D6B" w:rsidP="00867D3A">
            <w:pPr>
              <w:pStyle w:val="TAC"/>
            </w:pPr>
            <w:r w:rsidRPr="008C6DE4">
              <w:t>L</w:t>
            </w:r>
          </w:p>
        </w:tc>
        <w:tc>
          <w:tcPr>
            <w:tcW w:w="3119" w:type="dxa"/>
            <w:shd w:val="clear" w:color="auto" w:fill="auto"/>
          </w:tcPr>
          <w:p w14:paraId="49499EEC" w14:textId="77777777" w:rsidR="00E93D6B" w:rsidRPr="008C6DE4" w:rsidRDefault="00E93D6B" w:rsidP="00867D3A">
            <w:pPr>
              <w:pStyle w:val="TAC"/>
            </w:pPr>
            <w:r w:rsidRPr="008C6DE4">
              <w:t>NR_TDD_FR2_L</w:t>
            </w:r>
          </w:p>
        </w:tc>
        <w:tc>
          <w:tcPr>
            <w:tcW w:w="3260" w:type="dxa"/>
            <w:shd w:val="clear" w:color="auto" w:fill="auto"/>
            <w:noWrap/>
            <w:vAlign w:val="center"/>
            <w:hideMark/>
          </w:tcPr>
          <w:p w14:paraId="28629722" w14:textId="77777777" w:rsidR="00E93D6B" w:rsidRPr="008C6DE4" w:rsidRDefault="00E93D6B" w:rsidP="00867D3A">
            <w:pPr>
              <w:pStyle w:val="TAC"/>
            </w:pPr>
            <w:r w:rsidRPr="008C6DE4">
              <w:t>n257</w:t>
            </w:r>
            <w:r w:rsidRPr="008C6DE4">
              <w:rPr>
                <w:vertAlign w:val="superscript"/>
              </w:rPr>
              <w:t>2</w:t>
            </w:r>
            <w:r w:rsidRPr="008C6DE4">
              <w:t>, n258</w:t>
            </w:r>
            <w:r w:rsidRPr="008C6DE4">
              <w:rPr>
                <w:vertAlign w:val="superscript"/>
              </w:rPr>
              <w:t>2</w:t>
            </w:r>
            <w:r w:rsidRPr="008C6DE4">
              <w:t>, n261</w:t>
            </w:r>
            <w:r w:rsidRPr="008C6DE4">
              <w:rPr>
                <w:vertAlign w:val="superscript"/>
              </w:rPr>
              <w:t>2</w:t>
            </w:r>
          </w:p>
        </w:tc>
      </w:tr>
      <w:tr w:rsidR="00DD3199" w:rsidRPr="008C6DE4" w14:paraId="46EF5024" w14:textId="77777777" w:rsidTr="00867D3A">
        <w:trPr>
          <w:trHeight w:val="122"/>
        </w:trPr>
        <w:tc>
          <w:tcPr>
            <w:tcW w:w="817" w:type="dxa"/>
            <w:shd w:val="clear" w:color="auto" w:fill="auto"/>
            <w:noWrap/>
            <w:vAlign w:val="center"/>
            <w:hideMark/>
          </w:tcPr>
          <w:p w14:paraId="3D9D39B2" w14:textId="77777777" w:rsidR="00E93D6B" w:rsidRPr="008C6DE4" w:rsidRDefault="00E93D6B" w:rsidP="00867D3A">
            <w:pPr>
              <w:pStyle w:val="TAC"/>
            </w:pPr>
            <w:r w:rsidRPr="008C6DE4">
              <w:t>M</w:t>
            </w:r>
          </w:p>
        </w:tc>
        <w:tc>
          <w:tcPr>
            <w:tcW w:w="3119" w:type="dxa"/>
            <w:shd w:val="clear" w:color="auto" w:fill="auto"/>
          </w:tcPr>
          <w:p w14:paraId="53BB3608" w14:textId="77777777" w:rsidR="00E93D6B" w:rsidRPr="008C6DE4" w:rsidRDefault="00E93D6B" w:rsidP="00867D3A">
            <w:pPr>
              <w:pStyle w:val="TAC"/>
            </w:pPr>
            <w:r w:rsidRPr="008C6DE4">
              <w:t>NR_TDD_FR2_M</w:t>
            </w:r>
          </w:p>
        </w:tc>
        <w:tc>
          <w:tcPr>
            <w:tcW w:w="3260" w:type="dxa"/>
            <w:shd w:val="clear" w:color="auto" w:fill="auto"/>
            <w:noWrap/>
            <w:vAlign w:val="center"/>
            <w:hideMark/>
          </w:tcPr>
          <w:p w14:paraId="5014BEFA" w14:textId="77777777" w:rsidR="00E93D6B" w:rsidRPr="008C6DE4" w:rsidRDefault="00E93D6B" w:rsidP="00867D3A">
            <w:pPr>
              <w:pStyle w:val="TAC"/>
            </w:pPr>
          </w:p>
        </w:tc>
      </w:tr>
      <w:tr w:rsidR="00DD3199" w:rsidRPr="008C6DE4" w14:paraId="168EDC92" w14:textId="77777777" w:rsidTr="00867D3A">
        <w:trPr>
          <w:trHeight w:val="109"/>
        </w:trPr>
        <w:tc>
          <w:tcPr>
            <w:tcW w:w="817" w:type="dxa"/>
            <w:shd w:val="clear" w:color="auto" w:fill="auto"/>
            <w:noWrap/>
            <w:vAlign w:val="center"/>
            <w:hideMark/>
          </w:tcPr>
          <w:p w14:paraId="65E24E51" w14:textId="77777777" w:rsidR="00E93D6B" w:rsidRPr="008C6DE4" w:rsidRDefault="00E93D6B" w:rsidP="00867D3A">
            <w:pPr>
              <w:pStyle w:val="TAC"/>
            </w:pPr>
            <w:r w:rsidRPr="008C6DE4">
              <w:t>N</w:t>
            </w:r>
          </w:p>
        </w:tc>
        <w:tc>
          <w:tcPr>
            <w:tcW w:w="3119" w:type="dxa"/>
            <w:shd w:val="clear" w:color="auto" w:fill="auto"/>
          </w:tcPr>
          <w:p w14:paraId="35E36014" w14:textId="77777777" w:rsidR="00E93D6B" w:rsidRPr="008C6DE4" w:rsidRDefault="00E93D6B" w:rsidP="00867D3A">
            <w:pPr>
              <w:pStyle w:val="TAC"/>
            </w:pPr>
            <w:r w:rsidRPr="008C6DE4">
              <w:t>NR_TDD_FR2_N</w:t>
            </w:r>
          </w:p>
        </w:tc>
        <w:tc>
          <w:tcPr>
            <w:tcW w:w="3260" w:type="dxa"/>
            <w:shd w:val="clear" w:color="auto" w:fill="auto"/>
            <w:noWrap/>
            <w:vAlign w:val="center"/>
            <w:hideMark/>
          </w:tcPr>
          <w:p w14:paraId="6EE9B342" w14:textId="77777777" w:rsidR="00E93D6B" w:rsidRPr="008C6DE4" w:rsidRDefault="00E93D6B" w:rsidP="00867D3A">
            <w:pPr>
              <w:pStyle w:val="TAC"/>
            </w:pPr>
          </w:p>
        </w:tc>
      </w:tr>
      <w:tr w:rsidR="00DD3199" w:rsidRPr="008C6DE4" w14:paraId="4BDDDB4D" w14:textId="77777777" w:rsidTr="00867D3A">
        <w:trPr>
          <w:trHeight w:val="69"/>
        </w:trPr>
        <w:tc>
          <w:tcPr>
            <w:tcW w:w="817" w:type="dxa"/>
            <w:shd w:val="clear" w:color="auto" w:fill="auto"/>
            <w:noWrap/>
            <w:vAlign w:val="center"/>
            <w:hideMark/>
          </w:tcPr>
          <w:p w14:paraId="01B08E9B" w14:textId="77777777" w:rsidR="00E93D6B" w:rsidRPr="008C6DE4" w:rsidRDefault="00E93D6B" w:rsidP="00867D3A">
            <w:pPr>
              <w:pStyle w:val="TAC"/>
            </w:pPr>
            <w:r w:rsidRPr="008C6DE4">
              <w:t>O</w:t>
            </w:r>
          </w:p>
        </w:tc>
        <w:tc>
          <w:tcPr>
            <w:tcW w:w="3119" w:type="dxa"/>
            <w:shd w:val="clear" w:color="auto" w:fill="auto"/>
          </w:tcPr>
          <w:p w14:paraId="6D5B814F" w14:textId="77777777" w:rsidR="00E93D6B" w:rsidRPr="008C6DE4" w:rsidRDefault="00E93D6B" w:rsidP="00867D3A">
            <w:pPr>
              <w:pStyle w:val="TAC"/>
            </w:pPr>
            <w:r w:rsidRPr="008C6DE4">
              <w:t>NR_TDD_FR2_O</w:t>
            </w:r>
          </w:p>
        </w:tc>
        <w:tc>
          <w:tcPr>
            <w:tcW w:w="3260" w:type="dxa"/>
            <w:shd w:val="clear" w:color="auto" w:fill="auto"/>
            <w:noWrap/>
            <w:vAlign w:val="center"/>
            <w:hideMark/>
          </w:tcPr>
          <w:p w14:paraId="6A7CABF6" w14:textId="77777777" w:rsidR="00E93D6B" w:rsidRPr="008C6DE4" w:rsidRDefault="00E93D6B" w:rsidP="00867D3A">
            <w:pPr>
              <w:pStyle w:val="TAC"/>
            </w:pPr>
          </w:p>
        </w:tc>
      </w:tr>
      <w:tr w:rsidR="00DD3199" w:rsidRPr="008C6DE4" w14:paraId="6D78B80E" w14:textId="77777777" w:rsidTr="00867D3A">
        <w:trPr>
          <w:trHeight w:val="143"/>
        </w:trPr>
        <w:tc>
          <w:tcPr>
            <w:tcW w:w="817" w:type="dxa"/>
            <w:shd w:val="clear" w:color="auto" w:fill="auto"/>
            <w:noWrap/>
            <w:vAlign w:val="center"/>
            <w:hideMark/>
          </w:tcPr>
          <w:p w14:paraId="1932F822" w14:textId="77777777" w:rsidR="00E93D6B" w:rsidRPr="008C6DE4" w:rsidRDefault="00E93D6B" w:rsidP="00867D3A">
            <w:pPr>
              <w:pStyle w:val="TAC"/>
            </w:pPr>
            <w:r w:rsidRPr="008C6DE4">
              <w:t>P</w:t>
            </w:r>
          </w:p>
        </w:tc>
        <w:tc>
          <w:tcPr>
            <w:tcW w:w="3119" w:type="dxa"/>
            <w:shd w:val="clear" w:color="auto" w:fill="auto"/>
          </w:tcPr>
          <w:p w14:paraId="5365FE0D" w14:textId="77777777" w:rsidR="00E93D6B" w:rsidRPr="008C6DE4" w:rsidRDefault="00E93D6B" w:rsidP="00867D3A">
            <w:pPr>
              <w:pStyle w:val="TAC"/>
            </w:pPr>
            <w:r w:rsidRPr="008C6DE4">
              <w:t>NR_TDD_FR2_P</w:t>
            </w:r>
          </w:p>
        </w:tc>
        <w:tc>
          <w:tcPr>
            <w:tcW w:w="3260" w:type="dxa"/>
            <w:shd w:val="clear" w:color="auto" w:fill="auto"/>
            <w:noWrap/>
            <w:vAlign w:val="center"/>
            <w:hideMark/>
          </w:tcPr>
          <w:p w14:paraId="0AD0206D" w14:textId="77777777" w:rsidR="00E93D6B" w:rsidRPr="008C6DE4" w:rsidRDefault="00E93D6B" w:rsidP="00867D3A">
            <w:pPr>
              <w:pStyle w:val="TAC"/>
            </w:pPr>
          </w:p>
        </w:tc>
      </w:tr>
      <w:tr w:rsidR="00DD3199" w:rsidRPr="008C6DE4" w14:paraId="09F211CB" w14:textId="77777777" w:rsidTr="00867D3A">
        <w:trPr>
          <w:trHeight w:val="203"/>
        </w:trPr>
        <w:tc>
          <w:tcPr>
            <w:tcW w:w="817" w:type="dxa"/>
            <w:shd w:val="clear" w:color="auto" w:fill="auto"/>
            <w:noWrap/>
            <w:vAlign w:val="center"/>
            <w:hideMark/>
          </w:tcPr>
          <w:p w14:paraId="4B39F5B5" w14:textId="77777777" w:rsidR="00E93D6B" w:rsidRPr="008C6DE4" w:rsidRDefault="00E93D6B" w:rsidP="00867D3A">
            <w:pPr>
              <w:pStyle w:val="TAC"/>
            </w:pPr>
            <w:r w:rsidRPr="008C6DE4">
              <w:t>Q</w:t>
            </w:r>
          </w:p>
        </w:tc>
        <w:tc>
          <w:tcPr>
            <w:tcW w:w="3119" w:type="dxa"/>
            <w:shd w:val="clear" w:color="auto" w:fill="auto"/>
          </w:tcPr>
          <w:p w14:paraId="09940E14" w14:textId="77777777" w:rsidR="00E93D6B" w:rsidRPr="008C6DE4" w:rsidRDefault="00E93D6B" w:rsidP="00867D3A">
            <w:pPr>
              <w:pStyle w:val="TAC"/>
            </w:pPr>
            <w:r w:rsidRPr="008C6DE4">
              <w:t>NR_TDD_FR2_Q</w:t>
            </w:r>
          </w:p>
        </w:tc>
        <w:tc>
          <w:tcPr>
            <w:tcW w:w="3260" w:type="dxa"/>
            <w:shd w:val="clear" w:color="auto" w:fill="auto"/>
            <w:noWrap/>
            <w:vAlign w:val="center"/>
            <w:hideMark/>
          </w:tcPr>
          <w:p w14:paraId="0FECC945" w14:textId="77777777" w:rsidR="00E93D6B" w:rsidRPr="008C6DE4" w:rsidRDefault="00E93D6B" w:rsidP="00867D3A">
            <w:pPr>
              <w:pStyle w:val="TAC"/>
            </w:pPr>
          </w:p>
        </w:tc>
      </w:tr>
      <w:tr w:rsidR="00DD3199" w:rsidRPr="008C6DE4" w14:paraId="28ED2940" w14:textId="77777777" w:rsidTr="00867D3A">
        <w:trPr>
          <w:trHeight w:val="135"/>
        </w:trPr>
        <w:tc>
          <w:tcPr>
            <w:tcW w:w="817" w:type="dxa"/>
            <w:shd w:val="clear" w:color="auto" w:fill="auto"/>
            <w:noWrap/>
            <w:vAlign w:val="center"/>
            <w:hideMark/>
          </w:tcPr>
          <w:p w14:paraId="26A1554A" w14:textId="77777777" w:rsidR="00E93D6B" w:rsidRPr="008C6DE4" w:rsidRDefault="00E93D6B" w:rsidP="00867D3A">
            <w:pPr>
              <w:pStyle w:val="TAC"/>
            </w:pPr>
            <w:r w:rsidRPr="008C6DE4">
              <w:t>R</w:t>
            </w:r>
          </w:p>
        </w:tc>
        <w:tc>
          <w:tcPr>
            <w:tcW w:w="3119" w:type="dxa"/>
            <w:shd w:val="clear" w:color="auto" w:fill="auto"/>
          </w:tcPr>
          <w:p w14:paraId="1651C8BC" w14:textId="77777777" w:rsidR="00E93D6B" w:rsidRPr="008C6DE4" w:rsidRDefault="00E93D6B" w:rsidP="00867D3A">
            <w:pPr>
              <w:pStyle w:val="TAC"/>
            </w:pPr>
            <w:r w:rsidRPr="008C6DE4">
              <w:t>NR_TDD_FR2_R</w:t>
            </w:r>
          </w:p>
        </w:tc>
        <w:tc>
          <w:tcPr>
            <w:tcW w:w="3260" w:type="dxa"/>
            <w:shd w:val="clear" w:color="auto" w:fill="auto"/>
            <w:noWrap/>
            <w:vAlign w:val="center"/>
            <w:hideMark/>
          </w:tcPr>
          <w:p w14:paraId="5A8E8766" w14:textId="77777777" w:rsidR="00E93D6B" w:rsidRPr="008C6DE4" w:rsidRDefault="00E93D6B" w:rsidP="00867D3A">
            <w:pPr>
              <w:pStyle w:val="TAC"/>
            </w:pPr>
          </w:p>
        </w:tc>
      </w:tr>
      <w:tr w:rsidR="00DD3199" w:rsidRPr="008C6DE4" w14:paraId="0399C0C8" w14:textId="77777777" w:rsidTr="00867D3A">
        <w:trPr>
          <w:trHeight w:val="196"/>
        </w:trPr>
        <w:tc>
          <w:tcPr>
            <w:tcW w:w="817" w:type="dxa"/>
            <w:shd w:val="clear" w:color="auto" w:fill="auto"/>
            <w:noWrap/>
            <w:vAlign w:val="center"/>
            <w:hideMark/>
          </w:tcPr>
          <w:p w14:paraId="2D5443E2" w14:textId="77777777" w:rsidR="00E93D6B" w:rsidRPr="008C6DE4" w:rsidRDefault="00E93D6B" w:rsidP="00867D3A">
            <w:pPr>
              <w:pStyle w:val="TAC"/>
            </w:pPr>
            <w:r w:rsidRPr="008C6DE4">
              <w:t>S</w:t>
            </w:r>
          </w:p>
        </w:tc>
        <w:tc>
          <w:tcPr>
            <w:tcW w:w="3119" w:type="dxa"/>
            <w:shd w:val="clear" w:color="auto" w:fill="auto"/>
          </w:tcPr>
          <w:p w14:paraId="14BD0175" w14:textId="77777777" w:rsidR="00E93D6B" w:rsidRPr="008C6DE4" w:rsidRDefault="00E93D6B" w:rsidP="00867D3A">
            <w:pPr>
              <w:pStyle w:val="TAC"/>
            </w:pPr>
            <w:r w:rsidRPr="008C6DE4">
              <w:t>NR_TDD_FR2_S</w:t>
            </w:r>
          </w:p>
        </w:tc>
        <w:tc>
          <w:tcPr>
            <w:tcW w:w="3260" w:type="dxa"/>
            <w:shd w:val="clear" w:color="auto" w:fill="auto"/>
            <w:noWrap/>
            <w:vAlign w:val="center"/>
            <w:hideMark/>
          </w:tcPr>
          <w:p w14:paraId="31ED9C81" w14:textId="77777777" w:rsidR="00E93D6B" w:rsidRPr="008C6DE4" w:rsidRDefault="00E93D6B" w:rsidP="00867D3A">
            <w:pPr>
              <w:pStyle w:val="TAC"/>
            </w:pPr>
          </w:p>
        </w:tc>
      </w:tr>
      <w:tr w:rsidR="00DD3199" w:rsidRPr="008C6DE4" w14:paraId="130B31FB" w14:textId="77777777" w:rsidTr="00867D3A">
        <w:trPr>
          <w:trHeight w:val="127"/>
        </w:trPr>
        <w:tc>
          <w:tcPr>
            <w:tcW w:w="817" w:type="dxa"/>
            <w:shd w:val="clear" w:color="auto" w:fill="auto"/>
            <w:noWrap/>
            <w:vAlign w:val="center"/>
            <w:hideMark/>
          </w:tcPr>
          <w:p w14:paraId="3C8569CF" w14:textId="77777777" w:rsidR="00E93D6B" w:rsidRPr="008C6DE4" w:rsidRDefault="00E93D6B" w:rsidP="00867D3A">
            <w:pPr>
              <w:pStyle w:val="TAC"/>
            </w:pPr>
            <w:r w:rsidRPr="008C6DE4">
              <w:t>T</w:t>
            </w:r>
          </w:p>
        </w:tc>
        <w:tc>
          <w:tcPr>
            <w:tcW w:w="3119" w:type="dxa"/>
            <w:shd w:val="clear" w:color="auto" w:fill="auto"/>
          </w:tcPr>
          <w:p w14:paraId="65390A08" w14:textId="77777777" w:rsidR="00E93D6B" w:rsidRPr="008C6DE4" w:rsidRDefault="00E93D6B" w:rsidP="00867D3A">
            <w:pPr>
              <w:pStyle w:val="TAC"/>
            </w:pPr>
            <w:r w:rsidRPr="008C6DE4">
              <w:t>NR_TDD_FR2_T</w:t>
            </w:r>
          </w:p>
        </w:tc>
        <w:tc>
          <w:tcPr>
            <w:tcW w:w="3260" w:type="dxa"/>
            <w:shd w:val="clear" w:color="auto" w:fill="auto"/>
            <w:noWrap/>
            <w:vAlign w:val="center"/>
            <w:hideMark/>
          </w:tcPr>
          <w:p w14:paraId="5842BAF5" w14:textId="77777777" w:rsidR="00E93D6B" w:rsidRPr="008C6DE4" w:rsidRDefault="00E93D6B" w:rsidP="00867D3A">
            <w:pPr>
              <w:pStyle w:val="TAC"/>
            </w:pPr>
            <w:r w:rsidRPr="008C6DE4">
              <w:t>n257</w:t>
            </w:r>
            <w:r w:rsidRPr="008C6DE4">
              <w:rPr>
                <w:vertAlign w:val="superscript"/>
              </w:rPr>
              <w:t>3</w:t>
            </w:r>
            <w:r w:rsidRPr="008C6DE4">
              <w:t>, n258</w:t>
            </w:r>
            <w:r w:rsidRPr="008C6DE4">
              <w:rPr>
                <w:vertAlign w:val="superscript"/>
              </w:rPr>
              <w:t>3</w:t>
            </w:r>
            <w:r w:rsidRPr="008C6DE4">
              <w:t>, n261</w:t>
            </w:r>
            <w:r w:rsidRPr="008C6DE4">
              <w:rPr>
                <w:vertAlign w:val="superscript"/>
              </w:rPr>
              <w:t>3</w:t>
            </w:r>
          </w:p>
        </w:tc>
      </w:tr>
      <w:tr w:rsidR="00DD3199" w:rsidRPr="008C6DE4" w14:paraId="695A9994" w14:textId="77777777" w:rsidTr="00867D3A">
        <w:trPr>
          <w:trHeight w:val="187"/>
        </w:trPr>
        <w:tc>
          <w:tcPr>
            <w:tcW w:w="817" w:type="dxa"/>
            <w:shd w:val="clear" w:color="auto" w:fill="auto"/>
            <w:noWrap/>
            <w:vAlign w:val="center"/>
            <w:hideMark/>
          </w:tcPr>
          <w:p w14:paraId="2F893005" w14:textId="77777777" w:rsidR="00E93D6B" w:rsidRPr="008C6DE4" w:rsidRDefault="00E93D6B" w:rsidP="00867D3A">
            <w:pPr>
              <w:pStyle w:val="TAC"/>
            </w:pPr>
            <w:r w:rsidRPr="008C6DE4">
              <w:t>U</w:t>
            </w:r>
          </w:p>
        </w:tc>
        <w:tc>
          <w:tcPr>
            <w:tcW w:w="3119" w:type="dxa"/>
            <w:shd w:val="clear" w:color="auto" w:fill="auto"/>
          </w:tcPr>
          <w:p w14:paraId="3D03EE62" w14:textId="77777777" w:rsidR="00E93D6B" w:rsidRPr="008C6DE4" w:rsidRDefault="00E93D6B" w:rsidP="00867D3A">
            <w:pPr>
              <w:pStyle w:val="TAC"/>
            </w:pPr>
            <w:r w:rsidRPr="008C6DE4">
              <w:t>NR_TDD_FR2_U</w:t>
            </w:r>
          </w:p>
        </w:tc>
        <w:tc>
          <w:tcPr>
            <w:tcW w:w="3260" w:type="dxa"/>
            <w:shd w:val="clear" w:color="auto" w:fill="auto"/>
            <w:noWrap/>
            <w:vAlign w:val="center"/>
            <w:hideMark/>
          </w:tcPr>
          <w:p w14:paraId="5ADCF2C7" w14:textId="77777777" w:rsidR="00E93D6B" w:rsidRPr="008C6DE4" w:rsidRDefault="00E93D6B" w:rsidP="00867D3A">
            <w:pPr>
              <w:pStyle w:val="TAC"/>
            </w:pPr>
          </w:p>
        </w:tc>
      </w:tr>
      <w:tr w:rsidR="00DD3199" w:rsidRPr="008C6DE4" w14:paraId="4BD74194" w14:textId="77777777" w:rsidTr="00867D3A">
        <w:trPr>
          <w:trHeight w:val="119"/>
        </w:trPr>
        <w:tc>
          <w:tcPr>
            <w:tcW w:w="817" w:type="dxa"/>
            <w:shd w:val="clear" w:color="auto" w:fill="auto"/>
            <w:noWrap/>
            <w:vAlign w:val="center"/>
          </w:tcPr>
          <w:p w14:paraId="53C2A213" w14:textId="77777777" w:rsidR="00E93D6B" w:rsidRPr="008C6DE4" w:rsidRDefault="00E93D6B" w:rsidP="00867D3A">
            <w:pPr>
              <w:pStyle w:val="TAC"/>
            </w:pPr>
            <w:r w:rsidRPr="008C6DE4">
              <w:t>V</w:t>
            </w:r>
          </w:p>
        </w:tc>
        <w:tc>
          <w:tcPr>
            <w:tcW w:w="3119" w:type="dxa"/>
            <w:shd w:val="clear" w:color="auto" w:fill="auto"/>
          </w:tcPr>
          <w:p w14:paraId="6CD08E8A" w14:textId="77777777" w:rsidR="00E93D6B" w:rsidRPr="008C6DE4" w:rsidRDefault="00E93D6B" w:rsidP="00867D3A">
            <w:pPr>
              <w:pStyle w:val="TAC"/>
            </w:pPr>
            <w:r w:rsidRPr="008C6DE4">
              <w:t>NR_TDD_FR2_V</w:t>
            </w:r>
          </w:p>
        </w:tc>
        <w:tc>
          <w:tcPr>
            <w:tcW w:w="3260" w:type="dxa"/>
            <w:shd w:val="clear" w:color="auto" w:fill="auto"/>
            <w:noWrap/>
            <w:vAlign w:val="center"/>
          </w:tcPr>
          <w:p w14:paraId="17F92398" w14:textId="77777777" w:rsidR="00E93D6B" w:rsidRPr="008C6DE4" w:rsidRDefault="00E93D6B" w:rsidP="00867D3A">
            <w:pPr>
              <w:pStyle w:val="TAC"/>
            </w:pPr>
          </w:p>
        </w:tc>
      </w:tr>
      <w:tr w:rsidR="00DD3199" w:rsidRPr="008C6DE4" w14:paraId="5C74D93E" w14:textId="77777777" w:rsidTr="00867D3A">
        <w:trPr>
          <w:trHeight w:val="179"/>
        </w:trPr>
        <w:tc>
          <w:tcPr>
            <w:tcW w:w="817" w:type="dxa"/>
            <w:shd w:val="clear" w:color="auto" w:fill="auto"/>
            <w:noWrap/>
            <w:vAlign w:val="center"/>
          </w:tcPr>
          <w:p w14:paraId="1BFBAFEC" w14:textId="77777777" w:rsidR="00E93D6B" w:rsidRPr="008C6DE4" w:rsidRDefault="00E93D6B" w:rsidP="00867D3A">
            <w:pPr>
              <w:pStyle w:val="TAC"/>
            </w:pPr>
            <w:r w:rsidRPr="008C6DE4">
              <w:t>W</w:t>
            </w:r>
          </w:p>
        </w:tc>
        <w:tc>
          <w:tcPr>
            <w:tcW w:w="3119" w:type="dxa"/>
            <w:shd w:val="clear" w:color="auto" w:fill="auto"/>
          </w:tcPr>
          <w:p w14:paraId="2198AC74" w14:textId="77777777" w:rsidR="00E93D6B" w:rsidRPr="008C6DE4" w:rsidRDefault="00E93D6B" w:rsidP="00867D3A">
            <w:pPr>
              <w:pStyle w:val="TAC"/>
            </w:pPr>
            <w:r w:rsidRPr="008C6DE4">
              <w:t>NR_TDD_FR2_W</w:t>
            </w:r>
          </w:p>
        </w:tc>
        <w:tc>
          <w:tcPr>
            <w:tcW w:w="3260" w:type="dxa"/>
            <w:shd w:val="clear" w:color="auto" w:fill="auto"/>
            <w:noWrap/>
            <w:vAlign w:val="center"/>
          </w:tcPr>
          <w:p w14:paraId="791CAF0F" w14:textId="77777777" w:rsidR="00E93D6B" w:rsidRPr="008C6DE4" w:rsidRDefault="00E93D6B" w:rsidP="00867D3A">
            <w:pPr>
              <w:pStyle w:val="TAC"/>
            </w:pPr>
          </w:p>
        </w:tc>
      </w:tr>
      <w:tr w:rsidR="00DD3199" w:rsidRPr="008C6DE4" w14:paraId="376BD2B7" w14:textId="77777777" w:rsidTr="00867D3A">
        <w:trPr>
          <w:trHeight w:val="140"/>
        </w:trPr>
        <w:tc>
          <w:tcPr>
            <w:tcW w:w="817" w:type="dxa"/>
            <w:shd w:val="clear" w:color="auto" w:fill="auto"/>
            <w:noWrap/>
            <w:vAlign w:val="center"/>
          </w:tcPr>
          <w:p w14:paraId="09BF170A" w14:textId="77777777" w:rsidR="00E93D6B" w:rsidRPr="008C6DE4" w:rsidRDefault="00E93D6B" w:rsidP="00867D3A">
            <w:pPr>
              <w:pStyle w:val="TAC"/>
            </w:pPr>
            <w:r w:rsidRPr="008C6DE4">
              <w:t>X</w:t>
            </w:r>
          </w:p>
        </w:tc>
        <w:tc>
          <w:tcPr>
            <w:tcW w:w="3119" w:type="dxa"/>
            <w:shd w:val="clear" w:color="auto" w:fill="auto"/>
          </w:tcPr>
          <w:p w14:paraId="02E3833F" w14:textId="77777777" w:rsidR="00E93D6B" w:rsidRPr="008C6DE4" w:rsidRDefault="00E93D6B" w:rsidP="00867D3A">
            <w:pPr>
              <w:pStyle w:val="TAC"/>
            </w:pPr>
            <w:r w:rsidRPr="008C6DE4">
              <w:t>NR_TDD_FR2_X</w:t>
            </w:r>
          </w:p>
        </w:tc>
        <w:tc>
          <w:tcPr>
            <w:tcW w:w="3260" w:type="dxa"/>
            <w:shd w:val="clear" w:color="auto" w:fill="auto"/>
            <w:noWrap/>
            <w:vAlign w:val="center"/>
          </w:tcPr>
          <w:p w14:paraId="6D2ECC98" w14:textId="77777777" w:rsidR="00E93D6B" w:rsidRPr="008C6DE4" w:rsidRDefault="00E93D6B" w:rsidP="00867D3A">
            <w:pPr>
              <w:pStyle w:val="TAC"/>
            </w:pPr>
          </w:p>
        </w:tc>
      </w:tr>
      <w:tr w:rsidR="00DD3199" w:rsidRPr="008C6DE4" w14:paraId="3D1E5109" w14:textId="77777777" w:rsidTr="00867D3A">
        <w:trPr>
          <w:trHeight w:val="140"/>
        </w:trPr>
        <w:tc>
          <w:tcPr>
            <w:tcW w:w="817" w:type="dxa"/>
            <w:shd w:val="clear" w:color="auto" w:fill="auto"/>
            <w:noWrap/>
            <w:vAlign w:val="center"/>
          </w:tcPr>
          <w:p w14:paraId="3E7F8BD3" w14:textId="77777777" w:rsidR="00E93D6B" w:rsidRPr="008C6DE4" w:rsidRDefault="00E93D6B" w:rsidP="00867D3A">
            <w:pPr>
              <w:pStyle w:val="TAC"/>
            </w:pPr>
            <w:r w:rsidRPr="008C6DE4">
              <w:t>Y</w:t>
            </w:r>
          </w:p>
        </w:tc>
        <w:tc>
          <w:tcPr>
            <w:tcW w:w="3119" w:type="dxa"/>
            <w:shd w:val="clear" w:color="auto" w:fill="auto"/>
          </w:tcPr>
          <w:p w14:paraId="3E23F339" w14:textId="77777777" w:rsidR="00E93D6B" w:rsidRPr="008C6DE4" w:rsidRDefault="00E93D6B" w:rsidP="00867D3A">
            <w:pPr>
              <w:pStyle w:val="TAC"/>
            </w:pPr>
            <w:r w:rsidRPr="008C6DE4">
              <w:t>NR_TDD_FR2_Y</w:t>
            </w:r>
          </w:p>
        </w:tc>
        <w:tc>
          <w:tcPr>
            <w:tcW w:w="3260" w:type="dxa"/>
            <w:shd w:val="clear" w:color="auto" w:fill="auto"/>
            <w:noWrap/>
            <w:vAlign w:val="center"/>
          </w:tcPr>
          <w:p w14:paraId="043695D2" w14:textId="77777777" w:rsidR="00E93D6B" w:rsidRPr="008C6DE4" w:rsidRDefault="00E93D6B" w:rsidP="00867D3A">
            <w:pPr>
              <w:pStyle w:val="TAC"/>
            </w:pPr>
            <w:r w:rsidRPr="008C6DE4">
              <w:t>n260</w:t>
            </w:r>
            <w:r w:rsidRPr="008C6DE4">
              <w:rPr>
                <w:vertAlign w:val="superscript"/>
              </w:rPr>
              <w:t>3</w:t>
            </w:r>
          </w:p>
        </w:tc>
      </w:tr>
      <w:tr w:rsidR="00E93D6B" w:rsidRPr="008C6DE4" w14:paraId="42C5DC20" w14:textId="77777777" w:rsidTr="00867D3A">
        <w:trPr>
          <w:trHeight w:val="858"/>
        </w:trPr>
        <w:tc>
          <w:tcPr>
            <w:tcW w:w="7196" w:type="dxa"/>
            <w:gridSpan w:val="3"/>
            <w:shd w:val="clear" w:color="auto" w:fill="auto"/>
          </w:tcPr>
          <w:p w14:paraId="4F17A581" w14:textId="77777777" w:rsidR="00E93D6B" w:rsidRPr="008C6DE4" w:rsidRDefault="00E93D6B" w:rsidP="00867D3A">
            <w:pPr>
              <w:pStyle w:val="TAN"/>
            </w:pPr>
            <w:r w:rsidRPr="008C6DE4">
              <w:t>NOTE 1:</w:t>
            </w:r>
            <w:r w:rsidRPr="008C6DE4">
              <w:rPr>
                <w:lang w:val="en-US" w:eastAsia="ko-KR"/>
              </w:rPr>
              <w:tab/>
            </w:r>
            <w:r w:rsidRPr="008C6DE4">
              <w:t>UE power class 1.</w:t>
            </w:r>
          </w:p>
          <w:p w14:paraId="59351A88" w14:textId="77777777" w:rsidR="00E93D6B" w:rsidRPr="008C6DE4" w:rsidRDefault="00E93D6B" w:rsidP="00867D3A">
            <w:pPr>
              <w:pStyle w:val="TAN"/>
            </w:pPr>
            <w:r w:rsidRPr="008C6DE4">
              <w:t>NOTE 2:</w:t>
            </w:r>
            <w:r w:rsidRPr="008C6DE4">
              <w:rPr>
                <w:lang w:val="en-US" w:eastAsia="ko-KR"/>
              </w:rPr>
              <w:tab/>
            </w:r>
            <w:r w:rsidRPr="008C6DE4">
              <w:t>UE power class 2.</w:t>
            </w:r>
          </w:p>
          <w:p w14:paraId="6547B6FC" w14:textId="77777777" w:rsidR="00E93D6B" w:rsidRPr="008C6DE4" w:rsidRDefault="00E93D6B" w:rsidP="00867D3A">
            <w:pPr>
              <w:pStyle w:val="TAN"/>
            </w:pPr>
            <w:r w:rsidRPr="008C6DE4">
              <w:t>NOTE 3:</w:t>
            </w:r>
            <w:r w:rsidRPr="008C6DE4">
              <w:rPr>
                <w:lang w:val="en-US" w:eastAsia="ko-KR"/>
              </w:rPr>
              <w:tab/>
            </w:r>
            <w:r w:rsidRPr="008C6DE4">
              <w:t>UE power class 3.</w:t>
            </w:r>
          </w:p>
          <w:p w14:paraId="0B43CAC0" w14:textId="77777777" w:rsidR="00E93D6B" w:rsidRPr="008C6DE4" w:rsidRDefault="00E93D6B" w:rsidP="00867D3A">
            <w:pPr>
              <w:pStyle w:val="TAN"/>
            </w:pPr>
            <w:r w:rsidRPr="008C6DE4">
              <w:t>NOTE 4:</w:t>
            </w:r>
            <w:r w:rsidRPr="008C6DE4">
              <w:rPr>
                <w:lang w:val="en-US" w:eastAsia="ko-KR"/>
              </w:rPr>
              <w:tab/>
            </w:r>
            <w:r w:rsidRPr="008C6DE4">
              <w:t>UE power class 4.</w:t>
            </w:r>
          </w:p>
        </w:tc>
      </w:tr>
    </w:tbl>
    <w:p w14:paraId="3B9A9031" w14:textId="77777777" w:rsidR="00E93D6B" w:rsidRPr="008C6DE4" w:rsidRDefault="00E93D6B" w:rsidP="00E93D6B"/>
    <w:p w14:paraId="339A761A" w14:textId="77777777" w:rsidR="00E93D6B" w:rsidRPr="008C6DE4" w:rsidRDefault="00E93D6B" w:rsidP="00E93D6B">
      <w:pPr>
        <w:pStyle w:val="Heading2"/>
      </w:pPr>
      <w:r w:rsidRPr="008C6DE4">
        <w:t>3.6</w:t>
      </w:r>
      <w:r w:rsidRPr="008C6DE4">
        <w:tab/>
        <w:t>Applicability of requirements in this specification version</w:t>
      </w:r>
      <w:bookmarkEnd w:id="18"/>
    </w:p>
    <w:p w14:paraId="47B1962A" w14:textId="77777777" w:rsidR="00E93D6B" w:rsidRPr="008C6DE4" w:rsidRDefault="00E93D6B" w:rsidP="00E93D6B">
      <w:pPr>
        <w:ind w:left="284" w:hanging="284"/>
      </w:pPr>
      <w:r w:rsidRPr="008C6DE4">
        <w:t>In this specification,</w:t>
      </w:r>
    </w:p>
    <w:p w14:paraId="02DAB77B" w14:textId="77777777" w:rsidR="00E93D6B" w:rsidRPr="008C6DE4" w:rsidRDefault="00E93D6B" w:rsidP="00E93D6B">
      <w:pPr>
        <w:ind w:left="568" w:hanging="284"/>
        <w:rPr>
          <w:lang w:eastAsia="ko-KR"/>
        </w:rPr>
      </w:pPr>
      <w:r w:rsidRPr="008C6DE4">
        <w:rPr>
          <w:lang w:eastAsia="ko-KR"/>
        </w:rPr>
        <w:t>-</w:t>
      </w:r>
      <w:r w:rsidRPr="008C6DE4">
        <w:rPr>
          <w:lang w:eastAsia="ko-KR"/>
        </w:rPr>
        <w:tab/>
        <w:t>‘cell’, ‘PCell’, ‘PSCell’ and ‘SCell’ refer to NR cell, NR PCell, NR PSCell, and NR SCell,</w:t>
      </w:r>
    </w:p>
    <w:p w14:paraId="1BBDA494" w14:textId="77777777" w:rsidR="00E93D6B" w:rsidRPr="008C6DE4" w:rsidRDefault="00E93D6B" w:rsidP="00E93D6B">
      <w:pPr>
        <w:ind w:left="568" w:hanging="284"/>
        <w:rPr>
          <w:lang w:eastAsia="ko-KR"/>
        </w:rPr>
      </w:pPr>
      <w:r w:rsidRPr="008C6DE4">
        <w:rPr>
          <w:lang w:eastAsia="ko-KR"/>
        </w:rPr>
        <w:t>-</w:t>
      </w:r>
      <w:r w:rsidRPr="008C6DE4">
        <w:rPr>
          <w:lang w:eastAsia="ko-KR"/>
        </w:rPr>
        <w:tab/>
        <w:t>E-UTRA cells are referred to as ‘E-UTRA cell’, ‘E-UTRA PCell’, ‘E-UTRA PSCell’, and ‘E-UTRA SCell’,</w:t>
      </w:r>
    </w:p>
    <w:p w14:paraId="555F92C4" w14:textId="77777777" w:rsidR="00E93D6B" w:rsidRPr="008C6DE4" w:rsidRDefault="00E93D6B" w:rsidP="00E93D6B">
      <w:pPr>
        <w:ind w:left="568" w:hanging="284"/>
        <w:rPr>
          <w:lang w:eastAsia="zh-CN"/>
        </w:rPr>
      </w:pPr>
      <w:r w:rsidRPr="008C6DE4">
        <w:rPr>
          <w:lang w:eastAsia="ko-KR"/>
        </w:rPr>
        <w:t>-</w:t>
      </w:r>
      <w:r w:rsidRPr="008C6DE4">
        <w:rPr>
          <w:lang w:eastAsia="ko-KR"/>
        </w:rPr>
        <w:tab/>
        <w:t>E-UTRA-NR dual connectivity where E-UTRA is the master is referred to as ‘E-UTRA-NR dual connectivity’ or ‘EN-DC’.</w:t>
      </w:r>
    </w:p>
    <w:p w14:paraId="4E8E413E" w14:textId="77777777" w:rsidR="00E93D6B" w:rsidRPr="008C6DE4" w:rsidRDefault="00E93D6B" w:rsidP="00E93D6B">
      <w:pPr>
        <w:ind w:left="568" w:hanging="284"/>
        <w:rPr>
          <w:lang w:eastAsia="zh-CN"/>
        </w:rPr>
      </w:pPr>
      <w:r w:rsidRPr="008C6DE4">
        <w:rPr>
          <w:lang w:eastAsia="ko-KR"/>
        </w:rPr>
        <w:t>-</w:t>
      </w:r>
      <w:r w:rsidRPr="008C6DE4">
        <w:rPr>
          <w:lang w:eastAsia="ko-KR"/>
        </w:rPr>
        <w:tab/>
      </w:r>
      <w:r w:rsidRPr="008C6DE4">
        <w:rPr>
          <w:lang w:eastAsia="zh-CN"/>
        </w:rPr>
        <w:t>NR-NR dual connectivity which involves two gNB acting as Master gNB and Secondary gNB is referred to as “NR-NR dual connectivity” or “NR-DC”. NR-DC in Rel-15 only includes the scenarios where all serving cells in MCG in FR1 and all serving cells in SCG in FR2.</w:t>
      </w:r>
    </w:p>
    <w:p w14:paraId="4269D1C6" w14:textId="77777777" w:rsidR="00E93D6B" w:rsidRPr="008C6DE4" w:rsidRDefault="00E93D6B" w:rsidP="00E93D6B">
      <w:pPr>
        <w:ind w:left="568" w:hanging="284"/>
        <w:rPr>
          <w:lang w:eastAsia="zh-CN"/>
        </w:rPr>
      </w:pPr>
      <w:r w:rsidRPr="008C6DE4">
        <w:rPr>
          <w:lang w:eastAsia="zh-CN"/>
        </w:rPr>
        <w:t>-</w:t>
      </w:r>
      <w:r w:rsidRPr="008C6DE4">
        <w:rPr>
          <w:lang w:eastAsia="zh-CN"/>
        </w:rPr>
        <w:tab/>
        <w:t xml:space="preserve">‘active serving cell’ refers to </w:t>
      </w:r>
      <w:bookmarkStart w:id="20" w:name="_Hlk8834819"/>
      <w:r w:rsidRPr="008C6DE4">
        <w:rPr>
          <w:lang w:eastAsia="zh-CN"/>
        </w:rPr>
        <w:t>PCell, PSCell and activated SCells</w:t>
      </w:r>
      <w:bookmarkEnd w:id="20"/>
    </w:p>
    <w:p w14:paraId="70A16222" w14:textId="77777777" w:rsidR="00E93D6B" w:rsidRPr="008C6DE4" w:rsidRDefault="00E93D6B" w:rsidP="00E93D6B">
      <w:r w:rsidRPr="008C6DE4">
        <w:t>For UE configured with supplementary UL, the requirements in clause 7.1 and 7.3 shall also apply to uplink transmissions on supplementary UL.</w:t>
      </w:r>
    </w:p>
    <w:p w14:paraId="7A3E9DF2" w14:textId="77777777" w:rsidR="00E93D6B" w:rsidRPr="008C6DE4" w:rsidRDefault="00E93D6B" w:rsidP="00E93D6B">
      <w:pPr>
        <w:pStyle w:val="Heading3"/>
        <w:rPr>
          <w:lang w:val="en-US" w:eastAsia="ko-KR"/>
        </w:rPr>
      </w:pPr>
      <w:bookmarkStart w:id="21" w:name="_Toc5952525"/>
      <w:bookmarkEnd w:id="19"/>
      <w:r w:rsidRPr="008C6DE4">
        <w:rPr>
          <w:lang w:val="en-US" w:eastAsia="ko-KR"/>
        </w:rPr>
        <w:t>3.6.1</w:t>
      </w:r>
      <w:r w:rsidRPr="008C6DE4">
        <w:rPr>
          <w:lang w:val="en-US" w:eastAsia="ko-KR"/>
        </w:rPr>
        <w:tab/>
        <w:t>RRC connected state requirements in DRX</w:t>
      </w:r>
    </w:p>
    <w:p w14:paraId="4F3E46D2" w14:textId="77777777" w:rsidR="00E93D6B" w:rsidRPr="008C6DE4" w:rsidRDefault="00E93D6B" w:rsidP="00E93D6B">
      <w:pPr>
        <w:rPr>
          <w:rFonts w:eastAsia="?? ??"/>
          <w:lang w:eastAsia="ko-KR"/>
        </w:rPr>
      </w:pPr>
      <w:r w:rsidRPr="008C6DE4">
        <w:rPr>
          <w:rFonts w:eastAsia="?? ??"/>
          <w:lang w:eastAsia="ko-KR"/>
        </w:rPr>
        <w:t>For the requirements in RRC connected state specified in this version of the specification, the UE shall assume that no DRX is used provided the following conditions are met:</w:t>
      </w:r>
    </w:p>
    <w:p w14:paraId="232FD483" w14:textId="77777777" w:rsidR="00E93D6B" w:rsidRPr="008C6DE4" w:rsidRDefault="00E93D6B" w:rsidP="00E93D6B">
      <w:pPr>
        <w:ind w:left="568" w:hanging="284"/>
        <w:rPr>
          <w:rFonts w:eastAsia="?? ??"/>
        </w:rPr>
      </w:pPr>
      <w:r w:rsidRPr="008C6DE4">
        <w:rPr>
          <w:rFonts w:eastAsia="?? ??"/>
        </w:rPr>
        <w:t>-</w:t>
      </w:r>
      <w:r w:rsidRPr="008C6DE4">
        <w:rPr>
          <w:rFonts w:eastAsia="?? ??"/>
        </w:rPr>
        <w:tab/>
        <w:t>DRX parameters are not configured or</w:t>
      </w:r>
    </w:p>
    <w:p w14:paraId="7CF8607B" w14:textId="77777777" w:rsidR="00E93D6B" w:rsidRPr="008C6DE4" w:rsidRDefault="00E93D6B" w:rsidP="00E93D6B">
      <w:pPr>
        <w:ind w:left="568" w:hanging="284"/>
        <w:rPr>
          <w:rFonts w:eastAsia="?? ??"/>
        </w:rPr>
      </w:pPr>
      <w:r w:rsidRPr="008C6DE4">
        <w:rPr>
          <w:rFonts w:eastAsia="?? ??"/>
        </w:rPr>
        <w:t>-</w:t>
      </w:r>
      <w:r w:rsidRPr="008C6DE4">
        <w:rPr>
          <w:rFonts w:eastAsia="?? ??"/>
        </w:rPr>
        <w:tab/>
        <w:t>DRX parameters are configured and</w:t>
      </w:r>
    </w:p>
    <w:p w14:paraId="5F9A460B" w14:textId="77777777" w:rsidR="00E93D6B" w:rsidRPr="008C6DE4" w:rsidRDefault="00E93D6B" w:rsidP="00E93D6B">
      <w:pPr>
        <w:pStyle w:val="B2"/>
        <w:rPr>
          <w:rFonts w:eastAsia="?? ??"/>
          <w:lang w:eastAsia="ko-KR"/>
        </w:rPr>
      </w:pPr>
      <w:r w:rsidRPr="008C6DE4">
        <w:rPr>
          <w:noProof/>
          <w:lang w:eastAsia="ko-KR"/>
        </w:rPr>
        <w:t>-</w:t>
      </w:r>
      <w:r w:rsidRPr="008C6DE4">
        <w:rPr>
          <w:noProof/>
          <w:lang w:eastAsia="ko-KR"/>
        </w:rPr>
        <w:tab/>
      </w:r>
      <w:r w:rsidRPr="008C6DE4">
        <w:rPr>
          <w:i/>
        </w:rPr>
        <w:t>drx-InactivityTimer</w:t>
      </w:r>
      <w:r w:rsidRPr="008C6DE4">
        <w:rPr>
          <w:rFonts w:eastAsia="?? ??"/>
          <w:lang w:eastAsia="ko-KR"/>
        </w:rPr>
        <w:t xml:space="preserve"> is running or</w:t>
      </w:r>
    </w:p>
    <w:p w14:paraId="3C7DFB79" w14:textId="77777777" w:rsidR="00E93D6B" w:rsidRPr="008C6DE4" w:rsidRDefault="00E93D6B" w:rsidP="00E93D6B">
      <w:pPr>
        <w:pStyle w:val="B2"/>
        <w:rPr>
          <w:rFonts w:eastAsia="?? ??"/>
          <w:lang w:eastAsia="ko-KR"/>
        </w:rPr>
      </w:pPr>
      <w:r w:rsidRPr="008C6DE4">
        <w:rPr>
          <w:noProof/>
          <w:lang w:eastAsia="ko-KR"/>
        </w:rPr>
        <w:lastRenderedPageBreak/>
        <w:t>-</w:t>
      </w:r>
      <w:r w:rsidRPr="008C6DE4">
        <w:rPr>
          <w:noProof/>
          <w:lang w:eastAsia="ko-KR"/>
        </w:rPr>
        <w:tab/>
      </w:r>
      <w:r w:rsidRPr="008C6DE4">
        <w:rPr>
          <w:i/>
        </w:rPr>
        <w:t>drx-RetransmissionTimerDL</w:t>
      </w:r>
      <w:r w:rsidRPr="008C6DE4">
        <w:rPr>
          <w:rFonts w:eastAsia="?? ??"/>
          <w:lang w:eastAsia="ko-KR"/>
        </w:rPr>
        <w:t xml:space="preserve"> is running or</w:t>
      </w:r>
    </w:p>
    <w:p w14:paraId="482524E0" w14:textId="77777777" w:rsidR="00E93D6B" w:rsidRPr="008C6DE4" w:rsidRDefault="00E93D6B" w:rsidP="00E93D6B">
      <w:pPr>
        <w:pStyle w:val="B2"/>
        <w:rPr>
          <w:rFonts w:eastAsia="?? ??"/>
          <w:lang w:eastAsia="ko-KR"/>
        </w:rPr>
      </w:pPr>
      <w:r w:rsidRPr="008C6DE4">
        <w:rPr>
          <w:noProof/>
          <w:lang w:eastAsia="ko-KR"/>
        </w:rPr>
        <w:t>-</w:t>
      </w:r>
      <w:r w:rsidRPr="008C6DE4">
        <w:rPr>
          <w:noProof/>
          <w:lang w:eastAsia="ko-KR"/>
        </w:rPr>
        <w:tab/>
      </w:r>
      <w:r w:rsidRPr="008C6DE4">
        <w:rPr>
          <w:i/>
        </w:rPr>
        <w:t xml:space="preserve">drx-RetransmissionTimerUL </w:t>
      </w:r>
      <w:r w:rsidRPr="008C6DE4">
        <w:rPr>
          <w:rFonts w:eastAsia="?? ??"/>
          <w:lang w:eastAsia="ko-KR"/>
        </w:rPr>
        <w:t>is running or</w:t>
      </w:r>
    </w:p>
    <w:p w14:paraId="54048FFF" w14:textId="77777777" w:rsidR="00E93D6B" w:rsidRPr="008C6DE4" w:rsidRDefault="00E93D6B" w:rsidP="00E93D6B">
      <w:pPr>
        <w:pStyle w:val="B2"/>
        <w:rPr>
          <w:rFonts w:eastAsia="?? ??"/>
          <w:lang w:eastAsia="ko-KR"/>
        </w:rPr>
      </w:pPr>
      <w:r w:rsidRPr="008C6DE4">
        <w:rPr>
          <w:noProof/>
          <w:lang w:eastAsia="ko-KR"/>
        </w:rPr>
        <w:t>-</w:t>
      </w:r>
      <w:r w:rsidRPr="008C6DE4">
        <w:rPr>
          <w:noProof/>
          <w:lang w:eastAsia="ko-KR"/>
        </w:rPr>
        <w:tab/>
      </w:r>
      <w:r w:rsidRPr="008C6DE4">
        <w:rPr>
          <w:i/>
        </w:rPr>
        <w:t>ra-ContentionResolutionTimer</w:t>
      </w:r>
      <w:r w:rsidRPr="008C6DE4">
        <w:rPr>
          <w:noProof/>
          <w:lang w:eastAsia="ko-KR"/>
        </w:rPr>
        <w:t xml:space="preserve"> is running or</w:t>
      </w:r>
    </w:p>
    <w:p w14:paraId="4E1515AF" w14:textId="77777777" w:rsidR="00E93D6B" w:rsidRPr="008C6DE4" w:rsidRDefault="00E93D6B" w:rsidP="00E93D6B">
      <w:pPr>
        <w:pStyle w:val="B2"/>
        <w:rPr>
          <w:rFonts w:eastAsia="?? ??"/>
          <w:lang w:eastAsia="ko-KR"/>
        </w:rPr>
      </w:pPr>
      <w:r w:rsidRPr="008C6DE4">
        <w:rPr>
          <w:noProof/>
          <w:lang w:eastAsia="ko-KR"/>
        </w:rPr>
        <w:t>-</w:t>
      </w:r>
      <w:r w:rsidRPr="008C6DE4">
        <w:rPr>
          <w:noProof/>
          <w:lang w:eastAsia="ko-KR"/>
        </w:rPr>
        <w:tab/>
        <w:t>a Scheduling Request sent on PUCCH is pending or</w:t>
      </w:r>
    </w:p>
    <w:p w14:paraId="19EDB192" w14:textId="77777777" w:rsidR="00E93D6B" w:rsidRPr="008C6DE4" w:rsidRDefault="00E93D6B" w:rsidP="00E93D6B">
      <w:pPr>
        <w:pStyle w:val="B3"/>
        <w:rPr>
          <w:noProof/>
          <w:lang w:eastAsia="ko-KR"/>
        </w:rPr>
      </w:pPr>
      <w:r w:rsidRPr="008C6DE4">
        <w:rPr>
          <w:noProof/>
          <w:lang w:eastAsia="ko-KR"/>
        </w:rPr>
        <w:t>-</w:t>
      </w:r>
      <w:r w:rsidRPr="008C6DE4">
        <w:rPr>
          <w:noProof/>
          <w:lang w:eastAsia="ko-KR"/>
        </w:rPr>
        <w:tab/>
        <w:t>a PDCCH indicating a new transmission addressed to the C-RNTI of the MAC entity has not been received after successful reception of a Random Access Response for the preamble not selected by the MAC entity</w:t>
      </w:r>
    </w:p>
    <w:p w14:paraId="4EC1DD18" w14:textId="77777777" w:rsidR="00E93D6B" w:rsidRPr="008C6DE4" w:rsidRDefault="00E93D6B" w:rsidP="00E93D6B">
      <w:pPr>
        <w:rPr>
          <w:rFonts w:eastAsia="?? ??"/>
        </w:rPr>
      </w:pPr>
      <w:r w:rsidRPr="008C6DE4">
        <w:rPr>
          <w:rFonts w:eastAsia="?? ??"/>
          <w:lang w:eastAsia="ko-KR"/>
        </w:rPr>
        <w:t xml:space="preserve">Otherwise the UE shall assume that </w:t>
      </w:r>
      <w:r w:rsidRPr="008C6DE4">
        <w:rPr>
          <w:rFonts w:eastAsia="?? ??"/>
        </w:rPr>
        <w:t>DRX is used.</w:t>
      </w:r>
    </w:p>
    <w:p w14:paraId="7E4BBE40" w14:textId="77777777" w:rsidR="00E93D6B" w:rsidRPr="008C6DE4" w:rsidRDefault="00E93D6B" w:rsidP="00E93D6B">
      <w:pPr>
        <w:pStyle w:val="Heading3"/>
        <w:rPr>
          <w:lang w:val="en-US"/>
        </w:rPr>
      </w:pPr>
      <w:r w:rsidRPr="008C6DE4">
        <w:rPr>
          <w:lang w:val="en-US"/>
        </w:rPr>
        <w:t>3.6.2</w:t>
      </w:r>
      <w:r w:rsidRPr="008C6DE4">
        <w:rPr>
          <w:lang w:val="en-US"/>
        </w:rPr>
        <w:tab/>
        <w:t>Number of serving carriers</w:t>
      </w:r>
      <w:bookmarkEnd w:id="21"/>
    </w:p>
    <w:p w14:paraId="3ACEA9F7" w14:textId="77777777" w:rsidR="00E93D6B" w:rsidRPr="008C6DE4" w:rsidRDefault="00E93D6B" w:rsidP="00E93D6B">
      <w:pPr>
        <w:pStyle w:val="Heading4"/>
        <w:rPr>
          <w:lang w:val="en-US"/>
        </w:rPr>
      </w:pPr>
      <w:bookmarkStart w:id="22" w:name="_Toc5952526"/>
      <w:r w:rsidRPr="008C6DE4">
        <w:rPr>
          <w:lang w:val="en-US"/>
        </w:rPr>
        <w:t>3.6.2.1</w:t>
      </w:r>
      <w:r w:rsidRPr="008C6DE4">
        <w:rPr>
          <w:lang w:val="en-US"/>
        </w:rPr>
        <w:tab/>
        <w:t>Number of serving carriers for SA</w:t>
      </w:r>
      <w:bookmarkEnd w:id="22"/>
    </w:p>
    <w:p w14:paraId="3D84CA3D" w14:textId="77777777" w:rsidR="007F428C" w:rsidRDefault="007F428C" w:rsidP="007F428C">
      <w:bookmarkStart w:id="23" w:name="_Toc526331583"/>
      <w:bookmarkStart w:id="24" w:name="_Toc5952528"/>
      <w:r>
        <w:t>Requirements for standalone NR with NR PCell are applicable for the UE configured with the following number of serving NR CCs:</w:t>
      </w:r>
    </w:p>
    <w:p w14:paraId="2A4F6133" w14:textId="3C1F2EFE" w:rsidR="007F428C" w:rsidRDefault="007F428C" w:rsidP="007F428C">
      <w:pPr>
        <w:pStyle w:val="B10"/>
      </w:pPr>
      <w:r>
        <w:t>-</w:t>
      </w:r>
      <w:r>
        <w:tab/>
        <w:t>up to 8 NR DL CCs in total, with 1 UL (</w:t>
      </w:r>
      <w:r>
        <w:rPr>
          <w:lang w:eastAsia="zh-CN"/>
        </w:rPr>
        <w:t xml:space="preserve">or 2 UL if SUL is configured) in </w:t>
      </w:r>
      <w:r>
        <w:t>PCell and up to 7 UL</w:t>
      </w:r>
      <w:r>
        <w:rPr>
          <w:lang w:eastAsia="zh-CN"/>
        </w:rPr>
        <w:t xml:space="preserve"> (or 8 UL if SUL is configured) in</w:t>
      </w:r>
      <w:r>
        <w:t xml:space="preserve"> SCell.</w:t>
      </w:r>
    </w:p>
    <w:p w14:paraId="4250AF9A" w14:textId="77777777" w:rsidR="007F428C" w:rsidRPr="00085311" w:rsidRDefault="007F428C" w:rsidP="007F428C">
      <w:pPr>
        <w:pStyle w:val="B10"/>
      </w:pPr>
      <w:r>
        <w:t>-</w:t>
      </w:r>
      <w:r>
        <w:tab/>
        <w:t>SUL may be configured together with one of the UL</w:t>
      </w:r>
    </w:p>
    <w:p w14:paraId="6661A56D" w14:textId="77777777" w:rsidR="00E93D6B" w:rsidRPr="008C6DE4" w:rsidRDefault="00E93D6B" w:rsidP="00E93D6B">
      <w:pPr>
        <w:pStyle w:val="Heading4"/>
        <w:rPr>
          <w:lang w:val="en-US"/>
        </w:rPr>
      </w:pPr>
      <w:r w:rsidRPr="008C6DE4">
        <w:rPr>
          <w:lang w:val="en-US"/>
        </w:rPr>
        <w:t>3.6.2.2</w:t>
      </w:r>
      <w:r w:rsidRPr="008C6DE4">
        <w:rPr>
          <w:lang w:val="en-US"/>
        </w:rPr>
        <w:tab/>
        <w:t>Number of serving carriers for EN-DC</w:t>
      </w:r>
      <w:bookmarkEnd w:id="23"/>
    </w:p>
    <w:p w14:paraId="39BC5F0A" w14:textId="77777777" w:rsidR="007F428C" w:rsidRPr="008C6DE4" w:rsidRDefault="007F428C" w:rsidP="007F428C">
      <w:r w:rsidRPr="008C6DE4">
        <w:t>Requirements for EN-DC operation of E-UTRA and NR with E-UTRA PCell and NR PSCell are applicable for the UE configured with the following number of serving NR CCs:</w:t>
      </w:r>
    </w:p>
    <w:p w14:paraId="0A96DF19" w14:textId="135AA01E" w:rsidR="007F428C" w:rsidRPr="008C6DE4" w:rsidRDefault="007F428C" w:rsidP="007F428C">
      <w:pPr>
        <w:pStyle w:val="B10"/>
      </w:pPr>
      <w:r w:rsidRPr="008C6DE4">
        <w:t>-</w:t>
      </w:r>
      <w:r w:rsidRPr="008C6DE4">
        <w:tab/>
        <w:t xml:space="preserve">up to </w:t>
      </w:r>
      <w:r>
        <w:t>8</w:t>
      </w:r>
      <w:r w:rsidRPr="008C6DE4">
        <w:t xml:space="preserve"> NR DL CCs in total, with 1 UL (</w:t>
      </w:r>
      <w:r w:rsidRPr="008C6DE4">
        <w:rPr>
          <w:lang w:eastAsia="zh-CN"/>
        </w:rPr>
        <w:t xml:space="preserve">or 2 UL if SUL is configured) in </w:t>
      </w:r>
      <w:r w:rsidRPr="008C6DE4">
        <w:t>PSCell and up to 1 UL</w:t>
      </w:r>
      <w:r w:rsidRPr="008C6DE4">
        <w:rPr>
          <w:lang w:eastAsia="zh-CN"/>
        </w:rPr>
        <w:t xml:space="preserve"> (or 2 UL if SUL is configured) in</w:t>
      </w:r>
      <w:r w:rsidRPr="008C6DE4">
        <w:t xml:space="preserve"> SCell in different FR with PSCell.</w:t>
      </w:r>
    </w:p>
    <w:p w14:paraId="58F97B1A" w14:textId="77777777" w:rsidR="007F428C" w:rsidRPr="008C6DE4" w:rsidRDefault="007F428C" w:rsidP="007F428C">
      <w:pPr>
        <w:pStyle w:val="B10"/>
      </w:pPr>
      <w:r w:rsidRPr="008C6DE4">
        <w:t>-</w:t>
      </w:r>
      <w:r w:rsidRPr="008C6DE4">
        <w:tab/>
        <w:t>SUL may be configured together with one of the UL</w:t>
      </w:r>
    </w:p>
    <w:p w14:paraId="75F4770C" w14:textId="77777777" w:rsidR="007F428C" w:rsidRPr="008C6DE4" w:rsidRDefault="007F428C" w:rsidP="007F428C">
      <w:pPr>
        <w:rPr>
          <w:noProof/>
        </w:rPr>
      </w:pPr>
      <w:r w:rsidRPr="008C6DE4">
        <w:rPr>
          <w:noProof/>
        </w:rPr>
        <w:t xml:space="preserve">The applicable number of E-UTRA CC for EN-DC in the MCG for both UL and DL is specified in </w:t>
      </w:r>
      <w:r w:rsidRPr="008C6DE4">
        <w:t>TS 36.133</w:t>
      </w:r>
      <w:r w:rsidRPr="008C6DE4">
        <w:rPr>
          <w:noProof/>
        </w:rPr>
        <w:t xml:space="preserve"> [15].</w:t>
      </w:r>
    </w:p>
    <w:p w14:paraId="5696454E" w14:textId="77777777" w:rsidR="00E93D6B" w:rsidRPr="008C6DE4" w:rsidRDefault="00E93D6B" w:rsidP="00E93D6B">
      <w:pPr>
        <w:pStyle w:val="Heading4"/>
        <w:rPr>
          <w:lang w:eastAsia="ko-KR"/>
        </w:rPr>
      </w:pPr>
      <w:r w:rsidRPr="008C6DE4">
        <w:rPr>
          <w:lang w:val="en-US"/>
        </w:rPr>
        <w:t>3.6.2.3</w:t>
      </w:r>
      <w:r w:rsidRPr="008C6DE4">
        <w:rPr>
          <w:lang w:val="en-US"/>
        </w:rPr>
        <w:tab/>
        <w:t xml:space="preserve">Number of serving carriers for </w:t>
      </w:r>
      <w:r w:rsidRPr="008C6DE4">
        <w:rPr>
          <w:lang w:val="en-US" w:eastAsia="ko-KR"/>
        </w:rPr>
        <w:t>NE-DC</w:t>
      </w:r>
      <w:bookmarkEnd w:id="24"/>
    </w:p>
    <w:p w14:paraId="5DEDA464" w14:textId="77777777" w:rsidR="00E93D6B" w:rsidRPr="008C6DE4" w:rsidRDefault="00E93D6B" w:rsidP="00E93D6B">
      <w:r w:rsidRPr="008C6DE4">
        <w:t>Requirements for NE-DC operation of NR and E-UTRA with NR PCell and E-UTRA PSCell are applicable for the UE configured with the following number of serving NR CCs:</w:t>
      </w:r>
    </w:p>
    <w:p w14:paraId="00C8861F" w14:textId="77777777" w:rsidR="00E93D6B" w:rsidRPr="008C6DE4" w:rsidRDefault="00E93D6B" w:rsidP="00E93D6B">
      <w:pPr>
        <w:pStyle w:val="B10"/>
      </w:pPr>
      <w:r w:rsidRPr="008C6DE4">
        <w:t>-</w:t>
      </w:r>
      <w:r w:rsidRPr="008C6DE4">
        <w:tab/>
        <w:t>up to 7 NR DL CCs in total, with 1 UL (</w:t>
      </w:r>
      <w:r w:rsidRPr="008C6DE4">
        <w:rPr>
          <w:lang w:eastAsia="zh-CN"/>
        </w:rPr>
        <w:t xml:space="preserve">or 2 UL if SUL is configured) in </w:t>
      </w:r>
      <w:r w:rsidRPr="008C6DE4">
        <w:t>PCell and up to 1 UL</w:t>
      </w:r>
      <w:r w:rsidRPr="008C6DE4">
        <w:rPr>
          <w:lang w:eastAsia="zh-CN"/>
        </w:rPr>
        <w:t xml:space="preserve"> (or 2 UL if SUL is configured) in</w:t>
      </w:r>
      <w:r w:rsidRPr="008C6DE4">
        <w:t xml:space="preserve"> SCell.</w:t>
      </w:r>
    </w:p>
    <w:p w14:paraId="27CDF50E" w14:textId="77777777" w:rsidR="00E93D6B" w:rsidRPr="008C6DE4" w:rsidRDefault="00E93D6B" w:rsidP="00E93D6B">
      <w:pPr>
        <w:pStyle w:val="B10"/>
      </w:pPr>
      <w:r w:rsidRPr="008C6DE4">
        <w:t>-</w:t>
      </w:r>
      <w:r w:rsidRPr="008C6DE4">
        <w:tab/>
        <w:t>SUL may be configured together with one of the UL</w:t>
      </w:r>
    </w:p>
    <w:p w14:paraId="233EF0DB" w14:textId="77777777" w:rsidR="00E93D6B" w:rsidRPr="008C6DE4" w:rsidRDefault="00E93D6B" w:rsidP="00E93D6B">
      <w:pPr>
        <w:rPr>
          <w:noProof/>
        </w:rPr>
      </w:pPr>
      <w:r w:rsidRPr="008C6DE4">
        <w:rPr>
          <w:noProof/>
        </w:rPr>
        <w:t xml:space="preserve">The applicable number of E-UTRA CC for NE-DC in the SCG for both UL and DL is specified in </w:t>
      </w:r>
      <w:r w:rsidRPr="008C6DE4">
        <w:t>TS 36.133</w:t>
      </w:r>
      <w:r w:rsidRPr="008C6DE4">
        <w:rPr>
          <w:noProof/>
        </w:rPr>
        <w:t xml:space="preserve"> [15].</w:t>
      </w:r>
    </w:p>
    <w:p w14:paraId="40AACD93" w14:textId="77777777" w:rsidR="00E93D6B" w:rsidRPr="008C6DE4" w:rsidRDefault="00E93D6B" w:rsidP="00E93D6B">
      <w:pPr>
        <w:pStyle w:val="Heading4"/>
        <w:rPr>
          <w:lang w:eastAsia="ko-KR"/>
        </w:rPr>
      </w:pPr>
      <w:bookmarkStart w:id="25" w:name="_Toc5952530"/>
      <w:bookmarkStart w:id="26" w:name="_Toc5952531"/>
      <w:r w:rsidRPr="008C6DE4">
        <w:rPr>
          <w:lang w:val="en-US"/>
        </w:rPr>
        <w:t>3.6.2.4</w:t>
      </w:r>
      <w:r w:rsidRPr="008C6DE4">
        <w:rPr>
          <w:lang w:val="en-US"/>
        </w:rPr>
        <w:tab/>
        <w:t xml:space="preserve">Number of serving carriers for </w:t>
      </w:r>
      <w:r w:rsidRPr="008C6DE4">
        <w:rPr>
          <w:lang w:val="en-US" w:eastAsia="ko-KR"/>
        </w:rPr>
        <w:t>NR-DC</w:t>
      </w:r>
    </w:p>
    <w:bookmarkEnd w:id="25"/>
    <w:p w14:paraId="76DC7668" w14:textId="77777777" w:rsidR="007F428C" w:rsidRDefault="007F428C" w:rsidP="007F428C">
      <w:r>
        <w:t>Requirements for NR-DC are applicable for the UE configured with the following number of serving NR CCs:</w:t>
      </w:r>
    </w:p>
    <w:p w14:paraId="02B77197" w14:textId="3E36EEAA" w:rsidR="007F428C" w:rsidRDefault="007F428C" w:rsidP="007F428C">
      <w:pPr>
        <w:pStyle w:val="B10"/>
      </w:pPr>
      <w:r>
        <w:t>-</w:t>
      </w:r>
      <w:r>
        <w:tab/>
        <w:t>up to 2 NR DL CCs in total in FR1, up to 8 NR DL CCs in total in FR2, with 1</w:t>
      </w:r>
      <w:r>
        <w:rPr>
          <w:lang w:eastAsia="zh-CN"/>
        </w:rPr>
        <w:t xml:space="preserve"> UL</w:t>
      </w:r>
      <w:r>
        <w:t xml:space="preserve"> </w:t>
      </w:r>
      <w:r>
        <w:rPr>
          <w:lang w:eastAsia="zh-CN"/>
        </w:rPr>
        <w:t xml:space="preserve">in </w:t>
      </w:r>
      <w:r>
        <w:t>PCell, 1 UL</w:t>
      </w:r>
      <w:r>
        <w:rPr>
          <w:lang w:eastAsia="zh-CN"/>
        </w:rPr>
        <w:t xml:space="preserve"> in </w:t>
      </w:r>
      <w:r>
        <w:t>PSCell.</w:t>
      </w:r>
    </w:p>
    <w:p w14:paraId="5BC90A85" w14:textId="77777777" w:rsidR="00E93D6B" w:rsidRPr="008C6DE4" w:rsidRDefault="00E93D6B" w:rsidP="00E93D6B">
      <w:pPr>
        <w:pStyle w:val="Heading3"/>
        <w:rPr>
          <w:lang w:val="en-US" w:eastAsia="ko-KR"/>
        </w:rPr>
      </w:pPr>
      <w:r w:rsidRPr="008C6DE4">
        <w:rPr>
          <w:lang w:val="en-US" w:eastAsia="ko-KR"/>
        </w:rPr>
        <w:t>3.6.3</w:t>
      </w:r>
      <w:r w:rsidRPr="008C6DE4">
        <w:rPr>
          <w:lang w:val="en-US" w:eastAsia="ko-KR"/>
        </w:rPr>
        <w:tab/>
        <w:t xml:space="preserve">Applicability </w:t>
      </w:r>
      <w:r w:rsidRPr="008C6DE4">
        <w:rPr>
          <w:noProof/>
        </w:rPr>
        <w:t>for intra-band FR2</w:t>
      </w:r>
    </w:p>
    <w:p w14:paraId="4AA579F7" w14:textId="77777777" w:rsidR="00E93D6B" w:rsidRPr="008C6DE4" w:rsidRDefault="00E93D6B" w:rsidP="00E93D6B">
      <w:pPr>
        <w:rPr>
          <w:rFonts w:eastAsia="Malgun Gothic"/>
          <w:lang w:eastAsia="ko-KR"/>
        </w:rPr>
      </w:pPr>
      <w:r w:rsidRPr="008C6DE4">
        <w:rPr>
          <w:rFonts w:eastAsia="?? ??"/>
          <w:lang w:eastAsia="ko-KR"/>
        </w:rPr>
        <w:t>For the requirements in RRC connected state specified in this version of the specification, UE shall assume that the transmitted</w:t>
      </w:r>
      <w:r w:rsidRPr="008C6DE4">
        <w:rPr>
          <w:rFonts w:eastAsia="PMingLiU"/>
          <w:lang w:eastAsia="zh-TW"/>
        </w:rPr>
        <w:t xml:space="preserve"> signals</w:t>
      </w:r>
      <w:r w:rsidRPr="008C6DE4">
        <w:rPr>
          <w:rFonts w:eastAsia="?? ??"/>
          <w:lang w:eastAsia="ko-KR"/>
        </w:rPr>
        <w:t xml:space="preserve"> from the serving cells should have </w:t>
      </w:r>
      <w:r w:rsidRPr="008C6DE4">
        <w:rPr>
          <w:rFonts w:eastAsia="MS Mincho"/>
        </w:rPr>
        <w:t>the same downlink spatial domain transmission filter</w:t>
      </w:r>
      <w:r w:rsidRPr="008C6DE4">
        <w:rPr>
          <w:rFonts w:eastAsia="?? ??"/>
          <w:lang w:eastAsia="ko-KR"/>
        </w:rPr>
        <w:t xml:space="preserve"> on </w:t>
      </w:r>
      <w:r w:rsidRPr="008C6DE4">
        <w:rPr>
          <w:rFonts w:eastAsia="PMingLiU"/>
          <w:lang w:eastAsia="zh-TW"/>
        </w:rPr>
        <w:t>one</w:t>
      </w:r>
      <w:r w:rsidRPr="008C6DE4">
        <w:rPr>
          <w:rFonts w:eastAsia="?? ??"/>
          <w:lang w:eastAsia="ko-KR"/>
        </w:rPr>
        <w:t xml:space="preserve"> OFDM symbol in the same band in FR2. </w:t>
      </w:r>
      <w:r w:rsidRPr="008C6DE4">
        <w:rPr>
          <w:rFonts w:eastAsia="PMingLiU"/>
          <w:lang w:eastAsia="zh-TW"/>
        </w:rPr>
        <w:t>Otherwise,</w:t>
      </w:r>
      <w:r w:rsidRPr="008C6DE4">
        <w:rPr>
          <w:rFonts w:eastAsia="?? ??"/>
          <w:lang w:eastAsia="ko-KR"/>
        </w:rPr>
        <w:t xml:space="preserve"> the UE is not supposed to satisfy any requirements for SCell.</w:t>
      </w:r>
    </w:p>
    <w:p w14:paraId="4944D6EA" w14:textId="77777777" w:rsidR="00E93D6B" w:rsidRPr="008C6DE4" w:rsidRDefault="00E93D6B" w:rsidP="00E93D6B">
      <w:pPr>
        <w:pStyle w:val="Heading3"/>
        <w:rPr>
          <w:lang w:val="en-US" w:eastAsia="ko-KR"/>
        </w:rPr>
      </w:pPr>
      <w:r w:rsidRPr="008C6DE4">
        <w:rPr>
          <w:lang w:val="en-US" w:eastAsia="ko-KR"/>
        </w:rPr>
        <w:lastRenderedPageBreak/>
        <w:t>3.6.4</w:t>
      </w:r>
      <w:r w:rsidRPr="008C6DE4">
        <w:rPr>
          <w:lang w:val="en-US" w:eastAsia="ko-KR"/>
        </w:rPr>
        <w:tab/>
        <w:t>Applicability for FR2 UE power classes</w:t>
      </w:r>
      <w:bookmarkEnd w:id="26"/>
    </w:p>
    <w:p w14:paraId="70F5B535" w14:textId="77777777" w:rsidR="00E93D6B" w:rsidRPr="008C6DE4" w:rsidRDefault="00E93D6B" w:rsidP="00E93D6B">
      <w:r w:rsidRPr="008C6DE4">
        <w:rPr>
          <w:rFonts w:eastAsia="Malgun Gothic"/>
          <w:lang w:eastAsia="ko-KR"/>
        </w:rPr>
        <w:t xml:space="preserve">For the requirements of each FR2 power class specified in this version of the specification, certain UE types with specific device architectures are assumed. </w:t>
      </w:r>
      <w:r w:rsidRPr="008C6DE4">
        <w:t>The UE types can be found in TS 38.101-2 [19].</w:t>
      </w:r>
    </w:p>
    <w:p w14:paraId="1D35A92B" w14:textId="77777777" w:rsidR="00E93D6B" w:rsidRPr="008C6DE4" w:rsidRDefault="00E93D6B" w:rsidP="00E93D6B">
      <w:pPr>
        <w:pStyle w:val="Heading3"/>
        <w:rPr>
          <w:lang w:val="en-US" w:eastAsia="ko-KR"/>
        </w:rPr>
      </w:pPr>
      <w:r w:rsidRPr="008C6DE4">
        <w:rPr>
          <w:lang w:val="en-US" w:eastAsia="ko-KR"/>
        </w:rPr>
        <w:t>3.6.5</w:t>
      </w:r>
      <w:r w:rsidRPr="008C6DE4">
        <w:rPr>
          <w:lang w:val="en-US" w:eastAsia="ko-KR"/>
        </w:rPr>
        <w:tab/>
        <w:t>Applicability for SDL bands</w:t>
      </w:r>
    </w:p>
    <w:p w14:paraId="2EA7944A" w14:textId="77777777" w:rsidR="00E93D6B" w:rsidRPr="008C6DE4" w:rsidRDefault="00E93D6B" w:rsidP="00E93D6B">
      <w:pPr>
        <w:rPr>
          <w:lang w:val="en-US" w:eastAsia="ko-KR"/>
        </w:rPr>
      </w:pPr>
      <w:r w:rsidRPr="008C6DE4">
        <w:rPr>
          <w:lang w:val="en-US" w:eastAsia="ko-KR"/>
        </w:rPr>
        <w:t>The measurements accuracy requirements for SDL bands in this version of specification in clause 10.1 shall apply for NR intra-frequency measurements on SCC (SS-RSRP, SS-RSRQ, SS-SINR, and L1-RSRP) and inter-frequency measurements (SS-RSRP, SS-RSRQ, and SS-SINR).</w:t>
      </w:r>
    </w:p>
    <w:p w14:paraId="6DF0A12A" w14:textId="77777777" w:rsidR="00E93D6B" w:rsidRPr="008C6DE4" w:rsidRDefault="00E93D6B" w:rsidP="00E93D6B">
      <w:pPr>
        <w:pStyle w:val="Heading3"/>
      </w:pPr>
      <w:r w:rsidRPr="008C6DE4">
        <w:rPr>
          <w:lang w:val="en-US" w:eastAsia="ko-KR"/>
        </w:rPr>
        <w:t>3.6.6</w:t>
      </w:r>
      <w:r w:rsidRPr="008C6DE4">
        <w:rPr>
          <w:lang w:val="en-US" w:eastAsia="ko-KR"/>
        </w:rPr>
        <w:tab/>
      </w:r>
      <w:r w:rsidRPr="008C6DE4">
        <w:t>Applicability of requirements for NGEN-DC operation</w:t>
      </w:r>
    </w:p>
    <w:p w14:paraId="4363B0A2" w14:textId="77777777" w:rsidR="00E93D6B" w:rsidRPr="008C6DE4" w:rsidRDefault="00E93D6B" w:rsidP="00E93D6B">
      <w:r w:rsidRPr="008C6DE4">
        <w:t>All the requirements in this specification applicable for EN-DC are also applicable for NGEN-DC.</w:t>
      </w:r>
    </w:p>
    <w:p w14:paraId="27545819" w14:textId="23A97766" w:rsidR="007A0507" w:rsidRPr="008C6DE4" w:rsidRDefault="0048284E" w:rsidP="0048284E">
      <w:pPr>
        <w:pStyle w:val="Heading3"/>
        <w:rPr>
          <w:lang w:val="en-US" w:eastAsia="ko-KR"/>
        </w:rPr>
      </w:pPr>
      <w:r w:rsidRPr="008C6DE4">
        <w:rPr>
          <w:lang w:val="en-US" w:eastAsia="ko-KR"/>
        </w:rPr>
        <w:t>3.6.7</w:t>
      </w:r>
      <w:r w:rsidR="007A0507" w:rsidRPr="008C6DE4">
        <w:rPr>
          <w:lang w:val="en-US" w:eastAsia="ko-KR"/>
        </w:rPr>
        <w:tab/>
        <w:t xml:space="preserve">Applicability </w:t>
      </w:r>
      <w:r w:rsidR="007A0507" w:rsidRPr="008C6DE4">
        <w:rPr>
          <w:noProof/>
        </w:rPr>
        <w:t>of QCL</w:t>
      </w:r>
    </w:p>
    <w:p w14:paraId="2D9ACE0C" w14:textId="77777777" w:rsidR="00603C5A" w:rsidRPr="008C6DE4" w:rsidRDefault="00603C5A" w:rsidP="00603C5A">
      <w:pPr>
        <w:rPr>
          <w:rFonts w:eastAsia="?? ??"/>
          <w:lang w:eastAsia="ko-KR"/>
        </w:rPr>
      </w:pPr>
      <w:r w:rsidRPr="008C6DE4">
        <w:rPr>
          <w:rFonts w:eastAsia="?? ??"/>
          <w:lang w:eastAsia="ko-KR"/>
        </w:rPr>
        <w:t xml:space="preserve">For the requirements specified in this version of the specification, a reference signal is considered to be QCLed to another reference signal if it is in the same TCI chain as the other reference signal, provided that the number of Reference Signals in the chain is no more than 4. </w:t>
      </w:r>
      <w:r>
        <w:rPr>
          <w:rFonts w:eastAsia="?? ??"/>
          <w:lang w:eastAsia="ko-KR"/>
        </w:rPr>
        <w:t>It is assumed there is single QCL type per TCI chain.</w:t>
      </w:r>
    </w:p>
    <w:p w14:paraId="350C9E80" w14:textId="77777777" w:rsidR="007A0507" w:rsidRPr="008C6DE4" w:rsidRDefault="007A0507" w:rsidP="007A0507">
      <w:pPr>
        <w:rPr>
          <w:rFonts w:eastAsia="?? ??"/>
          <w:lang w:eastAsia="ko-KR"/>
        </w:rPr>
      </w:pPr>
      <w:r w:rsidRPr="008C6DE4">
        <w:rPr>
          <w:rFonts w:eastAsia="?? ??"/>
          <w:lang w:eastAsia="ko-KR"/>
        </w:rPr>
        <w:t xml:space="preserve">A TCI chain consists of an SSB, and one or more CSI-RS resources, and the TCI state of each Reference Signal includes another Reference Signal in the same TCI chain. </w:t>
      </w:r>
    </w:p>
    <w:p w14:paraId="627C11BD" w14:textId="11D6A1A2" w:rsidR="00E93D6B" w:rsidRPr="008C6DE4" w:rsidRDefault="007A0507" w:rsidP="007A0507">
      <w:pPr>
        <w:rPr>
          <w:rFonts w:cs="v4.2.0"/>
        </w:rPr>
      </w:pPr>
      <w:r w:rsidRPr="008C6DE4">
        <w:rPr>
          <w:noProof/>
        </w:rPr>
        <w:t>DMRS of PDCCH or PDSCH is QCLed with the reference signal in its active TCI state and any other reference signal that is QCLed, based on above criteria, with the reference signal in the active TCI state.</w:t>
      </w:r>
    </w:p>
    <w:p w14:paraId="39C44B89" w14:textId="77777777" w:rsidR="00E738E0" w:rsidRPr="008C6DE4" w:rsidRDefault="00E738E0" w:rsidP="00E738E0">
      <w:pPr>
        <w:pStyle w:val="Heading1"/>
      </w:pPr>
      <w:r w:rsidRPr="008C6DE4">
        <w:t>4</w:t>
      </w:r>
      <w:r w:rsidRPr="008C6DE4">
        <w:tab/>
        <w:t>SA: RRC_IDLE state mobility</w:t>
      </w:r>
    </w:p>
    <w:p w14:paraId="2522BE1D" w14:textId="77777777" w:rsidR="00E738E0" w:rsidRPr="008C6DE4" w:rsidRDefault="00E738E0" w:rsidP="00E738E0">
      <w:pPr>
        <w:pStyle w:val="Heading2"/>
      </w:pPr>
      <w:bookmarkStart w:id="27" w:name="_Toc5952534"/>
      <w:r w:rsidRPr="008C6DE4">
        <w:t>4.1</w:t>
      </w:r>
      <w:r w:rsidRPr="008C6DE4">
        <w:tab/>
        <w:t>Cell Selection</w:t>
      </w:r>
      <w:bookmarkEnd w:id="27"/>
    </w:p>
    <w:p w14:paraId="39BCCA34" w14:textId="75C26D04" w:rsidR="00C21368" w:rsidRPr="008C6DE4" w:rsidRDefault="00C21368" w:rsidP="00C21368">
      <w:pPr>
        <w:overflowPunct w:val="0"/>
        <w:autoSpaceDE w:val="0"/>
        <w:autoSpaceDN w:val="0"/>
        <w:adjustRightInd w:val="0"/>
        <w:textAlignment w:val="baseline"/>
        <w:rPr>
          <w:rFonts w:eastAsia="Times New Roman"/>
        </w:rPr>
      </w:pPr>
      <w:bookmarkStart w:id="28" w:name="_Toc5952535"/>
      <w:r w:rsidRPr="008C6DE4">
        <w:rPr>
          <w:rFonts w:eastAsia="Times New Roman"/>
        </w:rPr>
        <w:t xml:space="preserve">After a UE has switched on and a PLMN has been selected, the </w:t>
      </w:r>
      <w:r>
        <w:rPr>
          <w:rFonts w:eastAsia="Times New Roman"/>
        </w:rPr>
        <w:t>c</w:t>
      </w:r>
      <w:r w:rsidRPr="008C6DE4">
        <w:rPr>
          <w:rFonts w:eastAsia="Times New Roman"/>
        </w:rPr>
        <w:t>ell selection process takes place, as described in TS</w:t>
      </w:r>
      <w:r w:rsidRPr="008C6DE4">
        <w:t> </w:t>
      </w:r>
      <w:r w:rsidRPr="008C6DE4">
        <w:rPr>
          <w:rFonts w:eastAsia="Times New Roman"/>
        </w:rPr>
        <w:t>38.304</w:t>
      </w:r>
      <w:r>
        <w:rPr>
          <w:rFonts w:eastAsia="Times New Roman"/>
        </w:rPr>
        <w:t xml:space="preserve"> [1]</w:t>
      </w:r>
      <w:r w:rsidRPr="008C6DE4">
        <w:rPr>
          <w:rFonts w:eastAsia="Times New Roman"/>
        </w:rPr>
        <w:t>. This process allows the UE to select a suitable cell where to camp on in order to access available services. In this process, the UE can use stored information (</w:t>
      </w:r>
      <w:r w:rsidRPr="008C6DE4">
        <w:rPr>
          <w:rFonts w:eastAsia="Times New Roman"/>
          <w:i/>
        </w:rPr>
        <w:t>Stored information cell selection</w:t>
      </w:r>
      <w:r w:rsidRPr="008C6DE4">
        <w:rPr>
          <w:rFonts w:eastAsia="Times New Roman"/>
        </w:rPr>
        <w:t>) or not (</w:t>
      </w:r>
      <w:r w:rsidRPr="008C6DE4">
        <w:rPr>
          <w:rFonts w:eastAsia="Times New Roman"/>
          <w:i/>
        </w:rPr>
        <w:t>Initial cell selection</w:t>
      </w:r>
      <w:r w:rsidRPr="008C6DE4">
        <w:rPr>
          <w:rFonts w:eastAsia="Times New Roman"/>
        </w:rPr>
        <w:t>).</w:t>
      </w:r>
    </w:p>
    <w:p w14:paraId="0CF7BC33" w14:textId="77777777" w:rsidR="00E738E0" w:rsidRPr="008C6DE4" w:rsidRDefault="00E738E0" w:rsidP="00E738E0">
      <w:pPr>
        <w:pStyle w:val="Heading2"/>
      </w:pPr>
      <w:r w:rsidRPr="008C6DE4">
        <w:t>4.2</w:t>
      </w:r>
      <w:r w:rsidRPr="008C6DE4">
        <w:tab/>
        <w:t>Cell Re-selection</w:t>
      </w:r>
      <w:bookmarkEnd w:id="28"/>
    </w:p>
    <w:p w14:paraId="16FBA37B" w14:textId="77777777" w:rsidR="00E738E0" w:rsidRPr="008C6DE4" w:rsidRDefault="00E738E0" w:rsidP="00E738E0">
      <w:pPr>
        <w:pStyle w:val="Heading3"/>
        <w:overflowPunct w:val="0"/>
        <w:autoSpaceDE w:val="0"/>
        <w:autoSpaceDN w:val="0"/>
        <w:adjustRightInd w:val="0"/>
        <w:textAlignment w:val="baseline"/>
        <w:rPr>
          <w:lang w:val="en-US" w:eastAsia="ko-KR"/>
        </w:rPr>
      </w:pPr>
      <w:bookmarkStart w:id="29" w:name="_Toc5952536"/>
      <w:r w:rsidRPr="008C6DE4">
        <w:rPr>
          <w:lang w:val="en-US" w:eastAsia="ko-KR"/>
        </w:rPr>
        <w:t>4.2.1</w:t>
      </w:r>
      <w:r w:rsidRPr="008C6DE4">
        <w:rPr>
          <w:lang w:val="en-US" w:eastAsia="ko-KR"/>
        </w:rPr>
        <w:tab/>
        <w:t>Introduction</w:t>
      </w:r>
      <w:bookmarkEnd w:id="29"/>
    </w:p>
    <w:p w14:paraId="4EBB6CF1" w14:textId="77777777" w:rsidR="00E738E0" w:rsidRPr="008C6DE4" w:rsidRDefault="00E738E0" w:rsidP="00E738E0">
      <w:pPr>
        <w:rPr>
          <w:rFonts w:cs="v4.2.0"/>
        </w:rPr>
      </w:pPr>
      <w:r w:rsidRPr="008C6DE4">
        <w:rPr>
          <w:rFonts w:cs="v4.2.0"/>
        </w:rPr>
        <w:t>The cell reselection procedure allows the UE to select a more suitable cell and camp on it.</w:t>
      </w:r>
    </w:p>
    <w:p w14:paraId="074F296E" w14:textId="0CB40124" w:rsidR="00E738E0" w:rsidRPr="008C6DE4" w:rsidRDefault="00E738E0" w:rsidP="00E738E0">
      <w:r w:rsidRPr="008C6DE4">
        <w:rPr>
          <w:rFonts w:cs="v4.2.0"/>
        </w:rPr>
        <w:t xml:space="preserve">When the UE is in either </w:t>
      </w:r>
      <w:r w:rsidRPr="008C6DE4">
        <w:rPr>
          <w:rFonts w:cs="v4.2.0"/>
          <w:i/>
        </w:rPr>
        <w:t>Camped</w:t>
      </w:r>
      <w:r w:rsidRPr="008C6DE4">
        <w:rPr>
          <w:rFonts w:cs="v4.2.0"/>
        </w:rPr>
        <w:t xml:space="preserve"> </w:t>
      </w:r>
      <w:r w:rsidRPr="008C6DE4">
        <w:rPr>
          <w:rFonts w:cs="v4.2.0"/>
          <w:i/>
        </w:rPr>
        <w:t xml:space="preserve">Normally </w:t>
      </w:r>
      <w:r w:rsidRPr="008C6DE4">
        <w:rPr>
          <w:rFonts w:cs="v4.2.0"/>
        </w:rPr>
        <w:t xml:space="preserve">state or </w:t>
      </w:r>
      <w:r w:rsidRPr="008C6DE4">
        <w:rPr>
          <w:rFonts w:cs="v4.2.0"/>
          <w:i/>
          <w:iCs/>
        </w:rPr>
        <w:t>Camped on Any Cell</w:t>
      </w:r>
      <w:r w:rsidRPr="008C6DE4">
        <w:rPr>
          <w:rFonts w:cs="v4.2.0"/>
        </w:rPr>
        <w:t xml:space="preserve"> state on a cell, the UE shall attempt to detect, synchronise, and monitor intra-frequency, inter-frequency and inter-RAT cells indicated by the serving cell. For intra-frequency and inter-frequency cells the serving cell may not provide explicit neighbour list but carrier frequency information and bandwidth information only. </w:t>
      </w:r>
      <w:r w:rsidR="009341C5">
        <w:rPr>
          <w:rFonts w:cs="v4.2.0"/>
        </w:rPr>
        <w:t>UE measurement activity is also controlled by measurement rules defined in TS</w:t>
      </w:r>
      <w:r w:rsidR="009341C5">
        <w:t> </w:t>
      </w:r>
      <w:r w:rsidR="009341C5">
        <w:rPr>
          <w:rFonts w:cs="v4.2.0"/>
        </w:rPr>
        <w:t>38.304</w:t>
      </w:r>
      <w:r w:rsidR="009341C5">
        <w:rPr>
          <w:rFonts w:hint="eastAsia"/>
          <w:lang w:val="en-US" w:eastAsia="zh-CN"/>
        </w:rPr>
        <w:t xml:space="preserve"> [1]</w:t>
      </w:r>
      <w:r w:rsidR="009341C5">
        <w:rPr>
          <w:rFonts w:cs="v4.2.0"/>
        </w:rPr>
        <w:t>, allowing the UE to limit its measurement activity.</w:t>
      </w:r>
    </w:p>
    <w:p w14:paraId="02F50634" w14:textId="77777777" w:rsidR="00E738E0" w:rsidRPr="008C6DE4" w:rsidRDefault="00E738E0" w:rsidP="00E738E0">
      <w:r w:rsidRPr="008C6DE4">
        <w:t>In the requirements of clause 4.2, the exceptions for side conditions apply as follows:</w:t>
      </w:r>
    </w:p>
    <w:p w14:paraId="0CFBB6EF" w14:textId="77777777" w:rsidR="00E738E0" w:rsidRPr="008C6DE4" w:rsidRDefault="00E738E0" w:rsidP="00E738E0">
      <w:pPr>
        <w:pStyle w:val="B10"/>
      </w:pPr>
      <w:r w:rsidRPr="008C6DE4">
        <w:t>-</w:t>
      </w:r>
      <w:r w:rsidRPr="008C6DE4">
        <w:tab/>
        <w:t>for the UE capable of CA, the applicable exceptions for side conditions are specified in Annex B, clause B.3.2.1, B.3.2.3, or B.3.2.5 for UE supporting CA in FR1, CA in FR2 and CA between FR1 and FR2, respectively;</w:t>
      </w:r>
    </w:p>
    <w:p w14:paraId="2FA5B197" w14:textId="77777777" w:rsidR="00E738E0" w:rsidRPr="008C6DE4" w:rsidRDefault="00E738E0" w:rsidP="00E738E0">
      <w:pPr>
        <w:pStyle w:val="B10"/>
      </w:pPr>
      <w:r w:rsidRPr="008C6DE4">
        <w:t>-</w:t>
      </w:r>
      <w:r w:rsidRPr="008C6DE4">
        <w:tab/>
        <w:t>for the UE capable of SUL, the applicable exceptions for side conditions are specified in Annex B, clause B.3.4.1 for UE supporting SUL in FR1.</w:t>
      </w:r>
    </w:p>
    <w:p w14:paraId="029AB242" w14:textId="77777777" w:rsidR="00E738E0" w:rsidRPr="008C6DE4" w:rsidRDefault="00E738E0" w:rsidP="00E738E0">
      <w:pPr>
        <w:pStyle w:val="Heading3"/>
        <w:overflowPunct w:val="0"/>
        <w:autoSpaceDE w:val="0"/>
        <w:autoSpaceDN w:val="0"/>
        <w:adjustRightInd w:val="0"/>
        <w:textAlignment w:val="baseline"/>
        <w:rPr>
          <w:lang w:val="en-US" w:eastAsia="ko-KR"/>
        </w:rPr>
      </w:pPr>
      <w:bookmarkStart w:id="30" w:name="_Toc5952537"/>
      <w:r w:rsidRPr="008C6DE4">
        <w:rPr>
          <w:lang w:val="en-US" w:eastAsia="ko-KR"/>
        </w:rPr>
        <w:lastRenderedPageBreak/>
        <w:t>4.2.2</w:t>
      </w:r>
      <w:r w:rsidRPr="008C6DE4">
        <w:rPr>
          <w:lang w:val="en-US" w:eastAsia="ko-KR"/>
        </w:rPr>
        <w:tab/>
        <w:t>Requirements</w:t>
      </w:r>
      <w:bookmarkEnd w:id="30"/>
    </w:p>
    <w:p w14:paraId="03B5525A" w14:textId="77777777" w:rsidR="00E738E0" w:rsidRPr="008C6DE4" w:rsidRDefault="00E738E0" w:rsidP="00E738E0">
      <w:pPr>
        <w:pStyle w:val="Heading4"/>
        <w:rPr>
          <w:lang w:val="en-US" w:eastAsia="zh-CN"/>
        </w:rPr>
      </w:pPr>
      <w:bookmarkStart w:id="31" w:name="_Toc5952538"/>
      <w:bookmarkStart w:id="32" w:name="_Hlk1031227"/>
      <w:r w:rsidRPr="008C6DE4">
        <w:rPr>
          <w:lang w:val="en-US" w:eastAsia="zh-CN"/>
        </w:rPr>
        <w:t>4.2.2.1</w:t>
      </w:r>
      <w:r w:rsidRPr="008C6DE4">
        <w:rPr>
          <w:lang w:val="en-US" w:eastAsia="zh-CN"/>
        </w:rPr>
        <w:tab/>
        <w:t>UE measurement capability</w:t>
      </w:r>
      <w:bookmarkEnd w:id="31"/>
    </w:p>
    <w:p w14:paraId="5E2503A6" w14:textId="77777777" w:rsidR="00E738E0" w:rsidRPr="008C6DE4" w:rsidRDefault="00E738E0" w:rsidP="00E738E0">
      <w:r w:rsidRPr="008C6DE4">
        <w:t>For idle mode cell re-selection purposes, the UE shall be capable of monitoring at least:</w:t>
      </w:r>
    </w:p>
    <w:p w14:paraId="4D09F24A" w14:textId="77777777" w:rsidR="00E738E0" w:rsidRPr="008C6DE4" w:rsidRDefault="00E738E0" w:rsidP="00E738E0">
      <w:pPr>
        <w:pStyle w:val="B10"/>
      </w:pPr>
      <w:r w:rsidRPr="008C6DE4">
        <w:rPr>
          <w:rFonts w:cs="v4.2.0"/>
        </w:rPr>
        <w:t>-</w:t>
      </w:r>
      <w:r w:rsidRPr="008C6DE4">
        <w:rPr>
          <w:rFonts w:cs="v4.2.0"/>
        </w:rPr>
        <w:tab/>
        <w:t>Intra-frequency carrier, and</w:t>
      </w:r>
    </w:p>
    <w:p w14:paraId="11A0E4EA" w14:textId="77777777" w:rsidR="00E738E0" w:rsidRPr="008C6DE4" w:rsidRDefault="00E738E0" w:rsidP="00E738E0">
      <w:pPr>
        <w:pStyle w:val="B10"/>
      </w:pPr>
      <w:r w:rsidRPr="008C6DE4">
        <w:t>-</w:t>
      </w:r>
      <w:r w:rsidRPr="008C6DE4">
        <w:tab/>
        <w:t>Depending on UE capability, 7 NR inter-frequency carriers, and</w:t>
      </w:r>
    </w:p>
    <w:p w14:paraId="647AAB4A" w14:textId="77777777" w:rsidR="00E738E0" w:rsidRPr="008C6DE4" w:rsidRDefault="00E738E0" w:rsidP="00E738E0">
      <w:pPr>
        <w:pStyle w:val="B10"/>
      </w:pPr>
      <w:r w:rsidRPr="008C6DE4">
        <w:t>-</w:t>
      </w:r>
      <w:r w:rsidRPr="008C6DE4">
        <w:tab/>
        <w:t>Depending on UE capability, 7 FDD E-UTRA inter-RAT carriers, and</w:t>
      </w:r>
    </w:p>
    <w:p w14:paraId="510A1E42" w14:textId="77777777" w:rsidR="00E738E0" w:rsidRPr="008C6DE4" w:rsidRDefault="00E738E0" w:rsidP="00E738E0">
      <w:pPr>
        <w:pStyle w:val="B10"/>
      </w:pPr>
      <w:r w:rsidRPr="008C6DE4">
        <w:t>-</w:t>
      </w:r>
      <w:r w:rsidRPr="008C6DE4">
        <w:tab/>
        <w:t>Depending on UE capability, 7 TDD E-UTRA inter-RAT carriers.</w:t>
      </w:r>
    </w:p>
    <w:p w14:paraId="0C37A4CB" w14:textId="77777777" w:rsidR="00E738E0" w:rsidRPr="008C6DE4" w:rsidRDefault="00E738E0" w:rsidP="00E738E0">
      <w:r w:rsidRPr="008C6DE4">
        <w:rPr>
          <w:iCs/>
        </w:rPr>
        <w:t xml:space="preserve">In addition to the requirements defined above, </w:t>
      </w:r>
      <w:r w:rsidRPr="008C6DE4">
        <w:t>a UE supporting E-UTRA measurements in RRC_IDLE state shall be capable of monitoring a total of at least 14 carrier frequency layers, which includes serving layer, comprising of any above defined combination of E-UTRA FDD, E-UTRA TDD and NR layers.</w:t>
      </w:r>
    </w:p>
    <w:bookmarkEnd w:id="32"/>
    <w:p w14:paraId="4DB9B8EA" w14:textId="71411268" w:rsidR="00E738E0" w:rsidRPr="008C6DE4" w:rsidRDefault="0048284E" w:rsidP="0048284E">
      <w:pPr>
        <w:pStyle w:val="Heading4"/>
        <w:rPr>
          <w:lang w:val="en-US"/>
        </w:rPr>
      </w:pPr>
      <w:r w:rsidRPr="008C6DE4">
        <w:rPr>
          <w:lang w:val="en-US"/>
        </w:rPr>
        <w:t>4.2.2.2</w:t>
      </w:r>
      <w:r w:rsidR="00E738E0" w:rsidRPr="008C6DE4">
        <w:rPr>
          <w:lang w:val="en-US"/>
        </w:rPr>
        <w:tab/>
        <w:t>Measurement and evaluation of serving cell</w:t>
      </w:r>
    </w:p>
    <w:p w14:paraId="68F7D98C" w14:textId="77777777" w:rsidR="00E738E0" w:rsidRPr="008C6DE4" w:rsidRDefault="00E738E0" w:rsidP="00E738E0">
      <w:pPr>
        <w:rPr>
          <w:rFonts w:cs="v4.2.0"/>
        </w:rPr>
      </w:pPr>
      <w:r w:rsidRPr="008C6DE4">
        <w:rPr>
          <w:rFonts w:cs="v4.2.0"/>
        </w:rPr>
        <w:t xml:space="preserve">The UE shall measure the </w:t>
      </w:r>
      <w:r w:rsidRPr="008C6DE4">
        <w:rPr>
          <w:rFonts w:cs="v4.2.0"/>
          <w:lang w:eastAsia="zh-CN"/>
        </w:rPr>
        <w:t>SS-</w:t>
      </w:r>
      <w:r w:rsidRPr="008C6DE4">
        <w:rPr>
          <w:rFonts w:cs="v4.2.0"/>
        </w:rPr>
        <w:t xml:space="preserve">RSRP and </w:t>
      </w:r>
      <w:r w:rsidRPr="008C6DE4">
        <w:rPr>
          <w:rFonts w:cs="v4.2.0"/>
          <w:lang w:eastAsia="zh-CN"/>
        </w:rPr>
        <w:t>SS-</w:t>
      </w:r>
      <w:r w:rsidRPr="008C6DE4">
        <w:rPr>
          <w:rFonts w:cs="v4.2.0"/>
        </w:rPr>
        <w:t xml:space="preserve">RSRQ level of the serving cell and evaluate the cell selection criterion S defined in </w:t>
      </w:r>
      <w:r w:rsidRPr="008C6DE4">
        <w:t>TS 38.304</w:t>
      </w:r>
      <w:r w:rsidRPr="008C6DE4">
        <w:rPr>
          <w:rFonts w:cs="v4.2.0"/>
        </w:rPr>
        <w:t> [1] for the serving cell at least once every M1*N1 DRX cycle; where:</w:t>
      </w:r>
    </w:p>
    <w:p w14:paraId="6ADE9EAC" w14:textId="42C2D260" w:rsidR="00C21368" w:rsidRPr="008C6DE4" w:rsidRDefault="00C21368" w:rsidP="00C21368">
      <w:pPr>
        <w:ind w:left="284"/>
        <w:rPr>
          <w:rFonts w:cs="v4.2.0"/>
        </w:rPr>
      </w:pPr>
      <w:r w:rsidRPr="008C6DE4">
        <w:rPr>
          <w:rFonts w:cs="v4.2.0"/>
        </w:rPr>
        <w:t>M1=2 if SMTC periodicity (T</w:t>
      </w:r>
      <w:r w:rsidRPr="008C6DE4">
        <w:rPr>
          <w:rFonts w:cs="v4.2.0"/>
          <w:vertAlign w:val="subscript"/>
        </w:rPr>
        <w:t>SMTC</w:t>
      </w:r>
      <w:r w:rsidRPr="008C6DE4">
        <w:rPr>
          <w:rFonts w:cs="v4.2.0"/>
        </w:rPr>
        <w:t xml:space="preserve">) </w:t>
      </w:r>
      <w:r w:rsidRPr="008C6DE4">
        <w:t>&gt;</w:t>
      </w:r>
      <w:r w:rsidRPr="008C6DE4">
        <w:rPr>
          <w:rFonts w:cs="v4.2.0"/>
        </w:rPr>
        <w:t xml:space="preserve"> 20 ms and DRX cycle </w:t>
      </w:r>
      <w:r w:rsidRPr="008C6DE4">
        <w:rPr>
          <w:rFonts w:hint="eastAsia"/>
        </w:rPr>
        <w:t>≤</w:t>
      </w:r>
      <w:r w:rsidRPr="008C6DE4">
        <w:rPr>
          <w:rFonts w:cs="v4.2.0"/>
        </w:rPr>
        <w:t xml:space="preserve"> 0.64 second,</w:t>
      </w:r>
    </w:p>
    <w:p w14:paraId="4D751320" w14:textId="77777777" w:rsidR="00E738E0" w:rsidRPr="008C6DE4" w:rsidRDefault="00E738E0" w:rsidP="00E738E0">
      <w:pPr>
        <w:ind w:left="284"/>
        <w:rPr>
          <w:rFonts w:cs="v4.2.0"/>
        </w:rPr>
      </w:pPr>
      <w:r w:rsidRPr="008C6DE4">
        <w:rPr>
          <w:rFonts w:cs="v4.2.0"/>
        </w:rPr>
        <w:t>otherwise M1=1.</w:t>
      </w:r>
    </w:p>
    <w:p w14:paraId="1F6B7F47" w14:textId="77777777" w:rsidR="00E738E0" w:rsidRPr="008C6DE4" w:rsidRDefault="00E738E0" w:rsidP="00E738E0">
      <w:pPr>
        <w:rPr>
          <w:rFonts w:cs="v4.2.0"/>
        </w:rPr>
      </w:pPr>
      <w:r w:rsidRPr="008C6DE4">
        <w:rPr>
          <w:rFonts w:cs="v4.2.0"/>
        </w:rPr>
        <w:t xml:space="preserve">The UE shall filter the </w:t>
      </w:r>
      <w:r w:rsidRPr="008C6DE4">
        <w:rPr>
          <w:rFonts w:cs="v4.2.0"/>
          <w:lang w:eastAsia="zh-CN"/>
        </w:rPr>
        <w:t>SS-</w:t>
      </w:r>
      <w:r w:rsidRPr="008C6DE4">
        <w:rPr>
          <w:rFonts w:cs="v4.2.0"/>
        </w:rPr>
        <w:t xml:space="preserve">RSRP and </w:t>
      </w:r>
      <w:r w:rsidRPr="008C6DE4">
        <w:rPr>
          <w:rFonts w:cs="v4.2.0"/>
          <w:lang w:eastAsia="zh-CN"/>
        </w:rPr>
        <w:t>SS-</w:t>
      </w:r>
      <w:r w:rsidRPr="008C6DE4">
        <w:rPr>
          <w:rFonts w:cs="v4.2.0"/>
        </w:rPr>
        <w:t>RSRQ measurements of the serving cell using at least 2 measurements. Within the set of measurements used for the filtering, at least two measurements shall be spaced by, at least DRX cycle/2.</w:t>
      </w:r>
    </w:p>
    <w:p w14:paraId="79FE99A9" w14:textId="77777777" w:rsidR="00E738E0" w:rsidRPr="008C6DE4" w:rsidRDefault="00E738E0" w:rsidP="00E738E0">
      <w:pPr>
        <w:rPr>
          <w:rFonts w:cs="v4.2.0"/>
        </w:rPr>
      </w:pPr>
      <w:r w:rsidRPr="008C6DE4">
        <w:rPr>
          <w:rFonts w:cs="v4.2.0"/>
        </w:rPr>
        <w:t>If the UE has evaluated according to Table</w:t>
      </w:r>
      <w:r w:rsidRPr="008C6DE4">
        <w:rPr>
          <w:rFonts w:cs="v4.2.0"/>
          <w:lang w:eastAsia="zh-CN"/>
        </w:rPr>
        <w:t xml:space="preserve"> </w:t>
      </w:r>
      <w:r w:rsidRPr="008C6DE4">
        <w:rPr>
          <w:rFonts w:cs="v4.2.0"/>
          <w:snapToGrid w:val="0"/>
        </w:rPr>
        <w:t>4.2.2.2-1</w:t>
      </w:r>
      <w:r w:rsidRPr="008C6DE4">
        <w:rPr>
          <w:rFonts w:cs="v4.2.0"/>
        </w:rPr>
        <w:t xml:space="preserve"> in N</w:t>
      </w:r>
      <w:r w:rsidRPr="008C6DE4">
        <w:rPr>
          <w:rFonts w:cs="v4.2.0"/>
          <w:vertAlign w:val="subscript"/>
        </w:rPr>
        <w:t>serv</w:t>
      </w:r>
      <w:r w:rsidRPr="008C6DE4">
        <w:rPr>
          <w:rFonts w:cs="v4.2.0"/>
        </w:rPr>
        <w:t xml:space="preserve"> consecutive DRX cycles that the serving cell does not fulfil the cell selection criterion S, the UE shall initiate the measurements of all neighbour cells indicated by the serving cell, regardless of the measurement rules currently limiting UE measurement activities.</w:t>
      </w:r>
    </w:p>
    <w:p w14:paraId="3759E48D" w14:textId="77777777" w:rsidR="00E738E0" w:rsidRPr="008C6DE4" w:rsidRDefault="00E738E0" w:rsidP="00E738E0">
      <w:pPr>
        <w:rPr>
          <w:rFonts w:cs="v4.2.0"/>
        </w:rPr>
      </w:pPr>
      <w:r w:rsidRPr="008C6DE4">
        <w:rPr>
          <w:rFonts w:cs="v4.2.0"/>
        </w:rPr>
        <w:t xml:space="preserve">If the UE in RRC_IDLE has not found any new suitable cell based on searches and measurements using the intra-frequency, inter-frequency and inter-RAT information indicated in the system information for 10 s, the UE shall initiate cell selection procedures for the selected PLMN as defined in </w:t>
      </w:r>
      <w:r w:rsidRPr="008C6DE4">
        <w:t>TS 38.304 </w:t>
      </w:r>
      <w:r w:rsidRPr="008C6DE4">
        <w:rPr>
          <w:rFonts w:cs="v4.2.0"/>
        </w:rPr>
        <w:t>[1].</w:t>
      </w:r>
    </w:p>
    <w:p w14:paraId="0EA1CE51" w14:textId="77777777" w:rsidR="00E738E0" w:rsidRPr="008C6DE4" w:rsidRDefault="00E738E0" w:rsidP="00847B8D">
      <w:pPr>
        <w:pStyle w:val="TH"/>
        <w:rPr>
          <w:vertAlign w:val="subscript"/>
        </w:rPr>
      </w:pPr>
      <w:r w:rsidRPr="008C6DE4">
        <w:t>Table 4.2.2.2-1: N</w:t>
      </w:r>
      <w:r w:rsidRPr="008C6DE4">
        <w:rPr>
          <w:vertAlign w:val="subscript"/>
        </w:rPr>
        <w:t>serv</w:t>
      </w:r>
    </w:p>
    <w:tbl>
      <w:tblPr>
        <w:tblW w:w="37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1096"/>
        <w:gridCol w:w="1096"/>
        <w:gridCol w:w="2918"/>
      </w:tblGrid>
      <w:tr w:rsidR="00DD3199" w:rsidRPr="008C6DE4" w14:paraId="547840F1" w14:textId="77777777" w:rsidTr="00F15152">
        <w:trPr>
          <w:cantSplit/>
          <w:trHeight w:val="207"/>
          <w:jc w:val="center"/>
        </w:trPr>
        <w:tc>
          <w:tcPr>
            <w:tcW w:w="1498" w:type="pct"/>
            <w:vMerge w:val="restart"/>
          </w:tcPr>
          <w:p w14:paraId="7074ABC6" w14:textId="77777777" w:rsidR="00E738E0" w:rsidRPr="008C6DE4" w:rsidRDefault="00E738E0" w:rsidP="00847B8D">
            <w:pPr>
              <w:pStyle w:val="TAH"/>
            </w:pPr>
            <w:r w:rsidRPr="008C6DE4">
              <w:t>DRX cycle length [s]</w:t>
            </w:r>
          </w:p>
        </w:tc>
        <w:tc>
          <w:tcPr>
            <w:tcW w:w="1502" w:type="pct"/>
            <w:gridSpan w:val="2"/>
          </w:tcPr>
          <w:p w14:paraId="46EECD88" w14:textId="77777777" w:rsidR="00E738E0" w:rsidRPr="008C6DE4" w:rsidRDefault="00E738E0" w:rsidP="00847B8D">
            <w:pPr>
              <w:pStyle w:val="TAH"/>
            </w:pPr>
            <w:r w:rsidRPr="008C6DE4">
              <w:t>Scaling Factor (N1)</w:t>
            </w:r>
          </w:p>
        </w:tc>
        <w:tc>
          <w:tcPr>
            <w:tcW w:w="2000" w:type="pct"/>
            <w:vMerge w:val="restart"/>
          </w:tcPr>
          <w:p w14:paraId="524FA4F6" w14:textId="77777777" w:rsidR="00E738E0" w:rsidRPr="008C6DE4" w:rsidRDefault="00E738E0" w:rsidP="00847B8D">
            <w:pPr>
              <w:pStyle w:val="TAH"/>
            </w:pPr>
            <w:r w:rsidRPr="008C6DE4">
              <w:t>N</w:t>
            </w:r>
            <w:r w:rsidRPr="008C6DE4">
              <w:rPr>
                <w:vertAlign w:val="subscript"/>
              </w:rPr>
              <w:t xml:space="preserve">serv </w:t>
            </w:r>
            <w:r w:rsidRPr="008C6DE4">
              <w:t>[number of DRX cycles]</w:t>
            </w:r>
          </w:p>
        </w:tc>
      </w:tr>
      <w:tr w:rsidR="00DD3199" w:rsidRPr="008C6DE4" w14:paraId="3C40B2E4" w14:textId="77777777" w:rsidTr="00F15152">
        <w:trPr>
          <w:cantSplit/>
          <w:trHeight w:val="207"/>
          <w:jc w:val="center"/>
        </w:trPr>
        <w:tc>
          <w:tcPr>
            <w:tcW w:w="1498" w:type="pct"/>
            <w:vMerge/>
          </w:tcPr>
          <w:p w14:paraId="246033A5" w14:textId="77777777" w:rsidR="00E738E0" w:rsidRPr="008C6DE4" w:rsidRDefault="00E738E0" w:rsidP="00847B8D">
            <w:pPr>
              <w:pStyle w:val="TAH"/>
            </w:pPr>
          </w:p>
        </w:tc>
        <w:tc>
          <w:tcPr>
            <w:tcW w:w="751" w:type="pct"/>
          </w:tcPr>
          <w:p w14:paraId="19AA0F78" w14:textId="77777777" w:rsidR="00E738E0" w:rsidRPr="008C6DE4" w:rsidRDefault="00E738E0" w:rsidP="00847B8D">
            <w:pPr>
              <w:pStyle w:val="TAH"/>
            </w:pPr>
            <w:r w:rsidRPr="008C6DE4">
              <w:t>FR1</w:t>
            </w:r>
          </w:p>
        </w:tc>
        <w:tc>
          <w:tcPr>
            <w:tcW w:w="751" w:type="pct"/>
          </w:tcPr>
          <w:p w14:paraId="2C202FDC" w14:textId="77777777" w:rsidR="00E738E0" w:rsidRPr="008C6DE4" w:rsidRDefault="00E738E0" w:rsidP="00847B8D">
            <w:pPr>
              <w:pStyle w:val="TAH"/>
              <w:rPr>
                <w:vertAlign w:val="superscript"/>
              </w:rPr>
            </w:pPr>
            <w:r w:rsidRPr="008C6DE4">
              <w:t>FR2</w:t>
            </w:r>
            <w:r w:rsidRPr="008C6DE4">
              <w:rPr>
                <w:vertAlign w:val="superscript"/>
              </w:rPr>
              <w:t>Note1</w:t>
            </w:r>
          </w:p>
        </w:tc>
        <w:tc>
          <w:tcPr>
            <w:tcW w:w="2000" w:type="pct"/>
            <w:vMerge/>
          </w:tcPr>
          <w:p w14:paraId="69D8C66A" w14:textId="77777777" w:rsidR="00E738E0" w:rsidRPr="008C6DE4" w:rsidRDefault="00E738E0" w:rsidP="00847B8D">
            <w:pPr>
              <w:pStyle w:val="TAH"/>
            </w:pPr>
          </w:p>
        </w:tc>
      </w:tr>
      <w:tr w:rsidR="00DD3199" w:rsidRPr="008C6DE4" w14:paraId="415AD0BC" w14:textId="77777777" w:rsidTr="00F15152">
        <w:trPr>
          <w:cantSplit/>
          <w:jc w:val="center"/>
        </w:trPr>
        <w:tc>
          <w:tcPr>
            <w:tcW w:w="1498" w:type="pct"/>
          </w:tcPr>
          <w:p w14:paraId="191B9B43" w14:textId="77777777" w:rsidR="00E738E0" w:rsidRPr="008C6DE4" w:rsidRDefault="00E738E0" w:rsidP="00847B8D">
            <w:pPr>
              <w:pStyle w:val="TAC"/>
            </w:pPr>
            <w:r w:rsidRPr="008C6DE4">
              <w:t>0.32</w:t>
            </w:r>
          </w:p>
        </w:tc>
        <w:tc>
          <w:tcPr>
            <w:tcW w:w="751" w:type="pct"/>
            <w:vMerge w:val="restart"/>
            <w:vAlign w:val="center"/>
          </w:tcPr>
          <w:p w14:paraId="5320294A" w14:textId="77777777" w:rsidR="00E738E0" w:rsidRPr="008C6DE4" w:rsidRDefault="00E738E0" w:rsidP="00847B8D">
            <w:pPr>
              <w:pStyle w:val="TAC"/>
              <w:rPr>
                <w:rFonts w:cs="Arial"/>
                <w:sz w:val="16"/>
                <w:lang w:eastAsia="zh-CN"/>
              </w:rPr>
            </w:pPr>
            <w:r w:rsidRPr="008C6DE4">
              <w:rPr>
                <w:rFonts w:cs="Arial"/>
                <w:sz w:val="16"/>
                <w:lang w:eastAsia="zh-CN"/>
              </w:rPr>
              <w:t>1</w:t>
            </w:r>
          </w:p>
        </w:tc>
        <w:tc>
          <w:tcPr>
            <w:tcW w:w="751" w:type="pct"/>
          </w:tcPr>
          <w:p w14:paraId="13DCCE75" w14:textId="77777777" w:rsidR="00E738E0" w:rsidRPr="008C6DE4" w:rsidRDefault="00E738E0" w:rsidP="00847B8D">
            <w:pPr>
              <w:pStyle w:val="TAC"/>
              <w:rPr>
                <w:rFonts w:cs="Arial"/>
                <w:sz w:val="16"/>
                <w:lang w:eastAsia="zh-CN"/>
              </w:rPr>
            </w:pPr>
            <w:r w:rsidRPr="008C6DE4">
              <w:rPr>
                <w:rFonts w:cs="Arial"/>
                <w:sz w:val="16"/>
                <w:lang w:eastAsia="zh-CN"/>
              </w:rPr>
              <w:t>8</w:t>
            </w:r>
          </w:p>
        </w:tc>
        <w:tc>
          <w:tcPr>
            <w:tcW w:w="2000" w:type="pct"/>
          </w:tcPr>
          <w:p w14:paraId="18E9186D" w14:textId="77777777" w:rsidR="00E738E0" w:rsidRPr="008C6DE4" w:rsidRDefault="00E738E0" w:rsidP="00847B8D">
            <w:pPr>
              <w:pStyle w:val="TAC"/>
            </w:pPr>
            <w:r w:rsidRPr="008C6DE4">
              <w:rPr>
                <w:rFonts w:cs="Arial"/>
                <w:sz w:val="16"/>
                <w:lang w:eastAsia="zh-CN"/>
              </w:rPr>
              <w:t>M1*N1*</w:t>
            </w:r>
            <w:r w:rsidRPr="008C6DE4">
              <w:t>4</w:t>
            </w:r>
          </w:p>
        </w:tc>
      </w:tr>
      <w:tr w:rsidR="00DD3199" w:rsidRPr="008C6DE4" w14:paraId="2D91470B" w14:textId="77777777" w:rsidTr="00F15152">
        <w:trPr>
          <w:cantSplit/>
          <w:jc w:val="center"/>
        </w:trPr>
        <w:tc>
          <w:tcPr>
            <w:tcW w:w="1498" w:type="pct"/>
          </w:tcPr>
          <w:p w14:paraId="54068C8B" w14:textId="77777777" w:rsidR="00E738E0" w:rsidRPr="008C6DE4" w:rsidRDefault="00E738E0" w:rsidP="00847B8D">
            <w:pPr>
              <w:pStyle w:val="TAC"/>
            </w:pPr>
            <w:r w:rsidRPr="008C6DE4">
              <w:t>0.64</w:t>
            </w:r>
          </w:p>
        </w:tc>
        <w:tc>
          <w:tcPr>
            <w:tcW w:w="751" w:type="pct"/>
            <w:vMerge/>
          </w:tcPr>
          <w:p w14:paraId="1A4A9EF1" w14:textId="77777777" w:rsidR="00E738E0" w:rsidRPr="008C6DE4" w:rsidRDefault="00E738E0" w:rsidP="00847B8D">
            <w:pPr>
              <w:pStyle w:val="TAC"/>
              <w:rPr>
                <w:rFonts w:cs="Arial"/>
                <w:sz w:val="16"/>
                <w:lang w:eastAsia="zh-CN"/>
              </w:rPr>
            </w:pPr>
          </w:p>
        </w:tc>
        <w:tc>
          <w:tcPr>
            <w:tcW w:w="751" w:type="pct"/>
          </w:tcPr>
          <w:p w14:paraId="3BC0535A" w14:textId="77777777" w:rsidR="00E738E0" w:rsidRPr="008C6DE4" w:rsidRDefault="00E738E0" w:rsidP="00847B8D">
            <w:pPr>
              <w:pStyle w:val="TAC"/>
              <w:rPr>
                <w:rFonts w:cs="Arial"/>
                <w:sz w:val="16"/>
                <w:lang w:eastAsia="zh-CN"/>
              </w:rPr>
            </w:pPr>
            <w:r w:rsidRPr="008C6DE4">
              <w:rPr>
                <w:rFonts w:cs="Arial"/>
                <w:sz w:val="16"/>
                <w:lang w:eastAsia="zh-CN"/>
              </w:rPr>
              <w:t>5</w:t>
            </w:r>
          </w:p>
        </w:tc>
        <w:tc>
          <w:tcPr>
            <w:tcW w:w="2000" w:type="pct"/>
          </w:tcPr>
          <w:p w14:paraId="5C4A6854" w14:textId="77777777" w:rsidR="00E738E0" w:rsidRPr="008C6DE4" w:rsidRDefault="00E738E0" w:rsidP="00847B8D">
            <w:pPr>
              <w:pStyle w:val="TAC"/>
            </w:pPr>
            <w:r w:rsidRPr="008C6DE4">
              <w:rPr>
                <w:rFonts w:cs="Arial"/>
                <w:sz w:val="16"/>
                <w:lang w:eastAsia="zh-CN"/>
              </w:rPr>
              <w:t>M1*N1*</w:t>
            </w:r>
            <w:r w:rsidRPr="008C6DE4">
              <w:t>4</w:t>
            </w:r>
          </w:p>
        </w:tc>
      </w:tr>
      <w:tr w:rsidR="00DD3199" w:rsidRPr="008C6DE4" w14:paraId="09552EFE" w14:textId="77777777" w:rsidTr="00F15152">
        <w:trPr>
          <w:cantSplit/>
          <w:jc w:val="center"/>
        </w:trPr>
        <w:tc>
          <w:tcPr>
            <w:tcW w:w="1498" w:type="pct"/>
          </w:tcPr>
          <w:p w14:paraId="395F3362" w14:textId="77777777" w:rsidR="00E738E0" w:rsidRPr="008C6DE4" w:rsidRDefault="00E738E0" w:rsidP="00847B8D">
            <w:pPr>
              <w:pStyle w:val="TAC"/>
            </w:pPr>
            <w:r w:rsidRPr="008C6DE4">
              <w:t>1.28</w:t>
            </w:r>
          </w:p>
        </w:tc>
        <w:tc>
          <w:tcPr>
            <w:tcW w:w="751" w:type="pct"/>
            <w:vMerge/>
          </w:tcPr>
          <w:p w14:paraId="14430DE5" w14:textId="77777777" w:rsidR="00E738E0" w:rsidRPr="008C6DE4" w:rsidRDefault="00E738E0" w:rsidP="00847B8D">
            <w:pPr>
              <w:pStyle w:val="TAC"/>
              <w:rPr>
                <w:rFonts w:cs="Arial"/>
                <w:sz w:val="16"/>
                <w:lang w:eastAsia="zh-CN"/>
              </w:rPr>
            </w:pPr>
          </w:p>
        </w:tc>
        <w:tc>
          <w:tcPr>
            <w:tcW w:w="751" w:type="pct"/>
          </w:tcPr>
          <w:p w14:paraId="6B78D51E" w14:textId="77777777" w:rsidR="00E738E0" w:rsidRPr="008C6DE4" w:rsidRDefault="00E738E0" w:rsidP="00847B8D">
            <w:pPr>
              <w:pStyle w:val="TAC"/>
              <w:rPr>
                <w:rFonts w:cs="Arial"/>
                <w:sz w:val="16"/>
                <w:lang w:eastAsia="zh-CN"/>
              </w:rPr>
            </w:pPr>
            <w:r w:rsidRPr="008C6DE4">
              <w:rPr>
                <w:rFonts w:cs="Arial"/>
                <w:sz w:val="16"/>
                <w:lang w:eastAsia="zh-CN"/>
              </w:rPr>
              <w:t>4</w:t>
            </w:r>
          </w:p>
        </w:tc>
        <w:tc>
          <w:tcPr>
            <w:tcW w:w="2000" w:type="pct"/>
          </w:tcPr>
          <w:p w14:paraId="1594D251" w14:textId="77777777" w:rsidR="00E738E0" w:rsidRPr="008C6DE4" w:rsidRDefault="00E738E0" w:rsidP="00847B8D">
            <w:pPr>
              <w:pStyle w:val="TAC"/>
            </w:pPr>
            <w:r w:rsidRPr="008C6DE4">
              <w:rPr>
                <w:rFonts w:cs="Arial"/>
                <w:sz w:val="16"/>
                <w:lang w:eastAsia="zh-CN"/>
              </w:rPr>
              <w:t>N1*</w:t>
            </w:r>
            <w:r w:rsidRPr="008C6DE4">
              <w:t>2</w:t>
            </w:r>
          </w:p>
        </w:tc>
      </w:tr>
      <w:tr w:rsidR="00DD3199" w:rsidRPr="008C6DE4" w14:paraId="34703146" w14:textId="77777777" w:rsidTr="00F15152">
        <w:trPr>
          <w:cantSplit/>
          <w:jc w:val="center"/>
        </w:trPr>
        <w:tc>
          <w:tcPr>
            <w:tcW w:w="1498" w:type="pct"/>
          </w:tcPr>
          <w:p w14:paraId="23F87747" w14:textId="77777777" w:rsidR="00E738E0" w:rsidRPr="008C6DE4" w:rsidRDefault="00E738E0" w:rsidP="00847B8D">
            <w:pPr>
              <w:pStyle w:val="TAC"/>
            </w:pPr>
            <w:r w:rsidRPr="008C6DE4">
              <w:t>2.56</w:t>
            </w:r>
          </w:p>
        </w:tc>
        <w:tc>
          <w:tcPr>
            <w:tcW w:w="751" w:type="pct"/>
            <w:vMerge/>
          </w:tcPr>
          <w:p w14:paraId="0E04B0B1" w14:textId="77777777" w:rsidR="00E738E0" w:rsidRPr="008C6DE4" w:rsidRDefault="00E738E0" w:rsidP="00847B8D">
            <w:pPr>
              <w:pStyle w:val="TAC"/>
              <w:rPr>
                <w:rFonts w:cs="Arial"/>
                <w:sz w:val="16"/>
                <w:lang w:eastAsia="zh-CN"/>
              </w:rPr>
            </w:pPr>
          </w:p>
        </w:tc>
        <w:tc>
          <w:tcPr>
            <w:tcW w:w="751" w:type="pct"/>
          </w:tcPr>
          <w:p w14:paraId="64FB3E3B" w14:textId="77777777" w:rsidR="00E738E0" w:rsidRPr="008C6DE4" w:rsidRDefault="00E738E0" w:rsidP="00847B8D">
            <w:pPr>
              <w:pStyle w:val="TAC"/>
              <w:rPr>
                <w:rFonts w:cs="Arial"/>
                <w:sz w:val="16"/>
                <w:lang w:eastAsia="zh-CN"/>
              </w:rPr>
            </w:pPr>
            <w:r w:rsidRPr="008C6DE4">
              <w:rPr>
                <w:rFonts w:cs="Arial"/>
                <w:sz w:val="16"/>
                <w:lang w:eastAsia="zh-CN"/>
              </w:rPr>
              <w:t>3</w:t>
            </w:r>
          </w:p>
        </w:tc>
        <w:tc>
          <w:tcPr>
            <w:tcW w:w="2000" w:type="pct"/>
          </w:tcPr>
          <w:p w14:paraId="158F45A9" w14:textId="77777777" w:rsidR="00E738E0" w:rsidRPr="008C6DE4" w:rsidRDefault="00E738E0" w:rsidP="00847B8D">
            <w:pPr>
              <w:pStyle w:val="TAC"/>
            </w:pPr>
            <w:r w:rsidRPr="008C6DE4">
              <w:rPr>
                <w:rFonts w:cs="Arial"/>
                <w:sz w:val="16"/>
                <w:lang w:eastAsia="zh-CN"/>
              </w:rPr>
              <w:t>N1*</w:t>
            </w:r>
            <w:r w:rsidRPr="008C6DE4">
              <w:t>2</w:t>
            </w:r>
          </w:p>
        </w:tc>
      </w:tr>
      <w:tr w:rsidR="00E738E0" w:rsidRPr="008C6DE4" w14:paraId="751626E5" w14:textId="77777777" w:rsidTr="00F15152">
        <w:trPr>
          <w:cantSplit/>
          <w:jc w:val="center"/>
        </w:trPr>
        <w:tc>
          <w:tcPr>
            <w:tcW w:w="5000" w:type="pct"/>
            <w:gridSpan w:val="4"/>
          </w:tcPr>
          <w:p w14:paraId="4F1F0BD7" w14:textId="77777777" w:rsidR="00E738E0" w:rsidRPr="008C6DE4" w:rsidRDefault="00E738E0" w:rsidP="00847B8D">
            <w:pPr>
              <w:pStyle w:val="TAN"/>
              <w:rPr>
                <w:lang w:eastAsia="zh-CN"/>
              </w:rPr>
            </w:pPr>
            <w:r w:rsidRPr="008C6DE4">
              <w:rPr>
                <w:lang w:eastAsia="zh-CN"/>
              </w:rPr>
              <w:t>Note 1:</w:t>
            </w:r>
            <w:r w:rsidRPr="008C6DE4">
              <w:rPr>
                <w:lang w:eastAsia="zh-CN"/>
              </w:rPr>
              <w:tab/>
              <w:t>Applies for UE supporting power class 2&amp;3&amp;4. For UE supporting power class 1, N1 = 8 for all DRX cycle length.</w:t>
            </w:r>
          </w:p>
        </w:tc>
      </w:tr>
    </w:tbl>
    <w:p w14:paraId="6DDF1FB1" w14:textId="77777777" w:rsidR="00E738E0" w:rsidRPr="008C6DE4" w:rsidRDefault="00E738E0" w:rsidP="00E738E0">
      <w:pPr>
        <w:rPr>
          <w:noProof/>
        </w:rPr>
      </w:pPr>
    </w:p>
    <w:p w14:paraId="23CFB6EC" w14:textId="39381807" w:rsidR="00E738E0" w:rsidRPr="008C6DE4" w:rsidRDefault="0048284E" w:rsidP="0048284E">
      <w:pPr>
        <w:pStyle w:val="Heading4"/>
        <w:rPr>
          <w:lang w:val="en-US" w:eastAsia="zh-CN"/>
        </w:rPr>
      </w:pPr>
      <w:r w:rsidRPr="008C6DE4">
        <w:rPr>
          <w:lang w:val="en-US" w:eastAsia="zh-CN"/>
        </w:rPr>
        <w:t>4.2.2.3</w:t>
      </w:r>
      <w:r w:rsidR="00E738E0" w:rsidRPr="008C6DE4">
        <w:rPr>
          <w:lang w:val="en-US" w:eastAsia="zh-CN"/>
        </w:rPr>
        <w:t xml:space="preserve"> </w:t>
      </w:r>
      <w:r w:rsidR="00E738E0" w:rsidRPr="008C6DE4">
        <w:rPr>
          <w:lang w:val="en-US" w:eastAsia="zh-CN"/>
        </w:rPr>
        <w:tab/>
        <w:t>Measurements of intra-frequency NR cells</w:t>
      </w:r>
    </w:p>
    <w:p w14:paraId="72A94BAE" w14:textId="77777777" w:rsidR="00E738E0" w:rsidRPr="008C6DE4" w:rsidRDefault="00E738E0" w:rsidP="00E738E0">
      <w:r w:rsidRPr="008C6DE4">
        <w:t xml:space="preserve">The UE shall be able to identify new intra-frequency cells and perform </w:t>
      </w:r>
      <w:r w:rsidRPr="008C6DE4">
        <w:rPr>
          <w:lang w:eastAsia="zh-CN"/>
        </w:rPr>
        <w:t>SS</w:t>
      </w:r>
      <w:r w:rsidRPr="008C6DE4">
        <w:t xml:space="preserve">-RSRP and </w:t>
      </w:r>
      <w:r w:rsidRPr="008C6DE4">
        <w:rPr>
          <w:lang w:eastAsia="zh-CN"/>
        </w:rPr>
        <w:t>SS-</w:t>
      </w:r>
      <w:r w:rsidRPr="008C6DE4">
        <w:t xml:space="preserve">RSRQ measurements of </w:t>
      </w:r>
      <w:r w:rsidRPr="008C6DE4">
        <w:rPr>
          <w:lang w:eastAsia="zh-CN"/>
        </w:rPr>
        <w:t xml:space="preserve">the </w:t>
      </w:r>
      <w:r w:rsidRPr="008C6DE4">
        <w:t>identified intra-frequency cells without an explicit intra-frequency neighbour list containing physical layer cell identities.</w:t>
      </w:r>
    </w:p>
    <w:p w14:paraId="7F41CDD2" w14:textId="77777777" w:rsidR="00C21368" w:rsidRPr="008C6DE4" w:rsidRDefault="00C21368" w:rsidP="00C21368">
      <w:r w:rsidRPr="008C6DE4">
        <w:t>The UE shall be able to evaluate whether a newly detectable intra-frequency cell meets the reselection criteria defined in TS3</w:t>
      </w:r>
      <w:r w:rsidRPr="008C6DE4">
        <w:rPr>
          <w:lang w:eastAsia="zh-CN"/>
        </w:rPr>
        <w:t>8</w:t>
      </w:r>
      <w:r w:rsidRPr="008C6DE4">
        <w:t>.304</w:t>
      </w:r>
      <w:r>
        <w:t>[1]</w:t>
      </w:r>
      <w:r w:rsidRPr="008C6DE4">
        <w:t xml:space="preserve"> within T</w:t>
      </w:r>
      <w:r w:rsidRPr="008C6DE4">
        <w:rPr>
          <w:vertAlign w:val="subscript"/>
        </w:rPr>
        <w:t>detect,</w:t>
      </w:r>
      <w:r w:rsidRPr="008C6DE4">
        <w:rPr>
          <w:vertAlign w:val="subscript"/>
          <w:lang w:eastAsia="zh-CN"/>
        </w:rPr>
        <w:t>NR</w:t>
      </w:r>
      <w:r w:rsidRPr="008C6DE4">
        <w:rPr>
          <w:vertAlign w:val="subscript"/>
        </w:rPr>
        <w:t>_Intra</w:t>
      </w:r>
      <w:r w:rsidRPr="008C6DE4">
        <w:rPr>
          <w:i/>
          <w:vertAlign w:val="subscript"/>
        </w:rPr>
        <w:t xml:space="preserve"> </w:t>
      </w:r>
      <w:r w:rsidRPr="008C6DE4">
        <w:t>when that Treselection= 0</w:t>
      </w:r>
      <w:r w:rsidRPr="008C6DE4">
        <w:rPr>
          <w:i/>
          <w:vertAlign w:val="subscript"/>
        </w:rPr>
        <w:t xml:space="preserve"> </w:t>
      </w:r>
      <w:r w:rsidRPr="008C6DE4">
        <w:t xml:space="preserve">. An intra frequency cell is considered to be detectable according to the conditions defined in Annex </w:t>
      </w:r>
      <w:r w:rsidRPr="008C6DE4">
        <w:rPr>
          <w:lang w:eastAsia="zh-CN"/>
        </w:rPr>
        <w:t>B.1.2</w:t>
      </w:r>
      <w:r w:rsidRPr="008C6DE4">
        <w:t xml:space="preserve"> for a corresponding Band.</w:t>
      </w:r>
    </w:p>
    <w:p w14:paraId="3C54AAE0" w14:textId="77777777" w:rsidR="00E738E0" w:rsidRPr="008C6DE4" w:rsidRDefault="00E738E0" w:rsidP="00E738E0">
      <w:pPr>
        <w:rPr>
          <w:rFonts w:cs="v4.2.0"/>
        </w:rPr>
      </w:pPr>
      <w:r w:rsidRPr="008C6DE4">
        <w:rPr>
          <w:rFonts w:cs="v4.2.0"/>
        </w:rPr>
        <w:t xml:space="preserve">The UE shall measure </w:t>
      </w:r>
      <w:r w:rsidRPr="008C6DE4">
        <w:rPr>
          <w:rFonts w:cs="v4.2.0"/>
          <w:lang w:eastAsia="zh-CN"/>
        </w:rPr>
        <w:t>SS-</w:t>
      </w:r>
      <w:r w:rsidRPr="008C6DE4">
        <w:rPr>
          <w:rFonts w:cs="v4.2.0"/>
        </w:rPr>
        <w:t xml:space="preserve">RSRP and </w:t>
      </w:r>
      <w:r w:rsidRPr="008C6DE4">
        <w:rPr>
          <w:rFonts w:cs="v4.2.0"/>
          <w:lang w:eastAsia="zh-CN"/>
        </w:rPr>
        <w:t>SS-</w:t>
      </w:r>
      <w:r w:rsidRPr="008C6DE4">
        <w:rPr>
          <w:rFonts w:cs="v4.2.0"/>
        </w:rPr>
        <w:t>RSRQ at least every T</w:t>
      </w:r>
      <w:r w:rsidRPr="008C6DE4">
        <w:rPr>
          <w:rFonts w:cs="v4.2.0"/>
          <w:vertAlign w:val="subscript"/>
        </w:rPr>
        <w:t>measure,NR_Intra</w:t>
      </w:r>
      <w:r w:rsidRPr="008C6DE4">
        <w:rPr>
          <w:rFonts w:cs="v4.2.0"/>
        </w:rPr>
        <w:t xml:space="preserve"> (see table 4.2.2.3-1) for intra-frequency cells that are identified and measured according to the measurement rules.</w:t>
      </w:r>
    </w:p>
    <w:p w14:paraId="172C2473" w14:textId="77777777" w:rsidR="00E738E0" w:rsidRPr="008C6DE4" w:rsidRDefault="00E738E0" w:rsidP="00E738E0">
      <w:pPr>
        <w:rPr>
          <w:rFonts w:cs="v4.2.0"/>
          <w:lang w:eastAsia="zh-CN"/>
        </w:rPr>
      </w:pPr>
      <w:r w:rsidRPr="008C6DE4">
        <w:rPr>
          <w:rFonts w:cs="v4.2.0"/>
        </w:rPr>
        <w:lastRenderedPageBreak/>
        <w:t xml:space="preserve">The UE shall filter </w:t>
      </w:r>
      <w:r w:rsidRPr="008C6DE4">
        <w:rPr>
          <w:rFonts w:cs="v4.2.0"/>
          <w:lang w:eastAsia="zh-CN"/>
        </w:rPr>
        <w:t>SS-</w:t>
      </w:r>
      <w:r w:rsidRPr="008C6DE4">
        <w:rPr>
          <w:rFonts w:cs="v4.2.0"/>
        </w:rPr>
        <w:t xml:space="preserve">RSRP and </w:t>
      </w:r>
      <w:r w:rsidRPr="008C6DE4">
        <w:rPr>
          <w:rFonts w:cs="v4.2.0"/>
          <w:lang w:eastAsia="zh-CN"/>
        </w:rPr>
        <w:t>SS-</w:t>
      </w:r>
      <w:r w:rsidRPr="008C6DE4">
        <w:rPr>
          <w:rFonts w:cs="v4.2.0"/>
        </w:rPr>
        <w:t>RSRQ measurements of each measured intra-frequency cell using at least 2 measurements. Within the set of measurements used for the filtering, at least two measurements shall be spaced by at least T</w:t>
      </w:r>
      <w:r w:rsidRPr="008C6DE4">
        <w:rPr>
          <w:rFonts w:cs="v4.2.0"/>
          <w:vertAlign w:val="subscript"/>
        </w:rPr>
        <w:t>measure,NR_Intra</w:t>
      </w:r>
      <w:r w:rsidRPr="008C6DE4">
        <w:rPr>
          <w:rFonts w:cs="v4.2.0"/>
        </w:rPr>
        <w:t>/2</w:t>
      </w:r>
      <w:r w:rsidRPr="008C6DE4">
        <w:rPr>
          <w:rFonts w:cs="v4.2.0"/>
          <w:lang w:eastAsia="zh-CN"/>
        </w:rPr>
        <w:t>.</w:t>
      </w:r>
    </w:p>
    <w:p w14:paraId="137F17C9" w14:textId="77777777" w:rsidR="00E738E0" w:rsidRPr="008C6DE4" w:rsidRDefault="00E738E0" w:rsidP="00E738E0">
      <w:pPr>
        <w:rPr>
          <w:lang w:eastAsia="zh-CN"/>
        </w:rPr>
      </w:pPr>
      <w:r w:rsidRPr="008C6DE4">
        <w:t xml:space="preserve">The UE shall not consider a </w:t>
      </w:r>
      <w:r w:rsidRPr="008C6DE4">
        <w:rPr>
          <w:lang w:eastAsia="zh-CN"/>
        </w:rPr>
        <w:t>NR</w:t>
      </w:r>
      <w:r w:rsidRPr="008C6DE4">
        <w:t xml:space="preserve"> neighbour cell in cell reselection, if it is indicated as not allowed in the measurement control system information of the serving cell.</w:t>
      </w:r>
    </w:p>
    <w:p w14:paraId="0FD48A7C" w14:textId="77777777" w:rsidR="00C21368" w:rsidRPr="008C6DE4" w:rsidRDefault="00C21368" w:rsidP="00C21368">
      <w:pPr>
        <w:rPr>
          <w:rFonts w:cs="v4.2.0"/>
        </w:rPr>
      </w:pPr>
      <w:r w:rsidRPr="008C6DE4">
        <w:rPr>
          <w:rFonts w:cs="v4.2.0"/>
        </w:rPr>
        <w:t xml:space="preserve">For an intra-frequency cell that has been already detected, but that has not been reselected to, the filtering shall be such that the UE shall be capable of evaluating that the intra-frequency cell has met reselection criterion defined </w:t>
      </w:r>
      <w:r>
        <w:rPr>
          <w:rFonts w:cs="v4.2.0"/>
        </w:rPr>
        <w:t xml:space="preserve">in </w:t>
      </w:r>
      <w:r w:rsidRPr="008C6DE4">
        <w:t>TS3</w:t>
      </w:r>
      <w:r w:rsidRPr="008C6DE4">
        <w:rPr>
          <w:lang w:eastAsia="zh-CN"/>
        </w:rPr>
        <w:t>8</w:t>
      </w:r>
      <w:r w:rsidRPr="008C6DE4">
        <w:t>.304</w:t>
      </w:r>
      <w:r w:rsidRPr="008C6DE4">
        <w:rPr>
          <w:rFonts w:cs="v4.2.0"/>
        </w:rPr>
        <w:t xml:space="preserve"> [1] within T</w:t>
      </w:r>
      <w:r w:rsidRPr="008C6DE4">
        <w:rPr>
          <w:rFonts w:cs="v4.2.0"/>
          <w:vertAlign w:val="subscript"/>
        </w:rPr>
        <w:t>evaluate,</w:t>
      </w:r>
      <w:r w:rsidRPr="008C6DE4">
        <w:rPr>
          <w:rFonts w:cs="v4.2.0"/>
          <w:vertAlign w:val="subscript"/>
          <w:lang w:eastAsia="zh-CN"/>
        </w:rPr>
        <w:t>NR</w:t>
      </w:r>
      <w:r w:rsidRPr="008C6DE4">
        <w:rPr>
          <w:rFonts w:cs="v4.2.0"/>
          <w:vertAlign w:val="subscript"/>
        </w:rPr>
        <w:t>_Intra</w:t>
      </w:r>
      <w:r w:rsidRPr="008C6DE4">
        <w:rPr>
          <w:rFonts w:cs="v4.2.0"/>
        </w:rPr>
        <w:t xml:space="preserve"> when T</w:t>
      </w:r>
      <w:r w:rsidRPr="008C6DE4">
        <w:rPr>
          <w:rFonts w:cs="v4.2.0"/>
          <w:vertAlign w:val="subscript"/>
        </w:rPr>
        <w:t>reselection</w:t>
      </w:r>
      <w:r w:rsidRPr="008C6DE4">
        <w:rPr>
          <w:rFonts w:cs="v4.2.0"/>
        </w:rPr>
        <w:t xml:space="preserve"> = 0</w:t>
      </w:r>
      <w:r w:rsidRPr="008C6DE4">
        <w:rPr>
          <w:rFonts w:cs="v4.2.0"/>
          <w:i/>
          <w:vertAlign w:val="subscript"/>
        </w:rPr>
        <w:t xml:space="preserve"> </w:t>
      </w:r>
      <w:r w:rsidRPr="008C6DE4">
        <w:rPr>
          <w:rFonts w:cs="v4.2.0"/>
        </w:rPr>
        <w:t>as specified in table 4.2.2.3-1 provided that:</w:t>
      </w:r>
    </w:p>
    <w:p w14:paraId="23D16DF4" w14:textId="77777777" w:rsidR="00E738E0" w:rsidRPr="008C6DE4" w:rsidRDefault="00E738E0" w:rsidP="00E738E0">
      <w:pPr>
        <w:ind w:left="568" w:hanging="284"/>
      </w:pPr>
      <w:r w:rsidRPr="008C6DE4">
        <w:t xml:space="preserve">when </w:t>
      </w:r>
      <w:r w:rsidRPr="008C6DE4">
        <w:rPr>
          <w:i/>
        </w:rPr>
        <w:t>rangeToBestCell</w:t>
      </w:r>
      <w:r w:rsidRPr="008C6DE4">
        <w:t xml:space="preserve"> is not configured:</w:t>
      </w:r>
    </w:p>
    <w:p w14:paraId="3473EB6E" w14:textId="136018A0" w:rsidR="00E738E0" w:rsidRPr="008C6DE4" w:rsidRDefault="00E738E0" w:rsidP="00E738E0">
      <w:pPr>
        <w:pStyle w:val="B10"/>
      </w:pPr>
      <w:r w:rsidRPr="008C6DE4">
        <w:t>-</w:t>
      </w:r>
      <w:r w:rsidRPr="008C6DE4">
        <w:tab/>
        <w:t xml:space="preserve">the cell is at least </w:t>
      </w:r>
      <w:r w:rsidRPr="008C6DE4">
        <w:rPr>
          <w:lang w:eastAsia="zh-CN"/>
        </w:rPr>
        <w:t>3</w:t>
      </w:r>
      <w:r w:rsidR="00DD3199" w:rsidRPr="008C6DE4">
        <w:rPr>
          <w:lang w:eastAsia="zh-CN"/>
        </w:rPr>
        <w:t> </w:t>
      </w:r>
      <w:r w:rsidRPr="008C6DE4">
        <w:t>dB better ranked in FR1 or 4.5</w:t>
      </w:r>
      <w:r w:rsidR="00DD3199" w:rsidRPr="008C6DE4">
        <w:t> </w:t>
      </w:r>
      <w:r w:rsidRPr="008C6DE4">
        <w:t>dB better ranked in FR2.</w:t>
      </w:r>
    </w:p>
    <w:p w14:paraId="5E1BA0DE" w14:textId="77777777" w:rsidR="00E738E0" w:rsidRPr="008C6DE4" w:rsidRDefault="00E738E0" w:rsidP="00E738E0">
      <w:pPr>
        <w:ind w:left="568" w:hanging="284"/>
      </w:pPr>
      <w:r w:rsidRPr="008C6DE4">
        <w:rPr>
          <w:lang w:eastAsia="zh-CN"/>
        </w:rPr>
        <w:t xml:space="preserve">when </w:t>
      </w:r>
      <w:r w:rsidRPr="008C6DE4">
        <w:rPr>
          <w:i/>
        </w:rPr>
        <w:t>rangeToBestCell</w:t>
      </w:r>
      <w:r w:rsidRPr="008C6DE4">
        <w:t xml:space="preserve"> is configured:</w:t>
      </w:r>
    </w:p>
    <w:p w14:paraId="33171A2C" w14:textId="77777777" w:rsidR="00C21368" w:rsidRPr="008C6DE4" w:rsidRDefault="00C21368" w:rsidP="00C21368">
      <w:pPr>
        <w:ind w:left="568" w:hanging="284"/>
      </w:pPr>
      <w:r w:rsidRPr="008C6DE4">
        <w:t>-</w:t>
      </w:r>
      <w:r w:rsidRPr="008C6DE4">
        <w:tab/>
        <w:t xml:space="preserve">the cell has the highest number of beams above the threshold </w:t>
      </w:r>
      <w:r w:rsidRPr="008C6DE4">
        <w:rPr>
          <w:i/>
        </w:rPr>
        <w:t>absThreshSS-BlocksConsolidation</w:t>
      </w:r>
      <w:r w:rsidRPr="008C6DE4">
        <w:t xml:space="preserve"> among all detected cells whose cell-ranking criterion R value</w:t>
      </w:r>
      <w:r>
        <w:t xml:space="preserve"> in </w:t>
      </w:r>
      <w:r w:rsidRPr="008C6DE4">
        <w:t>TS3</w:t>
      </w:r>
      <w:r w:rsidRPr="008C6DE4">
        <w:rPr>
          <w:lang w:eastAsia="zh-CN"/>
        </w:rPr>
        <w:t>8</w:t>
      </w:r>
      <w:r w:rsidRPr="008C6DE4">
        <w:t xml:space="preserve">.304 [1] is within </w:t>
      </w:r>
      <w:r w:rsidRPr="008C6DE4">
        <w:rPr>
          <w:i/>
        </w:rPr>
        <w:t>rangeToBestCell</w:t>
      </w:r>
      <w:r w:rsidRPr="008C6DE4">
        <w:t xml:space="preserve"> of the cell-ranking criterion </w:t>
      </w:r>
      <w:r w:rsidRPr="008C6DE4">
        <w:rPr>
          <w:rFonts w:cs="v4.2.0"/>
        </w:rPr>
        <w:t xml:space="preserve">R value </w:t>
      </w:r>
      <w:r w:rsidRPr="008C6DE4">
        <w:t>of the highest ranked cell.</w:t>
      </w:r>
      <w:r w:rsidRPr="008C6DE4">
        <w:rPr>
          <w:rFonts w:cs="v4.2.0"/>
        </w:rPr>
        <w:t xml:space="preserve"> </w:t>
      </w:r>
    </w:p>
    <w:p w14:paraId="7ED9D3E9" w14:textId="7CFAF0A6" w:rsidR="00E738E0" w:rsidRPr="008C6DE4" w:rsidRDefault="00E738E0" w:rsidP="00E738E0">
      <w:pPr>
        <w:ind w:left="851" w:hanging="284"/>
      </w:pPr>
      <w:r w:rsidRPr="008C6DE4">
        <w:t>-</w:t>
      </w:r>
      <w:r w:rsidRPr="008C6DE4">
        <w:tab/>
        <w:t xml:space="preserve">if there are multiple such cells, the cell has the highest rank among them. </w:t>
      </w:r>
    </w:p>
    <w:p w14:paraId="3ED3BA8E" w14:textId="4AE5B107" w:rsidR="00C21368" w:rsidRPr="008C6DE4" w:rsidRDefault="00C21368" w:rsidP="00C21368">
      <w:pPr>
        <w:pStyle w:val="B3"/>
      </w:pPr>
      <w:r w:rsidRPr="008C6DE4">
        <w:t>- the cell is at least 3dB better ranked in FR1 or 4.5dB better ranked in FR2 if the current serving cell is among them.</w:t>
      </w:r>
    </w:p>
    <w:p w14:paraId="6FB19D0E" w14:textId="77777777" w:rsidR="00E738E0" w:rsidRPr="008C6DE4" w:rsidRDefault="00E738E0" w:rsidP="00E738E0">
      <w:pPr>
        <w:rPr>
          <w:rFonts w:cs="v4.2.0"/>
        </w:rPr>
      </w:pPr>
      <w:r w:rsidRPr="008C6DE4">
        <w:rPr>
          <w:rFonts w:cs="v4.2.0"/>
        </w:rPr>
        <w:t>When evaluating cells for reselection, the SSB side conditions apply to both serving and non-serving intra-frequency cells.</w:t>
      </w:r>
    </w:p>
    <w:p w14:paraId="0BE31D6C" w14:textId="77777777" w:rsidR="00E738E0" w:rsidRPr="008C6DE4" w:rsidRDefault="00E738E0" w:rsidP="00E738E0">
      <w:pPr>
        <w:rPr>
          <w:rFonts w:cs="v4.2.0"/>
          <w:lang w:eastAsia="zh-CN"/>
        </w:rPr>
      </w:pPr>
      <w:r w:rsidRPr="008C6DE4">
        <w:rPr>
          <w:rFonts w:cs="v4.2.0"/>
          <w:lang w:eastAsia="zh-CN"/>
        </w:rPr>
        <w:t>If T</w:t>
      </w:r>
      <w:r w:rsidRPr="008C6DE4">
        <w:rPr>
          <w:rFonts w:cs="v4.2.0"/>
          <w:vertAlign w:val="subscript"/>
          <w:lang w:eastAsia="zh-CN"/>
        </w:rPr>
        <w:t>reselection</w:t>
      </w:r>
      <w:r w:rsidRPr="008C6DE4">
        <w:rPr>
          <w:rFonts w:cs="v4.2.0"/>
          <w:lang w:eastAsia="zh-CN"/>
        </w:rPr>
        <w:t xml:space="preserve"> timer has a non zero value and the intra-frequency</w:t>
      </w:r>
      <w:r w:rsidRPr="008C6DE4">
        <w:rPr>
          <w:rFonts w:cs="v3.7.0"/>
        </w:rPr>
        <w:t xml:space="preserve"> cell is satisfied with the reselection criteria which are defined in TS38.304 [1], </w:t>
      </w:r>
      <w:r w:rsidRPr="008C6DE4">
        <w:rPr>
          <w:rFonts w:cs="v4.2.0"/>
          <w:lang w:eastAsia="zh-CN"/>
        </w:rPr>
        <w:t>the UE shall evaluate this intra-frequency cell for the T</w:t>
      </w:r>
      <w:r w:rsidRPr="008C6DE4">
        <w:rPr>
          <w:rFonts w:cs="v4.2.0"/>
          <w:vertAlign w:val="subscript"/>
          <w:lang w:eastAsia="zh-CN"/>
        </w:rPr>
        <w:t>reselection</w:t>
      </w:r>
      <w:r w:rsidRPr="008C6DE4">
        <w:rPr>
          <w:rFonts w:cs="v4.2.0"/>
          <w:lang w:eastAsia="zh-CN"/>
        </w:rPr>
        <w:t xml:space="preserve"> time. If this cell remains satisfied with the reselection criteria within this duration, then the UE shall reselect that cell.</w:t>
      </w:r>
    </w:p>
    <w:p w14:paraId="22EC6B1D" w14:textId="77777777" w:rsidR="00E738E0" w:rsidRPr="008C6DE4" w:rsidRDefault="00E738E0" w:rsidP="00847B8D">
      <w:pPr>
        <w:pStyle w:val="TH"/>
      </w:pPr>
      <w:r w:rsidRPr="008C6DE4">
        <w:t>Table 4.2.2.3-1: T</w:t>
      </w:r>
      <w:r w:rsidRPr="008C6DE4">
        <w:rPr>
          <w:vertAlign w:val="subscript"/>
        </w:rPr>
        <w:t>detect,NR_Intra,</w:t>
      </w:r>
      <w:r w:rsidRPr="008C6DE4">
        <w:t xml:space="preserve"> T</w:t>
      </w:r>
      <w:r w:rsidRPr="008C6DE4">
        <w:rPr>
          <w:vertAlign w:val="subscript"/>
        </w:rPr>
        <w:t>measure,NR_Intra</w:t>
      </w:r>
      <w:r w:rsidRPr="008C6DE4">
        <w:t xml:space="preserve"> and T</w:t>
      </w:r>
      <w:r w:rsidRPr="008C6DE4">
        <w:rPr>
          <w:vertAlign w:val="subscript"/>
        </w:rPr>
        <w:t>evaluate,NR_Intra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021"/>
        <w:gridCol w:w="1023"/>
        <w:gridCol w:w="2140"/>
        <w:gridCol w:w="2141"/>
        <w:gridCol w:w="2141"/>
      </w:tblGrid>
      <w:tr w:rsidR="00DD3199" w:rsidRPr="008C6DE4" w14:paraId="435E0FC9" w14:textId="77777777" w:rsidTr="00F15152">
        <w:trPr>
          <w:cantSplit/>
          <w:trHeight w:val="308"/>
          <w:jc w:val="center"/>
        </w:trPr>
        <w:tc>
          <w:tcPr>
            <w:tcW w:w="604" w:type="pct"/>
            <w:vMerge w:val="restart"/>
            <w:tcBorders>
              <w:top w:val="single" w:sz="4" w:space="0" w:color="auto"/>
              <w:left w:val="single" w:sz="4" w:space="0" w:color="auto"/>
              <w:bottom w:val="single" w:sz="4" w:space="0" w:color="auto"/>
              <w:right w:val="single" w:sz="4" w:space="0" w:color="auto"/>
            </w:tcBorders>
            <w:hideMark/>
          </w:tcPr>
          <w:p w14:paraId="62D5F7D2" w14:textId="77777777" w:rsidR="00E738E0" w:rsidRPr="008C6DE4" w:rsidRDefault="00E738E0" w:rsidP="00847B8D">
            <w:pPr>
              <w:pStyle w:val="TAH"/>
            </w:pPr>
            <w:r w:rsidRPr="008C6DE4">
              <w:t>DRX cycle length [s]</w:t>
            </w:r>
          </w:p>
        </w:tc>
        <w:tc>
          <w:tcPr>
            <w:tcW w:w="1061" w:type="pct"/>
            <w:gridSpan w:val="2"/>
            <w:tcBorders>
              <w:top w:val="single" w:sz="4" w:space="0" w:color="auto"/>
              <w:left w:val="single" w:sz="4" w:space="0" w:color="auto"/>
              <w:bottom w:val="single" w:sz="4" w:space="0" w:color="auto"/>
              <w:right w:val="single" w:sz="4" w:space="0" w:color="auto"/>
            </w:tcBorders>
            <w:hideMark/>
          </w:tcPr>
          <w:p w14:paraId="45912DA6" w14:textId="77777777" w:rsidR="00E738E0" w:rsidRPr="008C6DE4" w:rsidRDefault="00E738E0" w:rsidP="00847B8D">
            <w:pPr>
              <w:pStyle w:val="TAH"/>
            </w:pPr>
            <w:r w:rsidRPr="008C6DE4">
              <w:t>Scaling Factor (N1)</w:t>
            </w:r>
          </w:p>
        </w:tc>
        <w:tc>
          <w:tcPr>
            <w:tcW w:w="1111" w:type="pct"/>
            <w:vMerge w:val="restart"/>
            <w:tcBorders>
              <w:top w:val="single" w:sz="4" w:space="0" w:color="auto"/>
              <w:left w:val="single" w:sz="4" w:space="0" w:color="auto"/>
              <w:bottom w:val="single" w:sz="4" w:space="0" w:color="auto"/>
              <w:right w:val="single" w:sz="4" w:space="0" w:color="auto"/>
            </w:tcBorders>
            <w:hideMark/>
          </w:tcPr>
          <w:p w14:paraId="6D910488" w14:textId="77777777" w:rsidR="00E738E0" w:rsidRPr="008C6DE4" w:rsidRDefault="00E738E0" w:rsidP="00847B8D">
            <w:pPr>
              <w:pStyle w:val="TAH"/>
            </w:pPr>
            <w:r w:rsidRPr="008C6DE4">
              <w:t>T</w:t>
            </w:r>
            <w:r w:rsidRPr="008C6DE4">
              <w:rPr>
                <w:vertAlign w:val="subscript"/>
              </w:rPr>
              <w:t>detect,NR_Intra</w:t>
            </w:r>
            <w:r w:rsidRPr="008C6DE4">
              <w:t xml:space="preserve"> [s] (number of DRX cycles)</w:t>
            </w:r>
          </w:p>
        </w:tc>
        <w:tc>
          <w:tcPr>
            <w:tcW w:w="1112" w:type="pct"/>
            <w:vMerge w:val="restart"/>
            <w:tcBorders>
              <w:top w:val="single" w:sz="4" w:space="0" w:color="auto"/>
              <w:left w:val="single" w:sz="4" w:space="0" w:color="auto"/>
              <w:bottom w:val="single" w:sz="4" w:space="0" w:color="auto"/>
              <w:right w:val="single" w:sz="4" w:space="0" w:color="auto"/>
            </w:tcBorders>
            <w:hideMark/>
          </w:tcPr>
          <w:p w14:paraId="6F67BD54" w14:textId="77777777" w:rsidR="00E738E0" w:rsidRPr="008C6DE4" w:rsidRDefault="00E738E0" w:rsidP="00847B8D">
            <w:pPr>
              <w:pStyle w:val="TAH"/>
            </w:pPr>
            <w:r w:rsidRPr="008C6DE4">
              <w:t>T</w:t>
            </w:r>
            <w:r w:rsidRPr="008C6DE4">
              <w:rPr>
                <w:vertAlign w:val="subscript"/>
              </w:rPr>
              <w:t>measure,NR_Intra</w:t>
            </w:r>
            <w:r w:rsidRPr="008C6DE4">
              <w:t xml:space="preserve"> [s] (number of DRX cycles)</w:t>
            </w:r>
          </w:p>
        </w:tc>
        <w:tc>
          <w:tcPr>
            <w:tcW w:w="1112" w:type="pct"/>
            <w:vMerge w:val="restart"/>
            <w:tcBorders>
              <w:top w:val="single" w:sz="4" w:space="0" w:color="auto"/>
              <w:left w:val="single" w:sz="4" w:space="0" w:color="auto"/>
              <w:bottom w:val="single" w:sz="4" w:space="0" w:color="auto"/>
              <w:right w:val="single" w:sz="4" w:space="0" w:color="auto"/>
            </w:tcBorders>
            <w:hideMark/>
          </w:tcPr>
          <w:p w14:paraId="79D73D51" w14:textId="77777777" w:rsidR="00E738E0" w:rsidRPr="008C6DE4" w:rsidRDefault="00E738E0" w:rsidP="00847B8D">
            <w:pPr>
              <w:pStyle w:val="TAH"/>
              <w:rPr>
                <w:vertAlign w:val="subscript"/>
              </w:rPr>
            </w:pPr>
            <w:r w:rsidRPr="008C6DE4">
              <w:t>T</w:t>
            </w:r>
            <w:r w:rsidRPr="008C6DE4">
              <w:rPr>
                <w:vertAlign w:val="subscript"/>
              </w:rPr>
              <w:t>evaluate,NR_</w:t>
            </w:r>
            <w:r w:rsidRPr="008C6DE4">
              <w:rPr>
                <w:rFonts w:cs="v4.2.0"/>
                <w:vertAlign w:val="subscript"/>
              </w:rPr>
              <w:t>Intra</w:t>
            </w:r>
          </w:p>
          <w:p w14:paraId="51584BBA" w14:textId="77777777" w:rsidR="00E738E0" w:rsidRPr="008C6DE4" w:rsidRDefault="00E738E0" w:rsidP="00847B8D">
            <w:pPr>
              <w:pStyle w:val="TAH"/>
            </w:pPr>
            <w:r w:rsidRPr="008C6DE4">
              <w:t>[s] (number of DRX cycles)</w:t>
            </w:r>
          </w:p>
        </w:tc>
      </w:tr>
      <w:tr w:rsidR="00DD3199" w:rsidRPr="008C6DE4" w14:paraId="60E8B51A" w14:textId="77777777" w:rsidTr="00F15152">
        <w:trPr>
          <w:cantSplit/>
          <w:trHeight w:val="30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907D78" w14:textId="77777777" w:rsidR="00E738E0" w:rsidRPr="008C6DE4" w:rsidRDefault="00E738E0" w:rsidP="00847B8D">
            <w:pPr>
              <w:pStyle w:val="TAH"/>
            </w:pPr>
          </w:p>
        </w:tc>
        <w:tc>
          <w:tcPr>
            <w:tcW w:w="530" w:type="pct"/>
            <w:tcBorders>
              <w:top w:val="single" w:sz="4" w:space="0" w:color="auto"/>
              <w:left w:val="single" w:sz="4" w:space="0" w:color="auto"/>
              <w:bottom w:val="single" w:sz="4" w:space="0" w:color="auto"/>
              <w:right w:val="single" w:sz="4" w:space="0" w:color="auto"/>
            </w:tcBorders>
            <w:hideMark/>
          </w:tcPr>
          <w:p w14:paraId="642A2A33" w14:textId="77777777" w:rsidR="00E738E0" w:rsidRPr="008C6DE4" w:rsidRDefault="00E738E0" w:rsidP="00847B8D">
            <w:pPr>
              <w:pStyle w:val="TAH"/>
            </w:pPr>
            <w:r w:rsidRPr="008C6DE4">
              <w:t>FR1</w:t>
            </w:r>
          </w:p>
        </w:tc>
        <w:tc>
          <w:tcPr>
            <w:tcW w:w="530" w:type="pct"/>
            <w:tcBorders>
              <w:top w:val="single" w:sz="4" w:space="0" w:color="auto"/>
              <w:left w:val="single" w:sz="4" w:space="0" w:color="auto"/>
              <w:bottom w:val="single" w:sz="4" w:space="0" w:color="auto"/>
              <w:right w:val="single" w:sz="4" w:space="0" w:color="auto"/>
            </w:tcBorders>
            <w:hideMark/>
          </w:tcPr>
          <w:p w14:paraId="40A1DCEA" w14:textId="77777777" w:rsidR="00E738E0" w:rsidRPr="008C6DE4" w:rsidRDefault="00E738E0" w:rsidP="00847B8D">
            <w:pPr>
              <w:pStyle w:val="TAH"/>
              <w:rPr>
                <w:vertAlign w:val="superscript"/>
              </w:rPr>
            </w:pPr>
            <w:r w:rsidRPr="008C6DE4">
              <w:t>FR2</w:t>
            </w:r>
            <w:r w:rsidRPr="008C6DE4">
              <w:rPr>
                <w:vertAlign w:val="superscript"/>
              </w:rPr>
              <w:t>Note1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A4D68D" w14:textId="77777777" w:rsidR="00E738E0" w:rsidRPr="008C6DE4" w:rsidRDefault="00E738E0" w:rsidP="00847B8D">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79505" w14:textId="77777777" w:rsidR="00E738E0" w:rsidRPr="008C6DE4" w:rsidRDefault="00E738E0" w:rsidP="00847B8D">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ACCAB0" w14:textId="77777777" w:rsidR="00E738E0" w:rsidRPr="008C6DE4" w:rsidRDefault="00E738E0" w:rsidP="00847B8D">
            <w:pPr>
              <w:pStyle w:val="TAH"/>
            </w:pPr>
          </w:p>
        </w:tc>
      </w:tr>
      <w:tr w:rsidR="00DD3199" w:rsidRPr="008C6DE4" w14:paraId="7249ADBC" w14:textId="77777777" w:rsidTr="00F15152">
        <w:trPr>
          <w:cantSplit/>
          <w:jc w:val="center"/>
        </w:trPr>
        <w:tc>
          <w:tcPr>
            <w:tcW w:w="604" w:type="pct"/>
            <w:tcBorders>
              <w:top w:val="single" w:sz="4" w:space="0" w:color="auto"/>
              <w:left w:val="single" w:sz="4" w:space="0" w:color="auto"/>
              <w:bottom w:val="single" w:sz="4" w:space="0" w:color="auto"/>
              <w:right w:val="single" w:sz="4" w:space="0" w:color="auto"/>
            </w:tcBorders>
            <w:hideMark/>
          </w:tcPr>
          <w:p w14:paraId="5A788740" w14:textId="77777777" w:rsidR="00E738E0" w:rsidRPr="008C6DE4" w:rsidRDefault="00E738E0" w:rsidP="00847B8D">
            <w:pPr>
              <w:pStyle w:val="TAC"/>
            </w:pPr>
            <w:r w:rsidRPr="008C6DE4">
              <w:t>0.32</w:t>
            </w:r>
          </w:p>
        </w:tc>
        <w:tc>
          <w:tcPr>
            <w:tcW w:w="530" w:type="pct"/>
            <w:vMerge w:val="restart"/>
            <w:tcBorders>
              <w:top w:val="single" w:sz="4" w:space="0" w:color="auto"/>
              <w:left w:val="single" w:sz="4" w:space="0" w:color="auto"/>
              <w:bottom w:val="single" w:sz="4" w:space="0" w:color="auto"/>
              <w:right w:val="single" w:sz="4" w:space="0" w:color="auto"/>
            </w:tcBorders>
            <w:vAlign w:val="center"/>
            <w:hideMark/>
          </w:tcPr>
          <w:p w14:paraId="5CE9962A" w14:textId="77777777" w:rsidR="00E738E0" w:rsidRPr="008C6DE4" w:rsidRDefault="00E738E0" w:rsidP="00847B8D">
            <w:pPr>
              <w:pStyle w:val="TAC"/>
            </w:pPr>
            <w:r w:rsidRPr="008C6DE4">
              <w:t>1</w:t>
            </w:r>
          </w:p>
        </w:tc>
        <w:tc>
          <w:tcPr>
            <w:tcW w:w="530" w:type="pct"/>
            <w:tcBorders>
              <w:top w:val="single" w:sz="4" w:space="0" w:color="auto"/>
              <w:left w:val="single" w:sz="4" w:space="0" w:color="auto"/>
              <w:bottom w:val="single" w:sz="4" w:space="0" w:color="auto"/>
              <w:right w:val="single" w:sz="4" w:space="0" w:color="auto"/>
            </w:tcBorders>
            <w:hideMark/>
          </w:tcPr>
          <w:p w14:paraId="0832A307" w14:textId="77777777" w:rsidR="00E738E0" w:rsidRPr="008C6DE4" w:rsidRDefault="00E738E0" w:rsidP="00847B8D">
            <w:pPr>
              <w:pStyle w:val="TAC"/>
            </w:pPr>
            <w:r w:rsidRPr="008C6DE4">
              <w:t>8</w:t>
            </w:r>
          </w:p>
        </w:tc>
        <w:tc>
          <w:tcPr>
            <w:tcW w:w="1111" w:type="pct"/>
            <w:tcBorders>
              <w:top w:val="single" w:sz="4" w:space="0" w:color="auto"/>
              <w:left w:val="single" w:sz="4" w:space="0" w:color="auto"/>
              <w:bottom w:val="single" w:sz="4" w:space="0" w:color="auto"/>
              <w:right w:val="single" w:sz="4" w:space="0" w:color="auto"/>
            </w:tcBorders>
            <w:hideMark/>
          </w:tcPr>
          <w:p w14:paraId="19A4E7E3" w14:textId="77777777" w:rsidR="00E738E0" w:rsidRPr="008C6DE4" w:rsidRDefault="00E738E0" w:rsidP="00847B8D">
            <w:pPr>
              <w:pStyle w:val="TAC"/>
            </w:pPr>
            <w:r w:rsidRPr="008C6DE4">
              <w:t xml:space="preserve">11.52 x N1 </w:t>
            </w:r>
            <w:r w:rsidRPr="008C6DE4">
              <w:rPr>
                <w:rFonts w:cs="Arial"/>
                <w:lang w:eastAsia="zh-CN"/>
              </w:rPr>
              <w:t xml:space="preserve">x M2 </w:t>
            </w:r>
            <w:r w:rsidRPr="008C6DE4">
              <w:t>(36 x N1</w:t>
            </w:r>
            <w:r w:rsidRPr="008C6DE4">
              <w:rPr>
                <w:rFonts w:cs="Arial"/>
                <w:lang w:eastAsia="zh-CN"/>
              </w:rPr>
              <w:t xml:space="preserve"> x M2</w:t>
            </w:r>
            <w:r w:rsidRPr="008C6DE4">
              <w:t>)</w:t>
            </w:r>
          </w:p>
        </w:tc>
        <w:tc>
          <w:tcPr>
            <w:tcW w:w="1112" w:type="pct"/>
            <w:tcBorders>
              <w:top w:val="single" w:sz="4" w:space="0" w:color="auto"/>
              <w:left w:val="single" w:sz="4" w:space="0" w:color="auto"/>
              <w:bottom w:val="single" w:sz="4" w:space="0" w:color="auto"/>
              <w:right w:val="single" w:sz="4" w:space="0" w:color="auto"/>
            </w:tcBorders>
            <w:hideMark/>
          </w:tcPr>
          <w:p w14:paraId="6660A69C" w14:textId="77777777" w:rsidR="00E738E0" w:rsidRPr="008C6DE4" w:rsidRDefault="00E738E0" w:rsidP="00847B8D">
            <w:pPr>
              <w:pStyle w:val="TAC"/>
            </w:pPr>
            <w:r w:rsidRPr="008C6DE4">
              <w:t xml:space="preserve">1.28 x N1 </w:t>
            </w:r>
            <w:r w:rsidRPr="008C6DE4">
              <w:rPr>
                <w:rFonts w:cs="Arial"/>
                <w:lang w:eastAsia="zh-CN"/>
              </w:rPr>
              <w:t>x M2</w:t>
            </w:r>
            <w:r w:rsidRPr="008C6DE4">
              <w:rPr>
                <w:rFonts w:cs="Arial"/>
                <w:snapToGrid w:val="0"/>
              </w:rPr>
              <w:t xml:space="preserve"> </w:t>
            </w:r>
            <w:r w:rsidRPr="008C6DE4">
              <w:t>(4 x N1</w:t>
            </w:r>
            <w:r w:rsidRPr="008C6DE4">
              <w:rPr>
                <w:rFonts w:cs="Arial"/>
                <w:lang w:eastAsia="zh-CN"/>
              </w:rPr>
              <w:t xml:space="preserve"> x M2</w:t>
            </w:r>
            <w:r w:rsidRPr="008C6DE4">
              <w:t>)</w:t>
            </w:r>
          </w:p>
        </w:tc>
        <w:tc>
          <w:tcPr>
            <w:tcW w:w="1112" w:type="pct"/>
            <w:tcBorders>
              <w:top w:val="single" w:sz="4" w:space="0" w:color="auto"/>
              <w:left w:val="single" w:sz="4" w:space="0" w:color="auto"/>
              <w:bottom w:val="single" w:sz="4" w:space="0" w:color="auto"/>
              <w:right w:val="single" w:sz="4" w:space="0" w:color="auto"/>
            </w:tcBorders>
            <w:hideMark/>
          </w:tcPr>
          <w:p w14:paraId="24E4A2E3" w14:textId="77777777" w:rsidR="00E738E0" w:rsidRPr="008C6DE4" w:rsidRDefault="00E738E0" w:rsidP="00847B8D">
            <w:pPr>
              <w:pStyle w:val="TAC"/>
            </w:pPr>
            <w:r w:rsidRPr="008C6DE4">
              <w:t xml:space="preserve">5.12 x N1 </w:t>
            </w:r>
            <w:r w:rsidRPr="008C6DE4">
              <w:rPr>
                <w:rFonts w:cs="Arial"/>
                <w:lang w:eastAsia="zh-CN"/>
              </w:rPr>
              <w:t>x M2</w:t>
            </w:r>
            <w:r w:rsidRPr="008C6DE4">
              <w:rPr>
                <w:rFonts w:cs="Arial"/>
                <w:snapToGrid w:val="0"/>
              </w:rPr>
              <w:t xml:space="preserve"> </w:t>
            </w:r>
            <w:r w:rsidRPr="008C6DE4">
              <w:t>(16 x N1</w:t>
            </w:r>
            <w:r w:rsidRPr="008C6DE4">
              <w:rPr>
                <w:rFonts w:cs="Arial"/>
                <w:lang w:eastAsia="zh-CN"/>
              </w:rPr>
              <w:t xml:space="preserve"> x M2</w:t>
            </w:r>
            <w:r w:rsidRPr="008C6DE4">
              <w:t>)</w:t>
            </w:r>
          </w:p>
        </w:tc>
      </w:tr>
      <w:tr w:rsidR="00DD3199" w:rsidRPr="008C6DE4" w14:paraId="0FA0628E" w14:textId="77777777" w:rsidTr="00F15152">
        <w:trPr>
          <w:cantSplit/>
          <w:jc w:val="center"/>
        </w:trPr>
        <w:tc>
          <w:tcPr>
            <w:tcW w:w="604" w:type="pct"/>
            <w:tcBorders>
              <w:top w:val="single" w:sz="4" w:space="0" w:color="auto"/>
              <w:left w:val="single" w:sz="4" w:space="0" w:color="auto"/>
              <w:bottom w:val="single" w:sz="4" w:space="0" w:color="auto"/>
              <w:right w:val="single" w:sz="4" w:space="0" w:color="auto"/>
            </w:tcBorders>
            <w:hideMark/>
          </w:tcPr>
          <w:p w14:paraId="0F9B0C3F" w14:textId="77777777" w:rsidR="00E738E0" w:rsidRPr="008C6DE4" w:rsidRDefault="00E738E0" w:rsidP="00847B8D">
            <w:pPr>
              <w:pStyle w:val="TAC"/>
            </w:pPr>
            <w:r w:rsidRPr="008C6DE4">
              <w:t>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31859B" w14:textId="77777777" w:rsidR="00E738E0" w:rsidRPr="008C6DE4" w:rsidRDefault="00E738E0" w:rsidP="00847B8D">
            <w:pPr>
              <w:pStyle w:val="TAC"/>
            </w:pPr>
          </w:p>
        </w:tc>
        <w:tc>
          <w:tcPr>
            <w:tcW w:w="530" w:type="pct"/>
            <w:tcBorders>
              <w:top w:val="single" w:sz="4" w:space="0" w:color="auto"/>
              <w:left w:val="single" w:sz="4" w:space="0" w:color="auto"/>
              <w:bottom w:val="single" w:sz="4" w:space="0" w:color="auto"/>
              <w:right w:val="single" w:sz="4" w:space="0" w:color="auto"/>
            </w:tcBorders>
            <w:hideMark/>
          </w:tcPr>
          <w:p w14:paraId="68DF7867" w14:textId="77777777" w:rsidR="00E738E0" w:rsidRPr="008C6DE4" w:rsidRDefault="00E738E0" w:rsidP="00847B8D">
            <w:pPr>
              <w:pStyle w:val="TAC"/>
            </w:pPr>
            <w:r w:rsidRPr="008C6DE4">
              <w:t>5</w:t>
            </w:r>
          </w:p>
        </w:tc>
        <w:tc>
          <w:tcPr>
            <w:tcW w:w="1111" w:type="pct"/>
            <w:tcBorders>
              <w:top w:val="single" w:sz="4" w:space="0" w:color="auto"/>
              <w:left w:val="single" w:sz="4" w:space="0" w:color="auto"/>
              <w:bottom w:val="single" w:sz="4" w:space="0" w:color="auto"/>
              <w:right w:val="single" w:sz="4" w:space="0" w:color="auto"/>
            </w:tcBorders>
            <w:hideMark/>
          </w:tcPr>
          <w:p w14:paraId="601AF33D" w14:textId="77777777" w:rsidR="00E738E0" w:rsidRPr="008C6DE4" w:rsidRDefault="00E738E0" w:rsidP="00847B8D">
            <w:pPr>
              <w:pStyle w:val="TAC"/>
            </w:pPr>
            <w:r w:rsidRPr="008C6DE4">
              <w:t>17.92 x N1 (28 x N1)</w:t>
            </w:r>
          </w:p>
        </w:tc>
        <w:tc>
          <w:tcPr>
            <w:tcW w:w="1112" w:type="pct"/>
            <w:tcBorders>
              <w:top w:val="single" w:sz="4" w:space="0" w:color="auto"/>
              <w:left w:val="single" w:sz="4" w:space="0" w:color="auto"/>
              <w:bottom w:val="single" w:sz="4" w:space="0" w:color="auto"/>
              <w:right w:val="single" w:sz="4" w:space="0" w:color="auto"/>
            </w:tcBorders>
            <w:hideMark/>
          </w:tcPr>
          <w:p w14:paraId="04F2539D" w14:textId="77777777" w:rsidR="00E738E0" w:rsidRPr="008C6DE4" w:rsidRDefault="00E738E0" w:rsidP="00847B8D">
            <w:pPr>
              <w:pStyle w:val="TAC"/>
            </w:pPr>
            <w:r w:rsidRPr="008C6DE4">
              <w:t>1.28 x N1 (2 x N1)</w:t>
            </w:r>
          </w:p>
        </w:tc>
        <w:tc>
          <w:tcPr>
            <w:tcW w:w="1112" w:type="pct"/>
            <w:tcBorders>
              <w:top w:val="single" w:sz="4" w:space="0" w:color="auto"/>
              <w:left w:val="single" w:sz="4" w:space="0" w:color="auto"/>
              <w:bottom w:val="single" w:sz="4" w:space="0" w:color="auto"/>
              <w:right w:val="single" w:sz="4" w:space="0" w:color="auto"/>
            </w:tcBorders>
            <w:hideMark/>
          </w:tcPr>
          <w:p w14:paraId="5F7E6974" w14:textId="77777777" w:rsidR="00E738E0" w:rsidRPr="008C6DE4" w:rsidRDefault="00E738E0" w:rsidP="00847B8D">
            <w:pPr>
              <w:pStyle w:val="TAC"/>
            </w:pPr>
            <w:r w:rsidRPr="008C6DE4">
              <w:t>5.12 x N1 (8 x N1)</w:t>
            </w:r>
          </w:p>
        </w:tc>
      </w:tr>
      <w:tr w:rsidR="00DD3199" w:rsidRPr="008C6DE4" w14:paraId="78CEC661" w14:textId="77777777" w:rsidTr="00F15152">
        <w:trPr>
          <w:cantSplit/>
          <w:jc w:val="center"/>
        </w:trPr>
        <w:tc>
          <w:tcPr>
            <w:tcW w:w="604" w:type="pct"/>
            <w:tcBorders>
              <w:top w:val="single" w:sz="4" w:space="0" w:color="auto"/>
              <w:left w:val="single" w:sz="4" w:space="0" w:color="auto"/>
              <w:bottom w:val="single" w:sz="4" w:space="0" w:color="auto"/>
              <w:right w:val="single" w:sz="4" w:space="0" w:color="auto"/>
            </w:tcBorders>
            <w:hideMark/>
          </w:tcPr>
          <w:p w14:paraId="16F1AC24" w14:textId="77777777" w:rsidR="00E738E0" w:rsidRPr="008C6DE4" w:rsidRDefault="00E738E0" w:rsidP="00847B8D">
            <w:pPr>
              <w:pStyle w:val="TAC"/>
            </w:pPr>
            <w:r w:rsidRPr="008C6DE4">
              <w:t>1.28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65B0A7" w14:textId="77777777" w:rsidR="00E738E0" w:rsidRPr="008C6DE4" w:rsidRDefault="00E738E0" w:rsidP="00847B8D">
            <w:pPr>
              <w:pStyle w:val="TAC"/>
            </w:pPr>
          </w:p>
        </w:tc>
        <w:tc>
          <w:tcPr>
            <w:tcW w:w="530" w:type="pct"/>
            <w:tcBorders>
              <w:top w:val="single" w:sz="4" w:space="0" w:color="auto"/>
              <w:left w:val="single" w:sz="4" w:space="0" w:color="auto"/>
              <w:bottom w:val="single" w:sz="4" w:space="0" w:color="auto"/>
              <w:right w:val="single" w:sz="4" w:space="0" w:color="auto"/>
            </w:tcBorders>
            <w:hideMark/>
          </w:tcPr>
          <w:p w14:paraId="6836CCC2" w14:textId="77777777" w:rsidR="00E738E0" w:rsidRPr="008C6DE4" w:rsidRDefault="00E738E0" w:rsidP="00847B8D">
            <w:pPr>
              <w:pStyle w:val="TAC"/>
            </w:pPr>
            <w:r w:rsidRPr="008C6DE4">
              <w:t>4</w:t>
            </w:r>
          </w:p>
        </w:tc>
        <w:tc>
          <w:tcPr>
            <w:tcW w:w="1111" w:type="pct"/>
            <w:tcBorders>
              <w:top w:val="single" w:sz="4" w:space="0" w:color="auto"/>
              <w:left w:val="single" w:sz="4" w:space="0" w:color="auto"/>
              <w:bottom w:val="single" w:sz="4" w:space="0" w:color="auto"/>
              <w:right w:val="single" w:sz="4" w:space="0" w:color="auto"/>
            </w:tcBorders>
            <w:hideMark/>
          </w:tcPr>
          <w:p w14:paraId="195A235E" w14:textId="77777777" w:rsidR="00E738E0" w:rsidRPr="008C6DE4" w:rsidRDefault="00E738E0" w:rsidP="00847B8D">
            <w:pPr>
              <w:pStyle w:val="TAC"/>
            </w:pPr>
            <w:r w:rsidRPr="008C6DE4">
              <w:t>32 x N1 (25 x N1)</w:t>
            </w:r>
          </w:p>
        </w:tc>
        <w:tc>
          <w:tcPr>
            <w:tcW w:w="1112" w:type="pct"/>
            <w:tcBorders>
              <w:top w:val="single" w:sz="4" w:space="0" w:color="auto"/>
              <w:left w:val="single" w:sz="4" w:space="0" w:color="auto"/>
              <w:bottom w:val="single" w:sz="4" w:space="0" w:color="auto"/>
              <w:right w:val="single" w:sz="4" w:space="0" w:color="auto"/>
            </w:tcBorders>
            <w:hideMark/>
          </w:tcPr>
          <w:p w14:paraId="320B8E6A" w14:textId="77777777" w:rsidR="00E738E0" w:rsidRPr="008C6DE4" w:rsidRDefault="00E738E0" w:rsidP="00847B8D">
            <w:pPr>
              <w:pStyle w:val="TAC"/>
            </w:pPr>
            <w:r w:rsidRPr="008C6DE4">
              <w:t>1.28 x N1 (1 x N1)</w:t>
            </w:r>
          </w:p>
        </w:tc>
        <w:tc>
          <w:tcPr>
            <w:tcW w:w="1112" w:type="pct"/>
            <w:tcBorders>
              <w:top w:val="single" w:sz="4" w:space="0" w:color="auto"/>
              <w:left w:val="single" w:sz="4" w:space="0" w:color="auto"/>
              <w:bottom w:val="single" w:sz="4" w:space="0" w:color="auto"/>
              <w:right w:val="single" w:sz="4" w:space="0" w:color="auto"/>
            </w:tcBorders>
            <w:hideMark/>
          </w:tcPr>
          <w:p w14:paraId="00633401" w14:textId="77777777" w:rsidR="00E738E0" w:rsidRPr="008C6DE4" w:rsidRDefault="00E738E0" w:rsidP="00847B8D">
            <w:pPr>
              <w:pStyle w:val="TAC"/>
            </w:pPr>
            <w:r w:rsidRPr="008C6DE4">
              <w:t>6.4 x N1 (5 x N1)</w:t>
            </w:r>
          </w:p>
        </w:tc>
      </w:tr>
      <w:tr w:rsidR="00DD3199" w:rsidRPr="008C6DE4" w14:paraId="23A84851" w14:textId="77777777" w:rsidTr="00F15152">
        <w:trPr>
          <w:cantSplit/>
          <w:jc w:val="center"/>
        </w:trPr>
        <w:tc>
          <w:tcPr>
            <w:tcW w:w="604" w:type="pct"/>
            <w:tcBorders>
              <w:top w:val="single" w:sz="4" w:space="0" w:color="auto"/>
              <w:left w:val="single" w:sz="4" w:space="0" w:color="auto"/>
              <w:bottom w:val="single" w:sz="4" w:space="0" w:color="auto"/>
              <w:right w:val="single" w:sz="4" w:space="0" w:color="auto"/>
            </w:tcBorders>
            <w:hideMark/>
          </w:tcPr>
          <w:p w14:paraId="2F9D6409" w14:textId="77777777" w:rsidR="00E738E0" w:rsidRPr="008C6DE4" w:rsidRDefault="00E738E0" w:rsidP="00847B8D">
            <w:pPr>
              <w:pStyle w:val="TAC"/>
            </w:pPr>
            <w:r w:rsidRPr="008C6DE4">
              <w:t>2.56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138B9B" w14:textId="77777777" w:rsidR="00E738E0" w:rsidRPr="008C6DE4" w:rsidRDefault="00E738E0" w:rsidP="00847B8D">
            <w:pPr>
              <w:pStyle w:val="TAC"/>
            </w:pPr>
          </w:p>
        </w:tc>
        <w:tc>
          <w:tcPr>
            <w:tcW w:w="530" w:type="pct"/>
            <w:tcBorders>
              <w:top w:val="single" w:sz="4" w:space="0" w:color="auto"/>
              <w:left w:val="single" w:sz="4" w:space="0" w:color="auto"/>
              <w:bottom w:val="single" w:sz="4" w:space="0" w:color="auto"/>
              <w:right w:val="single" w:sz="4" w:space="0" w:color="auto"/>
            </w:tcBorders>
            <w:hideMark/>
          </w:tcPr>
          <w:p w14:paraId="3CDF8716" w14:textId="77777777" w:rsidR="00E738E0" w:rsidRPr="008C6DE4" w:rsidRDefault="00E738E0" w:rsidP="00847B8D">
            <w:pPr>
              <w:pStyle w:val="TAC"/>
              <w:rPr>
                <w:rFonts w:cs="Arial"/>
                <w:lang w:eastAsia="zh-CN"/>
              </w:rPr>
            </w:pPr>
            <w:r w:rsidRPr="008C6DE4">
              <w:rPr>
                <w:rFonts w:cs="Arial"/>
                <w:lang w:eastAsia="zh-CN"/>
              </w:rPr>
              <w:t>3</w:t>
            </w:r>
          </w:p>
        </w:tc>
        <w:tc>
          <w:tcPr>
            <w:tcW w:w="1111" w:type="pct"/>
            <w:tcBorders>
              <w:top w:val="single" w:sz="4" w:space="0" w:color="auto"/>
              <w:left w:val="single" w:sz="4" w:space="0" w:color="auto"/>
              <w:bottom w:val="single" w:sz="4" w:space="0" w:color="auto"/>
              <w:right w:val="single" w:sz="4" w:space="0" w:color="auto"/>
            </w:tcBorders>
            <w:hideMark/>
          </w:tcPr>
          <w:p w14:paraId="664E1F4C" w14:textId="77777777" w:rsidR="00E738E0" w:rsidRPr="008C6DE4" w:rsidRDefault="00E738E0" w:rsidP="00847B8D">
            <w:pPr>
              <w:pStyle w:val="TAC"/>
            </w:pPr>
            <w:r w:rsidRPr="008C6DE4">
              <w:rPr>
                <w:rFonts w:cs="Arial"/>
                <w:lang w:eastAsia="zh-CN"/>
              </w:rPr>
              <w:t>58.88</w:t>
            </w:r>
            <w:r w:rsidRPr="008C6DE4">
              <w:t xml:space="preserve"> x N1 (23 x N1)</w:t>
            </w:r>
          </w:p>
        </w:tc>
        <w:tc>
          <w:tcPr>
            <w:tcW w:w="1112" w:type="pct"/>
            <w:tcBorders>
              <w:top w:val="single" w:sz="4" w:space="0" w:color="auto"/>
              <w:left w:val="single" w:sz="4" w:space="0" w:color="auto"/>
              <w:bottom w:val="single" w:sz="4" w:space="0" w:color="auto"/>
              <w:right w:val="single" w:sz="4" w:space="0" w:color="auto"/>
            </w:tcBorders>
            <w:hideMark/>
          </w:tcPr>
          <w:p w14:paraId="5E138B50" w14:textId="77777777" w:rsidR="00E738E0" w:rsidRPr="008C6DE4" w:rsidRDefault="00E738E0" w:rsidP="00847B8D">
            <w:pPr>
              <w:pStyle w:val="TAC"/>
            </w:pPr>
            <w:r w:rsidRPr="008C6DE4">
              <w:t>2.56 x N1 (1 x N1)</w:t>
            </w:r>
          </w:p>
        </w:tc>
        <w:tc>
          <w:tcPr>
            <w:tcW w:w="1112" w:type="pct"/>
            <w:tcBorders>
              <w:top w:val="single" w:sz="4" w:space="0" w:color="auto"/>
              <w:left w:val="single" w:sz="4" w:space="0" w:color="auto"/>
              <w:bottom w:val="single" w:sz="4" w:space="0" w:color="auto"/>
              <w:right w:val="single" w:sz="4" w:space="0" w:color="auto"/>
            </w:tcBorders>
            <w:hideMark/>
          </w:tcPr>
          <w:p w14:paraId="2ED45AB3" w14:textId="77777777" w:rsidR="00E738E0" w:rsidRPr="008C6DE4" w:rsidRDefault="00E738E0" w:rsidP="00847B8D">
            <w:pPr>
              <w:pStyle w:val="TAC"/>
            </w:pPr>
            <w:r w:rsidRPr="008C6DE4">
              <w:t>7.68 x N1 (3 x N1)</w:t>
            </w:r>
          </w:p>
        </w:tc>
      </w:tr>
      <w:tr w:rsidR="00E738E0" w:rsidRPr="008C6DE4" w14:paraId="4AD438E7" w14:textId="77777777" w:rsidTr="00F15152">
        <w:trPr>
          <w:cantSplit/>
          <w:jc w:val="center"/>
        </w:trPr>
        <w:tc>
          <w:tcPr>
            <w:tcW w:w="5000" w:type="pct"/>
            <w:gridSpan w:val="6"/>
            <w:tcBorders>
              <w:top w:val="single" w:sz="4" w:space="0" w:color="auto"/>
              <w:left w:val="single" w:sz="4" w:space="0" w:color="auto"/>
              <w:bottom w:val="single" w:sz="4" w:space="0" w:color="auto"/>
              <w:right w:val="single" w:sz="4" w:space="0" w:color="auto"/>
            </w:tcBorders>
            <w:hideMark/>
          </w:tcPr>
          <w:p w14:paraId="09EB0340" w14:textId="77777777" w:rsidR="00E738E0" w:rsidRPr="008C6DE4" w:rsidRDefault="00E738E0" w:rsidP="00847B8D">
            <w:pPr>
              <w:pStyle w:val="TAN"/>
              <w:rPr>
                <w:snapToGrid w:val="0"/>
                <w:lang w:eastAsia="zh-CN"/>
              </w:rPr>
            </w:pPr>
            <w:r w:rsidRPr="008C6DE4">
              <w:rPr>
                <w:snapToGrid w:val="0"/>
                <w:lang w:eastAsia="zh-CN"/>
              </w:rPr>
              <w:t>Note 1</w:t>
            </w:r>
            <w:r w:rsidRPr="008C6DE4">
              <w:t>:</w:t>
            </w:r>
            <w:r w:rsidRPr="008C6DE4">
              <w:rPr>
                <w:lang w:val="en-US"/>
              </w:rPr>
              <w:tab/>
            </w:r>
            <w:r w:rsidRPr="008C6DE4">
              <w:t xml:space="preserve">Applies for UE supporting power class </w:t>
            </w:r>
            <w:r w:rsidRPr="008C6DE4">
              <w:rPr>
                <w:lang w:eastAsia="zh-CN"/>
              </w:rPr>
              <w:t>2&amp;3&amp;4</w:t>
            </w:r>
            <w:r w:rsidRPr="008C6DE4">
              <w:t>. For UE supporting power class 1, N1 = 8 for all DRX cycle length.</w:t>
            </w:r>
          </w:p>
          <w:p w14:paraId="17E86E17" w14:textId="77777777" w:rsidR="00E738E0" w:rsidRPr="008C6DE4" w:rsidRDefault="00E738E0" w:rsidP="00847B8D">
            <w:pPr>
              <w:pStyle w:val="TAN"/>
            </w:pPr>
            <w:r w:rsidRPr="008C6DE4">
              <w:rPr>
                <w:snapToGrid w:val="0"/>
                <w:lang w:eastAsia="zh-CN"/>
              </w:rPr>
              <w:t>Note 2:</w:t>
            </w:r>
            <w:r w:rsidRPr="008C6DE4">
              <w:rPr>
                <w:lang w:val="en-US"/>
              </w:rPr>
              <w:tab/>
            </w:r>
            <w:r w:rsidRPr="008C6DE4">
              <w:rPr>
                <w:snapToGrid w:val="0"/>
                <w:lang w:eastAsia="zh-CN"/>
              </w:rPr>
              <w:t>M2 = 1.5 if SMTC periodicity</w:t>
            </w:r>
            <w:r w:rsidRPr="008C6DE4">
              <w:t xml:space="preserve"> </w:t>
            </w:r>
            <w:r w:rsidRPr="008C6DE4">
              <w:rPr>
                <w:snapToGrid w:val="0"/>
                <w:lang w:eastAsia="zh-CN"/>
              </w:rPr>
              <w:t>of measured intra-frequency cell &gt; 20 ms; otherwise M2=1.</w:t>
            </w:r>
          </w:p>
        </w:tc>
      </w:tr>
    </w:tbl>
    <w:p w14:paraId="4A97D9DF" w14:textId="77777777" w:rsidR="00E738E0" w:rsidRPr="008C6DE4" w:rsidRDefault="00E738E0" w:rsidP="00E738E0">
      <w:pPr>
        <w:rPr>
          <w:lang w:val="en-US" w:eastAsia="zh-CN"/>
        </w:rPr>
      </w:pPr>
    </w:p>
    <w:p w14:paraId="3E8E25B1" w14:textId="72B8CD23" w:rsidR="00E738E0" w:rsidRPr="008C6DE4" w:rsidRDefault="0048284E" w:rsidP="0048284E">
      <w:pPr>
        <w:pStyle w:val="Heading4"/>
        <w:rPr>
          <w:lang w:val="en-US" w:eastAsia="zh-CN"/>
        </w:rPr>
      </w:pPr>
      <w:r w:rsidRPr="008C6DE4">
        <w:rPr>
          <w:lang w:val="en-US" w:eastAsia="zh-CN"/>
        </w:rPr>
        <w:t>4.2.2.4</w:t>
      </w:r>
      <w:r w:rsidR="00E738E0" w:rsidRPr="008C6DE4">
        <w:rPr>
          <w:lang w:val="en-US" w:eastAsia="zh-CN"/>
        </w:rPr>
        <w:tab/>
        <w:t>Measurements of inter-frequency NR cells</w:t>
      </w:r>
    </w:p>
    <w:p w14:paraId="6E48BD6E" w14:textId="77777777" w:rsidR="00E738E0" w:rsidRPr="008C6DE4" w:rsidRDefault="00E738E0" w:rsidP="00E738E0">
      <w:r w:rsidRPr="008C6DE4">
        <w:t>The UE shall be able to identify new inter-frequency cells and perform SS-RSRP or SS-RSRQ measurements of identified inter-frequency cells if carrier frequency information is provided by the serving cell, even if no explicit neighbour list with physical layer cell identities is provided.</w:t>
      </w:r>
    </w:p>
    <w:p w14:paraId="779825C2" w14:textId="77777777" w:rsidR="00E738E0" w:rsidRPr="008C6DE4" w:rsidRDefault="00E738E0" w:rsidP="00E738E0">
      <w:pPr>
        <w:jc w:val="both"/>
      </w:pPr>
      <w:r w:rsidRPr="008C6DE4">
        <w:t>If Srxlev &gt; S</w:t>
      </w:r>
      <w:r w:rsidRPr="008C6DE4">
        <w:rPr>
          <w:vertAlign w:val="subscript"/>
        </w:rPr>
        <w:t>nonIntraSearchP</w:t>
      </w:r>
      <w:r w:rsidRPr="008C6DE4">
        <w:t xml:space="preserve"> and Squal &gt; S</w:t>
      </w:r>
      <w:r w:rsidRPr="008C6DE4">
        <w:rPr>
          <w:vertAlign w:val="subscript"/>
        </w:rPr>
        <w:t>nonIntraSearchQ</w:t>
      </w:r>
      <w:r w:rsidRPr="008C6DE4">
        <w:t xml:space="preserve"> then the UE shall search for inter-frequency layers of higher priority at least every T</w:t>
      </w:r>
      <w:r w:rsidRPr="008C6DE4">
        <w:rPr>
          <w:vertAlign w:val="subscript"/>
        </w:rPr>
        <w:t xml:space="preserve">higher_priority_search </w:t>
      </w:r>
      <w:r w:rsidRPr="008C6DE4">
        <w:t>where T</w:t>
      </w:r>
      <w:r w:rsidRPr="008C6DE4">
        <w:rPr>
          <w:vertAlign w:val="subscript"/>
        </w:rPr>
        <w:t>higher_priority_search</w:t>
      </w:r>
      <w:r w:rsidRPr="008C6DE4">
        <w:t xml:space="preserve"> is described in clause 4.2.2.7.</w:t>
      </w:r>
    </w:p>
    <w:p w14:paraId="22ED8CF9" w14:textId="3DF8E23C" w:rsidR="00E738E0" w:rsidRPr="008C6DE4" w:rsidRDefault="00E738E0" w:rsidP="00E738E0">
      <w:pPr>
        <w:jc w:val="both"/>
        <w:rPr>
          <w:rFonts w:cs="v4.2.0"/>
        </w:rPr>
      </w:pPr>
      <w:r w:rsidRPr="008C6DE4">
        <w:t xml:space="preserve">If Srxlev </w:t>
      </w:r>
      <w:r w:rsidRPr="008C6DE4">
        <w:rPr>
          <w:rFonts w:hint="eastAsia"/>
          <w:lang w:val="en-US"/>
        </w:rPr>
        <w:t>≤</w:t>
      </w:r>
      <w:r w:rsidRPr="008C6DE4">
        <w:t xml:space="preserve"> S</w:t>
      </w:r>
      <w:r w:rsidRPr="008C6DE4">
        <w:rPr>
          <w:vertAlign w:val="subscript"/>
        </w:rPr>
        <w:t>nonIntraSearchP</w:t>
      </w:r>
      <w:r w:rsidRPr="008C6DE4">
        <w:t xml:space="preserve"> or Squal </w:t>
      </w:r>
      <w:r w:rsidRPr="008C6DE4">
        <w:rPr>
          <w:rFonts w:hint="eastAsia"/>
          <w:lang w:val="en-US"/>
        </w:rPr>
        <w:t>≤</w:t>
      </w:r>
      <w:r w:rsidRPr="008C6DE4">
        <w:t xml:space="preserve"> S</w:t>
      </w:r>
      <w:r w:rsidRPr="008C6DE4">
        <w:rPr>
          <w:vertAlign w:val="subscript"/>
        </w:rPr>
        <w:t>nonIntraSearchQ</w:t>
      </w:r>
      <w:r w:rsidRPr="008C6DE4">
        <w:t xml:space="preserve"> then the UE shall search for and measure inter-frequency layers of higher, equal or lower priority in preparation for possible reselection. In this scenario, the minimum rate at which the UE is required to search for and measure higher priority layers shall be the same as that defined below in this </w:t>
      </w:r>
      <w:r w:rsidR="00854981" w:rsidRPr="008C6DE4">
        <w:t>clause</w:t>
      </w:r>
      <w:r w:rsidRPr="008C6DE4">
        <w:t>.</w:t>
      </w:r>
    </w:p>
    <w:p w14:paraId="086D5813" w14:textId="77777777" w:rsidR="00C21368" w:rsidRPr="008C6DE4" w:rsidRDefault="00C21368" w:rsidP="00C21368">
      <w:pPr>
        <w:rPr>
          <w:rFonts w:cs="v4.2.0"/>
        </w:rPr>
      </w:pPr>
      <w:r w:rsidRPr="008C6DE4">
        <w:rPr>
          <w:rFonts w:cs="v4.2.0"/>
        </w:rPr>
        <w:t>The UE shall be able to evaluate whether a newly detectable inter-frequency cell meets the reselection criteria defined in TS3</w:t>
      </w:r>
      <w:r w:rsidRPr="008C6DE4">
        <w:rPr>
          <w:rFonts w:cs="v4.2.0"/>
          <w:lang w:eastAsia="zh-CN"/>
        </w:rPr>
        <w:t>8</w:t>
      </w:r>
      <w:r w:rsidRPr="008C6DE4">
        <w:rPr>
          <w:rFonts w:cs="v4.2.0"/>
        </w:rPr>
        <w:t>.304</w:t>
      </w:r>
      <w:r>
        <w:rPr>
          <w:rFonts w:cs="v4.2.0"/>
        </w:rPr>
        <w:t xml:space="preserve"> </w:t>
      </w:r>
      <w:r>
        <w:rPr>
          <w:rFonts w:cs="v4.2.0"/>
          <w:lang w:val="en-US" w:eastAsia="zh-CN"/>
        </w:rPr>
        <w:t>[1]</w:t>
      </w:r>
      <w:r w:rsidRPr="008C6DE4">
        <w:rPr>
          <w:rFonts w:cs="v4.2.0"/>
        </w:rPr>
        <w:t xml:space="preserve"> within K</w:t>
      </w:r>
      <w:r w:rsidRPr="008C6DE4">
        <w:rPr>
          <w:rFonts w:cs="v4.2.0"/>
          <w:vertAlign w:val="subscript"/>
        </w:rPr>
        <w:t>carrier</w:t>
      </w:r>
      <w:r w:rsidRPr="008C6DE4">
        <w:rPr>
          <w:rFonts w:cs="v4.2.0"/>
        </w:rPr>
        <w:t xml:space="preserve"> * T</w:t>
      </w:r>
      <w:r w:rsidRPr="008C6DE4">
        <w:rPr>
          <w:rFonts w:cs="v4.2.0"/>
          <w:vertAlign w:val="subscript"/>
        </w:rPr>
        <w:t>detect,NR_Inter</w:t>
      </w:r>
      <w:r w:rsidRPr="008C6DE4">
        <w:rPr>
          <w:rFonts w:cs="v4.2.0"/>
        </w:rPr>
        <w:t xml:space="preserve">  if at least carrier frequency information is provided for inter-frequency neighbour cells by the serving cells when T</w:t>
      </w:r>
      <w:r w:rsidRPr="008C6DE4">
        <w:rPr>
          <w:rFonts w:cs="v4.2.0"/>
          <w:vertAlign w:val="subscript"/>
        </w:rPr>
        <w:t>reselection</w:t>
      </w:r>
      <w:r w:rsidRPr="008C6DE4">
        <w:rPr>
          <w:rFonts w:cs="v4.2.0"/>
        </w:rPr>
        <w:t xml:space="preserve"> = 0 provided that the reselection criteria is met by a margin of</w:t>
      </w:r>
      <w:r w:rsidRPr="008C6DE4">
        <w:rPr>
          <w:rFonts w:cs="v4.2.0"/>
          <w:lang w:eastAsia="zh-CN"/>
        </w:rPr>
        <w:t xml:space="preserve"> at least 5 dB </w:t>
      </w:r>
      <w:r w:rsidRPr="008C6DE4">
        <w:rPr>
          <w:rFonts w:cs="v4.2.0"/>
        </w:rPr>
        <w:t>in FR1 or 6.5</w:t>
      </w:r>
      <w:r w:rsidRPr="008C6DE4">
        <w:t> </w:t>
      </w:r>
      <w:r w:rsidRPr="008C6DE4">
        <w:rPr>
          <w:rFonts w:cs="v4.2.0"/>
        </w:rPr>
        <w:t xml:space="preserve">dB in FR2 </w:t>
      </w:r>
      <w:r w:rsidRPr="008C6DE4">
        <w:rPr>
          <w:rFonts w:cs="v4.2.0"/>
          <w:lang w:eastAsia="zh-CN"/>
        </w:rPr>
        <w:t xml:space="preserve">for reselections based on ranking or 6 dB </w:t>
      </w:r>
      <w:r w:rsidRPr="008C6DE4">
        <w:rPr>
          <w:rFonts w:cs="v4.2.0"/>
        </w:rPr>
        <w:t xml:space="preserve">in FR1 or 7.5 dB in FR2 </w:t>
      </w:r>
      <w:r w:rsidRPr="008C6DE4">
        <w:rPr>
          <w:rFonts w:cs="v4.2.0"/>
          <w:lang w:eastAsia="zh-CN"/>
        </w:rPr>
        <w:t xml:space="preserve">for SS-RSRP </w:t>
      </w:r>
      <w:r w:rsidRPr="008C6DE4">
        <w:rPr>
          <w:rFonts w:cs="v4.2.0"/>
          <w:lang w:eastAsia="zh-CN"/>
        </w:rPr>
        <w:lastRenderedPageBreak/>
        <w:t>reselections based on absolute priorities or 4 dB in FR1 and 4 dB in FR2 for SS-RSRQ reselections based on absolute priorities</w:t>
      </w:r>
      <w:r w:rsidRPr="008C6DE4">
        <w:rPr>
          <w:rFonts w:cs="v4.2.0"/>
        </w:rPr>
        <w:t>. The parameter K</w:t>
      </w:r>
      <w:r w:rsidRPr="008C6DE4">
        <w:rPr>
          <w:rFonts w:cs="v4.2.0"/>
          <w:vertAlign w:val="subscript"/>
        </w:rPr>
        <w:t>carrier</w:t>
      </w:r>
      <w:r w:rsidRPr="008C6DE4">
        <w:rPr>
          <w:rFonts w:cs="v4.2.0"/>
        </w:rPr>
        <w:t xml:space="preserve"> is the number of NR inter-frequency carriers indicated by the serving cell. An inter-frequency cell is considered to be detectable </w:t>
      </w:r>
      <w:r w:rsidRPr="008C6DE4">
        <w:t xml:space="preserve">according to the conditions defined in Annex </w:t>
      </w:r>
      <w:r w:rsidRPr="008C6DE4">
        <w:rPr>
          <w:lang w:eastAsia="zh-CN"/>
        </w:rPr>
        <w:t xml:space="preserve">B.1.3 </w:t>
      </w:r>
      <w:r w:rsidRPr="008C6DE4">
        <w:t>for a corresponding Band.</w:t>
      </w:r>
    </w:p>
    <w:p w14:paraId="2B7890CE" w14:textId="56DEECF2" w:rsidR="00E738E0" w:rsidRPr="008C6DE4" w:rsidRDefault="00E738E0" w:rsidP="00E738E0">
      <w:r w:rsidRPr="008C6DE4">
        <w:t xml:space="preserve">When higher priority cells are found by the higher priority search, they shall be measured at least every </w:t>
      </w:r>
      <w:r w:rsidRPr="008C6DE4">
        <w:rPr>
          <w:rFonts w:cs="v4.2.0"/>
        </w:rPr>
        <w:t>T</w:t>
      </w:r>
      <w:r w:rsidRPr="008C6DE4">
        <w:rPr>
          <w:rFonts w:cs="v4.2.0"/>
          <w:vertAlign w:val="subscript"/>
        </w:rPr>
        <w:t>measure,NR_Inter</w:t>
      </w:r>
      <w:r w:rsidRPr="008C6DE4">
        <w:t xml:space="preserve">. If, after detecting a cell in a higher priority search, it is determined that reselection has not occurred then the UE is not required to continuously measure the detected cell to evaluate the ongoing possibility of reselection. However, the minimum measurement filtering requirements specified later in this </w:t>
      </w:r>
      <w:r w:rsidR="00854981" w:rsidRPr="008C6DE4">
        <w:t>clause</w:t>
      </w:r>
      <w:r w:rsidRPr="008C6DE4">
        <w:t xml:space="preserve"> shall still be met by the UE before it makes any determination that it may stop measuring the cell. If the UE detects on a </w:t>
      </w:r>
      <w:r w:rsidRPr="008C6DE4">
        <w:rPr>
          <w:lang w:eastAsia="zh-CN"/>
        </w:rPr>
        <w:t>NR</w:t>
      </w:r>
      <w:r w:rsidRPr="008C6DE4">
        <w:t xml:space="preserve"> carrier a cell whose physical identity is indicated as not allowed for that carrier in the measurement control system information of the serving cell, the UE is not required to perform measurements on that cell.</w:t>
      </w:r>
    </w:p>
    <w:p w14:paraId="4B580108" w14:textId="77777777" w:rsidR="00E738E0" w:rsidRPr="008C6DE4" w:rsidRDefault="00E738E0" w:rsidP="00E738E0">
      <w:r w:rsidRPr="008C6DE4">
        <w:t>The UE shall measure SS-RSRP or SS-RSRQ at least every K</w:t>
      </w:r>
      <w:r w:rsidRPr="008C6DE4">
        <w:rPr>
          <w:vertAlign w:val="subscript"/>
        </w:rPr>
        <w:t>carrier</w:t>
      </w:r>
      <w:r w:rsidRPr="008C6DE4">
        <w:t xml:space="preserve"> * T</w:t>
      </w:r>
      <w:r w:rsidRPr="008C6DE4">
        <w:rPr>
          <w:vertAlign w:val="subscript"/>
        </w:rPr>
        <w:t>measure,NR_Inter</w:t>
      </w:r>
      <w:r w:rsidRPr="008C6DE4">
        <w:t xml:space="preserve"> (see table 4.2.2.4-1) for identified lower or equal priority inter-frequency cells. If the UE detects on a </w:t>
      </w:r>
      <w:r w:rsidRPr="008C6DE4">
        <w:rPr>
          <w:lang w:eastAsia="zh-CN"/>
        </w:rPr>
        <w:t xml:space="preserve">NR </w:t>
      </w:r>
      <w:r w:rsidRPr="008C6DE4">
        <w:t>carrier a cell whose physical identity is indicated as not allowed for that carrier in the measurement control system information of the serving cell, the UE is not required to perform measurements on that cell.</w:t>
      </w:r>
    </w:p>
    <w:p w14:paraId="0A2C73B7" w14:textId="77777777" w:rsidR="00E738E0" w:rsidRPr="008C6DE4" w:rsidRDefault="00E738E0" w:rsidP="00E738E0">
      <w:pPr>
        <w:rPr>
          <w:rFonts w:cs="v4.2.0"/>
          <w:lang w:eastAsia="zh-CN"/>
        </w:rPr>
      </w:pPr>
      <w:r w:rsidRPr="008C6DE4">
        <w:rPr>
          <w:rFonts w:cs="v4.2.0"/>
        </w:rPr>
        <w:t>The UE shall filter SS-RSRP or SS-RSRQ measurements of each measured higher, lower and equal priority inter-frequency cell using at least 2 measurements. Within the set of measurements used for the filtering, at least two measurements shall be spaced by at least T</w:t>
      </w:r>
      <w:r w:rsidRPr="008C6DE4">
        <w:rPr>
          <w:rFonts w:cs="v4.2.0"/>
          <w:vertAlign w:val="subscript"/>
        </w:rPr>
        <w:t>measure,NR_Int</w:t>
      </w:r>
      <w:r w:rsidRPr="008C6DE4">
        <w:rPr>
          <w:rFonts w:cs="v4.2.0"/>
          <w:vertAlign w:val="subscript"/>
          <w:lang w:eastAsia="zh-CN"/>
        </w:rPr>
        <w:t>er</w:t>
      </w:r>
      <w:r w:rsidRPr="008C6DE4">
        <w:rPr>
          <w:rFonts w:cs="v4.2.0"/>
        </w:rPr>
        <w:t>/2</w:t>
      </w:r>
      <w:r w:rsidRPr="008C6DE4">
        <w:rPr>
          <w:rFonts w:cs="v4.2.0"/>
          <w:lang w:eastAsia="zh-CN"/>
        </w:rPr>
        <w:t>.</w:t>
      </w:r>
    </w:p>
    <w:p w14:paraId="665FE4DB" w14:textId="77777777" w:rsidR="00E738E0" w:rsidRPr="008C6DE4" w:rsidRDefault="00E738E0" w:rsidP="00E738E0">
      <w:r w:rsidRPr="008C6DE4">
        <w:t xml:space="preserve">The UE shall not consider a </w:t>
      </w:r>
      <w:r w:rsidRPr="008C6DE4">
        <w:rPr>
          <w:lang w:eastAsia="zh-CN"/>
        </w:rPr>
        <w:t>NR</w:t>
      </w:r>
      <w:r w:rsidRPr="008C6DE4">
        <w:t xml:space="preserve"> neighbour cell in cell reselection, if it is indicated as not allowed in the measurement control system information of the serving cell.</w:t>
      </w:r>
    </w:p>
    <w:p w14:paraId="375BEB49" w14:textId="77777777" w:rsidR="00C21368" w:rsidRPr="008C6DE4" w:rsidRDefault="00C21368" w:rsidP="00C21368">
      <w:pPr>
        <w:rPr>
          <w:rFonts w:cs="v4.2.0"/>
        </w:rPr>
      </w:pPr>
      <w:r w:rsidRPr="008C6DE4">
        <w:rPr>
          <w:rFonts w:cs="v4.2.0"/>
        </w:rPr>
        <w:t>For an inter-frequency cell that has been already detected, but that has not been reselected to, the filtering shall be such that the UE shall be capable of evaluating that the inter-frequency cell has met reselection criterion defined TS 3</w:t>
      </w:r>
      <w:r w:rsidRPr="008C6DE4">
        <w:rPr>
          <w:rFonts w:cs="v4.2.0"/>
          <w:lang w:eastAsia="zh-CN"/>
        </w:rPr>
        <w:t>8</w:t>
      </w:r>
      <w:r w:rsidRPr="008C6DE4">
        <w:rPr>
          <w:rFonts w:cs="v4.2.0"/>
        </w:rPr>
        <w:t>.304</w:t>
      </w:r>
      <w:r>
        <w:rPr>
          <w:rFonts w:cs="v4.2.0"/>
        </w:rPr>
        <w:t xml:space="preserve"> </w:t>
      </w:r>
      <w:r>
        <w:rPr>
          <w:rFonts w:cs="v4.2.0"/>
          <w:lang w:val="en-US" w:eastAsia="zh-CN"/>
        </w:rPr>
        <w:t>[1]</w:t>
      </w:r>
      <w:r w:rsidRPr="008C6DE4">
        <w:rPr>
          <w:rFonts w:cs="v4.2.0"/>
        </w:rPr>
        <w:t xml:space="preserve"> within </w:t>
      </w:r>
      <w:r w:rsidRPr="008C6DE4">
        <w:t>K</w:t>
      </w:r>
      <w:r w:rsidRPr="008C6DE4">
        <w:rPr>
          <w:vertAlign w:val="subscript"/>
        </w:rPr>
        <w:t>carrier</w:t>
      </w:r>
      <w:r w:rsidRPr="008C6DE4">
        <w:t xml:space="preserve"> * </w:t>
      </w:r>
      <w:r w:rsidRPr="008C6DE4">
        <w:rPr>
          <w:rFonts w:cs="v4.2.0"/>
        </w:rPr>
        <w:t>T</w:t>
      </w:r>
      <w:r w:rsidRPr="008C6DE4">
        <w:rPr>
          <w:rFonts w:cs="v4.2.0"/>
          <w:vertAlign w:val="subscript"/>
        </w:rPr>
        <w:t>evaluate,NR_Inter</w:t>
      </w:r>
      <w:r w:rsidRPr="008C6DE4">
        <w:rPr>
          <w:rFonts w:cs="v4.2.0"/>
        </w:rPr>
        <w:t xml:space="preserve"> when T</w:t>
      </w:r>
      <w:r w:rsidRPr="008C6DE4">
        <w:rPr>
          <w:rFonts w:cs="v4.2.0"/>
          <w:vertAlign w:val="subscript"/>
        </w:rPr>
        <w:t>reselection</w:t>
      </w:r>
      <w:r w:rsidRPr="008C6DE4">
        <w:rPr>
          <w:rFonts w:cs="v4.2.0"/>
        </w:rPr>
        <w:t xml:space="preserve"> = 0</w:t>
      </w:r>
      <w:r w:rsidRPr="008C6DE4">
        <w:rPr>
          <w:rFonts w:cs="v4.2.0"/>
          <w:i/>
          <w:vertAlign w:val="subscript"/>
        </w:rPr>
        <w:t xml:space="preserve"> </w:t>
      </w:r>
      <w:r w:rsidRPr="008C6DE4">
        <w:rPr>
          <w:rFonts w:cs="v4.2.0"/>
        </w:rPr>
        <w:t>as specified in table 4.2.2.4-1 provided that the reselection criteria is met by</w:t>
      </w:r>
    </w:p>
    <w:p w14:paraId="0EBB2F4D" w14:textId="77777777" w:rsidR="00E738E0" w:rsidRPr="008C6DE4" w:rsidRDefault="00E738E0" w:rsidP="00E738E0">
      <w:pPr>
        <w:ind w:left="568" w:hanging="284"/>
      </w:pPr>
      <w:r w:rsidRPr="008C6DE4">
        <w:t>-</w:t>
      </w:r>
      <w:r w:rsidRPr="008C6DE4">
        <w:tab/>
        <w:t>the condition when performing equal priority reselection and</w:t>
      </w:r>
    </w:p>
    <w:p w14:paraId="3E1260B5" w14:textId="77777777" w:rsidR="00E738E0" w:rsidRPr="008C6DE4" w:rsidRDefault="00E738E0" w:rsidP="00E738E0">
      <w:pPr>
        <w:ind w:left="851" w:hanging="284"/>
      </w:pPr>
      <w:r w:rsidRPr="008C6DE4">
        <w:rPr>
          <w:rFonts w:cs="v4.2.0"/>
          <w:lang w:eastAsia="zh-CN"/>
        </w:rPr>
        <w:t xml:space="preserve">when </w:t>
      </w:r>
      <w:r w:rsidRPr="008C6DE4">
        <w:rPr>
          <w:i/>
        </w:rPr>
        <w:t>rangeToBestCell</w:t>
      </w:r>
      <w:r w:rsidRPr="008C6DE4">
        <w:t xml:space="preserve"> is not configured:</w:t>
      </w:r>
    </w:p>
    <w:p w14:paraId="6214E162" w14:textId="3A733608" w:rsidR="00E738E0" w:rsidRPr="008C6DE4" w:rsidRDefault="00E738E0" w:rsidP="00E738E0">
      <w:pPr>
        <w:pStyle w:val="B3"/>
      </w:pPr>
      <w:r w:rsidRPr="008C6DE4">
        <w:t>-</w:t>
      </w:r>
      <w:r w:rsidRPr="008C6DE4">
        <w:tab/>
        <w:t xml:space="preserve">the cell is at least </w:t>
      </w:r>
      <w:r w:rsidRPr="008C6DE4">
        <w:rPr>
          <w:lang w:eastAsia="zh-CN"/>
        </w:rPr>
        <w:t>5</w:t>
      </w:r>
      <w:r w:rsidRPr="008C6DE4">
        <w:t>dB better ranked in FR1 or 6.5dB better ranked in FR2 or.</w:t>
      </w:r>
    </w:p>
    <w:p w14:paraId="56176071" w14:textId="77777777" w:rsidR="00E738E0" w:rsidRPr="008C6DE4" w:rsidRDefault="00E738E0" w:rsidP="00E738E0">
      <w:pPr>
        <w:ind w:left="851" w:hanging="284"/>
      </w:pPr>
      <w:r w:rsidRPr="008C6DE4">
        <w:rPr>
          <w:rFonts w:cs="v4.2.0"/>
          <w:lang w:eastAsia="zh-CN"/>
        </w:rPr>
        <w:t xml:space="preserve">when </w:t>
      </w:r>
      <w:r w:rsidRPr="008C6DE4">
        <w:rPr>
          <w:i/>
        </w:rPr>
        <w:t>rangeToBestCell</w:t>
      </w:r>
      <w:r w:rsidRPr="008C6DE4">
        <w:t xml:space="preserve"> is configured:</w:t>
      </w:r>
    </w:p>
    <w:p w14:paraId="2A706D13" w14:textId="68C54510" w:rsidR="00C21368" w:rsidRPr="008C6DE4" w:rsidRDefault="00C21368" w:rsidP="00C21368">
      <w:pPr>
        <w:ind w:left="1135" w:hanging="284"/>
      </w:pPr>
      <w:r w:rsidRPr="008C6DE4">
        <w:t>-</w:t>
      </w:r>
      <w:r w:rsidRPr="008C6DE4">
        <w:tab/>
        <w:t xml:space="preserve">the cell has the highest number of beams above the threshold </w:t>
      </w:r>
      <w:r w:rsidRPr="008C6DE4">
        <w:rPr>
          <w:i/>
        </w:rPr>
        <w:t>absThreshSS-BlocksConsolidation</w:t>
      </w:r>
      <w:r w:rsidRPr="008C6DE4">
        <w:t xml:space="preserve"> among all detected cells whose cell-ranking criterion R value</w:t>
      </w:r>
      <w:r>
        <w:t xml:space="preserve"> in </w:t>
      </w:r>
      <w:r w:rsidRPr="008C6DE4">
        <w:t>TS3</w:t>
      </w:r>
      <w:r w:rsidRPr="008C6DE4">
        <w:rPr>
          <w:lang w:eastAsia="zh-CN"/>
        </w:rPr>
        <w:t>8</w:t>
      </w:r>
      <w:r w:rsidRPr="008C6DE4">
        <w:t>.304</w:t>
      </w:r>
      <w:r>
        <w:t xml:space="preserve"> </w:t>
      </w:r>
      <w:r w:rsidRPr="008C6DE4">
        <w:t xml:space="preserve">[1] is within </w:t>
      </w:r>
      <w:r w:rsidRPr="008C6DE4">
        <w:rPr>
          <w:i/>
        </w:rPr>
        <w:t>rangeToBestCell</w:t>
      </w:r>
      <w:r w:rsidRPr="008C6DE4">
        <w:t xml:space="preserve"> of the cell-ranking criterion R value of the highest ranked cell. </w:t>
      </w:r>
    </w:p>
    <w:p w14:paraId="36154599" w14:textId="77777777" w:rsidR="00C21368" w:rsidRPr="008C6DE4" w:rsidRDefault="00C21368" w:rsidP="00C21368">
      <w:pPr>
        <w:ind w:left="1418" w:hanging="284"/>
      </w:pPr>
      <w:r w:rsidRPr="008C6DE4">
        <w:t>-</w:t>
      </w:r>
      <w:r w:rsidRPr="008C6DE4">
        <w:tab/>
        <w:t xml:space="preserve">if there are multiple such cells, the cell has the highest rank among them </w:t>
      </w:r>
    </w:p>
    <w:p w14:paraId="691BD44C" w14:textId="6E4BBC71" w:rsidR="00C21368" w:rsidRPr="008C6DE4" w:rsidRDefault="00C21368" w:rsidP="00C21368">
      <w:pPr>
        <w:pStyle w:val="B4"/>
      </w:pPr>
      <w:r w:rsidRPr="008C6DE4">
        <w:t>-</w:t>
      </w:r>
      <w:r w:rsidRPr="008C6DE4">
        <w:tab/>
        <w:t>the cell is at least 5dB better ranked in FR1 or 6.5dB better ranked in FR2 if the current serving cell is among them. Or</w:t>
      </w:r>
    </w:p>
    <w:p w14:paraId="615034FE" w14:textId="2AEC464C" w:rsidR="00E738E0" w:rsidRPr="008C6DE4" w:rsidRDefault="00E738E0" w:rsidP="00E738E0">
      <w:pPr>
        <w:ind w:left="568" w:hanging="284"/>
        <w:rPr>
          <w:lang w:eastAsia="zh-CN"/>
        </w:rPr>
      </w:pPr>
      <w:r w:rsidRPr="008C6DE4">
        <w:t>-</w:t>
      </w:r>
      <w:r w:rsidRPr="008C6DE4">
        <w:tab/>
      </w:r>
      <w:r w:rsidR="00FB5199" w:rsidRPr="008C6DE4">
        <w:rPr>
          <w:lang w:eastAsia="zh-CN"/>
        </w:rPr>
        <w:t>6dB</w:t>
      </w:r>
      <w:r w:rsidRPr="008C6DE4">
        <w:rPr>
          <w:lang w:eastAsia="zh-CN"/>
        </w:rPr>
        <w:t xml:space="preserve"> in FR1 or 7.5dB in FR2 for SS-RSRP reselections based on absolute priorities or</w:t>
      </w:r>
    </w:p>
    <w:p w14:paraId="5D0DD827" w14:textId="67B57D42" w:rsidR="00E738E0" w:rsidRPr="008C6DE4" w:rsidRDefault="00E738E0" w:rsidP="00E738E0">
      <w:pPr>
        <w:ind w:left="568" w:hanging="284"/>
      </w:pPr>
      <w:r w:rsidRPr="008C6DE4">
        <w:t>-</w:t>
      </w:r>
      <w:r w:rsidRPr="008C6DE4">
        <w:tab/>
      </w:r>
      <w:r w:rsidRPr="008C6DE4">
        <w:rPr>
          <w:lang w:eastAsia="zh-CN"/>
        </w:rPr>
        <w:t>4dB in FR1 or 4dB in FR2 for SS-RSRQ reselections based on absolute priorities</w:t>
      </w:r>
      <w:r w:rsidRPr="008C6DE4">
        <w:t>.</w:t>
      </w:r>
    </w:p>
    <w:p w14:paraId="772A2EE0" w14:textId="77777777" w:rsidR="00E738E0" w:rsidRPr="008C6DE4" w:rsidRDefault="00E738E0" w:rsidP="00E738E0">
      <w:pPr>
        <w:rPr>
          <w:rFonts w:cs="v4.2.0"/>
        </w:rPr>
      </w:pPr>
      <w:r w:rsidRPr="008C6DE4">
        <w:rPr>
          <w:rFonts w:cs="v4.2.0"/>
        </w:rPr>
        <w:t>When evaluating cells for reselection, the SSB side conditions apply to both serving and inter-frequency cells.</w:t>
      </w:r>
    </w:p>
    <w:p w14:paraId="285537FE" w14:textId="77777777" w:rsidR="00E738E0" w:rsidRPr="008C6DE4" w:rsidRDefault="00E738E0" w:rsidP="00E738E0">
      <w:pPr>
        <w:rPr>
          <w:rFonts w:cs="v4.2.0"/>
          <w:lang w:eastAsia="zh-CN"/>
        </w:rPr>
      </w:pPr>
      <w:r w:rsidRPr="008C6DE4">
        <w:rPr>
          <w:rFonts w:cs="v4.2.0"/>
          <w:lang w:eastAsia="zh-CN"/>
        </w:rPr>
        <w:t>If T</w:t>
      </w:r>
      <w:r w:rsidRPr="008C6DE4">
        <w:rPr>
          <w:rFonts w:cs="v4.2.0"/>
          <w:vertAlign w:val="subscript"/>
          <w:lang w:eastAsia="zh-CN"/>
        </w:rPr>
        <w:t>reselection</w:t>
      </w:r>
      <w:r w:rsidRPr="008C6DE4">
        <w:rPr>
          <w:rFonts w:cs="v4.2.0"/>
          <w:lang w:eastAsia="zh-CN"/>
        </w:rPr>
        <w:t xml:space="preserve"> timer has a non zero value and the inter-frequency cell is satisfied with the reselection criteria, the UE shall evaluate this inter-frequency cell for the T</w:t>
      </w:r>
      <w:r w:rsidRPr="008C6DE4">
        <w:rPr>
          <w:rFonts w:cs="v4.2.0"/>
          <w:vertAlign w:val="subscript"/>
          <w:lang w:eastAsia="zh-CN"/>
        </w:rPr>
        <w:t>reselection</w:t>
      </w:r>
      <w:r w:rsidRPr="008C6DE4">
        <w:rPr>
          <w:rFonts w:cs="v4.2.0"/>
          <w:lang w:eastAsia="zh-CN"/>
        </w:rPr>
        <w:t xml:space="preserve"> time. If this cell remains satisfied with the reselection criteria within this duration, then the UE shall reselect that cell.</w:t>
      </w:r>
    </w:p>
    <w:p w14:paraId="6851E569" w14:textId="77777777" w:rsidR="00E738E0" w:rsidRPr="008C6DE4" w:rsidRDefault="00E738E0" w:rsidP="00E738E0">
      <w:pPr>
        <w:rPr>
          <w:noProof/>
        </w:rPr>
      </w:pPr>
      <w:r w:rsidRPr="008C6DE4">
        <w:rPr>
          <w:noProof/>
        </w:rPr>
        <w:t>The UE is not expected to meet the measurement requirements for an inter-frequency carrier under DRX cycle=320 ms defined in Table 4.2.2.4-1 under the following conditions:</w:t>
      </w:r>
    </w:p>
    <w:p w14:paraId="28DADAB1" w14:textId="77777777" w:rsidR="00E738E0" w:rsidRPr="008C6DE4" w:rsidRDefault="00E738E0" w:rsidP="00E738E0">
      <w:pPr>
        <w:ind w:left="568" w:hanging="284"/>
        <w:rPr>
          <w:noProof/>
        </w:rPr>
      </w:pPr>
      <w:r w:rsidRPr="008C6DE4">
        <w:rPr>
          <w:noProof/>
        </w:rPr>
        <w:t>-</w:t>
      </w:r>
      <w:r w:rsidRPr="008C6DE4">
        <w:rPr>
          <w:noProof/>
        </w:rPr>
        <w:tab/>
        <w:t>T</w:t>
      </w:r>
      <w:r w:rsidRPr="008C6DE4">
        <w:rPr>
          <w:noProof/>
          <w:vertAlign w:val="subscript"/>
        </w:rPr>
        <w:t>SMTC_intra</w:t>
      </w:r>
      <w:r w:rsidRPr="008C6DE4">
        <w:rPr>
          <w:noProof/>
        </w:rPr>
        <w:t xml:space="preserve"> = T</w:t>
      </w:r>
      <w:r w:rsidRPr="008C6DE4">
        <w:rPr>
          <w:noProof/>
          <w:vertAlign w:val="subscript"/>
        </w:rPr>
        <w:t>SMTC_inter</w:t>
      </w:r>
      <w:r w:rsidRPr="008C6DE4">
        <w:rPr>
          <w:noProof/>
        </w:rPr>
        <w:t xml:space="preserve"> = 160 ms; where T</w:t>
      </w:r>
      <w:r w:rsidRPr="008C6DE4">
        <w:rPr>
          <w:noProof/>
          <w:vertAlign w:val="subscript"/>
        </w:rPr>
        <w:t>SMTC_intra</w:t>
      </w:r>
      <w:r w:rsidRPr="008C6DE4">
        <w:rPr>
          <w:noProof/>
        </w:rPr>
        <w:t xml:space="preserve"> and T</w:t>
      </w:r>
      <w:r w:rsidRPr="008C6DE4">
        <w:rPr>
          <w:noProof/>
          <w:vertAlign w:val="subscript"/>
        </w:rPr>
        <w:t>SMTC_inter</w:t>
      </w:r>
      <w:r w:rsidRPr="008C6DE4">
        <w:rPr>
          <w:noProof/>
        </w:rPr>
        <w:t xml:space="preserve"> are periodicities of the SMTC occasions configured for the intra-frequency carrier and the inter-frequency carrier respectively, and</w:t>
      </w:r>
    </w:p>
    <w:p w14:paraId="6F048134" w14:textId="77777777" w:rsidR="00E738E0" w:rsidRPr="008C6DE4" w:rsidRDefault="00E738E0" w:rsidP="00E738E0">
      <w:pPr>
        <w:ind w:left="568" w:hanging="284"/>
        <w:rPr>
          <w:noProof/>
        </w:rPr>
      </w:pPr>
      <w:r w:rsidRPr="008C6DE4">
        <w:rPr>
          <w:noProof/>
        </w:rPr>
        <w:t>-</w:t>
      </w:r>
      <w:r w:rsidRPr="008C6DE4">
        <w:rPr>
          <w:noProof/>
        </w:rPr>
        <w:tab/>
        <w:t>SMTC occasions configured for the inter-frequency carrier occur up to 1 ms before the start or up to 1 ms after the end of the SMTC occasions configured for the intra-frequency carrier, and</w:t>
      </w:r>
    </w:p>
    <w:p w14:paraId="1B1AED52" w14:textId="77777777" w:rsidR="00C21368" w:rsidRPr="008C6DE4" w:rsidRDefault="00C21368" w:rsidP="00C21368">
      <w:pPr>
        <w:ind w:left="568" w:hanging="284"/>
        <w:rPr>
          <w:noProof/>
        </w:rPr>
      </w:pPr>
      <w:r w:rsidRPr="008C6DE4">
        <w:rPr>
          <w:noProof/>
        </w:rPr>
        <w:lastRenderedPageBreak/>
        <w:t>-</w:t>
      </w:r>
      <w:r w:rsidRPr="008C6DE4">
        <w:rPr>
          <w:noProof/>
        </w:rPr>
        <w:tab/>
        <w:t xml:space="preserve">SMTC occasions configured for the intra-frequency carrier and for the inter-frequency carrier occur up to 1 ms before the start or up to 1 ms after the end of the paging occasion </w:t>
      </w:r>
      <w:r>
        <w:rPr>
          <w:noProof/>
        </w:rPr>
        <w:t xml:space="preserve">in </w:t>
      </w:r>
      <w:r w:rsidRPr="008C6DE4">
        <w:t>TS3</w:t>
      </w:r>
      <w:r w:rsidRPr="008C6DE4">
        <w:rPr>
          <w:lang w:eastAsia="zh-CN"/>
        </w:rPr>
        <w:t>8</w:t>
      </w:r>
      <w:r w:rsidRPr="008C6DE4">
        <w:t>.304</w:t>
      </w:r>
      <w:r>
        <w:t xml:space="preserve"> </w:t>
      </w:r>
      <w:r w:rsidRPr="008C6DE4">
        <w:rPr>
          <w:noProof/>
        </w:rPr>
        <w:t>[1].</w:t>
      </w:r>
    </w:p>
    <w:p w14:paraId="430263DA" w14:textId="77777777" w:rsidR="00E738E0" w:rsidRPr="008C6DE4" w:rsidRDefault="00E738E0" w:rsidP="00E738E0">
      <w:pPr>
        <w:pStyle w:val="TH"/>
        <w:rPr>
          <w:vertAlign w:val="subscript"/>
        </w:rPr>
      </w:pPr>
      <w:r w:rsidRPr="008C6DE4">
        <w:t>Table 4.2.2.4-1: T</w:t>
      </w:r>
      <w:r w:rsidRPr="008C6DE4">
        <w:rPr>
          <w:vertAlign w:val="subscript"/>
        </w:rPr>
        <w:t>detect,NR_Inter,</w:t>
      </w:r>
      <w:r w:rsidRPr="008C6DE4">
        <w:t xml:space="preserve"> T</w:t>
      </w:r>
      <w:r w:rsidRPr="008C6DE4">
        <w:rPr>
          <w:vertAlign w:val="subscript"/>
        </w:rPr>
        <w:t>measure,NR_Inter</w:t>
      </w:r>
      <w:r w:rsidRPr="008C6DE4">
        <w:t xml:space="preserve"> and T</w:t>
      </w:r>
      <w:r w:rsidRPr="008C6DE4">
        <w:rPr>
          <w:vertAlign w:val="subscript"/>
        </w:rPr>
        <w:t>evaluate,NR_Inter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021"/>
        <w:gridCol w:w="1023"/>
        <w:gridCol w:w="2140"/>
        <w:gridCol w:w="2141"/>
        <w:gridCol w:w="2141"/>
      </w:tblGrid>
      <w:tr w:rsidR="00DD3199" w:rsidRPr="008C6DE4" w14:paraId="43BA2EC1" w14:textId="77777777" w:rsidTr="00F15152">
        <w:trPr>
          <w:cantSplit/>
          <w:trHeight w:val="310"/>
          <w:jc w:val="center"/>
        </w:trPr>
        <w:tc>
          <w:tcPr>
            <w:tcW w:w="604" w:type="pct"/>
            <w:vMerge w:val="restart"/>
            <w:tcBorders>
              <w:top w:val="single" w:sz="4" w:space="0" w:color="auto"/>
              <w:left w:val="single" w:sz="4" w:space="0" w:color="auto"/>
              <w:bottom w:val="single" w:sz="4" w:space="0" w:color="auto"/>
              <w:right w:val="single" w:sz="4" w:space="0" w:color="auto"/>
            </w:tcBorders>
            <w:hideMark/>
          </w:tcPr>
          <w:p w14:paraId="4DBD687A" w14:textId="77777777" w:rsidR="00E738E0" w:rsidRPr="008C6DE4" w:rsidRDefault="00E738E0" w:rsidP="00847B8D">
            <w:pPr>
              <w:pStyle w:val="TAH"/>
            </w:pPr>
            <w:r w:rsidRPr="008C6DE4">
              <w:t>DRX cycle length [s]</w:t>
            </w:r>
          </w:p>
        </w:tc>
        <w:tc>
          <w:tcPr>
            <w:tcW w:w="1061" w:type="pct"/>
            <w:gridSpan w:val="2"/>
            <w:tcBorders>
              <w:top w:val="single" w:sz="4" w:space="0" w:color="auto"/>
              <w:left w:val="single" w:sz="4" w:space="0" w:color="auto"/>
              <w:bottom w:val="single" w:sz="4" w:space="0" w:color="auto"/>
              <w:right w:val="single" w:sz="4" w:space="0" w:color="auto"/>
            </w:tcBorders>
            <w:hideMark/>
          </w:tcPr>
          <w:p w14:paraId="765DF8B1" w14:textId="77777777" w:rsidR="00E738E0" w:rsidRPr="008C6DE4" w:rsidRDefault="00E738E0" w:rsidP="00847B8D">
            <w:pPr>
              <w:pStyle w:val="TAH"/>
            </w:pPr>
            <w:r w:rsidRPr="008C6DE4">
              <w:t>Scaling Factor (N1)</w:t>
            </w:r>
          </w:p>
        </w:tc>
        <w:tc>
          <w:tcPr>
            <w:tcW w:w="1111" w:type="pct"/>
            <w:vMerge w:val="restart"/>
            <w:tcBorders>
              <w:top w:val="single" w:sz="4" w:space="0" w:color="auto"/>
              <w:left w:val="single" w:sz="4" w:space="0" w:color="auto"/>
              <w:bottom w:val="single" w:sz="4" w:space="0" w:color="auto"/>
              <w:right w:val="single" w:sz="4" w:space="0" w:color="auto"/>
            </w:tcBorders>
            <w:hideMark/>
          </w:tcPr>
          <w:p w14:paraId="0E1A9F7B" w14:textId="77777777" w:rsidR="00E738E0" w:rsidRPr="008C6DE4" w:rsidRDefault="00E738E0" w:rsidP="00847B8D">
            <w:pPr>
              <w:pStyle w:val="TAH"/>
            </w:pPr>
            <w:r w:rsidRPr="008C6DE4">
              <w:t>T</w:t>
            </w:r>
            <w:r w:rsidRPr="008C6DE4">
              <w:rPr>
                <w:vertAlign w:val="subscript"/>
              </w:rPr>
              <w:t>detect,NR_</w:t>
            </w:r>
            <w:r w:rsidRPr="008C6DE4">
              <w:rPr>
                <w:rFonts w:cs="v4.2.0"/>
                <w:vertAlign w:val="subscript"/>
              </w:rPr>
              <w:t>Inter</w:t>
            </w:r>
            <w:r w:rsidRPr="008C6DE4">
              <w:t xml:space="preserve"> [s] (number of DRX cycles)</w:t>
            </w:r>
          </w:p>
        </w:tc>
        <w:tc>
          <w:tcPr>
            <w:tcW w:w="1112" w:type="pct"/>
            <w:vMerge w:val="restart"/>
            <w:tcBorders>
              <w:top w:val="single" w:sz="4" w:space="0" w:color="auto"/>
              <w:left w:val="single" w:sz="4" w:space="0" w:color="auto"/>
              <w:bottom w:val="single" w:sz="4" w:space="0" w:color="auto"/>
              <w:right w:val="single" w:sz="4" w:space="0" w:color="auto"/>
            </w:tcBorders>
            <w:hideMark/>
          </w:tcPr>
          <w:p w14:paraId="2E64EADB" w14:textId="77777777" w:rsidR="00E738E0" w:rsidRPr="008C6DE4" w:rsidRDefault="00E738E0" w:rsidP="00847B8D">
            <w:pPr>
              <w:pStyle w:val="TAH"/>
            </w:pPr>
            <w:r w:rsidRPr="008C6DE4">
              <w:t>T</w:t>
            </w:r>
            <w:r w:rsidRPr="008C6DE4">
              <w:rPr>
                <w:vertAlign w:val="subscript"/>
              </w:rPr>
              <w:t>measure,NR_</w:t>
            </w:r>
            <w:r w:rsidRPr="008C6DE4">
              <w:rPr>
                <w:rFonts w:cs="v4.2.0"/>
                <w:vertAlign w:val="subscript"/>
              </w:rPr>
              <w:t>Inter</w:t>
            </w:r>
            <w:r w:rsidRPr="008C6DE4">
              <w:t xml:space="preserve"> [s] (number of DRX cycles)</w:t>
            </w:r>
          </w:p>
        </w:tc>
        <w:tc>
          <w:tcPr>
            <w:tcW w:w="1112" w:type="pct"/>
            <w:vMerge w:val="restart"/>
            <w:tcBorders>
              <w:top w:val="single" w:sz="4" w:space="0" w:color="auto"/>
              <w:left w:val="single" w:sz="4" w:space="0" w:color="auto"/>
              <w:bottom w:val="single" w:sz="4" w:space="0" w:color="auto"/>
              <w:right w:val="single" w:sz="4" w:space="0" w:color="auto"/>
            </w:tcBorders>
            <w:hideMark/>
          </w:tcPr>
          <w:p w14:paraId="70929DBC" w14:textId="77777777" w:rsidR="00E738E0" w:rsidRPr="008C6DE4" w:rsidRDefault="00E738E0" w:rsidP="00847B8D">
            <w:pPr>
              <w:pStyle w:val="TAH"/>
            </w:pPr>
            <w:r w:rsidRPr="008C6DE4">
              <w:t>T</w:t>
            </w:r>
            <w:r w:rsidRPr="008C6DE4">
              <w:rPr>
                <w:vertAlign w:val="subscript"/>
              </w:rPr>
              <w:t>evaluate,NR_</w:t>
            </w:r>
            <w:r w:rsidRPr="008C6DE4">
              <w:rPr>
                <w:rFonts w:cs="v4.2.0"/>
                <w:vertAlign w:val="subscript"/>
              </w:rPr>
              <w:t>Inter</w:t>
            </w:r>
            <w:r w:rsidRPr="008C6DE4">
              <w:rPr>
                <w:rFonts w:cs="Arial"/>
              </w:rPr>
              <w:t xml:space="preserve"> </w:t>
            </w:r>
            <w:r w:rsidRPr="008C6DE4">
              <w:t>[s] (number of DRX cycles)</w:t>
            </w:r>
          </w:p>
        </w:tc>
      </w:tr>
      <w:tr w:rsidR="00DD3199" w:rsidRPr="008C6DE4" w14:paraId="380891F0" w14:textId="77777777" w:rsidTr="00F15152">
        <w:trPr>
          <w:cantSplit/>
          <w:trHeight w:val="3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A08CE3" w14:textId="77777777" w:rsidR="00E738E0" w:rsidRPr="008C6DE4" w:rsidRDefault="00E738E0" w:rsidP="00847B8D">
            <w:pPr>
              <w:pStyle w:val="TAH"/>
            </w:pPr>
          </w:p>
        </w:tc>
        <w:tc>
          <w:tcPr>
            <w:tcW w:w="530" w:type="pct"/>
            <w:tcBorders>
              <w:top w:val="single" w:sz="4" w:space="0" w:color="auto"/>
              <w:left w:val="single" w:sz="4" w:space="0" w:color="auto"/>
              <w:bottom w:val="single" w:sz="4" w:space="0" w:color="auto"/>
              <w:right w:val="single" w:sz="4" w:space="0" w:color="auto"/>
            </w:tcBorders>
            <w:hideMark/>
          </w:tcPr>
          <w:p w14:paraId="2249B416" w14:textId="77777777" w:rsidR="00E738E0" w:rsidRPr="008C6DE4" w:rsidRDefault="00E738E0" w:rsidP="00847B8D">
            <w:pPr>
              <w:pStyle w:val="TAH"/>
            </w:pPr>
            <w:r w:rsidRPr="008C6DE4">
              <w:t>FR1</w:t>
            </w:r>
          </w:p>
        </w:tc>
        <w:tc>
          <w:tcPr>
            <w:tcW w:w="530" w:type="pct"/>
            <w:tcBorders>
              <w:top w:val="single" w:sz="4" w:space="0" w:color="auto"/>
              <w:left w:val="single" w:sz="4" w:space="0" w:color="auto"/>
              <w:bottom w:val="single" w:sz="4" w:space="0" w:color="auto"/>
              <w:right w:val="single" w:sz="4" w:space="0" w:color="auto"/>
            </w:tcBorders>
            <w:hideMark/>
          </w:tcPr>
          <w:p w14:paraId="008E7EBF" w14:textId="77777777" w:rsidR="00E738E0" w:rsidRPr="008C6DE4" w:rsidRDefault="00E738E0" w:rsidP="00847B8D">
            <w:pPr>
              <w:pStyle w:val="TAH"/>
              <w:rPr>
                <w:vertAlign w:val="superscript"/>
              </w:rPr>
            </w:pPr>
            <w:r w:rsidRPr="008C6DE4">
              <w:t>FR2</w:t>
            </w:r>
            <w:r w:rsidRPr="008C6DE4">
              <w:rPr>
                <w:vertAlign w:val="superscript"/>
              </w:rPr>
              <w:t>Note1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A11530" w14:textId="77777777" w:rsidR="00E738E0" w:rsidRPr="008C6DE4" w:rsidRDefault="00E738E0" w:rsidP="00847B8D">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B6CE4C" w14:textId="77777777" w:rsidR="00E738E0" w:rsidRPr="008C6DE4" w:rsidRDefault="00E738E0" w:rsidP="00847B8D">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15025D" w14:textId="77777777" w:rsidR="00E738E0" w:rsidRPr="008C6DE4" w:rsidRDefault="00E738E0" w:rsidP="00847B8D">
            <w:pPr>
              <w:pStyle w:val="TAH"/>
            </w:pPr>
          </w:p>
        </w:tc>
      </w:tr>
      <w:tr w:rsidR="00DD3199" w:rsidRPr="008C6DE4" w14:paraId="03F374DA" w14:textId="77777777" w:rsidTr="00F15152">
        <w:trPr>
          <w:cantSplit/>
          <w:jc w:val="center"/>
        </w:trPr>
        <w:tc>
          <w:tcPr>
            <w:tcW w:w="604" w:type="pct"/>
            <w:tcBorders>
              <w:top w:val="single" w:sz="4" w:space="0" w:color="auto"/>
              <w:left w:val="single" w:sz="4" w:space="0" w:color="auto"/>
              <w:bottom w:val="single" w:sz="4" w:space="0" w:color="auto"/>
              <w:right w:val="single" w:sz="4" w:space="0" w:color="auto"/>
            </w:tcBorders>
            <w:hideMark/>
          </w:tcPr>
          <w:p w14:paraId="3BD36A19" w14:textId="77777777" w:rsidR="00E738E0" w:rsidRPr="008C6DE4" w:rsidRDefault="00E738E0" w:rsidP="00847B8D">
            <w:pPr>
              <w:pStyle w:val="TAC"/>
            </w:pPr>
            <w:r w:rsidRPr="008C6DE4">
              <w:t>0.32</w:t>
            </w:r>
          </w:p>
        </w:tc>
        <w:tc>
          <w:tcPr>
            <w:tcW w:w="530" w:type="pct"/>
            <w:vMerge w:val="restart"/>
            <w:tcBorders>
              <w:top w:val="single" w:sz="4" w:space="0" w:color="auto"/>
              <w:left w:val="single" w:sz="4" w:space="0" w:color="auto"/>
              <w:bottom w:val="single" w:sz="4" w:space="0" w:color="auto"/>
              <w:right w:val="single" w:sz="4" w:space="0" w:color="auto"/>
            </w:tcBorders>
            <w:vAlign w:val="center"/>
            <w:hideMark/>
          </w:tcPr>
          <w:p w14:paraId="389A069E" w14:textId="77777777" w:rsidR="00E738E0" w:rsidRPr="008C6DE4" w:rsidRDefault="00E738E0" w:rsidP="00847B8D">
            <w:pPr>
              <w:pStyle w:val="TAC"/>
            </w:pPr>
            <w:r w:rsidRPr="008C6DE4">
              <w:t>1</w:t>
            </w:r>
          </w:p>
        </w:tc>
        <w:tc>
          <w:tcPr>
            <w:tcW w:w="530" w:type="pct"/>
            <w:tcBorders>
              <w:top w:val="single" w:sz="4" w:space="0" w:color="auto"/>
              <w:left w:val="single" w:sz="4" w:space="0" w:color="auto"/>
              <w:bottom w:val="single" w:sz="4" w:space="0" w:color="auto"/>
              <w:right w:val="single" w:sz="4" w:space="0" w:color="auto"/>
            </w:tcBorders>
            <w:hideMark/>
          </w:tcPr>
          <w:p w14:paraId="07FCA475" w14:textId="77777777" w:rsidR="00E738E0" w:rsidRPr="008C6DE4" w:rsidRDefault="00E738E0" w:rsidP="00847B8D">
            <w:pPr>
              <w:pStyle w:val="TAC"/>
            </w:pPr>
            <w:r w:rsidRPr="008C6DE4">
              <w:t>8</w:t>
            </w:r>
          </w:p>
        </w:tc>
        <w:tc>
          <w:tcPr>
            <w:tcW w:w="1111" w:type="pct"/>
            <w:tcBorders>
              <w:top w:val="single" w:sz="4" w:space="0" w:color="auto"/>
              <w:left w:val="single" w:sz="4" w:space="0" w:color="auto"/>
              <w:bottom w:val="single" w:sz="4" w:space="0" w:color="auto"/>
              <w:right w:val="single" w:sz="4" w:space="0" w:color="auto"/>
            </w:tcBorders>
            <w:hideMark/>
          </w:tcPr>
          <w:p w14:paraId="023DD3CE" w14:textId="77777777" w:rsidR="00E738E0" w:rsidRPr="008C6DE4" w:rsidRDefault="00E738E0" w:rsidP="00847B8D">
            <w:pPr>
              <w:pStyle w:val="TAC"/>
            </w:pPr>
            <w:r w:rsidRPr="008C6DE4">
              <w:t xml:space="preserve">11.52 x N1 </w:t>
            </w:r>
            <w:r w:rsidRPr="008C6DE4">
              <w:rPr>
                <w:rFonts w:cs="Arial"/>
                <w:lang w:eastAsia="zh-CN"/>
              </w:rPr>
              <w:t xml:space="preserve">x 1.5 </w:t>
            </w:r>
            <w:r w:rsidRPr="008C6DE4">
              <w:t>(36 x N1</w:t>
            </w:r>
            <w:r w:rsidRPr="008C6DE4">
              <w:rPr>
                <w:rFonts w:cs="Arial"/>
                <w:lang w:eastAsia="zh-CN"/>
              </w:rPr>
              <w:t xml:space="preserve"> x 1.5</w:t>
            </w:r>
            <w:r w:rsidRPr="008C6DE4">
              <w:t>)</w:t>
            </w:r>
          </w:p>
        </w:tc>
        <w:tc>
          <w:tcPr>
            <w:tcW w:w="1112" w:type="pct"/>
            <w:tcBorders>
              <w:top w:val="single" w:sz="4" w:space="0" w:color="auto"/>
              <w:left w:val="single" w:sz="4" w:space="0" w:color="auto"/>
              <w:bottom w:val="single" w:sz="4" w:space="0" w:color="auto"/>
              <w:right w:val="single" w:sz="4" w:space="0" w:color="auto"/>
            </w:tcBorders>
            <w:hideMark/>
          </w:tcPr>
          <w:p w14:paraId="18F33B43" w14:textId="77777777" w:rsidR="00E738E0" w:rsidRPr="008C6DE4" w:rsidRDefault="00E738E0" w:rsidP="00847B8D">
            <w:pPr>
              <w:pStyle w:val="TAC"/>
            </w:pPr>
            <w:r w:rsidRPr="008C6DE4">
              <w:t xml:space="preserve">1.28 x N1 </w:t>
            </w:r>
            <w:r w:rsidRPr="008C6DE4">
              <w:rPr>
                <w:rFonts w:cs="Arial"/>
                <w:lang w:eastAsia="zh-CN"/>
              </w:rPr>
              <w:t xml:space="preserve">x 1.5 </w:t>
            </w:r>
            <w:r w:rsidRPr="008C6DE4">
              <w:t>(4 x N1</w:t>
            </w:r>
            <w:r w:rsidRPr="008C6DE4">
              <w:rPr>
                <w:rFonts w:cs="Arial"/>
                <w:lang w:eastAsia="zh-CN"/>
              </w:rPr>
              <w:t xml:space="preserve"> x 1.5</w:t>
            </w:r>
            <w:r w:rsidRPr="008C6DE4">
              <w:t>)</w:t>
            </w:r>
          </w:p>
        </w:tc>
        <w:tc>
          <w:tcPr>
            <w:tcW w:w="1112" w:type="pct"/>
            <w:tcBorders>
              <w:top w:val="single" w:sz="4" w:space="0" w:color="auto"/>
              <w:left w:val="single" w:sz="4" w:space="0" w:color="auto"/>
              <w:bottom w:val="single" w:sz="4" w:space="0" w:color="auto"/>
              <w:right w:val="single" w:sz="4" w:space="0" w:color="auto"/>
            </w:tcBorders>
            <w:hideMark/>
          </w:tcPr>
          <w:p w14:paraId="46354060" w14:textId="77777777" w:rsidR="00E738E0" w:rsidRPr="008C6DE4" w:rsidRDefault="00E738E0" w:rsidP="00847B8D">
            <w:pPr>
              <w:pStyle w:val="TAC"/>
            </w:pPr>
            <w:r w:rsidRPr="008C6DE4">
              <w:t xml:space="preserve">5.12 x N1 </w:t>
            </w:r>
            <w:r w:rsidRPr="008C6DE4">
              <w:rPr>
                <w:rFonts w:cs="Arial"/>
                <w:lang w:eastAsia="zh-CN"/>
              </w:rPr>
              <w:t xml:space="preserve">x 1.5 </w:t>
            </w:r>
            <w:r w:rsidRPr="008C6DE4">
              <w:t>(16 x N1</w:t>
            </w:r>
            <w:r w:rsidRPr="008C6DE4">
              <w:rPr>
                <w:rFonts w:cs="Arial"/>
                <w:lang w:eastAsia="zh-CN"/>
              </w:rPr>
              <w:t xml:space="preserve"> x 1.5</w:t>
            </w:r>
            <w:r w:rsidRPr="008C6DE4">
              <w:t>)</w:t>
            </w:r>
          </w:p>
        </w:tc>
      </w:tr>
      <w:tr w:rsidR="00DD3199" w:rsidRPr="008C6DE4" w14:paraId="3177F47E" w14:textId="77777777" w:rsidTr="00F15152">
        <w:trPr>
          <w:cantSplit/>
          <w:jc w:val="center"/>
        </w:trPr>
        <w:tc>
          <w:tcPr>
            <w:tcW w:w="604" w:type="pct"/>
            <w:tcBorders>
              <w:top w:val="single" w:sz="4" w:space="0" w:color="auto"/>
              <w:left w:val="single" w:sz="4" w:space="0" w:color="auto"/>
              <w:bottom w:val="single" w:sz="4" w:space="0" w:color="auto"/>
              <w:right w:val="single" w:sz="4" w:space="0" w:color="auto"/>
            </w:tcBorders>
            <w:hideMark/>
          </w:tcPr>
          <w:p w14:paraId="2DD677BC" w14:textId="77777777" w:rsidR="00E738E0" w:rsidRPr="008C6DE4" w:rsidRDefault="00E738E0" w:rsidP="00847B8D">
            <w:pPr>
              <w:pStyle w:val="TAC"/>
            </w:pPr>
            <w:r w:rsidRPr="008C6DE4">
              <w:t>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BC250A" w14:textId="77777777" w:rsidR="00E738E0" w:rsidRPr="008C6DE4" w:rsidRDefault="00E738E0" w:rsidP="00847B8D">
            <w:pPr>
              <w:pStyle w:val="TAC"/>
            </w:pPr>
          </w:p>
        </w:tc>
        <w:tc>
          <w:tcPr>
            <w:tcW w:w="530" w:type="pct"/>
            <w:tcBorders>
              <w:top w:val="single" w:sz="4" w:space="0" w:color="auto"/>
              <w:left w:val="single" w:sz="4" w:space="0" w:color="auto"/>
              <w:bottom w:val="single" w:sz="4" w:space="0" w:color="auto"/>
              <w:right w:val="single" w:sz="4" w:space="0" w:color="auto"/>
            </w:tcBorders>
            <w:hideMark/>
          </w:tcPr>
          <w:p w14:paraId="27E5BDE3" w14:textId="77777777" w:rsidR="00E738E0" w:rsidRPr="008C6DE4" w:rsidRDefault="00E738E0" w:rsidP="00847B8D">
            <w:pPr>
              <w:pStyle w:val="TAC"/>
            </w:pPr>
            <w:r w:rsidRPr="008C6DE4">
              <w:t>5</w:t>
            </w:r>
          </w:p>
        </w:tc>
        <w:tc>
          <w:tcPr>
            <w:tcW w:w="1111" w:type="pct"/>
            <w:tcBorders>
              <w:top w:val="single" w:sz="4" w:space="0" w:color="auto"/>
              <w:left w:val="single" w:sz="4" w:space="0" w:color="auto"/>
              <w:bottom w:val="single" w:sz="4" w:space="0" w:color="auto"/>
              <w:right w:val="single" w:sz="4" w:space="0" w:color="auto"/>
            </w:tcBorders>
            <w:hideMark/>
          </w:tcPr>
          <w:p w14:paraId="33B26B5B" w14:textId="77777777" w:rsidR="00E738E0" w:rsidRPr="008C6DE4" w:rsidRDefault="00E738E0" w:rsidP="00847B8D">
            <w:pPr>
              <w:pStyle w:val="TAC"/>
            </w:pPr>
            <w:r w:rsidRPr="008C6DE4">
              <w:t>17.92x N1 (28 x N1)</w:t>
            </w:r>
          </w:p>
        </w:tc>
        <w:tc>
          <w:tcPr>
            <w:tcW w:w="1112" w:type="pct"/>
            <w:tcBorders>
              <w:top w:val="single" w:sz="4" w:space="0" w:color="auto"/>
              <w:left w:val="single" w:sz="4" w:space="0" w:color="auto"/>
              <w:bottom w:val="single" w:sz="4" w:space="0" w:color="auto"/>
              <w:right w:val="single" w:sz="4" w:space="0" w:color="auto"/>
            </w:tcBorders>
            <w:hideMark/>
          </w:tcPr>
          <w:p w14:paraId="5ECD5D3F" w14:textId="77777777" w:rsidR="00E738E0" w:rsidRPr="008C6DE4" w:rsidRDefault="00E738E0" w:rsidP="00847B8D">
            <w:pPr>
              <w:pStyle w:val="TAC"/>
            </w:pPr>
            <w:r w:rsidRPr="008C6DE4">
              <w:t>1.28 x N1 (2 x N1)</w:t>
            </w:r>
          </w:p>
        </w:tc>
        <w:tc>
          <w:tcPr>
            <w:tcW w:w="1112" w:type="pct"/>
            <w:tcBorders>
              <w:top w:val="single" w:sz="4" w:space="0" w:color="auto"/>
              <w:left w:val="single" w:sz="4" w:space="0" w:color="auto"/>
              <w:bottom w:val="single" w:sz="4" w:space="0" w:color="auto"/>
              <w:right w:val="single" w:sz="4" w:space="0" w:color="auto"/>
            </w:tcBorders>
            <w:hideMark/>
          </w:tcPr>
          <w:p w14:paraId="077F15E7" w14:textId="77777777" w:rsidR="00E738E0" w:rsidRPr="008C6DE4" w:rsidRDefault="00E738E0" w:rsidP="00847B8D">
            <w:pPr>
              <w:pStyle w:val="TAC"/>
            </w:pPr>
            <w:r w:rsidRPr="008C6DE4">
              <w:t>5.12 x N1 (8 x N1)</w:t>
            </w:r>
          </w:p>
        </w:tc>
      </w:tr>
      <w:tr w:rsidR="00DD3199" w:rsidRPr="008C6DE4" w14:paraId="01D0E449" w14:textId="77777777" w:rsidTr="00F15152">
        <w:trPr>
          <w:cantSplit/>
          <w:jc w:val="center"/>
        </w:trPr>
        <w:tc>
          <w:tcPr>
            <w:tcW w:w="604" w:type="pct"/>
            <w:tcBorders>
              <w:top w:val="single" w:sz="4" w:space="0" w:color="auto"/>
              <w:left w:val="single" w:sz="4" w:space="0" w:color="auto"/>
              <w:bottom w:val="single" w:sz="4" w:space="0" w:color="auto"/>
              <w:right w:val="single" w:sz="4" w:space="0" w:color="auto"/>
            </w:tcBorders>
            <w:hideMark/>
          </w:tcPr>
          <w:p w14:paraId="61EB5ABE" w14:textId="77777777" w:rsidR="00E738E0" w:rsidRPr="008C6DE4" w:rsidRDefault="00E738E0" w:rsidP="00847B8D">
            <w:pPr>
              <w:pStyle w:val="TAC"/>
            </w:pPr>
            <w:r w:rsidRPr="008C6DE4">
              <w:t>1.28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05041E" w14:textId="77777777" w:rsidR="00E738E0" w:rsidRPr="008C6DE4" w:rsidRDefault="00E738E0" w:rsidP="00847B8D">
            <w:pPr>
              <w:pStyle w:val="TAC"/>
            </w:pPr>
          </w:p>
        </w:tc>
        <w:tc>
          <w:tcPr>
            <w:tcW w:w="530" w:type="pct"/>
            <w:tcBorders>
              <w:top w:val="single" w:sz="4" w:space="0" w:color="auto"/>
              <w:left w:val="single" w:sz="4" w:space="0" w:color="auto"/>
              <w:bottom w:val="single" w:sz="4" w:space="0" w:color="auto"/>
              <w:right w:val="single" w:sz="4" w:space="0" w:color="auto"/>
            </w:tcBorders>
            <w:hideMark/>
          </w:tcPr>
          <w:p w14:paraId="647BA540" w14:textId="77777777" w:rsidR="00E738E0" w:rsidRPr="008C6DE4" w:rsidRDefault="00E738E0" w:rsidP="00847B8D">
            <w:pPr>
              <w:pStyle w:val="TAC"/>
            </w:pPr>
            <w:r w:rsidRPr="008C6DE4">
              <w:t>4</w:t>
            </w:r>
          </w:p>
        </w:tc>
        <w:tc>
          <w:tcPr>
            <w:tcW w:w="1111" w:type="pct"/>
            <w:tcBorders>
              <w:top w:val="single" w:sz="4" w:space="0" w:color="auto"/>
              <w:left w:val="single" w:sz="4" w:space="0" w:color="auto"/>
              <w:bottom w:val="single" w:sz="4" w:space="0" w:color="auto"/>
              <w:right w:val="single" w:sz="4" w:space="0" w:color="auto"/>
            </w:tcBorders>
            <w:hideMark/>
          </w:tcPr>
          <w:p w14:paraId="767F647C" w14:textId="77777777" w:rsidR="00E738E0" w:rsidRPr="008C6DE4" w:rsidRDefault="00E738E0" w:rsidP="00847B8D">
            <w:pPr>
              <w:pStyle w:val="TAC"/>
            </w:pPr>
            <w:r w:rsidRPr="008C6DE4">
              <w:t>32 x N1 (25 x N1)</w:t>
            </w:r>
          </w:p>
        </w:tc>
        <w:tc>
          <w:tcPr>
            <w:tcW w:w="1112" w:type="pct"/>
            <w:tcBorders>
              <w:top w:val="single" w:sz="4" w:space="0" w:color="auto"/>
              <w:left w:val="single" w:sz="4" w:space="0" w:color="auto"/>
              <w:bottom w:val="single" w:sz="4" w:space="0" w:color="auto"/>
              <w:right w:val="single" w:sz="4" w:space="0" w:color="auto"/>
            </w:tcBorders>
            <w:hideMark/>
          </w:tcPr>
          <w:p w14:paraId="103ED9E4" w14:textId="77777777" w:rsidR="00E738E0" w:rsidRPr="008C6DE4" w:rsidRDefault="00E738E0" w:rsidP="00847B8D">
            <w:pPr>
              <w:pStyle w:val="TAC"/>
            </w:pPr>
            <w:r w:rsidRPr="008C6DE4">
              <w:t>1.28 x N1 (1 x N1)</w:t>
            </w:r>
          </w:p>
        </w:tc>
        <w:tc>
          <w:tcPr>
            <w:tcW w:w="1112" w:type="pct"/>
            <w:tcBorders>
              <w:top w:val="single" w:sz="4" w:space="0" w:color="auto"/>
              <w:left w:val="single" w:sz="4" w:space="0" w:color="auto"/>
              <w:bottom w:val="single" w:sz="4" w:space="0" w:color="auto"/>
              <w:right w:val="single" w:sz="4" w:space="0" w:color="auto"/>
            </w:tcBorders>
            <w:hideMark/>
          </w:tcPr>
          <w:p w14:paraId="5639C895" w14:textId="77777777" w:rsidR="00E738E0" w:rsidRPr="008C6DE4" w:rsidRDefault="00E738E0" w:rsidP="00847B8D">
            <w:pPr>
              <w:pStyle w:val="TAC"/>
            </w:pPr>
            <w:r w:rsidRPr="008C6DE4">
              <w:t>6.4 x N1 (5 x N1)</w:t>
            </w:r>
          </w:p>
        </w:tc>
      </w:tr>
      <w:tr w:rsidR="00DD3199" w:rsidRPr="008C6DE4" w14:paraId="07F3F73D" w14:textId="77777777" w:rsidTr="00F15152">
        <w:trPr>
          <w:cantSplit/>
          <w:jc w:val="center"/>
        </w:trPr>
        <w:tc>
          <w:tcPr>
            <w:tcW w:w="604" w:type="pct"/>
            <w:tcBorders>
              <w:top w:val="single" w:sz="4" w:space="0" w:color="auto"/>
              <w:left w:val="single" w:sz="4" w:space="0" w:color="auto"/>
              <w:bottom w:val="single" w:sz="4" w:space="0" w:color="auto"/>
              <w:right w:val="single" w:sz="4" w:space="0" w:color="auto"/>
            </w:tcBorders>
            <w:hideMark/>
          </w:tcPr>
          <w:p w14:paraId="45D26410" w14:textId="77777777" w:rsidR="00E738E0" w:rsidRPr="008C6DE4" w:rsidRDefault="00E738E0" w:rsidP="00847B8D">
            <w:pPr>
              <w:pStyle w:val="TAC"/>
            </w:pPr>
            <w:r w:rsidRPr="008C6DE4">
              <w:t>2.56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55A5B6" w14:textId="77777777" w:rsidR="00E738E0" w:rsidRPr="008C6DE4" w:rsidRDefault="00E738E0" w:rsidP="00847B8D">
            <w:pPr>
              <w:pStyle w:val="TAC"/>
            </w:pPr>
          </w:p>
        </w:tc>
        <w:tc>
          <w:tcPr>
            <w:tcW w:w="530" w:type="pct"/>
            <w:tcBorders>
              <w:top w:val="single" w:sz="4" w:space="0" w:color="auto"/>
              <w:left w:val="single" w:sz="4" w:space="0" w:color="auto"/>
              <w:bottom w:val="single" w:sz="4" w:space="0" w:color="auto"/>
              <w:right w:val="single" w:sz="4" w:space="0" w:color="auto"/>
            </w:tcBorders>
            <w:hideMark/>
          </w:tcPr>
          <w:p w14:paraId="77C3172C" w14:textId="77777777" w:rsidR="00E738E0" w:rsidRPr="008C6DE4" w:rsidRDefault="00E738E0" w:rsidP="00847B8D">
            <w:pPr>
              <w:pStyle w:val="TAC"/>
            </w:pPr>
            <w:r w:rsidRPr="008C6DE4">
              <w:t>3</w:t>
            </w:r>
          </w:p>
        </w:tc>
        <w:tc>
          <w:tcPr>
            <w:tcW w:w="1111" w:type="pct"/>
            <w:tcBorders>
              <w:top w:val="single" w:sz="4" w:space="0" w:color="auto"/>
              <w:left w:val="single" w:sz="4" w:space="0" w:color="auto"/>
              <w:bottom w:val="single" w:sz="4" w:space="0" w:color="auto"/>
              <w:right w:val="single" w:sz="4" w:space="0" w:color="auto"/>
            </w:tcBorders>
            <w:hideMark/>
          </w:tcPr>
          <w:p w14:paraId="125CEDF2" w14:textId="77777777" w:rsidR="00E738E0" w:rsidRPr="008C6DE4" w:rsidRDefault="00E738E0" w:rsidP="00847B8D">
            <w:pPr>
              <w:pStyle w:val="TAC"/>
            </w:pPr>
            <w:r w:rsidRPr="008C6DE4">
              <w:t>58.88 x N1 (23 x N1)</w:t>
            </w:r>
          </w:p>
        </w:tc>
        <w:tc>
          <w:tcPr>
            <w:tcW w:w="1112" w:type="pct"/>
            <w:tcBorders>
              <w:top w:val="single" w:sz="4" w:space="0" w:color="auto"/>
              <w:left w:val="single" w:sz="4" w:space="0" w:color="auto"/>
              <w:bottom w:val="single" w:sz="4" w:space="0" w:color="auto"/>
              <w:right w:val="single" w:sz="4" w:space="0" w:color="auto"/>
            </w:tcBorders>
            <w:hideMark/>
          </w:tcPr>
          <w:p w14:paraId="1221133D" w14:textId="77777777" w:rsidR="00E738E0" w:rsidRPr="008C6DE4" w:rsidRDefault="00E738E0" w:rsidP="00847B8D">
            <w:pPr>
              <w:pStyle w:val="TAC"/>
            </w:pPr>
            <w:r w:rsidRPr="008C6DE4">
              <w:t>2.56 x N1 (1 x N1)</w:t>
            </w:r>
          </w:p>
        </w:tc>
        <w:tc>
          <w:tcPr>
            <w:tcW w:w="1112" w:type="pct"/>
            <w:tcBorders>
              <w:top w:val="single" w:sz="4" w:space="0" w:color="auto"/>
              <w:left w:val="single" w:sz="4" w:space="0" w:color="auto"/>
              <w:bottom w:val="single" w:sz="4" w:space="0" w:color="auto"/>
              <w:right w:val="single" w:sz="4" w:space="0" w:color="auto"/>
            </w:tcBorders>
            <w:hideMark/>
          </w:tcPr>
          <w:p w14:paraId="19EBD917" w14:textId="77777777" w:rsidR="00E738E0" w:rsidRPr="008C6DE4" w:rsidRDefault="00E738E0" w:rsidP="00847B8D">
            <w:pPr>
              <w:pStyle w:val="TAC"/>
            </w:pPr>
            <w:r w:rsidRPr="008C6DE4">
              <w:t>7.68 x N1 (3 x N1)</w:t>
            </w:r>
          </w:p>
        </w:tc>
      </w:tr>
      <w:tr w:rsidR="00E738E0" w:rsidRPr="008C6DE4" w14:paraId="554AE45C" w14:textId="77777777" w:rsidTr="00F15152">
        <w:trPr>
          <w:cantSplit/>
          <w:jc w:val="center"/>
        </w:trPr>
        <w:tc>
          <w:tcPr>
            <w:tcW w:w="5000" w:type="pct"/>
            <w:gridSpan w:val="6"/>
            <w:tcBorders>
              <w:top w:val="single" w:sz="4" w:space="0" w:color="auto"/>
              <w:left w:val="single" w:sz="4" w:space="0" w:color="auto"/>
              <w:bottom w:val="single" w:sz="4" w:space="0" w:color="auto"/>
              <w:right w:val="single" w:sz="4" w:space="0" w:color="auto"/>
            </w:tcBorders>
            <w:hideMark/>
          </w:tcPr>
          <w:p w14:paraId="35609542" w14:textId="77777777" w:rsidR="00E738E0" w:rsidRPr="008C6DE4" w:rsidRDefault="00E738E0" w:rsidP="00847B8D">
            <w:pPr>
              <w:pStyle w:val="TAN"/>
            </w:pPr>
            <w:r w:rsidRPr="008C6DE4">
              <w:rPr>
                <w:snapToGrid w:val="0"/>
                <w:lang w:eastAsia="zh-CN"/>
              </w:rPr>
              <w:t>Note 1</w:t>
            </w:r>
            <w:r w:rsidRPr="008C6DE4">
              <w:t>:</w:t>
            </w:r>
            <w:r w:rsidRPr="008C6DE4">
              <w:rPr>
                <w:lang w:val="en-US"/>
              </w:rPr>
              <w:tab/>
            </w:r>
            <w:r w:rsidRPr="008C6DE4">
              <w:t xml:space="preserve">Applies for UE supporting power class </w:t>
            </w:r>
            <w:r w:rsidRPr="008C6DE4">
              <w:rPr>
                <w:lang w:eastAsia="zh-CN"/>
              </w:rPr>
              <w:t>2&amp;3&amp;4</w:t>
            </w:r>
            <w:r w:rsidRPr="008C6DE4">
              <w:t>. For UE supporting power class 1, N1 = 8 for all DRX cycle length.</w:t>
            </w:r>
          </w:p>
        </w:tc>
      </w:tr>
    </w:tbl>
    <w:p w14:paraId="35278007" w14:textId="77777777" w:rsidR="00E738E0" w:rsidRPr="008C6DE4" w:rsidRDefault="00E738E0" w:rsidP="00E738E0">
      <w:pPr>
        <w:rPr>
          <w:noProof/>
        </w:rPr>
      </w:pPr>
    </w:p>
    <w:p w14:paraId="476767E1" w14:textId="77777777" w:rsidR="00E738E0" w:rsidRPr="008C6DE4" w:rsidRDefault="00E738E0" w:rsidP="00E738E0">
      <w:pPr>
        <w:pStyle w:val="Heading4"/>
        <w:rPr>
          <w:lang w:val="en-US" w:eastAsia="zh-CN"/>
        </w:rPr>
      </w:pPr>
      <w:bookmarkStart w:id="33" w:name="_Toc5952539"/>
      <w:r w:rsidRPr="008C6DE4">
        <w:rPr>
          <w:lang w:val="en-US" w:eastAsia="zh-CN"/>
        </w:rPr>
        <w:t>4.2.2.5</w:t>
      </w:r>
      <w:r w:rsidRPr="008C6DE4">
        <w:rPr>
          <w:lang w:val="en-US" w:eastAsia="zh-CN"/>
        </w:rPr>
        <w:tab/>
        <w:t>Measurements of inter-RAT E-UTRAN cells</w:t>
      </w:r>
      <w:bookmarkEnd w:id="33"/>
    </w:p>
    <w:p w14:paraId="65090CAF" w14:textId="77777777" w:rsidR="00E738E0" w:rsidRPr="008C6DE4" w:rsidRDefault="00E738E0" w:rsidP="00E738E0">
      <w:pPr>
        <w:jc w:val="both"/>
      </w:pPr>
      <w:r w:rsidRPr="008C6DE4">
        <w:t>If Srxlev &gt; S</w:t>
      </w:r>
      <w:r w:rsidRPr="008C6DE4">
        <w:rPr>
          <w:vertAlign w:val="subscript"/>
        </w:rPr>
        <w:t>nonIntraSearchP</w:t>
      </w:r>
      <w:r w:rsidRPr="008C6DE4">
        <w:t xml:space="preserve"> and Squal &gt; S</w:t>
      </w:r>
      <w:r w:rsidRPr="008C6DE4">
        <w:rPr>
          <w:vertAlign w:val="subscript"/>
        </w:rPr>
        <w:t>nonIntraSearchQ</w:t>
      </w:r>
      <w:r w:rsidRPr="008C6DE4" w:rsidDel="00937E5B">
        <w:t xml:space="preserve"> </w:t>
      </w:r>
      <w:r w:rsidRPr="008C6DE4">
        <w:t>then the UE shall search for inter-RAT E-UTRAN layers of higher priority at least every T</w:t>
      </w:r>
      <w:r w:rsidRPr="008C6DE4">
        <w:rPr>
          <w:vertAlign w:val="subscript"/>
        </w:rPr>
        <w:t xml:space="preserve">higher_priority_search </w:t>
      </w:r>
      <w:r w:rsidRPr="008C6DE4">
        <w:t>where T</w:t>
      </w:r>
      <w:r w:rsidRPr="008C6DE4">
        <w:rPr>
          <w:vertAlign w:val="subscript"/>
        </w:rPr>
        <w:t>higher_priority_search</w:t>
      </w:r>
      <w:r w:rsidRPr="008C6DE4">
        <w:t xml:space="preserve"> is described in clause </w:t>
      </w:r>
      <w:smartTag w:uri="urn:schemas-microsoft-com:office:smarttags" w:element="chsdate">
        <w:smartTagPr>
          <w:attr w:name="Year" w:val="1899"/>
          <w:attr w:name="Month" w:val="12"/>
          <w:attr w:name="Day" w:val="30"/>
          <w:attr w:name="IsLunarDate" w:val="False"/>
          <w:attr w:name="IsROCDate" w:val="False"/>
        </w:smartTagPr>
        <w:r w:rsidRPr="008C6DE4">
          <w:t>4.2.2</w:t>
        </w:r>
      </w:smartTag>
    </w:p>
    <w:p w14:paraId="27388FA2" w14:textId="77777777" w:rsidR="00E738E0" w:rsidRPr="008C6DE4" w:rsidRDefault="00E738E0" w:rsidP="00E738E0">
      <w:pPr>
        <w:jc w:val="both"/>
      </w:pPr>
      <w:r w:rsidRPr="008C6DE4">
        <w:t xml:space="preserve">If Srxlev </w:t>
      </w:r>
      <w:r w:rsidRPr="008C6DE4">
        <w:rPr>
          <w:rFonts w:hint="eastAsia"/>
        </w:rPr>
        <w:t>≤</w:t>
      </w:r>
      <w:r w:rsidRPr="008C6DE4">
        <w:t xml:space="preserve"> S</w:t>
      </w:r>
      <w:r w:rsidRPr="008C6DE4">
        <w:rPr>
          <w:vertAlign w:val="subscript"/>
        </w:rPr>
        <w:t>nonIntraSearchP</w:t>
      </w:r>
      <w:r w:rsidRPr="008C6DE4">
        <w:t xml:space="preserve"> or Squal </w:t>
      </w:r>
      <w:r w:rsidRPr="008C6DE4">
        <w:rPr>
          <w:rFonts w:hint="eastAsia"/>
        </w:rPr>
        <w:t>≤</w:t>
      </w:r>
      <w:r w:rsidRPr="008C6DE4">
        <w:t xml:space="preserve"> S</w:t>
      </w:r>
      <w:r w:rsidRPr="008C6DE4">
        <w:rPr>
          <w:vertAlign w:val="subscript"/>
        </w:rPr>
        <w:t xml:space="preserve">nonIntraSearchQ </w:t>
      </w:r>
      <w:r w:rsidRPr="008C6DE4">
        <w:t>then the UE shall search for and measure inter-RAT E-UTRAN layers of higher, lower priority in preparation for possible reselection. In this scenario, the minimum rate at which the UE is required to search for and measure higher priority inter-RAT E-UTRAN layers shall be the same as that defined below for lower priority RATs.</w:t>
      </w:r>
    </w:p>
    <w:p w14:paraId="3FEB0F92" w14:textId="00D15D80" w:rsidR="00E738E0" w:rsidRPr="008C6DE4" w:rsidRDefault="00E738E0" w:rsidP="00E738E0">
      <w:pPr>
        <w:jc w:val="both"/>
        <w:rPr>
          <w:rFonts w:cs="v4.2.0"/>
        </w:rPr>
      </w:pPr>
      <w:r w:rsidRPr="008C6DE4">
        <w:t xml:space="preserve">The requirements in this </w:t>
      </w:r>
      <w:r w:rsidR="00854981" w:rsidRPr="008C6DE4">
        <w:t>clause</w:t>
      </w:r>
      <w:r w:rsidRPr="008C6DE4">
        <w:t xml:space="preserve"> apply for inter-RAT E-UTRAN FDD measurements and E-UTRA TDD measurements</w:t>
      </w:r>
      <w:r w:rsidRPr="008C6DE4">
        <w:rPr>
          <w:rFonts w:cs="v4.2.0"/>
          <w:lang w:eastAsia="zh-CN"/>
        </w:rPr>
        <w:t xml:space="preserve">. </w:t>
      </w:r>
      <w:r w:rsidRPr="008C6DE4">
        <w:rPr>
          <w:rFonts w:cs="v4.2.0"/>
        </w:rPr>
        <w:t xml:space="preserve">When the measurement rules indicate that </w:t>
      </w:r>
      <w:r w:rsidRPr="008C6DE4">
        <w:rPr>
          <w:lang w:val="en-US" w:eastAsia="zh-CN"/>
        </w:rPr>
        <w:t>inter-RAT E-UTRAN</w:t>
      </w:r>
      <w:r w:rsidRPr="008C6DE4">
        <w:rPr>
          <w:rFonts w:cs="v4.2.0"/>
        </w:rPr>
        <w:t xml:space="preserve"> cells are to be measured, the UE shall measure </w:t>
      </w:r>
      <w:r w:rsidRPr="008C6DE4">
        <w:rPr>
          <w:rFonts w:cs="v4.2.0"/>
          <w:lang w:eastAsia="zh-CN"/>
        </w:rPr>
        <w:t>RSRP and RSRQ</w:t>
      </w:r>
      <w:r w:rsidRPr="008C6DE4">
        <w:rPr>
          <w:rFonts w:cs="v4.2.0"/>
        </w:rPr>
        <w:t xml:space="preserve"> of detected </w:t>
      </w:r>
      <w:r w:rsidRPr="008C6DE4">
        <w:rPr>
          <w:rFonts w:cs="v4.2.0"/>
          <w:lang w:eastAsia="zh-CN"/>
        </w:rPr>
        <w:t>E-</w:t>
      </w:r>
      <w:r w:rsidRPr="008C6DE4">
        <w:rPr>
          <w:rFonts w:cs="v4.2.0"/>
        </w:rPr>
        <w:t xml:space="preserve">UTRA cells in the neighbour frequency list at the minimum measurement rate specified in this </w:t>
      </w:r>
      <w:r w:rsidR="00854981" w:rsidRPr="008C6DE4">
        <w:rPr>
          <w:rFonts w:cs="v4.2.0"/>
        </w:rPr>
        <w:t>clause</w:t>
      </w:r>
      <w:r w:rsidRPr="008C6DE4">
        <w:rPr>
          <w:rFonts w:cs="v4.2.0"/>
        </w:rPr>
        <w:t>. The parameter N</w:t>
      </w:r>
      <w:r w:rsidRPr="008C6DE4">
        <w:rPr>
          <w:rFonts w:cs="v4.2.0"/>
          <w:vertAlign w:val="subscript"/>
          <w:lang w:eastAsia="zh-CN"/>
        </w:rPr>
        <w:t>E</w:t>
      </w:r>
      <w:r w:rsidRPr="008C6DE4">
        <w:rPr>
          <w:rFonts w:cs="v4.2.0"/>
          <w:vertAlign w:val="subscript"/>
        </w:rPr>
        <w:t>UTRA_carrier</w:t>
      </w:r>
      <w:r w:rsidRPr="008C6DE4">
        <w:rPr>
          <w:rFonts w:cs="v4.2.0"/>
        </w:rPr>
        <w:t xml:space="preserve"> is the total number of configured E-UTRA carriers in the neighbour frequency list. The UE shall filter </w:t>
      </w:r>
      <w:r w:rsidRPr="008C6DE4">
        <w:rPr>
          <w:rFonts w:cs="v4.2.0"/>
          <w:lang w:eastAsia="zh-CN"/>
        </w:rPr>
        <w:t>RSRP and RSRQ</w:t>
      </w:r>
      <w:r w:rsidRPr="008C6DE4">
        <w:rPr>
          <w:rFonts w:cs="v4.2.0"/>
        </w:rPr>
        <w:t xml:space="preserve"> measurements of each measured </w:t>
      </w:r>
      <w:r w:rsidRPr="008C6DE4">
        <w:rPr>
          <w:rFonts w:cs="v4.2.0"/>
          <w:lang w:eastAsia="zh-CN"/>
        </w:rPr>
        <w:t>E-</w:t>
      </w:r>
      <w:r w:rsidRPr="008C6DE4">
        <w:rPr>
          <w:rFonts w:cs="v4.2.0"/>
        </w:rPr>
        <w:t>UTRA cell using at least 2 measurements. Within the set of measurements used for the filtering, at least two measurements shall be spaced by at least T</w:t>
      </w:r>
      <w:r w:rsidRPr="008C6DE4">
        <w:rPr>
          <w:rFonts w:cs="v4.2.0"/>
          <w:vertAlign w:val="subscript"/>
        </w:rPr>
        <w:t>measure,</w:t>
      </w:r>
      <w:r w:rsidRPr="008C6DE4">
        <w:rPr>
          <w:rFonts w:cs="v4.2.0"/>
          <w:vertAlign w:val="subscript"/>
          <w:lang w:eastAsia="zh-CN"/>
        </w:rPr>
        <w:t>E</w:t>
      </w:r>
      <w:r w:rsidRPr="008C6DE4">
        <w:rPr>
          <w:rFonts w:cs="v4.2.0"/>
          <w:vertAlign w:val="subscript"/>
        </w:rPr>
        <w:t>UTRAN</w:t>
      </w:r>
      <w:r w:rsidRPr="008C6DE4">
        <w:rPr>
          <w:rFonts w:cs="v4.2.0"/>
        </w:rPr>
        <w:t>/2.</w:t>
      </w:r>
    </w:p>
    <w:p w14:paraId="37C12616" w14:textId="77777777" w:rsidR="00E738E0" w:rsidRPr="008C6DE4" w:rsidRDefault="00E738E0" w:rsidP="00E738E0">
      <w:pPr>
        <w:jc w:val="both"/>
        <w:rPr>
          <w:rFonts w:cs="v4.2.0"/>
        </w:rPr>
      </w:pPr>
      <w:r w:rsidRPr="008C6DE4">
        <w:rPr>
          <w:rFonts w:cs="v4.2.0"/>
        </w:rPr>
        <w:t>An inter-RAT E-UTRA cell is considered to be detectable provided the following conditions are fulfilled:</w:t>
      </w:r>
    </w:p>
    <w:p w14:paraId="07DEEFDD" w14:textId="77777777" w:rsidR="00E738E0" w:rsidRPr="008C6DE4" w:rsidRDefault="00E738E0" w:rsidP="00E738E0">
      <w:pPr>
        <w:pStyle w:val="B10"/>
      </w:pPr>
      <w:r w:rsidRPr="008C6DE4">
        <w:t>-</w:t>
      </w:r>
      <w:r w:rsidRPr="008C6DE4">
        <w:tab/>
        <w:t>the same conditions as for inter-frequency RSRP measurements specified in TS 36.133 [15, Annex B.1.2] are fulfilled for a corresponding Band, and</w:t>
      </w:r>
    </w:p>
    <w:p w14:paraId="0EA4AAE9" w14:textId="77777777" w:rsidR="00E738E0" w:rsidRPr="008C6DE4" w:rsidRDefault="00E738E0" w:rsidP="00E738E0">
      <w:pPr>
        <w:pStyle w:val="B10"/>
      </w:pPr>
      <w:r w:rsidRPr="008C6DE4">
        <w:t>-</w:t>
      </w:r>
      <w:r w:rsidRPr="008C6DE4">
        <w:tab/>
        <w:t>the same conditions as for inter-frequency RSRQ measurements specified in TS 36.133 [15, Annex B.1.2] are fulfilled for a corresponding Band.</w:t>
      </w:r>
    </w:p>
    <w:p w14:paraId="5E3D53E8" w14:textId="77777777" w:rsidR="00E738E0" w:rsidRPr="008C6DE4" w:rsidRDefault="00E738E0" w:rsidP="00E738E0">
      <w:pPr>
        <w:pStyle w:val="B10"/>
        <w:rPr>
          <w:rFonts w:cs="v4.2.0"/>
        </w:rPr>
      </w:pPr>
      <w:r w:rsidRPr="008C6DE4">
        <w:t>-</w:t>
      </w:r>
      <w:r w:rsidRPr="008C6DE4">
        <w:tab/>
        <w:t>SCH conditions specified in TS 36.133 [15, Annex B.1.2] are fulfilled for a corresponding Band</w:t>
      </w:r>
    </w:p>
    <w:p w14:paraId="2D8C2748" w14:textId="77777777" w:rsidR="00C21368" w:rsidRPr="008C6DE4" w:rsidRDefault="00C21368" w:rsidP="00C21368">
      <w:pPr>
        <w:rPr>
          <w:rFonts w:cs="v4.2.0"/>
        </w:rPr>
      </w:pPr>
      <w:r w:rsidRPr="008C6DE4">
        <w:rPr>
          <w:rFonts w:cs="v4.2.0"/>
        </w:rPr>
        <w:t>The UE shall be able to evaluate whether a newly detectable</w:t>
      </w:r>
      <w:r w:rsidRPr="008C6DE4">
        <w:rPr>
          <w:lang w:val="en-US" w:eastAsia="zh-CN"/>
        </w:rPr>
        <w:t xml:space="preserve"> inter-RAT E-UTRAN</w:t>
      </w:r>
      <w:r w:rsidRPr="008C6DE4">
        <w:rPr>
          <w:rFonts w:cs="v4.2.0"/>
        </w:rPr>
        <w:t xml:space="preserve"> cell meets the reselection criteria defined in TS3</w:t>
      </w:r>
      <w:r w:rsidRPr="008C6DE4">
        <w:rPr>
          <w:rFonts w:cs="v4.2.0"/>
          <w:lang w:eastAsia="zh-CN"/>
        </w:rPr>
        <w:t>8</w:t>
      </w:r>
      <w:r w:rsidRPr="008C6DE4">
        <w:rPr>
          <w:rFonts w:cs="v4.2.0"/>
        </w:rPr>
        <w:t>.304</w:t>
      </w:r>
      <w:r>
        <w:rPr>
          <w:rFonts w:cs="v4.2.0"/>
        </w:rPr>
        <w:t xml:space="preserve"> [1]</w:t>
      </w:r>
      <w:r w:rsidRPr="008C6DE4">
        <w:rPr>
          <w:rFonts w:cs="v4.2.0"/>
        </w:rPr>
        <w:t xml:space="preserve"> within </w:t>
      </w:r>
      <w:r w:rsidRPr="008C6DE4">
        <w:t>(N</w:t>
      </w:r>
      <w:r w:rsidRPr="008C6DE4">
        <w:rPr>
          <w:vertAlign w:val="subscript"/>
          <w:lang w:eastAsia="zh-CN"/>
        </w:rPr>
        <w:t>E</w:t>
      </w:r>
      <w:r w:rsidRPr="008C6DE4">
        <w:rPr>
          <w:vertAlign w:val="subscript"/>
        </w:rPr>
        <w:t>UTRA_carrier</w:t>
      </w:r>
      <w:r w:rsidRPr="008C6DE4">
        <w:t>)</w:t>
      </w:r>
      <w:r w:rsidRPr="008C6DE4">
        <w:rPr>
          <w:rFonts w:cs="v4.2.0"/>
        </w:rPr>
        <w:t xml:space="preserve"> * </w:t>
      </w:r>
      <w:r w:rsidRPr="008C6DE4">
        <w:t>T</w:t>
      </w:r>
      <w:r w:rsidRPr="008C6DE4">
        <w:rPr>
          <w:vertAlign w:val="subscript"/>
        </w:rPr>
        <w:t>detect,</w:t>
      </w:r>
      <w:r w:rsidRPr="008C6DE4">
        <w:rPr>
          <w:vertAlign w:val="subscript"/>
          <w:lang w:eastAsia="zh-CN"/>
        </w:rPr>
        <w:t>E</w:t>
      </w:r>
      <w:r w:rsidRPr="008C6DE4">
        <w:rPr>
          <w:vertAlign w:val="subscript"/>
        </w:rPr>
        <w:t>UTRAN</w:t>
      </w:r>
      <w:r w:rsidRPr="008C6DE4">
        <w:rPr>
          <w:rFonts w:cs="v4.2.0"/>
        </w:rPr>
        <w:t xml:space="preserve"> </w:t>
      </w:r>
      <w:r w:rsidRPr="008C6DE4">
        <w:t xml:space="preserve">when Srxlev </w:t>
      </w:r>
      <w:r w:rsidRPr="008C6DE4">
        <w:rPr>
          <w:rFonts w:hint="eastAsia"/>
        </w:rPr>
        <w:t>≤</w:t>
      </w:r>
      <w:r w:rsidRPr="008C6DE4">
        <w:t xml:space="preserve"> S</w:t>
      </w:r>
      <w:r w:rsidRPr="008C6DE4">
        <w:rPr>
          <w:vertAlign w:val="subscript"/>
        </w:rPr>
        <w:t>nonIntraSearchP</w:t>
      </w:r>
      <w:r w:rsidRPr="008C6DE4">
        <w:t xml:space="preserve"> or Squal </w:t>
      </w:r>
      <w:r w:rsidRPr="008C6DE4">
        <w:rPr>
          <w:rFonts w:hint="eastAsia"/>
        </w:rPr>
        <w:t>≤</w:t>
      </w:r>
      <w:r w:rsidRPr="008C6DE4">
        <w:t xml:space="preserve"> S</w:t>
      </w:r>
      <w:r w:rsidRPr="008C6DE4">
        <w:rPr>
          <w:vertAlign w:val="subscript"/>
        </w:rPr>
        <w:t>nonIntraSearchQ</w:t>
      </w:r>
      <w:r w:rsidRPr="008C6DE4">
        <w:t xml:space="preserve"> </w:t>
      </w:r>
      <w:r w:rsidRPr="008C6DE4">
        <w:rPr>
          <w:rFonts w:cs="v4.2.0"/>
        </w:rPr>
        <w:t xml:space="preserve">when </w:t>
      </w:r>
      <w:r w:rsidRPr="008C6DE4">
        <w:t>T</w:t>
      </w:r>
      <w:r w:rsidRPr="008C6DE4">
        <w:rPr>
          <w:vertAlign w:val="subscript"/>
        </w:rPr>
        <w:t>reselection</w:t>
      </w:r>
      <w:r w:rsidRPr="008C6DE4">
        <w:rPr>
          <w:rFonts w:cs="v4.2.0"/>
        </w:rPr>
        <w:t xml:space="preserve"> = 0</w:t>
      </w:r>
      <w:r w:rsidRPr="008C6DE4">
        <w:t xml:space="preserve"> </w:t>
      </w:r>
      <w:r w:rsidRPr="008C6DE4">
        <w:rPr>
          <w:rFonts w:cs="v4.2.0"/>
        </w:rPr>
        <w:t>provided that the reselection criteria is met by a margin of</w:t>
      </w:r>
      <w:r w:rsidRPr="008C6DE4">
        <w:rPr>
          <w:rFonts w:cs="v4.2.0"/>
          <w:lang w:eastAsia="zh-CN"/>
        </w:rPr>
        <w:t xml:space="preserve"> </w:t>
      </w:r>
      <w:r w:rsidRPr="008C6DE4">
        <w:rPr>
          <w:rFonts w:cs="v4.2.0"/>
        </w:rPr>
        <w:t>at least 6dB for RSRP reselections based on absolute priorities or 4dB for RSRQ reselections based on absolute priorities</w:t>
      </w:r>
      <w:r w:rsidRPr="008C6DE4">
        <w:rPr>
          <w:rFonts w:cs="v4.2.0"/>
          <w:lang w:eastAsia="zh-CN"/>
        </w:rPr>
        <w:t>.</w:t>
      </w:r>
    </w:p>
    <w:p w14:paraId="3F477C09" w14:textId="77777777" w:rsidR="00E738E0" w:rsidRPr="008C6DE4" w:rsidRDefault="00E738E0" w:rsidP="00E738E0">
      <w:pPr>
        <w:jc w:val="both"/>
        <w:rPr>
          <w:rFonts w:cs="v4.2.0"/>
        </w:rPr>
      </w:pPr>
      <w:r w:rsidRPr="008C6DE4">
        <w:rPr>
          <w:rFonts w:cs="v4.2.0"/>
        </w:rPr>
        <w:t>Cells which have been detected shall be measured at least every (N</w:t>
      </w:r>
      <w:r w:rsidRPr="008C6DE4">
        <w:rPr>
          <w:rFonts w:cs="v4.2.0"/>
          <w:vertAlign w:val="subscript"/>
          <w:lang w:eastAsia="zh-CN"/>
        </w:rPr>
        <w:t>E</w:t>
      </w:r>
      <w:r w:rsidRPr="008C6DE4">
        <w:rPr>
          <w:rFonts w:cs="v4.2.0"/>
          <w:vertAlign w:val="subscript"/>
        </w:rPr>
        <w:t>UTRA_carrier</w:t>
      </w:r>
      <w:r w:rsidRPr="008C6DE4">
        <w:rPr>
          <w:rFonts w:cs="v4.2.0"/>
        </w:rPr>
        <w:t>) * T</w:t>
      </w:r>
      <w:r w:rsidRPr="008C6DE4">
        <w:rPr>
          <w:rFonts w:cs="v4.2.0"/>
          <w:vertAlign w:val="subscript"/>
        </w:rPr>
        <w:t>measure,</w:t>
      </w:r>
      <w:r w:rsidRPr="008C6DE4">
        <w:rPr>
          <w:rFonts w:cs="v4.2.0"/>
          <w:vertAlign w:val="subscript"/>
          <w:lang w:eastAsia="zh-CN"/>
        </w:rPr>
        <w:t>E</w:t>
      </w:r>
      <w:r w:rsidRPr="008C6DE4">
        <w:rPr>
          <w:rFonts w:cs="v4.2.0"/>
          <w:vertAlign w:val="subscript"/>
        </w:rPr>
        <w:t>UTRAN</w:t>
      </w:r>
      <w:r w:rsidRPr="008C6DE4">
        <w:rPr>
          <w:rFonts w:cs="v4.2.0"/>
        </w:rPr>
        <w:t xml:space="preserve"> when </w:t>
      </w:r>
      <w:r w:rsidRPr="008C6DE4">
        <w:t xml:space="preserve">Srxlev </w:t>
      </w:r>
      <w:r w:rsidRPr="008C6DE4">
        <w:rPr>
          <w:rFonts w:hint="eastAsia"/>
        </w:rPr>
        <w:t>≤</w:t>
      </w:r>
      <w:r w:rsidRPr="008C6DE4">
        <w:t xml:space="preserve"> S</w:t>
      </w:r>
      <w:r w:rsidRPr="008C6DE4">
        <w:rPr>
          <w:vertAlign w:val="subscript"/>
        </w:rPr>
        <w:t>nonIntraSearchP</w:t>
      </w:r>
      <w:r w:rsidRPr="008C6DE4">
        <w:t xml:space="preserve"> or Squal </w:t>
      </w:r>
      <w:r w:rsidRPr="008C6DE4">
        <w:rPr>
          <w:rFonts w:hint="eastAsia"/>
        </w:rPr>
        <w:t>≤</w:t>
      </w:r>
      <w:r w:rsidRPr="008C6DE4">
        <w:t xml:space="preserve"> S</w:t>
      </w:r>
      <w:r w:rsidRPr="008C6DE4">
        <w:rPr>
          <w:vertAlign w:val="subscript"/>
        </w:rPr>
        <w:t>nonIntraSearchQ</w:t>
      </w:r>
      <w:r w:rsidRPr="008C6DE4">
        <w:rPr>
          <w:rFonts w:cs="v4.2.0"/>
        </w:rPr>
        <w:t>.</w:t>
      </w:r>
    </w:p>
    <w:p w14:paraId="346E434E" w14:textId="475B0B79" w:rsidR="00E738E0" w:rsidRPr="008C6DE4" w:rsidRDefault="00E738E0" w:rsidP="00E738E0">
      <w:pPr>
        <w:jc w:val="both"/>
      </w:pPr>
      <w:r w:rsidRPr="008C6DE4">
        <w:t xml:space="preserve">When higher priority cells are found by the higher priority search, they shall be measured at least every </w:t>
      </w:r>
      <w:r w:rsidRPr="008C6DE4">
        <w:rPr>
          <w:rFonts w:cs="v4.2.0"/>
        </w:rPr>
        <w:t>T</w:t>
      </w:r>
      <w:r w:rsidRPr="008C6DE4">
        <w:rPr>
          <w:rFonts w:cs="v4.2.0"/>
          <w:vertAlign w:val="subscript"/>
        </w:rPr>
        <w:t>measure,</w:t>
      </w:r>
      <w:r w:rsidRPr="008C6DE4">
        <w:rPr>
          <w:rFonts w:cs="v4.2.0"/>
          <w:vertAlign w:val="subscript"/>
          <w:lang w:eastAsia="zh-CN"/>
        </w:rPr>
        <w:t>E</w:t>
      </w:r>
      <w:r w:rsidRPr="008C6DE4">
        <w:rPr>
          <w:rFonts w:cs="v4.2.0"/>
          <w:vertAlign w:val="subscript"/>
        </w:rPr>
        <w:t>UTRAN</w:t>
      </w:r>
      <w:r w:rsidRPr="008C6DE4">
        <w:t xml:space="preserve">. If, after detecting a cell in a higher priority search, it is determined that reselection has not occurred then the UE is not required to continuously measure the detected cell to evaluate the ongoing possibility of reselection. However, the minimum measurement filtering requirements specified later in this </w:t>
      </w:r>
      <w:r w:rsidR="00854981" w:rsidRPr="008C6DE4">
        <w:t>clause</w:t>
      </w:r>
      <w:r w:rsidRPr="008C6DE4">
        <w:t xml:space="preserve"> shall still be met by the UE before it makes any determination that it may stop measuring the cell.</w:t>
      </w:r>
    </w:p>
    <w:p w14:paraId="0518DF9B" w14:textId="77777777" w:rsidR="00E738E0" w:rsidRPr="008C6DE4" w:rsidRDefault="00E738E0" w:rsidP="00E738E0">
      <w:pPr>
        <w:jc w:val="both"/>
      </w:pPr>
      <w:r w:rsidRPr="008C6DE4">
        <w:t>If the UE detects on an inter-RAT E-UTRAN carrier a cell whose physical identity is indicated as not allowed for that carrier in the measurement control system information of the serving cell, the UE is not required to perform measurements on that cell.</w:t>
      </w:r>
    </w:p>
    <w:p w14:paraId="2646EFBD" w14:textId="77777777" w:rsidR="00E738E0" w:rsidRPr="008C6DE4" w:rsidRDefault="00E738E0" w:rsidP="00E738E0">
      <w:pPr>
        <w:jc w:val="both"/>
        <w:rPr>
          <w:rFonts w:cs="v4.2.0"/>
        </w:rPr>
      </w:pPr>
      <w:r w:rsidRPr="008C6DE4">
        <w:t xml:space="preserve">The UE shall not consider an </w:t>
      </w:r>
      <w:r w:rsidRPr="008C6DE4">
        <w:rPr>
          <w:lang w:val="en-US" w:eastAsia="zh-CN"/>
        </w:rPr>
        <w:t xml:space="preserve">inter-RAT </w:t>
      </w:r>
      <w:r w:rsidRPr="008C6DE4">
        <w:t>E-UTRA cell in cell reselection, if it is indicated as not allowed in the measurement control system information of the serving cell.</w:t>
      </w:r>
    </w:p>
    <w:p w14:paraId="0A67E281" w14:textId="77777777" w:rsidR="00E738E0" w:rsidRPr="008C6DE4" w:rsidRDefault="00E738E0" w:rsidP="00E738E0">
      <w:pPr>
        <w:rPr>
          <w:rFonts w:cs="v4.2.0"/>
          <w:lang w:eastAsia="zh-CN"/>
        </w:rPr>
      </w:pPr>
      <w:r w:rsidRPr="008C6DE4">
        <w:rPr>
          <w:rFonts w:cs="v4.2.0"/>
        </w:rPr>
        <w:lastRenderedPageBreak/>
        <w:t xml:space="preserve">For a cell that has been already detected, but that has not been reselected to, the filtering shall be such that the UE shall be capable of evaluating that an already identified </w:t>
      </w:r>
      <w:r w:rsidRPr="008C6DE4">
        <w:rPr>
          <w:rFonts w:cs="v4.2.0"/>
          <w:lang w:eastAsia="zh-CN"/>
        </w:rPr>
        <w:t>inter-RAT E-</w:t>
      </w:r>
      <w:r w:rsidRPr="008C6DE4">
        <w:rPr>
          <w:rFonts w:cs="v4.2.0"/>
        </w:rPr>
        <w:t>UTRA cell has met reselection criterion defined in TS 3</w:t>
      </w:r>
      <w:r w:rsidRPr="008C6DE4">
        <w:rPr>
          <w:rFonts w:cs="v4.2.0"/>
          <w:lang w:eastAsia="zh-CN"/>
        </w:rPr>
        <w:t>8</w:t>
      </w:r>
      <w:r w:rsidRPr="008C6DE4">
        <w:rPr>
          <w:rFonts w:cs="v4.2.0"/>
        </w:rPr>
        <w:t>.304 [1] within (N</w:t>
      </w:r>
      <w:r w:rsidRPr="008C6DE4">
        <w:rPr>
          <w:rFonts w:cs="v4.2.0"/>
          <w:vertAlign w:val="subscript"/>
          <w:lang w:eastAsia="zh-CN"/>
        </w:rPr>
        <w:t>E</w:t>
      </w:r>
      <w:r w:rsidRPr="008C6DE4">
        <w:rPr>
          <w:rFonts w:cs="v4.2.0"/>
          <w:vertAlign w:val="subscript"/>
        </w:rPr>
        <w:t>UTRA_carrier</w:t>
      </w:r>
      <w:r w:rsidRPr="008C6DE4">
        <w:rPr>
          <w:rFonts w:cs="v4.2.0"/>
        </w:rPr>
        <w:t>) * T</w:t>
      </w:r>
      <w:r w:rsidRPr="008C6DE4">
        <w:rPr>
          <w:rFonts w:cs="v4.2.0"/>
          <w:vertAlign w:val="subscript"/>
        </w:rPr>
        <w:t>evaluate,</w:t>
      </w:r>
      <w:r w:rsidRPr="008C6DE4">
        <w:rPr>
          <w:rFonts w:cs="v4.2.0"/>
          <w:vertAlign w:val="subscript"/>
          <w:lang w:eastAsia="zh-CN"/>
        </w:rPr>
        <w:t>E</w:t>
      </w:r>
      <w:r w:rsidRPr="008C6DE4">
        <w:rPr>
          <w:rFonts w:cs="v4.2.0"/>
          <w:vertAlign w:val="subscript"/>
        </w:rPr>
        <w:t>UTRAN</w:t>
      </w:r>
      <w:r w:rsidRPr="008C6DE4">
        <w:rPr>
          <w:rFonts w:cs="v4.2.0"/>
        </w:rPr>
        <w:t xml:space="preserve"> when T</w:t>
      </w:r>
      <w:r w:rsidRPr="008C6DE4">
        <w:rPr>
          <w:rFonts w:cs="v4.2.0"/>
          <w:vertAlign w:val="subscript"/>
        </w:rPr>
        <w:t>reselection</w:t>
      </w:r>
      <w:r w:rsidRPr="008C6DE4">
        <w:rPr>
          <w:rFonts w:cs="v4.2.0"/>
        </w:rPr>
        <w:t xml:space="preserve"> = 0</w:t>
      </w:r>
      <w:r w:rsidRPr="008C6DE4">
        <w:rPr>
          <w:rFonts w:cs="v4.2.0"/>
          <w:i/>
          <w:vertAlign w:val="subscript"/>
        </w:rPr>
        <w:t xml:space="preserve"> </w:t>
      </w:r>
      <w:r w:rsidRPr="008C6DE4">
        <w:rPr>
          <w:rFonts w:cs="v4.2.0"/>
        </w:rPr>
        <w:t>as speficied in table 4.2.2.5-1 provided that the reselection criteria is met by a margin of at least 6dB for RSRP reselections based on absolute priorities or 4dB for RSRQ reselections based on absolute priorities.</w:t>
      </w:r>
    </w:p>
    <w:p w14:paraId="4E693538" w14:textId="77777777" w:rsidR="00E738E0" w:rsidRPr="008C6DE4" w:rsidRDefault="00E738E0" w:rsidP="00E738E0">
      <w:pPr>
        <w:jc w:val="both"/>
        <w:rPr>
          <w:rFonts w:cs="v4.2.0"/>
        </w:rPr>
      </w:pPr>
      <w:r w:rsidRPr="008C6DE4">
        <w:rPr>
          <w:rFonts w:cs="v3.7.0"/>
        </w:rPr>
        <w:t xml:space="preserve">If </w:t>
      </w:r>
      <w:r w:rsidRPr="008C6DE4">
        <w:rPr>
          <w:rFonts w:cs="v4.2.0"/>
        </w:rPr>
        <w:t>T</w:t>
      </w:r>
      <w:r w:rsidRPr="008C6DE4">
        <w:rPr>
          <w:rFonts w:cs="v4.2.0"/>
          <w:vertAlign w:val="subscript"/>
        </w:rPr>
        <w:t>reselection</w:t>
      </w:r>
      <w:r w:rsidRPr="008C6DE4">
        <w:rPr>
          <w:rFonts w:cs="v3.7.0"/>
        </w:rPr>
        <w:t xml:space="preserve"> timer has a non zero value and the </w:t>
      </w:r>
      <w:r w:rsidRPr="008C6DE4">
        <w:rPr>
          <w:rFonts w:cs="v4.2.0"/>
          <w:lang w:eastAsia="zh-CN"/>
        </w:rPr>
        <w:t>inter-RAT E-</w:t>
      </w:r>
      <w:r w:rsidRPr="008C6DE4">
        <w:rPr>
          <w:rFonts w:cs="v4.2.0"/>
        </w:rPr>
        <w:t>UTRA</w:t>
      </w:r>
      <w:r w:rsidRPr="008C6DE4">
        <w:rPr>
          <w:rFonts w:cs="v3.7.0"/>
        </w:rPr>
        <w:t xml:space="preserve"> cell is satisfied with the reselection criteria which are defined in </w:t>
      </w:r>
      <w:r w:rsidRPr="008C6DE4">
        <w:t>TS 38.304</w:t>
      </w:r>
      <w:r w:rsidRPr="008C6DE4">
        <w:rPr>
          <w:rFonts w:cs="v4.2.0"/>
        </w:rPr>
        <w:t> </w:t>
      </w:r>
      <w:r w:rsidRPr="008C6DE4">
        <w:rPr>
          <w:rFonts w:cs="v3.7.0"/>
        </w:rPr>
        <w:t xml:space="preserve">[1], the UE shall evaluate this </w:t>
      </w:r>
      <w:r w:rsidRPr="008C6DE4">
        <w:rPr>
          <w:rFonts w:cs="v3.7.0"/>
          <w:lang w:eastAsia="zh-CN"/>
        </w:rPr>
        <w:t>E-</w:t>
      </w:r>
      <w:r w:rsidRPr="008C6DE4">
        <w:rPr>
          <w:rFonts w:cs="v3.7.0"/>
        </w:rPr>
        <w:t xml:space="preserve">UTRA cell for the </w:t>
      </w:r>
      <w:r w:rsidRPr="008C6DE4">
        <w:rPr>
          <w:rFonts w:cs="v4.2.0"/>
        </w:rPr>
        <w:t>T</w:t>
      </w:r>
      <w:r w:rsidRPr="008C6DE4">
        <w:rPr>
          <w:rFonts w:cs="v4.2.0"/>
          <w:vertAlign w:val="subscript"/>
        </w:rPr>
        <w:t>reselection</w:t>
      </w:r>
      <w:r w:rsidRPr="008C6DE4">
        <w:rPr>
          <w:rFonts w:cs="v3.7.0"/>
        </w:rPr>
        <w:t xml:space="preserve"> time. If this cell remains satisfied with the reselection criteria within this duration, then the UE shall reselect that cell.</w:t>
      </w:r>
    </w:p>
    <w:p w14:paraId="352B94B0" w14:textId="77777777" w:rsidR="00E738E0" w:rsidRPr="008C6DE4" w:rsidRDefault="00E738E0" w:rsidP="00E738E0">
      <w:pPr>
        <w:pStyle w:val="TH"/>
        <w:rPr>
          <w:rFonts w:cs="v4.2.0"/>
          <w:vertAlign w:val="subscript"/>
          <w:lang w:eastAsia="zh-CN"/>
        </w:rPr>
      </w:pPr>
      <w:r w:rsidRPr="008C6DE4">
        <w:rPr>
          <w:snapToGrid w:val="0"/>
        </w:rPr>
        <w:t xml:space="preserve">Table 4.2.2.5-1: </w:t>
      </w:r>
      <w:r w:rsidRPr="008C6DE4">
        <w:t>T</w:t>
      </w:r>
      <w:r w:rsidRPr="008C6DE4">
        <w:rPr>
          <w:vertAlign w:val="subscript"/>
        </w:rPr>
        <w:t>detect,</w:t>
      </w:r>
      <w:r w:rsidRPr="008C6DE4">
        <w:rPr>
          <w:vertAlign w:val="subscript"/>
          <w:lang w:eastAsia="zh-CN"/>
        </w:rPr>
        <w:t>E</w:t>
      </w:r>
      <w:r w:rsidRPr="008C6DE4">
        <w:rPr>
          <w:vertAlign w:val="subscript"/>
        </w:rPr>
        <w:t>UTRAN</w:t>
      </w:r>
      <w:r w:rsidRPr="008C6DE4">
        <w:rPr>
          <w:snapToGrid w:val="0"/>
        </w:rPr>
        <w:t xml:space="preserve">, </w:t>
      </w:r>
      <w:r w:rsidRPr="008C6DE4">
        <w:t>T</w:t>
      </w:r>
      <w:r w:rsidRPr="008C6DE4">
        <w:rPr>
          <w:vertAlign w:val="subscript"/>
        </w:rPr>
        <w:t>measure,</w:t>
      </w:r>
      <w:r w:rsidRPr="008C6DE4">
        <w:rPr>
          <w:vertAlign w:val="subscript"/>
          <w:lang w:eastAsia="zh-CN"/>
        </w:rPr>
        <w:t>E</w:t>
      </w:r>
      <w:r w:rsidRPr="008C6DE4">
        <w:rPr>
          <w:vertAlign w:val="subscript"/>
        </w:rPr>
        <w:t>UTRAN,</w:t>
      </w:r>
      <w:r w:rsidRPr="008C6DE4">
        <w:t xml:space="preserve"> and </w:t>
      </w:r>
      <w:r w:rsidRPr="008C6DE4">
        <w:rPr>
          <w:rFonts w:cs="v4.2.0"/>
        </w:rPr>
        <w:t>T</w:t>
      </w:r>
      <w:r w:rsidRPr="008C6DE4">
        <w:rPr>
          <w:rFonts w:cs="v4.2.0"/>
          <w:vertAlign w:val="subscript"/>
        </w:rPr>
        <w:t>evaluate,</w:t>
      </w:r>
      <w:r w:rsidRPr="008C6DE4">
        <w:rPr>
          <w:rFonts w:cs="v4.2.0"/>
          <w:vertAlign w:val="subscript"/>
          <w:lang w:eastAsia="zh-CN"/>
        </w:rPr>
        <w:t>E</w:t>
      </w:r>
      <w:r w:rsidRPr="008C6DE4">
        <w:rPr>
          <w:rFonts w:cs="v4.2.0"/>
          <w:vertAlign w:val="subscript"/>
        </w:rPr>
        <w:t>UTRAN</w:t>
      </w:r>
    </w:p>
    <w:tbl>
      <w:tblPr>
        <w:tblW w:w="30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1498"/>
        <w:gridCol w:w="1636"/>
        <w:gridCol w:w="2066"/>
      </w:tblGrid>
      <w:tr w:rsidR="00DD3199" w:rsidRPr="008C6DE4" w14:paraId="3817102A" w14:textId="77777777" w:rsidTr="00F15152">
        <w:trPr>
          <w:cantSplit/>
          <w:jc w:val="center"/>
        </w:trPr>
        <w:tc>
          <w:tcPr>
            <w:tcW w:w="620" w:type="pct"/>
            <w:tcBorders>
              <w:top w:val="single" w:sz="4" w:space="0" w:color="auto"/>
              <w:left w:val="single" w:sz="4" w:space="0" w:color="auto"/>
              <w:bottom w:val="single" w:sz="4" w:space="0" w:color="auto"/>
              <w:right w:val="single" w:sz="4" w:space="0" w:color="auto"/>
            </w:tcBorders>
            <w:hideMark/>
          </w:tcPr>
          <w:p w14:paraId="63F3FAA1" w14:textId="77777777" w:rsidR="00E738E0" w:rsidRPr="008C6DE4" w:rsidRDefault="00E738E0" w:rsidP="00F15152">
            <w:pPr>
              <w:pStyle w:val="TAH"/>
              <w:rPr>
                <w:rFonts w:cs="Arial"/>
                <w:snapToGrid w:val="0"/>
              </w:rPr>
            </w:pPr>
            <w:r w:rsidRPr="008C6DE4">
              <w:rPr>
                <w:rFonts w:cs="v4.2.0"/>
              </w:rPr>
              <w:t>DRX cycle length [s]</w:t>
            </w:r>
          </w:p>
        </w:tc>
        <w:tc>
          <w:tcPr>
            <w:tcW w:w="1263" w:type="pct"/>
            <w:tcBorders>
              <w:top w:val="single" w:sz="4" w:space="0" w:color="auto"/>
              <w:left w:val="single" w:sz="4" w:space="0" w:color="auto"/>
              <w:bottom w:val="single" w:sz="4" w:space="0" w:color="auto"/>
              <w:right w:val="single" w:sz="4" w:space="0" w:color="auto"/>
            </w:tcBorders>
            <w:hideMark/>
          </w:tcPr>
          <w:p w14:paraId="21E2D266" w14:textId="77777777" w:rsidR="00E738E0" w:rsidRPr="008C6DE4" w:rsidRDefault="00E738E0" w:rsidP="00F15152">
            <w:pPr>
              <w:pStyle w:val="TAH"/>
              <w:rPr>
                <w:rFonts w:cs="Arial"/>
              </w:rPr>
            </w:pPr>
            <w:r w:rsidRPr="008C6DE4">
              <w:rPr>
                <w:rFonts w:cs="v4.2.0"/>
              </w:rPr>
              <w:t>T</w:t>
            </w:r>
            <w:r w:rsidRPr="008C6DE4">
              <w:rPr>
                <w:rFonts w:cs="v4.2.0"/>
                <w:vertAlign w:val="subscript"/>
              </w:rPr>
              <w:t>detect,EUTRAN</w:t>
            </w:r>
            <w:r w:rsidRPr="008C6DE4">
              <w:rPr>
                <w:rFonts w:cs="v4.2.0"/>
              </w:rPr>
              <w:t xml:space="preserve"> [s] (number of DRX cycles)</w:t>
            </w:r>
          </w:p>
        </w:tc>
        <w:tc>
          <w:tcPr>
            <w:tcW w:w="1378" w:type="pct"/>
            <w:tcBorders>
              <w:top w:val="single" w:sz="4" w:space="0" w:color="auto"/>
              <w:left w:val="single" w:sz="4" w:space="0" w:color="auto"/>
              <w:bottom w:val="single" w:sz="4" w:space="0" w:color="auto"/>
              <w:right w:val="single" w:sz="4" w:space="0" w:color="auto"/>
            </w:tcBorders>
            <w:hideMark/>
          </w:tcPr>
          <w:p w14:paraId="15AE59B7" w14:textId="77777777" w:rsidR="00E738E0" w:rsidRPr="008C6DE4" w:rsidRDefault="00E738E0" w:rsidP="00F15152">
            <w:pPr>
              <w:pStyle w:val="TAH"/>
              <w:rPr>
                <w:rFonts w:cs="Arial"/>
                <w:snapToGrid w:val="0"/>
              </w:rPr>
            </w:pPr>
            <w:r w:rsidRPr="008C6DE4">
              <w:rPr>
                <w:rFonts w:cs="v4.2.0"/>
              </w:rPr>
              <w:t>T</w:t>
            </w:r>
            <w:r w:rsidRPr="008C6DE4">
              <w:rPr>
                <w:rFonts w:cs="v4.2.0"/>
                <w:vertAlign w:val="subscript"/>
              </w:rPr>
              <w:t>measure,EUTRAN</w:t>
            </w:r>
            <w:r w:rsidRPr="008C6DE4">
              <w:rPr>
                <w:rFonts w:cs="v4.2.0"/>
              </w:rPr>
              <w:t xml:space="preserve"> [s] (number of DRX cycles)</w:t>
            </w:r>
          </w:p>
        </w:tc>
        <w:tc>
          <w:tcPr>
            <w:tcW w:w="1739" w:type="pct"/>
            <w:tcBorders>
              <w:top w:val="single" w:sz="4" w:space="0" w:color="auto"/>
              <w:left w:val="single" w:sz="4" w:space="0" w:color="auto"/>
              <w:bottom w:val="single" w:sz="4" w:space="0" w:color="auto"/>
              <w:right w:val="single" w:sz="4" w:space="0" w:color="auto"/>
            </w:tcBorders>
            <w:hideMark/>
          </w:tcPr>
          <w:p w14:paraId="5CB47FF8" w14:textId="77777777" w:rsidR="00E738E0" w:rsidRPr="008C6DE4" w:rsidRDefault="00E738E0" w:rsidP="00F15152">
            <w:pPr>
              <w:pStyle w:val="TAH"/>
              <w:rPr>
                <w:rFonts w:cs="Arial"/>
                <w:vertAlign w:val="subscript"/>
                <w:lang w:eastAsia="zh-CN"/>
              </w:rPr>
            </w:pPr>
            <w:r w:rsidRPr="008C6DE4">
              <w:rPr>
                <w:rFonts w:cs="v4.2.0"/>
              </w:rPr>
              <w:t>T</w:t>
            </w:r>
            <w:r w:rsidRPr="008C6DE4">
              <w:rPr>
                <w:rFonts w:cs="v4.2.0"/>
                <w:vertAlign w:val="subscript"/>
              </w:rPr>
              <w:t>evaluate,EUTRAN</w:t>
            </w:r>
          </w:p>
          <w:p w14:paraId="139E39AB" w14:textId="77777777" w:rsidR="00E738E0" w:rsidRPr="008C6DE4" w:rsidRDefault="00E738E0" w:rsidP="00F15152">
            <w:pPr>
              <w:pStyle w:val="TAH"/>
              <w:rPr>
                <w:rFonts w:cs="Arial"/>
              </w:rPr>
            </w:pPr>
            <w:r w:rsidRPr="008C6DE4">
              <w:rPr>
                <w:rFonts w:cs="Arial"/>
              </w:rPr>
              <w:t>[s] (number of DRX cycles)</w:t>
            </w:r>
          </w:p>
        </w:tc>
      </w:tr>
      <w:tr w:rsidR="00DD3199" w:rsidRPr="008C6DE4" w14:paraId="7655AC32" w14:textId="77777777" w:rsidTr="00F15152">
        <w:trPr>
          <w:cantSplit/>
          <w:jc w:val="center"/>
        </w:trPr>
        <w:tc>
          <w:tcPr>
            <w:tcW w:w="620" w:type="pct"/>
            <w:tcBorders>
              <w:top w:val="single" w:sz="4" w:space="0" w:color="auto"/>
              <w:left w:val="single" w:sz="4" w:space="0" w:color="auto"/>
              <w:bottom w:val="single" w:sz="4" w:space="0" w:color="auto"/>
              <w:right w:val="single" w:sz="4" w:space="0" w:color="auto"/>
            </w:tcBorders>
            <w:hideMark/>
          </w:tcPr>
          <w:p w14:paraId="67D3FA31" w14:textId="77777777" w:rsidR="00E738E0" w:rsidRPr="008C6DE4" w:rsidRDefault="00E738E0" w:rsidP="00F15152">
            <w:pPr>
              <w:pStyle w:val="TAC"/>
              <w:rPr>
                <w:rFonts w:cs="Arial"/>
                <w:snapToGrid w:val="0"/>
              </w:rPr>
            </w:pPr>
            <w:r w:rsidRPr="008C6DE4">
              <w:rPr>
                <w:rFonts w:cs="Arial"/>
              </w:rPr>
              <w:t>0.32</w:t>
            </w:r>
          </w:p>
        </w:tc>
        <w:tc>
          <w:tcPr>
            <w:tcW w:w="1263" w:type="pct"/>
            <w:tcBorders>
              <w:top w:val="single" w:sz="4" w:space="0" w:color="auto"/>
              <w:left w:val="single" w:sz="4" w:space="0" w:color="auto"/>
              <w:bottom w:val="single" w:sz="4" w:space="0" w:color="auto"/>
              <w:right w:val="single" w:sz="4" w:space="0" w:color="auto"/>
            </w:tcBorders>
            <w:hideMark/>
          </w:tcPr>
          <w:p w14:paraId="4A3208F6" w14:textId="77777777" w:rsidR="00E738E0" w:rsidRPr="008C6DE4" w:rsidRDefault="00E738E0" w:rsidP="00F15152">
            <w:pPr>
              <w:pStyle w:val="TAC"/>
              <w:rPr>
                <w:rFonts w:cs="Arial"/>
                <w:snapToGrid w:val="0"/>
              </w:rPr>
            </w:pPr>
            <w:r w:rsidRPr="008C6DE4">
              <w:rPr>
                <w:rFonts w:cs="Arial"/>
              </w:rPr>
              <w:t>11.52 (36)</w:t>
            </w:r>
          </w:p>
        </w:tc>
        <w:tc>
          <w:tcPr>
            <w:tcW w:w="1378" w:type="pct"/>
            <w:tcBorders>
              <w:top w:val="single" w:sz="4" w:space="0" w:color="auto"/>
              <w:left w:val="single" w:sz="4" w:space="0" w:color="auto"/>
              <w:bottom w:val="single" w:sz="4" w:space="0" w:color="auto"/>
              <w:right w:val="single" w:sz="4" w:space="0" w:color="auto"/>
            </w:tcBorders>
            <w:hideMark/>
          </w:tcPr>
          <w:p w14:paraId="7C8E9311" w14:textId="77777777" w:rsidR="00E738E0" w:rsidRPr="008C6DE4" w:rsidRDefault="00E738E0" w:rsidP="00F15152">
            <w:pPr>
              <w:pStyle w:val="TAC"/>
              <w:rPr>
                <w:rFonts w:cs="Arial"/>
                <w:snapToGrid w:val="0"/>
              </w:rPr>
            </w:pPr>
            <w:r w:rsidRPr="008C6DE4">
              <w:rPr>
                <w:rFonts w:cs="Arial"/>
                <w:snapToGrid w:val="0"/>
              </w:rPr>
              <w:t>1.28 (4)</w:t>
            </w:r>
          </w:p>
        </w:tc>
        <w:tc>
          <w:tcPr>
            <w:tcW w:w="1739" w:type="pct"/>
            <w:tcBorders>
              <w:top w:val="single" w:sz="4" w:space="0" w:color="auto"/>
              <w:left w:val="single" w:sz="4" w:space="0" w:color="auto"/>
              <w:bottom w:val="single" w:sz="4" w:space="0" w:color="auto"/>
              <w:right w:val="single" w:sz="4" w:space="0" w:color="auto"/>
            </w:tcBorders>
            <w:hideMark/>
          </w:tcPr>
          <w:p w14:paraId="04ACDAE1" w14:textId="77777777" w:rsidR="00E738E0" w:rsidRPr="008C6DE4" w:rsidRDefault="00E738E0" w:rsidP="00F15152">
            <w:pPr>
              <w:pStyle w:val="TAC"/>
              <w:rPr>
                <w:rFonts w:cs="Arial"/>
                <w:snapToGrid w:val="0"/>
              </w:rPr>
            </w:pPr>
            <w:r w:rsidRPr="008C6DE4">
              <w:rPr>
                <w:rFonts w:cs="Arial"/>
              </w:rPr>
              <w:t>5.12 (16)</w:t>
            </w:r>
          </w:p>
        </w:tc>
      </w:tr>
      <w:tr w:rsidR="00DD3199" w:rsidRPr="008C6DE4" w14:paraId="32F78A5C" w14:textId="77777777" w:rsidTr="00F15152">
        <w:trPr>
          <w:cantSplit/>
          <w:jc w:val="center"/>
        </w:trPr>
        <w:tc>
          <w:tcPr>
            <w:tcW w:w="620" w:type="pct"/>
            <w:tcBorders>
              <w:top w:val="single" w:sz="4" w:space="0" w:color="auto"/>
              <w:left w:val="single" w:sz="4" w:space="0" w:color="auto"/>
              <w:bottom w:val="single" w:sz="4" w:space="0" w:color="auto"/>
              <w:right w:val="single" w:sz="4" w:space="0" w:color="auto"/>
            </w:tcBorders>
            <w:hideMark/>
          </w:tcPr>
          <w:p w14:paraId="4FBBFEC9" w14:textId="77777777" w:rsidR="00E738E0" w:rsidRPr="008C6DE4" w:rsidRDefault="00E738E0" w:rsidP="00F15152">
            <w:pPr>
              <w:pStyle w:val="TAC"/>
              <w:rPr>
                <w:rFonts w:cs="Arial"/>
                <w:snapToGrid w:val="0"/>
              </w:rPr>
            </w:pPr>
            <w:r w:rsidRPr="008C6DE4">
              <w:rPr>
                <w:rFonts w:cs="Arial"/>
              </w:rPr>
              <w:t>0.64</w:t>
            </w:r>
          </w:p>
        </w:tc>
        <w:tc>
          <w:tcPr>
            <w:tcW w:w="1263" w:type="pct"/>
            <w:tcBorders>
              <w:top w:val="single" w:sz="4" w:space="0" w:color="auto"/>
              <w:left w:val="single" w:sz="4" w:space="0" w:color="auto"/>
              <w:bottom w:val="single" w:sz="4" w:space="0" w:color="auto"/>
              <w:right w:val="single" w:sz="4" w:space="0" w:color="auto"/>
            </w:tcBorders>
            <w:hideMark/>
          </w:tcPr>
          <w:p w14:paraId="7A2A5256" w14:textId="77777777" w:rsidR="00E738E0" w:rsidRPr="008C6DE4" w:rsidRDefault="00E738E0" w:rsidP="00F15152">
            <w:pPr>
              <w:pStyle w:val="TAC"/>
              <w:rPr>
                <w:rFonts w:cs="Arial"/>
                <w:snapToGrid w:val="0"/>
              </w:rPr>
            </w:pPr>
            <w:r w:rsidRPr="008C6DE4">
              <w:rPr>
                <w:rFonts w:cs="Arial"/>
              </w:rPr>
              <w:t>17.92 (28)</w:t>
            </w:r>
          </w:p>
        </w:tc>
        <w:tc>
          <w:tcPr>
            <w:tcW w:w="1378" w:type="pct"/>
            <w:tcBorders>
              <w:top w:val="single" w:sz="4" w:space="0" w:color="auto"/>
              <w:left w:val="single" w:sz="4" w:space="0" w:color="auto"/>
              <w:bottom w:val="single" w:sz="4" w:space="0" w:color="auto"/>
              <w:right w:val="single" w:sz="4" w:space="0" w:color="auto"/>
            </w:tcBorders>
            <w:hideMark/>
          </w:tcPr>
          <w:p w14:paraId="44A5ADF8" w14:textId="77777777" w:rsidR="00E738E0" w:rsidRPr="008C6DE4" w:rsidRDefault="00E738E0" w:rsidP="00F15152">
            <w:pPr>
              <w:pStyle w:val="TAC"/>
              <w:rPr>
                <w:rFonts w:cs="Arial"/>
                <w:snapToGrid w:val="0"/>
              </w:rPr>
            </w:pPr>
            <w:r w:rsidRPr="008C6DE4">
              <w:rPr>
                <w:rFonts w:cs="Arial"/>
                <w:snapToGrid w:val="0"/>
              </w:rPr>
              <w:t>1.28 (2)</w:t>
            </w:r>
          </w:p>
        </w:tc>
        <w:tc>
          <w:tcPr>
            <w:tcW w:w="1739" w:type="pct"/>
            <w:tcBorders>
              <w:top w:val="single" w:sz="4" w:space="0" w:color="auto"/>
              <w:left w:val="single" w:sz="4" w:space="0" w:color="auto"/>
              <w:bottom w:val="single" w:sz="4" w:space="0" w:color="auto"/>
              <w:right w:val="single" w:sz="4" w:space="0" w:color="auto"/>
            </w:tcBorders>
            <w:hideMark/>
          </w:tcPr>
          <w:p w14:paraId="230FDF55" w14:textId="77777777" w:rsidR="00E738E0" w:rsidRPr="008C6DE4" w:rsidRDefault="00E738E0" w:rsidP="00F15152">
            <w:pPr>
              <w:pStyle w:val="TAC"/>
              <w:rPr>
                <w:rFonts w:cs="Arial"/>
                <w:snapToGrid w:val="0"/>
              </w:rPr>
            </w:pPr>
            <w:r w:rsidRPr="008C6DE4">
              <w:rPr>
                <w:rFonts w:cs="Arial"/>
              </w:rPr>
              <w:t>5.12 (8)</w:t>
            </w:r>
          </w:p>
        </w:tc>
      </w:tr>
      <w:tr w:rsidR="00DD3199" w:rsidRPr="008C6DE4" w14:paraId="1AA4D0AE" w14:textId="77777777" w:rsidTr="00F15152">
        <w:trPr>
          <w:cantSplit/>
          <w:jc w:val="center"/>
        </w:trPr>
        <w:tc>
          <w:tcPr>
            <w:tcW w:w="620" w:type="pct"/>
            <w:tcBorders>
              <w:top w:val="single" w:sz="4" w:space="0" w:color="auto"/>
              <w:left w:val="single" w:sz="4" w:space="0" w:color="auto"/>
              <w:bottom w:val="single" w:sz="4" w:space="0" w:color="auto"/>
              <w:right w:val="single" w:sz="4" w:space="0" w:color="auto"/>
            </w:tcBorders>
            <w:hideMark/>
          </w:tcPr>
          <w:p w14:paraId="5D83B407" w14:textId="77777777" w:rsidR="00E738E0" w:rsidRPr="008C6DE4" w:rsidRDefault="00E738E0" w:rsidP="00F15152">
            <w:pPr>
              <w:pStyle w:val="TAC"/>
              <w:rPr>
                <w:rFonts w:cs="Arial"/>
                <w:snapToGrid w:val="0"/>
              </w:rPr>
            </w:pPr>
            <w:r w:rsidRPr="008C6DE4">
              <w:rPr>
                <w:rFonts w:cs="Arial"/>
              </w:rPr>
              <w:t>1.28</w:t>
            </w:r>
          </w:p>
        </w:tc>
        <w:tc>
          <w:tcPr>
            <w:tcW w:w="1263" w:type="pct"/>
            <w:tcBorders>
              <w:top w:val="single" w:sz="4" w:space="0" w:color="auto"/>
              <w:left w:val="single" w:sz="4" w:space="0" w:color="auto"/>
              <w:bottom w:val="single" w:sz="4" w:space="0" w:color="auto"/>
              <w:right w:val="single" w:sz="4" w:space="0" w:color="auto"/>
            </w:tcBorders>
            <w:hideMark/>
          </w:tcPr>
          <w:p w14:paraId="209E4AC2" w14:textId="77777777" w:rsidR="00E738E0" w:rsidRPr="008C6DE4" w:rsidRDefault="00E738E0" w:rsidP="00F15152">
            <w:pPr>
              <w:pStyle w:val="TAC"/>
              <w:rPr>
                <w:rFonts w:cs="Arial"/>
                <w:snapToGrid w:val="0"/>
              </w:rPr>
            </w:pPr>
            <w:r w:rsidRPr="008C6DE4">
              <w:rPr>
                <w:rFonts w:cs="Arial"/>
              </w:rPr>
              <w:t>32(25)</w:t>
            </w:r>
          </w:p>
        </w:tc>
        <w:tc>
          <w:tcPr>
            <w:tcW w:w="1378" w:type="pct"/>
            <w:tcBorders>
              <w:top w:val="single" w:sz="4" w:space="0" w:color="auto"/>
              <w:left w:val="single" w:sz="4" w:space="0" w:color="auto"/>
              <w:bottom w:val="single" w:sz="4" w:space="0" w:color="auto"/>
              <w:right w:val="single" w:sz="4" w:space="0" w:color="auto"/>
            </w:tcBorders>
            <w:hideMark/>
          </w:tcPr>
          <w:p w14:paraId="73A6C2A0" w14:textId="77777777" w:rsidR="00E738E0" w:rsidRPr="008C6DE4" w:rsidRDefault="00E738E0" w:rsidP="00F15152">
            <w:pPr>
              <w:pStyle w:val="TAC"/>
              <w:rPr>
                <w:rFonts w:cs="Arial"/>
                <w:snapToGrid w:val="0"/>
              </w:rPr>
            </w:pPr>
            <w:r w:rsidRPr="008C6DE4">
              <w:rPr>
                <w:rFonts w:cs="Arial"/>
                <w:snapToGrid w:val="0"/>
              </w:rPr>
              <w:t>1.28 (1)</w:t>
            </w:r>
          </w:p>
        </w:tc>
        <w:tc>
          <w:tcPr>
            <w:tcW w:w="1739" w:type="pct"/>
            <w:tcBorders>
              <w:top w:val="single" w:sz="4" w:space="0" w:color="auto"/>
              <w:left w:val="single" w:sz="4" w:space="0" w:color="auto"/>
              <w:bottom w:val="single" w:sz="4" w:space="0" w:color="auto"/>
              <w:right w:val="single" w:sz="4" w:space="0" w:color="auto"/>
            </w:tcBorders>
            <w:hideMark/>
          </w:tcPr>
          <w:p w14:paraId="5F855F45" w14:textId="77777777" w:rsidR="00E738E0" w:rsidRPr="008C6DE4" w:rsidRDefault="00E738E0" w:rsidP="00F15152">
            <w:pPr>
              <w:pStyle w:val="TAC"/>
              <w:rPr>
                <w:rFonts w:cs="Arial"/>
                <w:snapToGrid w:val="0"/>
              </w:rPr>
            </w:pPr>
            <w:r w:rsidRPr="008C6DE4">
              <w:rPr>
                <w:rFonts w:cs="Arial"/>
              </w:rPr>
              <w:t>6.4 (5)</w:t>
            </w:r>
          </w:p>
        </w:tc>
      </w:tr>
      <w:tr w:rsidR="00E738E0" w:rsidRPr="008C6DE4" w14:paraId="45093EDC" w14:textId="77777777" w:rsidTr="00F15152">
        <w:trPr>
          <w:cantSplit/>
          <w:jc w:val="center"/>
        </w:trPr>
        <w:tc>
          <w:tcPr>
            <w:tcW w:w="620" w:type="pct"/>
            <w:tcBorders>
              <w:top w:val="single" w:sz="4" w:space="0" w:color="auto"/>
              <w:left w:val="single" w:sz="4" w:space="0" w:color="auto"/>
              <w:bottom w:val="single" w:sz="4" w:space="0" w:color="auto"/>
              <w:right w:val="single" w:sz="4" w:space="0" w:color="auto"/>
            </w:tcBorders>
            <w:hideMark/>
          </w:tcPr>
          <w:p w14:paraId="3FE66B4B" w14:textId="77777777" w:rsidR="00E738E0" w:rsidRPr="008C6DE4" w:rsidRDefault="00E738E0" w:rsidP="00F15152">
            <w:pPr>
              <w:pStyle w:val="TAC"/>
              <w:rPr>
                <w:rFonts w:cs="Arial"/>
                <w:snapToGrid w:val="0"/>
              </w:rPr>
            </w:pPr>
            <w:r w:rsidRPr="008C6DE4">
              <w:rPr>
                <w:rFonts w:cs="Arial"/>
              </w:rPr>
              <w:t>2.56</w:t>
            </w:r>
          </w:p>
        </w:tc>
        <w:tc>
          <w:tcPr>
            <w:tcW w:w="1263" w:type="pct"/>
            <w:tcBorders>
              <w:top w:val="single" w:sz="4" w:space="0" w:color="auto"/>
              <w:left w:val="single" w:sz="4" w:space="0" w:color="auto"/>
              <w:bottom w:val="single" w:sz="4" w:space="0" w:color="auto"/>
              <w:right w:val="single" w:sz="4" w:space="0" w:color="auto"/>
            </w:tcBorders>
            <w:hideMark/>
          </w:tcPr>
          <w:p w14:paraId="05AEEC0C" w14:textId="77777777" w:rsidR="00E738E0" w:rsidRPr="008C6DE4" w:rsidRDefault="00E738E0" w:rsidP="00F15152">
            <w:pPr>
              <w:pStyle w:val="TAC"/>
              <w:rPr>
                <w:rFonts w:cs="Arial"/>
                <w:snapToGrid w:val="0"/>
              </w:rPr>
            </w:pPr>
            <w:r w:rsidRPr="008C6DE4">
              <w:rPr>
                <w:rFonts w:cs="Arial"/>
              </w:rPr>
              <w:t>58.88 (23)</w:t>
            </w:r>
          </w:p>
        </w:tc>
        <w:tc>
          <w:tcPr>
            <w:tcW w:w="1378" w:type="pct"/>
            <w:tcBorders>
              <w:top w:val="single" w:sz="4" w:space="0" w:color="auto"/>
              <w:left w:val="single" w:sz="4" w:space="0" w:color="auto"/>
              <w:bottom w:val="single" w:sz="4" w:space="0" w:color="auto"/>
              <w:right w:val="single" w:sz="4" w:space="0" w:color="auto"/>
            </w:tcBorders>
            <w:hideMark/>
          </w:tcPr>
          <w:p w14:paraId="22A24CFF" w14:textId="77777777" w:rsidR="00E738E0" w:rsidRPr="008C6DE4" w:rsidRDefault="00E738E0" w:rsidP="00F15152">
            <w:pPr>
              <w:pStyle w:val="TAC"/>
              <w:rPr>
                <w:rFonts w:cs="Arial"/>
                <w:snapToGrid w:val="0"/>
              </w:rPr>
            </w:pPr>
            <w:r w:rsidRPr="008C6DE4">
              <w:rPr>
                <w:rFonts w:cs="Arial"/>
                <w:snapToGrid w:val="0"/>
              </w:rPr>
              <w:t>2.56 (1)</w:t>
            </w:r>
          </w:p>
        </w:tc>
        <w:tc>
          <w:tcPr>
            <w:tcW w:w="1739" w:type="pct"/>
            <w:tcBorders>
              <w:top w:val="single" w:sz="4" w:space="0" w:color="auto"/>
              <w:left w:val="single" w:sz="4" w:space="0" w:color="auto"/>
              <w:bottom w:val="single" w:sz="4" w:space="0" w:color="auto"/>
              <w:right w:val="single" w:sz="4" w:space="0" w:color="auto"/>
            </w:tcBorders>
            <w:hideMark/>
          </w:tcPr>
          <w:p w14:paraId="477094CC" w14:textId="77777777" w:rsidR="00E738E0" w:rsidRPr="008C6DE4" w:rsidRDefault="00E738E0" w:rsidP="00F15152">
            <w:pPr>
              <w:pStyle w:val="TAC"/>
              <w:rPr>
                <w:rFonts w:cs="Arial"/>
                <w:snapToGrid w:val="0"/>
              </w:rPr>
            </w:pPr>
            <w:r w:rsidRPr="008C6DE4">
              <w:rPr>
                <w:rFonts w:cs="Arial"/>
              </w:rPr>
              <w:t>7.68 (3)</w:t>
            </w:r>
          </w:p>
        </w:tc>
      </w:tr>
    </w:tbl>
    <w:p w14:paraId="0EBD5537" w14:textId="77777777" w:rsidR="00E738E0" w:rsidRPr="008C6DE4" w:rsidRDefault="00E738E0" w:rsidP="00E738E0"/>
    <w:p w14:paraId="107AE9E9" w14:textId="77777777" w:rsidR="00E738E0" w:rsidRPr="008C6DE4" w:rsidRDefault="00E738E0" w:rsidP="00E738E0">
      <w:pPr>
        <w:pStyle w:val="Heading4"/>
      </w:pPr>
      <w:bookmarkStart w:id="34" w:name="_Toc5952540"/>
      <w:r w:rsidRPr="008C6DE4">
        <w:t>4.2.2.6</w:t>
      </w:r>
      <w:r w:rsidRPr="008C6DE4">
        <w:tab/>
        <w:t>Maximum interruption in paging reception</w:t>
      </w:r>
      <w:bookmarkEnd w:id="34"/>
    </w:p>
    <w:p w14:paraId="566C5BB2" w14:textId="77777777" w:rsidR="00E738E0" w:rsidRPr="008C6DE4" w:rsidRDefault="00E738E0" w:rsidP="00E738E0">
      <w:pPr>
        <w:overflowPunct w:val="0"/>
        <w:autoSpaceDE w:val="0"/>
        <w:autoSpaceDN w:val="0"/>
        <w:adjustRightInd w:val="0"/>
        <w:textAlignment w:val="baseline"/>
        <w:rPr>
          <w:lang w:eastAsia="ko-KR"/>
        </w:rPr>
      </w:pPr>
      <w:r w:rsidRPr="008C6DE4">
        <w:rPr>
          <w:lang w:eastAsia="ko-KR"/>
        </w:rPr>
        <w:t>UE shall perform the cell re-selection with minimum interruption in monitoring downlink channels for paging reception.</w:t>
      </w:r>
    </w:p>
    <w:p w14:paraId="1606A384" w14:textId="77777777" w:rsidR="00E738E0" w:rsidRPr="008C6DE4" w:rsidRDefault="00E738E0" w:rsidP="00E738E0">
      <w:pPr>
        <w:overflowPunct w:val="0"/>
        <w:autoSpaceDE w:val="0"/>
        <w:autoSpaceDN w:val="0"/>
        <w:adjustRightInd w:val="0"/>
        <w:textAlignment w:val="baseline"/>
        <w:rPr>
          <w:lang w:eastAsia="ko-KR"/>
        </w:rPr>
      </w:pPr>
      <w:r w:rsidRPr="008C6DE4">
        <w:rPr>
          <w:lang w:eastAsia="ko-KR"/>
        </w:rPr>
        <w:t>At intra-frequency and inter-frequency cell re-selection, the UE shall monitor the downlink of serving cell for paging reception until the UE is capable to start monitoring downlink channels of the target intra-frequency and inter-frequency cell for paging reception. The interruption time shall not exceed T</w:t>
      </w:r>
      <w:r w:rsidRPr="008C6DE4">
        <w:rPr>
          <w:vertAlign w:val="subscript"/>
          <w:lang w:eastAsia="ko-KR"/>
        </w:rPr>
        <w:t xml:space="preserve">SI-NR </w:t>
      </w:r>
      <w:r w:rsidRPr="008C6DE4">
        <w:rPr>
          <w:lang w:eastAsia="ko-KR"/>
        </w:rPr>
        <w:t>+ 2*</w:t>
      </w:r>
      <w:r w:rsidRPr="008C6DE4">
        <w:t>T</w:t>
      </w:r>
      <w:r w:rsidRPr="008C6DE4">
        <w:rPr>
          <w:vertAlign w:val="subscript"/>
        </w:rPr>
        <w:t xml:space="preserve">target_cell_SMTC_period </w:t>
      </w:r>
      <w:r w:rsidRPr="008C6DE4">
        <w:rPr>
          <w:lang w:eastAsia="ko-KR"/>
        </w:rPr>
        <w:t>ms.</w:t>
      </w:r>
    </w:p>
    <w:p w14:paraId="17BBCF5B" w14:textId="77777777" w:rsidR="00E738E0" w:rsidRPr="008C6DE4" w:rsidRDefault="00E738E0" w:rsidP="00E738E0">
      <w:pPr>
        <w:overflowPunct w:val="0"/>
        <w:autoSpaceDE w:val="0"/>
        <w:autoSpaceDN w:val="0"/>
        <w:adjustRightInd w:val="0"/>
        <w:textAlignment w:val="baseline"/>
        <w:rPr>
          <w:lang w:eastAsia="ko-KR"/>
        </w:rPr>
      </w:pPr>
      <w:r w:rsidRPr="008C6DE4">
        <w:rPr>
          <w:lang w:eastAsia="ko-KR"/>
        </w:rPr>
        <w:t>At inter-RAT cell re-selection, the UE shall monitor the downlink of serving cell for paging reception until the UE is capable to start monitoring downlink channels for paging reception of the target inter-RAT cell. For NR to E-UTRAN cell re-selection the interruption time must not exceed T</w:t>
      </w:r>
      <w:r w:rsidRPr="008C6DE4">
        <w:rPr>
          <w:vertAlign w:val="subscript"/>
          <w:lang w:eastAsia="ko-KR"/>
        </w:rPr>
        <w:t xml:space="preserve">SI-EUTRA </w:t>
      </w:r>
      <w:r w:rsidRPr="008C6DE4">
        <w:rPr>
          <w:lang w:eastAsia="ko-KR"/>
        </w:rPr>
        <w:t>+ 55 ms.</w:t>
      </w:r>
    </w:p>
    <w:p w14:paraId="1B0E85B7" w14:textId="77777777" w:rsidR="00E738E0" w:rsidRPr="008C6DE4" w:rsidRDefault="00E738E0" w:rsidP="00E738E0">
      <w:pPr>
        <w:overflowPunct w:val="0"/>
        <w:autoSpaceDE w:val="0"/>
        <w:autoSpaceDN w:val="0"/>
        <w:adjustRightInd w:val="0"/>
        <w:textAlignment w:val="baseline"/>
        <w:rPr>
          <w:lang w:eastAsia="ko-KR"/>
        </w:rPr>
      </w:pPr>
      <w:r w:rsidRPr="008C6DE4">
        <w:rPr>
          <w:lang w:eastAsia="ko-KR"/>
        </w:rPr>
        <w:t>T</w:t>
      </w:r>
      <w:r w:rsidRPr="008C6DE4">
        <w:rPr>
          <w:vertAlign w:val="subscript"/>
          <w:lang w:eastAsia="ko-KR"/>
        </w:rPr>
        <w:t xml:space="preserve">SI-NR </w:t>
      </w:r>
      <w:r w:rsidRPr="008C6DE4">
        <w:rPr>
          <w:lang w:eastAsia="ko-KR"/>
        </w:rPr>
        <w:t>is the time required for receiving all the relevant system information data according to the reception procedure and the RRC procedure delay of system information blocks defined in TS 38.331 [2] for an NR cell.</w:t>
      </w:r>
    </w:p>
    <w:p w14:paraId="172C850A" w14:textId="77777777" w:rsidR="00E738E0" w:rsidRPr="008C6DE4" w:rsidRDefault="00E738E0" w:rsidP="00E738E0">
      <w:pPr>
        <w:overflowPunct w:val="0"/>
        <w:autoSpaceDE w:val="0"/>
        <w:autoSpaceDN w:val="0"/>
        <w:adjustRightInd w:val="0"/>
        <w:textAlignment w:val="baseline"/>
        <w:rPr>
          <w:lang w:eastAsia="ko-KR"/>
        </w:rPr>
      </w:pPr>
      <w:r w:rsidRPr="008C6DE4">
        <w:rPr>
          <w:lang w:eastAsia="ko-KR"/>
        </w:rPr>
        <w:t>T</w:t>
      </w:r>
      <w:r w:rsidRPr="008C6DE4">
        <w:rPr>
          <w:vertAlign w:val="subscript"/>
          <w:lang w:eastAsia="ko-KR"/>
        </w:rPr>
        <w:t xml:space="preserve">SI-EUTRA </w:t>
      </w:r>
      <w:r w:rsidRPr="008C6DE4">
        <w:rPr>
          <w:lang w:eastAsia="ko-KR"/>
        </w:rPr>
        <w:t>is the time required for receiving all the relevant system information data according to the reception procedure and the RRC procedure delay of system information blocks defined in TS 36.331 [16] for an E-UTRAN cell.</w:t>
      </w:r>
    </w:p>
    <w:p w14:paraId="21F89605" w14:textId="77777777" w:rsidR="00E738E0" w:rsidRPr="008C6DE4" w:rsidRDefault="00E738E0" w:rsidP="00E738E0">
      <w:pPr>
        <w:overflowPunct w:val="0"/>
        <w:autoSpaceDE w:val="0"/>
        <w:autoSpaceDN w:val="0"/>
        <w:adjustRightInd w:val="0"/>
        <w:textAlignment w:val="baseline"/>
        <w:rPr>
          <w:lang w:eastAsia="ko-KR"/>
        </w:rPr>
      </w:pPr>
      <w:r w:rsidRPr="008C6DE4">
        <w:rPr>
          <w:lang w:eastAsia="ko-KR"/>
        </w:rPr>
        <w:t>These requirements assume sufficient radio conditions, so that decoding of system information can be made without errors and does not take into account cell re-selection failure.</w:t>
      </w:r>
    </w:p>
    <w:p w14:paraId="589FF8EF" w14:textId="77777777" w:rsidR="00E738E0" w:rsidRPr="008C6DE4" w:rsidRDefault="00E738E0" w:rsidP="00E738E0">
      <w:pPr>
        <w:pStyle w:val="Heading4"/>
      </w:pPr>
      <w:bookmarkStart w:id="35" w:name="_Toc5952541"/>
      <w:r w:rsidRPr="008C6DE4">
        <w:t>4.2.2.7</w:t>
      </w:r>
      <w:r w:rsidRPr="008C6DE4">
        <w:tab/>
        <w:t>General requirements</w:t>
      </w:r>
      <w:bookmarkEnd w:id="35"/>
    </w:p>
    <w:p w14:paraId="0C1DCEBB" w14:textId="262F2E9E" w:rsidR="00E738E0" w:rsidRPr="008C6DE4" w:rsidRDefault="00E738E0" w:rsidP="00E738E0">
      <w:r w:rsidRPr="008C6DE4">
        <w:t>The UE shall search every layer of higher priority at least every T</w:t>
      </w:r>
      <w:r w:rsidRPr="008C6DE4">
        <w:rPr>
          <w:vertAlign w:val="subscript"/>
        </w:rPr>
        <w:t>higher_priority_search</w:t>
      </w:r>
      <w:r w:rsidRPr="008C6DE4">
        <w:t xml:space="preserve"> = (</w:t>
      </w:r>
      <w:r w:rsidRPr="008C6DE4">
        <w:rPr>
          <w:lang w:eastAsia="zh-CN"/>
        </w:rPr>
        <w:t>60</w:t>
      </w:r>
      <w:r w:rsidRPr="008C6DE4">
        <w:t xml:space="preserve"> * N</w:t>
      </w:r>
      <w:r w:rsidRPr="008C6DE4">
        <w:rPr>
          <w:vertAlign w:val="subscript"/>
        </w:rPr>
        <w:t>layers</w:t>
      </w:r>
      <w:r w:rsidRPr="008C6DE4">
        <w:t>) seconds, where N</w:t>
      </w:r>
      <w:r w:rsidRPr="008C6DE4">
        <w:rPr>
          <w:vertAlign w:val="subscript"/>
        </w:rPr>
        <w:t>layers</w:t>
      </w:r>
      <w:r w:rsidRPr="008C6DE4">
        <w:t xml:space="preserve"> is the total number of higher priority NR and E-UTRA carrier frequencies</w:t>
      </w:r>
      <w:r w:rsidRPr="008C6DE4">
        <w:rPr>
          <w:lang w:eastAsia="zh-CN"/>
        </w:rPr>
        <w:t xml:space="preserve"> broadcasted in system information</w:t>
      </w:r>
      <w:r w:rsidRPr="008C6DE4">
        <w:t>.</w:t>
      </w:r>
    </w:p>
    <w:p w14:paraId="633A3062" w14:textId="77777777" w:rsidR="00AF5E3B" w:rsidRPr="008C6DE4" w:rsidRDefault="00AF5E3B">
      <w:pPr>
        <w:spacing w:after="0"/>
      </w:pPr>
      <w:r w:rsidRPr="008C6DE4">
        <w:br w:type="page"/>
      </w:r>
    </w:p>
    <w:p w14:paraId="28B63A71" w14:textId="77777777" w:rsidR="00D27AAF" w:rsidRPr="008C6DE4" w:rsidRDefault="00D27AAF" w:rsidP="0048284E">
      <w:pPr>
        <w:pStyle w:val="Heading1"/>
      </w:pPr>
      <w:bookmarkStart w:id="36" w:name="_Toc5952542"/>
      <w:bookmarkStart w:id="37" w:name="_Toc5952554"/>
      <w:r w:rsidRPr="008C6DE4">
        <w:lastRenderedPageBreak/>
        <w:t>5</w:t>
      </w:r>
      <w:r w:rsidRPr="008C6DE4">
        <w:tab/>
        <w:t>SA: RRC_INACTIVE state mobility</w:t>
      </w:r>
      <w:bookmarkEnd w:id="36"/>
    </w:p>
    <w:p w14:paraId="71ECBF9D" w14:textId="3A97CB05" w:rsidR="00D27AAF" w:rsidRPr="008C6DE4" w:rsidRDefault="0048284E" w:rsidP="0048284E">
      <w:pPr>
        <w:pStyle w:val="Heading2"/>
      </w:pPr>
      <w:bookmarkStart w:id="38" w:name="_Toc5952543"/>
      <w:r w:rsidRPr="008C6DE4">
        <w:t>5.1</w:t>
      </w:r>
      <w:r w:rsidR="00D27AAF" w:rsidRPr="008C6DE4">
        <w:tab/>
        <w:t>Cell Re-selection</w:t>
      </w:r>
      <w:bookmarkEnd w:id="38"/>
    </w:p>
    <w:p w14:paraId="227FDD94" w14:textId="1AD91277" w:rsidR="00D27AAF" w:rsidRPr="008C6DE4" w:rsidRDefault="0048284E" w:rsidP="0048284E">
      <w:pPr>
        <w:pStyle w:val="Heading3"/>
      </w:pPr>
      <w:bookmarkStart w:id="39" w:name="_Toc5952544"/>
      <w:r w:rsidRPr="008C6DE4">
        <w:t>5.1.1</w:t>
      </w:r>
      <w:r w:rsidR="00D27AAF" w:rsidRPr="008C6DE4">
        <w:tab/>
        <w:t>Introduction</w:t>
      </w:r>
      <w:bookmarkEnd w:id="39"/>
    </w:p>
    <w:p w14:paraId="1E642DD7" w14:textId="77777777" w:rsidR="00D27AAF" w:rsidRPr="008C6DE4" w:rsidRDefault="00D27AAF" w:rsidP="00D27AAF">
      <w:r w:rsidRPr="008C6DE4">
        <w:t>The cell reselection procedure allows the UE to select a more suitable cell and camp on it.</w:t>
      </w:r>
    </w:p>
    <w:p w14:paraId="3D5D2BBA" w14:textId="77777777" w:rsidR="003B2F90" w:rsidRPr="008C6DE4" w:rsidRDefault="003B2F90" w:rsidP="003B2F90">
      <w:bookmarkStart w:id="40" w:name="_Toc5952545"/>
      <w:r w:rsidRPr="008C6DE4">
        <w:t xml:space="preserve">When the UE is in </w:t>
      </w:r>
      <w:r w:rsidRPr="008C6DE4">
        <w:rPr>
          <w:i/>
        </w:rPr>
        <w:t>Camped Normally</w:t>
      </w:r>
      <w:r w:rsidRPr="008C6DE4">
        <w:t xml:space="preserve"> state on a cell, the UE shall attempt to detect, synchronise, and monitor intra-frequency, inter-frequency and inter-RAT cells indicated by the serving cell. For intra-frequency and inter-frequency cells the serving cell may not provide explicit neighbour list but carrier frequency information and bandwidth information only. UE measurement activity is also controlled by measurement rules defined in TS38.304</w:t>
      </w:r>
      <w:r>
        <w:t xml:space="preserve"> </w:t>
      </w:r>
      <w:r>
        <w:rPr>
          <w:lang w:val="en-US" w:eastAsia="zh-CN"/>
        </w:rPr>
        <w:t>[1]</w:t>
      </w:r>
      <w:r w:rsidRPr="008C6DE4">
        <w:t>, allowing the UE to limit its measurement activity.</w:t>
      </w:r>
    </w:p>
    <w:p w14:paraId="0D1F584F" w14:textId="5DD045B7" w:rsidR="00D27AAF" w:rsidRPr="008C6DE4" w:rsidRDefault="0048284E" w:rsidP="0048284E">
      <w:pPr>
        <w:pStyle w:val="Heading3"/>
      </w:pPr>
      <w:r w:rsidRPr="008C6DE4">
        <w:t>5.1.2</w:t>
      </w:r>
      <w:r w:rsidR="00D27AAF" w:rsidRPr="008C6DE4">
        <w:tab/>
        <w:t>Requirements</w:t>
      </w:r>
      <w:bookmarkEnd w:id="40"/>
    </w:p>
    <w:p w14:paraId="068B888C" w14:textId="50023B62" w:rsidR="00D27AAF" w:rsidRPr="008C6DE4" w:rsidRDefault="0048284E" w:rsidP="0048284E">
      <w:pPr>
        <w:pStyle w:val="Heading4"/>
      </w:pPr>
      <w:bookmarkStart w:id="41" w:name="_Toc5952546"/>
      <w:r w:rsidRPr="008C6DE4">
        <w:t>5.1.2.1</w:t>
      </w:r>
      <w:r w:rsidR="00D27AAF" w:rsidRPr="008C6DE4">
        <w:tab/>
        <w:t>UE measurement capability</w:t>
      </w:r>
      <w:bookmarkEnd w:id="41"/>
    </w:p>
    <w:p w14:paraId="32021F07" w14:textId="77777777" w:rsidR="00D27AAF" w:rsidRPr="008C6DE4" w:rsidRDefault="00D27AAF" w:rsidP="00D27AAF">
      <w:r w:rsidRPr="008C6DE4">
        <w:t>The requirements in sub-clause 4.2.2.1 shall apply.</w:t>
      </w:r>
    </w:p>
    <w:p w14:paraId="166D23EA" w14:textId="3466434C" w:rsidR="00D27AAF" w:rsidRPr="008C6DE4" w:rsidRDefault="0048284E" w:rsidP="0048284E">
      <w:pPr>
        <w:pStyle w:val="Heading4"/>
      </w:pPr>
      <w:bookmarkStart w:id="42" w:name="_Toc5952547"/>
      <w:r w:rsidRPr="008C6DE4">
        <w:t>5.1.2.2</w:t>
      </w:r>
      <w:r w:rsidR="00D27AAF" w:rsidRPr="008C6DE4">
        <w:tab/>
        <w:t>Measurement and evaluation of serving cell</w:t>
      </w:r>
      <w:bookmarkEnd w:id="42"/>
    </w:p>
    <w:p w14:paraId="74078FB6" w14:textId="77777777" w:rsidR="00D27AAF" w:rsidRPr="008C6DE4" w:rsidRDefault="00D27AAF" w:rsidP="00D27AAF">
      <w:r w:rsidRPr="008C6DE4">
        <w:t>The requirements in sub-clause 4.2.2.2 shall apply.</w:t>
      </w:r>
    </w:p>
    <w:p w14:paraId="612132CD" w14:textId="2736D926" w:rsidR="00D27AAF" w:rsidRPr="008C6DE4" w:rsidRDefault="0048284E" w:rsidP="0048284E">
      <w:pPr>
        <w:pStyle w:val="Heading4"/>
      </w:pPr>
      <w:bookmarkStart w:id="43" w:name="_Toc5952548"/>
      <w:r w:rsidRPr="008C6DE4">
        <w:t>5.1.2.3</w:t>
      </w:r>
      <w:r w:rsidR="00D27AAF" w:rsidRPr="008C6DE4">
        <w:tab/>
        <w:t>Measurements of intra-frequency NR cells</w:t>
      </w:r>
      <w:bookmarkEnd w:id="43"/>
    </w:p>
    <w:p w14:paraId="51A6BBB6" w14:textId="77777777" w:rsidR="00D27AAF" w:rsidRPr="008C6DE4" w:rsidRDefault="00D27AAF" w:rsidP="00D27AAF">
      <w:r w:rsidRPr="008C6DE4">
        <w:t>The requirements in sub-clause 4.2.2.3 shall apply.</w:t>
      </w:r>
    </w:p>
    <w:p w14:paraId="047C1BC6" w14:textId="179CE046" w:rsidR="00D27AAF" w:rsidRPr="008C6DE4" w:rsidRDefault="0048284E" w:rsidP="0048284E">
      <w:pPr>
        <w:pStyle w:val="Heading4"/>
      </w:pPr>
      <w:bookmarkStart w:id="44" w:name="_Toc5952549"/>
      <w:r w:rsidRPr="008C6DE4">
        <w:t>5.1.2.4</w:t>
      </w:r>
      <w:r w:rsidR="00D27AAF" w:rsidRPr="008C6DE4">
        <w:tab/>
        <w:t>Measurements of inter-frequency NR cells</w:t>
      </w:r>
      <w:bookmarkEnd w:id="44"/>
    </w:p>
    <w:p w14:paraId="28422890" w14:textId="77777777" w:rsidR="00D27AAF" w:rsidRPr="008C6DE4" w:rsidRDefault="00D27AAF" w:rsidP="00D27AAF">
      <w:r w:rsidRPr="008C6DE4">
        <w:t>The requirements in sub-clause 4.2.2.4 shall apply.</w:t>
      </w:r>
    </w:p>
    <w:p w14:paraId="0D1AE78B" w14:textId="6DF4070A" w:rsidR="00D27AAF" w:rsidRPr="008C6DE4" w:rsidRDefault="0048284E" w:rsidP="0048284E">
      <w:pPr>
        <w:pStyle w:val="Heading4"/>
      </w:pPr>
      <w:bookmarkStart w:id="45" w:name="_Toc5952550"/>
      <w:r w:rsidRPr="008C6DE4">
        <w:t>5.1.2.5</w:t>
      </w:r>
      <w:r w:rsidR="00D27AAF" w:rsidRPr="008C6DE4">
        <w:tab/>
        <w:t>Measurements of inter-RAT E-UTRAN cells</w:t>
      </w:r>
      <w:bookmarkEnd w:id="45"/>
    </w:p>
    <w:p w14:paraId="5C31810F" w14:textId="77777777" w:rsidR="00D27AAF" w:rsidRPr="008C6DE4" w:rsidRDefault="00D27AAF" w:rsidP="00D27AAF">
      <w:r w:rsidRPr="008C6DE4">
        <w:t>The requirements in sub-clause 4.2.2.5 shall apply.</w:t>
      </w:r>
    </w:p>
    <w:p w14:paraId="7230F3D0" w14:textId="3C811145" w:rsidR="00D27AAF" w:rsidRPr="008C6DE4" w:rsidRDefault="0048284E" w:rsidP="0048284E">
      <w:pPr>
        <w:pStyle w:val="Heading4"/>
      </w:pPr>
      <w:bookmarkStart w:id="46" w:name="_Toc5952551"/>
      <w:r w:rsidRPr="008C6DE4">
        <w:t>5.1.2.6</w:t>
      </w:r>
      <w:r w:rsidR="00D27AAF" w:rsidRPr="008C6DE4">
        <w:tab/>
        <w:t>Maximum interruption in paging reception</w:t>
      </w:r>
      <w:bookmarkEnd w:id="46"/>
    </w:p>
    <w:p w14:paraId="5B066AD2" w14:textId="77777777" w:rsidR="00D27AAF" w:rsidRPr="008C6DE4" w:rsidRDefault="00D27AAF" w:rsidP="00D27AAF">
      <w:r w:rsidRPr="008C6DE4">
        <w:t>The requirements in sub-clause 4.2.2.6 shall apply.</w:t>
      </w:r>
    </w:p>
    <w:p w14:paraId="203CE8A9" w14:textId="79C8EB27" w:rsidR="00D27AAF" w:rsidRPr="008C6DE4" w:rsidRDefault="0048284E" w:rsidP="0048284E">
      <w:pPr>
        <w:pStyle w:val="Heading4"/>
      </w:pPr>
      <w:bookmarkStart w:id="47" w:name="_Toc5952552"/>
      <w:r w:rsidRPr="008C6DE4">
        <w:t>5.1.2.7</w:t>
      </w:r>
      <w:r w:rsidR="00D27AAF" w:rsidRPr="008C6DE4">
        <w:tab/>
        <w:t>General requirements</w:t>
      </w:r>
      <w:bookmarkEnd w:id="47"/>
    </w:p>
    <w:p w14:paraId="5BB66439" w14:textId="77777777" w:rsidR="00D27AAF" w:rsidRPr="008C6DE4" w:rsidRDefault="00D27AAF" w:rsidP="00D27AAF">
      <w:r w:rsidRPr="008C6DE4">
        <w:t>The requirements in sub-clause 4.2.2.7 shall apply.</w:t>
      </w:r>
    </w:p>
    <w:p w14:paraId="7F2FCDD2" w14:textId="59435B68" w:rsidR="00D27AAF" w:rsidRPr="008C6DE4" w:rsidRDefault="0048284E" w:rsidP="0048284E">
      <w:pPr>
        <w:pStyle w:val="Heading2"/>
      </w:pPr>
      <w:bookmarkStart w:id="48" w:name="_Toc5952553"/>
      <w:r w:rsidRPr="008C6DE4">
        <w:lastRenderedPageBreak/>
        <w:t>5.2</w:t>
      </w:r>
      <w:r w:rsidR="00D27AAF" w:rsidRPr="008C6DE4">
        <w:tab/>
      </w:r>
      <w:bookmarkEnd w:id="48"/>
      <w:r w:rsidR="00D27AAF" w:rsidRPr="008C6DE4">
        <w:t>Void</w:t>
      </w:r>
    </w:p>
    <w:p w14:paraId="0A5F4E18" w14:textId="77777777" w:rsidR="003A24E1" w:rsidRPr="008C6DE4" w:rsidRDefault="003A24E1" w:rsidP="003A24E1">
      <w:pPr>
        <w:pStyle w:val="Heading1"/>
      </w:pPr>
      <w:r w:rsidRPr="008C6DE4">
        <w:t>6</w:t>
      </w:r>
      <w:r w:rsidRPr="008C6DE4">
        <w:tab/>
        <w:t>RRC_CONNECTED state mobility</w:t>
      </w:r>
      <w:bookmarkEnd w:id="37"/>
    </w:p>
    <w:p w14:paraId="1C6D6AE5" w14:textId="77777777" w:rsidR="00CF0288" w:rsidRPr="008C6DE4" w:rsidRDefault="00CF0288" w:rsidP="00CF0288">
      <w:pPr>
        <w:pStyle w:val="Heading2"/>
      </w:pPr>
      <w:bookmarkStart w:id="49" w:name="_Toc5952575"/>
      <w:bookmarkStart w:id="50" w:name="_Toc5952591"/>
      <w:r w:rsidRPr="008C6DE4">
        <w:t>6.1</w:t>
      </w:r>
      <w:r w:rsidRPr="008C6DE4">
        <w:tab/>
        <w:t>Handover</w:t>
      </w:r>
    </w:p>
    <w:p w14:paraId="2CAA992D" w14:textId="77777777" w:rsidR="00CF0288" w:rsidRPr="008C6DE4" w:rsidRDefault="00CF0288" w:rsidP="00CF0288">
      <w:pPr>
        <w:pStyle w:val="Heading3"/>
        <w:overflowPunct w:val="0"/>
        <w:autoSpaceDE w:val="0"/>
        <w:autoSpaceDN w:val="0"/>
        <w:adjustRightInd w:val="0"/>
        <w:textAlignment w:val="baseline"/>
        <w:rPr>
          <w:lang w:val="en-US" w:eastAsia="ko-KR"/>
        </w:rPr>
      </w:pPr>
      <w:r w:rsidRPr="008C6DE4">
        <w:rPr>
          <w:lang w:val="en-US" w:eastAsia="ko-KR"/>
        </w:rPr>
        <w:t>6.1.1</w:t>
      </w:r>
      <w:r w:rsidRPr="008C6DE4">
        <w:rPr>
          <w:lang w:val="en-US" w:eastAsia="ko-KR"/>
        </w:rPr>
        <w:tab/>
        <w:t>NR Handover</w:t>
      </w:r>
    </w:p>
    <w:p w14:paraId="27C31FDA" w14:textId="77777777" w:rsidR="00CF0288" w:rsidRPr="008C6DE4" w:rsidRDefault="00CF0288" w:rsidP="00CF0288">
      <w:pPr>
        <w:pStyle w:val="Heading4"/>
        <w:overflowPunct w:val="0"/>
        <w:autoSpaceDE w:val="0"/>
        <w:autoSpaceDN w:val="0"/>
        <w:adjustRightInd w:val="0"/>
        <w:textAlignment w:val="baseline"/>
        <w:rPr>
          <w:lang w:val="en-US" w:eastAsia="zh-CN"/>
        </w:rPr>
      </w:pPr>
      <w:r w:rsidRPr="008C6DE4">
        <w:rPr>
          <w:lang w:val="en-US" w:eastAsia="zh-CN"/>
        </w:rPr>
        <w:t>6.1.1.1</w:t>
      </w:r>
      <w:r w:rsidRPr="008C6DE4">
        <w:rPr>
          <w:lang w:val="en-US" w:eastAsia="zh-CN"/>
        </w:rPr>
        <w:tab/>
        <w:t>Introduction</w:t>
      </w:r>
    </w:p>
    <w:p w14:paraId="03A9B322" w14:textId="77777777" w:rsidR="00CF0288" w:rsidRPr="008C6DE4" w:rsidRDefault="00CF0288" w:rsidP="00CF0288">
      <w:pPr>
        <w:tabs>
          <w:tab w:val="left" w:pos="7200"/>
        </w:tabs>
      </w:pPr>
      <w:r w:rsidRPr="008C6DE4">
        <w:t>The purpose of NR handover is to change the NR PCell to another NR cell. The requirements in this clause are applicable to SA NR, NE-DC and NR-DC.</w:t>
      </w:r>
    </w:p>
    <w:p w14:paraId="2049D707" w14:textId="77777777" w:rsidR="00CF0288" w:rsidRPr="008C6DE4" w:rsidRDefault="00CF0288" w:rsidP="00CF0288">
      <w:pPr>
        <w:pStyle w:val="Heading4"/>
        <w:overflowPunct w:val="0"/>
        <w:autoSpaceDE w:val="0"/>
        <w:autoSpaceDN w:val="0"/>
        <w:adjustRightInd w:val="0"/>
        <w:textAlignment w:val="baseline"/>
        <w:rPr>
          <w:lang w:val="en-US" w:eastAsia="zh-CN"/>
        </w:rPr>
      </w:pPr>
      <w:bookmarkStart w:id="51" w:name="_Toc526331610"/>
      <w:r w:rsidRPr="008C6DE4">
        <w:rPr>
          <w:lang w:val="en-US" w:eastAsia="zh-CN"/>
        </w:rPr>
        <w:t>6.1.1.2</w:t>
      </w:r>
      <w:r w:rsidRPr="008C6DE4">
        <w:rPr>
          <w:lang w:val="en-US" w:eastAsia="zh-CN"/>
        </w:rPr>
        <w:tab/>
        <w:t>NR FR1 - NR FR1 Handover</w:t>
      </w:r>
      <w:bookmarkEnd w:id="51"/>
    </w:p>
    <w:p w14:paraId="4BCAD972" w14:textId="77777777" w:rsidR="00CF0288" w:rsidRPr="008C6DE4" w:rsidRDefault="00CF0288" w:rsidP="00CF0288">
      <w:r w:rsidRPr="008C6DE4">
        <w:t>The requirements in this clause are applicable to both intra-frequency and inter-frequency handovers from NR FR1 cell to NR FR1 cell.</w:t>
      </w:r>
    </w:p>
    <w:p w14:paraId="4004C334" w14:textId="77777777" w:rsidR="00CF0288" w:rsidRPr="008C6DE4" w:rsidRDefault="00CF0288" w:rsidP="00CF0288">
      <w:pPr>
        <w:pStyle w:val="Heading5"/>
      </w:pPr>
      <w:bookmarkStart w:id="52" w:name="_Toc526331611"/>
      <w:r w:rsidRPr="008C6DE4">
        <w:t>6.1.1.2.1</w:t>
      </w:r>
      <w:r w:rsidRPr="008C6DE4">
        <w:tab/>
        <w:t>Handover delay</w:t>
      </w:r>
      <w:bookmarkEnd w:id="52"/>
    </w:p>
    <w:p w14:paraId="481BD671" w14:textId="2F9FBFA6" w:rsidR="00CF0288" w:rsidRPr="008C6DE4" w:rsidRDefault="00CF0288" w:rsidP="00CF0288">
      <w:pPr>
        <w:rPr>
          <w:rFonts w:cs="v4.2.0"/>
        </w:rPr>
      </w:pPr>
      <w:r w:rsidRPr="008C6DE4">
        <w:rPr>
          <w:rFonts w:cs="v4.2.0"/>
        </w:rPr>
        <w:t xml:space="preserve">When the UE receives a RRC message implying handover the UE shall be ready to </w:t>
      </w:r>
      <w:r w:rsidRPr="008C6DE4">
        <w:rPr>
          <w:rFonts w:cs="v4.2.0"/>
          <w:snapToGrid w:val="0"/>
        </w:rPr>
        <w:t>start the transmission of the new uplink PRACH channel</w:t>
      </w:r>
      <w:r w:rsidRPr="008C6DE4">
        <w:rPr>
          <w:rFonts w:cs="v4.2.0"/>
        </w:rPr>
        <w:t xml:space="preserve"> within D</w:t>
      </w:r>
      <w:r w:rsidRPr="008C6DE4">
        <w:rPr>
          <w:rFonts w:cs="v4.2.0"/>
          <w:vertAlign w:val="subscript"/>
        </w:rPr>
        <w:t>handover</w:t>
      </w:r>
      <w:r w:rsidRPr="008C6DE4">
        <w:rPr>
          <w:rFonts w:cs="v4.2.0"/>
        </w:rPr>
        <w:t xml:space="preserve"> </w:t>
      </w:r>
      <w:r w:rsidR="00A219EC" w:rsidRPr="008C6DE4">
        <w:rPr>
          <w:rFonts w:cs="v4.2.0" w:hint="eastAsia"/>
          <w:lang w:val="en-US" w:eastAsia="zh-CN"/>
        </w:rPr>
        <w:t xml:space="preserve">msec </w:t>
      </w:r>
      <w:r w:rsidRPr="008C6DE4">
        <w:rPr>
          <w:rFonts w:cs="v4.2.0"/>
        </w:rPr>
        <w:t>from the end of the last TTI containing the RRC command.</w:t>
      </w:r>
    </w:p>
    <w:p w14:paraId="6EFE7607" w14:textId="77777777" w:rsidR="00CF0288" w:rsidRPr="008C6DE4" w:rsidRDefault="00CF0288" w:rsidP="00CF0288">
      <w:pPr>
        <w:rPr>
          <w:rFonts w:cs="v4.2.0"/>
        </w:rPr>
      </w:pPr>
      <w:r w:rsidRPr="008C6DE4">
        <w:rPr>
          <w:rFonts w:cs="v4.2.0"/>
        </w:rPr>
        <w:t>Where:</w:t>
      </w:r>
    </w:p>
    <w:p w14:paraId="1ED56842" w14:textId="6496DFD9" w:rsidR="00A219EC" w:rsidRPr="008C6DE4" w:rsidRDefault="00A219EC" w:rsidP="00A219EC">
      <w:pPr>
        <w:rPr>
          <w:rFonts w:cs="v4.2.0"/>
        </w:rPr>
      </w:pPr>
      <w:bookmarkStart w:id="53" w:name="_Toc526331612"/>
      <w:r w:rsidRPr="008C6DE4">
        <w:rPr>
          <w:rFonts w:cs="v4.2.0"/>
        </w:rPr>
        <w:t>D</w:t>
      </w:r>
      <w:r w:rsidRPr="008C6DE4">
        <w:rPr>
          <w:rFonts w:cs="v4.2.0"/>
          <w:vertAlign w:val="subscript"/>
        </w:rPr>
        <w:t>handover</w:t>
      </w:r>
      <w:r w:rsidRPr="008C6DE4">
        <w:rPr>
          <w:rFonts w:cs="v4.2.0"/>
        </w:rPr>
        <w:t xml:space="preserve"> equals the </w:t>
      </w:r>
      <w:r w:rsidRPr="008C6DE4">
        <w:rPr>
          <w:rFonts w:cs="v4.2.0" w:hint="eastAsia"/>
          <w:lang w:val="en-US" w:eastAsia="zh-CN"/>
        </w:rPr>
        <w:t>applicable</w:t>
      </w:r>
      <w:r w:rsidRPr="008C6DE4">
        <w:rPr>
          <w:rFonts w:cs="v4.2.0"/>
        </w:rPr>
        <w:t xml:space="preserve"> RRC procedure delay defined in clause</w:t>
      </w:r>
      <w:r w:rsidRPr="008C6DE4">
        <w:rPr>
          <w:rFonts w:cs="v4.2.0" w:hint="eastAsia"/>
          <w:lang w:val="en-US" w:eastAsia="zh-CN"/>
        </w:rPr>
        <w:t xml:space="preserve"> </w:t>
      </w:r>
      <w:r w:rsidRPr="008C6DE4">
        <w:rPr>
          <w:rFonts w:cs="v4.2.0"/>
          <w:lang w:eastAsia="zh-CN"/>
        </w:rPr>
        <w:t>12</w:t>
      </w:r>
      <w:r w:rsidRPr="008C6DE4">
        <w:rPr>
          <w:rFonts w:cs="v4.2.0"/>
        </w:rPr>
        <w:t xml:space="preserve"> in </w:t>
      </w:r>
      <w:r w:rsidRPr="008C6DE4">
        <w:t>TS 38.331 [2]</w:t>
      </w:r>
      <w:r w:rsidRPr="008C6DE4">
        <w:rPr>
          <w:rFonts w:cs="v4.2.0"/>
        </w:rPr>
        <w:t xml:space="preserve"> plus the interruption time stated in clause 6.1.1.2.2.</w:t>
      </w:r>
    </w:p>
    <w:p w14:paraId="117BB891" w14:textId="77777777" w:rsidR="00CF0288" w:rsidRPr="008C6DE4" w:rsidRDefault="00CF0288" w:rsidP="00CF0288">
      <w:pPr>
        <w:pStyle w:val="Heading5"/>
      </w:pPr>
      <w:r w:rsidRPr="008C6DE4">
        <w:t>6.1.1.2.2</w:t>
      </w:r>
      <w:r w:rsidRPr="008C6DE4">
        <w:tab/>
        <w:t>Interruption time</w:t>
      </w:r>
      <w:bookmarkEnd w:id="53"/>
    </w:p>
    <w:p w14:paraId="5264604D" w14:textId="77777777" w:rsidR="00CF0288" w:rsidRPr="008C6DE4" w:rsidRDefault="00CF0288" w:rsidP="00CF0288">
      <w:pPr>
        <w:rPr>
          <w:rFonts w:cs="v4.2.0"/>
        </w:rPr>
      </w:pPr>
      <w:r w:rsidRPr="008C6DE4">
        <w:rPr>
          <w:rFonts w:cs="v4.2.0"/>
        </w:rPr>
        <w:t>The interruption time is the time between end of the last TTI containing the RRC command on the old PDSCH and the time the UE starts transmission of the new PRACH</w:t>
      </w:r>
      <w:r w:rsidRPr="008C6DE4">
        <w:rPr>
          <w:rFonts w:eastAsia="MS Mincho" w:cs="v4.2.0"/>
        </w:rPr>
        <w:t>, excluding the RRC procedure delay</w:t>
      </w:r>
      <w:r w:rsidRPr="008C6DE4">
        <w:rPr>
          <w:rFonts w:cs="v4.2.0"/>
        </w:rPr>
        <w:t>.</w:t>
      </w:r>
    </w:p>
    <w:p w14:paraId="6FCF4AB4" w14:textId="77777777" w:rsidR="00CF0288" w:rsidRPr="008C6DE4" w:rsidRDefault="00CF0288" w:rsidP="00CF0288">
      <w:pPr>
        <w:rPr>
          <w:rFonts w:cs="v4.2.0"/>
          <w:position w:val="-6"/>
        </w:rPr>
      </w:pPr>
      <w:r w:rsidRPr="008C6DE4">
        <w:rPr>
          <w:rFonts w:cs="v4.2.0"/>
        </w:rPr>
        <w:t>When intra-frequency or inter-frequency handover is commanded, the interruption time shall be less than T</w:t>
      </w:r>
      <w:r w:rsidRPr="008C6DE4">
        <w:rPr>
          <w:rFonts w:cs="v4.2.0"/>
          <w:vertAlign w:val="subscript"/>
        </w:rPr>
        <w:t>interrupt</w:t>
      </w:r>
    </w:p>
    <w:p w14:paraId="7E71C855" w14:textId="6BE157B2" w:rsidR="00CF0288" w:rsidRPr="008C6DE4" w:rsidRDefault="00CF0288" w:rsidP="00CF0288">
      <w:pPr>
        <w:pStyle w:val="EQ"/>
      </w:pPr>
      <w:r w:rsidRPr="008C6DE4">
        <w:tab/>
      </w:r>
      <w:r w:rsidR="009F6025" w:rsidRPr="008C6DE4">
        <w:rPr>
          <w:rFonts w:cs="v4.2.0"/>
        </w:rPr>
        <w:t>T</w:t>
      </w:r>
      <w:r w:rsidR="009F6025" w:rsidRPr="008C6DE4">
        <w:rPr>
          <w:rFonts w:cs="v4.2.0"/>
          <w:vertAlign w:val="subscript"/>
        </w:rPr>
        <w:t>interrupt</w:t>
      </w:r>
      <w:r w:rsidR="009F6025" w:rsidRPr="008C6DE4">
        <w:t xml:space="preserve"> = T</w:t>
      </w:r>
      <w:r w:rsidR="009F6025" w:rsidRPr="008C6DE4">
        <w:rPr>
          <w:vertAlign w:val="subscript"/>
        </w:rPr>
        <w:t>search</w:t>
      </w:r>
      <w:r w:rsidR="009F6025" w:rsidRPr="008C6DE4">
        <w:t xml:space="preserve"> + T</w:t>
      </w:r>
      <w:r w:rsidR="009F6025" w:rsidRPr="008C6DE4">
        <w:rPr>
          <w:vertAlign w:val="subscript"/>
        </w:rPr>
        <w:t>IU</w:t>
      </w:r>
      <w:r w:rsidR="009F6025" w:rsidRPr="008C6DE4">
        <w:t xml:space="preserve"> + T</w:t>
      </w:r>
      <w:r w:rsidR="009F6025" w:rsidRPr="008C6DE4">
        <w:rPr>
          <w:vertAlign w:val="subscript"/>
          <w:lang w:eastAsia="zh-CN"/>
        </w:rPr>
        <w:t>processing</w:t>
      </w:r>
      <w:r w:rsidR="009F6025" w:rsidRPr="008C6DE4">
        <w:rPr>
          <w:lang w:eastAsia="zh-CN"/>
        </w:rPr>
        <w:t xml:space="preserve"> </w:t>
      </w:r>
      <w:r w:rsidR="009F6025" w:rsidRPr="008C6DE4">
        <w:rPr>
          <w:vertAlign w:val="subscript"/>
          <w:lang w:eastAsia="zh-CN"/>
        </w:rPr>
        <w:t xml:space="preserve"> </w:t>
      </w:r>
      <w:r w:rsidR="009F6025" w:rsidRPr="008C6DE4">
        <w:rPr>
          <w:lang w:eastAsia="zh-CN"/>
        </w:rPr>
        <w:t>+ T</w:t>
      </w:r>
      <w:r w:rsidR="009F6025" w:rsidRPr="008C6DE4">
        <w:rPr>
          <w:vertAlign w:val="subscript"/>
          <w:lang w:eastAsia="zh-CN"/>
        </w:rPr>
        <w:t>∆</w:t>
      </w:r>
      <w:r w:rsidR="009F6025" w:rsidRPr="008C6DE4">
        <w:rPr>
          <w:lang w:eastAsia="zh-CN"/>
        </w:rPr>
        <w:t xml:space="preserve"> + T</w:t>
      </w:r>
      <w:r w:rsidR="009F6025" w:rsidRPr="008C6DE4">
        <w:rPr>
          <w:vertAlign w:val="subscript"/>
          <w:lang w:eastAsia="zh-CN"/>
        </w:rPr>
        <w:t xml:space="preserve">margin </w:t>
      </w:r>
      <w:r w:rsidR="009F6025" w:rsidRPr="008C6DE4">
        <w:t>ms</w:t>
      </w:r>
    </w:p>
    <w:p w14:paraId="6E1F6946" w14:textId="77777777" w:rsidR="00CF0288" w:rsidRPr="008C6DE4" w:rsidRDefault="00CF0288" w:rsidP="00CF0288">
      <w:pPr>
        <w:rPr>
          <w:rFonts w:cs="v4.2.0"/>
        </w:rPr>
      </w:pPr>
      <w:r w:rsidRPr="008C6DE4">
        <w:rPr>
          <w:rFonts w:cs="v4.2.0"/>
        </w:rPr>
        <w:t>Where:</w:t>
      </w:r>
    </w:p>
    <w:p w14:paraId="3B3C56CB" w14:textId="6E58432F" w:rsidR="003B2F90" w:rsidRPr="008C6DE4" w:rsidRDefault="00847B8D" w:rsidP="00847B8D">
      <w:pPr>
        <w:pStyle w:val="B10"/>
      </w:pPr>
      <w:r>
        <w:tab/>
      </w:r>
      <w:r w:rsidR="003B2F90" w:rsidRPr="008C6DE4">
        <w:t>T</w:t>
      </w:r>
      <w:r w:rsidR="003B2F90" w:rsidRPr="008C6DE4">
        <w:rPr>
          <w:vertAlign w:val="subscript"/>
        </w:rPr>
        <w:t>search</w:t>
      </w:r>
      <w:r w:rsidR="003B2F90" w:rsidRPr="008C6DE4">
        <w:t xml:space="preserve"> is the time required to search the target cell when the target cell is not already known when the handover command is received by the UE. If the target cell is known, then T</w:t>
      </w:r>
      <w:r w:rsidR="003B2F90" w:rsidRPr="008C6DE4">
        <w:rPr>
          <w:vertAlign w:val="subscript"/>
        </w:rPr>
        <w:t>search</w:t>
      </w:r>
      <w:r w:rsidR="003B2F90" w:rsidRPr="008C6DE4">
        <w:t xml:space="preserve"> = 0 ms. If the target cell is an unknown intra-frequency cell and the target cell Es/Iot</w:t>
      </w:r>
      <w:r w:rsidR="003B2F90" w:rsidRPr="008C6DE4">
        <w:rPr>
          <w:rFonts w:hint="eastAsia"/>
          <w:lang w:val="en-US"/>
        </w:rPr>
        <w:t>≥</w:t>
      </w:r>
      <w:r w:rsidR="003B2F90" w:rsidRPr="008C6DE4">
        <w:t>-2 dB, then T</w:t>
      </w:r>
      <w:r w:rsidR="003B2F90" w:rsidRPr="008C6DE4">
        <w:rPr>
          <w:vertAlign w:val="subscript"/>
        </w:rPr>
        <w:t>search</w:t>
      </w:r>
      <w:r w:rsidR="003B2F90" w:rsidRPr="008C6DE4">
        <w:t xml:space="preserve"> = T</w:t>
      </w:r>
      <w:r w:rsidR="003B2F90" w:rsidRPr="008C6DE4">
        <w:rPr>
          <w:vertAlign w:val="subscript"/>
        </w:rPr>
        <w:t>rs</w:t>
      </w:r>
      <w:r w:rsidR="003B2F90" w:rsidRPr="008C6DE4">
        <w:t xml:space="preserve">  ms. If the target cell is an unknown inter-frequency cell and the target cell Es/Iot</w:t>
      </w:r>
      <w:r w:rsidR="003B2F90" w:rsidRPr="008C6DE4">
        <w:rPr>
          <w:rFonts w:hint="eastAsia"/>
          <w:lang w:val="en-US"/>
        </w:rPr>
        <w:t>≥</w:t>
      </w:r>
      <w:r w:rsidR="003B2F90" w:rsidRPr="008C6DE4">
        <w:t>-2 dB, then T</w:t>
      </w:r>
      <w:r w:rsidR="003B2F90" w:rsidRPr="008C6DE4">
        <w:rPr>
          <w:vertAlign w:val="subscript"/>
        </w:rPr>
        <w:t>search</w:t>
      </w:r>
      <w:r w:rsidR="003B2F90" w:rsidRPr="008C6DE4">
        <w:t xml:space="preserve"> = 3* T</w:t>
      </w:r>
      <w:r w:rsidR="003B2F90" w:rsidRPr="008C6DE4">
        <w:rPr>
          <w:vertAlign w:val="subscript"/>
        </w:rPr>
        <w:t>rs</w:t>
      </w:r>
      <w:r w:rsidR="003B2F90" w:rsidRPr="008C6DE4">
        <w:t xml:space="preserve"> ms. Regardless of whether DRX is in use by the UE, T</w:t>
      </w:r>
      <w:r w:rsidR="003B2F90" w:rsidRPr="008C6DE4">
        <w:rPr>
          <w:vertAlign w:val="subscript"/>
        </w:rPr>
        <w:t>search</w:t>
      </w:r>
      <w:r w:rsidR="003B2F90" w:rsidRPr="008C6DE4">
        <w:t xml:space="preserve"> shall still be based on non-DRX target cell search times.</w:t>
      </w:r>
    </w:p>
    <w:p w14:paraId="7F89C02F" w14:textId="77777777" w:rsidR="00A76BE1" w:rsidRDefault="00A76BE1" w:rsidP="00A76BE1">
      <w:pPr>
        <w:ind w:left="568" w:hanging="284"/>
      </w:pPr>
      <w:r>
        <w:tab/>
        <w:t>T</w:t>
      </w:r>
      <w:r>
        <w:rPr>
          <w:vertAlign w:val="subscript"/>
          <w:lang w:eastAsia="zh-CN"/>
        </w:rPr>
        <w:t>processing</w:t>
      </w:r>
      <w:r>
        <w:t xml:space="preserve"> is time for UE processing. T</w:t>
      </w:r>
      <w:r>
        <w:rPr>
          <w:vertAlign w:val="subscript"/>
          <w:lang w:eastAsia="zh-CN"/>
        </w:rPr>
        <w:t>processing</w:t>
      </w:r>
      <w:r>
        <w:t xml:space="preserve"> can be up to 20ms.</w:t>
      </w:r>
    </w:p>
    <w:p w14:paraId="629ECD86" w14:textId="77777777" w:rsidR="00A76BE1" w:rsidRDefault="00A76BE1" w:rsidP="00A76BE1">
      <w:pPr>
        <w:ind w:left="568" w:hanging="284"/>
      </w:pPr>
      <w:r>
        <w:rPr>
          <w:lang w:eastAsia="zh-CN"/>
        </w:rPr>
        <w:tab/>
        <w:t>T</w:t>
      </w:r>
      <w:r>
        <w:rPr>
          <w:vertAlign w:val="subscript"/>
          <w:lang w:eastAsia="zh-CN"/>
        </w:rPr>
        <w:t xml:space="preserve">margin </w:t>
      </w:r>
      <w:r>
        <w:rPr>
          <w:lang w:eastAsia="zh-CN"/>
        </w:rPr>
        <w:t>is time for SSB post-processing. T</w:t>
      </w:r>
      <w:r>
        <w:rPr>
          <w:vertAlign w:val="subscript"/>
          <w:lang w:eastAsia="zh-CN"/>
        </w:rPr>
        <w:t xml:space="preserve">margin </w:t>
      </w:r>
      <w:r>
        <w:rPr>
          <w:lang w:eastAsia="zh-CN"/>
        </w:rPr>
        <w:t>can be up to 2ms.</w:t>
      </w:r>
    </w:p>
    <w:p w14:paraId="013F70AA" w14:textId="77777777" w:rsidR="00A76BE1" w:rsidRDefault="00A76BE1" w:rsidP="00A76BE1">
      <w:pPr>
        <w:ind w:left="568" w:hanging="284"/>
      </w:pPr>
      <w:r>
        <w:tab/>
        <w:t>T</w:t>
      </w:r>
      <w:r>
        <w:rPr>
          <w:vertAlign w:val="subscript"/>
        </w:rPr>
        <w:t>∆</w:t>
      </w:r>
      <w:r>
        <w:t xml:space="preserve"> is time for fine time tracking and acquiring full timing information of the target cell. T</w:t>
      </w:r>
      <w:r>
        <w:rPr>
          <w:vertAlign w:val="subscript"/>
        </w:rPr>
        <w:t>∆</w:t>
      </w:r>
      <w:r>
        <w:t xml:space="preserve"> = T</w:t>
      </w:r>
      <w:r>
        <w:rPr>
          <w:vertAlign w:val="subscript"/>
        </w:rPr>
        <w:t xml:space="preserve">rs </w:t>
      </w:r>
      <w:r>
        <w:t>for both known and unknown target cell.</w:t>
      </w:r>
    </w:p>
    <w:p w14:paraId="770C7220" w14:textId="41B7E8DA" w:rsidR="00CF0288" w:rsidRPr="008C6DE4" w:rsidRDefault="00847B8D" w:rsidP="00847B8D">
      <w:pPr>
        <w:pStyle w:val="B10"/>
        <w:rPr>
          <w:lang w:eastAsia="zh-CN"/>
        </w:rPr>
      </w:pPr>
      <w:r>
        <w:tab/>
      </w:r>
      <w:r w:rsidR="00CF0288" w:rsidRPr="008C6DE4">
        <w:t>T</w:t>
      </w:r>
      <w:r w:rsidR="00CF0288" w:rsidRPr="008C6DE4">
        <w:rPr>
          <w:vertAlign w:val="subscript"/>
        </w:rPr>
        <w:t>IU</w:t>
      </w:r>
      <w:r w:rsidR="00CF0288" w:rsidRPr="008C6DE4">
        <w:t xml:space="preserve"> is the interruption uncertainty </w:t>
      </w:r>
      <w:r w:rsidR="00CF0288" w:rsidRPr="008C6DE4">
        <w:rPr>
          <w:lang w:eastAsia="zh-CN"/>
        </w:rPr>
        <w:t>in acquiring the first available PRACH occasion in the new cell</w:t>
      </w:r>
      <w:r w:rsidR="00CF0288" w:rsidRPr="008C6DE4">
        <w:t>. T</w:t>
      </w:r>
      <w:r w:rsidR="00CF0288" w:rsidRPr="008C6DE4">
        <w:rPr>
          <w:vertAlign w:val="subscript"/>
        </w:rPr>
        <w:t>IU</w:t>
      </w:r>
      <w:r w:rsidR="00CF0288" w:rsidRPr="008C6DE4">
        <w:t xml:space="preserve"> can be up to the summation of SSB to PRACH occasion association period and 10 ms. SSB to PRACH occasion associated period is defined in the table 8.1-1 of TS 38.213 [3].</w:t>
      </w:r>
    </w:p>
    <w:p w14:paraId="33831EC0" w14:textId="492F1EC3" w:rsidR="00CF0288" w:rsidRPr="008C6DE4" w:rsidRDefault="00A9182B" w:rsidP="00847B8D">
      <w:pPr>
        <w:pStyle w:val="B10"/>
      </w:pPr>
      <w:r>
        <w:tab/>
      </w:r>
      <w:r w:rsidRPr="008C6DE4">
        <w:t>T</w:t>
      </w:r>
      <w:r w:rsidRPr="008C6DE4">
        <w:rPr>
          <w:vertAlign w:val="subscript"/>
        </w:rPr>
        <w:t>rs</w:t>
      </w:r>
      <w:r w:rsidRPr="008C6DE4">
        <w:t xml:space="preserve"> is the SMTC periodicity of the target NR cell if the UE has been provided with an SMTC configuration for the target cellin the handover command, otherwise Trs is the SMTC configured in the measObjectNR having the </w:t>
      </w:r>
      <w:r w:rsidRPr="008C6DE4">
        <w:lastRenderedPageBreak/>
        <w:t xml:space="preserve">same SSB frequency and subcarrier spacing. </w:t>
      </w:r>
      <w:r>
        <w:t xml:space="preserve">If the </w:t>
      </w:r>
      <w:r w:rsidRPr="008C6DE4">
        <w:t>measObjectNR</w:t>
      </w:r>
      <w:r>
        <w:t xml:space="preserve">s </w:t>
      </w:r>
      <w:r w:rsidRPr="00B910B8">
        <w:t>having the same SSB frequency and subcarrier spacing</w:t>
      </w:r>
      <w:r>
        <w:t xml:space="preserve"> configured by MN and SN have different SMTC, </w:t>
      </w:r>
      <w:r w:rsidRPr="008C6DE4">
        <w:t>Trs</w:t>
      </w:r>
      <w:r>
        <w:t xml:space="preserve"> is the periodicity of one of the SMTC which is up to UE implementation.</w:t>
      </w:r>
      <w:r w:rsidRPr="008C6DE4">
        <w:t xml:space="preserve"> If the UE is not provided SMTC configuration or measurement object on this frequency, the requirement in this clause is applied with T</w:t>
      </w:r>
      <w:r w:rsidRPr="008C6DE4">
        <w:rPr>
          <w:vertAlign w:val="subscript"/>
        </w:rPr>
        <w:t>rs</w:t>
      </w:r>
      <w:r w:rsidRPr="008C6DE4">
        <w:t xml:space="preserve">=5ms assuming the SSB transmission periodicity is 5ms. There is no requirement if the SSB transmission periodicity is not 5ms. If the UE has been provided with higher layer in TS 38.331 [2] signaling of </w:t>
      </w:r>
      <w:r w:rsidRPr="008C6DE4">
        <w:rPr>
          <w:i/>
        </w:rPr>
        <w:t>smtc2</w:t>
      </w:r>
      <w:r w:rsidRPr="008C6DE4">
        <w:rPr>
          <w:b/>
        </w:rPr>
        <w:t xml:space="preserve"> </w:t>
      </w:r>
      <w:r w:rsidRPr="008C6DE4">
        <w:t>prior to the handover command, T</w:t>
      </w:r>
      <w:r w:rsidRPr="008C6DE4">
        <w:rPr>
          <w:vertAlign w:val="subscript"/>
        </w:rPr>
        <w:t>rs</w:t>
      </w:r>
      <w:r w:rsidRPr="008C6DE4">
        <w:t xml:space="preserve"> follows </w:t>
      </w:r>
      <w:r w:rsidRPr="008C6DE4">
        <w:rPr>
          <w:i/>
        </w:rPr>
        <w:t>smtc1</w:t>
      </w:r>
      <w:r w:rsidRPr="008C6DE4">
        <w:t xml:space="preserve"> or </w:t>
      </w:r>
      <w:r w:rsidRPr="008C6DE4">
        <w:rPr>
          <w:i/>
        </w:rPr>
        <w:t>smtc2</w:t>
      </w:r>
      <w:r w:rsidRPr="008C6DE4">
        <w:t xml:space="preserve"> according to the physical cell ID of the target cell</w:t>
      </w:r>
      <w:r w:rsidR="008738C6" w:rsidRPr="008C6DE4">
        <w:t>.</w:t>
      </w:r>
    </w:p>
    <w:p w14:paraId="3A22A676" w14:textId="547ACACE" w:rsidR="0008218F" w:rsidRPr="008C6DE4" w:rsidRDefault="0008218F" w:rsidP="0008218F">
      <w:bookmarkStart w:id="54" w:name="_Toc526331613"/>
      <w:r w:rsidRPr="008C6DE4">
        <w:t>In the interruption requirement a cell is known if it has been meeting the relevant cell identification requirement during the last 5 seconds otherwise it is unknown. Relevant cell identification requirements are described in Clause 9.2.5 for intra-frequency handover and Clause 9.3.4 for inter-frequency handover.</w:t>
      </w:r>
    </w:p>
    <w:p w14:paraId="1DFCD42F" w14:textId="77777777" w:rsidR="00CF0288" w:rsidRPr="008C6DE4" w:rsidRDefault="00CF0288" w:rsidP="00CF0288">
      <w:pPr>
        <w:pStyle w:val="Heading4"/>
        <w:rPr>
          <w:lang w:val="en-US" w:eastAsia="zh-CN"/>
        </w:rPr>
      </w:pPr>
      <w:r w:rsidRPr="008C6DE4">
        <w:rPr>
          <w:lang w:val="en-US" w:eastAsia="zh-CN"/>
        </w:rPr>
        <w:t>6.1.1.3</w:t>
      </w:r>
      <w:r w:rsidRPr="008C6DE4">
        <w:rPr>
          <w:lang w:val="en-US" w:eastAsia="zh-CN"/>
        </w:rPr>
        <w:tab/>
        <w:t>NR FR2- NR FR1 Handover</w:t>
      </w:r>
      <w:bookmarkEnd w:id="54"/>
    </w:p>
    <w:p w14:paraId="0764BF55" w14:textId="77777777" w:rsidR="00CF0288" w:rsidRPr="008C6DE4" w:rsidRDefault="00CF0288" w:rsidP="00CF0288">
      <w:r w:rsidRPr="008C6DE4">
        <w:t>The requirements in this clause are applicable to inter-frequency handovers from NR FR2 cell to NR FR1 cell.</w:t>
      </w:r>
    </w:p>
    <w:p w14:paraId="3F0CD275" w14:textId="77777777" w:rsidR="00CF0288" w:rsidRPr="008C6DE4" w:rsidRDefault="00CF0288" w:rsidP="00CF0288">
      <w:pPr>
        <w:pStyle w:val="Heading5"/>
      </w:pPr>
      <w:bookmarkStart w:id="55" w:name="_Toc526331614"/>
      <w:r w:rsidRPr="008C6DE4">
        <w:t>6.1.1.3.1</w:t>
      </w:r>
      <w:r w:rsidRPr="008C6DE4">
        <w:tab/>
        <w:t>Handover delay</w:t>
      </w:r>
      <w:bookmarkEnd w:id="55"/>
    </w:p>
    <w:p w14:paraId="372391CA" w14:textId="5B830DD3" w:rsidR="003B2F90" w:rsidRPr="008C6DE4" w:rsidRDefault="003B2F90" w:rsidP="003B2F90">
      <w:pPr>
        <w:rPr>
          <w:rFonts w:cs="v4.2.0"/>
        </w:rPr>
      </w:pPr>
      <w:bookmarkStart w:id="56" w:name="_Toc526331615"/>
      <w:r w:rsidRPr="008C6DE4">
        <w:rPr>
          <w:rFonts w:cs="v4.2.0"/>
        </w:rPr>
        <w:t xml:space="preserve">When the UE receives a RRC message implying handover the UE shall be ready to </w:t>
      </w:r>
      <w:r w:rsidRPr="008C6DE4">
        <w:rPr>
          <w:rFonts w:cs="v4.2.0"/>
          <w:snapToGrid w:val="0"/>
        </w:rPr>
        <w:t>start the transmission of the new uplink PRACH channel</w:t>
      </w:r>
      <w:r w:rsidRPr="008C6DE4">
        <w:rPr>
          <w:rFonts w:cs="v4.2.0"/>
        </w:rPr>
        <w:t xml:space="preserve"> within D</w:t>
      </w:r>
      <w:r w:rsidRPr="008C6DE4">
        <w:rPr>
          <w:rFonts w:cs="v4.2.0"/>
          <w:vertAlign w:val="subscript"/>
        </w:rPr>
        <w:t>handover</w:t>
      </w:r>
      <w:r w:rsidRPr="008C6DE4">
        <w:rPr>
          <w:rFonts w:cs="v4.2.0" w:hint="eastAsia"/>
          <w:lang w:val="en-US" w:eastAsia="zh-CN"/>
        </w:rPr>
        <w:t xml:space="preserve"> </w:t>
      </w:r>
      <w:r>
        <w:rPr>
          <w:rFonts w:cs="v4.2.0"/>
          <w:lang w:val="en-US" w:eastAsia="zh-CN"/>
        </w:rPr>
        <w:t xml:space="preserve">ms </w:t>
      </w:r>
      <w:r w:rsidRPr="008C6DE4">
        <w:rPr>
          <w:rFonts w:cs="v4.2.0"/>
        </w:rPr>
        <w:t>from the end of the last TTI containing the RRC command.</w:t>
      </w:r>
    </w:p>
    <w:p w14:paraId="3A325EF3" w14:textId="77777777" w:rsidR="00A219EC" w:rsidRPr="008C6DE4" w:rsidRDefault="00A219EC" w:rsidP="00A219EC">
      <w:pPr>
        <w:rPr>
          <w:rFonts w:cs="v4.2.0"/>
        </w:rPr>
      </w:pPr>
      <w:r w:rsidRPr="008C6DE4">
        <w:rPr>
          <w:rFonts w:cs="v4.2.0"/>
        </w:rPr>
        <w:t>Where:</w:t>
      </w:r>
    </w:p>
    <w:p w14:paraId="3971634C" w14:textId="0A5C1B25" w:rsidR="00A219EC" w:rsidRPr="008C6DE4" w:rsidRDefault="00A219EC" w:rsidP="00A219EC">
      <w:pPr>
        <w:rPr>
          <w:rFonts w:cs="v4.2.0"/>
        </w:rPr>
      </w:pPr>
      <w:r w:rsidRPr="008C6DE4">
        <w:rPr>
          <w:rFonts w:cs="v4.2.0"/>
        </w:rPr>
        <w:t>D</w:t>
      </w:r>
      <w:r w:rsidRPr="008C6DE4">
        <w:rPr>
          <w:rFonts w:cs="v4.2.0"/>
          <w:vertAlign w:val="subscript"/>
        </w:rPr>
        <w:t>handover</w:t>
      </w:r>
      <w:r w:rsidRPr="008C6DE4">
        <w:rPr>
          <w:rFonts w:cs="v4.2.0"/>
        </w:rPr>
        <w:t xml:space="preserve"> equals the </w:t>
      </w:r>
      <w:r w:rsidRPr="008C6DE4">
        <w:rPr>
          <w:rFonts w:cs="v4.2.0" w:hint="eastAsia"/>
          <w:lang w:val="en-US" w:eastAsia="zh-CN"/>
        </w:rPr>
        <w:t>applicable</w:t>
      </w:r>
      <w:r w:rsidRPr="008C6DE4">
        <w:rPr>
          <w:rFonts w:cs="v4.2.0"/>
        </w:rPr>
        <w:t xml:space="preserve"> RRC procedure delay defined in clause </w:t>
      </w:r>
      <w:r w:rsidRPr="008C6DE4">
        <w:rPr>
          <w:rFonts w:cs="v4.2.0"/>
          <w:lang w:eastAsia="zh-CN"/>
        </w:rPr>
        <w:t>12</w:t>
      </w:r>
      <w:r w:rsidRPr="008C6DE4">
        <w:rPr>
          <w:rFonts w:cs="v4.2.0"/>
        </w:rPr>
        <w:t xml:space="preserve"> in </w:t>
      </w:r>
      <w:r w:rsidRPr="008C6DE4">
        <w:t>TS 38.331 [2]</w:t>
      </w:r>
      <w:r w:rsidRPr="008C6DE4">
        <w:rPr>
          <w:rFonts w:cs="v4.2.0"/>
        </w:rPr>
        <w:t xml:space="preserve"> plus the interruption time stated in clause 6.1.1.3.2.</w:t>
      </w:r>
    </w:p>
    <w:p w14:paraId="05815161" w14:textId="77777777" w:rsidR="00CF0288" w:rsidRPr="008C6DE4" w:rsidRDefault="00CF0288" w:rsidP="00CF0288">
      <w:pPr>
        <w:pStyle w:val="Heading5"/>
      </w:pPr>
      <w:r w:rsidRPr="008C6DE4">
        <w:t>6.1.1.3.2</w:t>
      </w:r>
      <w:r w:rsidRPr="008C6DE4">
        <w:tab/>
        <w:t>Interruption time</w:t>
      </w:r>
      <w:bookmarkEnd w:id="56"/>
    </w:p>
    <w:p w14:paraId="77C17218" w14:textId="77777777" w:rsidR="003B2F90" w:rsidRPr="008C6DE4" w:rsidRDefault="003B2F90" w:rsidP="003B2F90">
      <w:pPr>
        <w:rPr>
          <w:rFonts w:cs="v4.2.0"/>
        </w:rPr>
      </w:pPr>
      <w:r w:rsidRPr="008C6DE4">
        <w:rPr>
          <w:rFonts w:cs="v4.2.0"/>
        </w:rPr>
        <w:t xml:space="preserve">The interruption time is the time between </w:t>
      </w:r>
      <w:r>
        <w:rPr>
          <w:rFonts w:cs="v4.2.0"/>
        </w:rPr>
        <w:t xml:space="preserve">the </w:t>
      </w:r>
      <w:r w:rsidRPr="008C6DE4">
        <w:rPr>
          <w:rFonts w:cs="v4.2.0"/>
        </w:rPr>
        <w:t>end of the last TTI containing the RRC command on the old PDSCH and the time the UE starts transmission of the new PRACH</w:t>
      </w:r>
      <w:r w:rsidRPr="008C6DE4">
        <w:rPr>
          <w:rFonts w:eastAsia="MS Mincho" w:cs="v4.2.0"/>
        </w:rPr>
        <w:t>, excluding the RRC procedure delay</w:t>
      </w:r>
      <w:r w:rsidRPr="008C6DE4">
        <w:rPr>
          <w:rFonts w:cs="v4.2.0"/>
        </w:rPr>
        <w:t>.</w:t>
      </w:r>
    </w:p>
    <w:p w14:paraId="6BD2C35B" w14:textId="6774539A" w:rsidR="00FD77A0" w:rsidRPr="008C6DE4" w:rsidRDefault="00FD77A0" w:rsidP="00FD77A0">
      <w:pPr>
        <w:rPr>
          <w:rFonts w:cs="v4.2.0"/>
          <w:position w:val="-6"/>
        </w:rPr>
      </w:pPr>
      <w:r w:rsidRPr="008C6DE4">
        <w:rPr>
          <w:rFonts w:cs="v4.2.0"/>
        </w:rPr>
        <w:t>When inter-frequency handover is commanded, the interruption time shall be less than T</w:t>
      </w:r>
      <w:r w:rsidRPr="008C6DE4">
        <w:rPr>
          <w:rFonts w:cs="v4.2.0"/>
          <w:vertAlign w:val="subscript"/>
        </w:rPr>
        <w:t>interrupt</w:t>
      </w:r>
    </w:p>
    <w:p w14:paraId="0F9D6B94" w14:textId="77777777" w:rsidR="00FD77A0" w:rsidRPr="008C6DE4" w:rsidRDefault="00FD77A0" w:rsidP="00FD77A0">
      <w:pPr>
        <w:pStyle w:val="EQ"/>
      </w:pPr>
      <w:r w:rsidRPr="008C6DE4">
        <w:tab/>
      </w:r>
      <w:r w:rsidRPr="008C6DE4">
        <w:rPr>
          <w:rFonts w:cs="v4.2.0"/>
        </w:rPr>
        <w:t>T</w:t>
      </w:r>
      <w:r w:rsidRPr="008C6DE4">
        <w:rPr>
          <w:rFonts w:cs="v4.2.0"/>
          <w:vertAlign w:val="subscript"/>
        </w:rPr>
        <w:t>interrupt</w:t>
      </w:r>
      <w:r w:rsidRPr="008C6DE4">
        <w:t xml:space="preserve"> = T</w:t>
      </w:r>
      <w:r w:rsidRPr="008C6DE4">
        <w:rPr>
          <w:vertAlign w:val="subscript"/>
        </w:rPr>
        <w:t>search</w:t>
      </w:r>
      <w:r w:rsidRPr="008C6DE4">
        <w:t xml:space="preserve"> + T</w:t>
      </w:r>
      <w:r w:rsidRPr="008C6DE4">
        <w:rPr>
          <w:vertAlign w:val="subscript"/>
        </w:rPr>
        <w:t>IU</w:t>
      </w:r>
      <w:r w:rsidRPr="008C6DE4">
        <w:t xml:space="preserve"> + T</w:t>
      </w:r>
      <w:r w:rsidRPr="008C6DE4">
        <w:rPr>
          <w:vertAlign w:val="subscript"/>
          <w:lang w:eastAsia="zh-CN"/>
        </w:rPr>
        <w:t xml:space="preserve">processing </w:t>
      </w:r>
      <w:r w:rsidRPr="008C6DE4">
        <w:rPr>
          <w:lang w:eastAsia="zh-CN"/>
        </w:rPr>
        <w:t>+ T</w:t>
      </w:r>
      <w:r w:rsidRPr="008C6DE4">
        <w:rPr>
          <w:vertAlign w:val="subscript"/>
          <w:lang w:eastAsia="zh-CN"/>
        </w:rPr>
        <w:t xml:space="preserve">∆ </w:t>
      </w:r>
      <w:r w:rsidRPr="008C6DE4">
        <w:rPr>
          <w:lang w:eastAsia="zh-CN"/>
        </w:rPr>
        <w:t>+ T</w:t>
      </w:r>
      <w:r w:rsidRPr="008C6DE4">
        <w:rPr>
          <w:vertAlign w:val="subscript"/>
          <w:lang w:eastAsia="zh-CN"/>
        </w:rPr>
        <w:t>margin</w:t>
      </w:r>
      <w:r w:rsidRPr="008C6DE4">
        <w:rPr>
          <w:lang w:eastAsia="zh-CN"/>
        </w:rPr>
        <w:t xml:space="preserve"> </w:t>
      </w:r>
      <w:r w:rsidRPr="008C6DE4">
        <w:t>ms</w:t>
      </w:r>
    </w:p>
    <w:p w14:paraId="42B8B315" w14:textId="72953B44" w:rsidR="00CF0288" w:rsidRPr="008C6DE4" w:rsidRDefault="00CF0288" w:rsidP="00CF0288">
      <w:pPr>
        <w:pStyle w:val="EQ"/>
      </w:pPr>
    </w:p>
    <w:p w14:paraId="42BAFA68" w14:textId="77777777" w:rsidR="00CF0288" w:rsidRPr="008C6DE4" w:rsidRDefault="00CF0288" w:rsidP="00CF0288">
      <w:pPr>
        <w:rPr>
          <w:rFonts w:cs="v4.2.0"/>
        </w:rPr>
      </w:pPr>
      <w:r w:rsidRPr="008C6DE4">
        <w:rPr>
          <w:rFonts w:cs="v4.2.0"/>
        </w:rPr>
        <w:t>Where:</w:t>
      </w:r>
    </w:p>
    <w:p w14:paraId="731385B1" w14:textId="4C3FA49B" w:rsidR="003B2F90" w:rsidRPr="008C6DE4" w:rsidRDefault="00847B8D" w:rsidP="00847B8D">
      <w:pPr>
        <w:pStyle w:val="B10"/>
      </w:pPr>
      <w:r>
        <w:tab/>
      </w:r>
      <w:r w:rsidR="00FD77A0" w:rsidRPr="008C6DE4">
        <w:t>T</w:t>
      </w:r>
      <w:r w:rsidR="00FD77A0" w:rsidRPr="008C6DE4">
        <w:rPr>
          <w:vertAlign w:val="subscript"/>
        </w:rPr>
        <w:t>search</w:t>
      </w:r>
      <w:r w:rsidR="00FD77A0" w:rsidRPr="008C6DE4">
        <w:t xml:space="preserve"> is the time required to search the target cell when the target cell is not already known when the handover command is received by the UE. If the target cell is known, then T</w:t>
      </w:r>
      <w:r w:rsidR="00FD77A0" w:rsidRPr="008C6DE4">
        <w:rPr>
          <w:vertAlign w:val="subscript"/>
        </w:rPr>
        <w:t>search</w:t>
      </w:r>
      <w:r w:rsidR="00FD77A0" w:rsidRPr="008C6DE4">
        <w:t xml:space="preserve"> = 0 ms. If the target cell is an unknown inter-frequency cell and the target cell Es/Iot</w:t>
      </w:r>
      <w:r w:rsidR="00FD77A0">
        <w:rPr>
          <w:rFonts w:hint="eastAsia"/>
          <w:lang w:eastAsia="zh-CN"/>
        </w:rPr>
        <w:t xml:space="preserve"> </w:t>
      </w:r>
      <w:r w:rsidR="00FD77A0" w:rsidRPr="002F7BCB">
        <w:rPr>
          <w:lang w:val="en-US"/>
        </w:rPr>
        <w:t>≥</w:t>
      </w:r>
      <w:r w:rsidR="00FD77A0">
        <w:rPr>
          <w:rFonts w:hint="eastAsia"/>
          <w:lang w:val="en-US" w:eastAsia="zh-CN"/>
        </w:rPr>
        <w:t xml:space="preserve"> </w:t>
      </w:r>
      <w:r w:rsidR="00FD77A0" w:rsidRPr="008C6DE4">
        <w:t>-2 dB, then T</w:t>
      </w:r>
      <w:r w:rsidR="00FD77A0" w:rsidRPr="008C6DE4">
        <w:rPr>
          <w:vertAlign w:val="subscript"/>
        </w:rPr>
        <w:t>search</w:t>
      </w:r>
      <w:r w:rsidR="00FD77A0" w:rsidRPr="008C6DE4">
        <w:t xml:space="preserve"> = 3* T</w:t>
      </w:r>
      <w:r w:rsidR="00FD77A0" w:rsidRPr="008C6DE4">
        <w:rPr>
          <w:vertAlign w:val="subscript"/>
        </w:rPr>
        <w:t>rs</w:t>
      </w:r>
      <w:r w:rsidR="00FD77A0" w:rsidRPr="008C6DE4">
        <w:t xml:space="preserve"> ms. Regardless of whether DRX is in use by the UE, T</w:t>
      </w:r>
      <w:r w:rsidR="00FD77A0" w:rsidRPr="008C6DE4">
        <w:rPr>
          <w:vertAlign w:val="subscript"/>
        </w:rPr>
        <w:t>search</w:t>
      </w:r>
      <w:r w:rsidR="00FD77A0" w:rsidRPr="008C6DE4">
        <w:t xml:space="preserve"> shall still be based on non-DRX target cell search times.</w:t>
      </w:r>
    </w:p>
    <w:p w14:paraId="7218ECB2" w14:textId="77777777" w:rsidR="00FB43C2" w:rsidRDefault="00FB43C2" w:rsidP="00FB43C2">
      <w:pPr>
        <w:ind w:left="568" w:hanging="284"/>
      </w:pPr>
      <w:r>
        <w:tab/>
        <w:t>T</w:t>
      </w:r>
      <w:r>
        <w:rPr>
          <w:vertAlign w:val="subscript"/>
        </w:rPr>
        <w:t>∆</w:t>
      </w:r>
      <w:r>
        <w:t xml:space="preserve"> is time for fine time tracking and acquiring full timing information of the target cell. T</w:t>
      </w:r>
      <w:r>
        <w:rPr>
          <w:vertAlign w:val="subscript"/>
        </w:rPr>
        <w:t>∆</w:t>
      </w:r>
      <w:r>
        <w:t xml:space="preserve"> = T</w:t>
      </w:r>
      <w:r>
        <w:rPr>
          <w:vertAlign w:val="subscript"/>
        </w:rPr>
        <w:t xml:space="preserve">rs </w:t>
      </w:r>
      <w:r>
        <w:t>for both known and unknown target cell.</w:t>
      </w:r>
    </w:p>
    <w:p w14:paraId="74C2D54E" w14:textId="673D50EC" w:rsidR="00422509" w:rsidRPr="008C6DE4" w:rsidRDefault="00847B8D" w:rsidP="00847B8D">
      <w:pPr>
        <w:pStyle w:val="B10"/>
      </w:pPr>
      <w:r>
        <w:tab/>
      </w:r>
      <w:r w:rsidR="00422509" w:rsidRPr="008C6DE4">
        <w:t>T</w:t>
      </w:r>
      <w:r w:rsidR="00422509" w:rsidRPr="008C6DE4">
        <w:rPr>
          <w:vertAlign w:val="subscript"/>
          <w:lang w:eastAsia="zh-CN"/>
        </w:rPr>
        <w:t>processing</w:t>
      </w:r>
      <w:r w:rsidR="00422509" w:rsidRPr="008C6DE4">
        <w:t xml:space="preserve"> is time for UE processing. T</w:t>
      </w:r>
      <w:r w:rsidR="00422509" w:rsidRPr="008C6DE4">
        <w:rPr>
          <w:vertAlign w:val="subscript"/>
          <w:lang w:eastAsia="zh-CN"/>
        </w:rPr>
        <w:t>processing</w:t>
      </w:r>
      <w:r w:rsidR="00422509" w:rsidRPr="008C6DE4">
        <w:t xml:space="preserve"> can be up to 40ms.</w:t>
      </w:r>
    </w:p>
    <w:p w14:paraId="717E0B8B" w14:textId="36565609" w:rsidR="00422509" w:rsidRPr="008C6DE4" w:rsidRDefault="00847B8D" w:rsidP="00847B8D">
      <w:pPr>
        <w:pStyle w:val="B10"/>
      </w:pPr>
      <w:r>
        <w:rPr>
          <w:lang w:eastAsia="zh-CN"/>
        </w:rPr>
        <w:tab/>
      </w:r>
      <w:r w:rsidR="00422509" w:rsidRPr="008C6DE4">
        <w:rPr>
          <w:lang w:eastAsia="zh-CN"/>
        </w:rPr>
        <w:t>T</w:t>
      </w:r>
      <w:r w:rsidR="00422509" w:rsidRPr="008C6DE4">
        <w:rPr>
          <w:vertAlign w:val="subscript"/>
          <w:lang w:eastAsia="zh-CN"/>
        </w:rPr>
        <w:t xml:space="preserve">margin </w:t>
      </w:r>
      <w:r w:rsidR="00422509" w:rsidRPr="008C6DE4">
        <w:rPr>
          <w:lang w:eastAsia="zh-CN"/>
        </w:rPr>
        <w:t>is time for SSB post-processing. T</w:t>
      </w:r>
      <w:r w:rsidR="00422509" w:rsidRPr="008C6DE4">
        <w:rPr>
          <w:vertAlign w:val="subscript"/>
          <w:lang w:eastAsia="zh-CN"/>
        </w:rPr>
        <w:t xml:space="preserve">margin </w:t>
      </w:r>
      <w:r w:rsidR="00422509" w:rsidRPr="008C6DE4">
        <w:rPr>
          <w:lang w:eastAsia="zh-CN"/>
        </w:rPr>
        <w:t>can be up to 2ms.</w:t>
      </w:r>
    </w:p>
    <w:p w14:paraId="22CBAB4D" w14:textId="292F6B1E" w:rsidR="00CF0288" w:rsidRPr="008C6DE4" w:rsidRDefault="00847B8D" w:rsidP="00847B8D">
      <w:pPr>
        <w:pStyle w:val="B10"/>
        <w:rPr>
          <w:lang w:eastAsia="zh-CN"/>
        </w:rPr>
      </w:pPr>
      <w:r>
        <w:tab/>
      </w:r>
      <w:r w:rsidR="00CF0288" w:rsidRPr="008C6DE4">
        <w:t>T</w:t>
      </w:r>
      <w:r w:rsidR="00CF0288" w:rsidRPr="008C6DE4">
        <w:rPr>
          <w:vertAlign w:val="subscript"/>
        </w:rPr>
        <w:t>IU</w:t>
      </w:r>
      <w:r w:rsidR="00CF0288" w:rsidRPr="008C6DE4">
        <w:t xml:space="preserve"> is the interruption uncertainty </w:t>
      </w:r>
      <w:r w:rsidR="00CF0288" w:rsidRPr="008C6DE4">
        <w:rPr>
          <w:lang w:eastAsia="zh-CN"/>
        </w:rPr>
        <w:t>in acquiring the first available PRACH occasion in the new cell</w:t>
      </w:r>
      <w:r w:rsidR="00CF0288" w:rsidRPr="008C6DE4">
        <w:t>. T</w:t>
      </w:r>
      <w:r w:rsidR="00CF0288" w:rsidRPr="008C6DE4">
        <w:rPr>
          <w:vertAlign w:val="subscript"/>
        </w:rPr>
        <w:t>IU</w:t>
      </w:r>
      <w:r w:rsidR="00CF0288" w:rsidRPr="008C6DE4">
        <w:t xml:space="preserve"> can be up to the summation of SSB to PRACH occasion association period and 10 ms. SSB to PRACH occasion associated period is defined in the table 8.1-1 of TS 38.213 [3].</w:t>
      </w:r>
    </w:p>
    <w:p w14:paraId="206353AB" w14:textId="34468F20" w:rsidR="00FD77A0" w:rsidRPr="008C6DE4" w:rsidRDefault="00A9182B" w:rsidP="00FD77A0">
      <w:pPr>
        <w:pStyle w:val="B10"/>
      </w:pPr>
      <w:r>
        <w:tab/>
      </w:r>
      <w:r w:rsidRPr="008C6DE4">
        <w:t>T</w:t>
      </w:r>
      <w:r w:rsidRPr="008C6DE4">
        <w:rPr>
          <w:vertAlign w:val="subscript"/>
        </w:rPr>
        <w:t>rs</w:t>
      </w:r>
      <w:r w:rsidRPr="008C6DE4">
        <w:t xml:space="preserve"> is the SMTC periodicity of the target NR cell if the UE has been provided with an SMTC configuration for the target cell in the handover command, otherwise T</w:t>
      </w:r>
      <w:r w:rsidRPr="008B49A7">
        <w:rPr>
          <w:vertAlign w:val="subscript"/>
        </w:rPr>
        <w:t>rs</w:t>
      </w:r>
      <w:r w:rsidRPr="008C6DE4">
        <w:t xml:space="preserve"> is the SMTC configured in the measObjectNR having the same SSB frequency and subcarrier spacing. </w:t>
      </w:r>
      <w:r w:rsidRPr="006C4DD4">
        <w:t>If such measObjectNRs configured by MN and SN have different SMTC, T</w:t>
      </w:r>
      <w:r w:rsidRPr="00D37C33">
        <w:rPr>
          <w:vertAlign w:val="subscript"/>
        </w:rPr>
        <w:t>rs</w:t>
      </w:r>
      <w:r w:rsidRPr="006C4DD4">
        <w:t xml:space="preserve"> is the periodicity of one of the SMTC which is up to UE implementation</w:t>
      </w:r>
      <w:r>
        <w:t xml:space="preserve">. </w:t>
      </w:r>
      <w:r w:rsidRPr="008C6DE4">
        <w:t>If the UE is not provided SMTC configuration or measurement object on this frequency, the requirement in this clause is applied with T</w:t>
      </w:r>
      <w:r w:rsidRPr="008C6DE4">
        <w:rPr>
          <w:vertAlign w:val="subscript"/>
        </w:rPr>
        <w:t>rs</w:t>
      </w:r>
      <w:r w:rsidRPr="008C6DE4">
        <w:t>=5ms assuming the SSB transmission periodicity is 5ms. There is no requirement if the SSB transmission periodicity is not 5ms.</w:t>
      </w:r>
    </w:p>
    <w:p w14:paraId="39A3512C" w14:textId="246032C5" w:rsidR="00CF0288" w:rsidRPr="008C6DE4" w:rsidRDefault="00CF0288" w:rsidP="00CF0288">
      <w:pPr>
        <w:rPr>
          <w:lang w:eastAsia="zh-CN"/>
        </w:rPr>
      </w:pPr>
      <w:r w:rsidRPr="008C6DE4">
        <w:lastRenderedPageBreak/>
        <w:t xml:space="preserve">In the interruption requirement a cell is known if it has been meeting the relevant cell identification requirement during the last 5 seconds otherwise it is unknown. Relevant cell identification requirements are described in </w:t>
      </w:r>
      <w:r w:rsidR="00422509" w:rsidRPr="008C6DE4">
        <w:t>Clause 9.2.5 for intra-frequency handover and Clause 9.3.4 for inter-frequency handover.</w:t>
      </w:r>
    </w:p>
    <w:p w14:paraId="496DDC80" w14:textId="77777777" w:rsidR="00CF0288" w:rsidRPr="008C6DE4" w:rsidRDefault="00CF0288" w:rsidP="00CF0288">
      <w:pPr>
        <w:pStyle w:val="Heading4"/>
        <w:rPr>
          <w:lang w:val="en-US" w:eastAsia="zh-CN"/>
        </w:rPr>
      </w:pPr>
      <w:bookmarkStart w:id="57" w:name="_Toc526331616"/>
      <w:r w:rsidRPr="008C6DE4">
        <w:rPr>
          <w:lang w:val="en-US" w:eastAsia="zh-CN"/>
        </w:rPr>
        <w:t>6.1.1.4</w:t>
      </w:r>
      <w:r w:rsidRPr="008C6DE4">
        <w:rPr>
          <w:lang w:val="en-US" w:eastAsia="zh-CN"/>
        </w:rPr>
        <w:tab/>
        <w:t>NR FR2- NR FR2 Handover</w:t>
      </w:r>
      <w:bookmarkEnd w:id="57"/>
    </w:p>
    <w:p w14:paraId="16B0FA56" w14:textId="77777777" w:rsidR="00CF0288" w:rsidRPr="008C6DE4" w:rsidRDefault="00CF0288" w:rsidP="00CF0288">
      <w:r w:rsidRPr="008C6DE4">
        <w:t>The requirements in this clause are applicable to both intra-frequency and inter-frequency handovers from NR FR2 cell to NR FR2 cell.</w:t>
      </w:r>
    </w:p>
    <w:p w14:paraId="1E8074EF" w14:textId="77777777" w:rsidR="00CF0288" w:rsidRPr="008C6DE4" w:rsidRDefault="00CF0288" w:rsidP="00CF0288">
      <w:pPr>
        <w:pStyle w:val="Heading5"/>
      </w:pPr>
      <w:bookmarkStart w:id="58" w:name="_Toc526331617"/>
      <w:r w:rsidRPr="008C6DE4">
        <w:t>6.1.1.4.1</w:t>
      </w:r>
      <w:r w:rsidRPr="008C6DE4">
        <w:tab/>
        <w:t>Handover delay</w:t>
      </w:r>
      <w:bookmarkEnd w:id="58"/>
    </w:p>
    <w:p w14:paraId="2D7A4BAF" w14:textId="21AEEEC7" w:rsidR="003B2F90" w:rsidRPr="008C6DE4" w:rsidRDefault="003B2F90" w:rsidP="003B2F90">
      <w:pPr>
        <w:rPr>
          <w:rFonts w:cs="v4.2.0"/>
        </w:rPr>
      </w:pPr>
      <w:bookmarkStart w:id="59" w:name="_Toc526331618"/>
      <w:r w:rsidRPr="008C6DE4">
        <w:rPr>
          <w:rFonts w:cs="v4.2.0"/>
        </w:rPr>
        <w:t xml:space="preserve">When the UE receives a RRC message implying handover the UE shall be ready to </w:t>
      </w:r>
      <w:r w:rsidRPr="008C6DE4">
        <w:rPr>
          <w:rFonts w:cs="v4.2.0"/>
          <w:snapToGrid w:val="0"/>
        </w:rPr>
        <w:t>start the transmission of the new uplink PRACH channel</w:t>
      </w:r>
      <w:r w:rsidRPr="008C6DE4">
        <w:rPr>
          <w:rFonts w:cs="v4.2.0"/>
        </w:rPr>
        <w:t xml:space="preserve"> within D</w:t>
      </w:r>
      <w:r w:rsidRPr="008C6DE4">
        <w:rPr>
          <w:rFonts w:cs="v4.2.0"/>
          <w:vertAlign w:val="subscript"/>
        </w:rPr>
        <w:t>handover</w:t>
      </w:r>
      <w:r w:rsidRPr="008C6DE4">
        <w:rPr>
          <w:rFonts w:cs="v4.2.0"/>
        </w:rPr>
        <w:t xml:space="preserve"> </w:t>
      </w:r>
      <w:r w:rsidRPr="008C6DE4">
        <w:rPr>
          <w:rFonts w:cs="v4.2.0" w:hint="eastAsia"/>
          <w:lang w:val="en-US" w:eastAsia="zh-CN"/>
        </w:rPr>
        <w:t xml:space="preserve">ms </w:t>
      </w:r>
      <w:r w:rsidRPr="008C6DE4">
        <w:rPr>
          <w:rFonts w:cs="v4.2.0"/>
        </w:rPr>
        <w:t>from the end of the last TTI containing the RRC command.</w:t>
      </w:r>
    </w:p>
    <w:p w14:paraId="549F645C" w14:textId="77777777" w:rsidR="00A219EC" w:rsidRPr="008C6DE4" w:rsidRDefault="00A219EC" w:rsidP="00A219EC">
      <w:pPr>
        <w:rPr>
          <w:rFonts w:cs="v4.2.0"/>
        </w:rPr>
      </w:pPr>
      <w:r w:rsidRPr="008C6DE4">
        <w:rPr>
          <w:rFonts w:cs="v4.2.0"/>
        </w:rPr>
        <w:t>Where:</w:t>
      </w:r>
    </w:p>
    <w:p w14:paraId="01DA05F3" w14:textId="27427B83" w:rsidR="00A219EC" w:rsidRPr="008C6DE4" w:rsidRDefault="00A219EC" w:rsidP="00A219EC">
      <w:pPr>
        <w:rPr>
          <w:rFonts w:cs="v4.2.0"/>
        </w:rPr>
      </w:pPr>
      <w:r w:rsidRPr="008C6DE4">
        <w:rPr>
          <w:rFonts w:cs="v4.2.0"/>
        </w:rPr>
        <w:t>D</w:t>
      </w:r>
      <w:r w:rsidRPr="008C6DE4">
        <w:rPr>
          <w:rFonts w:cs="v4.2.0"/>
          <w:vertAlign w:val="subscript"/>
        </w:rPr>
        <w:t>handover</w:t>
      </w:r>
      <w:r w:rsidRPr="008C6DE4">
        <w:rPr>
          <w:rFonts w:cs="v4.2.0"/>
        </w:rPr>
        <w:t xml:space="preserve"> equals the </w:t>
      </w:r>
      <w:r w:rsidRPr="008C6DE4">
        <w:rPr>
          <w:rFonts w:cs="v4.2.0" w:hint="eastAsia"/>
          <w:lang w:val="en-US" w:eastAsia="zh-CN"/>
        </w:rPr>
        <w:t>applicable</w:t>
      </w:r>
      <w:r w:rsidRPr="008C6DE4">
        <w:rPr>
          <w:rFonts w:cs="v4.2.0"/>
        </w:rPr>
        <w:t xml:space="preserve"> RRC procedure delay defined in clause </w:t>
      </w:r>
      <w:r w:rsidRPr="008C6DE4">
        <w:rPr>
          <w:rFonts w:cs="v4.2.0"/>
          <w:lang w:eastAsia="zh-CN"/>
        </w:rPr>
        <w:t>12</w:t>
      </w:r>
      <w:r w:rsidRPr="008C6DE4">
        <w:rPr>
          <w:rFonts w:cs="v4.2.0"/>
        </w:rPr>
        <w:t xml:space="preserve"> in </w:t>
      </w:r>
      <w:r w:rsidRPr="008C6DE4">
        <w:t>TS 38.331 [2]</w:t>
      </w:r>
      <w:r w:rsidRPr="008C6DE4">
        <w:rPr>
          <w:rFonts w:cs="v4.2.0"/>
        </w:rPr>
        <w:t xml:space="preserve"> plus the interruption time stated in clause 6.1.1.4.2.</w:t>
      </w:r>
    </w:p>
    <w:p w14:paraId="6550A119" w14:textId="77777777" w:rsidR="00CF0288" w:rsidRPr="008C6DE4" w:rsidRDefault="00CF0288" w:rsidP="00CF0288">
      <w:pPr>
        <w:pStyle w:val="Heading5"/>
      </w:pPr>
      <w:r w:rsidRPr="008C6DE4">
        <w:t>6.1.1.4.2</w:t>
      </w:r>
      <w:r w:rsidRPr="008C6DE4">
        <w:tab/>
        <w:t>Interruption time</w:t>
      </w:r>
      <w:bookmarkEnd w:id="59"/>
    </w:p>
    <w:p w14:paraId="61411B64" w14:textId="77777777" w:rsidR="00CF0288" w:rsidRPr="008C6DE4" w:rsidRDefault="00CF0288" w:rsidP="00CF0288">
      <w:pPr>
        <w:rPr>
          <w:rFonts w:cs="v4.2.0"/>
        </w:rPr>
      </w:pPr>
      <w:r w:rsidRPr="008C6DE4">
        <w:rPr>
          <w:rFonts w:cs="v4.2.0"/>
        </w:rPr>
        <w:t>The interruption time is the time between end of the last TTI containing the RRC command on the old PDSCH and the time the UE starts transmission of the new PRACH</w:t>
      </w:r>
      <w:r w:rsidRPr="008C6DE4">
        <w:rPr>
          <w:rFonts w:eastAsia="MS Mincho" w:cs="v4.2.0"/>
        </w:rPr>
        <w:t>, excluding the RRC procedure delay</w:t>
      </w:r>
      <w:r w:rsidRPr="008C6DE4">
        <w:rPr>
          <w:rFonts w:cs="v4.2.0"/>
        </w:rPr>
        <w:t>.</w:t>
      </w:r>
    </w:p>
    <w:p w14:paraId="19C4A6F8" w14:textId="77777777" w:rsidR="00CF0288" w:rsidRPr="008C6DE4" w:rsidRDefault="00CF0288" w:rsidP="00CF0288">
      <w:pPr>
        <w:rPr>
          <w:rFonts w:cs="v4.2.0"/>
          <w:position w:val="-6"/>
        </w:rPr>
      </w:pPr>
      <w:r w:rsidRPr="008C6DE4">
        <w:rPr>
          <w:rFonts w:cs="v4.2.0"/>
        </w:rPr>
        <w:t>When intra-frequency or inter-frequency handover is commanded, the interruption time shall be less than T</w:t>
      </w:r>
      <w:r w:rsidRPr="008C6DE4">
        <w:rPr>
          <w:rFonts w:cs="v4.2.0"/>
          <w:vertAlign w:val="subscript"/>
        </w:rPr>
        <w:t>interrupt</w:t>
      </w:r>
    </w:p>
    <w:p w14:paraId="748245D1" w14:textId="77777777" w:rsidR="0080347C" w:rsidRPr="008C6DE4" w:rsidRDefault="00CF0288" w:rsidP="0080347C">
      <w:pPr>
        <w:pStyle w:val="EQ"/>
      </w:pPr>
      <w:r w:rsidRPr="008C6DE4">
        <w:tab/>
      </w:r>
      <w:r w:rsidR="0080347C" w:rsidRPr="008C6DE4">
        <w:rPr>
          <w:rFonts w:cs="v4.2.0"/>
        </w:rPr>
        <w:t>T</w:t>
      </w:r>
      <w:r w:rsidR="0080347C" w:rsidRPr="008C6DE4">
        <w:rPr>
          <w:rFonts w:cs="v4.2.0"/>
          <w:vertAlign w:val="subscript"/>
        </w:rPr>
        <w:t>interrupt</w:t>
      </w:r>
      <w:r w:rsidR="0080347C" w:rsidRPr="008C6DE4">
        <w:t xml:space="preserve"> = T</w:t>
      </w:r>
      <w:r w:rsidR="0080347C" w:rsidRPr="008C6DE4">
        <w:rPr>
          <w:vertAlign w:val="subscript"/>
        </w:rPr>
        <w:t>search</w:t>
      </w:r>
      <w:r w:rsidR="0080347C" w:rsidRPr="008C6DE4">
        <w:t xml:space="preserve"> + T</w:t>
      </w:r>
      <w:r w:rsidR="0080347C" w:rsidRPr="008C6DE4">
        <w:rPr>
          <w:vertAlign w:val="subscript"/>
        </w:rPr>
        <w:t>IU</w:t>
      </w:r>
      <w:r w:rsidR="0080347C" w:rsidRPr="008C6DE4">
        <w:t xml:space="preserve"> + </w:t>
      </w:r>
      <w:r w:rsidR="0080347C" w:rsidRPr="008C6DE4">
        <w:rPr>
          <w:lang w:eastAsia="zh-CN"/>
        </w:rPr>
        <w:t>T</w:t>
      </w:r>
      <w:r w:rsidR="0080347C" w:rsidRPr="008C6DE4">
        <w:rPr>
          <w:vertAlign w:val="subscript"/>
          <w:lang w:eastAsia="zh-CN"/>
        </w:rPr>
        <w:t xml:space="preserve">processing </w:t>
      </w:r>
      <w:r w:rsidR="0080347C" w:rsidRPr="008C6DE4">
        <w:rPr>
          <w:lang w:eastAsia="zh-CN"/>
        </w:rPr>
        <w:t>+ T</w:t>
      </w:r>
      <w:r w:rsidR="0080347C" w:rsidRPr="008C6DE4">
        <w:rPr>
          <w:vertAlign w:val="subscript"/>
          <w:lang w:eastAsia="zh-CN"/>
        </w:rPr>
        <w:t xml:space="preserve">∆ </w:t>
      </w:r>
      <w:r w:rsidR="0080347C" w:rsidRPr="008C6DE4">
        <w:rPr>
          <w:lang w:eastAsia="zh-CN"/>
        </w:rPr>
        <w:t>+ T</w:t>
      </w:r>
      <w:r w:rsidR="0080347C" w:rsidRPr="008C6DE4">
        <w:rPr>
          <w:vertAlign w:val="subscript"/>
          <w:lang w:eastAsia="zh-CN"/>
        </w:rPr>
        <w:t>margin</w:t>
      </w:r>
      <w:r w:rsidR="0080347C" w:rsidRPr="008C6DE4">
        <w:rPr>
          <w:lang w:eastAsia="zh-CN"/>
        </w:rPr>
        <w:t xml:space="preserve"> </w:t>
      </w:r>
      <w:r w:rsidR="0080347C" w:rsidRPr="008C6DE4">
        <w:t>ms</w:t>
      </w:r>
    </w:p>
    <w:p w14:paraId="28463131" w14:textId="3E699B94" w:rsidR="00CF0288" w:rsidRPr="008C6DE4" w:rsidRDefault="00CF0288" w:rsidP="00CF0288">
      <w:pPr>
        <w:pStyle w:val="EQ"/>
      </w:pPr>
    </w:p>
    <w:p w14:paraId="27D9E803" w14:textId="77777777" w:rsidR="00CF0288" w:rsidRPr="008C6DE4" w:rsidRDefault="00CF0288" w:rsidP="00CF0288">
      <w:pPr>
        <w:rPr>
          <w:rFonts w:cs="v4.2.0"/>
        </w:rPr>
      </w:pPr>
      <w:r w:rsidRPr="008C6DE4">
        <w:rPr>
          <w:rFonts w:cs="v4.2.0"/>
        </w:rPr>
        <w:t>Where:</w:t>
      </w:r>
    </w:p>
    <w:p w14:paraId="6D20FE49" w14:textId="4C34CE8A" w:rsidR="003B2F90" w:rsidRPr="008C6DE4" w:rsidRDefault="00847B8D" w:rsidP="00847B8D">
      <w:pPr>
        <w:pStyle w:val="B10"/>
      </w:pPr>
      <w:r>
        <w:tab/>
      </w:r>
      <w:r w:rsidR="003B2F90" w:rsidRPr="008C6DE4">
        <w:t>T</w:t>
      </w:r>
      <w:r w:rsidR="003B2F90" w:rsidRPr="008C6DE4">
        <w:rPr>
          <w:vertAlign w:val="subscript"/>
        </w:rPr>
        <w:t>search</w:t>
      </w:r>
      <w:r w:rsidR="003B2F90" w:rsidRPr="008C6DE4">
        <w:t xml:space="preserve"> is the time required to search the target cell when the handover command is received by the UE. If the target cell is a known cell, then T</w:t>
      </w:r>
      <w:r w:rsidR="003B2F90" w:rsidRPr="008C6DE4">
        <w:rPr>
          <w:vertAlign w:val="subscript"/>
        </w:rPr>
        <w:t>search</w:t>
      </w:r>
      <w:r w:rsidR="003B2F90" w:rsidRPr="008C6DE4">
        <w:t xml:space="preserve"> = 0 ms. If the target cell is an unknown intra-frequency cell and the target cell Es/Iot≥-2 dB, then T</w:t>
      </w:r>
      <w:r w:rsidR="003B2F90" w:rsidRPr="008C6DE4">
        <w:rPr>
          <w:vertAlign w:val="subscript"/>
        </w:rPr>
        <w:t>search</w:t>
      </w:r>
      <w:r w:rsidR="003B2F90" w:rsidRPr="008C6DE4">
        <w:t xml:space="preserve"> = </w:t>
      </w:r>
      <w:r w:rsidR="003B2F90" w:rsidRPr="008C6DE4">
        <w:rPr>
          <w:lang w:eastAsia="zh-CN"/>
        </w:rPr>
        <w:t>8</w:t>
      </w:r>
      <w:r w:rsidR="003B2F90" w:rsidRPr="008C6DE4">
        <w:t>* T</w:t>
      </w:r>
      <w:r w:rsidR="003B2F90" w:rsidRPr="008C6DE4">
        <w:rPr>
          <w:vertAlign w:val="subscript"/>
        </w:rPr>
        <w:t>rs</w:t>
      </w:r>
      <w:r w:rsidR="003B2F90" w:rsidRPr="008C6DE4">
        <w:t xml:space="preserve">  ms. If the target cell is an unknown inter-frequency cell and the target cell Es/Iot≥-2 dB, then T</w:t>
      </w:r>
      <w:r w:rsidR="003B2F90" w:rsidRPr="008C6DE4">
        <w:rPr>
          <w:vertAlign w:val="subscript"/>
        </w:rPr>
        <w:t>search</w:t>
      </w:r>
      <w:r w:rsidR="003B2F90" w:rsidRPr="008C6DE4">
        <w:t xml:space="preserve"> = </w:t>
      </w:r>
      <w:r w:rsidR="003B2F90" w:rsidRPr="008C6DE4">
        <w:rPr>
          <w:lang w:eastAsia="zh-CN"/>
        </w:rPr>
        <w:t>8</w:t>
      </w:r>
      <w:r w:rsidR="003B2F90" w:rsidRPr="008C6DE4">
        <w:t>*</w:t>
      </w:r>
      <w:r w:rsidR="003B2F90" w:rsidRPr="008C6DE4">
        <w:rPr>
          <w:lang w:eastAsia="zh-CN"/>
        </w:rPr>
        <w:t>3</w:t>
      </w:r>
      <w:r w:rsidR="003B2F90" w:rsidRPr="008C6DE4">
        <w:t>* T</w:t>
      </w:r>
      <w:r w:rsidR="003B2F90" w:rsidRPr="008C6DE4">
        <w:rPr>
          <w:vertAlign w:val="subscript"/>
        </w:rPr>
        <w:t>rs</w:t>
      </w:r>
      <w:r w:rsidR="003B2F90" w:rsidRPr="008C6DE4">
        <w:t xml:space="preserve">  ms. Regardless of whether DRX is in use by the UE, T</w:t>
      </w:r>
      <w:r w:rsidR="003B2F90" w:rsidRPr="008C6DE4">
        <w:rPr>
          <w:vertAlign w:val="subscript"/>
        </w:rPr>
        <w:t>search</w:t>
      </w:r>
      <w:r w:rsidR="003B2F90" w:rsidRPr="008C6DE4">
        <w:t xml:space="preserve"> shall still be based on non-DRX target cell search times.</w:t>
      </w:r>
    </w:p>
    <w:p w14:paraId="4A063996" w14:textId="36B340ED" w:rsidR="003C64CD" w:rsidRPr="008C6DE4" w:rsidRDefault="00847B8D" w:rsidP="00847B8D">
      <w:pPr>
        <w:pStyle w:val="B10"/>
      </w:pPr>
      <w:r>
        <w:tab/>
      </w:r>
      <w:r w:rsidR="003C64CD" w:rsidRPr="008C6DE4">
        <w:t>T</w:t>
      </w:r>
      <w:r w:rsidR="003C64CD" w:rsidRPr="008C6DE4">
        <w:rPr>
          <w:vertAlign w:val="subscript"/>
          <w:lang w:eastAsia="zh-CN"/>
        </w:rPr>
        <w:t>processing</w:t>
      </w:r>
      <w:r w:rsidR="003C64CD" w:rsidRPr="008C6DE4">
        <w:t xml:space="preserve"> is time for UE processing. T</w:t>
      </w:r>
      <w:r w:rsidR="003C64CD" w:rsidRPr="008C6DE4">
        <w:rPr>
          <w:vertAlign w:val="subscript"/>
          <w:lang w:eastAsia="zh-CN"/>
        </w:rPr>
        <w:t>processing</w:t>
      </w:r>
      <w:r w:rsidR="003C64CD" w:rsidRPr="008C6DE4">
        <w:t xml:space="preserve"> can be up to 20ms.</w:t>
      </w:r>
    </w:p>
    <w:p w14:paraId="6BDC1A6A" w14:textId="15CE9D0A" w:rsidR="003C64CD" w:rsidRPr="008C6DE4" w:rsidRDefault="00847B8D" w:rsidP="00847B8D">
      <w:pPr>
        <w:pStyle w:val="B10"/>
      </w:pPr>
      <w:r>
        <w:rPr>
          <w:lang w:eastAsia="zh-CN"/>
        </w:rPr>
        <w:tab/>
      </w:r>
      <w:r w:rsidR="003C64CD" w:rsidRPr="008C6DE4">
        <w:rPr>
          <w:lang w:eastAsia="zh-CN"/>
        </w:rPr>
        <w:t>T</w:t>
      </w:r>
      <w:r w:rsidR="003C64CD" w:rsidRPr="008C6DE4">
        <w:rPr>
          <w:vertAlign w:val="subscript"/>
          <w:lang w:eastAsia="zh-CN"/>
        </w:rPr>
        <w:t xml:space="preserve">margin </w:t>
      </w:r>
      <w:r w:rsidR="003C64CD" w:rsidRPr="008C6DE4">
        <w:rPr>
          <w:lang w:eastAsia="zh-CN"/>
        </w:rPr>
        <w:t>is time for SSB post-processing. T</w:t>
      </w:r>
      <w:r w:rsidR="003C64CD" w:rsidRPr="008C6DE4">
        <w:rPr>
          <w:vertAlign w:val="subscript"/>
          <w:lang w:eastAsia="zh-CN"/>
        </w:rPr>
        <w:t xml:space="preserve">margin </w:t>
      </w:r>
      <w:r w:rsidR="003C64CD" w:rsidRPr="008C6DE4">
        <w:rPr>
          <w:lang w:eastAsia="zh-CN"/>
        </w:rPr>
        <w:t>can be up to 2ms.</w:t>
      </w:r>
    </w:p>
    <w:p w14:paraId="33FF7CDD" w14:textId="761AF26D" w:rsidR="003B2F90" w:rsidRPr="008C6DE4" w:rsidRDefault="00847B8D" w:rsidP="00847B8D">
      <w:pPr>
        <w:pStyle w:val="B10"/>
      </w:pPr>
      <w:r>
        <w:tab/>
      </w:r>
      <w:r w:rsidR="003B2F90" w:rsidRPr="008C6DE4">
        <w:t>T</w:t>
      </w:r>
      <w:r w:rsidR="003B2F90" w:rsidRPr="008C6DE4">
        <w:rPr>
          <w:vertAlign w:val="subscript"/>
        </w:rPr>
        <w:t>∆</w:t>
      </w:r>
      <w:r w:rsidR="003B2F90" w:rsidRPr="008C6DE4">
        <w:t xml:space="preserve"> is time for fine time tracking and acquiring full timing information of the target cell. T</w:t>
      </w:r>
      <w:r w:rsidR="003B2F90" w:rsidRPr="008C6DE4">
        <w:rPr>
          <w:vertAlign w:val="subscript"/>
        </w:rPr>
        <w:t>∆</w:t>
      </w:r>
      <w:r w:rsidR="003B2F90" w:rsidRPr="008C6DE4">
        <w:t xml:space="preserve"> = T</w:t>
      </w:r>
      <w:r w:rsidR="003B2F90" w:rsidRPr="008C6DE4">
        <w:rPr>
          <w:vertAlign w:val="subscript"/>
        </w:rPr>
        <w:t>rs</w:t>
      </w:r>
      <w:r w:rsidR="003B2F90" w:rsidRPr="008C6DE4">
        <w:t xml:space="preserve"> for both known and unknown target cell.</w:t>
      </w:r>
    </w:p>
    <w:p w14:paraId="1385FD07" w14:textId="5A6BC79F" w:rsidR="00CF0288" w:rsidRPr="008C6DE4" w:rsidRDefault="00847B8D" w:rsidP="00847B8D">
      <w:pPr>
        <w:pStyle w:val="B10"/>
        <w:rPr>
          <w:lang w:eastAsia="zh-CN"/>
        </w:rPr>
      </w:pPr>
      <w:r>
        <w:tab/>
      </w:r>
      <w:r w:rsidR="00CF0288" w:rsidRPr="008C6DE4">
        <w:t>T</w:t>
      </w:r>
      <w:r w:rsidR="00CF0288" w:rsidRPr="008C6DE4">
        <w:rPr>
          <w:vertAlign w:val="subscript"/>
        </w:rPr>
        <w:t>IU</w:t>
      </w:r>
      <w:r w:rsidR="00CF0288" w:rsidRPr="008C6DE4">
        <w:t xml:space="preserve"> is the interruption uncertainty </w:t>
      </w:r>
      <w:r w:rsidR="00CF0288" w:rsidRPr="008C6DE4">
        <w:rPr>
          <w:lang w:eastAsia="zh-CN"/>
        </w:rPr>
        <w:t>in acquiring the first available PRACH occasion in the new cell</w:t>
      </w:r>
      <w:r w:rsidR="00CF0288" w:rsidRPr="008C6DE4">
        <w:t>. T</w:t>
      </w:r>
      <w:r w:rsidR="00CF0288" w:rsidRPr="008C6DE4">
        <w:rPr>
          <w:vertAlign w:val="subscript"/>
        </w:rPr>
        <w:t>IU</w:t>
      </w:r>
      <w:r w:rsidR="00CF0288" w:rsidRPr="008C6DE4">
        <w:t xml:space="preserve"> can be up to the summation of SSB to PRACH occasion association period and 10 ms. SSB to PRACH occasion associated period is defined in the table 8.1-1 of TS 38.213 [3].</w:t>
      </w:r>
    </w:p>
    <w:p w14:paraId="16489EFB" w14:textId="7B7065C1" w:rsidR="00CF0288" w:rsidRPr="008C6DE4" w:rsidRDefault="00A9182B" w:rsidP="00CF0288">
      <w:r w:rsidRPr="008C6DE4">
        <w:t>T</w:t>
      </w:r>
      <w:r w:rsidRPr="008C6DE4">
        <w:rPr>
          <w:vertAlign w:val="subscript"/>
        </w:rPr>
        <w:t>rs</w:t>
      </w:r>
      <w:r w:rsidRPr="008C6DE4">
        <w:t xml:space="preserve"> is the SMTC periodicity of the target NR cell if the UE has been provided with an SMTC configuration for the target cell in the handover command, otherwise Trs is the SMTC configured in the measObjectNR having the same SSB frequency and subcarrier spacing. </w:t>
      </w:r>
      <w:r w:rsidRPr="006C4DD4">
        <w:t>If such measObjectNRs configured by MN and SN have different SMTC, Trs is the periodicity of one of the SMTC which is up to UE implementation</w:t>
      </w:r>
      <w:r>
        <w:t xml:space="preserve">. </w:t>
      </w:r>
      <w:r w:rsidRPr="008C6DE4">
        <w:t>If the UE is not provided SMTC configuration or measurement object on this frequency, the requirement in this clause is applied with T</w:t>
      </w:r>
      <w:r w:rsidRPr="008C6DE4">
        <w:rPr>
          <w:vertAlign w:val="subscript"/>
        </w:rPr>
        <w:t>rs</w:t>
      </w:r>
      <w:r w:rsidRPr="008C6DE4">
        <w:t xml:space="preserve">=5ms assuming the SSB transmission periodicity is 5ms. There is no requirement if the SSB transmission periodicity is not 5ms. If the UE has been provided with higher layer in TS 38.331 [2] signaling of </w:t>
      </w:r>
      <w:r w:rsidRPr="008C6DE4">
        <w:rPr>
          <w:i/>
        </w:rPr>
        <w:t>smtc2</w:t>
      </w:r>
      <w:r w:rsidRPr="008C6DE4">
        <w:rPr>
          <w:b/>
        </w:rPr>
        <w:t xml:space="preserve"> </w:t>
      </w:r>
      <w:r w:rsidRPr="008C6DE4">
        <w:t>prior to the handover command, T</w:t>
      </w:r>
      <w:r w:rsidRPr="008C6DE4">
        <w:rPr>
          <w:vertAlign w:val="subscript"/>
        </w:rPr>
        <w:t>rs</w:t>
      </w:r>
      <w:r w:rsidRPr="008C6DE4">
        <w:t xml:space="preserve"> follows </w:t>
      </w:r>
      <w:r w:rsidRPr="008C6DE4">
        <w:rPr>
          <w:i/>
        </w:rPr>
        <w:t>smtc1</w:t>
      </w:r>
      <w:r w:rsidRPr="008C6DE4">
        <w:t xml:space="preserve"> or </w:t>
      </w:r>
      <w:r w:rsidRPr="008C6DE4">
        <w:rPr>
          <w:i/>
        </w:rPr>
        <w:t>smtc2</w:t>
      </w:r>
      <w:r w:rsidRPr="008C6DE4">
        <w:t xml:space="preserve"> according to the physical cell ID of the target cell</w:t>
      </w:r>
      <w:r w:rsidR="00CF0288" w:rsidRPr="008C6DE4">
        <w:t>.</w:t>
      </w:r>
    </w:p>
    <w:p w14:paraId="7B07C7D1" w14:textId="77777777" w:rsidR="00CF0288" w:rsidRPr="008C6DE4" w:rsidRDefault="00CF0288" w:rsidP="00CF0288">
      <w:pPr>
        <w:overflowPunct w:val="0"/>
        <w:autoSpaceDE w:val="0"/>
        <w:autoSpaceDN w:val="0"/>
        <w:adjustRightInd w:val="0"/>
        <w:textAlignment w:val="baseline"/>
        <w:rPr>
          <w:lang w:eastAsia="ko-KR"/>
        </w:rPr>
      </w:pPr>
      <w:r w:rsidRPr="008C6DE4">
        <w:rPr>
          <w:rFonts w:cs="v4.2.0"/>
          <w:lang w:eastAsia="zh-CN"/>
        </w:rPr>
        <w:t>In FR2, the target cell</w:t>
      </w:r>
      <w:r w:rsidRPr="008C6DE4">
        <w:rPr>
          <w:rFonts w:cs="v4.2.0"/>
          <w:lang w:eastAsia="ko-KR"/>
        </w:rPr>
        <w:t xml:space="preserve"> is known if it </w:t>
      </w:r>
      <w:r w:rsidRPr="008C6DE4">
        <w:rPr>
          <w:lang w:eastAsia="ko-KR"/>
        </w:rPr>
        <w:t>has been meeting the following conditions:</w:t>
      </w:r>
    </w:p>
    <w:p w14:paraId="74898573" w14:textId="0AB784BC" w:rsidR="00CF0288" w:rsidRPr="008C6DE4" w:rsidRDefault="00847B8D" w:rsidP="00847B8D">
      <w:pPr>
        <w:pStyle w:val="B10"/>
        <w:rPr>
          <w:lang w:eastAsia="ko-KR"/>
        </w:rPr>
      </w:pPr>
      <w:r>
        <w:rPr>
          <w:lang w:eastAsia="ko-KR"/>
        </w:rPr>
        <w:t>-</w:t>
      </w:r>
      <w:r>
        <w:rPr>
          <w:lang w:eastAsia="ko-KR"/>
        </w:rPr>
        <w:tab/>
      </w:r>
      <w:r w:rsidR="00CF0288" w:rsidRPr="008C6DE4">
        <w:rPr>
          <w:lang w:eastAsia="ko-KR"/>
        </w:rPr>
        <w:t>During the last 5 seconds before the reception of the handover command:</w:t>
      </w:r>
    </w:p>
    <w:p w14:paraId="5AD1759A" w14:textId="77777777" w:rsidR="00CF0288" w:rsidRPr="008C6DE4" w:rsidRDefault="00CF0288" w:rsidP="00847B8D">
      <w:pPr>
        <w:pStyle w:val="B2"/>
        <w:rPr>
          <w:lang w:eastAsia="ko-KR"/>
        </w:rPr>
      </w:pPr>
      <w:r w:rsidRPr="008C6DE4">
        <w:rPr>
          <w:lang w:eastAsia="ko-KR"/>
        </w:rPr>
        <w:t>-</w:t>
      </w:r>
      <w:r w:rsidRPr="008C6DE4">
        <w:rPr>
          <w:lang w:eastAsia="ko-KR"/>
        </w:rPr>
        <w:tab/>
        <w:t>the UE has sent a valid measurement report for the target cell and</w:t>
      </w:r>
    </w:p>
    <w:p w14:paraId="650427FF" w14:textId="7210E384" w:rsidR="00A219EC" w:rsidRPr="008C6DE4" w:rsidRDefault="00A219EC" w:rsidP="00847B8D">
      <w:pPr>
        <w:pStyle w:val="B2"/>
        <w:rPr>
          <w:lang w:eastAsia="ko-KR"/>
        </w:rPr>
      </w:pPr>
      <w:r w:rsidRPr="008C6DE4">
        <w:rPr>
          <w:lang w:eastAsia="ko-KR"/>
        </w:rPr>
        <w:lastRenderedPageBreak/>
        <w:t>-</w:t>
      </w:r>
      <w:r w:rsidRPr="008C6DE4">
        <w:rPr>
          <w:lang w:eastAsia="ko-KR"/>
        </w:rPr>
        <w:tab/>
        <w:t xml:space="preserve">One of the SSBs measured from the NR target cell being </w:t>
      </w:r>
      <w:r w:rsidRPr="008C6DE4">
        <w:rPr>
          <w:lang w:eastAsia="zh-CN"/>
        </w:rPr>
        <w:t>configured</w:t>
      </w:r>
      <w:r w:rsidRPr="008C6DE4">
        <w:rPr>
          <w:lang w:eastAsia="ko-KR"/>
        </w:rPr>
        <w:t xml:space="preserve"> remains detectable according to the cell identification conditions specified in </w:t>
      </w:r>
      <w:r w:rsidRPr="008C6DE4">
        <w:rPr>
          <w:lang w:val="en-US" w:eastAsia="ko-KR"/>
        </w:rPr>
        <w:t>clause</w:t>
      </w:r>
      <w:r w:rsidRPr="008C6DE4">
        <w:rPr>
          <w:lang w:eastAsia="ko-KR"/>
        </w:rPr>
        <w:t xml:space="preserve"> </w:t>
      </w:r>
      <w:r w:rsidRPr="008C6DE4">
        <w:rPr>
          <w:rFonts w:eastAsia="Malgun Gothic"/>
          <w:lang w:eastAsia="zh-CN"/>
        </w:rPr>
        <w:t>9.3</w:t>
      </w:r>
      <w:r w:rsidRPr="008C6DE4">
        <w:rPr>
          <w:lang w:eastAsia="ko-KR"/>
        </w:rPr>
        <w:t>,</w:t>
      </w:r>
    </w:p>
    <w:p w14:paraId="6B7F5433" w14:textId="0CF528FB" w:rsidR="00A219EC" w:rsidRPr="008C6DE4" w:rsidRDefault="00A219EC" w:rsidP="00847B8D">
      <w:pPr>
        <w:pStyle w:val="B10"/>
        <w:rPr>
          <w:lang w:eastAsia="ko-KR"/>
        </w:rPr>
      </w:pPr>
      <w:r w:rsidRPr="008C6DE4">
        <w:rPr>
          <w:lang w:eastAsia="ko-KR"/>
        </w:rPr>
        <w:t>-</w:t>
      </w:r>
      <w:r w:rsidRPr="008C6DE4">
        <w:rPr>
          <w:lang w:eastAsia="ko-KR"/>
        </w:rPr>
        <w:tab/>
        <w:t xml:space="preserve">One of the SSBs measured from the target cell also remains detectable during the handover delay according to the cell identification conditions specified in </w:t>
      </w:r>
      <w:r w:rsidRPr="008C6DE4">
        <w:rPr>
          <w:lang w:val="en-US" w:eastAsia="ko-KR"/>
        </w:rPr>
        <w:t>clause</w:t>
      </w:r>
      <w:r w:rsidRPr="008C6DE4">
        <w:rPr>
          <w:lang w:eastAsia="ko-KR"/>
        </w:rPr>
        <w:t xml:space="preserve"> 9.3.</w:t>
      </w:r>
    </w:p>
    <w:p w14:paraId="328EBF22" w14:textId="77777777" w:rsidR="00CF0288" w:rsidRPr="008C6DE4" w:rsidRDefault="00CF0288" w:rsidP="00CF0288">
      <w:pPr>
        <w:overflowPunct w:val="0"/>
        <w:autoSpaceDE w:val="0"/>
        <w:autoSpaceDN w:val="0"/>
        <w:adjustRightInd w:val="0"/>
        <w:textAlignment w:val="baseline"/>
        <w:rPr>
          <w:lang w:eastAsia="ko-KR"/>
        </w:rPr>
      </w:pPr>
      <w:r w:rsidRPr="008C6DE4">
        <w:rPr>
          <w:lang w:eastAsia="ko-KR"/>
        </w:rPr>
        <w:t>otherwise it is unknown.</w:t>
      </w:r>
    </w:p>
    <w:p w14:paraId="5658CF79" w14:textId="77777777" w:rsidR="00CF0288" w:rsidRPr="008C6DE4" w:rsidRDefault="00CF0288" w:rsidP="00CF0288">
      <w:pPr>
        <w:pStyle w:val="Heading4"/>
        <w:overflowPunct w:val="0"/>
        <w:autoSpaceDE w:val="0"/>
        <w:autoSpaceDN w:val="0"/>
        <w:adjustRightInd w:val="0"/>
        <w:textAlignment w:val="baseline"/>
        <w:rPr>
          <w:lang w:val="en-US" w:eastAsia="zh-CN"/>
        </w:rPr>
      </w:pPr>
      <w:bookmarkStart w:id="60" w:name="_Toc526331619"/>
      <w:r w:rsidRPr="008C6DE4">
        <w:rPr>
          <w:lang w:val="en-US" w:eastAsia="zh-CN"/>
        </w:rPr>
        <w:t>6.1.1.5</w:t>
      </w:r>
      <w:r w:rsidRPr="008C6DE4">
        <w:rPr>
          <w:lang w:val="en-US" w:eastAsia="zh-CN"/>
        </w:rPr>
        <w:tab/>
        <w:t>NR FR1- NR FR2 Handover</w:t>
      </w:r>
      <w:bookmarkEnd w:id="60"/>
    </w:p>
    <w:p w14:paraId="281C3325" w14:textId="77777777" w:rsidR="00CF0288" w:rsidRPr="008C6DE4" w:rsidRDefault="00CF0288" w:rsidP="00CF0288">
      <w:r w:rsidRPr="008C6DE4">
        <w:t>The requirements in this clause are applicable to inter-frequency handovers from NR FR1 cell to NR FR2 cell.</w:t>
      </w:r>
    </w:p>
    <w:p w14:paraId="5CE2D247" w14:textId="77777777" w:rsidR="00CF0288" w:rsidRPr="008C6DE4" w:rsidRDefault="00CF0288" w:rsidP="00CF0288">
      <w:pPr>
        <w:pStyle w:val="Heading5"/>
      </w:pPr>
      <w:bookmarkStart w:id="61" w:name="_Toc526331620"/>
      <w:r w:rsidRPr="008C6DE4">
        <w:t>6.1.1.5.1</w:t>
      </w:r>
      <w:r w:rsidRPr="008C6DE4">
        <w:tab/>
        <w:t>Handover delay</w:t>
      </w:r>
      <w:bookmarkEnd w:id="61"/>
    </w:p>
    <w:p w14:paraId="609335C1" w14:textId="02D32B80" w:rsidR="003B2F90" w:rsidRPr="008C6DE4" w:rsidRDefault="003B2F90" w:rsidP="003B2F90">
      <w:pPr>
        <w:rPr>
          <w:rFonts w:cs="v4.2.0"/>
        </w:rPr>
      </w:pPr>
      <w:bookmarkStart w:id="62" w:name="_Toc526331621"/>
      <w:r w:rsidRPr="008C6DE4">
        <w:rPr>
          <w:rFonts w:cs="v4.2.0"/>
        </w:rPr>
        <w:t xml:space="preserve">When the UE receives a RRC message implying handover the UE shall be ready to </w:t>
      </w:r>
      <w:r w:rsidRPr="008C6DE4">
        <w:rPr>
          <w:rFonts w:cs="v4.2.0"/>
          <w:snapToGrid w:val="0"/>
        </w:rPr>
        <w:t>start the transmission of the new uplink PRACH channel</w:t>
      </w:r>
      <w:r w:rsidRPr="008C6DE4">
        <w:rPr>
          <w:rFonts w:cs="v4.2.0"/>
        </w:rPr>
        <w:t xml:space="preserve"> within D</w:t>
      </w:r>
      <w:r w:rsidRPr="008C6DE4">
        <w:rPr>
          <w:rFonts w:cs="v4.2.0"/>
          <w:vertAlign w:val="subscript"/>
        </w:rPr>
        <w:t>handover</w:t>
      </w:r>
      <w:r w:rsidRPr="008C6DE4">
        <w:rPr>
          <w:rFonts w:cs="v4.2.0"/>
        </w:rPr>
        <w:t xml:space="preserve"> </w:t>
      </w:r>
      <w:r w:rsidRPr="008C6DE4">
        <w:rPr>
          <w:rFonts w:cs="v4.2.0" w:hint="eastAsia"/>
          <w:lang w:val="en-US" w:eastAsia="zh-CN"/>
        </w:rPr>
        <w:t xml:space="preserve">ms </w:t>
      </w:r>
      <w:r w:rsidRPr="008C6DE4">
        <w:rPr>
          <w:rFonts w:cs="v4.2.0"/>
        </w:rPr>
        <w:t>from the end of the last TTI containing the RRC command.</w:t>
      </w:r>
    </w:p>
    <w:p w14:paraId="492F9E2B" w14:textId="77777777" w:rsidR="00A219EC" w:rsidRPr="008C6DE4" w:rsidRDefault="00A219EC" w:rsidP="00A219EC">
      <w:pPr>
        <w:rPr>
          <w:rFonts w:cs="v4.2.0"/>
        </w:rPr>
      </w:pPr>
      <w:r w:rsidRPr="008C6DE4">
        <w:rPr>
          <w:rFonts w:cs="v4.2.0"/>
        </w:rPr>
        <w:t>Where:</w:t>
      </w:r>
    </w:p>
    <w:p w14:paraId="42D3AFBD" w14:textId="193280A1" w:rsidR="00A219EC" w:rsidRPr="008C6DE4" w:rsidRDefault="00A219EC" w:rsidP="00A219EC">
      <w:pPr>
        <w:rPr>
          <w:rFonts w:cs="v4.2.0"/>
        </w:rPr>
      </w:pPr>
      <w:r w:rsidRPr="008C6DE4">
        <w:rPr>
          <w:rFonts w:cs="v4.2.0"/>
        </w:rPr>
        <w:t>D</w:t>
      </w:r>
      <w:r w:rsidRPr="008C6DE4">
        <w:rPr>
          <w:rFonts w:cs="v4.2.0"/>
          <w:vertAlign w:val="subscript"/>
        </w:rPr>
        <w:t>handover</w:t>
      </w:r>
      <w:r w:rsidRPr="008C6DE4">
        <w:rPr>
          <w:rFonts w:cs="v4.2.0"/>
        </w:rPr>
        <w:t xml:space="preserve"> equals the </w:t>
      </w:r>
      <w:r w:rsidRPr="008C6DE4">
        <w:rPr>
          <w:rFonts w:cs="v4.2.0" w:hint="eastAsia"/>
          <w:lang w:val="en-US" w:eastAsia="zh-CN"/>
        </w:rPr>
        <w:t>applicable</w:t>
      </w:r>
      <w:r w:rsidRPr="008C6DE4">
        <w:rPr>
          <w:rFonts w:cs="v4.2.0"/>
        </w:rPr>
        <w:t xml:space="preserve"> RRC procedure delay defined in clause </w:t>
      </w:r>
      <w:r w:rsidRPr="008C6DE4">
        <w:rPr>
          <w:rFonts w:cs="v4.2.0"/>
          <w:lang w:eastAsia="zh-CN"/>
        </w:rPr>
        <w:t>12</w:t>
      </w:r>
      <w:r w:rsidRPr="008C6DE4">
        <w:rPr>
          <w:rFonts w:cs="v4.2.0"/>
        </w:rPr>
        <w:t xml:space="preserve"> in </w:t>
      </w:r>
      <w:r w:rsidRPr="008C6DE4">
        <w:t>TS 38.331 [2]</w:t>
      </w:r>
      <w:r w:rsidRPr="008C6DE4">
        <w:rPr>
          <w:rFonts w:cs="v4.2.0"/>
        </w:rPr>
        <w:t xml:space="preserve"> plus the interruption time stated in clause 6.1.1.5.2.</w:t>
      </w:r>
    </w:p>
    <w:p w14:paraId="3F48E320" w14:textId="77777777" w:rsidR="00CF0288" w:rsidRPr="008C6DE4" w:rsidRDefault="00CF0288" w:rsidP="00CF0288">
      <w:pPr>
        <w:pStyle w:val="Heading5"/>
      </w:pPr>
      <w:r w:rsidRPr="008C6DE4">
        <w:t>6.1.1.5.2</w:t>
      </w:r>
      <w:r w:rsidRPr="008C6DE4">
        <w:tab/>
        <w:t>Interruption time</w:t>
      </w:r>
      <w:bookmarkEnd w:id="62"/>
    </w:p>
    <w:p w14:paraId="0216EFCB" w14:textId="77777777" w:rsidR="00581BF9" w:rsidRPr="008C6DE4" w:rsidRDefault="00581BF9" w:rsidP="00581BF9">
      <w:pPr>
        <w:rPr>
          <w:rFonts w:cs="v4.2.0"/>
        </w:rPr>
      </w:pPr>
      <w:r w:rsidRPr="008C6DE4">
        <w:rPr>
          <w:rFonts w:cs="v4.2.0"/>
        </w:rPr>
        <w:t>The interruption time is the time between end of the last TTI containing the RRC command on the old PDSCH and the time the UE starts transmission of the new PRACH</w:t>
      </w:r>
      <w:r w:rsidRPr="008C6DE4">
        <w:rPr>
          <w:rFonts w:eastAsia="MS Mincho" w:cs="v4.2.0"/>
        </w:rPr>
        <w:t>, excluding the RRC procedure delay</w:t>
      </w:r>
      <w:r w:rsidRPr="008C6DE4">
        <w:rPr>
          <w:rFonts w:cs="v4.2.0"/>
        </w:rPr>
        <w:t>.</w:t>
      </w:r>
    </w:p>
    <w:p w14:paraId="44FA009C" w14:textId="0B722F21" w:rsidR="00581BF9" w:rsidRPr="008C6DE4" w:rsidRDefault="00581BF9" w:rsidP="00581BF9">
      <w:pPr>
        <w:rPr>
          <w:rFonts w:cs="v4.2.0"/>
          <w:position w:val="-6"/>
        </w:rPr>
      </w:pPr>
      <w:r w:rsidRPr="008C6DE4">
        <w:rPr>
          <w:rFonts w:cs="v4.2.0"/>
        </w:rPr>
        <w:t>When inter-frequency handover is commanded, the interruption time shall be less than T</w:t>
      </w:r>
      <w:r w:rsidRPr="008C6DE4">
        <w:rPr>
          <w:rFonts w:cs="v4.2.0"/>
          <w:vertAlign w:val="subscript"/>
        </w:rPr>
        <w:t>interrupt</w:t>
      </w:r>
    </w:p>
    <w:p w14:paraId="4A2AD73C" w14:textId="77777777" w:rsidR="00EB53FD" w:rsidRPr="008C6DE4" w:rsidRDefault="00CF0288" w:rsidP="00EB53FD">
      <w:pPr>
        <w:pStyle w:val="EQ"/>
      </w:pPr>
      <w:r w:rsidRPr="008C6DE4">
        <w:tab/>
      </w:r>
      <w:r w:rsidR="00EB53FD" w:rsidRPr="008C6DE4">
        <w:rPr>
          <w:rFonts w:cs="v4.2.0"/>
        </w:rPr>
        <w:t>T</w:t>
      </w:r>
      <w:r w:rsidR="00EB53FD" w:rsidRPr="008C6DE4">
        <w:rPr>
          <w:rFonts w:cs="v4.2.0"/>
          <w:vertAlign w:val="subscript"/>
        </w:rPr>
        <w:t>interrupt</w:t>
      </w:r>
      <w:r w:rsidR="00EB53FD" w:rsidRPr="008C6DE4">
        <w:t xml:space="preserve"> = T</w:t>
      </w:r>
      <w:r w:rsidR="00EB53FD" w:rsidRPr="008C6DE4">
        <w:rPr>
          <w:vertAlign w:val="subscript"/>
        </w:rPr>
        <w:t>search</w:t>
      </w:r>
      <w:r w:rsidR="00EB53FD" w:rsidRPr="008C6DE4">
        <w:t xml:space="preserve"> + T</w:t>
      </w:r>
      <w:r w:rsidR="00EB53FD" w:rsidRPr="008C6DE4">
        <w:rPr>
          <w:vertAlign w:val="subscript"/>
        </w:rPr>
        <w:t>IU</w:t>
      </w:r>
      <w:r w:rsidR="00EB53FD" w:rsidRPr="008C6DE4">
        <w:t xml:space="preserve"> + </w:t>
      </w:r>
      <w:r w:rsidR="00EB53FD" w:rsidRPr="008C6DE4">
        <w:rPr>
          <w:lang w:eastAsia="zh-CN"/>
        </w:rPr>
        <w:t>T</w:t>
      </w:r>
      <w:r w:rsidR="00EB53FD" w:rsidRPr="008C6DE4">
        <w:rPr>
          <w:vertAlign w:val="subscript"/>
          <w:lang w:eastAsia="zh-CN"/>
        </w:rPr>
        <w:t xml:space="preserve">processing </w:t>
      </w:r>
      <w:r w:rsidR="00EB53FD" w:rsidRPr="008C6DE4">
        <w:rPr>
          <w:lang w:eastAsia="zh-CN"/>
        </w:rPr>
        <w:t>+ T</w:t>
      </w:r>
      <w:r w:rsidR="00EB53FD" w:rsidRPr="008C6DE4">
        <w:rPr>
          <w:vertAlign w:val="subscript"/>
          <w:lang w:eastAsia="zh-CN"/>
        </w:rPr>
        <w:t xml:space="preserve">∆ </w:t>
      </w:r>
      <w:r w:rsidR="00EB53FD" w:rsidRPr="008C6DE4">
        <w:rPr>
          <w:lang w:eastAsia="zh-CN"/>
        </w:rPr>
        <w:t>+ T</w:t>
      </w:r>
      <w:r w:rsidR="00EB53FD" w:rsidRPr="008C6DE4">
        <w:rPr>
          <w:vertAlign w:val="subscript"/>
          <w:lang w:eastAsia="zh-CN"/>
        </w:rPr>
        <w:t>margin</w:t>
      </w:r>
      <w:r w:rsidR="00EB53FD" w:rsidRPr="008C6DE4">
        <w:rPr>
          <w:lang w:eastAsia="zh-CN"/>
        </w:rPr>
        <w:t xml:space="preserve"> </w:t>
      </w:r>
      <w:r w:rsidR="00EB53FD" w:rsidRPr="008C6DE4">
        <w:t>ms</w:t>
      </w:r>
    </w:p>
    <w:p w14:paraId="273AA1DC" w14:textId="53ED1AD2" w:rsidR="00CF0288" w:rsidRPr="008C6DE4" w:rsidRDefault="00CF0288" w:rsidP="00CF0288">
      <w:pPr>
        <w:pStyle w:val="EQ"/>
      </w:pPr>
    </w:p>
    <w:p w14:paraId="0F604ADE" w14:textId="77777777" w:rsidR="00CF0288" w:rsidRPr="008C6DE4" w:rsidRDefault="00CF0288" w:rsidP="00CF0288">
      <w:pPr>
        <w:rPr>
          <w:rFonts w:cs="v4.2.0"/>
        </w:rPr>
      </w:pPr>
      <w:r w:rsidRPr="008C6DE4">
        <w:rPr>
          <w:rFonts w:cs="v4.2.0"/>
        </w:rPr>
        <w:t>Where:</w:t>
      </w:r>
    </w:p>
    <w:p w14:paraId="793DA544" w14:textId="6234E576" w:rsidR="003B2F90" w:rsidRPr="008C6DE4" w:rsidRDefault="00847B8D" w:rsidP="00847B8D">
      <w:pPr>
        <w:pStyle w:val="B10"/>
      </w:pPr>
      <w:r>
        <w:tab/>
      </w:r>
      <w:r w:rsidR="003B2F90" w:rsidRPr="008C6DE4">
        <w:t>T</w:t>
      </w:r>
      <w:r w:rsidR="003B2F90" w:rsidRPr="008C6DE4">
        <w:rPr>
          <w:vertAlign w:val="subscript"/>
        </w:rPr>
        <w:t>search</w:t>
      </w:r>
      <w:r w:rsidR="003B2F90" w:rsidRPr="008C6DE4">
        <w:t xml:space="preserve"> is the time required to search the target cell when the handover command is received by the UE. If the target cell is a known cell, then T</w:t>
      </w:r>
      <w:r w:rsidR="003B2F90" w:rsidRPr="008C6DE4">
        <w:rPr>
          <w:vertAlign w:val="subscript"/>
        </w:rPr>
        <w:t>search</w:t>
      </w:r>
      <w:r w:rsidR="003B2F90" w:rsidRPr="008C6DE4">
        <w:t xml:space="preserve"> = 0 ms. . If the target cell is an unknown inter-frequency cell and the target cell Es/Iot≥-2 dB, then T</w:t>
      </w:r>
      <w:r w:rsidR="003B2F90" w:rsidRPr="008C6DE4">
        <w:rPr>
          <w:vertAlign w:val="subscript"/>
        </w:rPr>
        <w:t>search</w:t>
      </w:r>
      <w:r w:rsidR="003B2F90" w:rsidRPr="008C6DE4">
        <w:t xml:space="preserve"> = </w:t>
      </w:r>
      <w:r w:rsidR="003B2F90" w:rsidRPr="008C6DE4">
        <w:rPr>
          <w:lang w:eastAsia="zh-CN"/>
        </w:rPr>
        <w:t>8</w:t>
      </w:r>
      <w:r w:rsidR="003B2F90" w:rsidRPr="008C6DE4">
        <w:t>*</w:t>
      </w:r>
      <w:r w:rsidR="003B2F90" w:rsidRPr="008C6DE4">
        <w:rPr>
          <w:lang w:eastAsia="zh-CN"/>
        </w:rPr>
        <w:t>3</w:t>
      </w:r>
      <w:r w:rsidR="003B2F90" w:rsidRPr="008C6DE4">
        <w:t>* T</w:t>
      </w:r>
      <w:r w:rsidR="003B2F90" w:rsidRPr="008C6DE4">
        <w:rPr>
          <w:vertAlign w:val="subscript"/>
        </w:rPr>
        <w:t>rs</w:t>
      </w:r>
      <w:r w:rsidR="003B2F90" w:rsidRPr="008C6DE4">
        <w:t xml:space="preserve"> ms. Regardless of whether DRX is in use by the UE, T</w:t>
      </w:r>
      <w:r w:rsidR="003B2F90" w:rsidRPr="008C6DE4">
        <w:rPr>
          <w:vertAlign w:val="subscript"/>
        </w:rPr>
        <w:t>search</w:t>
      </w:r>
      <w:r w:rsidR="003B2F90" w:rsidRPr="008C6DE4">
        <w:t xml:space="preserve"> shall still be based on non-DRX target cell search times.</w:t>
      </w:r>
    </w:p>
    <w:p w14:paraId="4CFA2A72" w14:textId="6C29AA4A" w:rsidR="003B2F90" w:rsidRPr="008C6DE4" w:rsidRDefault="00847B8D" w:rsidP="00847B8D">
      <w:pPr>
        <w:pStyle w:val="B10"/>
      </w:pPr>
      <w:r>
        <w:tab/>
      </w:r>
      <w:r w:rsidR="003B2F90" w:rsidRPr="008C6DE4">
        <w:t>T</w:t>
      </w:r>
      <w:r w:rsidR="003B2F90" w:rsidRPr="008C6DE4">
        <w:rPr>
          <w:vertAlign w:val="subscript"/>
          <w:lang w:eastAsia="zh-CN"/>
        </w:rPr>
        <w:t>processing</w:t>
      </w:r>
      <w:r w:rsidR="003B2F90" w:rsidRPr="008C6DE4">
        <w:t xml:space="preserve"> is time for UE processing. T</w:t>
      </w:r>
      <w:r w:rsidR="003B2F90" w:rsidRPr="008C6DE4">
        <w:rPr>
          <w:vertAlign w:val="subscript"/>
          <w:lang w:eastAsia="zh-CN"/>
        </w:rPr>
        <w:t>processing</w:t>
      </w:r>
      <w:r w:rsidR="003B2F90" w:rsidRPr="008C6DE4">
        <w:t xml:space="preserve"> can be up 40ms.</w:t>
      </w:r>
    </w:p>
    <w:p w14:paraId="343B4449" w14:textId="1576CE26" w:rsidR="003B2F90" w:rsidRPr="008C6DE4" w:rsidRDefault="00847B8D" w:rsidP="00847B8D">
      <w:pPr>
        <w:pStyle w:val="B10"/>
      </w:pPr>
      <w:r>
        <w:rPr>
          <w:lang w:eastAsia="zh-CN"/>
        </w:rPr>
        <w:tab/>
      </w:r>
      <w:r w:rsidR="003B2F90" w:rsidRPr="008C6DE4">
        <w:rPr>
          <w:lang w:eastAsia="zh-CN"/>
        </w:rPr>
        <w:t>T</w:t>
      </w:r>
      <w:r w:rsidR="003B2F90" w:rsidRPr="008C6DE4">
        <w:rPr>
          <w:vertAlign w:val="subscript"/>
          <w:lang w:eastAsia="zh-CN"/>
        </w:rPr>
        <w:t xml:space="preserve">margin </w:t>
      </w:r>
      <w:r w:rsidR="003B2F90" w:rsidRPr="008C6DE4">
        <w:rPr>
          <w:lang w:eastAsia="zh-CN"/>
        </w:rPr>
        <w:t>is time for SSB post-processing. T</w:t>
      </w:r>
      <w:r w:rsidR="003B2F90" w:rsidRPr="008C6DE4">
        <w:rPr>
          <w:vertAlign w:val="subscript"/>
          <w:lang w:eastAsia="zh-CN"/>
        </w:rPr>
        <w:t xml:space="preserve">margin </w:t>
      </w:r>
      <w:r w:rsidR="003B2F90" w:rsidRPr="008C6DE4">
        <w:rPr>
          <w:lang w:eastAsia="zh-CN"/>
        </w:rPr>
        <w:t>can be up to 2ms.</w:t>
      </w:r>
    </w:p>
    <w:p w14:paraId="60B77B6F" w14:textId="04C83B3C" w:rsidR="003B2F90" w:rsidRPr="008C6DE4" w:rsidRDefault="00847B8D" w:rsidP="00847B8D">
      <w:pPr>
        <w:pStyle w:val="B10"/>
      </w:pPr>
      <w:r>
        <w:tab/>
      </w:r>
      <w:r w:rsidR="003B2F90" w:rsidRPr="008C6DE4">
        <w:t>T</w:t>
      </w:r>
      <w:r w:rsidR="003B2F90" w:rsidRPr="008C6DE4">
        <w:rPr>
          <w:vertAlign w:val="subscript"/>
        </w:rPr>
        <w:t>∆</w:t>
      </w:r>
      <w:r w:rsidR="003B2F90" w:rsidRPr="008C6DE4">
        <w:t xml:space="preserve"> is time for fine time tracking and acquiring full timing information of the target cell. T</w:t>
      </w:r>
      <w:r w:rsidR="003B2F90" w:rsidRPr="008C6DE4">
        <w:rPr>
          <w:vertAlign w:val="subscript"/>
        </w:rPr>
        <w:t>∆</w:t>
      </w:r>
      <w:r w:rsidR="003B2F90" w:rsidRPr="008C6DE4">
        <w:t xml:space="preserve"> = T</w:t>
      </w:r>
      <w:r w:rsidR="003B2F90" w:rsidRPr="008C6DE4">
        <w:rPr>
          <w:vertAlign w:val="subscript"/>
        </w:rPr>
        <w:t>rs</w:t>
      </w:r>
      <w:r w:rsidR="003B2F90" w:rsidRPr="008C6DE4">
        <w:t xml:space="preserve"> for both known and unknown target cell.</w:t>
      </w:r>
    </w:p>
    <w:p w14:paraId="7A074622" w14:textId="6FAEB8FB" w:rsidR="003B2F90" w:rsidRPr="008C6DE4" w:rsidRDefault="00847B8D" w:rsidP="00847B8D">
      <w:pPr>
        <w:pStyle w:val="B10"/>
        <w:rPr>
          <w:lang w:eastAsia="zh-CN"/>
        </w:rPr>
      </w:pPr>
      <w:r>
        <w:tab/>
      </w:r>
      <w:r w:rsidR="003B2F90" w:rsidRPr="008C6DE4">
        <w:t>T</w:t>
      </w:r>
      <w:r w:rsidR="003B2F90" w:rsidRPr="008C6DE4">
        <w:rPr>
          <w:vertAlign w:val="subscript"/>
        </w:rPr>
        <w:t>IU</w:t>
      </w:r>
      <w:r w:rsidR="003B2F90" w:rsidRPr="008C6DE4">
        <w:t xml:space="preserve"> is the interruption uncertainty </w:t>
      </w:r>
      <w:r w:rsidR="003B2F90" w:rsidRPr="008C6DE4">
        <w:rPr>
          <w:lang w:eastAsia="zh-CN"/>
        </w:rPr>
        <w:t>in acquiring the first available PRACH occasion in the new cell</w:t>
      </w:r>
      <w:r w:rsidR="003B2F90" w:rsidRPr="008C6DE4">
        <w:t>. T</w:t>
      </w:r>
      <w:r w:rsidR="003B2F90" w:rsidRPr="008C6DE4">
        <w:rPr>
          <w:vertAlign w:val="subscript"/>
        </w:rPr>
        <w:t>IU</w:t>
      </w:r>
      <w:r w:rsidR="003B2F90" w:rsidRPr="008C6DE4">
        <w:t xml:space="preserve"> can be up to the summation of SSB to PRACH occasion association period and 10 ms. SSB to PRACH occasion associated period is defined in the table 8.1-1 of TS 38.213 [3].</w:t>
      </w:r>
    </w:p>
    <w:p w14:paraId="1866E64A" w14:textId="0CFABFC3" w:rsidR="00CF0288" w:rsidRPr="008C6DE4" w:rsidRDefault="00A9182B" w:rsidP="00CF0288">
      <w:r w:rsidRPr="008C6DE4">
        <w:t>T</w:t>
      </w:r>
      <w:r w:rsidRPr="008C6DE4">
        <w:rPr>
          <w:vertAlign w:val="subscript"/>
        </w:rPr>
        <w:t>rs</w:t>
      </w:r>
      <w:r w:rsidRPr="008C6DE4">
        <w:t xml:space="preserve"> is the SMTC periodicity of the target NR cell if the UE has been provided with an SMTC configuration for the target cell in the handover command, otherwise Trs is the SMTC configured in the measObjectNR having the same SSB frequency and subcarrier spacing. </w:t>
      </w:r>
      <w:r w:rsidRPr="006C4DD4">
        <w:t>If such measObjectNRs configured by MN and SN have different SMTC, Trs is the periodicity of one of the SMTC which is up to UE implementation</w:t>
      </w:r>
      <w:r>
        <w:t xml:space="preserve">. </w:t>
      </w:r>
      <w:r w:rsidRPr="008C6DE4">
        <w:t>If the UE is not provided SMTC configuration or measurement object on this frequency, the requirement in this clause is applied with T</w:t>
      </w:r>
      <w:r w:rsidRPr="008C6DE4">
        <w:rPr>
          <w:vertAlign w:val="subscript"/>
        </w:rPr>
        <w:t>rs</w:t>
      </w:r>
      <w:r w:rsidRPr="008C6DE4">
        <w:t>=5ms assuming the SSB transmission periodicity is 5ms. There is no requirement if the SSB transmission periodicity is not 5ms</w:t>
      </w:r>
      <w:r w:rsidR="00CF0288" w:rsidRPr="008C6DE4">
        <w:t>.</w:t>
      </w:r>
    </w:p>
    <w:p w14:paraId="3E9D7176" w14:textId="77777777" w:rsidR="00CF0288" w:rsidRPr="008C6DE4" w:rsidRDefault="00CF0288" w:rsidP="00CF0288">
      <w:pPr>
        <w:overflowPunct w:val="0"/>
        <w:autoSpaceDE w:val="0"/>
        <w:autoSpaceDN w:val="0"/>
        <w:adjustRightInd w:val="0"/>
        <w:textAlignment w:val="baseline"/>
        <w:rPr>
          <w:lang w:eastAsia="ko-KR"/>
        </w:rPr>
      </w:pPr>
      <w:r w:rsidRPr="008C6DE4">
        <w:rPr>
          <w:rFonts w:cs="v4.2.0"/>
          <w:lang w:eastAsia="zh-CN"/>
        </w:rPr>
        <w:t>In FR2, the target cell</w:t>
      </w:r>
      <w:r w:rsidRPr="008C6DE4">
        <w:rPr>
          <w:rFonts w:cs="v4.2.0"/>
          <w:lang w:eastAsia="ko-KR"/>
        </w:rPr>
        <w:t xml:space="preserve"> is known if it </w:t>
      </w:r>
      <w:r w:rsidRPr="008C6DE4">
        <w:rPr>
          <w:lang w:eastAsia="ko-KR"/>
        </w:rPr>
        <w:t>has been meeting the following conditions:</w:t>
      </w:r>
    </w:p>
    <w:p w14:paraId="391687C5" w14:textId="7104E00F" w:rsidR="00CF0288" w:rsidRPr="008C6DE4" w:rsidRDefault="00847B8D" w:rsidP="00847B8D">
      <w:pPr>
        <w:pStyle w:val="B10"/>
        <w:rPr>
          <w:lang w:eastAsia="ko-KR"/>
        </w:rPr>
      </w:pPr>
      <w:r>
        <w:rPr>
          <w:lang w:eastAsia="ko-KR"/>
        </w:rPr>
        <w:t>-</w:t>
      </w:r>
      <w:r>
        <w:rPr>
          <w:lang w:eastAsia="ko-KR"/>
        </w:rPr>
        <w:tab/>
      </w:r>
      <w:r w:rsidR="00CF0288" w:rsidRPr="008C6DE4">
        <w:rPr>
          <w:lang w:eastAsia="ko-KR"/>
        </w:rPr>
        <w:t>During the last 5 seconds before the reception of the handover command:</w:t>
      </w:r>
    </w:p>
    <w:p w14:paraId="30636A7B" w14:textId="77777777" w:rsidR="00CF0288" w:rsidRPr="008C6DE4" w:rsidRDefault="00CF0288" w:rsidP="00847B8D">
      <w:pPr>
        <w:pStyle w:val="B2"/>
        <w:rPr>
          <w:lang w:eastAsia="ko-KR"/>
        </w:rPr>
      </w:pPr>
      <w:r w:rsidRPr="008C6DE4">
        <w:rPr>
          <w:lang w:eastAsia="ko-KR"/>
        </w:rPr>
        <w:t>-</w:t>
      </w:r>
      <w:r w:rsidRPr="008C6DE4">
        <w:rPr>
          <w:lang w:eastAsia="ko-KR"/>
        </w:rPr>
        <w:tab/>
        <w:t>the UE has sent a valid measurement report for the target cell and</w:t>
      </w:r>
    </w:p>
    <w:p w14:paraId="0BA89CDC" w14:textId="4887319E" w:rsidR="00A219EC" w:rsidRPr="008C6DE4" w:rsidRDefault="00A219EC" w:rsidP="00847B8D">
      <w:pPr>
        <w:pStyle w:val="B2"/>
        <w:rPr>
          <w:lang w:eastAsia="ko-KR"/>
        </w:rPr>
      </w:pPr>
      <w:r w:rsidRPr="008C6DE4">
        <w:rPr>
          <w:lang w:eastAsia="ko-KR"/>
        </w:rPr>
        <w:lastRenderedPageBreak/>
        <w:t>-</w:t>
      </w:r>
      <w:r w:rsidRPr="008C6DE4">
        <w:rPr>
          <w:lang w:eastAsia="ko-KR"/>
        </w:rPr>
        <w:tab/>
        <w:t xml:space="preserve">One of the SSBs measured from the NR </w:t>
      </w:r>
      <w:r w:rsidRPr="008C6DE4">
        <w:rPr>
          <w:lang w:eastAsia="zh-CN"/>
        </w:rPr>
        <w:t>target cell</w:t>
      </w:r>
      <w:r w:rsidRPr="008C6DE4">
        <w:rPr>
          <w:lang w:eastAsia="ko-KR"/>
        </w:rPr>
        <w:t xml:space="preserve"> being </w:t>
      </w:r>
      <w:r w:rsidRPr="008C6DE4">
        <w:rPr>
          <w:lang w:eastAsia="zh-CN"/>
        </w:rPr>
        <w:t>configured</w:t>
      </w:r>
      <w:r w:rsidRPr="008C6DE4">
        <w:rPr>
          <w:lang w:eastAsia="ko-KR"/>
        </w:rPr>
        <w:t xml:space="preserve"> remains detectable according to the cell identification conditions specified in </w:t>
      </w:r>
      <w:r w:rsidRPr="008C6DE4">
        <w:rPr>
          <w:lang w:val="en-US" w:eastAsia="ko-KR"/>
        </w:rPr>
        <w:t>clause</w:t>
      </w:r>
      <w:r w:rsidRPr="008C6DE4">
        <w:rPr>
          <w:lang w:eastAsia="ko-KR"/>
        </w:rPr>
        <w:t xml:space="preserve"> </w:t>
      </w:r>
      <w:r w:rsidRPr="008C6DE4">
        <w:rPr>
          <w:rFonts w:eastAsia="Malgun Gothic"/>
          <w:lang w:eastAsia="zh-CN"/>
        </w:rPr>
        <w:t>9.3</w:t>
      </w:r>
      <w:r w:rsidRPr="008C6DE4">
        <w:rPr>
          <w:lang w:eastAsia="ko-KR"/>
        </w:rPr>
        <w:t>,</w:t>
      </w:r>
    </w:p>
    <w:p w14:paraId="5E964A49" w14:textId="05874DDF" w:rsidR="00A219EC" w:rsidRPr="008C6DE4" w:rsidRDefault="00A219EC" w:rsidP="00847B8D">
      <w:pPr>
        <w:pStyle w:val="B10"/>
        <w:rPr>
          <w:lang w:eastAsia="ko-KR"/>
        </w:rPr>
      </w:pPr>
      <w:r w:rsidRPr="008C6DE4">
        <w:rPr>
          <w:lang w:eastAsia="ko-KR"/>
        </w:rPr>
        <w:t>-</w:t>
      </w:r>
      <w:r w:rsidRPr="008C6DE4">
        <w:rPr>
          <w:lang w:eastAsia="ko-KR"/>
        </w:rPr>
        <w:tab/>
        <w:t xml:space="preserve">One of the SSBs measured from the target cell also remains detectable during the handover delay according to the cell identification conditions specified in </w:t>
      </w:r>
      <w:r w:rsidRPr="008C6DE4">
        <w:rPr>
          <w:lang w:val="en-US" w:eastAsia="ko-KR"/>
        </w:rPr>
        <w:t>clause</w:t>
      </w:r>
      <w:r w:rsidRPr="008C6DE4">
        <w:rPr>
          <w:lang w:eastAsia="ko-KR"/>
        </w:rPr>
        <w:t xml:space="preserve"> 9.3.</w:t>
      </w:r>
    </w:p>
    <w:p w14:paraId="46ACAC5C" w14:textId="77777777" w:rsidR="00A219EC" w:rsidRPr="008C6DE4" w:rsidRDefault="00A219EC" w:rsidP="00A219EC">
      <w:pPr>
        <w:overflowPunct w:val="0"/>
        <w:autoSpaceDE w:val="0"/>
        <w:autoSpaceDN w:val="0"/>
        <w:adjustRightInd w:val="0"/>
        <w:textAlignment w:val="baseline"/>
        <w:rPr>
          <w:lang w:eastAsia="ko-KR"/>
        </w:rPr>
      </w:pPr>
      <w:r w:rsidRPr="008C6DE4">
        <w:rPr>
          <w:lang w:eastAsia="ko-KR"/>
        </w:rPr>
        <w:t>otherwise it is unknown.</w:t>
      </w:r>
    </w:p>
    <w:p w14:paraId="55B24CF6" w14:textId="45319AD6" w:rsidR="00CF0288" w:rsidRPr="008C6DE4" w:rsidRDefault="00CF0288" w:rsidP="00CF0288">
      <w:pPr>
        <w:pStyle w:val="Heading3"/>
        <w:rPr>
          <w:lang w:val="en-US" w:eastAsia="ko-KR"/>
        </w:rPr>
      </w:pPr>
      <w:r w:rsidRPr="008C6DE4">
        <w:rPr>
          <w:lang w:val="en-US" w:eastAsia="ko-KR"/>
        </w:rPr>
        <w:t>6.1.2</w:t>
      </w:r>
      <w:r w:rsidRPr="008C6DE4">
        <w:rPr>
          <w:lang w:val="en-US" w:eastAsia="ko-KR"/>
        </w:rPr>
        <w:tab/>
        <w:t>NR Handover to other RATs</w:t>
      </w:r>
    </w:p>
    <w:p w14:paraId="343F5B99" w14:textId="77777777" w:rsidR="00CF0288" w:rsidRPr="008C6DE4" w:rsidRDefault="00CF0288" w:rsidP="00CF0288">
      <w:pPr>
        <w:pStyle w:val="Heading4"/>
        <w:overflowPunct w:val="0"/>
        <w:autoSpaceDE w:val="0"/>
        <w:autoSpaceDN w:val="0"/>
        <w:adjustRightInd w:val="0"/>
        <w:textAlignment w:val="baseline"/>
        <w:rPr>
          <w:lang w:val="en-US" w:eastAsia="zh-CN"/>
        </w:rPr>
      </w:pPr>
      <w:bookmarkStart w:id="63" w:name="_Toc5952571"/>
      <w:r w:rsidRPr="008C6DE4">
        <w:rPr>
          <w:lang w:val="en-US" w:eastAsia="zh-CN"/>
        </w:rPr>
        <w:t>6.1.2.1</w:t>
      </w:r>
      <w:r w:rsidRPr="008C6DE4">
        <w:rPr>
          <w:lang w:val="en-US" w:eastAsia="zh-CN"/>
        </w:rPr>
        <w:tab/>
        <w:t>NR – E-UTRAN Handover</w:t>
      </w:r>
      <w:bookmarkEnd w:id="63"/>
    </w:p>
    <w:p w14:paraId="7DA9DB70" w14:textId="77777777" w:rsidR="00CF0288" w:rsidRPr="008C6DE4" w:rsidRDefault="00CF0288" w:rsidP="00CF0288">
      <w:pPr>
        <w:pStyle w:val="Heading5"/>
        <w:rPr>
          <w:lang w:val="en-US" w:eastAsia="zh-CN"/>
        </w:rPr>
      </w:pPr>
      <w:bookmarkStart w:id="64" w:name="_Toc5952572"/>
      <w:r w:rsidRPr="008C6DE4">
        <w:rPr>
          <w:lang w:val="en-US" w:eastAsia="zh-CN"/>
        </w:rPr>
        <w:t>6.1.2.1.1</w:t>
      </w:r>
      <w:r w:rsidRPr="008C6DE4">
        <w:rPr>
          <w:lang w:val="en-US" w:eastAsia="zh-CN"/>
        </w:rPr>
        <w:tab/>
        <w:t>Introduction</w:t>
      </w:r>
      <w:bookmarkEnd w:id="64"/>
    </w:p>
    <w:p w14:paraId="7854563D" w14:textId="77777777" w:rsidR="00CF0288" w:rsidRPr="008C6DE4" w:rsidRDefault="00CF0288" w:rsidP="00CF0288">
      <w:r w:rsidRPr="008C6DE4">
        <w:rPr>
          <w:rFonts w:cs="v4.2.0"/>
        </w:rPr>
        <w:t>The purpose of inter-RAT handover from NR to E-UTRAN is to change the radio access mode of PCell from NR to E-UTRAN. The handover procedure is initiated from NR with a RRC message that implies a handover</w:t>
      </w:r>
      <w:r w:rsidRPr="008C6DE4">
        <w:rPr>
          <w:rFonts w:cs="v3.7.0"/>
        </w:rPr>
        <w:t xml:space="preserve"> as described in </w:t>
      </w:r>
      <w:r w:rsidRPr="008C6DE4">
        <w:t>TS 38.331 [2]</w:t>
      </w:r>
      <w:r w:rsidRPr="008C6DE4">
        <w:rPr>
          <w:rFonts w:cs="v3.7.0"/>
        </w:rPr>
        <w:t>.</w:t>
      </w:r>
      <w:r w:rsidRPr="008C6DE4">
        <w:t xml:space="preserve"> The requirements in this clause are applicable to SA NR, NE-DC and NR-DC.</w:t>
      </w:r>
    </w:p>
    <w:p w14:paraId="567D5A6B" w14:textId="77777777" w:rsidR="00CF0288" w:rsidRPr="008C6DE4" w:rsidRDefault="00CF0288" w:rsidP="00CF0288">
      <w:pPr>
        <w:pStyle w:val="Heading5"/>
        <w:rPr>
          <w:lang w:val="en-US" w:eastAsia="zh-CN"/>
        </w:rPr>
      </w:pPr>
      <w:bookmarkStart w:id="65" w:name="_Toc5952573"/>
      <w:r w:rsidRPr="008C6DE4">
        <w:rPr>
          <w:lang w:val="en-US" w:eastAsia="zh-CN"/>
        </w:rPr>
        <w:t>6.1.2.1.2</w:t>
      </w:r>
      <w:r w:rsidRPr="008C6DE4">
        <w:rPr>
          <w:lang w:val="en-US" w:eastAsia="zh-CN"/>
        </w:rPr>
        <w:tab/>
        <w:t>Handover delay</w:t>
      </w:r>
      <w:bookmarkEnd w:id="65"/>
    </w:p>
    <w:p w14:paraId="3B88229B" w14:textId="10952479" w:rsidR="003B2F90" w:rsidRPr="008C6DE4" w:rsidRDefault="003B2F90" w:rsidP="003B2F90">
      <w:pPr>
        <w:rPr>
          <w:rFonts w:cs="v4.2.0"/>
        </w:rPr>
      </w:pPr>
      <w:r w:rsidRPr="008C6DE4">
        <w:rPr>
          <w:rFonts w:cs="v4.2.0"/>
        </w:rPr>
        <w:t xml:space="preserve">When the UE receives a RRC message implying handover to E-UTRAN the UE shall be ready to </w:t>
      </w:r>
      <w:r w:rsidRPr="008C6DE4">
        <w:rPr>
          <w:rFonts w:cs="v4.2.0"/>
          <w:snapToGrid w:val="0"/>
        </w:rPr>
        <w:t>start the transmission of the uplink PRACH channel in E-UTRA</w:t>
      </w:r>
      <w:r w:rsidRPr="008C6DE4">
        <w:rPr>
          <w:rFonts w:cs="v4.2.0"/>
        </w:rPr>
        <w:t xml:space="preserve"> within D</w:t>
      </w:r>
      <w:r w:rsidRPr="008C6DE4">
        <w:rPr>
          <w:rFonts w:cs="v4.2.0"/>
          <w:vertAlign w:val="subscript"/>
        </w:rPr>
        <w:t>handover</w:t>
      </w:r>
      <w:r w:rsidRPr="008C6DE4">
        <w:rPr>
          <w:rFonts w:cs="v4.2.0"/>
        </w:rPr>
        <w:t xml:space="preserve"> </w:t>
      </w:r>
      <w:r w:rsidRPr="008C6DE4">
        <w:rPr>
          <w:rFonts w:cs="v4.2.0" w:hint="eastAsia"/>
          <w:lang w:val="en-US" w:eastAsia="zh-CN"/>
        </w:rPr>
        <w:t xml:space="preserve">ms </w:t>
      </w:r>
      <w:r w:rsidRPr="008C6DE4">
        <w:rPr>
          <w:rFonts w:cs="v4.2.0"/>
        </w:rPr>
        <w:t>from the end of the last TTI containing the RRC command. D</w:t>
      </w:r>
      <w:r w:rsidRPr="008C6DE4">
        <w:rPr>
          <w:rFonts w:cs="v4.2.0"/>
          <w:vertAlign w:val="subscript"/>
        </w:rPr>
        <w:t>handover</w:t>
      </w:r>
      <w:r w:rsidRPr="008C6DE4">
        <w:rPr>
          <w:rFonts w:cs="v4.2.0"/>
        </w:rPr>
        <w:t xml:space="preserve"> is defined as</w:t>
      </w:r>
    </w:p>
    <w:p w14:paraId="5B23785A" w14:textId="77777777" w:rsidR="00CF0288" w:rsidRPr="008C6DE4" w:rsidRDefault="00CF0288" w:rsidP="00CF0288">
      <w:pPr>
        <w:jc w:val="center"/>
        <w:rPr>
          <w:rFonts w:cs="v4.2.0"/>
          <w:vertAlign w:val="subscript"/>
          <w:lang w:eastAsia="zh-CN"/>
        </w:rPr>
      </w:pPr>
      <w:r w:rsidRPr="008C6DE4">
        <w:rPr>
          <w:rFonts w:cs="v4.2.0"/>
        </w:rPr>
        <w:t>D</w:t>
      </w:r>
      <w:r w:rsidRPr="008C6DE4">
        <w:rPr>
          <w:rFonts w:cs="v4.2.0"/>
          <w:vertAlign w:val="subscript"/>
        </w:rPr>
        <w:t>handover</w:t>
      </w:r>
      <w:r w:rsidRPr="008C6DE4">
        <w:rPr>
          <w:rFonts w:cs="v4.2.0"/>
        </w:rPr>
        <w:t xml:space="preserve"> = T</w:t>
      </w:r>
      <w:r w:rsidRPr="008C6DE4">
        <w:rPr>
          <w:rFonts w:cs="v4.2.0"/>
          <w:vertAlign w:val="subscript"/>
        </w:rPr>
        <w:t>RRC_procedure_delay</w:t>
      </w:r>
      <w:r w:rsidRPr="008C6DE4">
        <w:rPr>
          <w:rFonts w:cs="v4.2.0"/>
        </w:rPr>
        <w:t xml:space="preserve"> + T</w:t>
      </w:r>
      <w:r w:rsidRPr="008C6DE4">
        <w:rPr>
          <w:rFonts w:cs="v4.2.0"/>
          <w:vertAlign w:val="subscript"/>
        </w:rPr>
        <w:t>interrupt</w:t>
      </w:r>
    </w:p>
    <w:p w14:paraId="7ACD03D0" w14:textId="77777777" w:rsidR="00CF0288" w:rsidRPr="008C6DE4" w:rsidRDefault="00CF0288" w:rsidP="00CF0288">
      <w:pPr>
        <w:rPr>
          <w:rFonts w:cs="v4.2.0"/>
        </w:rPr>
      </w:pPr>
      <w:r w:rsidRPr="008C6DE4">
        <w:rPr>
          <w:rFonts w:cs="v4.2.0"/>
        </w:rPr>
        <w:t>Where:</w:t>
      </w:r>
    </w:p>
    <w:p w14:paraId="26182AB7" w14:textId="77777777" w:rsidR="00CF0288" w:rsidRPr="008C6DE4" w:rsidRDefault="00CF0288" w:rsidP="00CF0288">
      <w:pPr>
        <w:rPr>
          <w:rFonts w:cs="v4.2.0"/>
        </w:rPr>
      </w:pPr>
      <w:r w:rsidRPr="008C6DE4">
        <w:rPr>
          <w:rFonts w:cs="v4.2.0"/>
        </w:rPr>
        <w:t>T</w:t>
      </w:r>
      <w:r w:rsidRPr="008C6DE4">
        <w:rPr>
          <w:rFonts w:cs="v4.2.0"/>
          <w:vertAlign w:val="subscript"/>
        </w:rPr>
        <w:t>RRC_procedure_delay</w:t>
      </w:r>
      <w:r w:rsidRPr="008C6DE4">
        <w:rPr>
          <w:rFonts w:cs="v4.2.0"/>
        </w:rPr>
        <w:t>: it is the RRC procedure delay</w:t>
      </w:r>
      <w:r w:rsidRPr="008C6DE4">
        <w:t>, which is 50ms</w:t>
      </w:r>
    </w:p>
    <w:p w14:paraId="082B748B" w14:textId="77777777" w:rsidR="00CF0288" w:rsidRPr="008C6DE4" w:rsidRDefault="00CF0288" w:rsidP="00CF0288">
      <w:pPr>
        <w:rPr>
          <w:lang w:eastAsia="zh-CN"/>
        </w:rPr>
      </w:pPr>
      <w:r w:rsidRPr="008C6DE4">
        <w:rPr>
          <w:rFonts w:cs="v4.2.0"/>
        </w:rPr>
        <w:t>T</w:t>
      </w:r>
      <w:r w:rsidRPr="008C6DE4">
        <w:rPr>
          <w:rFonts w:cs="v4.2.0"/>
          <w:vertAlign w:val="subscript"/>
        </w:rPr>
        <w:t>interrupt</w:t>
      </w:r>
      <w:r w:rsidRPr="008C6DE4">
        <w:rPr>
          <w:lang w:eastAsia="zh-CN"/>
        </w:rPr>
        <w:t xml:space="preserve">: it is </w:t>
      </w:r>
      <w:r w:rsidRPr="008C6DE4">
        <w:rPr>
          <w:rFonts w:cs="v4.2.0"/>
        </w:rPr>
        <w:t>the time between end of the last TTI containing the RRC command on the NR PDSCH and the time the UE starts transmission of the PRACH in E-UTRAN</w:t>
      </w:r>
      <w:r w:rsidRPr="008C6DE4">
        <w:rPr>
          <w:rFonts w:eastAsia="MS Mincho" w:cs="v4.2.0"/>
        </w:rPr>
        <w:t xml:space="preserve">, excluding </w:t>
      </w:r>
      <w:r w:rsidRPr="008C6DE4">
        <w:rPr>
          <w:rFonts w:cs="v4.2.0"/>
        </w:rPr>
        <w:t>T</w:t>
      </w:r>
      <w:r w:rsidRPr="008C6DE4">
        <w:rPr>
          <w:rFonts w:cs="v4.2.0"/>
          <w:vertAlign w:val="subscript"/>
        </w:rPr>
        <w:t>RRC_procedure_delay</w:t>
      </w:r>
      <w:r w:rsidRPr="008C6DE4">
        <w:rPr>
          <w:rFonts w:cs="v4.2.0"/>
        </w:rPr>
        <w:t>. T</w:t>
      </w:r>
      <w:r w:rsidRPr="008C6DE4">
        <w:rPr>
          <w:rFonts w:cs="v4.2.0"/>
          <w:vertAlign w:val="subscript"/>
        </w:rPr>
        <w:t>interrupt</w:t>
      </w:r>
      <w:r w:rsidRPr="008C6DE4">
        <w:rPr>
          <w:rFonts w:cs="v4.2.0"/>
        </w:rPr>
        <w:t xml:space="preserve"> is defined in clause </w:t>
      </w:r>
      <w:r w:rsidRPr="008C6DE4">
        <w:rPr>
          <w:lang w:val="en-US" w:eastAsia="zh-CN"/>
        </w:rPr>
        <w:t>6.1.2.1.3</w:t>
      </w:r>
      <w:r w:rsidRPr="008C6DE4">
        <w:rPr>
          <w:rFonts w:cs="v4.2.0"/>
        </w:rPr>
        <w:t>.</w:t>
      </w:r>
    </w:p>
    <w:p w14:paraId="0622A59B" w14:textId="77777777" w:rsidR="00CF0288" w:rsidRPr="008C6DE4" w:rsidRDefault="00CF0288" w:rsidP="00CF0288">
      <w:pPr>
        <w:pStyle w:val="Heading5"/>
        <w:rPr>
          <w:lang w:val="en-US" w:eastAsia="zh-CN"/>
        </w:rPr>
      </w:pPr>
      <w:bookmarkStart w:id="66" w:name="_Toc5952574"/>
      <w:r w:rsidRPr="008C6DE4">
        <w:rPr>
          <w:lang w:val="en-US" w:eastAsia="zh-CN"/>
        </w:rPr>
        <w:t>6.1.2.1.3</w:t>
      </w:r>
      <w:r w:rsidRPr="008C6DE4">
        <w:rPr>
          <w:lang w:val="en-US" w:eastAsia="zh-CN"/>
        </w:rPr>
        <w:tab/>
        <w:t>Interruption time</w:t>
      </w:r>
      <w:bookmarkEnd w:id="66"/>
    </w:p>
    <w:p w14:paraId="285F039F" w14:textId="77777777" w:rsidR="003B2F90" w:rsidRPr="008C6DE4" w:rsidRDefault="003B2F90" w:rsidP="003B2F90">
      <w:pPr>
        <w:rPr>
          <w:rFonts w:cs="v4.2.0"/>
          <w:position w:val="-6"/>
        </w:rPr>
      </w:pPr>
      <w:r w:rsidRPr="008C6DE4">
        <w:rPr>
          <w:rFonts w:cs="v4.2.0"/>
        </w:rPr>
        <w:t>When the inter-RAT handover to E-UTRAN is commanded, the interruption time shall be less than T</w:t>
      </w:r>
      <w:r w:rsidRPr="00CC6EC5">
        <w:rPr>
          <w:noProof/>
          <w:vertAlign w:val="subscript"/>
        </w:rPr>
        <w:t>interrupt</w:t>
      </w:r>
    </w:p>
    <w:p w14:paraId="601AC26D" w14:textId="055FBBB7" w:rsidR="003B2F90" w:rsidRPr="008C6DE4" w:rsidRDefault="003B2F90" w:rsidP="003B2F90">
      <w:pPr>
        <w:pStyle w:val="EQ"/>
      </w:pPr>
      <w:r w:rsidRPr="008C6DE4">
        <w:tab/>
        <w:t>T</w:t>
      </w:r>
      <w:r w:rsidRPr="00CC6EC5">
        <w:rPr>
          <w:vertAlign w:val="subscript"/>
        </w:rPr>
        <w:t xml:space="preserve">interrupt </w:t>
      </w:r>
      <w:r>
        <w:t>=</w:t>
      </w:r>
      <w:r w:rsidRPr="008C6DE4">
        <w:t>T</w:t>
      </w:r>
      <w:r w:rsidRPr="008C6DE4">
        <w:rPr>
          <w:vertAlign w:val="subscript"/>
        </w:rPr>
        <w:t>search</w:t>
      </w:r>
      <w:r w:rsidRPr="008C6DE4">
        <w:t xml:space="preserve"> + T</w:t>
      </w:r>
      <w:r w:rsidRPr="008C6DE4">
        <w:rPr>
          <w:vertAlign w:val="subscript"/>
        </w:rPr>
        <w:t>IU</w:t>
      </w:r>
      <w:r w:rsidRPr="008C6DE4">
        <w:t xml:space="preserve"> + 20 ms</w:t>
      </w:r>
    </w:p>
    <w:p w14:paraId="5D197E3A" w14:textId="77777777" w:rsidR="00CF0288" w:rsidRPr="008C6DE4" w:rsidRDefault="00CF0288" w:rsidP="00CF0288">
      <w:pPr>
        <w:rPr>
          <w:rFonts w:cs="v4.2.0"/>
        </w:rPr>
      </w:pPr>
      <w:r w:rsidRPr="008C6DE4">
        <w:rPr>
          <w:rFonts w:cs="v4.2.0"/>
        </w:rPr>
        <w:t>Where:</w:t>
      </w:r>
    </w:p>
    <w:p w14:paraId="360C619F" w14:textId="387E901E" w:rsidR="00CF0288" w:rsidRPr="008C6DE4" w:rsidRDefault="002320DB" w:rsidP="002320DB">
      <w:pPr>
        <w:pStyle w:val="B10"/>
      </w:pPr>
      <w:r>
        <w:tab/>
      </w:r>
      <w:r w:rsidR="00CF0288" w:rsidRPr="008C6DE4">
        <w:t>T</w:t>
      </w:r>
      <w:r w:rsidR="00CF0288" w:rsidRPr="008C6DE4">
        <w:rPr>
          <w:vertAlign w:val="subscript"/>
        </w:rPr>
        <w:t>search</w:t>
      </w:r>
      <w:r w:rsidR="00CF0288" w:rsidRPr="008C6DE4">
        <w:t xml:space="preserve"> is the time required to search the target cell when the target cell is not already known when the handover command is received by the UE. If the target cell is known, then T</w:t>
      </w:r>
      <w:r w:rsidR="00CF0288" w:rsidRPr="008C6DE4">
        <w:rPr>
          <w:vertAlign w:val="subscript"/>
        </w:rPr>
        <w:t>search</w:t>
      </w:r>
      <w:r w:rsidR="00CF0288" w:rsidRPr="008C6DE4">
        <w:t xml:space="preserve"> = 0 ms. If the target cell is unknown and signal quality is sufficient for successful cell detection on the first attempt, then T</w:t>
      </w:r>
      <w:r w:rsidR="00CF0288" w:rsidRPr="008C6DE4">
        <w:rPr>
          <w:vertAlign w:val="subscript"/>
        </w:rPr>
        <w:t>search</w:t>
      </w:r>
      <w:r w:rsidR="00CF0288" w:rsidRPr="008C6DE4">
        <w:t xml:space="preserve"> = 80 ms. Regardless of whether DRX is in use by the UE, T</w:t>
      </w:r>
      <w:r w:rsidR="00CF0288" w:rsidRPr="008C6DE4">
        <w:rPr>
          <w:vertAlign w:val="subscript"/>
        </w:rPr>
        <w:t>search</w:t>
      </w:r>
      <w:r w:rsidR="00CF0288" w:rsidRPr="008C6DE4">
        <w:t xml:space="preserve"> shall still be based on non-DRX target cell search times.</w:t>
      </w:r>
    </w:p>
    <w:p w14:paraId="1409CF7B" w14:textId="77777777" w:rsidR="00CF0288" w:rsidRPr="008C6DE4" w:rsidRDefault="00CF0288" w:rsidP="002320DB">
      <w:pPr>
        <w:pStyle w:val="B10"/>
        <w:rPr>
          <w:lang w:eastAsia="zh-CN"/>
        </w:rPr>
      </w:pPr>
      <w:r w:rsidRPr="008C6DE4">
        <w:tab/>
        <w:t>T</w:t>
      </w:r>
      <w:r w:rsidRPr="008C6DE4">
        <w:rPr>
          <w:vertAlign w:val="subscript"/>
        </w:rPr>
        <w:t>IU</w:t>
      </w:r>
      <w:r w:rsidRPr="008C6DE4">
        <w:t xml:space="preserve"> is the interruption uncertainty </w:t>
      </w:r>
      <w:r w:rsidRPr="008C6DE4">
        <w:rPr>
          <w:lang w:eastAsia="zh-CN"/>
        </w:rPr>
        <w:t>in acquiring the first available PRACH occasion in the new cell</w:t>
      </w:r>
      <w:r w:rsidRPr="008C6DE4">
        <w:t>. T</w:t>
      </w:r>
      <w:r w:rsidRPr="008C6DE4">
        <w:rPr>
          <w:vertAlign w:val="subscript"/>
        </w:rPr>
        <w:t>IU</w:t>
      </w:r>
      <w:r w:rsidRPr="008C6DE4">
        <w:t xml:space="preserve"> can be up to 30 ms.</w:t>
      </w:r>
    </w:p>
    <w:p w14:paraId="5769566F" w14:textId="038EF7C0" w:rsidR="00CF0288" w:rsidRPr="008C6DE4" w:rsidRDefault="00CF0288" w:rsidP="002320DB">
      <w:pPr>
        <w:pStyle w:val="NO"/>
        <w:rPr>
          <w:lang w:eastAsia="zh-CN"/>
        </w:rPr>
      </w:pPr>
      <w:r w:rsidRPr="008C6DE4">
        <w:t>NOTE:</w:t>
      </w:r>
      <w:r w:rsidR="002320DB" w:rsidRPr="008C6DE4">
        <w:tab/>
      </w:r>
      <w:r w:rsidRPr="008C6DE4">
        <w:t>The actual value of T</w:t>
      </w:r>
      <w:r w:rsidRPr="008C6DE4">
        <w:rPr>
          <w:vertAlign w:val="subscript"/>
        </w:rPr>
        <w:t>IU</w:t>
      </w:r>
      <w:r w:rsidRPr="008C6DE4">
        <w:t xml:space="preserve"> shall depend upon the PRACH configuration used in the target cell.</w:t>
      </w:r>
    </w:p>
    <w:p w14:paraId="6B5060B9" w14:textId="58FEEE82" w:rsidR="003B2F90" w:rsidRPr="008C6DE4" w:rsidRDefault="002320DB" w:rsidP="003B2F90">
      <w:pPr>
        <w:pStyle w:val="B10"/>
        <w:rPr>
          <w:rFonts w:ascii="Arial" w:hAnsi="Arial"/>
          <w:sz w:val="28"/>
        </w:rPr>
      </w:pPr>
      <w:r>
        <w:tab/>
      </w:r>
      <w:r w:rsidR="003B2F90" w:rsidRPr="008C6DE4">
        <w:t>In the interruption requirement a cell is known if it has been meeting the relevant cell identification requirement during the last 5 seconds otherwise it is unknown. Relevant E-UTRAN cell identification requirements are described in clause 9.4.1.</w:t>
      </w:r>
    </w:p>
    <w:p w14:paraId="1C340BC8" w14:textId="77777777" w:rsidR="00B4741B" w:rsidRPr="008C6DE4" w:rsidRDefault="00B4741B" w:rsidP="00B4741B">
      <w:pPr>
        <w:pStyle w:val="Heading2"/>
      </w:pPr>
      <w:r w:rsidRPr="008C6DE4">
        <w:lastRenderedPageBreak/>
        <w:t>6.2</w:t>
      </w:r>
      <w:r w:rsidRPr="008C6DE4">
        <w:tab/>
        <w:t>RRC Connection Mobility Control</w:t>
      </w:r>
      <w:bookmarkEnd w:id="49"/>
    </w:p>
    <w:p w14:paraId="13B4C702" w14:textId="77777777" w:rsidR="00B4741B" w:rsidRPr="008C6DE4" w:rsidRDefault="00B4741B" w:rsidP="00B4741B">
      <w:pPr>
        <w:pStyle w:val="Heading3"/>
        <w:rPr>
          <w:lang w:val="en-US" w:eastAsia="ko-KR"/>
        </w:rPr>
      </w:pPr>
      <w:bookmarkStart w:id="67" w:name="_Toc526331628"/>
      <w:bookmarkStart w:id="68" w:name="_Toc5952580"/>
      <w:r w:rsidRPr="008C6DE4">
        <w:rPr>
          <w:lang w:val="en-US" w:eastAsia="ko-KR"/>
        </w:rPr>
        <w:t>6.2.1</w:t>
      </w:r>
      <w:r w:rsidRPr="008C6DE4">
        <w:rPr>
          <w:lang w:val="en-US" w:eastAsia="ko-KR"/>
        </w:rPr>
        <w:tab/>
        <w:t>SA: RRC Re-establishment</w:t>
      </w:r>
      <w:bookmarkEnd w:id="67"/>
    </w:p>
    <w:p w14:paraId="194358EB" w14:textId="77777777" w:rsidR="00B4741B" w:rsidRPr="008C6DE4" w:rsidRDefault="00B4741B" w:rsidP="00B4741B">
      <w:pPr>
        <w:pStyle w:val="Heading4"/>
        <w:rPr>
          <w:lang w:eastAsia="ko-KR"/>
        </w:rPr>
      </w:pPr>
      <w:bookmarkStart w:id="69" w:name="_Toc526331629"/>
      <w:r w:rsidRPr="008C6DE4">
        <w:rPr>
          <w:lang w:eastAsia="ko-KR"/>
        </w:rPr>
        <w:t>6.2.1.1</w:t>
      </w:r>
      <w:r w:rsidRPr="008C6DE4">
        <w:rPr>
          <w:lang w:eastAsia="ko-KR"/>
        </w:rPr>
        <w:tab/>
        <w:t>Introduction</w:t>
      </w:r>
      <w:bookmarkEnd w:id="69"/>
    </w:p>
    <w:p w14:paraId="47B6E3E5" w14:textId="77777777" w:rsidR="00B4741B" w:rsidRPr="008C6DE4" w:rsidRDefault="00B4741B" w:rsidP="00B4741B">
      <w:pPr>
        <w:rPr>
          <w:lang w:val="en-US" w:eastAsia="zh-CN"/>
        </w:rPr>
      </w:pPr>
      <w:r w:rsidRPr="008C6DE4">
        <w:rPr>
          <w:lang w:val="en-US" w:eastAsia="zh-CN"/>
        </w:rPr>
        <w:t>This clause contains requirements on the UE regarding RRC connection re-establishment procedure. RRC connection re-establishment is initiated when a UE in RRC_CONNECTED state loses RRC connection due to any of failure cases, including radio link failure, handover failure, and RRC connection reconfiguration failure. The RRC connection re-establishment procedure is specified in clause 5.3.7 of TS 38.331 [2].</w:t>
      </w:r>
    </w:p>
    <w:p w14:paraId="4E51AEB1" w14:textId="77777777" w:rsidR="00B4741B" w:rsidRPr="008C6DE4" w:rsidRDefault="00B4741B" w:rsidP="00B4741B">
      <w:pPr>
        <w:rPr>
          <w:lang w:val="en-US" w:eastAsia="zh-CN"/>
        </w:rPr>
      </w:pPr>
      <w:r w:rsidRPr="008C6DE4">
        <w:rPr>
          <w:lang w:val="en-US" w:eastAsia="zh-CN"/>
        </w:rPr>
        <w:t>The requirements in this clause are applicable for RRC connection re-establishment to NR cell.</w:t>
      </w:r>
    </w:p>
    <w:p w14:paraId="2EA7A8B9" w14:textId="77777777" w:rsidR="00B4741B" w:rsidRPr="008C6DE4" w:rsidRDefault="00B4741B" w:rsidP="00B4741B">
      <w:pPr>
        <w:pStyle w:val="Heading4"/>
        <w:rPr>
          <w:lang w:eastAsia="ko-KR"/>
        </w:rPr>
      </w:pPr>
      <w:bookmarkStart w:id="70" w:name="_Toc526331630"/>
      <w:r w:rsidRPr="008C6DE4">
        <w:rPr>
          <w:lang w:eastAsia="ko-KR"/>
        </w:rPr>
        <w:t>6.2.1.2</w:t>
      </w:r>
      <w:r w:rsidRPr="008C6DE4">
        <w:rPr>
          <w:lang w:eastAsia="ko-KR"/>
        </w:rPr>
        <w:tab/>
        <w:t>Requirements</w:t>
      </w:r>
      <w:bookmarkEnd w:id="70"/>
    </w:p>
    <w:p w14:paraId="7211D17A" w14:textId="77777777" w:rsidR="003B2F90" w:rsidRPr="008C6DE4" w:rsidRDefault="003B2F90" w:rsidP="00CC6EC5">
      <w:pPr>
        <w:pStyle w:val="EQ"/>
        <w:rPr>
          <w:lang w:eastAsia="ko-KR"/>
        </w:rPr>
      </w:pPr>
      <w:r w:rsidRPr="008C6DE4">
        <w:rPr>
          <w:lang w:eastAsia="ko-KR"/>
        </w:rPr>
        <w:t xml:space="preserve">In </w:t>
      </w:r>
      <w:r w:rsidRPr="008C6DE4">
        <w:rPr>
          <w:rFonts w:hint="eastAsia"/>
          <w:lang w:eastAsia="zh-CN"/>
        </w:rPr>
        <w:t>RRC_CONNECTED state</w:t>
      </w:r>
      <w:r w:rsidRPr="008C6DE4">
        <w:rPr>
          <w:lang w:eastAsia="ko-KR"/>
        </w:rPr>
        <w:t xml:space="preserve"> the UE shall be capable of sending </w:t>
      </w:r>
      <w:r w:rsidRPr="008C6DE4">
        <w:rPr>
          <w:i/>
          <w:lang w:eastAsia="ko-KR"/>
        </w:rPr>
        <w:t>RRCReestablishmentRequest</w:t>
      </w:r>
      <w:r w:rsidRPr="008C6DE4">
        <w:rPr>
          <w:lang w:eastAsia="ko-KR"/>
        </w:rPr>
        <w:t xml:space="preserve"> message within T</w:t>
      </w:r>
      <w:r w:rsidRPr="008C6DE4">
        <w:rPr>
          <w:vertAlign w:val="subscript"/>
          <w:lang w:eastAsia="ko-KR"/>
        </w:rPr>
        <w:t>re-establish_delay</w:t>
      </w:r>
      <w:r w:rsidRPr="008C6DE4">
        <w:rPr>
          <w:lang w:eastAsia="ko-KR"/>
        </w:rPr>
        <w:t xml:space="preserve"> seconds from the moment it detects </w:t>
      </w:r>
      <w:r w:rsidRPr="008C6DE4">
        <w:rPr>
          <w:snapToGrid w:val="0"/>
          <w:lang w:eastAsia="ko-KR"/>
        </w:rPr>
        <w:t>a loss in RRC connection</w:t>
      </w:r>
      <w:r w:rsidRPr="008C6DE4">
        <w:rPr>
          <w:lang w:eastAsia="ko-KR"/>
        </w:rPr>
        <w:t>. The total RRC connection delay (T</w:t>
      </w:r>
      <w:r w:rsidRPr="008C6DE4">
        <w:rPr>
          <w:vertAlign w:val="subscript"/>
          <w:lang w:eastAsia="ko-KR"/>
        </w:rPr>
        <w:t>re-establish_delay</w:t>
      </w:r>
      <w:r w:rsidRPr="008C6DE4">
        <w:rPr>
          <w:lang w:eastAsia="ko-KR"/>
        </w:rPr>
        <w:t>)</w:t>
      </w:r>
      <w:r w:rsidRPr="008C6DE4">
        <w:t xml:space="preserve"> </w:t>
      </w:r>
      <w:r w:rsidRPr="008C6DE4">
        <w:rPr>
          <w:lang w:eastAsia="ko-KR"/>
        </w:rPr>
        <w:t>shall be less than:</w:t>
      </w:r>
    </w:p>
    <w:p w14:paraId="309E3393" w14:textId="77777777" w:rsidR="003B2F90" w:rsidRPr="00CC6EC5" w:rsidRDefault="00000000" w:rsidP="003B2F90">
      <w:pPr>
        <w:pStyle w:val="EQ"/>
        <w:jc w:val="center"/>
        <w:rPr>
          <w:iCs/>
          <w:vertAlign w:val="subscript"/>
        </w:rPr>
      </w:pPr>
      <m:oMathPara>
        <m:oMath>
          <m:sSub>
            <m:sSubPr>
              <m:ctrlPr>
                <w:rPr>
                  <w:rFonts w:ascii="Cambria Math" w:hAnsi="Cambria Math"/>
                  <w:iCs/>
                  <w:noProof w:val="0"/>
                  <w:lang w:eastAsia="ko-KR"/>
                </w:rPr>
              </m:ctrlPr>
            </m:sSubPr>
            <m:e>
              <m:r>
                <m:rPr>
                  <m:sty m:val="p"/>
                </m:rPr>
                <w:rPr>
                  <w:rFonts w:ascii="Cambria Math" w:hAnsi="Cambria Math"/>
                  <w:noProof w:val="0"/>
                  <w:lang w:eastAsia="ko-KR"/>
                </w:rPr>
                <m:t>T</m:t>
              </m:r>
            </m:e>
            <m:sub>
              <m:r>
                <m:rPr>
                  <m:sty m:val="p"/>
                </m:rPr>
                <w:rPr>
                  <w:rFonts w:ascii="Cambria Math" w:hAnsi="Cambria Math"/>
                  <w:noProof w:val="0"/>
                  <w:lang w:eastAsia="ko-KR"/>
                </w:rPr>
                <m:t>re-establish_delay</m:t>
              </m:r>
            </m:sub>
          </m:sSub>
          <m:r>
            <m:rPr>
              <m:sty m:val="p"/>
            </m:rPr>
            <w:rPr>
              <w:rFonts w:ascii="Cambria Math" w:hAnsi="Cambria Math"/>
              <w:noProof w:val="0"/>
              <w:lang w:eastAsia="ko-KR"/>
            </w:rPr>
            <m:t>=</m:t>
          </m:r>
          <m:sSub>
            <m:sSubPr>
              <m:ctrlPr>
                <w:rPr>
                  <w:rFonts w:ascii="Cambria Math" w:hAnsi="Cambria Math"/>
                  <w:iCs/>
                  <w:noProof w:val="0"/>
                  <w:lang w:eastAsia="ko-KR"/>
                </w:rPr>
              </m:ctrlPr>
            </m:sSubPr>
            <m:e>
              <m:r>
                <m:rPr>
                  <m:sty m:val="p"/>
                </m:rPr>
                <w:rPr>
                  <w:rFonts w:ascii="Cambria Math" w:hAnsi="Cambria Math"/>
                  <w:noProof w:val="0"/>
                  <w:lang w:eastAsia="ko-KR"/>
                </w:rPr>
                <m:t>T</m:t>
              </m:r>
            </m:e>
            <m:sub>
              <m:r>
                <m:rPr>
                  <m:sty m:val="p"/>
                </m:rPr>
                <w:rPr>
                  <w:rFonts w:ascii="Cambria Math" w:hAnsi="Cambria Math"/>
                  <w:noProof w:val="0"/>
                  <w:lang w:eastAsia="ko-KR"/>
                </w:rPr>
                <m:t>UE_re-establish_delay</m:t>
              </m:r>
            </m:sub>
          </m:sSub>
          <m:r>
            <m:rPr>
              <m:sty m:val="p"/>
            </m:rPr>
            <w:rPr>
              <w:rFonts w:ascii="Cambria Math" w:hAnsi="Cambria Math"/>
              <w:lang w:eastAsia="ko-KR"/>
            </w:rPr>
            <m:t>+</m:t>
          </m:r>
          <m:sSub>
            <m:sSubPr>
              <m:ctrlPr>
                <w:rPr>
                  <w:rFonts w:ascii="Cambria Math" w:hAnsi="Cambria Math"/>
                  <w:iCs/>
                  <w:noProof w:val="0"/>
                  <w:lang w:eastAsia="ko-KR"/>
                </w:rPr>
              </m:ctrlPr>
            </m:sSubPr>
            <m:e>
              <m:r>
                <m:rPr>
                  <m:sty m:val="p"/>
                </m:rPr>
                <w:rPr>
                  <w:rFonts w:ascii="Cambria Math" w:hAnsi="Cambria Math"/>
                  <w:noProof w:val="0"/>
                  <w:lang w:eastAsia="ko-KR"/>
                </w:rPr>
                <m:t>T</m:t>
              </m:r>
            </m:e>
            <m:sub>
              <m:r>
                <m:rPr>
                  <m:sty m:val="p"/>
                </m:rPr>
                <w:rPr>
                  <w:rFonts w:ascii="Cambria Math" w:hAnsi="Cambria Math"/>
                  <w:noProof w:val="0"/>
                  <w:lang w:eastAsia="ko-KR"/>
                </w:rPr>
                <m:t>UL_grant</m:t>
              </m:r>
            </m:sub>
          </m:sSub>
        </m:oMath>
      </m:oMathPara>
    </w:p>
    <w:p w14:paraId="4E58FCAA" w14:textId="77777777" w:rsidR="00B4741B" w:rsidRPr="008C6DE4" w:rsidRDefault="00B4741B" w:rsidP="00B4741B">
      <w:r w:rsidRPr="008C6DE4">
        <w:t>T</w:t>
      </w:r>
      <w:r w:rsidRPr="008C6DE4">
        <w:rPr>
          <w:vertAlign w:val="subscript"/>
        </w:rPr>
        <w:t>UL_grant</w:t>
      </w:r>
      <w:r w:rsidRPr="008C6DE4">
        <w:t>: It is the time required to acquire and process uplink grant from the target PCell. The uplink grant is required to</w:t>
      </w:r>
      <w:r w:rsidRPr="008C6DE4">
        <w:rPr>
          <w:lang w:eastAsia="ko-KR"/>
        </w:rPr>
        <w:t xml:space="preserve"> </w:t>
      </w:r>
      <w:r w:rsidRPr="008C6DE4">
        <w:t xml:space="preserve">transmit </w:t>
      </w:r>
      <w:r w:rsidRPr="008C6DE4">
        <w:rPr>
          <w:i/>
        </w:rPr>
        <w:t>RRCReestablishmentRequest</w:t>
      </w:r>
      <w:r w:rsidRPr="008C6DE4">
        <w:t xml:space="preserve"> </w:t>
      </w:r>
      <w:r w:rsidRPr="008C6DE4">
        <w:rPr>
          <w:rFonts w:cs="v4.2.0"/>
        </w:rPr>
        <w:t>message.</w:t>
      </w:r>
    </w:p>
    <w:p w14:paraId="46E1E178" w14:textId="77777777" w:rsidR="00B4741B" w:rsidRPr="008C6DE4" w:rsidRDefault="00B4741B" w:rsidP="00B4741B">
      <w:pPr>
        <w:overflowPunct w:val="0"/>
        <w:autoSpaceDE w:val="0"/>
        <w:autoSpaceDN w:val="0"/>
        <w:adjustRightInd w:val="0"/>
        <w:textAlignment w:val="baseline"/>
        <w:rPr>
          <w:lang w:eastAsia="ko-KR"/>
        </w:rPr>
      </w:pPr>
      <w:r w:rsidRPr="008C6DE4">
        <w:rPr>
          <w:lang w:eastAsia="ko-KR"/>
        </w:rPr>
        <w:t>The UE re-establishment delay (T</w:t>
      </w:r>
      <w:r w:rsidRPr="008C6DE4">
        <w:rPr>
          <w:vertAlign w:val="subscript"/>
          <w:lang w:eastAsia="ko-KR"/>
        </w:rPr>
        <w:t>UE_re-establish_delay</w:t>
      </w:r>
      <w:r w:rsidRPr="008C6DE4">
        <w:rPr>
          <w:lang w:eastAsia="ko-KR"/>
        </w:rPr>
        <w:t>) is specified in clause 6.2.1.2.1.</w:t>
      </w:r>
    </w:p>
    <w:p w14:paraId="62939F05" w14:textId="77777777" w:rsidR="00B4741B" w:rsidRPr="008C6DE4" w:rsidRDefault="00B4741B" w:rsidP="00B4741B">
      <w:pPr>
        <w:pStyle w:val="Heading5"/>
        <w:rPr>
          <w:lang w:val="en-US" w:eastAsia="zh-CN"/>
        </w:rPr>
      </w:pPr>
      <w:bookmarkStart w:id="71" w:name="_Toc526331631"/>
      <w:r w:rsidRPr="008C6DE4">
        <w:rPr>
          <w:lang w:val="en-US" w:eastAsia="zh-CN"/>
        </w:rPr>
        <w:t>6.2.1.2.1</w:t>
      </w:r>
      <w:r w:rsidRPr="008C6DE4">
        <w:rPr>
          <w:lang w:val="en-US" w:eastAsia="zh-CN"/>
        </w:rPr>
        <w:tab/>
        <w:t>UE Re-establishment delay requirement</w:t>
      </w:r>
      <w:bookmarkEnd w:id="71"/>
    </w:p>
    <w:p w14:paraId="54486845" w14:textId="77777777" w:rsidR="00B4741B" w:rsidRPr="008C6DE4" w:rsidRDefault="00B4741B" w:rsidP="00B4741B">
      <w:pPr>
        <w:rPr>
          <w:lang w:eastAsia="ko-KR"/>
        </w:rPr>
      </w:pPr>
      <w:r w:rsidRPr="008C6DE4">
        <w:rPr>
          <w:lang w:eastAsia="ko-KR"/>
        </w:rPr>
        <w:t>The UE re-establishment delay (T</w:t>
      </w:r>
      <w:r w:rsidRPr="008C6DE4">
        <w:rPr>
          <w:vertAlign w:val="subscript"/>
          <w:lang w:eastAsia="ko-KR"/>
        </w:rPr>
        <w:t>UE_re-establish_delay</w:t>
      </w:r>
      <w:r w:rsidRPr="008C6DE4">
        <w:rPr>
          <w:lang w:eastAsia="ko-KR"/>
        </w:rPr>
        <w:t xml:space="preserve">) is the time between the moments when any of the conditions requiring RRC </w:t>
      </w:r>
      <w:r w:rsidRPr="008C6DE4">
        <w:rPr>
          <w:lang w:eastAsia="zh-CN"/>
        </w:rPr>
        <w:t>re-establishment</w:t>
      </w:r>
      <w:r w:rsidRPr="008C6DE4">
        <w:rPr>
          <w:lang w:eastAsia="ko-KR"/>
        </w:rPr>
        <w:t xml:space="preserve"> as defined in clause </w:t>
      </w:r>
      <w:smartTag w:uri="urn:schemas-microsoft-com:office:smarttags" w:element="chsdate">
        <w:smartTagPr>
          <w:attr w:name="IsROCDate" w:val="False"/>
          <w:attr w:name="IsLunarDate" w:val="False"/>
          <w:attr w:name="Day" w:val="30"/>
          <w:attr w:name="Month" w:val="12"/>
          <w:attr w:name="Year" w:val="1899"/>
        </w:smartTagPr>
        <w:r w:rsidRPr="008C6DE4">
          <w:rPr>
            <w:lang w:eastAsia="ko-KR"/>
          </w:rPr>
          <w:t>5.</w:t>
        </w:r>
        <w:smartTag w:uri="urn:schemas-microsoft-com:office:smarttags" w:element="chmetcnv">
          <w:smartTagPr>
            <w:attr w:name="TCSC" w:val="0"/>
            <w:attr w:name="NumberType" w:val="1"/>
            <w:attr w:name="Negative" w:val="False"/>
            <w:attr w:name="HasSpace" w:val="True"/>
            <w:attr w:name="SourceValue" w:val="3.7"/>
            <w:attr w:name="UnitName" w:val="in"/>
          </w:smartTagPr>
          <w:r w:rsidRPr="008C6DE4">
            <w:rPr>
              <w:lang w:eastAsia="ko-KR"/>
            </w:rPr>
            <w:t>3.7</w:t>
          </w:r>
        </w:smartTag>
      </w:smartTag>
      <w:r w:rsidRPr="008C6DE4">
        <w:rPr>
          <w:lang w:eastAsia="ko-KR"/>
        </w:rPr>
        <w:t xml:space="preserve"> in TS 38.331 [2] is detected </w:t>
      </w:r>
      <w:r w:rsidRPr="008C6DE4">
        <w:rPr>
          <w:snapToGrid w:val="0"/>
          <w:lang w:eastAsia="ko-KR"/>
        </w:rPr>
        <w:t>by the UE</w:t>
      </w:r>
      <w:r w:rsidRPr="008C6DE4">
        <w:rPr>
          <w:lang w:eastAsia="ko-KR"/>
        </w:rPr>
        <w:t xml:space="preserve"> and when the UE sends PRACH to the target </w:t>
      </w:r>
      <w:r w:rsidRPr="008C6DE4">
        <w:rPr>
          <w:lang w:eastAsia="zh-CN"/>
        </w:rPr>
        <w:t>PC</w:t>
      </w:r>
      <w:r w:rsidRPr="008C6DE4">
        <w:rPr>
          <w:lang w:eastAsia="ko-KR"/>
        </w:rPr>
        <w:t>ell. The UE re-establishment delay (T</w:t>
      </w:r>
      <w:r w:rsidRPr="008C6DE4">
        <w:rPr>
          <w:vertAlign w:val="subscript"/>
          <w:lang w:eastAsia="ko-KR"/>
        </w:rPr>
        <w:t>UE_re-establish_delay</w:t>
      </w:r>
      <w:r w:rsidRPr="008C6DE4">
        <w:rPr>
          <w:lang w:eastAsia="ko-KR"/>
        </w:rPr>
        <w:t>) requirement shall be less than:</w:t>
      </w:r>
    </w:p>
    <w:p w14:paraId="78D4F6A8" w14:textId="3CC61EE7" w:rsidR="00B4741B" w:rsidRPr="008C6DE4" w:rsidRDefault="00000000" w:rsidP="00B4741B">
      <w:pPr>
        <w:pStyle w:val="EQ"/>
        <w:jc w:val="center"/>
        <w:rPr>
          <w:lang w:eastAsia="ko-KR"/>
        </w:rPr>
      </w:pPr>
      <m:oMathPara>
        <m:oMath>
          <m:sSub>
            <m:sSubPr>
              <m:ctrlPr>
                <w:rPr>
                  <w:rFonts w:ascii="Cambria Math" w:hAnsi="Cambria Math"/>
                  <w:noProof w:val="0"/>
                  <w:lang w:eastAsia="ko-KR"/>
                </w:rPr>
              </m:ctrlPr>
            </m:sSubPr>
            <m:e>
              <m:r>
                <w:rPr>
                  <w:rFonts w:ascii="Cambria Math" w:hAnsi="Cambria Math"/>
                  <w:noProof w:val="0"/>
                  <w:lang w:eastAsia="ko-KR"/>
                </w:rPr>
                <m:t>T</m:t>
              </m:r>
            </m:e>
            <m:sub>
              <m:r>
                <w:rPr>
                  <w:rFonts w:ascii="Cambria Math" w:hAnsi="Cambria Math"/>
                  <w:noProof w:val="0"/>
                  <w:lang w:eastAsia="ko-KR"/>
                </w:rPr>
                <m:t>UE_re-establish_delay</m:t>
              </m:r>
            </m:sub>
          </m:sSub>
          <m:r>
            <w:rPr>
              <w:rFonts w:ascii="Cambria Math" w:hAnsi="Cambria Math"/>
              <w:noProof w:val="0"/>
              <w:lang w:eastAsia="ko-KR"/>
            </w:rPr>
            <m:t xml:space="preserve">=50 </m:t>
          </m:r>
          <m:r>
            <m:rPr>
              <m:sty m:val="p"/>
            </m:rPr>
            <w:rPr>
              <w:rFonts w:ascii="Cambria Math" w:hAnsi="Cambria Math"/>
              <w:noProof w:val="0"/>
              <w:lang w:eastAsia="ko-KR"/>
            </w:rPr>
            <m:t>ms</m:t>
          </m:r>
          <m:r>
            <w:rPr>
              <w:rFonts w:ascii="Cambria Math" w:hAnsi="Cambria Math"/>
              <w:noProof w:val="0"/>
              <w:lang w:eastAsia="ko-KR"/>
            </w:rPr>
            <m:t>+</m:t>
          </m:r>
          <m:sSub>
            <m:sSubPr>
              <m:ctrlPr>
                <w:rPr>
                  <w:rFonts w:ascii="Cambria Math" w:hAnsi="Cambria Math"/>
                  <w:i/>
                  <w:noProof w:val="0"/>
                  <w:lang w:eastAsia="ko-KR"/>
                </w:rPr>
              </m:ctrlPr>
            </m:sSubPr>
            <m:e>
              <m:r>
                <w:rPr>
                  <w:rFonts w:ascii="Cambria Math" w:hAnsi="Cambria Math"/>
                  <w:noProof w:val="0"/>
                  <w:lang w:eastAsia="ko-KR"/>
                </w:rPr>
                <m:t>T</m:t>
              </m:r>
            </m:e>
            <m:sub>
              <m:r>
                <w:rPr>
                  <w:rFonts w:ascii="Cambria Math" w:hAnsi="Cambria Math"/>
                  <w:noProof w:val="0"/>
                  <w:lang w:eastAsia="ko-KR"/>
                </w:rPr>
                <m:t>identify_intra_NR</m:t>
              </m:r>
            </m:sub>
          </m:sSub>
          <m:r>
            <w:rPr>
              <w:rFonts w:ascii="Cambria Math" w:hAnsi="Cambria Math"/>
              <w:noProof w:val="0"/>
              <w:lang w:eastAsia="ko-KR"/>
            </w:rPr>
            <m:t>+</m:t>
          </m:r>
          <m:nary>
            <m:naryPr>
              <m:chr m:val="∑"/>
              <m:limLoc m:val="subSup"/>
              <m:ctrlPr>
                <w:rPr>
                  <w:rFonts w:ascii="Cambria Math" w:hAnsi="Cambria Math"/>
                </w:rPr>
              </m:ctrlPr>
            </m:naryPr>
            <m:sub>
              <m:r>
                <w:rPr>
                  <w:rFonts w:ascii="Cambria Math" w:hAnsi="Cambria Math"/>
                </w:rPr>
                <m:t>i=1</m:t>
              </m:r>
            </m:sub>
            <m:sup>
              <m:sSub>
                <m:sSubPr>
                  <m:ctrlPr>
                    <w:rPr>
                      <w:rFonts w:ascii="Cambria Math" w:hAnsi="Cambria Math"/>
                      <w:i/>
                    </w:rPr>
                  </m:ctrlPr>
                </m:sSubPr>
                <m:e>
                  <m:r>
                    <w:rPr>
                      <w:rFonts w:ascii="Cambria Math" w:hAnsi="Cambria Math"/>
                    </w:rPr>
                    <m:t>N</m:t>
                  </m:r>
                </m:e>
                <m:sub>
                  <m:r>
                    <w:rPr>
                      <w:rFonts w:ascii="Cambria Math" w:hAnsi="Cambria Math"/>
                    </w:rPr>
                    <m:t>freq</m:t>
                  </m:r>
                </m:sub>
              </m:sSub>
              <m:r>
                <w:rPr>
                  <w:rFonts w:ascii="Cambria Math" w:hAnsi="Cambria Math"/>
                </w:rPr>
                <m:t>-1</m:t>
              </m:r>
            </m:sup>
            <m:e>
              <m:sSub>
                <m:sSubPr>
                  <m:ctrlPr>
                    <w:rPr>
                      <w:rFonts w:ascii="Cambria Math" w:hAnsi="Cambria Math"/>
                      <w:i/>
                    </w:rPr>
                  </m:ctrlPr>
                </m:sSubPr>
                <m:e>
                  <m:r>
                    <w:rPr>
                      <w:rFonts w:ascii="Cambria Math" w:hAnsi="Cambria Math"/>
                    </w:rPr>
                    <m:t>T</m:t>
                  </m:r>
                </m:e>
                <m:sub>
                  <m:r>
                    <w:rPr>
                      <w:rFonts w:ascii="Cambria Math" w:hAnsi="Cambria Math"/>
                    </w:rPr>
                    <m:t>identify_inter_NR,i</m:t>
                  </m:r>
                </m:sub>
              </m:sSub>
            </m:e>
          </m:nary>
          <m:r>
            <m:rPr>
              <m:sty m:val="p"/>
            </m:rPr>
            <w:rPr>
              <w:rFonts w:ascii="Cambria Math" w:hAnsi="Cambria Math"/>
              <w:vertAlign w:val="subscript"/>
            </w:rPr>
            <m:t>+</m:t>
          </m:r>
          <m:sSub>
            <m:sSubPr>
              <m:ctrlPr>
                <w:rPr>
                  <w:rFonts w:ascii="Cambria Math" w:hAnsi="Cambria Math"/>
                  <w:vertAlign w:val="subscript"/>
                </w:rPr>
              </m:ctrlPr>
            </m:sSubPr>
            <m:e>
              <m:r>
                <w:rPr>
                  <w:rFonts w:ascii="Cambria Math" w:hAnsi="Cambria Math"/>
                  <w:vertAlign w:val="subscript"/>
                </w:rPr>
                <m:t>T</m:t>
              </m:r>
            </m:e>
            <m:sub>
              <m:r>
                <w:rPr>
                  <w:rFonts w:ascii="Cambria Math" w:hAnsi="Cambria Math"/>
                  <w:vertAlign w:val="subscript"/>
                </w:rPr>
                <m:t>SI-NR</m:t>
              </m:r>
            </m:sub>
          </m:sSub>
          <m:r>
            <m:rPr>
              <m:sty m:val="p"/>
            </m:rPr>
            <w:rPr>
              <w:rFonts w:ascii="Cambria Math" w:hAnsi="Cambria Math"/>
              <w:vertAlign w:val="subscript"/>
            </w:rPr>
            <m:t>+</m:t>
          </m:r>
          <m:sSub>
            <m:sSubPr>
              <m:ctrlPr>
                <w:rPr>
                  <w:rFonts w:ascii="Cambria Math" w:hAnsi="Cambria Math"/>
                  <w:vertAlign w:val="subscript"/>
                </w:rPr>
              </m:ctrlPr>
            </m:sSubPr>
            <m:e>
              <m:r>
                <w:rPr>
                  <w:rFonts w:ascii="Cambria Math" w:hAnsi="Cambria Math"/>
                  <w:vertAlign w:val="subscript"/>
                </w:rPr>
                <m:t>T</m:t>
              </m:r>
            </m:e>
            <m:sub>
              <m:r>
                <w:rPr>
                  <w:rFonts w:ascii="Cambria Math" w:hAnsi="Cambria Math"/>
                  <w:vertAlign w:val="subscript"/>
                </w:rPr>
                <m:t>PRACH</m:t>
              </m:r>
            </m:sub>
          </m:sSub>
        </m:oMath>
      </m:oMathPara>
    </w:p>
    <w:p w14:paraId="1D0771D6" w14:textId="179C518C" w:rsidR="00B4741B" w:rsidRPr="008C6DE4" w:rsidRDefault="00B4741B" w:rsidP="00B4741B">
      <w:pPr>
        <w:rPr>
          <w:rFonts w:cs="v4.2.0"/>
          <w:lang w:eastAsia="ko-KR"/>
        </w:rPr>
      </w:pPr>
      <w:r w:rsidRPr="008C6DE4">
        <w:rPr>
          <w:lang w:eastAsia="ko-KR"/>
        </w:rPr>
        <w:t>The intra-frequency target NR cell shall be considered detectable</w:t>
      </w:r>
      <w:r w:rsidRPr="008C6DE4">
        <w:rPr>
          <w:rFonts w:cs="v4.2.0"/>
          <w:lang w:eastAsia="ko-KR"/>
        </w:rPr>
        <w:t xml:space="preserve"> </w:t>
      </w:r>
      <w:r w:rsidRPr="008C6DE4">
        <w:rPr>
          <w:rFonts w:cs="v4.2.0" w:hint="eastAsia"/>
          <w:lang w:eastAsia="zh-CN"/>
        </w:rPr>
        <w:t>if</w:t>
      </w:r>
      <w:r w:rsidRPr="008C6DE4">
        <w:rPr>
          <w:rFonts w:cs="v4.2.0"/>
          <w:lang w:eastAsia="ko-KR"/>
        </w:rPr>
        <w:t xml:space="preserve"> each relevant SSB</w:t>
      </w:r>
      <w:r w:rsidRPr="008C6DE4">
        <w:rPr>
          <w:rFonts w:cs="v4.2.0" w:hint="eastAsia"/>
          <w:lang w:eastAsia="zh-CN"/>
        </w:rPr>
        <w:t xml:space="preserve"> can satisfy that</w:t>
      </w:r>
      <w:r w:rsidRPr="008C6DE4">
        <w:rPr>
          <w:rFonts w:cs="v4.2.0"/>
          <w:lang w:eastAsia="ko-KR"/>
        </w:rPr>
        <w:t>:</w:t>
      </w:r>
    </w:p>
    <w:p w14:paraId="41A6DA4F" w14:textId="77777777" w:rsidR="00B4741B" w:rsidRPr="008C6DE4" w:rsidRDefault="00B4741B" w:rsidP="00B4741B">
      <w:pPr>
        <w:pStyle w:val="B10"/>
        <w:rPr>
          <w:lang w:eastAsia="zh-CN"/>
        </w:rPr>
      </w:pPr>
      <w:r w:rsidRPr="008C6DE4">
        <w:t>-</w:t>
      </w:r>
      <w:r w:rsidRPr="008C6DE4">
        <w:tab/>
        <w:t>SS-RSRP related side conditions given in clause 10.1.2 and 10.1.3 are fulfilled for a corresponding NR Band for FR1 and FR2, respectively,</w:t>
      </w:r>
      <w:r w:rsidRPr="008C6DE4">
        <w:rPr>
          <w:rFonts w:hint="eastAsia"/>
          <w:lang w:eastAsia="zh-CN"/>
        </w:rPr>
        <w:t xml:space="preserve"> and</w:t>
      </w:r>
    </w:p>
    <w:p w14:paraId="3911F20D" w14:textId="77777777" w:rsidR="00B4741B" w:rsidRPr="008C6DE4" w:rsidRDefault="00B4741B" w:rsidP="00B4741B">
      <w:pPr>
        <w:pStyle w:val="B10"/>
        <w:rPr>
          <w:rFonts w:cs="v4.2.0"/>
        </w:rPr>
      </w:pPr>
      <w:r w:rsidRPr="008C6DE4">
        <w:t>-</w:t>
      </w:r>
      <w:r w:rsidRPr="008C6DE4">
        <w:tab/>
      </w:r>
      <w:r w:rsidRPr="008C6DE4">
        <w:rPr>
          <w:rFonts w:hint="eastAsia"/>
          <w:lang w:eastAsia="zh-CN"/>
        </w:rPr>
        <w:t xml:space="preserve">the conditions of </w:t>
      </w:r>
      <w:r w:rsidRPr="008C6DE4">
        <w:t xml:space="preserve">SSB_RP and SSB </w:t>
      </w:r>
      <w:r w:rsidRPr="008C6DE4">
        <w:rPr>
          <w:lang w:val="en-US"/>
        </w:rPr>
        <w:t>Ês/Iot</w:t>
      </w:r>
      <w:r w:rsidRPr="008C6DE4">
        <w:t xml:space="preserve"> according to Annex B.2.2 for a corresponding NR Band</w:t>
      </w:r>
      <w:r w:rsidRPr="008C6DE4">
        <w:rPr>
          <w:rFonts w:hint="eastAsia"/>
          <w:lang w:eastAsia="zh-CN"/>
        </w:rPr>
        <w:t xml:space="preserve"> are fulfilled</w:t>
      </w:r>
      <w:r w:rsidRPr="008C6DE4">
        <w:t>.</w:t>
      </w:r>
    </w:p>
    <w:p w14:paraId="007F9F0A" w14:textId="77777777" w:rsidR="00B4741B" w:rsidRPr="008C6DE4" w:rsidRDefault="00B4741B" w:rsidP="00B4741B">
      <w:pPr>
        <w:overflowPunct w:val="0"/>
        <w:autoSpaceDE w:val="0"/>
        <w:autoSpaceDN w:val="0"/>
        <w:adjustRightInd w:val="0"/>
        <w:textAlignment w:val="baseline"/>
        <w:rPr>
          <w:rFonts w:eastAsia="Times New Roman" w:cs="v4.2.0"/>
          <w:lang w:eastAsia="ko-KR"/>
        </w:rPr>
      </w:pPr>
      <w:r w:rsidRPr="008C6DE4">
        <w:rPr>
          <w:rFonts w:eastAsia="Times New Roman"/>
          <w:lang w:eastAsia="ko-KR"/>
        </w:rPr>
        <w:t>The inter-frequency target NR cell shall be considered detectable</w:t>
      </w:r>
      <w:r w:rsidRPr="008C6DE4">
        <w:rPr>
          <w:rFonts w:eastAsia="Times New Roman" w:cs="v4.2.0"/>
          <w:lang w:eastAsia="ko-KR"/>
        </w:rPr>
        <w:t xml:space="preserve"> when for each relevant SSB:</w:t>
      </w:r>
    </w:p>
    <w:p w14:paraId="3B04EC98" w14:textId="77777777" w:rsidR="00B4741B" w:rsidRPr="008C6DE4" w:rsidRDefault="00B4741B" w:rsidP="00B4741B">
      <w:pPr>
        <w:pStyle w:val="B10"/>
        <w:rPr>
          <w:lang w:eastAsia="zh-CN"/>
        </w:rPr>
      </w:pPr>
      <w:r w:rsidRPr="008C6DE4">
        <w:t>-</w:t>
      </w:r>
      <w:r w:rsidRPr="008C6DE4">
        <w:tab/>
        <w:t>SS-RSRP related side conditions given in clause 10.1.4 and 10.1.5 are fulfilled for a corresponding NR Band for FR1 and FR2, respectively,</w:t>
      </w:r>
      <w:r w:rsidRPr="008C6DE4">
        <w:rPr>
          <w:rFonts w:hint="eastAsia"/>
          <w:lang w:eastAsia="zh-CN"/>
        </w:rPr>
        <w:t xml:space="preserve"> and</w:t>
      </w:r>
    </w:p>
    <w:p w14:paraId="46F55245" w14:textId="34006B15" w:rsidR="00B4741B" w:rsidRPr="008C6DE4" w:rsidRDefault="00B4741B" w:rsidP="00B4741B">
      <w:pPr>
        <w:pStyle w:val="B10"/>
        <w:rPr>
          <w:rFonts w:cs="v4.2.0"/>
        </w:rPr>
      </w:pPr>
      <w:r w:rsidRPr="008C6DE4">
        <w:t>-</w:t>
      </w:r>
      <w:r w:rsidRPr="008C6DE4">
        <w:tab/>
      </w:r>
      <w:r w:rsidRPr="008C6DE4">
        <w:rPr>
          <w:rFonts w:hint="eastAsia"/>
          <w:lang w:eastAsia="zh-CN"/>
        </w:rPr>
        <w:t xml:space="preserve">the conditions of </w:t>
      </w:r>
      <w:r w:rsidRPr="008C6DE4">
        <w:t xml:space="preserve">SSB_RP and SSB </w:t>
      </w:r>
      <w:r w:rsidRPr="008C6DE4">
        <w:rPr>
          <w:lang w:val="en-US"/>
        </w:rPr>
        <w:t>Ês/Iot</w:t>
      </w:r>
      <w:r w:rsidRPr="008C6DE4">
        <w:t xml:space="preserve"> according to </w:t>
      </w:r>
      <w:r w:rsidR="00F2209A" w:rsidRPr="008C6DE4">
        <w:t xml:space="preserve">Annex B.2.3 </w:t>
      </w:r>
      <w:r w:rsidRPr="008C6DE4">
        <w:t>for a corresponding NR Band</w:t>
      </w:r>
      <w:r w:rsidRPr="008C6DE4">
        <w:rPr>
          <w:rFonts w:hint="eastAsia"/>
          <w:lang w:eastAsia="zh-CN"/>
        </w:rPr>
        <w:t xml:space="preserve"> are fulfilled</w:t>
      </w:r>
      <w:r w:rsidRPr="008C6DE4">
        <w:t>.</w:t>
      </w:r>
    </w:p>
    <w:p w14:paraId="3A945D82" w14:textId="6D8417BB" w:rsidR="003B2F90" w:rsidRPr="008C6DE4" w:rsidRDefault="003B2F90" w:rsidP="003B2F90">
      <w:pPr>
        <w:overflowPunct w:val="0"/>
        <w:autoSpaceDE w:val="0"/>
        <w:autoSpaceDN w:val="0"/>
        <w:adjustRightInd w:val="0"/>
        <w:textAlignment w:val="baseline"/>
        <w:rPr>
          <w:lang w:eastAsia="ko-KR"/>
        </w:rPr>
      </w:pPr>
      <w:r w:rsidRPr="008C6DE4">
        <w:rPr>
          <w:lang w:eastAsia="ko-KR"/>
        </w:rPr>
        <w:t>T</w:t>
      </w:r>
      <w:r w:rsidRPr="008C6DE4">
        <w:rPr>
          <w:vertAlign w:val="subscript"/>
          <w:lang w:eastAsia="ko-KR"/>
        </w:rPr>
        <w:t>identify_intra_NR</w:t>
      </w:r>
      <w:r w:rsidRPr="008C6DE4">
        <w:rPr>
          <w:lang w:eastAsia="ko-KR"/>
        </w:rPr>
        <w:t>: It is the time to identify the target intra-frequency NR cell and it depends on whether the target NR cell is known cell or unknown cell and on the FR of the target NR cell. If the UE is not configured with intra-frequency NR carrier for RRC re-establishment then T</w:t>
      </w:r>
      <w:r w:rsidRPr="008C6DE4">
        <w:rPr>
          <w:vertAlign w:val="subscript"/>
          <w:lang w:eastAsia="ko-KR"/>
        </w:rPr>
        <w:t>identify_intra_NR</w:t>
      </w:r>
      <w:r w:rsidRPr="008C6DE4">
        <w:rPr>
          <w:lang w:eastAsia="ko-KR"/>
        </w:rPr>
        <w:t>=0; otherwise T</w:t>
      </w:r>
      <w:r w:rsidRPr="008C6DE4">
        <w:rPr>
          <w:vertAlign w:val="subscript"/>
          <w:lang w:eastAsia="ko-KR"/>
        </w:rPr>
        <w:t>identify_intra_NR</w:t>
      </w:r>
      <w:r w:rsidRPr="008C6DE4">
        <w:rPr>
          <w:lang w:eastAsia="ko-KR"/>
        </w:rPr>
        <w:t xml:space="preserve"> shall not exceed the values defined in </w:t>
      </w:r>
      <w:r w:rsidRPr="008C6DE4">
        <w:rPr>
          <w:rFonts w:hint="eastAsia"/>
          <w:lang w:eastAsia="zh-CN"/>
        </w:rPr>
        <w:t>T</w:t>
      </w:r>
      <w:r w:rsidRPr="008C6DE4">
        <w:rPr>
          <w:lang w:eastAsia="ko-KR"/>
        </w:rPr>
        <w:t>able 6.2.1.2.1-1.</w:t>
      </w:r>
    </w:p>
    <w:p w14:paraId="68D40796" w14:textId="35B76521" w:rsidR="003B2F90" w:rsidRPr="008C6DE4" w:rsidRDefault="003B2F90" w:rsidP="003B2F90">
      <w:pPr>
        <w:overflowPunct w:val="0"/>
        <w:autoSpaceDE w:val="0"/>
        <w:autoSpaceDN w:val="0"/>
        <w:adjustRightInd w:val="0"/>
        <w:textAlignment w:val="baseline"/>
        <w:rPr>
          <w:lang w:eastAsia="ko-KR"/>
        </w:rPr>
      </w:pPr>
      <w:r w:rsidRPr="008C6DE4">
        <w:rPr>
          <w:lang w:eastAsia="ko-KR"/>
        </w:rPr>
        <w:t>T</w:t>
      </w:r>
      <w:r w:rsidRPr="008C6DE4">
        <w:rPr>
          <w:vertAlign w:val="subscript"/>
          <w:lang w:eastAsia="ko-KR"/>
        </w:rPr>
        <w:t>identify_inter_NR,i</w:t>
      </w:r>
      <w:r w:rsidRPr="008C6DE4">
        <w:rPr>
          <w:lang w:eastAsia="ko-KR"/>
        </w:rPr>
        <w:t xml:space="preserve">: It is the time to identify the target inter-frequency NR cell on inter-frequency carrier </w:t>
      </w:r>
      <w:r w:rsidRPr="008C6DE4">
        <w:rPr>
          <w:i/>
          <w:lang w:eastAsia="ko-KR"/>
        </w:rPr>
        <w:t>i</w:t>
      </w:r>
      <w:r w:rsidRPr="008C6DE4">
        <w:rPr>
          <w:lang w:eastAsia="ko-KR"/>
        </w:rPr>
        <w:t xml:space="preserve"> configured for RRC re-establishment and it depends on whether the target NR cell is known cell or unknown cell and on the FR of the target NR cell. T</w:t>
      </w:r>
      <w:r w:rsidRPr="008C6DE4">
        <w:rPr>
          <w:vertAlign w:val="subscript"/>
          <w:lang w:eastAsia="ko-KR"/>
        </w:rPr>
        <w:t>identify_inter_NR,i</w:t>
      </w:r>
      <w:r w:rsidRPr="008C6DE4">
        <w:rPr>
          <w:lang w:eastAsia="ko-KR"/>
        </w:rPr>
        <w:t xml:space="preserve"> shall not exceed the values defined in </w:t>
      </w:r>
      <w:r w:rsidRPr="008C6DE4">
        <w:rPr>
          <w:rFonts w:hint="eastAsia"/>
          <w:lang w:eastAsia="zh-CN"/>
        </w:rPr>
        <w:t>T</w:t>
      </w:r>
      <w:r w:rsidRPr="008C6DE4">
        <w:rPr>
          <w:lang w:eastAsia="ko-KR"/>
        </w:rPr>
        <w:t>able 6.2.1.2.1-2.</w:t>
      </w:r>
    </w:p>
    <w:p w14:paraId="5E30F0F7" w14:textId="77777777" w:rsidR="00B4741B" w:rsidRPr="008C6DE4" w:rsidRDefault="00B4741B" w:rsidP="00B4741B">
      <w:pPr>
        <w:overflowPunct w:val="0"/>
        <w:autoSpaceDE w:val="0"/>
        <w:autoSpaceDN w:val="0"/>
        <w:adjustRightInd w:val="0"/>
        <w:textAlignment w:val="baseline"/>
        <w:rPr>
          <w:rFonts w:eastAsia="Times New Roman"/>
        </w:rPr>
      </w:pPr>
      <w:r w:rsidRPr="008C6DE4">
        <w:rPr>
          <w:lang w:eastAsia="ko-KR"/>
        </w:rPr>
        <w:t>T</w:t>
      </w:r>
      <w:r w:rsidRPr="008C6DE4">
        <w:rPr>
          <w:vertAlign w:val="subscript"/>
          <w:lang w:eastAsia="ko-KR"/>
        </w:rPr>
        <w:t>SMTC</w:t>
      </w:r>
      <w:r w:rsidRPr="008C6DE4">
        <w:rPr>
          <w:lang w:eastAsia="ko-KR"/>
        </w:rPr>
        <w:t>: It is the periodicity of the SMTC occasion configured for the intra-frequency carrier.</w:t>
      </w:r>
      <w:r w:rsidRPr="008C6DE4">
        <w:rPr>
          <w:rFonts w:eastAsia="Times New Roman"/>
        </w:rPr>
        <w:t xml:space="preserve"> If the UE has been provided with higher layer in TS 38.331 [2] signaling of </w:t>
      </w:r>
      <w:r w:rsidRPr="008C6DE4">
        <w:rPr>
          <w:rFonts w:eastAsia="Times New Roman"/>
          <w:i/>
        </w:rPr>
        <w:t>smtc2</w:t>
      </w:r>
      <w:r w:rsidRPr="008C6DE4">
        <w:rPr>
          <w:rFonts w:eastAsia="Times New Roman"/>
        </w:rPr>
        <w:t xml:space="preserve">, </w:t>
      </w:r>
      <w:r w:rsidRPr="008C6DE4">
        <w:t>T</w:t>
      </w:r>
      <w:r w:rsidRPr="008C6DE4">
        <w:rPr>
          <w:vertAlign w:val="subscript"/>
        </w:rPr>
        <w:t>smtc</w:t>
      </w:r>
      <w:r w:rsidRPr="008C6DE4">
        <w:rPr>
          <w:rFonts w:eastAsia="Times New Roman"/>
        </w:rPr>
        <w:t xml:space="preserve"> follows </w:t>
      </w:r>
      <w:r w:rsidRPr="008C6DE4">
        <w:rPr>
          <w:rFonts w:eastAsia="Times New Roman"/>
          <w:i/>
        </w:rPr>
        <w:t>smtc1</w:t>
      </w:r>
      <w:r w:rsidRPr="008C6DE4">
        <w:rPr>
          <w:rFonts w:eastAsia="Times New Roman"/>
        </w:rPr>
        <w:t xml:space="preserve"> or </w:t>
      </w:r>
      <w:r w:rsidRPr="008C6DE4">
        <w:rPr>
          <w:rFonts w:eastAsia="Times New Roman"/>
          <w:i/>
        </w:rPr>
        <w:t>smtc2</w:t>
      </w:r>
      <w:r w:rsidRPr="008C6DE4">
        <w:rPr>
          <w:rFonts w:eastAsia="Times New Roman"/>
        </w:rPr>
        <w:t xml:space="preserve"> according to the physical cell ID of the target cell.</w:t>
      </w:r>
    </w:p>
    <w:p w14:paraId="16991AD6" w14:textId="77777777" w:rsidR="00B4741B" w:rsidRPr="008C6DE4" w:rsidRDefault="00B4741B" w:rsidP="00B4741B">
      <w:pPr>
        <w:overflowPunct w:val="0"/>
        <w:autoSpaceDE w:val="0"/>
        <w:autoSpaceDN w:val="0"/>
        <w:adjustRightInd w:val="0"/>
        <w:textAlignment w:val="baseline"/>
        <w:rPr>
          <w:lang w:eastAsia="ko-KR"/>
        </w:rPr>
      </w:pPr>
      <w:r w:rsidRPr="008C6DE4">
        <w:rPr>
          <w:lang w:eastAsia="ko-KR"/>
        </w:rPr>
        <w:lastRenderedPageBreak/>
        <w:t>T</w:t>
      </w:r>
      <w:r w:rsidRPr="008C6DE4">
        <w:rPr>
          <w:vertAlign w:val="subscript"/>
          <w:lang w:eastAsia="ko-KR"/>
        </w:rPr>
        <w:t>SMTC,i</w:t>
      </w:r>
      <w:r w:rsidRPr="008C6DE4">
        <w:rPr>
          <w:lang w:eastAsia="ko-KR"/>
        </w:rPr>
        <w:t xml:space="preserve">: It is the periodicity of the SMTC occasion configured for the inter-frequency carrier </w:t>
      </w:r>
      <w:r w:rsidRPr="008C6DE4">
        <w:rPr>
          <w:i/>
          <w:lang w:eastAsia="ko-KR"/>
        </w:rPr>
        <w:t>i</w:t>
      </w:r>
      <w:r w:rsidRPr="008C6DE4">
        <w:rPr>
          <w:lang w:eastAsia="ko-KR"/>
        </w:rPr>
        <w:t>. If it is not configured, the UE may assume that the target SSB periodicity is no larger than 20 ms.</w:t>
      </w:r>
    </w:p>
    <w:p w14:paraId="4F52966E" w14:textId="57AF618D" w:rsidR="009D1C57" w:rsidRPr="008C6DE4" w:rsidRDefault="003B2F90" w:rsidP="009D1C57">
      <w:pPr>
        <w:overflowPunct w:val="0"/>
        <w:autoSpaceDE w:val="0"/>
        <w:autoSpaceDN w:val="0"/>
        <w:adjustRightInd w:val="0"/>
        <w:textAlignment w:val="baseline"/>
      </w:pPr>
      <w:r w:rsidRPr="008C6DE4">
        <w:rPr>
          <w:lang w:eastAsia="zh-CN"/>
        </w:rPr>
        <w:t>T</w:t>
      </w:r>
      <w:r w:rsidRPr="008C6DE4">
        <w:rPr>
          <w:vertAlign w:val="subscript"/>
          <w:lang w:eastAsia="zh-CN"/>
        </w:rPr>
        <w:t>SI-NR</w:t>
      </w:r>
      <w:r w:rsidRPr="008C6DE4">
        <w:rPr>
          <w:rFonts w:hint="eastAsia"/>
          <w:lang w:eastAsia="zh-CN"/>
        </w:rPr>
        <w:t>:</w:t>
      </w:r>
      <w:r w:rsidRPr="008C6DE4">
        <w:rPr>
          <w:lang w:eastAsia="zh-CN"/>
        </w:rPr>
        <w:t xml:space="preserve"> It</w:t>
      </w:r>
      <w:r w:rsidRPr="008C6DE4">
        <w:rPr>
          <w:rFonts w:cs="v4.2.0"/>
          <w:iCs/>
        </w:rPr>
        <w:t xml:space="preserve"> </w:t>
      </w:r>
      <w:r w:rsidRPr="008C6DE4">
        <w:rPr>
          <w:rFonts w:cs="v4.2.0"/>
        </w:rPr>
        <w:t xml:space="preserve">is the time required for receiving all the relevant system information according to the reception procedure and the RRC procedure delay of system information blocks defined in </w:t>
      </w:r>
      <w:r w:rsidRPr="008C6DE4">
        <w:t>TS 38.331 [2]</w:t>
      </w:r>
      <w:r w:rsidRPr="008C6DE4">
        <w:rPr>
          <w:rFonts w:cs="v4.2.0"/>
        </w:rPr>
        <w:t xml:space="preserve"> for the</w:t>
      </w:r>
      <w:r w:rsidRPr="008C6DE4">
        <w:rPr>
          <w:rFonts w:cs="v4.2.0"/>
          <w:lang w:eastAsia="zh-CN"/>
        </w:rPr>
        <w:t xml:space="preserve"> target</w:t>
      </w:r>
      <w:r w:rsidRPr="008C6DE4">
        <w:rPr>
          <w:rFonts w:cs="v4.2.0"/>
        </w:rPr>
        <w:t xml:space="preserve"> NR cell.</w:t>
      </w:r>
    </w:p>
    <w:p w14:paraId="2E61D620" w14:textId="77777777" w:rsidR="009D1C57" w:rsidRPr="008C6DE4" w:rsidRDefault="009D1C57" w:rsidP="009D1C57">
      <w:pPr>
        <w:overflowPunct w:val="0"/>
        <w:autoSpaceDE w:val="0"/>
        <w:autoSpaceDN w:val="0"/>
        <w:adjustRightInd w:val="0"/>
        <w:textAlignment w:val="baseline"/>
        <w:rPr>
          <w:rFonts w:eastAsia="Malgun Gothic"/>
          <w:lang w:eastAsia="ko-KR"/>
        </w:rPr>
      </w:pPr>
      <w:r w:rsidRPr="008C6DE4">
        <w:rPr>
          <w:lang w:eastAsia="ko-KR"/>
        </w:rPr>
        <w:t>T</w:t>
      </w:r>
      <w:r w:rsidRPr="008C6DE4">
        <w:rPr>
          <w:vertAlign w:val="subscript"/>
          <w:lang w:eastAsia="ko-KR"/>
        </w:rPr>
        <w:t>PRACH</w:t>
      </w:r>
      <w:r w:rsidRPr="008C6DE4">
        <w:rPr>
          <w:vertAlign w:val="subscript"/>
          <w:lang w:eastAsia="zh-CN"/>
        </w:rPr>
        <w:t xml:space="preserve">: </w:t>
      </w:r>
      <w:r w:rsidRPr="008C6DE4">
        <w:rPr>
          <w:lang w:eastAsia="ko-KR"/>
        </w:rPr>
        <w:t>It is the delay uncertainty in acquiring the first available PRACH occasion in the target NR cell. T</w:t>
      </w:r>
      <w:r w:rsidRPr="008C6DE4">
        <w:rPr>
          <w:vertAlign w:val="subscript"/>
          <w:lang w:eastAsia="ko-KR"/>
        </w:rPr>
        <w:t>PRACH</w:t>
      </w:r>
      <w:r w:rsidRPr="008C6DE4">
        <w:rPr>
          <w:lang w:eastAsia="ko-KR"/>
        </w:rPr>
        <w:t xml:space="preserve"> can be up to the summation of SSB to PRACH occasion association period and 10 ms. SSB to PRACH occasion associated period is defined in the table 8.1-1 of TS 38.213 [3].</w:t>
      </w:r>
    </w:p>
    <w:p w14:paraId="28DE0358" w14:textId="77777777" w:rsidR="00B4741B" w:rsidRPr="008C6DE4" w:rsidRDefault="00B4741B" w:rsidP="00B4741B">
      <w:pPr>
        <w:overflowPunct w:val="0"/>
        <w:autoSpaceDE w:val="0"/>
        <w:autoSpaceDN w:val="0"/>
        <w:adjustRightInd w:val="0"/>
        <w:textAlignment w:val="baseline"/>
        <w:rPr>
          <w:rFonts w:cs="v4.2.0"/>
        </w:rPr>
      </w:pPr>
      <w:r w:rsidRPr="008C6DE4">
        <w:rPr>
          <w:rFonts w:cs="v4.2.0"/>
          <w:iCs/>
        </w:rPr>
        <w:t>N</w:t>
      </w:r>
      <w:r w:rsidRPr="008C6DE4">
        <w:rPr>
          <w:rFonts w:cs="v4.2.0"/>
          <w:iCs/>
          <w:vertAlign w:val="subscript"/>
        </w:rPr>
        <w:t>freq</w:t>
      </w:r>
      <w:r w:rsidRPr="008C6DE4">
        <w:rPr>
          <w:rFonts w:cs="v4.2.0"/>
        </w:rPr>
        <w:t>: It is the total number of NR frequencies to be monitored for RRC re-establishment; N</w:t>
      </w:r>
      <w:r w:rsidRPr="008C6DE4">
        <w:rPr>
          <w:rFonts w:cs="v4.2.0"/>
          <w:vertAlign w:val="subscript"/>
        </w:rPr>
        <w:t xml:space="preserve">freq </w:t>
      </w:r>
      <w:r w:rsidRPr="008C6DE4">
        <w:rPr>
          <w:rFonts w:cs="v4.2.0"/>
        </w:rPr>
        <w:t>= 1 if the target intra-frequency NR cell is known, else N</w:t>
      </w:r>
      <w:r w:rsidRPr="008C6DE4">
        <w:rPr>
          <w:rFonts w:cs="v4.2.0"/>
          <w:vertAlign w:val="subscript"/>
        </w:rPr>
        <w:t xml:space="preserve">freq </w:t>
      </w:r>
      <w:r w:rsidRPr="008C6DE4">
        <w:rPr>
          <w:rFonts w:cs="v4.2.0"/>
        </w:rPr>
        <w:t xml:space="preserve">= 2 and </w:t>
      </w:r>
      <w:r w:rsidRPr="008C6DE4">
        <w:rPr>
          <w:lang w:eastAsia="ko-KR"/>
        </w:rPr>
        <w:t>T</w:t>
      </w:r>
      <w:r w:rsidRPr="008C6DE4">
        <w:rPr>
          <w:vertAlign w:val="subscript"/>
          <w:lang w:eastAsia="ko-KR"/>
        </w:rPr>
        <w:t>identify_intra_NR</w:t>
      </w:r>
      <w:r w:rsidRPr="008C6DE4">
        <w:rPr>
          <w:rFonts w:cs="v4.2.0"/>
        </w:rPr>
        <w:t xml:space="preserve"> = 0 if the target inter-frequency </w:t>
      </w:r>
      <w:r w:rsidRPr="008C6DE4">
        <w:rPr>
          <w:rFonts w:cs="v4.2.0"/>
          <w:lang w:eastAsia="zh-CN"/>
        </w:rPr>
        <w:t>NR c</w:t>
      </w:r>
      <w:r w:rsidRPr="008C6DE4">
        <w:rPr>
          <w:rFonts w:cs="v4.2.0"/>
        </w:rPr>
        <w:t>ell is known.</w:t>
      </w:r>
    </w:p>
    <w:p w14:paraId="68330934" w14:textId="77777777" w:rsidR="00B4741B" w:rsidRPr="008C6DE4" w:rsidRDefault="00B4741B" w:rsidP="00B4741B">
      <w:pPr>
        <w:overflowPunct w:val="0"/>
        <w:autoSpaceDE w:val="0"/>
        <w:autoSpaceDN w:val="0"/>
        <w:adjustRightInd w:val="0"/>
        <w:textAlignment w:val="baseline"/>
      </w:pPr>
      <w:r w:rsidRPr="008C6DE4">
        <w:t>There is no requirement if the target cell does not contain the UE context.</w:t>
      </w:r>
    </w:p>
    <w:p w14:paraId="08F4FF9D" w14:textId="77777777" w:rsidR="00B4741B" w:rsidRPr="008C6DE4" w:rsidRDefault="00B4741B" w:rsidP="00B4741B">
      <w:pPr>
        <w:overflowPunct w:val="0"/>
        <w:autoSpaceDE w:val="0"/>
        <w:autoSpaceDN w:val="0"/>
        <w:adjustRightInd w:val="0"/>
        <w:textAlignment w:val="baseline"/>
      </w:pPr>
      <w:r w:rsidRPr="008C6DE4">
        <w:t>In the requirement defined in the below tables, the target FR1 cell is known if it has been meeting the relevant cell identification requirement during the last 5 seconds otherwise it is unknown.</w:t>
      </w:r>
    </w:p>
    <w:p w14:paraId="39FED6D8" w14:textId="77777777" w:rsidR="00B4741B" w:rsidRPr="008C6DE4" w:rsidRDefault="00B4741B" w:rsidP="00B4741B">
      <w:pPr>
        <w:pStyle w:val="TH"/>
      </w:pPr>
      <w:r w:rsidRPr="008C6DE4">
        <w:t>Table 6.2.1.2.1-1: Time to identify target NR cell for RRC connection re-establishment to NR intra-frequency cell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1837"/>
        <w:gridCol w:w="2801"/>
        <w:gridCol w:w="3375"/>
      </w:tblGrid>
      <w:tr w:rsidR="00DD3199" w:rsidRPr="008C6DE4" w14:paraId="707C074D" w14:textId="77777777" w:rsidTr="00F15152">
        <w:trPr>
          <w:jc w:val="center"/>
        </w:trPr>
        <w:tc>
          <w:tcPr>
            <w:tcW w:w="1616" w:type="dxa"/>
            <w:vMerge w:val="restart"/>
            <w:shd w:val="clear" w:color="auto" w:fill="auto"/>
          </w:tcPr>
          <w:p w14:paraId="0084E7C7" w14:textId="77777777" w:rsidR="00B4741B" w:rsidRPr="008C6DE4" w:rsidRDefault="00B4741B" w:rsidP="00F15152">
            <w:pPr>
              <w:pStyle w:val="TAH"/>
              <w:rPr>
                <w:lang w:eastAsia="ko-KR"/>
              </w:rPr>
            </w:pPr>
            <w:r w:rsidRPr="008C6DE4">
              <w:rPr>
                <w:rFonts w:cs="v4.2.0"/>
                <w:lang w:eastAsia="ko-KR"/>
              </w:rPr>
              <w:t xml:space="preserve">Serving cell SSB </w:t>
            </w:r>
            <w:r w:rsidRPr="008C6DE4">
              <w:rPr>
                <w:lang w:val="en-US"/>
              </w:rPr>
              <w:t>Ês/Iot (dB)</w:t>
            </w:r>
          </w:p>
        </w:tc>
        <w:tc>
          <w:tcPr>
            <w:tcW w:w="1837" w:type="dxa"/>
            <w:vMerge w:val="restart"/>
            <w:shd w:val="clear" w:color="auto" w:fill="auto"/>
          </w:tcPr>
          <w:p w14:paraId="05BC5F77" w14:textId="7E3E51C2" w:rsidR="00B4741B" w:rsidRPr="008C6DE4" w:rsidRDefault="003B2F90" w:rsidP="00F15152">
            <w:pPr>
              <w:pStyle w:val="TAH"/>
              <w:rPr>
                <w:lang w:eastAsia="ko-KR"/>
              </w:rPr>
            </w:pPr>
            <w:r>
              <w:rPr>
                <w:lang w:eastAsia="ko-KR"/>
              </w:rPr>
              <w:t>FR</w:t>
            </w:r>
            <w:r w:rsidRPr="008C6DE4">
              <w:rPr>
                <w:lang w:eastAsia="ko-KR"/>
              </w:rPr>
              <w:t xml:space="preserve"> of target NR cell</w:t>
            </w:r>
          </w:p>
        </w:tc>
        <w:tc>
          <w:tcPr>
            <w:tcW w:w="6176" w:type="dxa"/>
            <w:gridSpan w:val="2"/>
            <w:shd w:val="clear" w:color="auto" w:fill="auto"/>
          </w:tcPr>
          <w:p w14:paraId="26A7051E" w14:textId="77777777" w:rsidR="00B4741B" w:rsidRPr="008C6DE4" w:rsidRDefault="00B4741B" w:rsidP="00F15152">
            <w:pPr>
              <w:pStyle w:val="TAH"/>
              <w:rPr>
                <w:lang w:eastAsia="ko-KR"/>
              </w:rPr>
            </w:pPr>
            <w:r w:rsidRPr="008C6DE4">
              <w:rPr>
                <w:lang w:eastAsia="ko-KR"/>
              </w:rPr>
              <w:t>T</w:t>
            </w:r>
            <w:r w:rsidRPr="008C6DE4">
              <w:rPr>
                <w:vertAlign w:val="subscript"/>
                <w:lang w:eastAsia="ko-KR"/>
              </w:rPr>
              <w:t xml:space="preserve">identify_intra_NR </w:t>
            </w:r>
            <w:r w:rsidRPr="008C6DE4">
              <w:rPr>
                <w:lang w:eastAsia="ko-KR"/>
              </w:rPr>
              <w:t>[ms]</w:t>
            </w:r>
          </w:p>
        </w:tc>
      </w:tr>
      <w:tr w:rsidR="00DD3199" w:rsidRPr="008C6DE4" w14:paraId="760C3935" w14:textId="77777777" w:rsidTr="00F15152">
        <w:trPr>
          <w:jc w:val="center"/>
        </w:trPr>
        <w:tc>
          <w:tcPr>
            <w:tcW w:w="1616" w:type="dxa"/>
            <w:vMerge/>
            <w:shd w:val="clear" w:color="auto" w:fill="auto"/>
          </w:tcPr>
          <w:p w14:paraId="613106C0" w14:textId="77777777" w:rsidR="00B4741B" w:rsidRPr="008C6DE4" w:rsidRDefault="00B4741B" w:rsidP="00F15152">
            <w:pPr>
              <w:pStyle w:val="TAH"/>
              <w:rPr>
                <w:lang w:eastAsia="ko-KR"/>
              </w:rPr>
            </w:pPr>
          </w:p>
        </w:tc>
        <w:tc>
          <w:tcPr>
            <w:tcW w:w="1837" w:type="dxa"/>
            <w:vMerge/>
            <w:shd w:val="clear" w:color="auto" w:fill="auto"/>
          </w:tcPr>
          <w:p w14:paraId="30DCDA07" w14:textId="77777777" w:rsidR="00B4741B" w:rsidRPr="008C6DE4" w:rsidRDefault="00B4741B" w:rsidP="00F15152">
            <w:pPr>
              <w:pStyle w:val="TAH"/>
              <w:rPr>
                <w:lang w:eastAsia="ko-KR"/>
              </w:rPr>
            </w:pPr>
          </w:p>
        </w:tc>
        <w:tc>
          <w:tcPr>
            <w:tcW w:w="2801" w:type="dxa"/>
            <w:shd w:val="clear" w:color="auto" w:fill="auto"/>
          </w:tcPr>
          <w:p w14:paraId="23A51610" w14:textId="77777777" w:rsidR="00B4741B" w:rsidRPr="008C6DE4" w:rsidRDefault="00B4741B" w:rsidP="00F15152">
            <w:pPr>
              <w:pStyle w:val="TAH"/>
              <w:rPr>
                <w:lang w:eastAsia="ko-KR"/>
              </w:rPr>
            </w:pPr>
            <w:r w:rsidRPr="008C6DE4">
              <w:rPr>
                <w:lang w:eastAsia="ko-KR"/>
              </w:rPr>
              <w:t>Known NR cell</w:t>
            </w:r>
          </w:p>
        </w:tc>
        <w:tc>
          <w:tcPr>
            <w:tcW w:w="3375" w:type="dxa"/>
          </w:tcPr>
          <w:p w14:paraId="0F4C1D49" w14:textId="77777777" w:rsidR="00B4741B" w:rsidRPr="008C6DE4" w:rsidRDefault="00B4741B" w:rsidP="00F15152">
            <w:pPr>
              <w:pStyle w:val="TAH"/>
              <w:rPr>
                <w:lang w:eastAsia="ko-KR"/>
              </w:rPr>
            </w:pPr>
            <w:r w:rsidRPr="008C6DE4">
              <w:rPr>
                <w:lang w:eastAsia="ko-KR"/>
              </w:rPr>
              <w:t>Unknown NR cell</w:t>
            </w:r>
          </w:p>
        </w:tc>
      </w:tr>
      <w:tr w:rsidR="00DD3199" w:rsidRPr="008C6DE4" w14:paraId="0867CB09" w14:textId="77777777" w:rsidTr="00F15152">
        <w:trPr>
          <w:jc w:val="center"/>
        </w:trPr>
        <w:tc>
          <w:tcPr>
            <w:tcW w:w="1616" w:type="dxa"/>
            <w:shd w:val="clear" w:color="auto" w:fill="auto"/>
          </w:tcPr>
          <w:p w14:paraId="4DFB8F3A" w14:textId="49CEDA34" w:rsidR="00B4741B" w:rsidRPr="008C6DE4" w:rsidRDefault="00B4741B" w:rsidP="00F15152">
            <w:pPr>
              <w:pStyle w:val="TAL"/>
              <w:rPr>
                <w:lang w:eastAsia="zh-CN"/>
              </w:rPr>
            </w:pPr>
            <w:r w:rsidRPr="008C6DE4">
              <w:rPr>
                <w:rFonts w:cs="Arial" w:hint="eastAsia"/>
                <w:lang w:eastAsia="ko-KR"/>
              </w:rPr>
              <w:t>≥</w:t>
            </w:r>
            <w:r w:rsidRPr="008C6DE4">
              <w:rPr>
                <w:lang w:eastAsia="ko-KR"/>
              </w:rPr>
              <w:t xml:space="preserve"> -8</w:t>
            </w:r>
          </w:p>
        </w:tc>
        <w:tc>
          <w:tcPr>
            <w:tcW w:w="1837" w:type="dxa"/>
            <w:shd w:val="clear" w:color="auto" w:fill="auto"/>
          </w:tcPr>
          <w:p w14:paraId="46B29057" w14:textId="77777777" w:rsidR="00B4741B" w:rsidRPr="008C6DE4" w:rsidRDefault="00B4741B" w:rsidP="00F15152">
            <w:pPr>
              <w:pStyle w:val="TAL"/>
              <w:rPr>
                <w:lang w:eastAsia="ko-KR"/>
              </w:rPr>
            </w:pPr>
            <w:r w:rsidRPr="008C6DE4">
              <w:rPr>
                <w:lang w:eastAsia="ko-KR"/>
              </w:rPr>
              <w:t>FR1</w:t>
            </w:r>
          </w:p>
        </w:tc>
        <w:tc>
          <w:tcPr>
            <w:tcW w:w="2801" w:type="dxa"/>
            <w:shd w:val="clear" w:color="auto" w:fill="auto"/>
          </w:tcPr>
          <w:p w14:paraId="4B584580" w14:textId="512243B4" w:rsidR="00B4741B" w:rsidRPr="008C6DE4" w:rsidRDefault="00B4741B" w:rsidP="00F15152">
            <w:pPr>
              <w:pStyle w:val="TAC"/>
            </w:pPr>
            <w:r w:rsidRPr="008C6DE4">
              <w:t>MAX (200 ms, 5 x T</w:t>
            </w:r>
            <w:r w:rsidRPr="008C6DE4">
              <w:rPr>
                <w:vertAlign w:val="subscript"/>
              </w:rPr>
              <w:t>SMTC</w:t>
            </w:r>
            <w:r w:rsidRPr="008C6DE4">
              <w:t>)</w:t>
            </w:r>
          </w:p>
        </w:tc>
        <w:tc>
          <w:tcPr>
            <w:tcW w:w="3375" w:type="dxa"/>
            <w:shd w:val="clear" w:color="auto" w:fill="auto"/>
          </w:tcPr>
          <w:p w14:paraId="146F2EEC" w14:textId="5C7F5F26" w:rsidR="00B4741B" w:rsidRPr="008C6DE4" w:rsidRDefault="00B4741B" w:rsidP="00F15152">
            <w:pPr>
              <w:pStyle w:val="TAC"/>
            </w:pPr>
            <w:r w:rsidRPr="008C6DE4">
              <w:t>MAX (800 ms, 10 x T</w:t>
            </w:r>
            <w:r w:rsidRPr="008C6DE4">
              <w:rPr>
                <w:vertAlign w:val="subscript"/>
              </w:rPr>
              <w:t>SMTC</w:t>
            </w:r>
            <w:r w:rsidRPr="008C6DE4">
              <w:t>)</w:t>
            </w:r>
          </w:p>
        </w:tc>
      </w:tr>
      <w:tr w:rsidR="00DD3199" w:rsidRPr="008C6DE4" w14:paraId="64CE5E60" w14:textId="77777777" w:rsidTr="00F15152">
        <w:trPr>
          <w:jc w:val="center"/>
        </w:trPr>
        <w:tc>
          <w:tcPr>
            <w:tcW w:w="1616" w:type="dxa"/>
            <w:shd w:val="clear" w:color="auto" w:fill="auto"/>
          </w:tcPr>
          <w:p w14:paraId="10E4CDB2" w14:textId="3F549753" w:rsidR="00B4741B" w:rsidRPr="008C6DE4" w:rsidRDefault="00B4741B" w:rsidP="00F15152">
            <w:pPr>
              <w:pStyle w:val="TAL"/>
              <w:rPr>
                <w:lang w:eastAsia="zh-CN"/>
              </w:rPr>
            </w:pPr>
            <w:r w:rsidRPr="008C6DE4">
              <w:rPr>
                <w:rFonts w:cs="Arial" w:hint="eastAsia"/>
                <w:lang w:eastAsia="ko-KR"/>
              </w:rPr>
              <w:t>≥</w:t>
            </w:r>
            <w:r w:rsidRPr="008C6DE4">
              <w:rPr>
                <w:lang w:eastAsia="ko-KR"/>
              </w:rPr>
              <w:t xml:space="preserve"> -8</w:t>
            </w:r>
          </w:p>
        </w:tc>
        <w:tc>
          <w:tcPr>
            <w:tcW w:w="1837" w:type="dxa"/>
            <w:shd w:val="clear" w:color="auto" w:fill="auto"/>
          </w:tcPr>
          <w:p w14:paraId="34B3ECB2" w14:textId="77777777" w:rsidR="00B4741B" w:rsidRPr="008C6DE4" w:rsidRDefault="00B4741B" w:rsidP="00F15152">
            <w:pPr>
              <w:pStyle w:val="TAL"/>
              <w:rPr>
                <w:lang w:eastAsia="ko-KR"/>
              </w:rPr>
            </w:pPr>
            <w:r w:rsidRPr="008C6DE4">
              <w:rPr>
                <w:lang w:eastAsia="ko-KR"/>
              </w:rPr>
              <w:t>FR2</w:t>
            </w:r>
          </w:p>
        </w:tc>
        <w:tc>
          <w:tcPr>
            <w:tcW w:w="2801" w:type="dxa"/>
            <w:shd w:val="clear" w:color="auto" w:fill="auto"/>
          </w:tcPr>
          <w:p w14:paraId="758C49FE" w14:textId="77777777" w:rsidR="00B4741B" w:rsidRPr="008C6DE4" w:rsidRDefault="00B4741B" w:rsidP="00F15152">
            <w:pPr>
              <w:pStyle w:val="TAC"/>
              <w:rPr>
                <w:lang w:eastAsia="zh-CN"/>
              </w:rPr>
            </w:pPr>
            <w:r w:rsidRPr="008C6DE4">
              <w:rPr>
                <w:lang w:eastAsia="zh-CN"/>
              </w:rPr>
              <w:t>N/A</w:t>
            </w:r>
          </w:p>
        </w:tc>
        <w:tc>
          <w:tcPr>
            <w:tcW w:w="3375" w:type="dxa"/>
            <w:shd w:val="clear" w:color="auto" w:fill="auto"/>
          </w:tcPr>
          <w:p w14:paraId="21FF939B" w14:textId="0951DF22" w:rsidR="00B4741B" w:rsidRPr="008C6DE4" w:rsidRDefault="00B4741B" w:rsidP="00F15152">
            <w:pPr>
              <w:pStyle w:val="TAC"/>
              <w:rPr>
                <w:lang w:eastAsia="ko-KR"/>
              </w:rPr>
            </w:pPr>
            <w:r w:rsidRPr="008C6DE4">
              <w:rPr>
                <w:lang w:eastAsia="ko-KR"/>
              </w:rPr>
              <w:t xml:space="preserve">MAX (1000 ms, </w:t>
            </w:r>
            <w:r w:rsidRPr="008C6DE4">
              <w:rPr>
                <w:lang w:eastAsia="zh-CN"/>
              </w:rPr>
              <w:t>80</w:t>
            </w:r>
            <w:r w:rsidRPr="008C6DE4">
              <w:rPr>
                <w:lang w:eastAsia="ko-KR"/>
              </w:rPr>
              <w:t xml:space="preserve"> x T</w:t>
            </w:r>
            <w:r w:rsidRPr="008C6DE4">
              <w:rPr>
                <w:vertAlign w:val="subscript"/>
                <w:lang w:eastAsia="ko-KR"/>
              </w:rPr>
              <w:t>SMTC</w:t>
            </w:r>
            <w:r w:rsidRPr="008C6DE4">
              <w:rPr>
                <w:lang w:eastAsia="ko-KR"/>
              </w:rPr>
              <w:t>))</w:t>
            </w:r>
          </w:p>
        </w:tc>
      </w:tr>
      <w:tr w:rsidR="00DD3199" w:rsidRPr="008C6DE4" w14:paraId="13638330" w14:textId="77777777" w:rsidTr="00F15152">
        <w:trPr>
          <w:jc w:val="center"/>
        </w:trPr>
        <w:tc>
          <w:tcPr>
            <w:tcW w:w="1616" w:type="dxa"/>
          </w:tcPr>
          <w:p w14:paraId="5C076423" w14:textId="367A262A" w:rsidR="00B4741B" w:rsidRPr="008C6DE4" w:rsidRDefault="00B4741B" w:rsidP="00F15152">
            <w:pPr>
              <w:pStyle w:val="TAL"/>
              <w:rPr>
                <w:lang w:eastAsia="zh-CN"/>
              </w:rPr>
            </w:pPr>
            <w:r w:rsidRPr="008C6DE4">
              <w:rPr>
                <w:lang w:eastAsia="ko-KR"/>
              </w:rPr>
              <w:t>&lt; -8</w:t>
            </w:r>
          </w:p>
        </w:tc>
        <w:tc>
          <w:tcPr>
            <w:tcW w:w="1837" w:type="dxa"/>
            <w:shd w:val="clear" w:color="auto" w:fill="auto"/>
          </w:tcPr>
          <w:p w14:paraId="229975B2" w14:textId="77777777" w:rsidR="00B4741B" w:rsidRPr="008C6DE4" w:rsidRDefault="00B4741B" w:rsidP="00F15152">
            <w:pPr>
              <w:pStyle w:val="TAL"/>
              <w:rPr>
                <w:lang w:eastAsia="ko-KR"/>
              </w:rPr>
            </w:pPr>
            <w:r w:rsidRPr="008C6DE4">
              <w:rPr>
                <w:lang w:eastAsia="ko-KR"/>
              </w:rPr>
              <w:t>FR1</w:t>
            </w:r>
          </w:p>
        </w:tc>
        <w:tc>
          <w:tcPr>
            <w:tcW w:w="2801" w:type="dxa"/>
            <w:shd w:val="clear" w:color="auto" w:fill="auto"/>
          </w:tcPr>
          <w:p w14:paraId="7445057A" w14:textId="77777777" w:rsidR="00B4741B" w:rsidRPr="008C6DE4" w:rsidRDefault="00B4741B" w:rsidP="00F15152">
            <w:pPr>
              <w:pStyle w:val="TAC"/>
              <w:rPr>
                <w:lang w:eastAsia="zh-CN"/>
              </w:rPr>
            </w:pPr>
            <w:r w:rsidRPr="008C6DE4">
              <w:rPr>
                <w:lang w:eastAsia="zh-CN"/>
              </w:rPr>
              <w:t>N/A</w:t>
            </w:r>
          </w:p>
        </w:tc>
        <w:tc>
          <w:tcPr>
            <w:tcW w:w="3375" w:type="dxa"/>
            <w:shd w:val="clear" w:color="auto" w:fill="auto"/>
          </w:tcPr>
          <w:p w14:paraId="16F01508" w14:textId="77777777" w:rsidR="00B4741B" w:rsidRPr="008C6DE4" w:rsidRDefault="00B4741B" w:rsidP="00F15152">
            <w:pPr>
              <w:pStyle w:val="TAC"/>
              <w:rPr>
                <w:lang w:eastAsia="ko-KR"/>
              </w:rPr>
            </w:pPr>
            <w:r w:rsidRPr="008C6DE4">
              <w:t>800</w:t>
            </w:r>
            <w:r w:rsidRPr="008C6DE4">
              <w:rPr>
                <w:vertAlign w:val="superscript"/>
              </w:rPr>
              <w:t>Note1</w:t>
            </w:r>
          </w:p>
        </w:tc>
      </w:tr>
      <w:tr w:rsidR="00DD3199" w:rsidRPr="008C6DE4" w14:paraId="667009DC" w14:textId="77777777" w:rsidTr="00F15152">
        <w:trPr>
          <w:jc w:val="center"/>
        </w:trPr>
        <w:tc>
          <w:tcPr>
            <w:tcW w:w="1616" w:type="dxa"/>
          </w:tcPr>
          <w:p w14:paraId="6BAC9383" w14:textId="17562DCC" w:rsidR="00B4741B" w:rsidRPr="008C6DE4" w:rsidRDefault="00B4741B" w:rsidP="00F15152">
            <w:pPr>
              <w:pStyle w:val="TAL"/>
              <w:rPr>
                <w:lang w:eastAsia="zh-CN"/>
              </w:rPr>
            </w:pPr>
            <w:r w:rsidRPr="008C6DE4">
              <w:rPr>
                <w:lang w:eastAsia="ko-KR"/>
              </w:rPr>
              <w:t>&lt; -8</w:t>
            </w:r>
          </w:p>
        </w:tc>
        <w:tc>
          <w:tcPr>
            <w:tcW w:w="1837" w:type="dxa"/>
            <w:shd w:val="clear" w:color="auto" w:fill="auto"/>
          </w:tcPr>
          <w:p w14:paraId="56A408F1" w14:textId="77777777" w:rsidR="00B4741B" w:rsidRPr="008C6DE4" w:rsidRDefault="00B4741B" w:rsidP="00F15152">
            <w:pPr>
              <w:pStyle w:val="TAL"/>
              <w:rPr>
                <w:lang w:eastAsia="ko-KR"/>
              </w:rPr>
            </w:pPr>
            <w:r w:rsidRPr="008C6DE4">
              <w:rPr>
                <w:lang w:eastAsia="ko-KR"/>
              </w:rPr>
              <w:t>FR2</w:t>
            </w:r>
          </w:p>
        </w:tc>
        <w:tc>
          <w:tcPr>
            <w:tcW w:w="2801" w:type="dxa"/>
            <w:shd w:val="clear" w:color="auto" w:fill="auto"/>
          </w:tcPr>
          <w:p w14:paraId="6DF7E53B" w14:textId="77777777" w:rsidR="00B4741B" w:rsidRPr="008C6DE4" w:rsidRDefault="00B4741B" w:rsidP="00F15152">
            <w:pPr>
              <w:pStyle w:val="TAC"/>
              <w:rPr>
                <w:lang w:eastAsia="zh-CN"/>
              </w:rPr>
            </w:pPr>
            <w:r w:rsidRPr="008C6DE4">
              <w:rPr>
                <w:lang w:eastAsia="zh-CN"/>
              </w:rPr>
              <w:t>N/A</w:t>
            </w:r>
          </w:p>
        </w:tc>
        <w:tc>
          <w:tcPr>
            <w:tcW w:w="3375" w:type="dxa"/>
            <w:shd w:val="clear" w:color="auto" w:fill="auto"/>
          </w:tcPr>
          <w:p w14:paraId="5A2206E9" w14:textId="77777777" w:rsidR="00B4741B" w:rsidRPr="008C6DE4" w:rsidRDefault="00B4741B" w:rsidP="00F15152">
            <w:pPr>
              <w:pStyle w:val="TAC"/>
              <w:rPr>
                <w:lang w:eastAsia="ko-KR"/>
              </w:rPr>
            </w:pPr>
            <w:bookmarkStart w:id="72" w:name="_Hlk521492617"/>
            <w:r w:rsidRPr="008C6DE4">
              <w:rPr>
                <w:lang w:eastAsia="ko-KR"/>
              </w:rPr>
              <w:t>3520</w:t>
            </w:r>
            <w:bookmarkEnd w:id="72"/>
            <w:r w:rsidRPr="008C6DE4">
              <w:rPr>
                <w:vertAlign w:val="superscript"/>
              </w:rPr>
              <w:t>Note1</w:t>
            </w:r>
          </w:p>
        </w:tc>
      </w:tr>
      <w:tr w:rsidR="00B4741B" w:rsidRPr="008C6DE4" w14:paraId="26148A1F" w14:textId="77777777" w:rsidTr="00F15152">
        <w:trPr>
          <w:jc w:val="center"/>
        </w:trPr>
        <w:tc>
          <w:tcPr>
            <w:tcW w:w="9629" w:type="dxa"/>
            <w:gridSpan w:val="4"/>
          </w:tcPr>
          <w:p w14:paraId="7337285E" w14:textId="6F1AA2B3" w:rsidR="00B4741B" w:rsidRPr="008C6DE4" w:rsidRDefault="00B4741B" w:rsidP="001F2CA3">
            <w:pPr>
              <w:pStyle w:val="TAN"/>
              <w:rPr>
                <w:lang w:eastAsia="zh-CN"/>
              </w:rPr>
            </w:pPr>
            <w:r w:rsidRPr="008C6DE4">
              <w:rPr>
                <w:lang w:eastAsia="ko-KR"/>
              </w:rPr>
              <w:t>Note 1:</w:t>
            </w:r>
            <w:r w:rsidRPr="008C6DE4">
              <w:tab/>
            </w:r>
            <w:r w:rsidRPr="008C6DE4">
              <w:rPr>
                <w:lang w:eastAsia="ko-KR"/>
              </w:rPr>
              <w:t>The UE is not required to successfully</w:t>
            </w:r>
            <w:r w:rsidRPr="008C6DE4">
              <w:rPr>
                <w:b/>
                <w:bCs/>
              </w:rPr>
              <w:t xml:space="preserve"> </w:t>
            </w:r>
            <w:r w:rsidRPr="008C6DE4">
              <w:rPr>
                <w:lang w:eastAsia="ko-KR"/>
              </w:rPr>
              <w:t>identify a cell on any NR frequency layer when T</w:t>
            </w:r>
            <w:r w:rsidRPr="008C6DE4">
              <w:rPr>
                <w:vertAlign w:val="subscript"/>
                <w:lang w:eastAsia="ko-KR"/>
              </w:rPr>
              <w:t>SMTC</w:t>
            </w:r>
            <w:r w:rsidRPr="008C6DE4">
              <w:rPr>
                <w:lang w:eastAsia="ko-KR"/>
              </w:rPr>
              <w:t xml:space="preserve"> &gt; 20 ms and serving cell SSB Ês/Iot &lt; -8 dB.</w:t>
            </w:r>
          </w:p>
        </w:tc>
      </w:tr>
    </w:tbl>
    <w:p w14:paraId="7D03975B" w14:textId="77777777" w:rsidR="00B4741B" w:rsidRPr="008C6DE4" w:rsidRDefault="00B4741B" w:rsidP="00B4741B"/>
    <w:p w14:paraId="0DD284EF" w14:textId="77777777" w:rsidR="00B4741B" w:rsidRPr="008C6DE4" w:rsidRDefault="00B4741B" w:rsidP="00B4741B">
      <w:pPr>
        <w:pStyle w:val="TH"/>
      </w:pPr>
      <w:r w:rsidRPr="008C6DE4">
        <w:t>Table 6.2.1.2.1-2: Time to identify target NR cell for RRC connection re-establishment to NR inter-frequency cell</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701"/>
        <w:gridCol w:w="2835"/>
        <w:gridCol w:w="3411"/>
      </w:tblGrid>
      <w:tr w:rsidR="00DD3199" w:rsidRPr="008C6DE4" w14:paraId="19C53851" w14:textId="77777777" w:rsidTr="00F15152">
        <w:trPr>
          <w:jc w:val="center"/>
        </w:trPr>
        <w:tc>
          <w:tcPr>
            <w:tcW w:w="1696" w:type="dxa"/>
            <w:vMerge w:val="restart"/>
            <w:shd w:val="clear" w:color="auto" w:fill="auto"/>
          </w:tcPr>
          <w:p w14:paraId="60427680" w14:textId="77777777" w:rsidR="00B4741B" w:rsidRPr="008C6DE4" w:rsidRDefault="00B4741B" w:rsidP="00F15152">
            <w:pPr>
              <w:pStyle w:val="TAH"/>
              <w:rPr>
                <w:lang w:eastAsia="ko-KR"/>
              </w:rPr>
            </w:pPr>
            <w:r w:rsidRPr="008C6DE4">
              <w:rPr>
                <w:rFonts w:cs="v4.2.0"/>
                <w:lang w:eastAsia="ko-KR"/>
              </w:rPr>
              <w:t xml:space="preserve">Serving cell SSB </w:t>
            </w:r>
            <w:r w:rsidRPr="008C6DE4">
              <w:rPr>
                <w:lang w:val="en-US"/>
              </w:rPr>
              <w:t>Ês/Iot (dB)</w:t>
            </w:r>
          </w:p>
        </w:tc>
        <w:tc>
          <w:tcPr>
            <w:tcW w:w="1701" w:type="dxa"/>
            <w:vMerge w:val="restart"/>
            <w:shd w:val="clear" w:color="auto" w:fill="auto"/>
          </w:tcPr>
          <w:p w14:paraId="70C8F6BF" w14:textId="37D38320" w:rsidR="00B4741B" w:rsidRPr="008C6DE4" w:rsidRDefault="001F2CA3" w:rsidP="00F15152">
            <w:pPr>
              <w:pStyle w:val="TAH"/>
              <w:rPr>
                <w:lang w:eastAsia="ko-KR"/>
              </w:rPr>
            </w:pPr>
            <w:r>
              <w:rPr>
                <w:lang w:eastAsia="ko-KR"/>
              </w:rPr>
              <w:t>FR</w:t>
            </w:r>
            <w:r w:rsidRPr="008C6DE4">
              <w:rPr>
                <w:lang w:eastAsia="ko-KR"/>
              </w:rPr>
              <w:t xml:space="preserve"> of target NR cell</w:t>
            </w:r>
          </w:p>
        </w:tc>
        <w:tc>
          <w:tcPr>
            <w:tcW w:w="6246" w:type="dxa"/>
            <w:gridSpan w:val="2"/>
            <w:shd w:val="clear" w:color="auto" w:fill="auto"/>
          </w:tcPr>
          <w:p w14:paraId="68AEECF4" w14:textId="77777777" w:rsidR="00B4741B" w:rsidRPr="008C6DE4" w:rsidRDefault="00B4741B" w:rsidP="00F15152">
            <w:pPr>
              <w:pStyle w:val="TAH"/>
              <w:rPr>
                <w:lang w:eastAsia="ko-KR"/>
              </w:rPr>
            </w:pPr>
            <w:r w:rsidRPr="008C6DE4">
              <w:rPr>
                <w:lang w:eastAsia="ko-KR"/>
              </w:rPr>
              <w:t>T</w:t>
            </w:r>
            <w:r w:rsidRPr="008C6DE4">
              <w:rPr>
                <w:vertAlign w:val="subscript"/>
                <w:lang w:eastAsia="ko-KR"/>
              </w:rPr>
              <w:t xml:space="preserve">identify_inter_NR, i </w:t>
            </w:r>
            <w:r w:rsidRPr="008C6DE4">
              <w:rPr>
                <w:lang w:eastAsia="ko-KR"/>
              </w:rPr>
              <w:t>[ms]</w:t>
            </w:r>
          </w:p>
        </w:tc>
      </w:tr>
      <w:tr w:rsidR="00DD3199" w:rsidRPr="008C6DE4" w14:paraId="32CF1C9C" w14:textId="77777777" w:rsidTr="00F15152">
        <w:trPr>
          <w:jc w:val="center"/>
        </w:trPr>
        <w:tc>
          <w:tcPr>
            <w:tcW w:w="1696" w:type="dxa"/>
            <w:vMerge/>
            <w:shd w:val="clear" w:color="auto" w:fill="auto"/>
          </w:tcPr>
          <w:p w14:paraId="3E0E2F94" w14:textId="77777777" w:rsidR="00B4741B" w:rsidRPr="008C6DE4" w:rsidRDefault="00B4741B" w:rsidP="00F15152">
            <w:pPr>
              <w:pStyle w:val="TAH"/>
              <w:rPr>
                <w:lang w:eastAsia="ko-KR"/>
              </w:rPr>
            </w:pPr>
          </w:p>
        </w:tc>
        <w:tc>
          <w:tcPr>
            <w:tcW w:w="1701" w:type="dxa"/>
            <w:vMerge/>
            <w:shd w:val="clear" w:color="auto" w:fill="auto"/>
          </w:tcPr>
          <w:p w14:paraId="4144046D" w14:textId="77777777" w:rsidR="00B4741B" w:rsidRPr="008C6DE4" w:rsidRDefault="00B4741B" w:rsidP="00F15152">
            <w:pPr>
              <w:pStyle w:val="TAH"/>
              <w:rPr>
                <w:lang w:eastAsia="ko-KR"/>
              </w:rPr>
            </w:pPr>
          </w:p>
        </w:tc>
        <w:tc>
          <w:tcPr>
            <w:tcW w:w="2835" w:type="dxa"/>
            <w:shd w:val="clear" w:color="auto" w:fill="auto"/>
          </w:tcPr>
          <w:p w14:paraId="696AA442" w14:textId="77777777" w:rsidR="00B4741B" w:rsidRPr="008C6DE4" w:rsidRDefault="00B4741B" w:rsidP="00F15152">
            <w:pPr>
              <w:pStyle w:val="TAH"/>
              <w:rPr>
                <w:lang w:eastAsia="ko-KR"/>
              </w:rPr>
            </w:pPr>
            <w:r w:rsidRPr="008C6DE4">
              <w:rPr>
                <w:lang w:eastAsia="ko-KR"/>
              </w:rPr>
              <w:t>Known NR cell</w:t>
            </w:r>
          </w:p>
        </w:tc>
        <w:tc>
          <w:tcPr>
            <w:tcW w:w="3411" w:type="dxa"/>
          </w:tcPr>
          <w:p w14:paraId="3B2C6FF0" w14:textId="77777777" w:rsidR="00B4741B" w:rsidRPr="008C6DE4" w:rsidRDefault="00B4741B" w:rsidP="00F15152">
            <w:pPr>
              <w:pStyle w:val="TAH"/>
              <w:rPr>
                <w:lang w:eastAsia="ko-KR"/>
              </w:rPr>
            </w:pPr>
            <w:r w:rsidRPr="008C6DE4">
              <w:rPr>
                <w:lang w:eastAsia="ko-KR"/>
              </w:rPr>
              <w:t>Unknown NR cell</w:t>
            </w:r>
          </w:p>
        </w:tc>
      </w:tr>
      <w:tr w:rsidR="00DD3199" w:rsidRPr="008C6DE4" w14:paraId="49CB93BF" w14:textId="77777777" w:rsidTr="00F15152">
        <w:trPr>
          <w:jc w:val="center"/>
        </w:trPr>
        <w:tc>
          <w:tcPr>
            <w:tcW w:w="1696" w:type="dxa"/>
          </w:tcPr>
          <w:p w14:paraId="4E895F04" w14:textId="22E17EF2" w:rsidR="00B4741B" w:rsidRPr="008C6DE4" w:rsidRDefault="00B4741B" w:rsidP="00F15152">
            <w:pPr>
              <w:pStyle w:val="TAL"/>
              <w:rPr>
                <w:lang w:eastAsia="zh-CN"/>
              </w:rPr>
            </w:pPr>
            <w:r w:rsidRPr="008C6DE4">
              <w:rPr>
                <w:rFonts w:cs="Arial" w:hint="eastAsia"/>
                <w:lang w:eastAsia="ko-KR"/>
              </w:rPr>
              <w:t>≥</w:t>
            </w:r>
            <w:r w:rsidRPr="008C6DE4">
              <w:rPr>
                <w:rFonts w:cs="Arial"/>
                <w:lang w:eastAsia="ko-KR"/>
              </w:rPr>
              <w:t xml:space="preserve"> </w:t>
            </w:r>
            <w:r w:rsidRPr="008C6DE4">
              <w:rPr>
                <w:lang w:eastAsia="ko-KR"/>
              </w:rPr>
              <w:t>-8</w:t>
            </w:r>
          </w:p>
        </w:tc>
        <w:tc>
          <w:tcPr>
            <w:tcW w:w="1701" w:type="dxa"/>
            <w:shd w:val="clear" w:color="auto" w:fill="auto"/>
          </w:tcPr>
          <w:p w14:paraId="070F0E33" w14:textId="77777777" w:rsidR="00B4741B" w:rsidRPr="008C6DE4" w:rsidRDefault="00B4741B" w:rsidP="00F15152">
            <w:pPr>
              <w:pStyle w:val="TAL"/>
              <w:rPr>
                <w:lang w:eastAsia="ko-KR"/>
              </w:rPr>
            </w:pPr>
            <w:r w:rsidRPr="008C6DE4">
              <w:rPr>
                <w:lang w:eastAsia="ko-KR"/>
              </w:rPr>
              <w:t>FR1</w:t>
            </w:r>
          </w:p>
        </w:tc>
        <w:tc>
          <w:tcPr>
            <w:tcW w:w="2835" w:type="dxa"/>
            <w:shd w:val="clear" w:color="auto" w:fill="auto"/>
          </w:tcPr>
          <w:p w14:paraId="67A063A9" w14:textId="2510B869" w:rsidR="00B4741B" w:rsidRPr="008C6DE4" w:rsidRDefault="00B4741B" w:rsidP="00F15152">
            <w:pPr>
              <w:pStyle w:val="TAC"/>
            </w:pPr>
            <w:r w:rsidRPr="008C6DE4">
              <w:t>MAX (200 ms, 6 x T</w:t>
            </w:r>
            <w:r w:rsidRPr="008C6DE4">
              <w:rPr>
                <w:vertAlign w:val="subscript"/>
              </w:rPr>
              <w:t>SMTC, i</w:t>
            </w:r>
            <w:r w:rsidRPr="008C6DE4">
              <w:t>)</w:t>
            </w:r>
          </w:p>
        </w:tc>
        <w:tc>
          <w:tcPr>
            <w:tcW w:w="3411" w:type="dxa"/>
            <w:shd w:val="clear" w:color="auto" w:fill="auto"/>
          </w:tcPr>
          <w:p w14:paraId="0F1C3FE3" w14:textId="66E5B0B1" w:rsidR="00B4741B" w:rsidRPr="008C6DE4" w:rsidRDefault="00B4741B" w:rsidP="00F15152">
            <w:pPr>
              <w:pStyle w:val="TAC"/>
            </w:pPr>
            <w:r w:rsidRPr="008C6DE4">
              <w:t>MAX (800 ms, 13 x T</w:t>
            </w:r>
            <w:r w:rsidRPr="008C6DE4">
              <w:rPr>
                <w:vertAlign w:val="subscript"/>
              </w:rPr>
              <w:t>SMTC, i</w:t>
            </w:r>
            <w:r w:rsidRPr="008C6DE4">
              <w:t>)</w:t>
            </w:r>
          </w:p>
        </w:tc>
      </w:tr>
      <w:tr w:rsidR="00DD3199" w:rsidRPr="008C6DE4" w14:paraId="0F184B1A" w14:textId="77777777" w:rsidTr="00F15152">
        <w:trPr>
          <w:jc w:val="center"/>
        </w:trPr>
        <w:tc>
          <w:tcPr>
            <w:tcW w:w="1696" w:type="dxa"/>
          </w:tcPr>
          <w:p w14:paraId="21EFEDA4" w14:textId="7F12394C" w:rsidR="00B4741B" w:rsidRPr="008C6DE4" w:rsidRDefault="00B4741B" w:rsidP="00F15152">
            <w:pPr>
              <w:pStyle w:val="TAL"/>
              <w:rPr>
                <w:lang w:eastAsia="zh-CN"/>
              </w:rPr>
            </w:pPr>
            <w:r w:rsidRPr="008C6DE4">
              <w:rPr>
                <w:rFonts w:cs="Arial" w:hint="eastAsia"/>
                <w:lang w:eastAsia="ko-KR"/>
              </w:rPr>
              <w:t>≥</w:t>
            </w:r>
            <w:r w:rsidRPr="008C6DE4">
              <w:rPr>
                <w:rFonts w:cs="Arial"/>
                <w:lang w:eastAsia="ko-KR"/>
              </w:rPr>
              <w:t xml:space="preserve"> </w:t>
            </w:r>
            <w:r w:rsidRPr="008C6DE4">
              <w:rPr>
                <w:lang w:eastAsia="ko-KR"/>
              </w:rPr>
              <w:t>-8</w:t>
            </w:r>
          </w:p>
        </w:tc>
        <w:tc>
          <w:tcPr>
            <w:tcW w:w="1701" w:type="dxa"/>
            <w:shd w:val="clear" w:color="auto" w:fill="auto"/>
          </w:tcPr>
          <w:p w14:paraId="0C7C6B99" w14:textId="77777777" w:rsidR="00B4741B" w:rsidRPr="008C6DE4" w:rsidRDefault="00B4741B" w:rsidP="00F15152">
            <w:pPr>
              <w:pStyle w:val="TAL"/>
              <w:rPr>
                <w:lang w:eastAsia="ko-KR"/>
              </w:rPr>
            </w:pPr>
            <w:r w:rsidRPr="008C6DE4">
              <w:rPr>
                <w:lang w:eastAsia="ko-KR"/>
              </w:rPr>
              <w:t>FR2</w:t>
            </w:r>
          </w:p>
        </w:tc>
        <w:tc>
          <w:tcPr>
            <w:tcW w:w="2835" w:type="dxa"/>
            <w:shd w:val="clear" w:color="auto" w:fill="auto"/>
          </w:tcPr>
          <w:p w14:paraId="1C3876D8" w14:textId="77777777" w:rsidR="00B4741B" w:rsidRPr="008C6DE4" w:rsidRDefault="00B4741B" w:rsidP="00F15152">
            <w:pPr>
              <w:pStyle w:val="TAC"/>
              <w:rPr>
                <w:lang w:eastAsia="zh-CN"/>
              </w:rPr>
            </w:pPr>
            <w:r w:rsidRPr="008C6DE4">
              <w:rPr>
                <w:lang w:eastAsia="zh-CN"/>
              </w:rPr>
              <w:t>N/A</w:t>
            </w:r>
          </w:p>
        </w:tc>
        <w:tc>
          <w:tcPr>
            <w:tcW w:w="3411" w:type="dxa"/>
            <w:shd w:val="clear" w:color="auto" w:fill="auto"/>
          </w:tcPr>
          <w:p w14:paraId="3D340107" w14:textId="510F8177" w:rsidR="00B4741B" w:rsidRPr="008C6DE4" w:rsidRDefault="00B4741B" w:rsidP="00F15152">
            <w:pPr>
              <w:pStyle w:val="TAC"/>
              <w:rPr>
                <w:lang w:eastAsia="ko-KR"/>
              </w:rPr>
            </w:pPr>
            <w:r w:rsidRPr="008C6DE4">
              <w:rPr>
                <w:lang w:eastAsia="ko-KR"/>
              </w:rPr>
              <w:t xml:space="preserve">MAX (1000 ms, </w:t>
            </w:r>
            <w:r w:rsidRPr="008C6DE4">
              <w:rPr>
                <w:lang w:eastAsia="zh-CN"/>
              </w:rPr>
              <w:t xml:space="preserve">104 </w:t>
            </w:r>
            <w:r w:rsidRPr="008C6DE4">
              <w:rPr>
                <w:lang w:eastAsia="ko-KR"/>
              </w:rPr>
              <w:t>x T</w:t>
            </w:r>
            <w:r w:rsidRPr="008C6DE4">
              <w:rPr>
                <w:vertAlign w:val="subscript"/>
                <w:lang w:eastAsia="ko-KR"/>
              </w:rPr>
              <w:t>SMTC, i</w:t>
            </w:r>
            <w:r w:rsidRPr="008C6DE4">
              <w:rPr>
                <w:lang w:eastAsia="ko-KR"/>
              </w:rPr>
              <w:t>))</w:t>
            </w:r>
          </w:p>
        </w:tc>
      </w:tr>
      <w:tr w:rsidR="00DD3199" w:rsidRPr="008C6DE4" w14:paraId="780F3A17" w14:textId="77777777" w:rsidTr="00F15152">
        <w:trPr>
          <w:jc w:val="center"/>
        </w:trPr>
        <w:tc>
          <w:tcPr>
            <w:tcW w:w="1696" w:type="dxa"/>
          </w:tcPr>
          <w:p w14:paraId="3205EAF4" w14:textId="5B250E5D" w:rsidR="00B4741B" w:rsidRPr="008C6DE4" w:rsidRDefault="00B4741B" w:rsidP="00F15152">
            <w:pPr>
              <w:pStyle w:val="TAL"/>
              <w:rPr>
                <w:lang w:eastAsia="zh-CN"/>
              </w:rPr>
            </w:pPr>
            <w:r w:rsidRPr="008C6DE4">
              <w:rPr>
                <w:lang w:eastAsia="ko-KR"/>
              </w:rPr>
              <w:t>&lt; -8</w:t>
            </w:r>
          </w:p>
        </w:tc>
        <w:tc>
          <w:tcPr>
            <w:tcW w:w="1701" w:type="dxa"/>
            <w:shd w:val="clear" w:color="auto" w:fill="auto"/>
          </w:tcPr>
          <w:p w14:paraId="2813698F" w14:textId="77777777" w:rsidR="00B4741B" w:rsidRPr="008C6DE4" w:rsidRDefault="00B4741B" w:rsidP="00F15152">
            <w:pPr>
              <w:pStyle w:val="TAL"/>
              <w:rPr>
                <w:lang w:eastAsia="ko-KR"/>
              </w:rPr>
            </w:pPr>
            <w:r w:rsidRPr="008C6DE4">
              <w:rPr>
                <w:lang w:eastAsia="ko-KR"/>
              </w:rPr>
              <w:t>FR1</w:t>
            </w:r>
          </w:p>
        </w:tc>
        <w:tc>
          <w:tcPr>
            <w:tcW w:w="2835" w:type="dxa"/>
            <w:shd w:val="clear" w:color="auto" w:fill="auto"/>
          </w:tcPr>
          <w:p w14:paraId="0BC56167" w14:textId="77777777" w:rsidR="00B4741B" w:rsidRPr="008C6DE4" w:rsidRDefault="00B4741B" w:rsidP="00F15152">
            <w:pPr>
              <w:pStyle w:val="TAC"/>
              <w:rPr>
                <w:lang w:eastAsia="zh-CN"/>
              </w:rPr>
            </w:pPr>
            <w:r w:rsidRPr="008C6DE4">
              <w:rPr>
                <w:lang w:eastAsia="zh-CN"/>
              </w:rPr>
              <w:t>N/A</w:t>
            </w:r>
          </w:p>
        </w:tc>
        <w:tc>
          <w:tcPr>
            <w:tcW w:w="3411" w:type="dxa"/>
            <w:shd w:val="clear" w:color="auto" w:fill="auto"/>
          </w:tcPr>
          <w:p w14:paraId="2E3666B7" w14:textId="77777777" w:rsidR="00B4741B" w:rsidRPr="008C6DE4" w:rsidRDefault="00B4741B" w:rsidP="00F15152">
            <w:pPr>
              <w:pStyle w:val="TAC"/>
              <w:rPr>
                <w:lang w:eastAsia="ko-KR"/>
              </w:rPr>
            </w:pPr>
            <w:bookmarkStart w:id="73" w:name="_Hlk521492632"/>
            <w:r w:rsidRPr="008C6DE4">
              <w:t>800</w:t>
            </w:r>
            <w:bookmarkEnd w:id="73"/>
            <w:r w:rsidRPr="008C6DE4">
              <w:rPr>
                <w:vertAlign w:val="superscript"/>
              </w:rPr>
              <w:t>Note1</w:t>
            </w:r>
          </w:p>
        </w:tc>
      </w:tr>
      <w:tr w:rsidR="00DD3199" w:rsidRPr="008C6DE4" w14:paraId="59AC2DB4" w14:textId="77777777" w:rsidTr="00F15152">
        <w:trPr>
          <w:jc w:val="center"/>
        </w:trPr>
        <w:tc>
          <w:tcPr>
            <w:tcW w:w="1696" w:type="dxa"/>
          </w:tcPr>
          <w:p w14:paraId="7B348CB9" w14:textId="4C1543EF" w:rsidR="00B4741B" w:rsidRPr="008C6DE4" w:rsidRDefault="00B4741B" w:rsidP="00F15152">
            <w:pPr>
              <w:pStyle w:val="TAL"/>
              <w:rPr>
                <w:lang w:eastAsia="zh-CN"/>
              </w:rPr>
            </w:pPr>
            <w:r w:rsidRPr="008C6DE4">
              <w:rPr>
                <w:lang w:eastAsia="ko-KR"/>
              </w:rPr>
              <w:t>&lt; -8</w:t>
            </w:r>
          </w:p>
        </w:tc>
        <w:tc>
          <w:tcPr>
            <w:tcW w:w="1701" w:type="dxa"/>
            <w:shd w:val="clear" w:color="auto" w:fill="auto"/>
          </w:tcPr>
          <w:p w14:paraId="2A078587" w14:textId="77777777" w:rsidR="00B4741B" w:rsidRPr="008C6DE4" w:rsidRDefault="00B4741B" w:rsidP="00F15152">
            <w:pPr>
              <w:pStyle w:val="TAL"/>
              <w:rPr>
                <w:lang w:eastAsia="ko-KR"/>
              </w:rPr>
            </w:pPr>
            <w:r w:rsidRPr="008C6DE4">
              <w:rPr>
                <w:lang w:eastAsia="ko-KR"/>
              </w:rPr>
              <w:t>FR2</w:t>
            </w:r>
          </w:p>
        </w:tc>
        <w:tc>
          <w:tcPr>
            <w:tcW w:w="2835" w:type="dxa"/>
            <w:shd w:val="clear" w:color="auto" w:fill="auto"/>
          </w:tcPr>
          <w:p w14:paraId="7D9A4A4E" w14:textId="77777777" w:rsidR="00B4741B" w:rsidRPr="008C6DE4" w:rsidRDefault="00B4741B" w:rsidP="00F15152">
            <w:pPr>
              <w:pStyle w:val="TAC"/>
              <w:rPr>
                <w:lang w:eastAsia="zh-CN"/>
              </w:rPr>
            </w:pPr>
            <w:r w:rsidRPr="008C6DE4">
              <w:rPr>
                <w:lang w:eastAsia="zh-CN"/>
              </w:rPr>
              <w:t>N/A</w:t>
            </w:r>
          </w:p>
        </w:tc>
        <w:tc>
          <w:tcPr>
            <w:tcW w:w="3411" w:type="dxa"/>
            <w:shd w:val="clear" w:color="auto" w:fill="auto"/>
          </w:tcPr>
          <w:p w14:paraId="2321905E" w14:textId="77777777" w:rsidR="00B4741B" w:rsidRPr="008C6DE4" w:rsidRDefault="00B4741B" w:rsidP="00F15152">
            <w:pPr>
              <w:pStyle w:val="TAC"/>
              <w:rPr>
                <w:lang w:eastAsia="ko-KR"/>
              </w:rPr>
            </w:pPr>
            <w:r w:rsidRPr="008C6DE4">
              <w:rPr>
                <w:lang w:val="sv-SE" w:eastAsia="ko-KR"/>
              </w:rPr>
              <w:t>4000</w:t>
            </w:r>
            <w:r w:rsidRPr="008C6DE4">
              <w:rPr>
                <w:vertAlign w:val="superscript"/>
                <w:lang w:val="sv-SE"/>
              </w:rPr>
              <w:t>Note1</w:t>
            </w:r>
          </w:p>
        </w:tc>
      </w:tr>
      <w:tr w:rsidR="00B4741B" w:rsidRPr="008C6DE4" w14:paraId="7CF6A631" w14:textId="77777777" w:rsidTr="00F15152">
        <w:trPr>
          <w:jc w:val="center"/>
        </w:trPr>
        <w:tc>
          <w:tcPr>
            <w:tcW w:w="9643" w:type="dxa"/>
            <w:gridSpan w:val="4"/>
          </w:tcPr>
          <w:p w14:paraId="3D623E23" w14:textId="2104EAC2" w:rsidR="00B4741B" w:rsidRPr="008C6DE4" w:rsidRDefault="00B4741B" w:rsidP="001F2CA3">
            <w:pPr>
              <w:pStyle w:val="TAN"/>
              <w:rPr>
                <w:lang w:eastAsia="ko-KR"/>
              </w:rPr>
            </w:pPr>
            <w:r w:rsidRPr="008C6DE4">
              <w:rPr>
                <w:lang w:eastAsia="ko-KR"/>
              </w:rPr>
              <w:t>Note 1:</w:t>
            </w:r>
            <w:r w:rsidRPr="008C6DE4">
              <w:tab/>
            </w:r>
            <w:r w:rsidRPr="008C6DE4">
              <w:rPr>
                <w:lang w:eastAsia="ko-KR"/>
              </w:rPr>
              <w:t>The UE is not required to successfully identify a cell on any NR frequency layer when T</w:t>
            </w:r>
            <w:r w:rsidRPr="008C6DE4">
              <w:rPr>
                <w:vertAlign w:val="subscript"/>
                <w:lang w:eastAsia="ko-KR"/>
              </w:rPr>
              <w:t>SMTC,i</w:t>
            </w:r>
            <w:r w:rsidRPr="008C6DE4">
              <w:rPr>
                <w:lang w:eastAsia="ko-KR"/>
              </w:rPr>
              <w:t xml:space="preserve"> &gt; 20 ms and serving cell SSB Ês/Iot &lt; -8 dB.</w:t>
            </w:r>
          </w:p>
        </w:tc>
      </w:tr>
    </w:tbl>
    <w:p w14:paraId="1D52B212" w14:textId="77777777" w:rsidR="00B4741B" w:rsidRPr="008C6DE4" w:rsidRDefault="00B4741B" w:rsidP="00B4741B"/>
    <w:p w14:paraId="08861138" w14:textId="77777777" w:rsidR="00B4741B" w:rsidRPr="008C6DE4" w:rsidRDefault="00B4741B" w:rsidP="00B4741B">
      <w:pPr>
        <w:pStyle w:val="Heading3"/>
        <w:overflowPunct w:val="0"/>
        <w:autoSpaceDE w:val="0"/>
        <w:autoSpaceDN w:val="0"/>
        <w:adjustRightInd w:val="0"/>
        <w:textAlignment w:val="baseline"/>
        <w:rPr>
          <w:lang w:val="en-US" w:eastAsia="ko-KR"/>
        </w:rPr>
      </w:pPr>
      <w:r w:rsidRPr="008C6DE4">
        <w:rPr>
          <w:lang w:val="en-US" w:eastAsia="ko-KR"/>
        </w:rPr>
        <w:t>6.2.2</w:t>
      </w:r>
      <w:r w:rsidRPr="008C6DE4">
        <w:rPr>
          <w:lang w:val="en-US" w:eastAsia="ko-KR"/>
        </w:rPr>
        <w:tab/>
        <w:t>Random access</w:t>
      </w:r>
      <w:bookmarkEnd w:id="68"/>
    </w:p>
    <w:p w14:paraId="1A4F390F" w14:textId="77777777" w:rsidR="00B4741B" w:rsidRPr="008C6DE4" w:rsidRDefault="00B4741B" w:rsidP="00B4741B">
      <w:pPr>
        <w:pStyle w:val="Heading4"/>
        <w:rPr>
          <w:lang w:eastAsia="ko-KR"/>
        </w:rPr>
      </w:pPr>
      <w:bookmarkStart w:id="74" w:name="_Toc5952581"/>
      <w:r w:rsidRPr="008C6DE4">
        <w:rPr>
          <w:lang w:eastAsia="ko-KR"/>
        </w:rPr>
        <w:t>6.2.</w:t>
      </w:r>
      <w:r w:rsidRPr="008C6DE4">
        <w:rPr>
          <w:lang w:eastAsia="zh-CN"/>
        </w:rPr>
        <w:t>2</w:t>
      </w:r>
      <w:r w:rsidRPr="008C6DE4">
        <w:rPr>
          <w:lang w:eastAsia="ko-KR"/>
        </w:rPr>
        <w:t>.1</w:t>
      </w:r>
      <w:r w:rsidRPr="008C6DE4">
        <w:rPr>
          <w:lang w:eastAsia="ko-KR"/>
        </w:rPr>
        <w:tab/>
        <w:t>Introduction</w:t>
      </w:r>
      <w:bookmarkEnd w:id="74"/>
    </w:p>
    <w:p w14:paraId="6C4CB243" w14:textId="77777777" w:rsidR="00B4741B" w:rsidRPr="008C6DE4" w:rsidRDefault="00B4741B" w:rsidP="00B4741B">
      <w:pPr>
        <w:rPr>
          <w:lang w:val="en-US" w:eastAsia="zh-CN"/>
        </w:rPr>
      </w:pPr>
      <w:r w:rsidRPr="008C6DE4">
        <w:rPr>
          <w:lang w:val="en-US" w:eastAsia="zh-CN"/>
        </w:rPr>
        <w:t>This clause contains requirements on the UE regarding random access procedure. The random access procedure is initiated to establish uplink time synchronization for a UE which either has not acquired or has lost its uplink synchronization, or to convey UE’s request Other SI, or for beam failure recovery. The random access is specified in clause 8 of TS 38.213</w:t>
      </w:r>
      <w:r w:rsidRPr="008C6DE4">
        <w:t> </w:t>
      </w:r>
      <w:r w:rsidRPr="008C6DE4">
        <w:rPr>
          <w:lang w:val="en-US" w:eastAsia="zh-CN"/>
        </w:rPr>
        <w:t>[3] and the control of the RACH transmission is specified in clause 5.1 of TS</w:t>
      </w:r>
      <w:r w:rsidRPr="008C6DE4">
        <w:t> </w:t>
      </w:r>
      <w:r w:rsidRPr="008C6DE4">
        <w:rPr>
          <w:lang w:val="en-US" w:eastAsia="zh-CN"/>
        </w:rPr>
        <w:t>38.321</w:t>
      </w:r>
      <w:r w:rsidRPr="008C6DE4">
        <w:t> </w:t>
      </w:r>
      <w:r w:rsidRPr="008C6DE4">
        <w:rPr>
          <w:lang w:val="en-US" w:eastAsia="zh-CN"/>
        </w:rPr>
        <w:t>[7].</w:t>
      </w:r>
    </w:p>
    <w:p w14:paraId="555FAEEC" w14:textId="77777777" w:rsidR="00B4741B" w:rsidRPr="008C6DE4" w:rsidRDefault="00B4741B" w:rsidP="00B4741B">
      <w:pPr>
        <w:pStyle w:val="Heading4"/>
        <w:rPr>
          <w:lang w:eastAsia="ko-KR"/>
        </w:rPr>
      </w:pPr>
      <w:bookmarkStart w:id="75" w:name="_Toc5952582"/>
      <w:r w:rsidRPr="008C6DE4">
        <w:rPr>
          <w:lang w:eastAsia="ko-KR"/>
        </w:rPr>
        <w:t>6.2.</w:t>
      </w:r>
      <w:r w:rsidRPr="008C6DE4">
        <w:rPr>
          <w:lang w:eastAsia="zh-CN"/>
        </w:rPr>
        <w:t>2</w:t>
      </w:r>
      <w:r w:rsidRPr="008C6DE4">
        <w:rPr>
          <w:lang w:eastAsia="ko-KR"/>
        </w:rPr>
        <w:t>.2</w:t>
      </w:r>
      <w:r w:rsidRPr="008C6DE4">
        <w:rPr>
          <w:lang w:eastAsia="ko-KR"/>
        </w:rPr>
        <w:tab/>
        <w:t>Requirements</w:t>
      </w:r>
      <w:bookmarkEnd w:id="75"/>
    </w:p>
    <w:p w14:paraId="168957F1" w14:textId="1F07D87B" w:rsidR="001F2CA3" w:rsidRPr="008C6DE4" w:rsidRDefault="001F2CA3" w:rsidP="001F2CA3">
      <w:pPr>
        <w:rPr>
          <w:rFonts w:cs="v4.2.0"/>
          <w:lang w:eastAsia="zh-CN"/>
        </w:rPr>
      </w:pPr>
      <w:r w:rsidRPr="008C6DE4">
        <w:rPr>
          <w:rFonts w:cs="v4.2.0"/>
          <w:lang w:eastAsia="zh-CN"/>
        </w:rPr>
        <w:t>T</w:t>
      </w:r>
      <w:r w:rsidRPr="008C6DE4">
        <w:rPr>
          <w:rFonts w:cs="v4.2.0"/>
        </w:rPr>
        <w:t>he UE shall have capability to calculate PRACH transmission power according to the PRACH power formula defined in TS 3</w:t>
      </w:r>
      <w:r w:rsidRPr="008C6DE4">
        <w:rPr>
          <w:rFonts w:cs="v4.2.0"/>
          <w:lang w:eastAsia="zh-CN"/>
        </w:rPr>
        <w:t>8</w:t>
      </w:r>
      <w:r w:rsidRPr="008C6DE4">
        <w:rPr>
          <w:rFonts w:cs="v4.2.0"/>
        </w:rPr>
        <w:t>.213</w:t>
      </w:r>
      <w:r w:rsidRPr="008C6DE4">
        <w:rPr>
          <w:rFonts w:cs="v4.2.0"/>
          <w:lang w:eastAsia="zh-CN"/>
        </w:rPr>
        <w:t xml:space="preserve"> </w:t>
      </w:r>
      <w:r w:rsidRPr="008C6DE4">
        <w:rPr>
          <w:rFonts w:cs="v4.2.0"/>
        </w:rPr>
        <w:t xml:space="preserve">[3] and apply this power level at the first preamble or additional preambles. The absolute power applied to the first preamble shall have an accuracy as specified in </w:t>
      </w:r>
      <w:r w:rsidRPr="008C6DE4">
        <w:rPr>
          <w:rFonts w:cs="v4.2.0"/>
          <w:lang w:eastAsia="zh-CN"/>
        </w:rPr>
        <w:t>T</w:t>
      </w:r>
      <w:r w:rsidRPr="008C6DE4">
        <w:rPr>
          <w:rFonts w:cs="v4.2.0"/>
        </w:rPr>
        <w:t xml:space="preserve">able </w:t>
      </w:r>
      <w:r w:rsidRPr="008C6DE4">
        <w:rPr>
          <w:rFonts w:cs="v4.2.0"/>
          <w:lang w:eastAsia="zh-CN"/>
        </w:rPr>
        <w:t>6.3.4.2-1</w:t>
      </w:r>
      <w:r w:rsidRPr="008C6DE4">
        <w:rPr>
          <w:rFonts w:cs="v4.2.0"/>
        </w:rPr>
        <w:t xml:space="preserve"> of TS 3</w:t>
      </w:r>
      <w:r w:rsidRPr="008C6DE4">
        <w:rPr>
          <w:rFonts w:cs="v4.2.0"/>
          <w:lang w:eastAsia="zh-CN"/>
        </w:rPr>
        <w:t>8</w:t>
      </w:r>
      <w:r w:rsidRPr="008C6DE4">
        <w:rPr>
          <w:rFonts w:cs="v4.2.0"/>
        </w:rPr>
        <w:t>.101</w:t>
      </w:r>
      <w:r w:rsidRPr="008C6DE4">
        <w:rPr>
          <w:rFonts w:cs="v4.2.0"/>
          <w:lang w:eastAsia="zh-CN"/>
        </w:rPr>
        <w:t xml:space="preserve">-1 </w:t>
      </w:r>
      <w:r w:rsidRPr="008C6DE4">
        <w:rPr>
          <w:rFonts w:cs="v4.2.0"/>
        </w:rPr>
        <w:t>[18]</w:t>
      </w:r>
      <w:r w:rsidRPr="008C6DE4">
        <w:rPr>
          <w:rFonts w:cs="v4.2.0"/>
          <w:lang w:eastAsia="zh-CN"/>
        </w:rPr>
        <w:t xml:space="preserve"> for </w:t>
      </w:r>
      <w:r>
        <w:rPr>
          <w:rFonts w:cs="v4.2.0"/>
          <w:lang w:eastAsia="zh-CN"/>
        </w:rPr>
        <w:t>FR</w:t>
      </w:r>
      <w:r w:rsidRPr="008C6DE4">
        <w:rPr>
          <w:rFonts w:cs="v4.2.0"/>
          <w:lang w:eastAsia="zh-CN"/>
        </w:rPr>
        <w:t xml:space="preserve">1 and in Table 6.3.4.2-1 of TS 38.101-2 [19] for </w:t>
      </w:r>
      <w:r>
        <w:rPr>
          <w:rFonts w:cs="v4.2.0"/>
          <w:lang w:eastAsia="zh-CN"/>
        </w:rPr>
        <w:t>FR</w:t>
      </w:r>
      <w:r w:rsidRPr="008C6DE4">
        <w:rPr>
          <w:rFonts w:cs="v4.2.0"/>
          <w:lang w:eastAsia="zh-CN"/>
        </w:rPr>
        <w:t>2</w:t>
      </w:r>
      <w:r w:rsidRPr="008C6DE4">
        <w:rPr>
          <w:rFonts w:cs="v4.2.0"/>
        </w:rPr>
        <w:t xml:space="preserve">. The relative power applied to additional preambles shall have an accuracy as specified in </w:t>
      </w:r>
      <w:r w:rsidRPr="008C6DE4">
        <w:rPr>
          <w:rFonts w:cs="v4.2.0"/>
          <w:lang w:eastAsia="zh-CN"/>
        </w:rPr>
        <w:t>T</w:t>
      </w:r>
      <w:r w:rsidRPr="008C6DE4">
        <w:rPr>
          <w:rFonts w:cs="v4.2.0"/>
        </w:rPr>
        <w:t xml:space="preserve">able </w:t>
      </w:r>
      <w:r w:rsidRPr="008C6DE4">
        <w:rPr>
          <w:rFonts w:cs="v4.2.0"/>
          <w:lang w:eastAsia="zh-CN"/>
        </w:rPr>
        <w:t>6.3.4.3-1</w:t>
      </w:r>
      <w:r w:rsidRPr="008C6DE4">
        <w:rPr>
          <w:rFonts w:cs="v4.2.0"/>
        </w:rPr>
        <w:t xml:space="preserve"> of TS 3</w:t>
      </w:r>
      <w:r w:rsidRPr="008C6DE4">
        <w:rPr>
          <w:rFonts w:cs="v4.2.0"/>
          <w:lang w:eastAsia="zh-CN"/>
        </w:rPr>
        <w:t>8</w:t>
      </w:r>
      <w:r w:rsidRPr="008C6DE4">
        <w:rPr>
          <w:rFonts w:cs="v4.2.0"/>
        </w:rPr>
        <w:t>.101</w:t>
      </w:r>
      <w:r w:rsidRPr="008C6DE4">
        <w:rPr>
          <w:rFonts w:cs="v4.2.0"/>
          <w:lang w:eastAsia="zh-CN"/>
        </w:rPr>
        <w:t xml:space="preserve">-1 </w:t>
      </w:r>
      <w:r w:rsidRPr="008C6DE4">
        <w:rPr>
          <w:rFonts w:cs="v4.2.0"/>
        </w:rPr>
        <w:t>[</w:t>
      </w:r>
      <w:r w:rsidRPr="008C6DE4">
        <w:rPr>
          <w:rFonts w:cs="v4.2.0"/>
          <w:lang w:eastAsia="zh-CN"/>
        </w:rPr>
        <w:t>18</w:t>
      </w:r>
      <w:r w:rsidRPr="008C6DE4">
        <w:rPr>
          <w:rFonts w:cs="v4.2.0"/>
        </w:rPr>
        <w:t>]</w:t>
      </w:r>
      <w:r w:rsidRPr="008C6DE4">
        <w:rPr>
          <w:rFonts w:cs="v4.2.0"/>
          <w:lang w:eastAsia="zh-CN"/>
        </w:rPr>
        <w:t xml:space="preserve"> for </w:t>
      </w:r>
      <w:r>
        <w:rPr>
          <w:rFonts w:cs="v4.2.0"/>
          <w:lang w:eastAsia="zh-CN"/>
        </w:rPr>
        <w:t>FR</w:t>
      </w:r>
      <w:r w:rsidRPr="008C6DE4">
        <w:rPr>
          <w:rFonts w:cs="v4.2.0"/>
          <w:lang w:eastAsia="zh-CN"/>
        </w:rPr>
        <w:t xml:space="preserve">1 and clause 6.3.4.3 of TS38.101-2 [19] for </w:t>
      </w:r>
      <w:r>
        <w:rPr>
          <w:rFonts w:cs="v4.2.0"/>
          <w:lang w:eastAsia="zh-CN"/>
        </w:rPr>
        <w:t>FR</w:t>
      </w:r>
      <w:r w:rsidRPr="008C6DE4">
        <w:rPr>
          <w:rFonts w:cs="v4.2.0"/>
          <w:lang w:eastAsia="zh-CN"/>
        </w:rPr>
        <w:t>2</w:t>
      </w:r>
      <w:r w:rsidRPr="008C6DE4">
        <w:rPr>
          <w:rFonts w:cs="v4.2.0"/>
        </w:rPr>
        <w:t>.</w:t>
      </w:r>
    </w:p>
    <w:p w14:paraId="6A2BBB83" w14:textId="64FA9DF6" w:rsidR="001F2CA3" w:rsidRPr="008C6DE4" w:rsidRDefault="001F2CA3" w:rsidP="001F2CA3">
      <w:pPr>
        <w:rPr>
          <w:rFonts w:cs="v4.2.0"/>
          <w:lang w:eastAsia="zh-CN"/>
        </w:rPr>
      </w:pPr>
      <w:r w:rsidRPr="008C6DE4">
        <w:rPr>
          <w:rFonts w:cs="v4.2.0"/>
          <w:lang w:eastAsia="zh-CN"/>
        </w:rPr>
        <w:lastRenderedPageBreak/>
        <w:t xml:space="preserve">The UE shall indicate a </w:t>
      </w:r>
      <w:r>
        <w:rPr>
          <w:rFonts w:cs="v4.2.0"/>
          <w:lang w:eastAsia="zh-CN"/>
        </w:rPr>
        <w:t>r</w:t>
      </w:r>
      <w:r w:rsidRPr="008C6DE4">
        <w:rPr>
          <w:rFonts w:cs="v4.2.0"/>
          <w:lang w:eastAsia="zh-CN"/>
        </w:rPr>
        <w:t xml:space="preserve">andom </w:t>
      </w:r>
      <w:r>
        <w:rPr>
          <w:rFonts w:cs="v4.2.0"/>
          <w:lang w:eastAsia="zh-CN"/>
        </w:rPr>
        <w:t>a</w:t>
      </w:r>
      <w:r w:rsidRPr="008C6DE4">
        <w:rPr>
          <w:rFonts w:cs="v4.2.0"/>
          <w:lang w:eastAsia="zh-CN"/>
        </w:rPr>
        <w:t>ccess problem to upper layers if the maximum number of preamble transmission counter has been reached for the random access procedure on PCell or PSCell as specified in clause 5.1.4 in TS 38.321 [7].</w:t>
      </w:r>
    </w:p>
    <w:p w14:paraId="214DDB1C" w14:textId="629DF769" w:rsidR="00B4741B" w:rsidRPr="008C6DE4" w:rsidRDefault="00B4741B" w:rsidP="00B4741B">
      <w:pPr>
        <w:rPr>
          <w:rFonts w:cs="v4.2.0"/>
          <w:lang w:eastAsia="zh-CN"/>
        </w:rPr>
      </w:pPr>
      <w:r w:rsidRPr="008C6DE4">
        <w:rPr>
          <w:rFonts w:cs="v4.2.0"/>
          <w:lang w:eastAsia="zh-CN"/>
        </w:rPr>
        <w:t xml:space="preserve">The requirements in this </w:t>
      </w:r>
      <w:r w:rsidR="00854981" w:rsidRPr="008C6DE4">
        <w:rPr>
          <w:rFonts w:cs="v4.2.0"/>
          <w:lang w:eastAsia="zh-CN"/>
        </w:rPr>
        <w:t>clause</w:t>
      </w:r>
      <w:r w:rsidRPr="008C6DE4">
        <w:rPr>
          <w:rFonts w:cs="v4.2.0"/>
          <w:lang w:eastAsia="zh-CN"/>
        </w:rPr>
        <w:t xml:space="preserve"> apply for UE in SA operation mode or any MR-DC operation mode.</w:t>
      </w:r>
    </w:p>
    <w:p w14:paraId="42DB8881" w14:textId="77777777" w:rsidR="00B4741B" w:rsidRPr="008C6DE4" w:rsidRDefault="00B4741B" w:rsidP="00B4741B">
      <w:pPr>
        <w:pStyle w:val="Heading5"/>
        <w:rPr>
          <w:lang w:eastAsia="zh-CN"/>
        </w:rPr>
      </w:pPr>
      <w:bookmarkStart w:id="76" w:name="_Toc5952583"/>
      <w:r w:rsidRPr="008C6DE4">
        <w:rPr>
          <w:lang w:eastAsia="zh-CN"/>
        </w:rPr>
        <w:t>6.2.2.2.1</w:t>
      </w:r>
      <w:r w:rsidRPr="008C6DE4">
        <w:rPr>
          <w:lang w:eastAsia="zh-CN"/>
        </w:rPr>
        <w:tab/>
        <w:t>Contention based random access</w:t>
      </w:r>
      <w:bookmarkEnd w:id="76"/>
    </w:p>
    <w:p w14:paraId="7B1093B4" w14:textId="77777777" w:rsidR="00B4741B" w:rsidRPr="008C6DE4" w:rsidRDefault="00B4741B" w:rsidP="00B4741B">
      <w:pPr>
        <w:pStyle w:val="H6"/>
        <w:rPr>
          <w:lang w:eastAsia="zh-CN"/>
        </w:rPr>
      </w:pPr>
      <w:r w:rsidRPr="008C6DE4">
        <w:rPr>
          <w:lang w:eastAsia="zh-CN"/>
        </w:rPr>
        <w:t>6.2.2.2.1.1</w:t>
      </w:r>
      <w:r w:rsidRPr="008C6DE4">
        <w:rPr>
          <w:lang w:eastAsia="zh-CN"/>
        </w:rPr>
        <w:tab/>
        <w:t>Correct behaviour when transmitting Random Access Preamble</w:t>
      </w:r>
    </w:p>
    <w:p w14:paraId="401DBD98" w14:textId="7D8AC719" w:rsidR="001F2CA3" w:rsidRPr="008C6DE4" w:rsidRDefault="001F2CA3" w:rsidP="001F2CA3">
      <w:pPr>
        <w:rPr>
          <w:rFonts w:cs="v4.2.0"/>
          <w:lang w:eastAsia="zh-CN"/>
        </w:rPr>
      </w:pPr>
      <w:r w:rsidRPr="008C6DE4">
        <w:rPr>
          <w:rFonts w:cs="v4.2.0"/>
          <w:lang w:eastAsia="zh-CN"/>
        </w:rPr>
        <w:t xml:space="preserve">With the UE selected SSB with SS-RSRP above </w:t>
      </w:r>
      <w:r w:rsidRPr="008C6DE4">
        <w:rPr>
          <w:rFonts w:cs="v4.2.0"/>
          <w:i/>
          <w:lang w:eastAsia="zh-CN"/>
        </w:rPr>
        <w:t>rsrp-ThresholdSSB</w:t>
      </w:r>
      <w:r w:rsidRPr="008C6DE4">
        <w:rPr>
          <w:rFonts w:cs="v4.2.0"/>
          <w:lang w:eastAsia="zh-CN"/>
        </w:rPr>
        <w:t xml:space="preserve">, UE shall have the capability to select a </w:t>
      </w:r>
      <w:r w:rsidRPr="008C6DE4">
        <w:t>Random Access Preamble</w:t>
      </w:r>
      <w:r w:rsidRPr="008C6DE4">
        <w:rPr>
          <w:rFonts w:cs="v4.2.0"/>
          <w:lang w:eastAsia="zh-CN"/>
        </w:rPr>
        <w:t xml:space="preserve"> randomly with equal probability from the </w:t>
      </w:r>
      <w:r w:rsidRPr="008C6DE4">
        <w:t>Random Access Preamble</w:t>
      </w:r>
      <w:r w:rsidRPr="008C6DE4">
        <w:rPr>
          <w:lang w:eastAsia="zh-CN"/>
        </w:rPr>
        <w:t>s</w:t>
      </w:r>
      <w:r w:rsidRPr="008C6DE4">
        <w:rPr>
          <w:rFonts w:cs="v4.2.0"/>
          <w:lang w:eastAsia="zh-CN"/>
        </w:rPr>
        <w:t xml:space="preserve"> associated with the selected SSB if the association between Random Access Preambles and </w:t>
      </w:r>
      <w:r>
        <w:rPr>
          <w:rFonts w:cs="v4.2.0"/>
          <w:lang w:eastAsia="zh-CN"/>
        </w:rPr>
        <w:t>SSB</w:t>
      </w:r>
      <w:r w:rsidRPr="008C6DE4">
        <w:rPr>
          <w:rFonts w:cs="v4.2.0"/>
          <w:lang w:eastAsia="zh-CN"/>
        </w:rPr>
        <w:t xml:space="preserve"> is configured, </w:t>
      </w:r>
      <w:r w:rsidRPr="008C6DE4">
        <w:rPr>
          <w:rFonts w:cs="v4.2.0"/>
        </w:rPr>
        <w:t>as specified in clause 5.1.</w:t>
      </w:r>
      <w:r w:rsidRPr="008C6DE4">
        <w:rPr>
          <w:rFonts w:cs="v4.2.0"/>
          <w:lang w:eastAsia="zh-CN"/>
        </w:rPr>
        <w:t>2</w:t>
      </w:r>
      <w:r w:rsidRPr="008C6DE4">
        <w:rPr>
          <w:rFonts w:cs="v4.2.0"/>
        </w:rPr>
        <w:t xml:space="preserve"> in TS 3</w:t>
      </w:r>
      <w:r w:rsidRPr="008C6DE4">
        <w:rPr>
          <w:rFonts w:cs="v4.2.0"/>
          <w:lang w:eastAsia="zh-CN"/>
        </w:rPr>
        <w:t>8</w:t>
      </w:r>
      <w:r w:rsidRPr="008C6DE4">
        <w:rPr>
          <w:rFonts w:cs="v4.2.0"/>
        </w:rPr>
        <w:t>.321 [7]</w:t>
      </w:r>
      <w:r w:rsidRPr="008C6DE4">
        <w:rPr>
          <w:rFonts w:cs="v4.2.0"/>
          <w:lang w:eastAsia="zh-CN"/>
        </w:rPr>
        <w:t>.</w:t>
      </w:r>
    </w:p>
    <w:p w14:paraId="6E6938B9" w14:textId="77777777" w:rsidR="00B4741B" w:rsidRPr="008C6DE4" w:rsidRDefault="00B4741B" w:rsidP="00B4741B">
      <w:pPr>
        <w:rPr>
          <w:rFonts w:cs="v4.2.0"/>
          <w:lang w:eastAsia="zh-CN"/>
        </w:rPr>
      </w:pPr>
      <w:r w:rsidRPr="008C6DE4">
        <w:rPr>
          <w:rFonts w:cs="v4.2.0"/>
          <w:lang w:eastAsia="zh-CN"/>
        </w:rPr>
        <w:t xml:space="preserve">With the UE selected SSB with SS-RSRP above </w:t>
      </w:r>
      <w:r w:rsidRPr="008C6DE4">
        <w:rPr>
          <w:rFonts w:cs="v4.2.0"/>
          <w:i/>
          <w:lang w:eastAsia="zh-CN"/>
        </w:rPr>
        <w:t>rsrp-ThresholdSSB</w:t>
      </w:r>
      <w:r w:rsidRPr="008C6DE4">
        <w:rPr>
          <w:rFonts w:cs="v4.2.0"/>
          <w:lang w:eastAsia="zh-CN"/>
        </w:rPr>
        <w:t xml:space="preserve">, UE shall have the capability to transmit Random Access Preamble on the next available PRACH occasion from the PRACH occasions corresponding to the selected SSB permitted by the restrictions given by the </w:t>
      </w:r>
      <w:r w:rsidRPr="008C6DE4">
        <w:rPr>
          <w:rFonts w:cs="v4.2.0"/>
          <w:i/>
          <w:lang w:eastAsia="zh-CN"/>
        </w:rPr>
        <w:t>ra-ssb-OccasionMaskIndex</w:t>
      </w:r>
      <w:r w:rsidRPr="008C6DE4">
        <w:rPr>
          <w:rFonts w:cs="v4.2.0"/>
          <w:lang w:eastAsia="zh-CN"/>
        </w:rPr>
        <w:t xml:space="preserve"> if configured, if the association between PRACH occasions and SSBs is configured, and </w:t>
      </w:r>
      <w:r w:rsidRPr="008C6DE4">
        <w:rPr>
          <w:lang w:eastAsia="ko-KR"/>
        </w:rPr>
        <w:t xml:space="preserve">PRACH occasion </w:t>
      </w:r>
      <w:r w:rsidRPr="008C6DE4">
        <w:rPr>
          <w:lang w:eastAsia="zh-CN"/>
        </w:rPr>
        <w:t xml:space="preserve">shall be </w:t>
      </w:r>
      <w:r w:rsidRPr="008C6DE4">
        <w:rPr>
          <w:lang w:eastAsia="ko-KR"/>
        </w:rPr>
        <w:t>randomly</w:t>
      </w:r>
      <w:r w:rsidRPr="008C6DE4">
        <w:rPr>
          <w:lang w:eastAsia="zh-CN"/>
        </w:rPr>
        <w:t xml:space="preserve"> selected</w:t>
      </w:r>
      <w:r w:rsidRPr="008C6DE4">
        <w:rPr>
          <w:lang w:eastAsia="ko-KR"/>
        </w:rPr>
        <w:t xml:space="preserve"> with equal probability amongst the </w:t>
      </w:r>
      <w:r w:rsidRPr="008C6DE4">
        <w:rPr>
          <w:lang w:eastAsia="zh-CN"/>
        </w:rPr>
        <w:t xml:space="preserve">selected SSB associated </w:t>
      </w:r>
      <w:r w:rsidRPr="008C6DE4">
        <w:rPr>
          <w:lang w:eastAsia="ko-KR"/>
        </w:rPr>
        <w:t>PRACH occasions occurring simultaneously but on different subcarriers</w:t>
      </w:r>
      <w:r w:rsidRPr="008C6DE4">
        <w:rPr>
          <w:rFonts w:cs="v4.2.0"/>
          <w:lang w:eastAsia="zh-CN"/>
        </w:rPr>
        <w:t xml:space="preserve">, </w:t>
      </w:r>
      <w:r w:rsidRPr="008C6DE4">
        <w:rPr>
          <w:rFonts w:cs="v4.2.0"/>
        </w:rPr>
        <w:t>as specified in clause 5.1.</w:t>
      </w:r>
      <w:r w:rsidRPr="008C6DE4">
        <w:rPr>
          <w:rFonts w:cs="v4.2.0"/>
          <w:lang w:eastAsia="zh-CN"/>
        </w:rPr>
        <w:t>2</w:t>
      </w:r>
      <w:r w:rsidRPr="008C6DE4">
        <w:rPr>
          <w:rFonts w:cs="v4.2.0"/>
        </w:rPr>
        <w:t xml:space="preserve"> in TS 3</w:t>
      </w:r>
      <w:r w:rsidRPr="008C6DE4">
        <w:rPr>
          <w:rFonts w:cs="v4.2.0"/>
          <w:lang w:eastAsia="zh-CN"/>
        </w:rPr>
        <w:t>8</w:t>
      </w:r>
      <w:r w:rsidRPr="008C6DE4">
        <w:rPr>
          <w:rFonts w:cs="v4.2.0"/>
        </w:rPr>
        <w:t>.321 [7]</w:t>
      </w:r>
      <w:r w:rsidRPr="008C6DE4">
        <w:rPr>
          <w:rFonts w:cs="v4.2.0"/>
          <w:lang w:eastAsia="zh-CN"/>
        </w:rPr>
        <w:t>.</w:t>
      </w:r>
    </w:p>
    <w:p w14:paraId="55B204BF" w14:textId="77777777" w:rsidR="00B4741B" w:rsidRPr="008C6DE4" w:rsidRDefault="00B4741B" w:rsidP="00B4741B">
      <w:pPr>
        <w:pStyle w:val="H6"/>
        <w:rPr>
          <w:lang w:eastAsia="zh-CN"/>
        </w:rPr>
      </w:pPr>
      <w:r w:rsidRPr="008C6DE4">
        <w:rPr>
          <w:lang w:eastAsia="zh-CN"/>
        </w:rPr>
        <w:t>6.2.2.2.1.2</w:t>
      </w:r>
      <w:r w:rsidRPr="008C6DE4">
        <w:rPr>
          <w:lang w:eastAsia="zh-CN"/>
        </w:rPr>
        <w:tab/>
        <w:t>Correct behaviour when receiving Random Access Response</w:t>
      </w:r>
    </w:p>
    <w:p w14:paraId="296CF0D3" w14:textId="77777777" w:rsidR="00B4741B" w:rsidRPr="008C6DE4" w:rsidRDefault="00B4741B" w:rsidP="00B4741B">
      <w:pPr>
        <w:rPr>
          <w:lang w:eastAsia="zh-CN"/>
        </w:rPr>
      </w:pPr>
      <w:r w:rsidRPr="008C6DE4">
        <w:t>The UE may stop monitoring for Random Access Response(s) and shall transmit the msg3 if the Random Access Response contains a Random Access Preamble identifier corresponding to the transmitted Random Access Preamble.</w:t>
      </w:r>
    </w:p>
    <w:p w14:paraId="535F9589" w14:textId="77777777" w:rsidR="00B4741B" w:rsidRPr="008C6DE4" w:rsidRDefault="00B4741B" w:rsidP="00B4741B">
      <w:pPr>
        <w:rPr>
          <w:rFonts w:cs="v4.2.0"/>
        </w:rPr>
      </w:pPr>
      <w:r w:rsidRPr="008C6DE4">
        <w:rPr>
          <w:rFonts w:cs="v4.2.0"/>
        </w:rPr>
        <w:t>The UE shall a</w:t>
      </w:r>
      <w:r w:rsidRPr="008C6DE4">
        <w:rPr>
          <w:rFonts w:cs="v4.2.0"/>
          <w:lang w:eastAsia="zh-CN"/>
        </w:rPr>
        <w:t xml:space="preserve">gain </w:t>
      </w:r>
      <w:r w:rsidRPr="008C6DE4">
        <w:rPr>
          <w:rFonts w:cs="v4.2.0"/>
        </w:rPr>
        <w:t>perform the Random Access Resource selection procedure defined in clause 5.1.2</w:t>
      </w:r>
      <w:r w:rsidRPr="008C6DE4">
        <w:rPr>
          <w:rFonts w:cs="v4.2.0"/>
          <w:lang w:eastAsia="zh-CN"/>
        </w:rPr>
        <w:t xml:space="preserve"> </w:t>
      </w:r>
      <w:r w:rsidRPr="008C6DE4">
        <w:rPr>
          <w:rFonts w:cs="v4.2.0"/>
        </w:rPr>
        <w:t>in TS 3</w:t>
      </w:r>
      <w:r w:rsidRPr="008C6DE4">
        <w:rPr>
          <w:rFonts w:cs="v4.2.0"/>
          <w:lang w:eastAsia="zh-CN"/>
        </w:rPr>
        <w:t>8</w:t>
      </w:r>
      <w:r w:rsidRPr="008C6DE4">
        <w:rPr>
          <w:rFonts w:cs="v4.2.0"/>
        </w:rPr>
        <w:t>.321 [7]</w:t>
      </w:r>
      <w:r w:rsidRPr="008C6DE4">
        <w:rPr>
          <w:rFonts w:cs="v4.2.0"/>
          <w:lang w:eastAsia="zh-CN"/>
        </w:rPr>
        <w:t>,</w:t>
      </w:r>
      <w:r w:rsidRPr="008C6DE4">
        <w:rPr>
          <w:rFonts w:cs="v4.2.0"/>
        </w:rPr>
        <w:t xml:space="preserve"> and transmit with the calculated PRACH transmission power </w:t>
      </w:r>
      <w:r w:rsidRPr="008C6DE4">
        <w:rPr>
          <w:rFonts w:cs="v4.2.0"/>
          <w:lang w:eastAsia="zh-CN"/>
        </w:rPr>
        <w:t>when</w:t>
      </w:r>
      <w:r w:rsidRPr="008C6DE4">
        <w:rPr>
          <w:rFonts w:cs="v4.2.0"/>
        </w:rPr>
        <w:t xml:space="preserve"> the backoff time expires if</w:t>
      </w:r>
      <w:r w:rsidRPr="008C6DE4">
        <w:rPr>
          <w:noProof/>
        </w:rPr>
        <w:t xml:space="preserve"> all received Random Access Responses contain Random Access Preamble identifiers that do not match the transmitted Random Access Preamble</w:t>
      </w:r>
      <w:r w:rsidRPr="008C6DE4">
        <w:rPr>
          <w:rFonts w:cs="v4.2.0"/>
        </w:rPr>
        <w:t>.</w:t>
      </w:r>
    </w:p>
    <w:p w14:paraId="14F87C2B" w14:textId="77777777" w:rsidR="00B4741B" w:rsidRPr="008C6DE4" w:rsidRDefault="00B4741B" w:rsidP="00B4741B">
      <w:pPr>
        <w:pStyle w:val="H6"/>
        <w:rPr>
          <w:lang w:eastAsia="zh-CN"/>
        </w:rPr>
      </w:pPr>
      <w:r w:rsidRPr="008C6DE4">
        <w:rPr>
          <w:lang w:eastAsia="zh-CN"/>
        </w:rPr>
        <w:t>6.2.2.2.1.3</w:t>
      </w:r>
      <w:r w:rsidRPr="008C6DE4">
        <w:rPr>
          <w:lang w:eastAsia="zh-CN"/>
        </w:rPr>
        <w:tab/>
        <w:t>Correct behaviour when not receiving Random Access Response</w:t>
      </w:r>
    </w:p>
    <w:p w14:paraId="1BC03778" w14:textId="77777777" w:rsidR="00B4741B" w:rsidRPr="008C6DE4" w:rsidRDefault="00B4741B" w:rsidP="00B4741B">
      <w:pPr>
        <w:rPr>
          <w:rFonts w:cs="v4.2.0"/>
        </w:rPr>
      </w:pPr>
      <w:r w:rsidRPr="008C6DE4">
        <w:rPr>
          <w:rFonts w:cs="v4.2.0"/>
        </w:rPr>
        <w:t xml:space="preserve">The UE shall </w:t>
      </w:r>
      <w:r w:rsidRPr="008C6DE4">
        <w:rPr>
          <w:rFonts w:cs="v4.2.0"/>
          <w:lang w:eastAsia="zh-CN"/>
        </w:rPr>
        <w:t xml:space="preserve">again </w:t>
      </w:r>
      <w:r w:rsidRPr="008C6DE4">
        <w:rPr>
          <w:rFonts w:cs="v4.2.0"/>
        </w:rPr>
        <w:t>perform the Random Access Resource selection procedure defined in clause 5.1.2</w:t>
      </w:r>
      <w:r w:rsidRPr="008C6DE4">
        <w:rPr>
          <w:rFonts w:cs="v4.2.0"/>
          <w:lang w:eastAsia="zh-CN"/>
        </w:rPr>
        <w:t xml:space="preserve"> </w:t>
      </w:r>
      <w:r w:rsidRPr="008C6DE4">
        <w:rPr>
          <w:rFonts w:cs="v4.2.0"/>
        </w:rPr>
        <w:t>in TS 3</w:t>
      </w:r>
      <w:r w:rsidRPr="008C6DE4">
        <w:rPr>
          <w:rFonts w:cs="v4.2.0"/>
          <w:lang w:eastAsia="zh-CN"/>
        </w:rPr>
        <w:t>8</w:t>
      </w:r>
      <w:r w:rsidRPr="008C6DE4">
        <w:rPr>
          <w:rFonts w:cs="v4.2.0"/>
        </w:rPr>
        <w:t>.321 [7]</w:t>
      </w:r>
      <w:r w:rsidRPr="008C6DE4">
        <w:rPr>
          <w:rFonts w:cs="v4.2.0"/>
          <w:lang w:eastAsia="zh-CN"/>
        </w:rPr>
        <w:t>,</w:t>
      </w:r>
      <w:r w:rsidRPr="008C6DE4">
        <w:t xml:space="preserve"> and transmit </w:t>
      </w:r>
      <w:r w:rsidRPr="008C6DE4">
        <w:rPr>
          <w:rFonts w:cs="v4.2.0"/>
        </w:rPr>
        <w:t>with the calculated PRACH transmission power</w:t>
      </w:r>
      <w:r w:rsidRPr="008C6DE4">
        <w:t xml:space="preserve"> </w:t>
      </w:r>
      <w:r w:rsidRPr="008C6DE4">
        <w:rPr>
          <w:lang w:eastAsia="zh-CN"/>
        </w:rPr>
        <w:t>when</w:t>
      </w:r>
      <w:r w:rsidRPr="008C6DE4">
        <w:t xml:space="preserve"> </w:t>
      </w:r>
      <w:r w:rsidRPr="008C6DE4">
        <w:rPr>
          <w:noProof/>
        </w:rPr>
        <w:t xml:space="preserve">the backoff time expires </w:t>
      </w:r>
      <w:r w:rsidRPr="008C6DE4">
        <w:rPr>
          <w:noProof/>
          <w:lang w:eastAsia="zh-CN"/>
        </w:rPr>
        <w:t>if no Random Access Response is received within the RA Response window</w:t>
      </w:r>
      <w:r w:rsidRPr="008C6DE4">
        <w:t xml:space="preserve"> defined in clause 5.1.4 </w:t>
      </w:r>
      <w:r w:rsidRPr="008C6DE4">
        <w:rPr>
          <w:lang w:eastAsia="zh-CN"/>
        </w:rPr>
        <w:t xml:space="preserve">in </w:t>
      </w:r>
      <w:r w:rsidRPr="008C6DE4">
        <w:t>TS 3</w:t>
      </w:r>
      <w:r w:rsidRPr="008C6DE4">
        <w:rPr>
          <w:lang w:eastAsia="zh-CN"/>
        </w:rPr>
        <w:t>8</w:t>
      </w:r>
      <w:r w:rsidRPr="008C6DE4">
        <w:t>.321</w:t>
      </w:r>
      <w:r w:rsidRPr="008C6DE4">
        <w:rPr>
          <w:lang w:eastAsia="zh-CN"/>
        </w:rPr>
        <w:t xml:space="preserve"> [7]</w:t>
      </w:r>
      <w:r w:rsidRPr="008C6DE4">
        <w:rPr>
          <w:noProof/>
        </w:rPr>
        <w:t>.</w:t>
      </w:r>
    </w:p>
    <w:p w14:paraId="381CB2C3" w14:textId="54AEEB51" w:rsidR="00B4741B" w:rsidRPr="008C6DE4" w:rsidRDefault="00B4741B" w:rsidP="00B4741B">
      <w:pPr>
        <w:pStyle w:val="H6"/>
        <w:rPr>
          <w:lang w:eastAsia="zh-CN"/>
        </w:rPr>
      </w:pPr>
      <w:r w:rsidRPr="008C6DE4">
        <w:rPr>
          <w:lang w:eastAsia="zh-CN"/>
        </w:rPr>
        <w:t>6.2.2.2.1.4</w:t>
      </w:r>
      <w:r w:rsidRPr="008C6DE4">
        <w:rPr>
          <w:lang w:eastAsia="zh-CN"/>
        </w:rPr>
        <w:tab/>
        <w:t>Correct behaviour when receiving a</w:t>
      </w:r>
      <w:r w:rsidRPr="008C6DE4">
        <w:rPr>
          <w:rFonts w:hint="eastAsia"/>
          <w:lang w:eastAsia="zh-CN"/>
        </w:rPr>
        <w:t>n</w:t>
      </w:r>
      <w:r w:rsidRPr="008C6DE4">
        <w:rPr>
          <w:lang w:eastAsia="zh-CN"/>
        </w:rPr>
        <w:t xml:space="preserve"> </w:t>
      </w:r>
      <w:r w:rsidRPr="008C6DE4">
        <w:rPr>
          <w:rFonts w:hint="eastAsia"/>
          <w:lang w:eastAsia="zh-CN"/>
        </w:rPr>
        <w:t>UL grant for msg3 retransmission</w:t>
      </w:r>
    </w:p>
    <w:p w14:paraId="4002B736" w14:textId="55867045" w:rsidR="00B4741B" w:rsidRPr="008C6DE4" w:rsidRDefault="00B4741B" w:rsidP="00B4741B">
      <w:pPr>
        <w:rPr>
          <w:rFonts w:cs="v4.2.0"/>
        </w:rPr>
      </w:pPr>
      <w:r w:rsidRPr="008C6DE4">
        <w:rPr>
          <w:rFonts w:cs="v4.2.0"/>
        </w:rPr>
        <w:t>The UE shall re-transmit the msg3 upon the reception of a</w:t>
      </w:r>
      <w:r w:rsidRPr="008C6DE4">
        <w:rPr>
          <w:rFonts w:cs="v4.2.0" w:hint="eastAsia"/>
          <w:lang w:eastAsia="zh-CN"/>
        </w:rPr>
        <w:t>n</w:t>
      </w:r>
      <w:r w:rsidR="008738C6" w:rsidRPr="008C6DE4">
        <w:rPr>
          <w:rFonts w:cs="v4.2.0"/>
          <w:lang w:eastAsia="zh-CN"/>
        </w:rPr>
        <w:t xml:space="preserve"> </w:t>
      </w:r>
      <w:r w:rsidRPr="008C6DE4">
        <w:rPr>
          <w:rFonts w:cs="v4.2.0" w:hint="eastAsia"/>
          <w:lang w:eastAsia="zh-CN"/>
        </w:rPr>
        <w:t>UL grant for msg3 retransmission</w:t>
      </w:r>
      <w:r w:rsidRPr="008C6DE4">
        <w:rPr>
          <w:rFonts w:cs="v4.2.0"/>
        </w:rPr>
        <w:t>.</w:t>
      </w:r>
    </w:p>
    <w:p w14:paraId="433B5A53" w14:textId="16A1BBF0" w:rsidR="00B4741B" w:rsidRPr="008C6DE4" w:rsidRDefault="00B4741B" w:rsidP="00B4741B">
      <w:pPr>
        <w:pStyle w:val="H6"/>
        <w:rPr>
          <w:lang w:eastAsia="zh-CN"/>
        </w:rPr>
      </w:pPr>
      <w:r w:rsidRPr="008C6DE4">
        <w:rPr>
          <w:lang w:eastAsia="zh-CN"/>
        </w:rPr>
        <w:t>6.2.2.2.1.5</w:t>
      </w:r>
      <w:r w:rsidRPr="008C6DE4">
        <w:rPr>
          <w:lang w:eastAsia="zh-CN"/>
        </w:rPr>
        <w:tab/>
      </w:r>
      <w:r w:rsidR="004177C4" w:rsidRPr="008C6DE4">
        <w:rPr>
          <w:lang w:eastAsia="ja-JP"/>
        </w:rPr>
        <w:t xml:space="preserve">SA: </w:t>
      </w:r>
      <w:r w:rsidRPr="008C6DE4">
        <w:rPr>
          <w:lang w:eastAsia="zh-CN"/>
        </w:rPr>
        <w:t>Correct behaviour when receiving a message over Temporary C-RNTI</w:t>
      </w:r>
    </w:p>
    <w:p w14:paraId="5704F579" w14:textId="77777777" w:rsidR="00B4741B" w:rsidRPr="008C6DE4" w:rsidRDefault="00B4741B" w:rsidP="00B4741B">
      <w:pPr>
        <w:rPr>
          <w:rFonts w:cs="v4.2.0"/>
        </w:rPr>
      </w:pPr>
      <w:r w:rsidRPr="008C6DE4">
        <w:rPr>
          <w:rFonts w:cs="v4.2.0"/>
          <w:lang w:eastAsia="zh-CN"/>
        </w:rPr>
        <w:t>The</w:t>
      </w:r>
      <w:r w:rsidRPr="008C6DE4">
        <w:rPr>
          <w:rFonts w:cs="v4.2.0"/>
        </w:rPr>
        <w:t xml:space="preserve"> </w:t>
      </w:r>
      <w:r w:rsidRPr="008C6DE4">
        <w:rPr>
          <w:rFonts w:cs="v4.2.0"/>
          <w:lang w:eastAsia="zh-CN"/>
        </w:rPr>
        <w:t>UE</w:t>
      </w:r>
      <w:r w:rsidRPr="008C6DE4">
        <w:rPr>
          <w:rFonts w:cs="v4.2.0"/>
        </w:rPr>
        <w:t xml:space="preserve"> </w:t>
      </w:r>
      <w:r w:rsidRPr="008C6DE4">
        <w:rPr>
          <w:rFonts w:cs="v4.2.0"/>
          <w:lang w:eastAsia="zh-CN"/>
        </w:rPr>
        <w:t>shall</w:t>
      </w:r>
      <w:r w:rsidRPr="008C6DE4">
        <w:rPr>
          <w:rFonts w:cs="v4.2.0"/>
        </w:rPr>
        <w:t xml:space="preserve"> </w:t>
      </w:r>
      <w:r w:rsidRPr="008C6DE4">
        <w:rPr>
          <w:rFonts w:cs="v4.2.0"/>
          <w:lang w:eastAsia="zh-CN"/>
        </w:rPr>
        <w:t>send</w:t>
      </w:r>
      <w:r w:rsidRPr="008C6DE4">
        <w:rPr>
          <w:rFonts w:cs="v4.2.0"/>
        </w:rPr>
        <w:t xml:space="preserve"> </w:t>
      </w:r>
      <w:r w:rsidRPr="008C6DE4">
        <w:rPr>
          <w:rFonts w:cs="v4.2.0"/>
          <w:lang w:eastAsia="zh-CN"/>
        </w:rPr>
        <w:t>ACK</w:t>
      </w:r>
      <w:r w:rsidRPr="008C6DE4">
        <w:rPr>
          <w:rFonts w:cs="v4.2.0"/>
        </w:rPr>
        <w:t xml:space="preserve"> </w:t>
      </w:r>
      <w:r w:rsidRPr="008C6DE4">
        <w:rPr>
          <w:rFonts w:cs="v4.2.0"/>
          <w:lang w:eastAsia="zh-CN"/>
        </w:rPr>
        <w:t>if</w:t>
      </w:r>
      <w:r w:rsidRPr="008C6DE4">
        <w:rPr>
          <w:rFonts w:cs="v4.2.0"/>
        </w:rPr>
        <w:t xml:space="preserve"> </w:t>
      </w:r>
      <w:r w:rsidRPr="008C6DE4">
        <w:rPr>
          <w:rFonts w:cs="v4.2.0"/>
          <w:lang w:eastAsia="zh-CN"/>
        </w:rPr>
        <w:t>t</w:t>
      </w:r>
      <w:r w:rsidRPr="008C6DE4">
        <w:rPr>
          <w:rFonts w:cs="v4.2.0"/>
        </w:rPr>
        <w:t xml:space="preserve">he </w:t>
      </w:r>
      <w:r w:rsidRPr="008C6DE4">
        <w:rPr>
          <w:rFonts w:cs="v4.2.0"/>
          <w:lang w:eastAsia="zh-CN"/>
        </w:rPr>
        <w:t>C</w:t>
      </w:r>
      <w:r w:rsidRPr="008C6DE4">
        <w:rPr>
          <w:rFonts w:cs="v4.2.0"/>
        </w:rPr>
        <w:t>ontention Resolution is successful.</w:t>
      </w:r>
    </w:p>
    <w:p w14:paraId="7449FC32" w14:textId="77777777" w:rsidR="00B4741B" w:rsidRPr="008C6DE4" w:rsidRDefault="00B4741B" w:rsidP="00B4741B">
      <w:pPr>
        <w:rPr>
          <w:rFonts w:cs="v4.2.0"/>
        </w:rPr>
      </w:pPr>
      <w:r w:rsidRPr="008C6DE4">
        <w:rPr>
          <w:rFonts w:cs="v4.2.0"/>
        </w:rPr>
        <w:t xml:space="preserve">The UE shall </w:t>
      </w:r>
      <w:r w:rsidRPr="008C6DE4">
        <w:rPr>
          <w:rFonts w:cs="v4.2.0"/>
          <w:lang w:eastAsia="zh-CN"/>
        </w:rPr>
        <w:t xml:space="preserve">again </w:t>
      </w:r>
      <w:r w:rsidRPr="008C6DE4">
        <w:rPr>
          <w:rFonts w:cs="v4.2.0"/>
        </w:rPr>
        <w:t>perform the Random Access Resource selection procedure defined in clause 5.1.2</w:t>
      </w:r>
      <w:r w:rsidRPr="008C6DE4">
        <w:rPr>
          <w:rFonts w:cs="v4.2.0"/>
          <w:lang w:eastAsia="zh-CN"/>
        </w:rPr>
        <w:t xml:space="preserve"> </w:t>
      </w:r>
      <w:r w:rsidRPr="008C6DE4">
        <w:rPr>
          <w:rFonts w:cs="v4.2.0"/>
        </w:rPr>
        <w:t>in TS 3</w:t>
      </w:r>
      <w:r w:rsidRPr="008C6DE4">
        <w:rPr>
          <w:rFonts w:cs="v4.2.0"/>
          <w:lang w:eastAsia="zh-CN"/>
        </w:rPr>
        <w:t>8</w:t>
      </w:r>
      <w:r w:rsidRPr="008C6DE4">
        <w:rPr>
          <w:rFonts w:cs="v4.2.0"/>
        </w:rPr>
        <w:t>.321 [7]</w:t>
      </w:r>
      <w:r w:rsidRPr="008C6DE4">
        <w:rPr>
          <w:rFonts w:cs="v4.2.0"/>
          <w:lang w:eastAsia="zh-CN"/>
        </w:rPr>
        <w:t>,</w:t>
      </w:r>
      <w:r w:rsidRPr="008C6DE4">
        <w:rPr>
          <w:rFonts w:cs="v4.2.0"/>
        </w:rPr>
        <w:t xml:space="preserve"> and transmit with the calculated PRACH transmission power </w:t>
      </w:r>
      <w:r w:rsidRPr="008C6DE4">
        <w:rPr>
          <w:rFonts w:cs="v4.2.0"/>
          <w:lang w:eastAsia="zh-CN"/>
        </w:rPr>
        <w:t>when</w:t>
      </w:r>
      <w:r w:rsidRPr="008C6DE4">
        <w:rPr>
          <w:rFonts w:cs="v4.2.0"/>
        </w:rPr>
        <w:t xml:space="preserve"> the backoff time expires unless the received message includes a UE Contention Resolution Identity MAC control element and the UE Contention Resolution Identity included in the MAC control element matches the CCCH SDU transmitted in the uplink message.</w:t>
      </w:r>
    </w:p>
    <w:p w14:paraId="555CF0D1" w14:textId="77777777" w:rsidR="00B4741B" w:rsidRPr="008C6DE4" w:rsidRDefault="00B4741B" w:rsidP="00B4741B">
      <w:pPr>
        <w:pStyle w:val="H6"/>
        <w:rPr>
          <w:lang w:eastAsia="zh-CN"/>
        </w:rPr>
      </w:pPr>
      <w:r w:rsidRPr="008C6DE4">
        <w:rPr>
          <w:lang w:eastAsia="zh-CN"/>
        </w:rPr>
        <w:t>6.2.2.2.1.6</w:t>
      </w:r>
      <w:r w:rsidRPr="008C6DE4">
        <w:rPr>
          <w:lang w:eastAsia="zh-CN"/>
        </w:rPr>
        <w:tab/>
        <w:t>Correct behaviour when contention Resolution timer expires</w:t>
      </w:r>
    </w:p>
    <w:p w14:paraId="698F5611" w14:textId="77777777" w:rsidR="00B4741B" w:rsidRPr="008C6DE4" w:rsidRDefault="00B4741B" w:rsidP="00B4741B">
      <w:pPr>
        <w:rPr>
          <w:rFonts w:cs="v4.2.0"/>
        </w:rPr>
      </w:pPr>
      <w:r w:rsidRPr="008C6DE4">
        <w:rPr>
          <w:rFonts w:cs="v4.2.0"/>
        </w:rPr>
        <w:t xml:space="preserve">The UE shall re-select a preamble and transmit with the calculated PRACH transmission power </w:t>
      </w:r>
      <w:r w:rsidRPr="008C6DE4">
        <w:rPr>
          <w:rFonts w:cs="v4.2.0"/>
          <w:lang w:eastAsia="zh-CN"/>
        </w:rPr>
        <w:t>when</w:t>
      </w:r>
      <w:r w:rsidRPr="008C6DE4">
        <w:rPr>
          <w:rFonts w:cs="v4.2.0"/>
        </w:rPr>
        <w:t xml:space="preserve"> the backoff time expires if the Contention Resolution Timer expires.</w:t>
      </w:r>
    </w:p>
    <w:p w14:paraId="3AE5C9B4" w14:textId="77777777" w:rsidR="00B4741B" w:rsidRPr="008C6DE4" w:rsidRDefault="00B4741B" w:rsidP="00B4741B">
      <w:pPr>
        <w:pStyle w:val="Heading5"/>
        <w:rPr>
          <w:lang w:eastAsia="zh-CN"/>
        </w:rPr>
      </w:pPr>
      <w:bookmarkStart w:id="77" w:name="_Toc5952584"/>
      <w:bookmarkStart w:id="78" w:name="OLE_LINK5"/>
      <w:r w:rsidRPr="008C6DE4">
        <w:rPr>
          <w:lang w:eastAsia="zh-CN"/>
        </w:rPr>
        <w:lastRenderedPageBreak/>
        <w:t>6.2.2.2.2</w:t>
      </w:r>
      <w:r w:rsidRPr="008C6DE4">
        <w:rPr>
          <w:lang w:eastAsia="zh-CN"/>
        </w:rPr>
        <w:tab/>
        <w:t>Non-Contention based random access</w:t>
      </w:r>
      <w:bookmarkEnd w:id="77"/>
    </w:p>
    <w:bookmarkEnd w:id="78"/>
    <w:p w14:paraId="1C77DE14" w14:textId="77777777" w:rsidR="00B4741B" w:rsidRPr="008C6DE4" w:rsidRDefault="00B4741B" w:rsidP="00B4741B">
      <w:pPr>
        <w:pStyle w:val="H6"/>
        <w:rPr>
          <w:lang w:eastAsia="zh-CN"/>
        </w:rPr>
      </w:pPr>
      <w:r w:rsidRPr="008C6DE4">
        <w:rPr>
          <w:lang w:eastAsia="zh-CN"/>
        </w:rPr>
        <w:t>6.2.2.2.2.1</w:t>
      </w:r>
      <w:r w:rsidRPr="008C6DE4">
        <w:rPr>
          <w:lang w:eastAsia="zh-CN"/>
        </w:rPr>
        <w:tab/>
        <w:t>Correct behaviour when transmitting Random Access Preamble</w:t>
      </w:r>
    </w:p>
    <w:p w14:paraId="3D8F5705" w14:textId="77777777" w:rsidR="00B4741B" w:rsidRPr="008C6DE4" w:rsidRDefault="00B4741B" w:rsidP="00B4741B">
      <w:pPr>
        <w:rPr>
          <w:rFonts w:cs="v4.2.0"/>
          <w:lang w:eastAsia="zh-CN"/>
        </w:rPr>
      </w:pPr>
      <w:r w:rsidRPr="008C6DE4">
        <w:rPr>
          <w:lang w:eastAsia="zh-CN"/>
        </w:rPr>
        <w:t>If the contention-free Random Access Resources and the contention-free PRACH occasions associated with SSBs is configured,</w:t>
      </w:r>
      <w:r w:rsidRPr="008C6DE4">
        <w:rPr>
          <w:rFonts w:cs="v4.2.0"/>
          <w:lang w:eastAsia="zh-CN"/>
        </w:rPr>
        <w:t xml:space="preserve"> with the UE selected SSB with SS-RSRP above </w:t>
      </w:r>
      <w:r w:rsidRPr="008C6DE4">
        <w:rPr>
          <w:rFonts w:cs="v4.2.0"/>
          <w:i/>
          <w:lang w:eastAsia="zh-CN"/>
        </w:rPr>
        <w:t xml:space="preserve">rsrp-ThresholdSSB </w:t>
      </w:r>
      <w:r w:rsidRPr="008C6DE4">
        <w:rPr>
          <w:rFonts w:cs="v4.2.0"/>
          <w:lang w:eastAsia="zh-CN"/>
        </w:rPr>
        <w:t xml:space="preserve">amongst the associated SSBs, UE shall have the capability to select the </w:t>
      </w:r>
      <w:r w:rsidRPr="008C6DE4">
        <w:t>Random Access Preamble</w:t>
      </w:r>
      <w:r w:rsidRPr="008C6DE4">
        <w:rPr>
          <w:lang w:eastAsia="zh-CN"/>
        </w:rPr>
        <w:t xml:space="preserve"> corresponding to the selected SSB, and</w:t>
      </w:r>
      <w:r w:rsidRPr="008C6DE4">
        <w:rPr>
          <w:rFonts w:cs="v4.2.0"/>
          <w:lang w:eastAsia="zh-CN"/>
        </w:rPr>
        <w:t xml:space="preserve"> to transmit Random Access Preamble on the next available PRACH occasion from the PRACH occasions corresponding to the selected SSB permitted by the restrictions given by the </w:t>
      </w:r>
      <w:r w:rsidRPr="008C6DE4">
        <w:rPr>
          <w:rFonts w:cs="v4.2.0"/>
          <w:i/>
          <w:lang w:eastAsia="zh-CN"/>
        </w:rPr>
        <w:t>ra-ssb-OccasionMaskIndex</w:t>
      </w:r>
      <w:r w:rsidRPr="008C6DE4">
        <w:rPr>
          <w:rFonts w:cs="v4.2.0"/>
          <w:lang w:eastAsia="zh-CN"/>
        </w:rPr>
        <w:t xml:space="preserve"> if configured, and </w:t>
      </w:r>
      <w:r w:rsidRPr="008C6DE4">
        <w:rPr>
          <w:lang w:eastAsia="ko-KR"/>
        </w:rPr>
        <w:t xml:space="preserve">PRACH occasion </w:t>
      </w:r>
      <w:r w:rsidRPr="008C6DE4">
        <w:rPr>
          <w:lang w:eastAsia="zh-CN"/>
        </w:rPr>
        <w:t xml:space="preserve">shall be </w:t>
      </w:r>
      <w:r w:rsidRPr="008C6DE4">
        <w:rPr>
          <w:lang w:eastAsia="ko-KR"/>
        </w:rPr>
        <w:t>randomly</w:t>
      </w:r>
      <w:r w:rsidRPr="008C6DE4">
        <w:rPr>
          <w:lang w:eastAsia="zh-CN"/>
        </w:rPr>
        <w:t xml:space="preserve"> selected</w:t>
      </w:r>
      <w:r w:rsidRPr="008C6DE4">
        <w:rPr>
          <w:lang w:eastAsia="ko-KR"/>
        </w:rPr>
        <w:t xml:space="preserve"> with equal probability amongst the </w:t>
      </w:r>
      <w:r w:rsidRPr="008C6DE4">
        <w:rPr>
          <w:lang w:eastAsia="zh-CN"/>
        </w:rPr>
        <w:t xml:space="preserve">selected SSB associated </w:t>
      </w:r>
      <w:r w:rsidRPr="008C6DE4">
        <w:rPr>
          <w:lang w:eastAsia="ko-KR"/>
        </w:rPr>
        <w:t>PRACH occasions occurring simultaneously but on different subcarriers</w:t>
      </w:r>
      <w:r w:rsidRPr="008C6DE4">
        <w:rPr>
          <w:rFonts w:cs="v4.2.0"/>
          <w:lang w:eastAsia="zh-CN"/>
        </w:rPr>
        <w:t xml:space="preserve">, </w:t>
      </w:r>
      <w:r w:rsidRPr="008C6DE4">
        <w:rPr>
          <w:rFonts w:cs="v4.2.0"/>
        </w:rPr>
        <w:t>as specified in clause 5.1.</w:t>
      </w:r>
      <w:r w:rsidRPr="008C6DE4">
        <w:rPr>
          <w:rFonts w:cs="v4.2.0"/>
          <w:lang w:eastAsia="zh-CN"/>
        </w:rPr>
        <w:t>2</w:t>
      </w:r>
      <w:r w:rsidRPr="008C6DE4">
        <w:rPr>
          <w:rFonts w:cs="v4.2.0"/>
        </w:rPr>
        <w:t xml:space="preserve"> in TS 3</w:t>
      </w:r>
      <w:r w:rsidRPr="008C6DE4">
        <w:rPr>
          <w:rFonts w:cs="v4.2.0"/>
          <w:lang w:eastAsia="zh-CN"/>
        </w:rPr>
        <w:t>8</w:t>
      </w:r>
      <w:r w:rsidRPr="008C6DE4">
        <w:rPr>
          <w:rFonts w:cs="v4.2.0"/>
        </w:rPr>
        <w:t>.321 [7]</w:t>
      </w:r>
      <w:r w:rsidRPr="008C6DE4">
        <w:rPr>
          <w:rFonts w:cs="v4.2.0"/>
          <w:lang w:eastAsia="zh-CN"/>
        </w:rPr>
        <w:t>.</w:t>
      </w:r>
    </w:p>
    <w:p w14:paraId="1A4B79CF" w14:textId="6985A593" w:rsidR="001660A2" w:rsidRPr="00DD3199" w:rsidRDefault="001660A2" w:rsidP="001660A2">
      <w:pPr>
        <w:rPr>
          <w:rFonts w:cs="v4.2.0"/>
          <w:lang w:eastAsia="zh-CN"/>
        </w:rPr>
      </w:pPr>
      <w:r w:rsidRPr="00DD3199">
        <w:rPr>
          <w:lang w:eastAsia="zh-CN"/>
        </w:rPr>
        <w:t>If the contention-free Random Access Resources and the contention-free PRACH occasions associated with CSI-RSs is configured,</w:t>
      </w:r>
      <w:r w:rsidRPr="00DD3199">
        <w:rPr>
          <w:rFonts w:cs="v4.2.0"/>
          <w:lang w:eastAsia="zh-CN"/>
        </w:rPr>
        <w:t xml:space="preserve"> with the UE selected CSI-RS with CSI-RSRP above </w:t>
      </w:r>
      <w:r w:rsidRPr="0007575E">
        <w:rPr>
          <w:i/>
          <w:iCs/>
          <w:noProof/>
        </w:rPr>
        <w:t>rsrp-ThresholdCSI-RS</w:t>
      </w:r>
      <w:r w:rsidRPr="00DD3199">
        <w:rPr>
          <w:rFonts w:cs="v4.2.0"/>
          <w:lang w:eastAsia="zh-CN"/>
        </w:rPr>
        <w:t xml:space="preserve"> amongst the associated CSI-RSs, UE shall have the capability to select the </w:t>
      </w:r>
      <w:r w:rsidRPr="00DD3199">
        <w:t>Random Access Preamble</w:t>
      </w:r>
      <w:r w:rsidRPr="00DD3199">
        <w:rPr>
          <w:lang w:eastAsia="zh-CN"/>
        </w:rPr>
        <w:t xml:space="preserve"> corresponding to the selected CSI-RS, and</w:t>
      </w:r>
      <w:r w:rsidRPr="00DD3199">
        <w:rPr>
          <w:rFonts w:cs="v4.2.0"/>
          <w:lang w:eastAsia="zh-CN"/>
        </w:rPr>
        <w:t xml:space="preserve"> to transmit Random Access Preamble on the next available PRACH occasion from the PRACH occasions in </w:t>
      </w:r>
      <w:r w:rsidRPr="00DD3199">
        <w:rPr>
          <w:rFonts w:cs="v4.2.0"/>
          <w:i/>
          <w:lang w:eastAsia="zh-CN"/>
        </w:rPr>
        <w:t>ra-OccasionList</w:t>
      </w:r>
      <w:r w:rsidRPr="00DD3199">
        <w:rPr>
          <w:rFonts w:cs="v4.2.0"/>
          <w:lang w:eastAsia="zh-CN"/>
        </w:rPr>
        <w:t xml:space="preserve"> corresponding to the selected CSI-RS, and </w:t>
      </w:r>
      <w:r w:rsidRPr="00DD3199">
        <w:rPr>
          <w:lang w:eastAsia="ko-KR"/>
        </w:rPr>
        <w:t xml:space="preserve">PRACH occasion </w:t>
      </w:r>
      <w:r w:rsidRPr="00DD3199">
        <w:rPr>
          <w:lang w:eastAsia="zh-CN"/>
        </w:rPr>
        <w:t xml:space="preserve">shall be </w:t>
      </w:r>
      <w:r w:rsidRPr="00DD3199">
        <w:rPr>
          <w:lang w:eastAsia="ko-KR"/>
        </w:rPr>
        <w:t>randomly</w:t>
      </w:r>
      <w:r w:rsidRPr="00DD3199">
        <w:rPr>
          <w:lang w:eastAsia="zh-CN"/>
        </w:rPr>
        <w:t xml:space="preserve"> selected</w:t>
      </w:r>
      <w:r w:rsidRPr="00DD3199">
        <w:rPr>
          <w:lang w:eastAsia="ko-KR"/>
        </w:rPr>
        <w:t xml:space="preserve"> with equal probability amongst the </w:t>
      </w:r>
      <w:r w:rsidRPr="00DD3199">
        <w:rPr>
          <w:lang w:eastAsia="zh-CN"/>
        </w:rPr>
        <w:t xml:space="preserve">selected CSI-RS associated </w:t>
      </w:r>
      <w:r w:rsidRPr="00DD3199">
        <w:rPr>
          <w:lang w:eastAsia="ko-KR"/>
        </w:rPr>
        <w:t>PRACH occasions occurring simultaneously but on different subcarriers</w:t>
      </w:r>
      <w:r w:rsidRPr="00DD3199">
        <w:rPr>
          <w:rFonts w:cs="v4.2.0"/>
          <w:lang w:eastAsia="zh-CN"/>
        </w:rPr>
        <w:t xml:space="preserve">, </w:t>
      </w:r>
      <w:r w:rsidRPr="00DD3199">
        <w:rPr>
          <w:rFonts w:cs="v4.2.0"/>
        </w:rPr>
        <w:t>as specified in clause 5.1.</w:t>
      </w:r>
      <w:r w:rsidRPr="00DD3199">
        <w:rPr>
          <w:rFonts w:cs="v4.2.0"/>
          <w:lang w:eastAsia="zh-CN"/>
        </w:rPr>
        <w:t>2</w:t>
      </w:r>
      <w:r w:rsidRPr="00DD3199">
        <w:rPr>
          <w:rFonts w:cs="v4.2.0"/>
        </w:rPr>
        <w:t xml:space="preserve"> in TS 3</w:t>
      </w:r>
      <w:r w:rsidRPr="00DD3199">
        <w:rPr>
          <w:rFonts w:cs="v4.2.0"/>
          <w:lang w:eastAsia="zh-CN"/>
        </w:rPr>
        <w:t>8</w:t>
      </w:r>
      <w:r w:rsidRPr="00DD3199">
        <w:rPr>
          <w:rFonts w:cs="v4.2.0"/>
        </w:rPr>
        <w:t>.321 [7]</w:t>
      </w:r>
      <w:r w:rsidRPr="00DD3199">
        <w:rPr>
          <w:rFonts w:cs="v4.2.0"/>
          <w:lang w:eastAsia="zh-CN"/>
        </w:rPr>
        <w:t>.</w:t>
      </w:r>
    </w:p>
    <w:p w14:paraId="66FE6875" w14:textId="496AC6B2" w:rsidR="001660A2" w:rsidRPr="00DD3199" w:rsidRDefault="001660A2" w:rsidP="001660A2">
      <w:pPr>
        <w:rPr>
          <w:rFonts w:cs="v4.2.0"/>
          <w:lang w:eastAsia="zh-CN"/>
        </w:rPr>
      </w:pPr>
      <w:r w:rsidRPr="00DD3199">
        <w:rPr>
          <w:rFonts w:cs="v4.2.0"/>
          <w:lang w:eastAsia="zh-CN"/>
        </w:rPr>
        <w:t xml:space="preserve">If the random access procedure is initialized for beam failure recovery and if the contention-free Random Access Resources </w:t>
      </w:r>
      <w:r w:rsidRPr="00DD3199">
        <w:rPr>
          <w:lang w:eastAsia="zh-CN"/>
        </w:rPr>
        <w:t>and the contention-free PRACH occasions</w:t>
      </w:r>
      <w:r w:rsidRPr="00DD3199">
        <w:rPr>
          <w:rFonts w:cs="v4.2.0"/>
          <w:lang w:eastAsia="zh-CN"/>
        </w:rPr>
        <w:t xml:space="preserve"> for beam failure recovery request associated with any of the SSBs and/or CSI-RSs is configured, UE shall have the capability to select the Random Access Preamble corresponding to the selected SSB with SS-RSRP above </w:t>
      </w:r>
      <w:r w:rsidRPr="00DD3199">
        <w:rPr>
          <w:rFonts w:cs="v4.2.0"/>
          <w:i/>
          <w:lang w:eastAsia="zh-CN"/>
        </w:rPr>
        <w:t xml:space="preserve">rsrp-ThresholdSSB </w:t>
      </w:r>
      <w:r w:rsidRPr="00DD3199">
        <w:rPr>
          <w:rFonts w:cs="v4.2.0"/>
          <w:lang w:eastAsia="zh-CN"/>
        </w:rPr>
        <w:t xml:space="preserve">amongst the associated SSBs or the selected CSI-RS with CSI-RSRP above </w:t>
      </w:r>
      <w:r w:rsidRPr="0007575E">
        <w:rPr>
          <w:i/>
          <w:iCs/>
          <w:noProof/>
        </w:rPr>
        <w:t>rsrp-ThresholdCSI-RS</w:t>
      </w:r>
      <w:r w:rsidRPr="00DD3199">
        <w:rPr>
          <w:rFonts w:cs="v4.2.0"/>
          <w:lang w:eastAsia="zh-CN"/>
        </w:rPr>
        <w:t xml:space="preserve"> amongst the associated CSI-RSs, and to transmit Random Access Preamble on the next available PRACH occasion from the PRACH occasions corresponding to the selected SSB permitted by the restrictions given by the </w:t>
      </w:r>
      <w:r w:rsidRPr="00DD3199">
        <w:rPr>
          <w:rFonts w:cs="v4.2.0"/>
          <w:i/>
          <w:lang w:eastAsia="zh-CN"/>
        </w:rPr>
        <w:t>ra-ssb-OccasionMaskIndex</w:t>
      </w:r>
      <w:r w:rsidRPr="00DD3199">
        <w:rPr>
          <w:rFonts w:cs="v4.2.0"/>
          <w:lang w:eastAsia="zh-CN"/>
        </w:rPr>
        <w:t xml:space="preserve"> if configured, or from the PRACH occasions in </w:t>
      </w:r>
      <w:r w:rsidRPr="00DD3199">
        <w:rPr>
          <w:rFonts w:cs="v4.2.0"/>
          <w:i/>
          <w:lang w:eastAsia="zh-CN"/>
        </w:rPr>
        <w:t>ra-OccasionList</w:t>
      </w:r>
      <w:r w:rsidRPr="00DD3199">
        <w:rPr>
          <w:rFonts w:cs="v4.2.0"/>
          <w:lang w:eastAsia="zh-CN"/>
        </w:rPr>
        <w:t xml:space="preserve"> corresponding to the selected CSI-RS, and </w:t>
      </w:r>
      <w:r w:rsidRPr="00DD3199">
        <w:rPr>
          <w:lang w:eastAsia="ko-KR"/>
        </w:rPr>
        <w:t xml:space="preserve">PRACH occasion </w:t>
      </w:r>
      <w:r w:rsidRPr="00DD3199">
        <w:rPr>
          <w:lang w:eastAsia="zh-CN"/>
        </w:rPr>
        <w:t xml:space="preserve">shall be </w:t>
      </w:r>
      <w:r w:rsidRPr="00DD3199">
        <w:rPr>
          <w:lang w:eastAsia="ko-KR"/>
        </w:rPr>
        <w:t>randomly</w:t>
      </w:r>
      <w:r w:rsidRPr="00DD3199">
        <w:rPr>
          <w:lang w:eastAsia="zh-CN"/>
        </w:rPr>
        <w:t xml:space="preserve"> selected</w:t>
      </w:r>
      <w:r w:rsidRPr="00DD3199">
        <w:rPr>
          <w:lang w:eastAsia="ko-KR"/>
        </w:rPr>
        <w:t xml:space="preserve"> with equal probability amongst the </w:t>
      </w:r>
      <w:r w:rsidRPr="00DD3199">
        <w:rPr>
          <w:lang w:eastAsia="zh-CN"/>
        </w:rPr>
        <w:t xml:space="preserve">selected SSB assocated PRACH occasions or the selected CSI-RS associated </w:t>
      </w:r>
      <w:r w:rsidRPr="00DD3199">
        <w:rPr>
          <w:lang w:eastAsia="ko-KR"/>
        </w:rPr>
        <w:t>PRACH occasions occurring simultaneously but on different subcarriers</w:t>
      </w:r>
      <w:r w:rsidRPr="00DD3199">
        <w:rPr>
          <w:rFonts w:cs="v4.2.0"/>
          <w:lang w:eastAsia="zh-CN"/>
        </w:rPr>
        <w:t xml:space="preserve">, </w:t>
      </w:r>
      <w:r w:rsidRPr="00DD3199">
        <w:rPr>
          <w:rFonts w:cs="v4.2.0"/>
        </w:rPr>
        <w:t>as specified in clause 5.1.</w:t>
      </w:r>
      <w:r w:rsidRPr="00DD3199">
        <w:rPr>
          <w:rFonts w:cs="v4.2.0"/>
          <w:lang w:eastAsia="zh-CN"/>
        </w:rPr>
        <w:t>2</w:t>
      </w:r>
      <w:r w:rsidRPr="00DD3199">
        <w:rPr>
          <w:rFonts w:cs="v4.2.0"/>
        </w:rPr>
        <w:t xml:space="preserve"> in TS 3</w:t>
      </w:r>
      <w:r w:rsidRPr="00DD3199">
        <w:rPr>
          <w:rFonts w:cs="v4.2.0"/>
          <w:lang w:eastAsia="zh-CN"/>
        </w:rPr>
        <w:t>8</w:t>
      </w:r>
      <w:r w:rsidRPr="00DD3199">
        <w:rPr>
          <w:rFonts w:cs="v4.2.0"/>
        </w:rPr>
        <w:t>.321 [7]</w:t>
      </w:r>
      <w:r w:rsidRPr="00DD3199">
        <w:rPr>
          <w:rFonts w:cs="v4.2.0"/>
          <w:lang w:eastAsia="zh-CN"/>
        </w:rPr>
        <w:t>.</w:t>
      </w:r>
    </w:p>
    <w:p w14:paraId="480D32A6" w14:textId="77777777" w:rsidR="00B4741B" w:rsidRPr="008C6DE4" w:rsidRDefault="00B4741B" w:rsidP="00B4741B">
      <w:pPr>
        <w:pStyle w:val="H6"/>
        <w:rPr>
          <w:lang w:eastAsia="zh-CN"/>
        </w:rPr>
      </w:pPr>
      <w:r w:rsidRPr="008C6DE4">
        <w:rPr>
          <w:lang w:eastAsia="zh-CN"/>
        </w:rPr>
        <w:t>6.2.2.2.2.2</w:t>
      </w:r>
      <w:r w:rsidRPr="008C6DE4">
        <w:rPr>
          <w:lang w:eastAsia="zh-CN"/>
        </w:rPr>
        <w:tab/>
        <w:t>Correct behaviour when receiving Random Access Response</w:t>
      </w:r>
    </w:p>
    <w:p w14:paraId="3D5CDA55" w14:textId="77777777" w:rsidR="00B4741B" w:rsidRPr="008C6DE4" w:rsidRDefault="00B4741B" w:rsidP="00B4741B">
      <w:pPr>
        <w:rPr>
          <w:lang w:eastAsia="zh-CN"/>
        </w:rPr>
      </w:pPr>
      <w:r w:rsidRPr="008C6DE4">
        <w:t>The UE may stop monitoring for Random Access Response(s)</w:t>
      </w:r>
      <w:r w:rsidRPr="008C6DE4">
        <w:rPr>
          <w:lang w:eastAsia="zh-CN"/>
        </w:rPr>
        <w:t xml:space="preserve">, </w:t>
      </w:r>
      <w:r w:rsidRPr="008C6DE4">
        <w:t>if the Random Access Response contains a Random Access Preamble identifier corresponding to the transmitted Random Access Preamble</w:t>
      </w:r>
      <w:r w:rsidRPr="008C6DE4">
        <w:rPr>
          <w:lang w:eastAsia="zh-CN"/>
        </w:rPr>
        <w:t>, unless the random access procedure is initialized for Other SI request from UE</w:t>
      </w:r>
      <w:r w:rsidRPr="008C6DE4">
        <w:t>.</w:t>
      </w:r>
    </w:p>
    <w:p w14:paraId="2E30B90F" w14:textId="77777777" w:rsidR="00B4741B" w:rsidRPr="008C6DE4" w:rsidRDefault="00B4741B" w:rsidP="00B4741B">
      <w:pPr>
        <w:rPr>
          <w:lang w:eastAsia="zh-CN"/>
        </w:rPr>
      </w:pPr>
      <w:r w:rsidRPr="008C6DE4">
        <w:t xml:space="preserve">The UE may stop monitoring for Random Access Response(s) and shall </w:t>
      </w:r>
      <w:r w:rsidRPr="008C6DE4">
        <w:rPr>
          <w:lang w:eastAsia="zh-CN"/>
        </w:rPr>
        <w:t>monitor the Other SI transmission</w:t>
      </w:r>
      <w:r w:rsidRPr="008C6DE4">
        <w:t xml:space="preserve"> if the Random Access Response </w:t>
      </w:r>
      <w:r w:rsidRPr="008C6DE4">
        <w:rPr>
          <w:lang w:eastAsia="zh-CN"/>
        </w:rPr>
        <w:t xml:space="preserve">only </w:t>
      </w:r>
      <w:r w:rsidRPr="008C6DE4">
        <w:t xml:space="preserve">contains a Random Access Preamble identifier </w:t>
      </w:r>
      <w:r w:rsidRPr="008C6DE4">
        <w:rPr>
          <w:lang w:eastAsia="zh-CN"/>
        </w:rPr>
        <w:t xml:space="preserve">which is </w:t>
      </w:r>
      <w:r w:rsidRPr="008C6DE4">
        <w:t>corresponding to the transmitted Random Access Preamble</w:t>
      </w:r>
      <w:r w:rsidRPr="008C6DE4">
        <w:rPr>
          <w:lang w:eastAsia="zh-CN"/>
        </w:rPr>
        <w:t xml:space="preserve"> and the random access procedure is initialized for SI request from UE</w:t>
      </w:r>
      <w:r w:rsidRPr="008C6DE4">
        <w:rPr>
          <w:rFonts w:cs="v4.2.0"/>
          <w:lang w:eastAsia="zh-CN"/>
        </w:rPr>
        <w:t xml:space="preserve">, </w:t>
      </w:r>
      <w:r w:rsidRPr="008C6DE4">
        <w:rPr>
          <w:rFonts w:cs="v4.2.0"/>
        </w:rPr>
        <w:t>as specified in clause 5.1.</w:t>
      </w:r>
      <w:r w:rsidRPr="008C6DE4">
        <w:rPr>
          <w:rFonts w:cs="v4.2.0"/>
          <w:lang w:eastAsia="zh-CN"/>
        </w:rPr>
        <w:t>4</w:t>
      </w:r>
      <w:r w:rsidRPr="008C6DE4">
        <w:rPr>
          <w:rFonts w:cs="v4.2.0"/>
        </w:rPr>
        <w:t xml:space="preserve"> in TS 3</w:t>
      </w:r>
      <w:r w:rsidRPr="008C6DE4">
        <w:rPr>
          <w:rFonts w:cs="v4.2.0"/>
          <w:lang w:eastAsia="zh-CN"/>
        </w:rPr>
        <w:t>8</w:t>
      </w:r>
      <w:r w:rsidRPr="008C6DE4">
        <w:rPr>
          <w:rFonts w:cs="v4.2.0"/>
        </w:rPr>
        <w:t>.321 [7]</w:t>
      </w:r>
      <w:r w:rsidRPr="008C6DE4">
        <w:t>.</w:t>
      </w:r>
    </w:p>
    <w:p w14:paraId="1E38478C" w14:textId="77777777" w:rsidR="00B4741B" w:rsidRPr="008C6DE4" w:rsidRDefault="00B4741B" w:rsidP="00B4741B">
      <w:pPr>
        <w:rPr>
          <w:lang w:eastAsia="zh-CN"/>
        </w:rPr>
      </w:pPr>
      <w:r w:rsidRPr="008C6DE4">
        <w:t>The UE may stop monitoring for Random Access Response(s)</w:t>
      </w:r>
      <w:r w:rsidRPr="008C6DE4">
        <w:rPr>
          <w:lang w:eastAsia="zh-CN"/>
        </w:rPr>
        <w:t>, if the contention-free Random Access Preamble for beam failure recovery request was transmitted and if the PDCCH addressed to UE’s C-RNTI is received</w:t>
      </w:r>
      <w:r w:rsidRPr="008C6DE4">
        <w:rPr>
          <w:rFonts w:cs="v4.2.0"/>
          <w:lang w:eastAsia="zh-CN"/>
        </w:rPr>
        <w:t xml:space="preserve">, </w:t>
      </w:r>
      <w:r w:rsidRPr="008C6DE4">
        <w:rPr>
          <w:rFonts w:cs="v4.2.0"/>
        </w:rPr>
        <w:t>as specified in clause 5.1.</w:t>
      </w:r>
      <w:r w:rsidRPr="008C6DE4">
        <w:rPr>
          <w:rFonts w:cs="v4.2.0"/>
          <w:lang w:eastAsia="zh-CN"/>
        </w:rPr>
        <w:t>4</w:t>
      </w:r>
      <w:r w:rsidRPr="008C6DE4">
        <w:rPr>
          <w:rFonts w:cs="v4.2.0"/>
        </w:rPr>
        <w:t xml:space="preserve"> in TS 3</w:t>
      </w:r>
      <w:r w:rsidRPr="008C6DE4">
        <w:rPr>
          <w:rFonts w:cs="v4.2.0"/>
          <w:lang w:eastAsia="zh-CN"/>
        </w:rPr>
        <w:t>8</w:t>
      </w:r>
      <w:r w:rsidRPr="008C6DE4">
        <w:rPr>
          <w:rFonts w:cs="v4.2.0"/>
        </w:rPr>
        <w:t>.321 [7]</w:t>
      </w:r>
      <w:r w:rsidRPr="008C6DE4">
        <w:rPr>
          <w:lang w:eastAsia="zh-CN"/>
        </w:rPr>
        <w:t>.</w:t>
      </w:r>
    </w:p>
    <w:p w14:paraId="701D8A31" w14:textId="77777777" w:rsidR="00B4741B" w:rsidRPr="008C6DE4" w:rsidRDefault="00B4741B" w:rsidP="00B4741B">
      <w:pPr>
        <w:rPr>
          <w:rFonts w:cs="v4.2.0"/>
        </w:rPr>
      </w:pPr>
      <w:r w:rsidRPr="008C6DE4">
        <w:rPr>
          <w:rFonts w:cs="v4.2.0"/>
        </w:rPr>
        <w:t xml:space="preserve">The UE shall </w:t>
      </w:r>
      <w:r w:rsidRPr="008C6DE4">
        <w:rPr>
          <w:rFonts w:cs="v4.2.0"/>
          <w:lang w:eastAsia="zh-CN"/>
        </w:rPr>
        <w:t xml:space="preserve">again </w:t>
      </w:r>
      <w:r w:rsidRPr="008C6DE4">
        <w:rPr>
          <w:rFonts w:cs="v4.2.0"/>
        </w:rPr>
        <w:t>perform the Random Access Resource selection procedure defined in clause 5.1.2</w:t>
      </w:r>
      <w:r w:rsidRPr="008C6DE4">
        <w:rPr>
          <w:rFonts w:cs="v4.2.0"/>
          <w:lang w:eastAsia="zh-CN"/>
        </w:rPr>
        <w:t xml:space="preserve"> </w:t>
      </w:r>
      <w:r w:rsidRPr="008C6DE4">
        <w:rPr>
          <w:rFonts w:cs="v4.2.0"/>
        </w:rPr>
        <w:t>in TS 3</w:t>
      </w:r>
      <w:r w:rsidRPr="008C6DE4">
        <w:rPr>
          <w:rFonts w:cs="v4.2.0"/>
          <w:lang w:eastAsia="zh-CN"/>
        </w:rPr>
        <w:t>8</w:t>
      </w:r>
      <w:r w:rsidRPr="008C6DE4">
        <w:rPr>
          <w:rFonts w:cs="v4.2.0"/>
        </w:rPr>
        <w:t>.321 [7]</w:t>
      </w:r>
      <w:r w:rsidRPr="008C6DE4">
        <w:rPr>
          <w:rFonts w:cs="v4.2.0"/>
          <w:lang w:eastAsia="zh-CN"/>
        </w:rPr>
        <w:t xml:space="preserve"> for the next available PRACH occasion, and </w:t>
      </w:r>
      <w:r w:rsidRPr="008C6DE4">
        <w:t>transmit the preamble</w:t>
      </w:r>
      <w:r w:rsidRPr="008C6DE4">
        <w:rPr>
          <w:i/>
        </w:rPr>
        <w:t xml:space="preserve"> </w:t>
      </w:r>
      <w:r w:rsidRPr="008C6DE4">
        <w:rPr>
          <w:rFonts w:cs="v4.2.0"/>
        </w:rPr>
        <w:t>with the calculated PRACH transmission power</w:t>
      </w:r>
      <w:r w:rsidRPr="008C6DE4">
        <w:t xml:space="preserve"> if all received Random Access Responses contain Random Access Preamble identifiers that do not match the transmitted Random Access Preamble.</w:t>
      </w:r>
    </w:p>
    <w:p w14:paraId="384B6CD1" w14:textId="77777777" w:rsidR="00B4741B" w:rsidRPr="008C6DE4" w:rsidRDefault="00B4741B" w:rsidP="00B4741B">
      <w:pPr>
        <w:pStyle w:val="H6"/>
        <w:rPr>
          <w:lang w:eastAsia="zh-CN"/>
        </w:rPr>
      </w:pPr>
      <w:r w:rsidRPr="008C6DE4">
        <w:rPr>
          <w:lang w:eastAsia="zh-CN"/>
        </w:rPr>
        <w:t>6.2.2.2.2.3</w:t>
      </w:r>
      <w:r w:rsidRPr="008C6DE4">
        <w:rPr>
          <w:lang w:eastAsia="zh-CN"/>
        </w:rPr>
        <w:tab/>
        <w:t>Correct behaviour when not receiving Random Access Response</w:t>
      </w:r>
    </w:p>
    <w:p w14:paraId="409A60DF" w14:textId="77777777" w:rsidR="00B4741B" w:rsidRPr="008C6DE4" w:rsidRDefault="00B4741B" w:rsidP="00B4741B">
      <w:pPr>
        <w:rPr>
          <w:lang w:eastAsia="zh-CN"/>
        </w:rPr>
      </w:pPr>
      <w:r w:rsidRPr="008C6DE4">
        <w:rPr>
          <w:rFonts w:cs="v4.2.0"/>
        </w:rPr>
        <w:t xml:space="preserve">The UE shall </w:t>
      </w:r>
      <w:r w:rsidRPr="008C6DE4">
        <w:rPr>
          <w:rFonts w:cs="v4.2.0"/>
          <w:lang w:eastAsia="zh-CN"/>
        </w:rPr>
        <w:t xml:space="preserve">again </w:t>
      </w:r>
      <w:r w:rsidRPr="008C6DE4">
        <w:rPr>
          <w:rFonts w:cs="v4.2.0"/>
        </w:rPr>
        <w:t>perform the Random Access Resource selection procedure defined in clause 5.1.2</w:t>
      </w:r>
      <w:r w:rsidRPr="008C6DE4">
        <w:rPr>
          <w:rFonts w:cs="v4.2.0"/>
          <w:lang w:eastAsia="zh-CN"/>
        </w:rPr>
        <w:t xml:space="preserve"> </w:t>
      </w:r>
      <w:r w:rsidRPr="008C6DE4">
        <w:rPr>
          <w:rFonts w:cs="v4.2.0"/>
        </w:rPr>
        <w:t>in TS 3</w:t>
      </w:r>
      <w:r w:rsidRPr="008C6DE4">
        <w:rPr>
          <w:rFonts w:cs="v4.2.0"/>
          <w:lang w:eastAsia="zh-CN"/>
        </w:rPr>
        <w:t>8</w:t>
      </w:r>
      <w:r w:rsidRPr="008C6DE4">
        <w:rPr>
          <w:rFonts w:cs="v4.2.0"/>
        </w:rPr>
        <w:t>.321 [7]</w:t>
      </w:r>
      <w:r w:rsidRPr="008C6DE4">
        <w:rPr>
          <w:rFonts w:cs="v4.2.0"/>
          <w:lang w:eastAsia="zh-CN"/>
        </w:rPr>
        <w:t xml:space="preserve"> for the next available PRACH occasion,</w:t>
      </w:r>
      <w:r w:rsidRPr="008C6DE4">
        <w:t xml:space="preserve"> </w:t>
      </w:r>
      <w:r w:rsidRPr="008C6DE4">
        <w:rPr>
          <w:lang w:eastAsia="zh-CN"/>
        </w:rPr>
        <w:t>and</w:t>
      </w:r>
      <w:r w:rsidRPr="008C6DE4">
        <w:t xml:space="preserve"> transmit the preamble</w:t>
      </w:r>
      <w:r w:rsidRPr="008C6DE4">
        <w:rPr>
          <w:rFonts w:cs="v4.2.0"/>
        </w:rPr>
        <w:t xml:space="preserve"> with the calculated PRACH transmission power</w:t>
      </w:r>
      <w:r w:rsidRPr="008C6DE4">
        <w:rPr>
          <w:rFonts w:cs="v4.2.0"/>
          <w:lang w:eastAsia="zh-CN"/>
        </w:rPr>
        <w:t xml:space="preserve">, </w:t>
      </w:r>
      <w:r w:rsidRPr="008C6DE4">
        <w:rPr>
          <w:noProof/>
          <w:lang w:eastAsia="zh-CN"/>
        </w:rPr>
        <w:t xml:space="preserve">if no Random Access Response is received within the RA Response window configured in </w:t>
      </w:r>
      <w:r w:rsidRPr="008C6DE4">
        <w:rPr>
          <w:i/>
          <w:noProof/>
          <w:lang w:eastAsia="zh-CN"/>
        </w:rPr>
        <w:t>RACH-ConfigCommon</w:t>
      </w:r>
      <w:r w:rsidRPr="008C6DE4">
        <w:rPr>
          <w:noProof/>
          <w:lang w:eastAsia="zh-CN"/>
        </w:rPr>
        <w:t xml:space="preserve"> or if no PDCCH addressed to UE’s C-RNTI is received within the RA Response window configured in </w:t>
      </w:r>
      <w:r w:rsidRPr="008C6DE4">
        <w:rPr>
          <w:i/>
          <w:noProof/>
          <w:lang w:eastAsia="zh-CN"/>
        </w:rPr>
        <w:t>BeamFailureRecoveryConfig</w:t>
      </w:r>
      <w:r w:rsidRPr="008C6DE4">
        <w:rPr>
          <w:noProof/>
          <w:lang w:eastAsia="zh-CN"/>
        </w:rPr>
        <w:t>, as</w:t>
      </w:r>
      <w:r w:rsidRPr="008C6DE4">
        <w:t xml:space="preserve"> defined in clause 5.1.4 </w:t>
      </w:r>
      <w:r w:rsidRPr="008C6DE4">
        <w:rPr>
          <w:lang w:eastAsia="zh-CN"/>
        </w:rPr>
        <w:t xml:space="preserve">in </w:t>
      </w:r>
      <w:r w:rsidRPr="008C6DE4">
        <w:t>TS 3</w:t>
      </w:r>
      <w:r w:rsidRPr="008C6DE4">
        <w:rPr>
          <w:lang w:eastAsia="zh-CN"/>
        </w:rPr>
        <w:t>8</w:t>
      </w:r>
      <w:r w:rsidRPr="008C6DE4">
        <w:t>.321</w:t>
      </w:r>
      <w:r w:rsidRPr="008C6DE4">
        <w:rPr>
          <w:lang w:eastAsia="zh-CN"/>
        </w:rPr>
        <w:t xml:space="preserve"> [7]</w:t>
      </w:r>
      <w:r w:rsidRPr="008C6DE4">
        <w:t>.</w:t>
      </w:r>
    </w:p>
    <w:p w14:paraId="7D8327C5" w14:textId="77777777" w:rsidR="00B4741B" w:rsidRPr="008C6DE4" w:rsidRDefault="00B4741B" w:rsidP="00B4741B">
      <w:pPr>
        <w:pStyle w:val="Heading5"/>
        <w:rPr>
          <w:lang w:eastAsia="zh-CN"/>
        </w:rPr>
      </w:pPr>
      <w:bookmarkStart w:id="79" w:name="_Toc5952585"/>
      <w:r w:rsidRPr="008C6DE4">
        <w:rPr>
          <w:lang w:eastAsia="zh-CN"/>
        </w:rPr>
        <w:lastRenderedPageBreak/>
        <w:t>6.2.2.2.3</w:t>
      </w:r>
      <w:r w:rsidRPr="008C6DE4">
        <w:rPr>
          <w:lang w:eastAsia="zh-CN"/>
        </w:rPr>
        <w:tab/>
        <w:t>UE behaviour when configured with supplementary UL</w:t>
      </w:r>
      <w:bookmarkEnd w:id="79"/>
    </w:p>
    <w:p w14:paraId="2B99ABD3" w14:textId="77777777" w:rsidR="00B4741B" w:rsidRPr="008C6DE4" w:rsidRDefault="00B4741B" w:rsidP="00B4741B">
      <w:pPr>
        <w:rPr>
          <w:lang w:eastAsia="zh-CN"/>
        </w:rPr>
      </w:pPr>
      <w:r w:rsidRPr="008C6DE4">
        <w:t xml:space="preserve">In addition to the requirements defined in </w:t>
      </w:r>
      <w:r w:rsidRPr="008C6DE4">
        <w:rPr>
          <w:lang w:eastAsia="zh-CN"/>
        </w:rPr>
        <w:t xml:space="preserve">clause </w:t>
      </w:r>
      <w:r w:rsidRPr="008C6DE4">
        <w:t xml:space="preserve">6.2.2.2.1 and 6.2.2.2.2, </w:t>
      </w:r>
      <w:r w:rsidRPr="008C6DE4">
        <w:rPr>
          <w:lang w:eastAsia="zh-CN"/>
        </w:rPr>
        <w:t>a</w:t>
      </w:r>
      <w:r w:rsidRPr="008C6DE4">
        <w:t xml:space="preserve"> UE configured with supplementary UL carrier shall use RACH configuration for the supplementary UL carrier contained in RMSI and RRC dedicated signalling. </w:t>
      </w:r>
      <w:r w:rsidRPr="008C6DE4">
        <w:rPr>
          <w:lang w:eastAsia="zh-CN"/>
        </w:rPr>
        <w:t>If the cell for the random access procedure is configured with supplementary UL, t</w:t>
      </w:r>
      <w:r w:rsidRPr="008C6DE4">
        <w:t xml:space="preserve">he UE shall transmit or re-transmit PRACH preamble on the supplementary UL carrier if the SS-RSRP measured by the UE on the DL carrier is lower than the </w:t>
      </w:r>
      <w:r w:rsidRPr="008C6DE4">
        <w:rPr>
          <w:i/>
          <w:lang w:eastAsia="ko-KR"/>
        </w:rPr>
        <w:t>rsrp-ThresholdSSB-SUL</w:t>
      </w:r>
      <w:r w:rsidRPr="008C6DE4">
        <w:rPr>
          <w:i/>
          <w:iCs/>
        </w:rPr>
        <w:t xml:space="preserve"> </w:t>
      </w:r>
      <w:r w:rsidRPr="008C6DE4">
        <w:t>as defined in TS 38.331 [2].</w:t>
      </w:r>
    </w:p>
    <w:p w14:paraId="41618FD9" w14:textId="77777777" w:rsidR="00B4741B" w:rsidRPr="008C6DE4" w:rsidRDefault="00B4741B" w:rsidP="00B4741B">
      <w:pPr>
        <w:pStyle w:val="Heading3"/>
        <w:overflowPunct w:val="0"/>
        <w:autoSpaceDE w:val="0"/>
        <w:autoSpaceDN w:val="0"/>
        <w:adjustRightInd w:val="0"/>
        <w:textAlignment w:val="baseline"/>
        <w:rPr>
          <w:lang w:val="en-US" w:eastAsia="ko-KR"/>
        </w:rPr>
      </w:pPr>
      <w:bookmarkStart w:id="80" w:name="_Toc5952586"/>
      <w:r w:rsidRPr="008C6DE4">
        <w:rPr>
          <w:lang w:val="en-US" w:eastAsia="ko-KR"/>
        </w:rPr>
        <w:t>6.2.3</w:t>
      </w:r>
      <w:r w:rsidRPr="008C6DE4">
        <w:rPr>
          <w:lang w:val="en-US" w:eastAsia="ko-KR"/>
        </w:rPr>
        <w:tab/>
        <w:t>SA: RRC Connection Release with Redirection</w:t>
      </w:r>
      <w:bookmarkEnd w:id="80"/>
    </w:p>
    <w:p w14:paraId="56D85BA3" w14:textId="77777777" w:rsidR="00B4741B" w:rsidRPr="008C6DE4" w:rsidRDefault="00B4741B" w:rsidP="00B4741B">
      <w:pPr>
        <w:pStyle w:val="Heading4"/>
        <w:rPr>
          <w:lang w:val="en-US" w:eastAsia="zh-CN"/>
        </w:rPr>
      </w:pPr>
      <w:bookmarkStart w:id="81" w:name="_Toc5952587"/>
      <w:r w:rsidRPr="008C6DE4">
        <w:rPr>
          <w:lang w:val="en-US" w:eastAsia="zh-CN"/>
        </w:rPr>
        <w:t>6.2.3.1</w:t>
      </w:r>
      <w:r w:rsidRPr="008C6DE4">
        <w:rPr>
          <w:lang w:val="en-US" w:eastAsia="zh-CN"/>
        </w:rPr>
        <w:tab/>
        <w:t>Introduction</w:t>
      </w:r>
      <w:bookmarkEnd w:id="81"/>
    </w:p>
    <w:p w14:paraId="454053F5" w14:textId="218DEBD9" w:rsidR="00B4741B" w:rsidRPr="008C6DE4" w:rsidRDefault="00B4741B" w:rsidP="00B4741B">
      <w:pPr>
        <w:rPr>
          <w:lang w:val="en-US" w:eastAsia="zh-CN"/>
        </w:rPr>
      </w:pPr>
      <w:r w:rsidRPr="008C6DE4">
        <w:rPr>
          <w:lang w:val="en-US" w:eastAsia="zh-CN"/>
        </w:rPr>
        <w:t xml:space="preserve">This clause contains requirements on the UE regarding RRC connection release with redirection procedure. RRC connection release with redirection is initiated by the </w:t>
      </w:r>
      <w:r w:rsidRPr="008C6DE4">
        <w:rPr>
          <w:rFonts w:hint="eastAsia"/>
          <w:i/>
          <w:lang w:val="en-US" w:eastAsia="zh-CN"/>
        </w:rPr>
        <w:t>RRCRelease</w:t>
      </w:r>
      <w:r w:rsidRPr="008C6DE4">
        <w:rPr>
          <w:lang w:val="en-US" w:eastAsia="zh-CN"/>
        </w:rPr>
        <w:t xml:space="preserve"> message with redirection to E-UTRAN or NR from NR specified in TS 38.331 [2]. The RRC connection release with redirection procedure is specified in clause 5.3.8 of TS 38.331 [2].</w:t>
      </w:r>
    </w:p>
    <w:p w14:paraId="4FE1AC61" w14:textId="77777777" w:rsidR="00B4741B" w:rsidRPr="008C6DE4" w:rsidRDefault="00B4741B" w:rsidP="00B4741B">
      <w:pPr>
        <w:pStyle w:val="Heading4"/>
        <w:rPr>
          <w:lang w:val="en-US" w:eastAsia="zh-CN"/>
        </w:rPr>
      </w:pPr>
      <w:bookmarkStart w:id="82" w:name="_Toc5952588"/>
      <w:r w:rsidRPr="008C6DE4">
        <w:rPr>
          <w:lang w:val="en-US" w:eastAsia="zh-CN"/>
        </w:rPr>
        <w:t>6.2.3.2</w:t>
      </w:r>
      <w:r w:rsidRPr="008C6DE4">
        <w:rPr>
          <w:lang w:val="en-US" w:eastAsia="zh-CN"/>
        </w:rPr>
        <w:tab/>
        <w:t>Requirements</w:t>
      </w:r>
      <w:bookmarkEnd w:id="82"/>
    </w:p>
    <w:p w14:paraId="1F9EDEEE" w14:textId="77777777" w:rsidR="00B4741B" w:rsidRPr="008C6DE4" w:rsidRDefault="00B4741B" w:rsidP="00B4741B">
      <w:pPr>
        <w:pStyle w:val="Heading5"/>
        <w:rPr>
          <w:lang w:val="en-US" w:eastAsia="zh-CN"/>
        </w:rPr>
      </w:pPr>
      <w:bookmarkStart w:id="83" w:name="_Toc535475924"/>
      <w:bookmarkStart w:id="84" w:name="_Toc5952590"/>
      <w:r w:rsidRPr="008C6DE4">
        <w:rPr>
          <w:lang w:val="en-US" w:eastAsia="zh-CN"/>
        </w:rPr>
        <w:t>6.2.3.2.1</w:t>
      </w:r>
      <w:r w:rsidRPr="008C6DE4">
        <w:rPr>
          <w:lang w:val="en-US" w:eastAsia="zh-CN"/>
        </w:rPr>
        <w:tab/>
        <w:t>RRC connection release with redirection to NR</w:t>
      </w:r>
      <w:bookmarkEnd w:id="83"/>
    </w:p>
    <w:p w14:paraId="2CDB1433" w14:textId="77777777" w:rsidR="00B4741B" w:rsidRPr="008C6DE4" w:rsidRDefault="00B4741B" w:rsidP="00B4741B">
      <w:pPr>
        <w:overflowPunct w:val="0"/>
        <w:autoSpaceDE w:val="0"/>
        <w:autoSpaceDN w:val="0"/>
        <w:adjustRightInd w:val="0"/>
        <w:textAlignment w:val="baseline"/>
        <w:rPr>
          <w:lang w:eastAsia="ko-KR"/>
        </w:rPr>
      </w:pPr>
      <w:r w:rsidRPr="008C6DE4">
        <w:rPr>
          <w:lang w:eastAsia="ko-KR"/>
        </w:rPr>
        <w:t>The UE shall be capable of performing the RRC connection release with redirection to the target NR cell within T</w:t>
      </w:r>
      <w:r w:rsidRPr="008C6DE4">
        <w:rPr>
          <w:vertAlign w:val="subscript"/>
          <w:lang w:eastAsia="ko-KR"/>
        </w:rPr>
        <w:t>connection_release_redirect_NR</w:t>
      </w:r>
      <w:r w:rsidRPr="008C6DE4">
        <w:rPr>
          <w:lang w:eastAsia="ko-KR"/>
        </w:rPr>
        <w:t>.</w:t>
      </w:r>
    </w:p>
    <w:p w14:paraId="6BA2A3CB" w14:textId="77777777" w:rsidR="00B4741B" w:rsidRPr="008C6DE4" w:rsidRDefault="00B4741B" w:rsidP="00B4741B">
      <w:pPr>
        <w:overflowPunct w:val="0"/>
        <w:autoSpaceDE w:val="0"/>
        <w:autoSpaceDN w:val="0"/>
        <w:adjustRightInd w:val="0"/>
        <w:textAlignment w:val="baseline"/>
        <w:rPr>
          <w:lang w:eastAsia="ko-KR"/>
        </w:rPr>
      </w:pPr>
      <w:r w:rsidRPr="008C6DE4">
        <w:rPr>
          <w:rFonts w:cs="v4.2.0"/>
          <w:lang w:eastAsia="ko-KR"/>
        </w:rPr>
        <w:t>The time delay (</w:t>
      </w:r>
      <w:r w:rsidRPr="008C6DE4">
        <w:rPr>
          <w:lang w:eastAsia="ko-KR"/>
        </w:rPr>
        <w:t>T</w:t>
      </w:r>
      <w:r w:rsidRPr="008C6DE4">
        <w:rPr>
          <w:vertAlign w:val="subscript"/>
          <w:lang w:eastAsia="ko-KR"/>
        </w:rPr>
        <w:t>connection_release_redirect_NR</w:t>
      </w:r>
      <w:r w:rsidRPr="008C6DE4">
        <w:rPr>
          <w:rFonts w:cs="v4.2.0"/>
          <w:lang w:eastAsia="ko-KR"/>
        </w:rPr>
        <w:t xml:space="preserve">) </w:t>
      </w:r>
      <w:r w:rsidRPr="008C6DE4">
        <w:rPr>
          <w:lang w:eastAsia="ko-KR"/>
        </w:rPr>
        <w:t>is the time between the end of the last slot containing the RRC command, “</w:t>
      </w:r>
      <w:r w:rsidRPr="008C6DE4">
        <w:rPr>
          <w:i/>
          <w:lang w:eastAsia="ko-KR"/>
        </w:rPr>
        <w:t>RRCRelease</w:t>
      </w:r>
      <w:r w:rsidRPr="008C6DE4">
        <w:rPr>
          <w:lang w:eastAsia="ko-KR"/>
        </w:rPr>
        <w:t xml:space="preserve">” (TS 38.331 [2]) on the NR PDSCH and the time the UE starts to send random access to the target NR cell. </w:t>
      </w:r>
      <w:r w:rsidRPr="008C6DE4">
        <w:rPr>
          <w:rFonts w:cs="v4.2.0"/>
          <w:lang w:eastAsia="ko-KR"/>
        </w:rPr>
        <w:t>The time delay (</w:t>
      </w:r>
      <w:r w:rsidRPr="008C6DE4">
        <w:rPr>
          <w:lang w:eastAsia="ko-KR"/>
        </w:rPr>
        <w:t>T</w:t>
      </w:r>
      <w:r w:rsidRPr="008C6DE4">
        <w:rPr>
          <w:vertAlign w:val="subscript"/>
          <w:lang w:eastAsia="ko-KR"/>
        </w:rPr>
        <w:t>connection_release_redirect_NR</w:t>
      </w:r>
      <w:r w:rsidRPr="008C6DE4">
        <w:rPr>
          <w:rFonts w:cs="v4.2.0"/>
          <w:lang w:eastAsia="ko-KR"/>
        </w:rPr>
        <w:t xml:space="preserve">) </w:t>
      </w:r>
      <w:r w:rsidRPr="008C6DE4">
        <w:rPr>
          <w:lang w:eastAsia="ko-KR"/>
        </w:rPr>
        <w:t>shall be less than:</w:t>
      </w:r>
    </w:p>
    <w:p w14:paraId="59729696" w14:textId="77777777" w:rsidR="00B4741B" w:rsidRPr="008C6DE4" w:rsidRDefault="00B4741B" w:rsidP="00B4741B">
      <w:pPr>
        <w:pStyle w:val="EQ"/>
        <w:rPr>
          <w:rFonts w:cs="v4.2.0"/>
          <w:vertAlign w:val="subscript"/>
        </w:rPr>
      </w:pPr>
      <w:r w:rsidRPr="008C6DE4">
        <w:tab/>
        <w:t>T</w:t>
      </w:r>
      <w:r w:rsidRPr="008C6DE4">
        <w:rPr>
          <w:vertAlign w:val="subscript"/>
        </w:rPr>
        <w:t>connection_release_redirect_NR</w:t>
      </w:r>
      <w:r w:rsidRPr="008C6DE4">
        <w:t xml:space="preserve"> = T</w:t>
      </w:r>
      <w:r w:rsidRPr="008C6DE4">
        <w:rPr>
          <w:vertAlign w:val="subscript"/>
        </w:rPr>
        <w:t xml:space="preserve">RRC_procedure_delay </w:t>
      </w:r>
      <w:r w:rsidRPr="008C6DE4">
        <w:t xml:space="preserve">+ </w:t>
      </w:r>
      <w:r w:rsidRPr="008C6DE4">
        <w:rPr>
          <w:rFonts w:cs="v4.2.0"/>
        </w:rPr>
        <w:t>T</w:t>
      </w:r>
      <w:r w:rsidRPr="008C6DE4">
        <w:rPr>
          <w:rFonts w:cs="v4.2.0"/>
          <w:vertAlign w:val="subscript"/>
        </w:rPr>
        <w:t xml:space="preserve">identify-NR </w:t>
      </w:r>
      <w:r w:rsidRPr="008C6DE4">
        <w:rPr>
          <w:rFonts w:cs="v4.2.0"/>
        </w:rPr>
        <w:t>+ T</w:t>
      </w:r>
      <w:r w:rsidRPr="008C6DE4">
        <w:rPr>
          <w:rFonts w:cs="v4.2.0"/>
          <w:vertAlign w:val="subscript"/>
        </w:rPr>
        <w:t xml:space="preserve">SI-NR </w:t>
      </w:r>
      <w:r w:rsidRPr="008C6DE4">
        <w:rPr>
          <w:rFonts w:cs="v4.2.0"/>
        </w:rPr>
        <w:t>+ T</w:t>
      </w:r>
      <w:r w:rsidRPr="008C6DE4">
        <w:rPr>
          <w:rFonts w:cs="v4.2.0"/>
          <w:vertAlign w:val="subscript"/>
        </w:rPr>
        <w:t>RACH</w:t>
      </w:r>
    </w:p>
    <w:p w14:paraId="1C07CB71" w14:textId="77777777" w:rsidR="00B4741B" w:rsidRPr="008C6DE4" w:rsidRDefault="00B4741B" w:rsidP="00B4741B">
      <w:pPr>
        <w:overflowPunct w:val="0"/>
        <w:autoSpaceDE w:val="0"/>
        <w:autoSpaceDN w:val="0"/>
        <w:adjustRightInd w:val="0"/>
        <w:textAlignment w:val="baseline"/>
        <w:rPr>
          <w:rFonts w:eastAsia="Times New Roman"/>
          <w:lang w:eastAsia="ko-KR"/>
        </w:rPr>
      </w:pPr>
      <w:r w:rsidRPr="008C6DE4">
        <w:rPr>
          <w:rFonts w:eastAsia="Times New Roman"/>
          <w:lang w:eastAsia="ko-KR"/>
        </w:rPr>
        <w:t>The target NR cell shall be considered detetable when for each relevant SSB, the side conditions should be met that,</w:t>
      </w:r>
    </w:p>
    <w:p w14:paraId="72146472" w14:textId="77777777" w:rsidR="00B4741B" w:rsidRPr="008C6DE4" w:rsidRDefault="00B4741B" w:rsidP="00B4741B">
      <w:pPr>
        <w:pStyle w:val="ListParagraph"/>
        <w:numPr>
          <w:ilvl w:val="0"/>
          <w:numId w:val="218"/>
        </w:numPr>
        <w:overflowPunct w:val="0"/>
        <w:autoSpaceDE w:val="0"/>
        <w:autoSpaceDN w:val="0"/>
        <w:adjustRightInd w:val="0"/>
        <w:spacing w:after="180"/>
        <w:contextualSpacing w:val="0"/>
        <w:textAlignment w:val="baseline"/>
        <w:rPr>
          <w:rFonts w:eastAsia="Times New Roman"/>
          <w:lang w:eastAsia="ko-KR"/>
        </w:rPr>
      </w:pPr>
      <w:r w:rsidRPr="008C6DE4">
        <w:rPr>
          <w:rFonts w:eastAsiaTheme="minorEastAsia" w:hint="eastAsia"/>
          <w:sz w:val="20"/>
          <w:szCs w:val="20"/>
          <w:lang w:eastAsia="zh-CN"/>
        </w:rPr>
        <w:t xml:space="preserve">the conditions of </w:t>
      </w:r>
      <w:r w:rsidRPr="008C6DE4">
        <w:rPr>
          <w:rFonts w:eastAsia="Times New Roman"/>
          <w:sz w:val="20"/>
          <w:szCs w:val="20"/>
          <w:lang w:eastAsia="ko-KR"/>
        </w:rPr>
        <w:t xml:space="preserve">SSB_RP and SSB </w:t>
      </w:r>
      <w:r w:rsidRPr="008C6DE4">
        <w:rPr>
          <w:rFonts w:eastAsia="Times New Roman"/>
          <w:sz w:val="20"/>
          <w:szCs w:val="20"/>
          <w:lang w:val="en-US"/>
        </w:rPr>
        <w:t>Ês/Iot</w:t>
      </w:r>
      <w:r w:rsidRPr="008C6DE4">
        <w:rPr>
          <w:rFonts w:eastAsia="Times New Roman"/>
          <w:sz w:val="20"/>
          <w:szCs w:val="20"/>
          <w:lang w:eastAsia="ko-KR"/>
        </w:rPr>
        <w:t xml:space="preserve"> according to Annex B.2.5 for a corresponding NR Band</w:t>
      </w:r>
      <w:r w:rsidRPr="008C6DE4">
        <w:rPr>
          <w:rFonts w:eastAsiaTheme="minorEastAsia" w:hint="eastAsia"/>
          <w:sz w:val="20"/>
          <w:szCs w:val="20"/>
          <w:lang w:eastAsia="zh-CN"/>
        </w:rPr>
        <w:t xml:space="preserve"> are fulfilled</w:t>
      </w:r>
      <w:r w:rsidRPr="008C6DE4">
        <w:rPr>
          <w:rFonts w:eastAsia="Times New Roman"/>
          <w:sz w:val="20"/>
          <w:szCs w:val="20"/>
          <w:lang w:eastAsia="ko-KR"/>
        </w:rPr>
        <w:t>.</w:t>
      </w:r>
      <w:r w:rsidRPr="008C6DE4" w:rsidDel="002216F6">
        <w:rPr>
          <w:rFonts w:eastAsia="Times New Roman"/>
          <w:sz w:val="20"/>
          <w:szCs w:val="20"/>
          <w:lang w:eastAsia="ko-KR"/>
        </w:rPr>
        <w:t xml:space="preserve"> </w:t>
      </w:r>
    </w:p>
    <w:p w14:paraId="135E64AD" w14:textId="77777777" w:rsidR="00B4741B" w:rsidRPr="008C6DE4" w:rsidRDefault="00B4741B" w:rsidP="00B4741B">
      <w:pPr>
        <w:overflowPunct w:val="0"/>
        <w:autoSpaceDE w:val="0"/>
        <w:autoSpaceDN w:val="0"/>
        <w:adjustRightInd w:val="0"/>
        <w:textAlignment w:val="baseline"/>
        <w:rPr>
          <w:lang w:eastAsia="ko-KR"/>
        </w:rPr>
      </w:pPr>
      <w:r w:rsidRPr="008C6DE4">
        <w:rPr>
          <w:lang w:eastAsia="ko-KR"/>
        </w:rPr>
        <w:t>T</w:t>
      </w:r>
      <w:r w:rsidRPr="008C6DE4">
        <w:rPr>
          <w:vertAlign w:val="subscript"/>
          <w:lang w:eastAsia="ko-KR"/>
        </w:rPr>
        <w:t>RRC_procedure_delay</w:t>
      </w:r>
      <w:r w:rsidRPr="008C6DE4">
        <w:rPr>
          <w:lang w:eastAsia="ko-KR"/>
        </w:rPr>
        <w:t>: It is the RRC procedure delay for processing the received message “</w:t>
      </w:r>
      <w:r w:rsidRPr="008C6DE4">
        <w:rPr>
          <w:i/>
          <w:lang w:eastAsia="ko-KR"/>
        </w:rPr>
        <w:t>RRCRelease</w:t>
      </w:r>
      <w:r w:rsidRPr="008C6DE4">
        <w:rPr>
          <w:lang w:eastAsia="ko-KR"/>
        </w:rPr>
        <w:t>” as defined in clause 6.2.2 of TS 38.331 [2].</w:t>
      </w:r>
    </w:p>
    <w:p w14:paraId="689739E4" w14:textId="20557DDF" w:rsidR="001F2CA3" w:rsidRPr="008C6DE4" w:rsidRDefault="001F2CA3" w:rsidP="001F2CA3">
      <w:pPr>
        <w:overflowPunct w:val="0"/>
        <w:autoSpaceDE w:val="0"/>
        <w:autoSpaceDN w:val="0"/>
        <w:adjustRightInd w:val="0"/>
        <w:textAlignment w:val="baseline"/>
        <w:rPr>
          <w:lang w:eastAsia="ko-KR"/>
        </w:rPr>
      </w:pPr>
      <w:r w:rsidRPr="008C6DE4">
        <w:rPr>
          <w:lang w:eastAsia="ko-KR"/>
        </w:rPr>
        <w:t>T</w:t>
      </w:r>
      <w:r w:rsidRPr="008C6DE4">
        <w:rPr>
          <w:vertAlign w:val="subscript"/>
          <w:lang w:eastAsia="ko-KR"/>
        </w:rPr>
        <w:t>identify-NR</w:t>
      </w:r>
      <w:r w:rsidRPr="008C6DE4">
        <w:rPr>
          <w:lang w:eastAsia="ko-KR"/>
        </w:rPr>
        <w:t xml:space="preserve">: It is the time to identify the target NR cell and depends on the </w:t>
      </w:r>
      <w:r>
        <w:rPr>
          <w:lang w:eastAsia="ko-KR"/>
        </w:rPr>
        <w:t>FR</w:t>
      </w:r>
      <w:r w:rsidRPr="008C6DE4">
        <w:rPr>
          <w:lang w:eastAsia="ko-KR"/>
        </w:rPr>
        <w:t xml:space="preserve"> of the target NR cell. It is defined in </w:t>
      </w:r>
      <w:r w:rsidRPr="008C6DE4">
        <w:rPr>
          <w:rFonts w:hint="eastAsia"/>
          <w:lang w:eastAsia="zh-CN"/>
        </w:rPr>
        <w:t>T</w:t>
      </w:r>
      <w:r w:rsidRPr="008C6DE4">
        <w:rPr>
          <w:lang w:eastAsia="ko-KR"/>
        </w:rPr>
        <w:t>able 6.2.3.2.1-1. Note that T</w:t>
      </w:r>
      <w:r w:rsidRPr="008C6DE4">
        <w:rPr>
          <w:vertAlign w:val="subscript"/>
          <w:lang w:eastAsia="ko-KR"/>
        </w:rPr>
        <w:t>identify-NR</w:t>
      </w:r>
      <w:r w:rsidRPr="008C6DE4">
        <w:rPr>
          <w:lang w:eastAsia="ko-KR"/>
        </w:rPr>
        <w:t xml:space="preserve"> = T</w:t>
      </w:r>
      <w:r w:rsidRPr="008C6DE4">
        <w:rPr>
          <w:vertAlign w:val="subscript"/>
          <w:lang w:eastAsia="ko-KR"/>
        </w:rPr>
        <w:t>PSS/SSS-sync</w:t>
      </w:r>
      <w:r w:rsidRPr="008C6DE4">
        <w:rPr>
          <w:lang w:eastAsia="ko-KR"/>
        </w:rPr>
        <w:t xml:space="preserve"> + T</w:t>
      </w:r>
      <w:r w:rsidRPr="008C6DE4">
        <w:rPr>
          <w:vertAlign w:val="subscript"/>
          <w:lang w:eastAsia="ko-KR"/>
        </w:rPr>
        <w:t>meas</w:t>
      </w:r>
      <w:r w:rsidRPr="008C6DE4">
        <w:rPr>
          <w:lang w:eastAsia="ko-KR"/>
        </w:rPr>
        <w:t>, in which T</w:t>
      </w:r>
      <w:r w:rsidRPr="008C6DE4">
        <w:rPr>
          <w:vertAlign w:val="subscript"/>
          <w:lang w:eastAsia="ko-KR"/>
        </w:rPr>
        <w:t>PSS/SSS-sync</w:t>
      </w:r>
      <w:r w:rsidRPr="008C6DE4">
        <w:rPr>
          <w:lang w:eastAsia="ko-KR"/>
        </w:rPr>
        <w:t xml:space="preserve"> is the cell search time and T</w:t>
      </w:r>
      <w:r w:rsidRPr="008C6DE4">
        <w:rPr>
          <w:vertAlign w:val="subscript"/>
          <w:lang w:eastAsia="ko-KR"/>
        </w:rPr>
        <w:t>meas</w:t>
      </w:r>
      <w:r w:rsidRPr="008C6DE4">
        <w:rPr>
          <w:lang w:eastAsia="ko-KR"/>
        </w:rPr>
        <w:t xml:space="preserve"> is the measurement time due to cell selection criteria evaluation.</w:t>
      </w:r>
    </w:p>
    <w:p w14:paraId="26726E01" w14:textId="0ACA9A5F" w:rsidR="001F2CA3" w:rsidRPr="008C6DE4" w:rsidRDefault="001F2CA3" w:rsidP="001F2CA3">
      <w:pPr>
        <w:overflowPunct w:val="0"/>
        <w:autoSpaceDE w:val="0"/>
        <w:autoSpaceDN w:val="0"/>
        <w:adjustRightInd w:val="0"/>
        <w:textAlignment w:val="baseline"/>
        <w:rPr>
          <w:lang w:eastAsia="ko-KR"/>
        </w:rPr>
      </w:pPr>
      <w:bookmarkStart w:id="85" w:name="_Hlk514061496"/>
      <w:r w:rsidRPr="008C6DE4">
        <w:rPr>
          <w:lang w:eastAsia="ko-KR"/>
        </w:rPr>
        <w:t>T</w:t>
      </w:r>
      <w:r w:rsidRPr="008C6DE4">
        <w:rPr>
          <w:vertAlign w:val="subscript"/>
          <w:lang w:eastAsia="ko-KR"/>
        </w:rPr>
        <w:t>SI-NR</w:t>
      </w:r>
      <w:r w:rsidRPr="008C6DE4">
        <w:rPr>
          <w:lang w:eastAsia="ko-KR"/>
        </w:rPr>
        <w:t xml:space="preserve">: It is the time required for acquiring all the relevant system information of the target NR cell. This time depends upon whether the UE is provided with the relevant system information of the target NR cell or not by the old NR cell before the RRC connection is released. </w:t>
      </w:r>
    </w:p>
    <w:p w14:paraId="0EF2E5A5" w14:textId="77777777" w:rsidR="001F2CA3" w:rsidRPr="008C6DE4" w:rsidRDefault="001F2CA3" w:rsidP="001F2CA3">
      <w:pPr>
        <w:overflowPunct w:val="0"/>
        <w:autoSpaceDE w:val="0"/>
        <w:autoSpaceDN w:val="0"/>
        <w:adjustRightInd w:val="0"/>
        <w:textAlignment w:val="baseline"/>
        <w:rPr>
          <w:rFonts w:eastAsia="Malgun Gothic"/>
          <w:lang w:eastAsia="ko-KR"/>
        </w:rPr>
      </w:pPr>
      <w:r w:rsidRPr="008C6DE4">
        <w:rPr>
          <w:lang w:eastAsia="ko-KR"/>
        </w:rPr>
        <w:t>T</w:t>
      </w:r>
      <w:r w:rsidRPr="008C6DE4">
        <w:rPr>
          <w:vertAlign w:val="subscript"/>
          <w:lang w:eastAsia="ko-KR"/>
        </w:rPr>
        <w:t>RACH</w:t>
      </w:r>
      <w:r w:rsidRPr="008C6DE4">
        <w:rPr>
          <w:vertAlign w:val="subscript"/>
          <w:lang w:eastAsia="zh-CN"/>
        </w:rPr>
        <w:t xml:space="preserve">: </w:t>
      </w:r>
      <w:r w:rsidRPr="008C6DE4">
        <w:rPr>
          <w:lang w:eastAsia="ko-KR"/>
        </w:rPr>
        <w:t>It is the delay uncertainty in acquiring the first available PRACH occasion in the target NR cell. T</w:t>
      </w:r>
      <w:r w:rsidRPr="008C6DE4">
        <w:rPr>
          <w:vertAlign w:val="subscript"/>
          <w:lang w:eastAsia="ko-KR"/>
        </w:rPr>
        <w:t>RACH</w:t>
      </w:r>
      <w:r w:rsidRPr="008C6DE4">
        <w:rPr>
          <w:lang w:eastAsia="ko-KR"/>
        </w:rPr>
        <w:t xml:space="preserve"> can be up to the summation of SSB to PRACH occasion association period and 10 ms. SSB to PRACH occasion associated period is defined in the table 8.1-1 of TS 38.213 [3].</w:t>
      </w:r>
    </w:p>
    <w:p w14:paraId="191274AA" w14:textId="77777777" w:rsidR="00A407B4" w:rsidRPr="008C6DE4" w:rsidRDefault="00A407B4" w:rsidP="00A407B4">
      <w:pPr>
        <w:overflowPunct w:val="0"/>
        <w:autoSpaceDE w:val="0"/>
        <w:autoSpaceDN w:val="0"/>
        <w:adjustRightInd w:val="0"/>
        <w:textAlignment w:val="baseline"/>
      </w:pPr>
      <w:r w:rsidRPr="008C6DE4">
        <w:rPr>
          <w:rFonts w:cs="v4.2.0"/>
          <w:lang w:eastAsia="ko-KR"/>
        </w:rPr>
        <w:t>T</w:t>
      </w:r>
      <w:r w:rsidRPr="008C6DE4">
        <w:rPr>
          <w:rFonts w:cs="v4.2.0"/>
          <w:vertAlign w:val="subscript"/>
          <w:lang w:eastAsia="ko-KR"/>
        </w:rPr>
        <w:t>rs</w:t>
      </w:r>
      <w:r w:rsidRPr="008C6DE4">
        <w:rPr>
          <w:rFonts w:cs="v4.2.0"/>
          <w:lang w:eastAsia="ko-KR"/>
        </w:rPr>
        <w:t xml:space="preserve"> is the SMTC periodicity of the target NR cell if the UE has been provided with an SMTC configuration for the target cell in the redirection command, otherwise </w:t>
      </w:r>
      <w:r w:rsidRPr="008C6DE4">
        <w:t>T</w:t>
      </w:r>
      <w:r w:rsidRPr="008C6DE4">
        <w:rPr>
          <w:vertAlign w:val="subscript"/>
        </w:rPr>
        <w:t>rs</w:t>
      </w:r>
      <w:r w:rsidRPr="008C6DE4">
        <w:t xml:space="preserve"> is the SMTC periodicity configured in the </w:t>
      </w:r>
      <w:r w:rsidRPr="008C6DE4">
        <w:rPr>
          <w:i/>
        </w:rPr>
        <w:t>measObjectNR</w:t>
      </w:r>
      <w:r w:rsidRPr="008C6DE4">
        <w:t xml:space="preserve"> having the same SSB frequency and subcarrier spacing configured for the RRC connection release with redirection. </w:t>
      </w:r>
      <w:r w:rsidRPr="006C4DD4">
        <w:t xml:space="preserve">If </w:t>
      </w:r>
      <w:r>
        <w:t>the</w:t>
      </w:r>
      <w:r w:rsidRPr="006C4DD4">
        <w:t xml:space="preserve"> measObjectNRs</w:t>
      </w:r>
      <w:r>
        <w:t xml:space="preserve"> </w:t>
      </w:r>
      <w:r w:rsidRPr="00B910B8">
        <w:t>having the same SSB frequency and subcarrier spacing</w:t>
      </w:r>
      <w:r w:rsidRPr="006C4DD4">
        <w:t xml:space="preserve"> configured by MN and SN have different SMTC, T</w:t>
      </w:r>
      <w:r w:rsidRPr="00D37C33">
        <w:rPr>
          <w:vertAlign w:val="subscript"/>
        </w:rPr>
        <w:t>rs</w:t>
      </w:r>
      <w:r w:rsidRPr="006C4DD4">
        <w:t xml:space="preserve"> is the periodicity of one of the SMTC which is up to UE implementation</w:t>
      </w:r>
      <w:r>
        <w:t xml:space="preserve">. </w:t>
      </w:r>
      <w:r w:rsidRPr="008C6DE4">
        <w:t>If the UE is not provided with SMTC configuration or measurement object for the frequency which is also configured for the RRC connection release with redirection then:</w:t>
      </w:r>
    </w:p>
    <w:p w14:paraId="64FB5BD2" w14:textId="1EC35980" w:rsidR="00B4741B" w:rsidRPr="008C6DE4" w:rsidRDefault="002320DB" w:rsidP="002320DB">
      <w:pPr>
        <w:pStyle w:val="B10"/>
        <w:rPr>
          <w:lang w:eastAsia="ko-KR"/>
        </w:rPr>
      </w:pPr>
      <w:r>
        <w:t>-</w:t>
      </w:r>
      <w:r>
        <w:tab/>
      </w:r>
      <w:r w:rsidR="00B4741B" w:rsidRPr="008C6DE4">
        <w:t xml:space="preserve">the requirement in this </w:t>
      </w:r>
      <w:r w:rsidR="00854981" w:rsidRPr="008C6DE4">
        <w:t>clause</w:t>
      </w:r>
      <w:r w:rsidR="00B4741B" w:rsidRPr="008C6DE4">
        <w:t xml:space="preserve"> is applied with T</w:t>
      </w:r>
      <w:r w:rsidR="00B4741B" w:rsidRPr="008C6DE4">
        <w:rPr>
          <w:vertAlign w:val="subscript"/>
        </w:rPr>
        <w:t>rs</w:t>
      </w:r>
      <w:r w:rsidR="00B4741B" w:rsidRPr="008C6DE4">
        <w:t xml:space="preserve"> = 20 ms </w:t>
      </w:r>
      <w:r w:rsidR="00B4741B" w:rsidRPr="008C6DE4">
        <w:rPr>
          <w:rFonts w:hint="eastAsia"/>
          <w:lang w:eastAsia="zh-CN"/>
        </w:rPr>
        <w:t>if</w:t>
      </w:r>
      <w:r w:rsidR="00B4741B" w:rsidRPr="008C6DE4">
        <w:t xml:space="preserve"> the SSB transmission periodicity is not larger than 20 ms</w:t>
      </w:r>
      <w:r w:rsidR="00B4741B" w:rsidRPr="008C6DE4">
        <w:rPr>
          <w:rFonts w:hint="eastAsia"/>
          <w:lang w:eastAsia="zh-CN"/>
        </w:rPr>
        <w:t>;</w:t>
      </w:r>
      <w:r w:rsidR="00B4741B" w:rsidRPr="008C6DE4">
        <w:t xml:space="preserve"> </w:t>
      </w:r>
      <w:r w:rsidR="00B4741B" w:rsidRPr="008C6DE4">
        <w:rPr>
          <w:rFonts w:hint="eastAsia"/>
          <w:lang w:eastAsia="zh-CN"/>
        </w:rPr>
        <w:t>otherwise,</w:t>
      </w:r>
    </w:p>
    <w:p w14:paraId="19FE7164" w14:textId="78D57FE5" w:rsidR="00B4741B" w:rsidRPr="008C6DE4" w:rsidRDefault="002320DB" w:rsidP="002320DB">
      <w:pPr>
        <w:pStyle w:val="B10"/>
        <w:rPr>
          <w:lang w:eastAsia="ko-KR"/>
        </w:rPr>
      </w:pPr>
      <w:r>
        <w:t>-</w:t>
      </w:r>
      <w:r>
        <w:tab/>
      </w:r>
      <w:r w:rsidR="00B4741B" w:rsidRPr="008C6DE4">
        <w:t>there is no requirement if the SSB transmission periodicity is larger than 20ms</w:t>
      </w:r>
      <w:r w:rsidR="00B4741B" w:rsidRPr="008C6DE4">
        <w:rPr>
          <w:rFonts w:cs="v4.2.0"/>
          <w:lang w:eastAsia="ko-KR"/>
        </w:rPr>
        <w:t xml:space="preserve">. </w:t>
      </w:r>
    </w:p>
    <w:bookmarkEnd w:id="85"/>
    <w:p w14:paraId="5150C498" w14:textId="77777777" w:rsidR="00B4741B" w:rsidRPr="008C6DE4" w:rsidRDefault="00B4741B" w:rsidP="00B4741B">
      <w:pPr>
        <w:pStyle w:val="TH"/>
        <w:jc w:val="left"/>
      </w:pPr>
      <w:r w:rsidRPr="008C6DE4">
        <w:lastRenderedPageBreak/>
        <w:t>Table 6.2.3.2.1-1: Time to identify target NR cell for RRC connection release with redirection to NR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0"/>
        <w:gridCol w:w="5528"/>
      </w:tblGrid>
      <w:tr w:rsidR="00DD3199" w:rsidRPr="008C6DE4" w14:paraId="1D0C70B7" w14:textId="77777777" w:rsidTr="00F15152">
        <w:trPr>
          <w:jc w:val="center"/>
        </w:trPr>
        <w:tc>
          <w:tcPr>
            <w:tcW w:w="3670" w:type="dxa"/>
            <w:tcBorders>
              <w:top w:val="single" w:sz="4" w:space="0" w:color="auto"/>
              <w:left w:val="single" w:sz="4" w:space="0" w:color="auto"/>
              <w:bottom w:val="single" w:sz="4" w:space="0" w:color="auto"/>
              <w:right w:val="single" w:sz="4" w:space="0" w:color="auto"/>
            </w:tcBorders>
            <w:hideMark/>
          </w:tcPr>
          <w:p w14:paraId="2292EF0F" w14:textId="1990F77F" w:rsidR="00B4741B" w:rsidRPr="008C6DE4" w:rsidRDefault="001F2CA3" w:rsidP="00F15152">
            <w:pPr>
              <w:pStyle w:val="TAH"/>
              <w:rPr>
                <w:lang w:eastAsia="ko-KR"/>
              </w:rPr>
            </w:pPr>
            <w:r>
              <w:rPr>
                <w:lang w:eastAsia="ko-KR"/>
              </w:rPr>
              <w:t>FR</w:t>
            </w:r>
            <w:r w:rsidRPr="008C6DE4">
              <w:rPr>
                <w:lang w:eastAsia="ko-KR"/>
              </w:rPr>
              <w:t xml:space="preserve"> of target NR cell</w:t>
            </w:r>
          </w:p>
        </w:tc>
        <w:tc>
          <w:tcPr>
            <w:tcW w:w="5528" w:type="dxa"/>
            <w:tcBorders>
              <w:top w:val="single" w:sz="4" w:space="0" w:color="auto"/>
              <w:left w:val="single" w:sz="4" w:space="0" w:color="auto"/>
              <w:bottom w:val="single" w:sz="4" w:space="0" w:color="auto"/>
              <w:right w:val="single" w:sz="4" w:space="0" w:color="auto"/>
            </w:tcBorders>
            <w:hideMark/>
          </w:tcPr>
          <w:p w14:paraId="79E9E53E" w14:textId="77777777" w:rsidR="00B4741B" w:rsidRPr="008C6DE4" w:rsidRDefault="00B4741B" w:rsidP="00F15152">
            <w:pPr>
              <w:pStyle w:val="TAH"/>
              <w:rPr>
                <w:lang w:eastAsia="ko-KR"/>
              </w:rPr>
            </w:pPr>
            <w:r w:rsidRPr="008C6DE4">
              <w:rPr>
                <w:lang w:eastAsia="ko-KR"/>
              </w:rPr>
              <w:t>T</w:t>
            </w:r>
            <w:r w:rsidRPr="008C6DE4">
              <w:rPr>
                <w:vertAlign w:val="subscript"/>
                <w:lang w:eastAsia="ko-KR"/>
              </w:rPr>
              <w:t>identify-NR</w:t>
            </w:r>
          </w:p>
        </w:tc>
      </w:tr>
      <w:tr w:rsidR="00DD3199" w:rsidRPr="008C6DE4" w14:paraId="7590E86D" w14:textId="77777777" w:rsidTr="00F15152">
        <w:trPr>
          <w:jc w:val="center"/>
        </w:trPr>
        <w:tc>
          <w:tcPr>
            <w:tcW w:w="3670" w:type="dxa"/>
            <w:tcBorders>
              <w:top w:val="single" w:sz="4" w:space="0" w:color="auto"/>
              <w:left w:val="single" w:sz="4" w:space="0" w:color="auto"/>
              <w:bottom w:val="single" w:sz="4" w:space="0" w:color="auto"/>
              <w:right w:val="single" w:sz="4" w:space="0" w:color="auto"/>
            </w:tcBorders>
            <w:hideMark/>
          </w:tcPr>
          <w:p w14:paraId="014CD342" w14:textId="77777777" w:rsidR="00B4741B" w:rsidRPr="008C6DE4" w:rsidRDefault="00B4741B" w:rsidP="00F15152">
            <w:pPr>
              <w:pStyle w:val="TAL"/>
              <w:rPr>
                <w:lang w:eastAsia="ko-KR"/>
              </w:rPr>
            </w:pPr>
            <w:r w:rsidRPr="008C6DE4">
              <w:rPr>
                <w:lang w:eastAsia="ko-KR"/>
              </w:rPr>
              <w:t>FR1</w:t>
            </w:r>
          </w:p>
        </w:tc>
        <w:tc>
          <w:tcPr>
            <w:tcW w:w="5528" w:type="dxa"/>
            <w:tcBorders>
              <w:top w:val="single" w:sz="4" w:space="0" w:color="auto"/>
              <w:left w:val="single" w:sz="4" w:space="0" w:color="auto"/>
              <w:bottom w:val="single" w:sz="4" w:space="0" w:color="auto"/>
              <w:right w:val="single" w:sz="4" w:space="0" w:color="auto"/>
            </w:tcBorders>
            <w:hideMark/>
          </w:tcPr>
          <w:p w14:paraId="7B5135FB" w14:textId="2EE1B434" w:rsidR="00B4741B" w:rsidRPr="008C6DE4" w:rsidRDefault="00B4741B" w:rsidP="00F15152">
            <w:pPr>
              <w:pStyle w:val="TAC"/>
            </w:pPr>
            <w:r w:rsidRPr="008C6DE4">
              <w:t>MAX (680 ms, 11 x T</w:t>
            </w:r>
            <w:r w:rsidRPr="008C6DE4">
              <w:rPr>
                <w:vertAlign w:val="subscript"/>
              </w:rPr>
              <w:t>rs</w:t>
            </w:r>
            <w:r w:rsidRPr="008C6DE4">
              <w:t>)</w:t>
            </w:r>
          </w:p>
        </w:tc>
      </w:tr>
      <w:tr w:rsidR="00DD3199" w:rsidRPr="008C6DE4" w14:paraId="3DEEE3A1" w14:textId="77777777" w:rsidTr="00F15152">
        <w:trPr>
          <w:jc w:val="center"/>
        </w:trPr>
        <w:tc>
          <w:tcPr>
            <w:tcW w:w="3670" w:type="dxa"/>
            <w:tcBorders>
              <w:top w:val="single" w:sz="4" w:space="0" w:color="auto"/>
              <w:left w:val="single" w:sz="4" w:space="0" w:color="auto"/>
              <w:bottom w:val="single" w:sz="4" w:space="0" w:color="auto"/>
              <w:right w:val="single" w:sz="4" w:space="0" w:color="auto"/>
            </w:tcBorders>
            <w:hideMark/>
          </w:tcPr>
          <w:p w14:paraId="533187EC" w14:textId="77777777" w:rsidR="00B4741B" w:rsidRPr="008C6DE4" w:rsidRDefault="00B4741B" w:rsidP="00F15152">
            <w:pPr>
              <w:pStyle w:val="TAL"/>
              <w:rPr>
                <w:lang w:eastAsia="ko-KR"/>
              </w:rPr>
            </w:pPr>
            <w:r w:rsidRPr="008C6DE4">
              <w:rPr>
                <w:lang w:eastAsia="ko-KR"/>
              </w:rPr>
              <w:t>FR2</w:t>
            </w:r>
          </w:p>
        </w:tc>
        <w:tc>
          <w:tcPr>
            <w:tcW w:w="5528" w:type="dxa"/>
            <w:tcBorders>
              <w:top w:val="single" w:sz="4" w:space="0" w:color="auto"/>
              <w:left w:val="single" w:sz="4" w:space="0" w:color="auto"/>
              <w:bottom w:val="single" w:sz="4" w:space="0" w:color="auto"/>
              <w:right w:val="single" w:sz="4" w:space="0" w:color="auto"/>
            </w:tcBorders>
            <w:hideMark/>
          </w:tcPr>
          <w:p w14:paraId="2E3838FC" w14:textId="23CAF553" w:rsidR="00B4741B" w:rsidRPr="008C6DE4" w:rsidRDefault="00B4741B" w:rsidP="00F15152">
            <w:pPr>
              <w:pStyle w:val="TAC"/>
              <w:rPr>
                <w:lang w:eastAsia="ko-KR"/>
              </w:rPr>
            </w:pPr>
            <w:r w:rsidRPr="008C6DE4">
              <w:rPr>
                <w:lang w:eastAsia="ko-KR"/>
              </w:rPr>
              <w:t>MAX (880 ms, 8x11 x T</w:t>
            </w:r>
            <w:r w:rsidRPr="008C6DE4">
              <w:rPr>
                <w:vertAlign w:val="subscript"/>
                <w:lang w:eastAsia="ko-KR"/>
              </w:rPr>
              <w:t>rs</w:t>
            </w:r>
            <w:r w:rsidRPr="008C6DE4">
              <w:rPr>
                <w:lang w:eastAsia="ko-KR"/>
              </w:rPr>
              <w:t>)</w:t>
            </w:r>
          </w:p>
        </w:tc>
      </w:tr>
      <w:tr w:rsidR="00DD3199" w:rsidRPr="008C6DE4" w14:paraId="4E4A4684" w14:textId="77777777" w:rsidTr="00F15152">
        <w:trPr>
          <w:jc w:val="center"/>
        </w:trPr>
        <w:tc>
          <w:tcPr>
            <w:tcW w:w="9198" w:type="dxa"/>
            <w:gridSpan w:val="2"/>
            <w:tcBorders>
              <w:top w:val="single" w:sz="4" w:space="0" w:color="auto"/>
              <w:left w:val="single" w:sz="4" w:space="0" w:color="auto"/>
              <w:bottom w:val="single" w:sz="4" w:space="0" w:color="auto"/>
              <w:right w:val="single" w:sz="4" w:space="0" w:color="auto"/>
            </w:tcBorders>
          </w:tcPr>
          <w:p w14:paraId="109F674A" w14:textId="77777777" w:rsidR="00B4741B" w:rsidRPr="008C6DE4" w:rsidRDefault="00B4741B" w:rsidP="00F15152">
            <w:pPr>
              <w:pStyle w:val="TAN"/>
              <w:rPr>
                <w:szCs w:val="18"/>
                <w:lang w:eastAsia="ko-KR"/>
              </w:rPr>
            </w:pPr>
            <w:r w:rsidRPr="008C6DE4">
              <w:t>Note:</w:t>
            </w:r>
            <w:r w:rsidRPr="008C6DE4">
              <w:rPr>
                <w:lang w:val="en-US" w:eastAsia="zh-CN"/>
              </w:rPr>
              <w:tab/>
            </w:r>
            <w:r w:rsidRPr="008C6DE4">
              <w:t xml:space="preserve">If the UE has been provided with higher layer signaling of </w:t>
            </w:r>
            <w:r w:rsidRPr="008C6DE4">
              <w:rPr>
                <w:i/>
              </w:rPr>
              <w:t>smtc2</w:t>
            </w:r>
            <w:r w:rsidRPr="008C6DE4">
              <w:rPr>
                <w:b/>
              </w:rPr>
              <w:t xml:space="preserve"> </w:t>
            </w:r>
            <w:r w:rsidRPr="008C6DE4">
              <w:t xml:space="preserve">specified in TS 38.331 [2] prior to the redirection command, </w:t>
            </w:r>
            <w:r w:rsidRPr="008C6DE4">
              <w:rPr>
                <w:sz w:val="20"/>
              </w:rPr>
              <w:t>T</w:t>
            </w:r>
            <w:r w:rsidRPr="008C6DE4">
              <w:rPr>
                <w:sz w:val="20"/>
                <w:vertAlign w:val="subscript"/>
              </w:rPr>
              <w:t>rs</w:t>
            </w:r>
            <w:r w:rsidRPr="008C6DE4">
              <w:t xml:space="preserve"> follows </w:t>
            </w:r>
            <w:r w:rsidRPr="008C6DE4">
              <w:rPr>
                <w:i/>
              </w:rPr>
              <w:t>smtc1</w:t>
            </w:r>
            <w:r w:rsidRPr="008C6DE4">
              <w:t xml:space="preserve"> or </w:t>
            </w:r>
            <w:r w:rsidRPr="008C6DE4">
              <w:rPr>
                <w:i/>
              </w:rPr>
              <w:t>smtc2</w:t>
            </w:r>
            <w:r w:rsidRPr="008C6DE4">
              <w:t xml:space="preserve"> according to the physical cell ID of the target cell.</w:t>
            </w:r>
          </w:p>
        </w:tc>
      </w:tr>
    </w:tbl>
    <w:bookmarkEnd w:id="84"/>
    <w:p w14:paraId="12801E7B" w14:textId="77777777" w:rsidR="00B4741B" w:rsidRPr="008C6DE4" w:rsidRDefault="00B4741B" w:rsidP="00B4741B">
      <w:pPr>
        <w:pStyle w:val="Heading5"/>
        <w:rPr>
          <w:lang w:val="en-US" w:eastAsia="zh-CN"/>
        </w:rPr>
      </w:pPr>
      <w:r w:rsidRPr="008C6DE4">
        <w:rPr>
          <w:lang w:val="en-US" w:eastAsia="zh-CN"/>
        </w:rPr>
        <w:t>6.2.3.2.2</w:t>
      </w:r>
      <w:r w:rsidRPr="008C6DE4">
        <w:rPr>
          <w:lang w:val="en-US" w:eastAsia="zh-CN"/>
        </w:rPr>
        <w:tab/>
        <w:t>RRC connection release with redirection to E-UTRAN</w:t>
      </w:r>
    </w:p>
    <w:p w14:paraId="581E1712" w14:textId="77777777" w:rsidR="00B4741B" w:rsidRPr="008C6DE4" w:rsidRDefault="00B4741B" w:rsidP="00B4741B">
      <w:pPr>
        <w:overflowPunct w:val="0"/>
        <w:autoSpaceDE w:val="0"/>
        <w:autoSpaceDN w:val="0"/>
        <w:adjustRightInd w:val="0"/>
        <w:textAlignment w:val="baseline"/>
        <w:rPr>
          <w:lang w:eastAsia="ko-KR"/>
        </w:rPr>
      </w:pPr>
      <w:r w:rsidRPr="008C6DE4">
        <w:rPr>
          <w:lang w:eastAsia="ko-KR"/>
        </w:rPr>
        <w:t>The UE shall be capable of performing the RRC connection release with redirection to the target E-UTRAN cell within T</w:t>
      </w:r>
      <w:r w:rsidRPr="008C6DE4">
        <w:rPr>
          <w:vertAlign w:val="subscript"/>
          <w:lang w:eastAsia="ko-KR"/>
        </w:rPr>
        <w:t>connection_release_redirect_E-UTRA</w:t>
      </w:r>
      <w:r w:rsidRPr="008C6DE4">
        <w:rPr>
          <w:lang w:eastAsia="ko-KR"/>
        </w:rPr>
        <w:t>.</w:t>
      </w:r>
    </w:p>
    <w:p w14:paraId="1567E4D5" w14:textId="77777777" w:rsidR="00B4741B" w:rsidRPr="008C6DE4" w:rsidRDefault="00B4741B" w:rsidP="00B4741B">
      <w:pPr>
        <w:overflowPunct w:val="0"/>
        <w:autoSpaceDE w:val="0"/>
        <w:autoSpaceDN w:val="0"/>
        <w:adjustRightInd w:val="0"/>
        <w:textAlignment w:val="baseline"/>
        <w:rPr>
          <w:lang w:eastAsia="ko-KR"/>
        </w:rPr>
      </w:pPr>
      <w:r w:rsidRPr="008C6DE4">
        <w:rPr>
          <w:rFonts w:cs="v4.2.0"/>
          <w:lang w:eastAsia="ko-KR"/>
        </w:rPr>
        <w:t>The time delay (</w:t>
      </w:r>
      <w:r w:rsidRPr="008C6DE4">
        <w:rPr>
          <w:lang w:eastAsia="ko-KR"/>
        </w:rPr>
        <w:t>T</w:t>
      </w:r>
      <w:r w:rsidRPr="008C6DE4">
        <w:rPr>
          <w:vertAlign w:val="subscript"/>
          <w:lang w:eastAsia="ko-KR"/>
        </w:rPr>
        <w:t>connection_release_redirect_E-UTRA</w:t>
      </w:r>
      <w:r w:rsidRPr="008C6DE4">
        <w:rPr>
          <w:rFonts w:cs="v4.2.0"/>
          <w:lang w:eastAsia="ko-KR"/>
        </w:rPr>
        <w:t xml:space="preserve">) </w:t>
      </w:r>
      <w:r w:rsidRPr="008C6DE4">
        <w:rPr>
          <w:lang w:eastAsia="ko-KR"/>
        </w:rPr>
        <w:t>is the time between the end of the last slot containing the RRC command, “</w:t>
      </w:r>
      <w:r w:rsidRPr="008C6DE4">
        <w:rPr>
          <w:i/>
          <w:lang w:eastAsia="ko-KR"/>
        </w:rPr>
        <w:t>RRCRelease</w:t>
      </w:r>
      <w:r w:rsidRPr="008C6DE4">
        <w:rPr>
          <w:lang w:eastAsia="ko-KR"/>
        </w:rPr>
        <w:t xml:space="preserve">” (TS 38.331 [2]) on the PDSCH and the time the UE starts to send random access to the target E-UTRA cell. </w:t>
      </w:r>
      <w:r w:rsidRPr="008C6DE4">
        <w:rPr>
          <w:rFonts w:cs="v4.2.0"/>
          <w:lang w:eastAsia="ko-KR"/>
        </w:rPr>
        <w:t>The time delay (</w:t>
      </w:r>
      <w:r w:rsidRPr="008C6DE4">
        <w:rPr>
          <w:lang w:eastAsia="ko-KR"/>
        </w:rPr>
        <w:t>T</w:t>
      </w:r>
      <w:r w:rsidRPr="008C6DE4">
        <w:rPr>
          <w:vertAlign w:val="subscript"/>
          <w:lang w:eastAsia="ko-KR"/>
        </w:rPr>
        <w:t>connection_release_redirect_E-UTRA</w:t>
      </w:r>
      <w:r w:rsidRPr="008C6DE4">
        <w:rPr>
          <w:rFonts w:cs="v4.2.0"/>
          <w:lang w:eastAsia="ko-KR"/>
        </w:rPr>
        <w:t xml:space="preserve">) </w:t>
      </w:r>
      <w:r w:rsidRPr="008C6DE4">
        <w:rPr>
          <w:lang w:eastAsia="ko-KR"/>
        </w:rPr>
        <w:t>shall be less than:</w:t>
      </w:r>
    </w:p>
    <w:p w14:paraId="4DC28A4F" w14:textId="77777777" w:rsidR="00B4741B" w:rsidRPr="008C6DE4" w:rsidRDefault="00B4741B" w:rsidP="00B4741B">
      <w:pPr>
        <w:pStyle w:val="EQ"/>
        <w:rPr>
          <w:rFonts w:cs="v4.2.0"/>
          <w:vertAlign w:val="subscript"/>
        </w:rPr>
      </w:pPr>
      <w:r w:rsidRPr="008C6DE4">
        <w:tab/>
        <w:t>T</w:t>
      </w:r>
      <w:r w:rsidRPr="008C6DE4">
        <w:rPr>
          <w:vertAlign w:val="subscript"/>
        </w:rPr>
        <w:t>connection_release_redirect_E-UTRA</w:t>
      </w:r>
      <w:r w:rsidRPr="008C6DE4">
        <w:t xml:space="preserve"> = T</w:t>
      </w:r>
      <w:r w:rsidRPr="008C6DE4">
        <w:rPr>
          <w:vertAlign w:val="subscript"/>
        </w:rPr>
        <w:t xml:space="preserve">RRC_procedure_delay </w:t>
      </w:r>
      <w:r w:rsidRPr="008C6DE4">
        <w:t xml:space="preserve">+ </w:t>
      </w:r>
      <w:r w:rsidRPr="008C6DE4">
        <w:rPr>
          <w:rFonts w:cs="v4.2.0"/>
        </w:rPr>
        <w:t>T</w:t>
      </w:r>
      <w:r w:rsidRPr="008C6DE4">
        <w:rPr>
          <w:rFonts w:cs="v4.2.0"/>
          <w:vertAlign w:val="subscript"/>
        </w:rPr>
        <w:t xml:space="preserve">identify-E-UTRA </w:t>
      </w:r>
      <w:r w:rsidRPr="008C6DE4">
        <w:rPr>
          <w:rFonts w:cs="v4.2.0"/>
        </w:rPr>
        <w:t>+ T</w:t>
      </w:r>
      <w:r w:rsidRPr="008C6DE4">
        <w:rPr>
          <w:rFonts w:cs="v4.2.0"/>
          <w:vertAlign w:val="subscript"/>
        </w:rPr>
        <w:t xml:space="preserve">SI-E-UTRA </w:t>
      </w:r>
      <w:r w:rsidRPr="008C6DE4">
        <w:rPr>
          <w:rFonts w:cs="v4.2.0"/>
        </w:rPr>
        <w:t>+ T</w:t>
      </w:r>
      <w:r w:rsidRPr="008C6DE4">
        <w:rPr>
          <w:rFonts w:cs="v4.2.0"/>
          <w:vertAlign w:val="subscript"/>
        </w:rPr>
        <w:t>RACH</w:t>
      </w:r>
    </w:p>
    <w:p w14:paraId="3B40C4C1" w14:textId="77777777" w:rsidR="00B4741B" w:rsidRPr="008C6DE4" w:rsidRDefault="00B4741B" w:rsidP="00B4741B">
      <w:pPr>
        <w:jc w:val="both"/>
        <w:rPr>
          <w:rFonts w:cs="v4.2.0"/>
        </w:rPr>
      </w:pPr>
      <w:r w:rsidRPr="008C6DE4">
        <w:rPr>
          <w:lang w:eastAsia="ko-KR"/>
        </w:rPr>
        <w:t>The target E-UTRA FDD or TDD cell shall be considered detectable</w:t>
      </w:r>
      <w:r w:rsidRPr="008C6DE4">
        <w:rPr>
          <w:rFonts w:cs="v4.2.0"/>
          <w:lang w:eastAsia="ko-KR"/>
        </w:rPr>
        <w:t xml:space="preserve"> </w:t>
      </w:r>
      <w:r w:rsidRPr="008C6DE4">
        <w:rPr>
          <w:rFonts w:cs="v4.2.0"/>
        </w:rPr>
        <w:t>provided the following conditions are fulfilled:</w:t>
      </w:r>
    </w:p>
    <w:p w14:paraId="3EC8E19A" w14:textId="77777777" w:rsidR="00B4741B" w:rsidRPr="008C6DE4" w:rsidRDefault="00B4741B" w:rsidP="002320DB">
      <w:pPr>
        <w:pStyle w:val="B10"/>
      </w:pPr>
      <w:r w:rsidRPr="008C6DE4">
        <w:t>-</w:t>
      </w:r>
      <w:r w:rsidRPr="008C6DE4">
        <w:tab/>
        <w:t>the same conditions as for inter-frequency RSRP measurements specified in annex B.1.2 of TS 36.133 [15] are fulfilled for a corresponding Band, and</w:t>
      </w:r>
    </w:p>
    <w:p w14:paraId="3B83A158" w14:textId="3C32411A" w:rsidR="00B4741B" w:rsidRPr="008C6DE4" w:rsidRDefault="00B4741B" w:rsidP="002320DB">
      <w:pPr>
        <w:pStyle w:val="B10"/>
        <w:rPr>
          <w:lang w:eastAsia="zh-CN"/>
        </w:rPr>
      </w:pPr>
      <w:r w:rsidRPr="008C6DE4">
        <w:t>-</w:t>
      </w:r>
      <w:r w:rsidRPr="008C6DE4">
        <w:tab/>
        <w:t>the same conditions as for inter-frequency RSRQ measurements specified in annex B.1.2 of TS 36.133 [15] are fulfilled for a corresponding Band</w:t>
      </w:r>
      <w:r w:rsidRPr="008C6DE4">
        <w:rPr>
          <w:rFonts w:hint="eastAsia"/>
          <w:lang w:eastAsia="zh-CN"/>
        </w:rPr>
        <w:t>, and</w:t>
      </w:r>
    </w:p>
    <w:p w14:paraId="43D182FD" w14:textId="77777777" w:rsidR="00B4741B" w:rsidRPr="008C6DE4" w:rsidRDefault="00B4741B" w:rsidP="002320DB">
      <w:pPr>
        <w:pStyle w:val="B10"/>
      </w:pPr>
      <w:r w:rsidRPr="008C6DE4">
        <w:t>-</w:t>
      </w:r>
      <w:r w:rsidRPr="008C6DE4">
        <w:tab/>
        <w:t>SCH conditions specified in annex B.1.2 of TS 36.133 [15] are fulfilled for a corresponding Band.</w:t>
      </w:r>
    </w:p>
    <w:p w14:paraId="579AEB77" w14:textId="77777777" w:rsidR="00B4741B" w:rsidRPr="008C6DE4" w:rsidRDefault="00B4741B" w:rsidP="00B4741B">
      <w:pPr>
        <w:overflowPunct w:val="0"/>
        <w:autoSpaceDE w:val="0"/>
        <w:autoSpaceDN w:val="0"/>
        <w:adjustRightInd w:val="0"/>
        <w:textAlignment w:val="baseline"/>
        <w:rPr>
          <w:lang w:eastAsia="ko-KR"/>
        </w:rPr>
      </w:pPr>
      <w:r w:rsidRPr="008C6DE4">
        <w:rPr>
          <w:lang w:eastAsia="ko-KR"/>
        </w:rPr>
        <w:t>T</w:t>
      </w:r>
      <w:r w:rsidRPr="008C6DE4">
        <w:rPr>
          <w:vertAlign w:val="subscript"/>
          <w:lang w:eastAsia="ko-KR"/>
        </w:rPr>
        <w:t>RRC_procedure_delay</w:t>
      </w:r>
      <w:r w:rsidRPr="008C6DE4">
        <w:rPr>
          <w:lang w:eastAsia="ko-KR"/>
        </w:rPr>
        <w:t>: It is the RRC procedure delay for processing the received message “</w:t>
      </w:r>
      <w:r w:rsidRPr="008C6DE4">
        <w:rPr>
          <w:i/>
          <w:lang w:eastAsia="ko-KR"/>
        </w:rPr>
        <w:t>RRCRelease</w:t>
      </w:r>
      <w:r w:rsidRPr="008C6DE4">
        <w:rPr>
          <w:lang w:eastAsia="ko-KR"/>
        </w:rPr>
        <w:t>” as defined in clause 6.2.2 of TS 38.331 [2].</w:t>
      </w:r>
    </w:p>
    <w:p w14:paraId="6D481FFA" w14:textId="77777777" w:rsidR="00B4741B" w:rsidRPr="008C6DE4" w:rsidRDefault="00B4741B" w:rsidP="00B4741B">
      <w:pPr>
        <w:overflowPunct w:val="0"/>
        <w:autoSpaceDE w:val="0"/>
        <w:autoSpaceDN w:val="0"/>
        <w:adjustRightInd w:val="0"/>
        <w:textAlignment w:val="baseline"/>
        <w:rPr>
          <w:lang w:eastAsia="ko-KR"/>
        </w:rPr>
      </w:pPr>
      <w:r w:rsidRPr="008C6DE4">
        <w:rPr>
          <w:lang w:eastAsia="ko-KR"/>
        </w:rPr>
        <w:t>T</w:t>
      </w:r>
      <w:r w:rsidRPr="008C6DE4">
        <w:rPr>
          <w:vertAlign w:val="subscript"/>
          <w:lang w:eastAsia="ko-KR"/>
        </w:rPr>
        <w:t>identify-E-UTRA</w:t>
      </w:r>
      <w:r w:rsidRPr="008C6DE4">
        <w:rPr>
          <w:lang w:eastAsia="ko-KR"/>
        </w:rPr>
        <w:t>: It is the time to identify the target E-UTRA cell. It shall be less than 320 ms.</w:t>
      </w:r>
    </w:p>
    <w:p w14:paraId="02FF9B4E" w14:textId="77777777" w:rsidR="00B4741B" w:rsidRPr="008C6DE4" w:rsidRDefault="00B4741B" w:rsidP="00B4741B">
      <w:pPr>
        <w:overflowPunct w:val="0"/>
        <w:autoSpaceDE w:val="0"/>
        <w:autoSpaceDN w:val="0"/>
        <w:adjustRightInd w:val="0"/>
        <w:textAlignment w:val="baseline"/>
        <w:rPr>
          <w:lang w:eastAsia="ko-KR"/>
        </w:rPr>
      </w:pPr>
      <w:r w:rsidRPr="008C6DE4">
        <w:rPr>
          <w:lang w:eastAsia="ko-KR"/>
        </w:rPr>
        <w:t>T</w:t>
      </w:r>
      <w:r w:rsidRPr="008C6DE4">
        <w:rPr>
          <w:vertAlign w:val="subscript"/>
          <w:lang w:eastAsia="ko-KR"/>
        </w:rPr>
        <w:t>SI-E-UTRA</w:t>
      </w:r>
      <w:r w:rsidRPr="008C6DE4">
        <w:rPr>
          <w:lang w:eastAsia="ko-KR"/>
        </w:rPr>
        <w:t xml:space="preserve">: It is the time required for acquiring all the relevant system information of the target E-UTRA cell. This time depends upon whether the UE is provided with the relevant system information (SI) of the target E-UTRA cell or not by the old NR cell before the RRC connection is released. </w:t>
      </w:r>
    </w:p>
    <w:p w14:paraId="22F5BEF4" w14:textId="77777777" w:rsidR="00B4741B" w:rsidRPr="008C6DE4" w:rsidRDefault="00B4741B" w:rsidP="00B4741B">
      <w:pPr>
        <w:rPr>
          <w:rFonts w:eastAsia="MS Mincho"/>
          <w:i/>
          <w:lang w:eastAsia="ko-KR"/>
        </w:rPr>
      </w:pPr>
      <w:r w:rsidRPr="008C6DE4">
        <w:rPr>
          <w:rFonts w:cs="v4.2.0"/>
          <w:lang w:eastAsia="ko-KR"/>
        </w:rPr>
        <w:t>T</w:t>
      </w:r>
      <w:r w:rsidRPr="008C6DE4">
        <w:rPr>
          <w:rFonts w:cs="v4.2.0"/>
          <w:vertAlign w:val="subscript"/>
          <w:lang w:eastAsia="ko-KR"/>
        </w:rPr>
        <w:t>RACH</w:t>
      </w:r>
      <w:r w:rsidRPr="008C6DE4">
        <w:rPr>
          <w:rFonts w:cs="v4.2.0"/>
          <w:lang w:eastAsia="ko-KR"/>
        </w:rPr>
        <w:t xml:space="preserve">: It </w:t>
      </w:r>
      <w:r w:rsidRPr="008C6DE4">
        <w:rPr>
          <w:lang w:eastAsia="ko-KR"/>
        </w:rPr>
        <w:t>is the delay caused due to the random access procedure when sending random access to the target E-UTRA cell.</w:t>
      </w:r>
    </w:p>
    <w:p w14:paraId="756603ED" w14:textId="77777777" w:rsidR="00936A12" w:rsidRPr="008C6DE4" w:rsidRDefault="00936A12" w:rsidP="0062703B">
      <w:pPr>
        <w:pStyle w:val="Heading1"/>
      </w:pPr>
      <w:r w:rsidRPr="008C6DE4">
        <w:t>7</w:t>
      </w:r>
      <w:r w:rsidRPr="008C6DE4">
        <w:tab/>
        <w:t>Timing</w:t>
      </w:r>
      <w:bookmarkEnd w:id="50"/>
    </w:p>
    <w:p w14:paraId="23A76306" w14:textId="77777777" w:rsidR="00F15152" w:rsidRPr="008C6DE4" w:rsidRDefault="00F15152" w:rsidP="00F15152">
      <w:pPr>
        <w:pStyle w:val="Heading2"/>
      </w:pPr>
      <w:bookmarkStart w:id="86" w:name="_Toc535475927"/>
      <w:bookmarkStart w:id="87" w:name="_Toc5952595"/>
      <w:r w:rsidRPr="008C6DE4">
        <w:t>7.1</w:t>
      </w:r>
      <w:r w:rsidRPr="008C6DE4">
        <w:tab/>
        <w:t>UE transmit timing</w:t>
      </w:r>
      <w:bookmarkEnd w:id="86"/>
    </w:p>
    <w:p w14:paraId="678EA2F0" w14:textId="77777777" w:rsidR="00F15152" w:rsidRPr="008C6DE4" w:rsidRDefault="00F15152" w:rsidP="00F15152">
      <w:pPr>
        <w:pStyle w:val="Heading3"/>
      </w:pPr>
      <w:bookmarkStart w:id="88" w:name="_Toc535475928"/>
      <w:r w:rsidRPr="008C6DE4">
        <w:t>7.1.1</w:t>
      </w:r>
      <w:r w:rsidRPr="008C6DE4">
        <w:tab/>
        <w:t>Introduction</w:t>
      </w:r>
      <w:bookmarkEnd w:id="88"/>
    </w:p>
    <w:p w14:paraId="29784D04" w14:textId="6A33A515" w:rsidR="00FD77A0" w:rsidRDefault="00FD77A0" w:rsidP="00FD77A0">
      <w:pPr>
        <w:rPr>
          <w:rFonts w:cs="v4.2.0"/>
          <w:lang w:eastAsia="zh-CN"/>
        </w:rPr>
      </w:pPr>
      <w:bookmarkStart w:id="89" w:name="_Toc535475929"/>
      <w:r w:rsidRPr="008C6DE4">
        <w:rPr>
          <w:rFonts w:cs="v4.2.0"/>
        </w:rPr>
        <w:t xml:space="preserve">The UE shall have capability to follow the frame timing change of the </w:t>
      </w:r>
      <w:r w:rsidRPr="008C6DE4">
        <w:t>reference cell</w:t>
      </w:r>
      <w:r w:rsidRPr="008C6DE4">
        <w:rPr>
          <w:rFonts w:cs="v4.2.0"/>
        </w:rPr>
        <w:t xml:space="preserve"> in connected </w:t>
      </w:r>
      <w:r w:rsidRPr="008C6DE4">
        <w:t>state</w:t>
      </w:r>
      <w:r w:rsidRPr="008C6DE4">
        <w:rPr>
          <w:rFonts w:cs="v4.2.0"/>
        </w:rPr>
        <w:t>. The uplink frame transmission takes place</w:t>
      </w:r>
      <w:r w:rsidRPr="008C6DE4">
        <w:rPr>
          <w:rFonts w:cs="v4.2.0"/>
          <w:vertAlign w:val="subscript"/>
        </w:rPr>
        <w:t xml:space="preserve"> </w:t>
      </w:r>
      <w:r w:rsidRPr="008C6DE4">
        <w:rPr>
          <w:position w:val="-10"/>
        </w:rPr>
        <w:object w:dxaOrig="1800" w:dyaOrig="300" w14:anchorId="612D7F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25pt;height:8.4pt" o:ole="">
            <v:imagedata r:id="rId13" o:title=""/>
          </v:shape>
          <o:OLEObject Type="Embed" ProgID="Equation.3" ShapeID="_x0000_i1025" DrawAspect="Content" ObjectID="_1734963201" r:id="rId14"/>
        </w:object>
      </w:r>
      <w:r w:rsidRPr="008C6DE4" w:rsidDel="005D39B2">
        <w:rPr>
          <w:rFonts w:cs="v4.2.0"/>
        </w:rPr>
        <w:t xml:space="preserve"> </w:t>
      </w:r>
      <w:r w:rsidRPr="008C6DE4">
        <w:rPr>
          <w:rFonts w:cs="v4.2.0"/>
        </w:rPr>
        <w:t>before the reception of the first detected path (in time) of the corresponding downlink frame</w:t>
      </w:r>
      <w:r w:rsidRPr="008C6DE4">
        <w:t xml:space="preserve"> from the reference cell. For </w:t>
      </w:r>
      <w:r w:rsidRPr="008C6DE4">
        <w:rPr>
          <w:lang w:eastAsia="ja-JP"/>
        </w:rPr>
        <w:t xml:space="preserve">serving cell(s) in </w:t>
      </w:r>
      <w:r>
        <w:rPr>
          <w:rFonts w:hint="eastAsia"/>
          <w:lang w:eastAsia="zh-CN"/>
        </w:rPr>
        <w:t>p</w:t>
      </w:r>
      <w:r w:rsidRPr="008C6DE4">
        <w:t>TAG,</w:t>
      </w:r>
      <w:r w:rsidRPr="008C6DE4">
        <w:rPr>
          <w:rFonts w:cs="v4.2.0"/>
        </w:rPr>
        <w:t xml:space="preserve"> </w:t>
      </w:r>
      <w:r w:rsidRPr="008C6DE4">
        <w:t xml:space="preserve">UE shall use the SpCell as the reference cell for deriving the UE transmit timing for cells in the </w:t>
      </w:r>
      <w:r>
        <w:rPr>
          <w:rFonts w:hint="eastAsia"/>
          <w:lang w:eastAsia="zh-CN"/>
        </w:rPr>
        <w:t>p</w:t>
      </w:r>
      <w:r w:rsidRPr="008C6DE4">
        <w:t xml:space="preserve">TAG. </w:t>
      </w:r>
      <w:r w:rsidRPr="008C6DE4">
        <w:rPr>
          <w:lang w:eastAsia="ja-JP"/>
        </w:rPr>
        <w:t xml:space="preserve">For serving cell(s) in </w:t>
      </w:r>
      <w:r>
        <w:rPr>
          <w:rFonts w:hint="eastAsia"/>
          <w:lang w:eastAsia="zh-CN"/>
        </w:rPr>
        <w:t>s</w:t>
      </w:r>
      <w:r w:rsidRPr="008C6DE4">
        <w:rPr>
          <w:lang w:eastAsia="ja-JP"/>
        </w:rPr>
        <w:t xml:space="preserve">TAG, </w:t>
      </w:r>
      <w:r w:rsidRPr="008C6DE4">
        <w:t xml:space="preserve">UE shall use any of the </w:t>
      </w:r>
      <w:r w:rsidRPr="008C6DE4">
        <w:rPr>
          <w:lang w:eastAsia="ja-JP"/>
        </w:rPr>
        <w:t xml:space="preserve">activated SCells </w:t>
      </w:r>
      <w:r w:rsidRPr="008C6DE4">
        <w:t xml:space="preserve">as the reference cell for deriving the UE transmit timing for </w:t>
      </w:r>
      <w:r w:rsidRPr="008C6DE4">
        <w:rPr>
          <w:lang w:eastAsia="ja-JP"/>
        </w:rPr>
        <w:t xml:space="preserve">the </w:t>
      </w:r>
      <w:r w:rsidRPr="008C6DE4">
        <w:t xml:space="preserve">cells in the </w:t>
      </w:r>
      <w:r>
        <w:rPr>
          <w:rFonts w:hint="eastAsia"/>
          <w:lang w:eastAsia="zh-CN"/>
        </w:rPr>
        <w:t>s</w:t>
      </w:r>
      <w:r w:rsidRPr="008C6DE4">
        <w:t>TAG.</w:t>
      </w:r>
      <w:r w:rsidRPr="008C6DE4" w:rsidDel="00123E0F">
        <w:t xml:space="preserve"> </w:t>
      </w:r>
      <w:r>
        <w:rPr>
          <w:rFonts w:cs="v4.2.0"/>
        </w:rPr>
        <w:t>UE initial transmit timing accuracy</w:t>
      </w:r>
      <w:r>
        <w:rPr>
          <w:rFonts w:cs="v4.2.0" w:hint="eastAsia"/>
          <w:lang w:val="en-US" w:eastAsia="zh-CN"/>
        </w:rPr>
        <w:t xml:space="preserve"> and</w:t>
      </w:r>
      <w:r>
        <w:rPr>
          <w:rFonts w:cs="v4.2.0"/>
        </w:rPr>
        <w:t xml:space="preserve"> </w:t>
      </w:r>
      <w:r>
        <w:t>gradual timing adjustment requirements</w:t>
      </w:r>
      <w:r>
        <w:rPr>
          <w:rFonts w:cs="v4.2.0"/>
        </w:rPr>
        <w:t xml:space="preserve"> are defined in the following requirements.</w:t>
      </w:r>
      <w:r>
        <w:rPr>
          <w:rFonts w:cs="v4.2.0" w:hint="eastAsia"/>
          <w:lang w:eastAsia="zh-CN"/>
        </w:rPr>
        <w:t xml:space="preserve"> </w:t>
      </w:r>
    </w:p>
    <w:p w14:paraId="3605161A" w14:textId="77777777" w:rsidR="00F15152" w:rsidRPr="008C6DE4" w:rsidRDefault="00F15152" w:rsidP="00F15152">
      <w:pPr>
        <w:pStyle w:val="Heading3"/>
      </w:pPr>
      <w:r w:rsidRPr="008C6DE4">
        <w:t>7.1.2</w:t>
      </w:r>
      <w:r w:rsidRPr="008C6DE4">
        <w:tab/>
        <w:t>Requirements</w:t>
      </w:r>
      <w:bookmarkEnd w:id="89"/>
    </w:p>
    <w:p w14:paraId="7C2DC05A" w14:textId="77777777" w:rsidR="00F15152" w:rsidRPr="008C6DE4" w:rsidRDefault="00F15152" w:rsidP="00F15152">
      <w:pPr>
        <w:rPr>
          <w:rFonts w:cs="v4.2.0"/>
        </w:rPr>
      </w:pPr>
      <w:r w:rsidRPr="008C6DE4">
        <w:rPr>
          <w:rFonts w:cs="v4.2.0"/>
        </w:rPr>
        <w:t xml:space="preserve">The UE initial transmission timing error shall be less than or equal to </w:t>
      </w:r>
      <w:r w:rsidRPr="008C6DE4">
        <w:rPr>
          <w:rFonts w:cs="v4.2.0"/>
        </w:rPr>
        <w:sym w:font="Symbol" w:char="F0B1"/>
      </w:r>
      <w:r w:rsidRPr="008C6DE4">
        <w:rPr>
          <w:rFonts w:cs="v4.2.0"/>
        </w:rPr>
        <w:t>T</w:t>
      </w:r>
      <w:r w:rsidRPr="008C6DE4">
        <w:rPr>
          <w:rFonts w:cs="v4.2.0"/>
          <w:vertAlign w:val="subscript"/>
        </w:rPr>
        <w:t>e</w:t>
      </w:r>
      <w:r w:rsidRPr="008C6DE4">
        <w:t xml:space="preserve"> where the timing error limit value </w:t>
      </w:r>
      <w:r w:rsidRPr="008C6DE4">
        <w:rPr>
          <w:rFonts w:cs="v4.2.0"/>
        </w:rPr>
        <w:t>T</w:t>
      </w:r>
      <w:r w:rsidRPr="008C6DE4">
        <w:rPr>
          <w:rFonts w:cs="v4.2.0"/>
          <w:vertAlign w:val="subscript"/>
        </w:rPr>
        <w:t>e</w:t>
      </w:r>
      <w:r w:rsidRPr="008C6DE4">
        <w:t xml:space="preserve"> is specified in Table 7.1.2-1</w:t>
      </w:r>
      <w:r w:rsidRPr="008C6DE4">
        <w:rPr>
          <w:rFonts w:cs="v4.2.0"/>
        </w:rPr>
        <w:t>. This requirement applies:</w:t>
      </w:r>
    </w:p>
    <w:p w14:paraId="023945E5" w14:textId="77777777" w:rsidR="00F15152" w:rsidRPr="008C6DE4" w:rsidRDefault="00F15152" w:rsidP="002320DB">
      <w:pPr>
        <w:pStyle w:val="B10"/>
      </w:pPr>
      <w:r w:rsidRPr="008C6DE4">
        <w:rPr>
          <w:noProof/>
          <w:lang w:eastAsia="ko-KR"/>
        </w:rPr>
        <w:t>-</w:t>
      </w:r>
      <w:r w:rsidRPr="008C6DE4">
        <w:rPr>
          <w:noProof/>
          <w:lang w:eastAsia="ko-KR"/>
        </w:rPr>
        <w:tab/>
      </w:r>
      <w:r w:rsidRPr="008C6DE4">
        <w:t>when it is the first transmission in a DRX cycle for PUCCH, PUSCH and SRS or it is the PRACH transmission.</w:t>
      </w:r>
    </w:p>
    <w:p w14:paraId="6A3B05C8" w14:textId="77777777" w:rsidR="00F15152" w:rsidRPr="008C6DE4" w:rsidRDefault="00F15152" w:rsidP="00F15152">
      <w:pPr>
        <w:rPr>
          <w:rFonts w:cs="v4.2.0"/>
        </w:rPr>
      </w:pPr>
      <w:r w:rsidRPr="008C6DE4">
        <w:rPr>
          <w:rFonts w:cs="v4.2.0"/>
        </w:rPr>
        <w:lastRenderedPageBreak/>
        <w:t xml:space="preserve">The UE shall meet the Te requirement for an initial transmission provided that at least one SSB is available at the UE during the last 160 ms. The reference point for the UE initial transmit timing control requirement shall be the downlink timing of the reference cell minus </w:t>
      </w:r>
      <w:r w:rsidRPr="008C6DE4">
        <w:rPr>
          <w:noProof/>
          <w:position w:val="-10"/>
          <w:lang w:val="en-US" w:eastAsia="zh-CN"/>
        </w:rPr>
        <w:drawing>
          <wp:inline distT="0" distB="0" distL="0" distR="0" wp14:anchorId="34EEE729" wp14:editId="4C26F067">
            <wp:extent cx="1145540" cy="187960"/>
            <wp:effectExtent l="0" t="0" r="0" b="2540"/>
            <wp:docPr id="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45540" cy="187960"/>
                    </a:xfrm>
                    <a:prstGeom prst="rect">
                      <a:avLst/>
                    </a:prstGeom>
                    <a:noFill/>
                    <a:ln>
                      <a:noFill/>
                    </a:ln>
                  </pic:spPr>
                </pic:pic>
              </a:graphicData>
            </a:graphic>
          </wp:inline>
        </w:drawing>
      </w:r>
      <w:r w:rsidRPr="008C6DE4">
        <w:rPr>
          <w:rFonts w:cs="v4.2.0"/>
        </w:rPr>
        <w:t xml:space="preserve">. The downlink timing is defined as the time when the first detected path (in time) of the corresponding downlink frame is received </w:t>
      </w:r>
      <w:r w:rsidRPr="008C6DE4">
        <w:t xml:space="preserve">from the reference cell. </w:t>
      </w:r>
      <w:r w:rsidRPr="008C6DE4">
        <w:rPr>
          <w:rFonts w:cs="v4.2.0"/>
          <w:i/>
        </w:rPr>
        <w:t>N</w:t>
      </w:r>
      <w:r w:rsidRPr="008C6DE4">
        <w:rPr>
          <w:rFonts w:cs="v4.2.0"/>
          <w:vertAlign w:val="subscript"/>
        </w:rPr>
        <w:t>TA</w:t>
      </w:r>
      <w:r w:rsidRPr="008C6DE4">
        <w:rPr>
          <w:rFonts w:cs="v4.2.0"/>
        </w:rPr>
        <w:t xml:space="preserve"> for PRACH is defined as 0.</w:t>
      </w:r>
    </w:p>
    <w:p w14:paraId="7559AE36" w14:textId="77777777" w:rsidR="00F15152" w:rsidRPr="008C6DE4" w:rsidRDefault="00F15152" w:rsidP="00F15152">
      <w:pPr>
        <w:rPr>
          <w:rFonts w:cs="v4.2.0"/>
        </w:rPr>
      </w:pPr>
      <w:r w:rsidRPr="008C6DE4">
        <w:rPr>
          <w:noProof/>
          <w:position w:val="-10"/>
          <w:lang w:val="en-US" w:eastAsia="zh-CN"/>
        </w:rPr>
        <w:drawing>
          <wp:inline distT="0" distB="0" distL="0" distR="0" wp14:anchorId="0CE17776" wp14:editId="40B0ADC1">
            <wp:extent cx="1145540" cy="187960"/>
            <wp:effectExtent l="0" t="0" r="0" b="2540"/>
            <wp:docPr id="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45540" cy="187960"/>
                    </a:xfrm>
                    <a:prstGeom prst="rect">
                      <a:avLst/>
                    </a:prstGeom>
                    <a:noFill/>
                    <a:ln>
                      <a:noFill/>
                    </a:ln>
                  </pic:spPr>
                </pic:pic>
              </a:graphicData>
            </a:graphic>
          </wp:inline>
        </w:drawing>
      </w:r>
      <w:r w:rsidRPr="008C6DE4">
        <w:rPr>
          <w:rFonts w:cs="v4.2.0"/>
        </w:rPr>
        <w:t xml:space="preserve"> </w:t>
      </w:r>
      <w:r w:rsidRPr="008C6DE4">
        <w:t xml:space="preserve">(in </w:t>
      </w:r>
      <w:r w:rsidRPr="008C6DE4">
        <w:rPr>
          <w:i/>
        </w:rPr>
        <w:t>T</w:t>
      </w:r>
      <w:r w:rsidRPr="008C6DE4">
        <w:rPr>
          <w:i/>
          <w:vertAlign w:val="subscript"/>
        </w:rPr>
        <w:t>c</w:t>
      </w:r>
      <w:r w:rsidRPr="008C6DE4">
        <w:t xml:space="preserve"> units) </w:t>
      </w:r>
      <w:r w:rsidRPr="008C6DE4">
        <w:rPr>
          <w:rFonts w:cs="v4.2.0"/>
        </w:rPr>
        <w:t xml:space="preserve">for other channels is the difference between UE transmission timing and the downlink timing immediately after when the last timing advance in clause 7.3 was applied. </w:t>
      </w:r>
      <w:r w:rsidRPr="008C6DE4">
        <w:rPr>
          <w:rFonts w:cs="v4.2.0"/>
          <w:i/>
        </w:rPr>
        <w:t>N</w:t>
      </w:r>
      <w:r w:rsidRPr="008C6DE4">
        <w:rPr>
          <w:rFonts w:cs="v4.2.0"/>
          <w:vertAlign w:val="subscript"/>
        </w:rPr>
        <w:t>TA</w:t>
      </w:r>
      <w:r w:rsidRPr="008C6DE4">
        <w:rPr>
          <w:rFonts w:cs="v4.2.0"/>
        </w:rPr>
        <w:t xml:space="preserve"> for other channels is not changed until next timing advance is received. The value of</w:t>
      </w:r>
      <w:r w:rsidRPr="008C6DE4">
        <w:rPr>
          <w:noProof/>
          <w:position w:val="-10"/>
          <w:lang w:val="en-US" w:eastAsia="zh-CN"/>
        </w:rPr>
        <w:drawing>
          <wp:inline distT="0" distB="0" distL="0" distR="0" wp14:anchorId="55068E51" wp14:editId="778EA505">
            <wp:extent cx="500380" cy="187960"/>
            <wp:effectExtent l="0" t="0" r="0" b="2540"/>
            <wp:docPr id="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380" cy="187960"/>
                    </a:xfrm>
                    <a:prstGeom prst="rect">
                      <a:avLst/>
                    </a:prstGeom>
                    <a:noFill/>
                    <a:ln>
                      <a:noFill/>
                    </a:ln>
                  </pic:spPr>
                </pic:pic>
              </a:graphicData>
            </a:graphic>
          </wp:inline>
        </w:drawing>
      </w:r>
      <w:r w:rsidRPr="008C6DE4">
        <w:t xml:space="preserve">depends on the duplex mode of the cell in which the uplink transmission takes place and the frequency range (FR). </w:t>
      </w:r>
      <w:r w:rsidRPr="008C6DE4">
        <w:rPr>
          <w:noProof/>
          <w:position w:val="-10"/>
          <w:lang w:val="en-US" w:eastAsia="zh-CN"/>
        </w:rPr>
        <w:drawing>
          <wp:inline distT="0" distB="0" distL="0" distR="0" wp14:anchorId="365DAABA" wp14:editId="426B696D">
            <wp:extent cx="500380" cy="187960"/>
            <wp:effectExtent l="0" t="0" r="0" b="2540"/>
            <wp:docPr id="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380" cy="187960"/>
                    </a:xfrm>
                    <a:prstGeom prst="rect">
                      <a:avLst/>
                    </a:prstGeom>
                    <a:noFill/>
                    <a:ln>
                      <a:noFill/>
                    </a:ln>
                  </pic:spPr>
                </pic:pic>
              </a:graphicData>
            </a:graphic>
          </wp:inline>
        </w:drawing>
      </w:r>
      <w:r w:rsidRPr="008C6DE4">
        <w:t xml:space="preserve">is defined in </w:t>
      </w:r>
      <w:r w:rsidRPr="008C6DE4">
        <w:rPr>
          <w:rFonts w:cs="v4.2.0"/>
        </w:rPr>
        <w:t>Table 7.1.2-2.</w:t>
      </w:r>
    </w:p>
    <w:p w14:paraId="0C7D3552" w14:textId="77777777" w:rsidR="00F15152" w:rsidRPr="008C6DE4" w:rsidRDefault="00F15152" w:rsidP="00F15152">
      <w:pPr>
        <w:pStyle w:val="TH"/>
      </w:pPr>
      <w:r w:rsidRPr="008C6DE4">
        <w:t>Table 7.1.2-1: T</w:t>
      </w:r>
      <w:r w:rsidRPr="008C6DE4">
        <w:rPr>
          <w:vertAlign w:val="subscript"/>
        </w:rPr>
        <w:t>e</w:t>
      </w:r>
      <w:r w:rsidRPr="008C6DE4">
        <w:t xml:space="preserve"> Timing Error Limit</w:t>
      </w:r>
    </w:p>
    <w:tbl>
      <w:tblPr>
        <w:tblW w:w="31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6"/>
        <w:gridCol w:w="1524"/>
        <w:gridCol w:w="1525"/>
        <w:gridCol w:w="1811"/>
      </w:tblGrid>
      <w:tr w:rsidR="001F2CA3" w:rsidRPr="008C6DE4" w14:paraId="2EA2A1E2" w14:textId="77777777" w:rsidTr="00F15152">
        <w:trPr>
          <w:cantSplit/>
          <w:jc w:val="center"/>
        </w:trPr>
        <w:tc>
          <w:tcPr>
            <w:tcW w:w="1033" w:type="pct"/>
            <w:vAlign w:val="center"/>
          </w:tcPr>
          <w:p w14:paraId="3A734D40" w14:textId="0555F647" w:rsidR="001F2CA3" w:rsidRPr="008C6DE4" w:rsidRDefault="001F2CA3" w:rsidP="001F2CA3">
            <w:pPr>
              <w:pStyle w:val="TAH"/>
            </w:pPr>
            <w:r w:rsidRPr="008C6DE4">
              <w:t>Frequency Range</w:t>
            </w:r>
          </w:p>
        </w:tc>
        <w:tc>
          <w:tcPr>
            <w:tcW w:w="1244" w:type="pct"/>
            <w:vAlign w:val="center"/>
          </w:tcPr>
          <w:p w14:paraId="74676E82" w14:textId="6C1421A7" w:rsidR="001F2CA3" w:rsidRPr="008C6DE4" w:rsidRDefault="001F2CA3" w:rsidP="001F2CA3">
            <w:pPr>
              <w:pStyle w:val="TAH"/>
            </w:pPr>
            <w:r w:rsidRPr="008C6DE4">
              <w:t>SCS of SSB signals (kHz)</w:t>
            </w:r>
          </w:p>
        </w:tc>
        <w:tc>
          <w:tcPr>
            <w:tcW w:w="1245" w:type="pct"/>
            <w:vAlign w:val="center"/>
          </w:tcPr>
          <w:p w14:paraId="3F075E66" w14:textId="5B5BEB5E" w:rsidR="001F2CA3" w:rsidRPr="008C6DE4" w:rsidRDefault="001F2CA3" w:rsidP="001F2CA3">
            <w:pPr>
              <w:pStyle w:val="TAH"/>
            </w:pPr>
            <w:r w:rsidRPr="008C6DE4">
              <w:t>SCS of uplink signals (kHz)</w:t>
            </w:r>
          </w:p>
        </w:tc>
        <w:tc>
          <w:tcPr>
            <w:tcW w:w="1478" w:type="pct"/>
            <w:vAlign w:val="center"/>
          </w:tcPr>
          <w:p w14:paraId="18BD3B8F" w14:textId="43829725" w:rsidR="001F2CA3" w:rsidRPr="008C6DE4" w:rsidRDefault="001F2CA3" w:rsidP="001F2CA3">
            <w:pPr>
              <w:pStyle w:val="TAH"/>
            </w:pPr>
            <w:r w:rsidRPr="008C6DE4">
              <w:t>T</w:t>
            </w:r>
            <w:r w:rsidRPr="008C6DE4">
              <w:rPr>
                <w:vertAlign w:val="subscript"/>
              </w:rPr>
              <w:t>e</w:t>
            </w:r>
          </w:p>
        </w:tc>
      </w:tr>
      <w:tr w:rsidR="00DD3199" w:rsidRPr="008C6DE4" w14:paraId="28149B1E" w14:textId="77777777" w:rsidTr="00F15152">
        <w:trPr>
          <w:cantSplit/>
          <w:jc w:val="center"/>
        </w:trPr>
        <w:tc>
          <w:tcPr>
            <w:tcW w:w="1033" w:type="pct"/>
            <w:vMerge w:val="restart"/>
            <w:vAlign w:val="center"/>
          </w:tcPr>
          <w:p w14:paraId="30293923" w14:textId="77777777" w:rsidR="00F15152" w:rsidRPr="008C6DE4" w:rsidRDefault="00F15152" w:rsidP="001F2CA3">
            <w:pPr>
              <w:pStyle w:val="TAC"/>
            </w:pPr>
            <w:r w:rsidRPr="008C6DE4">
              <w:t>1</w:t>
            </w:r>
          </w:p>
        </w:tc>
        <w:tc>
          <w:tcPr>
            <w:tcW w:w="1244" w:type="pct"/>
            <w:vMerge w:val="restart"/>
            <w:vAlign w:val="center"/>
          </w:tcPr>
          <w:p w14:paraId="3881CBFB" w14:textId="77777777" w:rsidR="00F15152" w:rsidRPr="008C6DE4" w:rsidRDefault="00F15152" w:rsidP="001F2CA3">
            <w:pPr>
              <w:pStyle w:val="TAC"/>
            </w:pPr>
            <w:r w:rsidRPr="008C6DE4">
              <w:t>15</w:t>
            </w:r>
          </w:p>
        </w:tc>
        <w:tc>
          <w:tcPr>
            <w:tcW w:w="1245" w:type="pct"/>
          </w:tcPr>
          <w:p w14:paraId="667B34F9" w14:textId="77777777" w:rsidR="00F15152" w:rsidRPr="008C6DE4" w:rsidRDefault="00F15152" w:rsidP="001F2CA3">
            <w:pPr>
              <w:pStyle w:val="TAC"/>
            </w:pPr>
            <w:r w:rsidRPr="008C6DE4">
              <w:t>15</w:t>
            </w:r>
          </w:p>
        </w:tc>
        <w:tc>
          <w:tcPr>
            <w:tcW w:w="1478" w:type="pct"/>
          </w:tcPr>
          <w:p w14:paraId="1FAC17AA" w14:textId="77777777" w:rsidR="00F15152" w:rsidRPr="008C6DE4" w:rsidRDefault="00F15152" w:rsidP="001F2CA3">
            <w:pPr>
              <w:pStyle w:val="TAC"/>
            </w:pPr>
            <w:r w:rsidRPr="008C6DE4">
              <w:t>12*64*T</w:t>
            </w:r>
            <w:r w:rsidRPr="008C6DE4">
              <w:rPr>
                <w:vertAlign w:val="subscript"/>
              </w:rPr>
              <w:t>c</w:t>
            </w:r>
          </w:p>
        </w:tc>
      </w:tr>
      <w:tr w:rsidR="00DD3199" w:rsidRPr="008C6DE4" w14:paraId="25DC00FA" w14:textId="77777777" w:rsidTr="00F15152">
        <w:trPr>
          <w:cantSplit/>
          <w:jc w:val="center"/>
        </w:trPr>
        <w:tc>
          <w:tcPr>
            <w:tcW w:w="1033" w:type="pct"/>
            <w:vMerge/>
            <w:vAlign w:val="center"/>
          </w:tcPr>
          <w:p w14:paraId="398F96E1" w14:textId="77777777" w:rsidR="00F15152" w:rsidRPr="008C6DE4" w:rsidRDefault="00F15152" w:rsidP="001F2CA3">
            <w:pPr>
              <w:pStyle w:val="TAC"/>
            </w:pPr>
          </w:p>
        </w:tc>
        <w:tc>
          <w:tcPr>
            <w:tcW w:w="1244" w:type="pct"/>
            <w:vMerge/>
            <w:vAlign w:val="center"/>
          </w:tcPr>
          <w:p w14:paraId="549C0C6E" w14:textId="77777777" w:rsidR="00F15152" w:rsidRPr="008C6DE4" w:rsidRDefault="00F15152" w:rsidP="001F2CA3">
            <w:pPr>
              <w:pStyle w:val="TAC"/>
            </w:pPr>
          </w:p>
        </w:tc>
        <w:tc>
          <w:tcPr>
            <w:tcW w:w="1245" w:type="pct"/>
          </w:tcPr>
          <w:p w14:paraId="0195B7E0" w14:textId="77777777" w:rsidR="00F15152" w:rsidRPr="008C6DE4" w:rsidRDefault="00F15152" w:rsidP="001F2CA3">
            <w:pPr>
              <w:pStyle w:val="TAC"/>
            </w:pPr>
            <w:r w:rsidRPr="008C6DE4">
              <w:t>30</w:t>
            </w:r>
          </w:p>
        </w:tc>
        <w:tc>
          <w:tcPr>
            <w:tcW w:w="1478" w:type="pct"/>
          </w:tcPr>
          <w:p w14:paraId="67BBACAB" w14:textId="77777777" w:rsidR="00F15152" w:rsidRPr="008C6DE4" w:rsidRDefault="00F15152" w:rsidP="001F2CA3">
            <w:pPr>
              <w:pStyle w:val="TAC"/>
            </w:pPr>
            <w:r w:rsidRPr="008C6DE4">
              <w:t>10*64*T</w:t>
            </w:r>
            <w:r w:rsidRPr="008C6DE4">
              <w:rPr>
                <w:vertAlign w:val="subscript"/>
              </w:rPr>
              <w:t>c</w:t>
            </w:r>
          </w:p>
        </w:tc>
      </w:tr>
      <w:tr w:rsidR="00DD3199" w:rsidRPr="008C6DE4" w14:paraId="1EAC7487" w14:textId="77777777" w:rsidTr="00F15152">
        <w:trPr>
          <w:cantSplit/>
          <w:jc w:val="center"/>
        </w:trPr>
        <w:tc>
          <w:tcPr>
            <w:tcW w:w="1033" w:type="pct"/>
            <w:vMerge/>
            <w:vAlign w:val="center"/>
          </w:tcPr>
          <w:p w14:paraId="041E487F" w14:textId="77777777" w:rsidR="00F15152" w:rsidRPr="008C6DE4" w:rsidRDefault="00F15152" w:rsidP="001F2CA3">
            <w:pPr>
              <w:pStyle w:val="TAC"/>
            </w:pPr>
          </w:p>
        </w:tc>
        <w:tc>
          <w:tcPr>
            <w:tcW w:w="1244" w:type="pct"/>
            <w:vMerge/>
            <w:vAlign w:val="center"/>
          </w:tcPr>
          <w:p w14:paraId="18CFE32A" w14:textId="77777777" w:rsidR="00F15152" w:rsidRPr="008C6DE4" w:rsidRDefault="00F15152" w:rsidP="001F2CA3">
            <w:pPr>
              <w:pStyle w:val="TAC"/>
            </w:pPr>
          </w:p>
        </w:tc>
        <w:tc>
          <w:tcPr>
            <w:tcW w:w="1245" w:type="pct"/>
          </w:tcPr>
          <w:p w14:paraId="7A4A907B" w14:textId="77777777" w:rsidR="00F15152" w:rsidRPr="008C6DE4" w:rsidRDefault="00F15152" w:rsidP="001F2CA3">
            <w:pPr>
              <w:pStyle w:val="TAC"/>
            </w:pPr>
            <w:r w:rsidRPr="008C6DE4">
              <w:t>60</w:t>
            </w:r>
          </w:p>
        </w:tc>
        <w:tc>
          <w:tcPr>
            <w:tcW w:w="1478" w:type="pct"/>
          </w:tcPr>
          <w:p w14:paraId="1995B0CD" w14:textId="77777777" w:rsidR="00F15152" w:rsidRPr="008C6DE4" w:rsidRDefault="00F15152" w:rsidP="001F2CA3">
            <w:pPr>
              <w:pStyle w:val="TAC"/>
            </w:pPr>
            <w:r w:rsidRPr="008C6DE4">
              <w:t>10*64*T</w:t>
            </w:r>
            <w:r w:rsidRPr="008C6DE4">
              <w:rPr>
                <w:vertAlign w:val="subscript"/>
              </w:rPr>
              <w:t>c</w:t>
            </w:r>
          </w:p>
        </w:tc>
      </w:tr>
      <w:tr w:rsidR="00DD3199" w:rsidRPr="008C6DE4" w14:paraId="4BA3425B" w14:textId="77777777" w:rsidTr="00F15152">
        <w:trPr>
          <w:cantSplit/>
          <w:jc w:val="center"/>
        </w:trPr>
        <w:tc>
          <w:tcPr>
            <w:tcW w:w="1033" w:type="pct"/>
            <w:vMerge/>
            <w:vAlign w:val="center"/>
          </w:tcPr>
          <w:p w14:paraId="58FF2087" w14:textId="77777777" w:rsidR="00F15152" w:rsidRPr="008C6DE4" w:rsidRDefault="00F15152" w:rsidP="001F2CA3">
            <w:pPr>
              <w:pStyle w:val="TAC"/>
            </w:pPr>
          </w:p>
        </w:tc>
        <w:tc>
          <w:tcPr>
            <w:tcW w:w="1244" w:type="pct"/>
            <w:vMerge w:val="restart"/>
            <w:vAlign w:val="center"/>
          </w:tcPr>
          <w:p w14:paraId="4E8FD1CE" w14:textId="77777777" w:rsidR="00F15152" w:rsidRPr="008C6DE4" w:rsidRDefault="00F15152" w:rsidP="001F2CA3">
            <w:pPr>
              <w:pStyle w:val="TAC"/>
            </w:pPr>
            <w:r w:rsidRPr="008C6DE4">
              <w:t>30</w:t>
            </w:r>
          </w:p>
        </w:tc>
        <w:tc>
          <w:tcPr>
            <w:tcW w:w="1245" w:type="pct"/>
          </w:tcPr>
          <w:p w14:paraId="7E70A1DA" w14:textId="77777777" w:rsidR="00F15152" w:rsidRPr="008C6DE4" w:rsidRDefault="00F15152" w:rsidP="001F2CA3">
            <w:pPr>
              <w:pStyle w:val="TAC"/>
            </w:pPr>
            <w:r w:rsidRPr="008C6DE4">
              <w:t>15</w:t>
            </w:r>
          </w:p>
        </w:tc>
        <w:tc>
          <w:tcPr>
            <w:tcW w:w="1478" w:type="pct"/>
          </w:tcPr>
          <w:p w14:paraId="41FE161E" w14:textId="77777777" w:rsidR="00F15152" w:rsidRPr="008C6DE4" w:rsidRDefault="00F15152" w:rsidP="001F2CA3">
            <w:pPr>
              <w:pStyle w:val="TAC"/>
            </w:pPr>
            <w:r w:rsidRPr="008C6DE4">
              <w:t>8*64*T</w:t>
            </w:r>
            <w:r w:rsidRPr="008C6DE4">
              <w:rPr>
                <w:vertAlign w:val="subscript"/>
              </w:rPr>
              <w:t>c</w:t>
            </w:r>
          </w:p>
        </w:tc>
      </w:tr>
      <w:tr w:rsidR="00DD3199" w:rsidRPr="008C6DE4" w14:paraId="5C14F76D" w14:textId="77777777" w:rsidTr="00F15152">
        <w:trPr>
          <w:cantSplit/>
          <w:jc w:val="center"/>
        </w:trPr>
        <w:tc>
          <w:tcPr>
            <w:tcW w:w="1033" w:type="pct"/>
            <w:vMerge/>
            <w:vAlign w:val="center"/>
          </w:tcPr>
          <w:p w14:paraId="51358582" w14:textId="77777777" w:rsidR="00F15152" w:rsidRPr="008C6DE4" w:rsidRDefault="00F15152" w:rsidP="001F2CA3">
            <w:pPr>
              <w:pStyle w:val="TAC"/>
            </w:pPr>
          </w:p>
        </w:tc>
        <w:tc>
          <w:tcPr>
            <w:tcW w:w="1244" w:type="pct"/>
            <w:vMerge/>
            <w:vAlign w:val="center"/>
          </w:tcPr>
          <w:p w14:paraId="0D4FAE03" w14:textId="77777777" w:rsidR="00F15152" w:rsidRPr="008C6DE4" w:rsidRDefault="00F15152" w:rsidP="001F2CA3">
            <w:pPr>
              <w:pStyle w:val="TAC"/>
            </w:pPr>
          </w:p>
        </w:tc>
        <w:tc>
          <w:tcPr>
            <w:tcW w:w="1245" w:type="pct"/>
          </w:tcPr>
          <w:p w14:paraId="44D35E24" w14:textId="77777777" w:rsidR="00F15152" w:rsidRPr="008C6DE4" w:rsidRDefault="00F15152" w:rsidP="001F2CA3">
            <w:pPr>
              <w:pStyle w:val="TAC"/>
            </w:pPr>
            <w:r w:rsidRPr="008C6DE4">
              <w:t>30</w:t>
            </w:r>
          </w:p>
        </w:tc>
        <w:tc>
          <w:tcPr>
            <w:tcW w:w="1478" w:type="pct"/>
          </w:tcPr>
          <w:p w14:paraId="7BCF55A1" w14:textId="77777777" w:rsidR="00F15152" w:rsidRPr="008C6DE4" w:rsidRDefault="00F15152" w:rsidP="001F2CA3">
            <w:pPr>
              <w:pStyle w:val="TAC"/>
            </w:pPr>
            <w:r w:rsidRPr="008C6DE4">
              <w:t>8*64*T</w:t>
            </w:r>
            <w:r w:rsidRPr="008C6DE4">
              <w:rPr>
                <w:vertAlign w:val="subscript"/>
              </w:rPr>
              <w:t>c</w:t>
            </w:r>
          </w:p>
        </w:tc>
      </w:tr>
      <w:tr w:rsidR="00DD3199" w:rsidRPr="008C6DE4" w14:paraId="6FE2626C" w14:textId="77777777" w:rsidTr="00F15152">
        <w:trPr>
          <w:cantSplit/>
          <w:jc w:val="center"/>
        </w:trPr>
        <w:tc>
          <w:tcPr>
            <w:tcW w:w="1033" w:type="pct"/>
            <w:vMerge/>
            <w:vAlign w:val="center"/>
          </w:tcPr>
          <w:p w14:paraId="2B64E6D7" w14:textId="77777777" w:rsidR="00F15152" w:rsidRPr="008C6DE4" w:rsidRDefault="00F15152" w:rsidP="001F2CA3">
            <w:pPr>
              <w:pStyle w:val="TAC"/>
            </w:pPr>
          </w:p>
        </w:tc>
        <w:tc>
          <w:tcPr>
            <w:tcW w:w="1244" w:type="pct"/>
            <w:vMerge/>
            <w:vAlign w:val="center"/>
          </w:tcPr>
          <w:p w14:paraId="58F8A291" w14:textId="77777777" w:rsidR="00F15152" w:rsidRPr="008C6DE4" w:rsidRDefault="00F15152" w:rsidP="001F2CA3">
            <w:pPr>
              <w:pStyle w:val="TAC"/>
            </w:pPr>
          </w:p>
        </w:tc>
        <w:tc>
          <w:tcPr>
            <w:tcW w:w="1245" w:type="pct"/>
          </w:tcPr>
          <w:p w14:paraId="5581740F" w14:textId="77777777" w:rsidR="00F15152" w:rsidRPr="008C6DE4" w:rsidRDefault="00F15152" w:rsidP="001F2CA3">
            <w:pPr>
              <w:pStyle w:val="TAC"/>
            </w:pPr>
            <w:r w:rsidRPr="008C6DE4">
              <w:t>60</w:t>
            </w:r>
          </w:p>
        </w:tc>
        <w:tc>
          <w:tcPr>
            <w:tcW w:w="1478" w:type="pct"/>
          </w:tcPr>
          <w:p w14:paraId="624E460E" w14:textId="77777777" w:rsidR="00F15152" w:rsidRPr="008C6DE4" w:rsidRDefault="00F15152" w:rsidP="001F2CA3">
            <w:pPr>
              <w:pStyle w:val="TAC"/>
            </w:pPr>
            <w:r w:rsidRPr="008C6DE4">
              <w:t>7*64*T</w:t>
            </w:r>
            <w:r w:rsidRPr="008C6DE4">
              <w:rPr>
                <w:vertAlign w:val="subscript"/>
              </w:rPr>
              <w:t>c</w:t>
            </w:r>
          </w:p>
        </w:tc>
      </w:tr>
      <w:tr w:rsidR="00DD3199" w:rsidRPr="008C6DE4" w14:paraId="6DC996F2" w14:textId="77777777" w:rsidTr="00F15152">
        <w:trPr>
          <w:cantSplit/>
          <w:jc w:val="center"/>
        </w:trPr>
        <w:tc>
          <w:tcPr>
            <w:tcW w:w="1033" w:type="pct"/>
            <w:vMerge w:val="restart"/>
            <w:vAlign w:val="center"/>
          </w:tcPr>
          <w:p w14:paraId="5AE6B32F" w14:textId="77777777" w:rsidR="00F15152" w:rsidRPr="008C6DE4" w:rsidRDefault="00F15152" w:rsidP="001F2CA3">
            <w:pPr>
              <w:pStyle w:val="TAC"/>
            </w:pPr>
            <w:r w:rsidRPr="008C6DE4">
              <w:t>2</w:t>
            </w:r>
          </w:p>
        </w:tc>
        <w:tc>
          <w:tcPr>
            <w:tcW w:w="1244" w:type="pct"/>
            <w:vMerge w:val="restart"/>
            <w:vAlign w:val="center"/>
          </w:tcPr>
          <w:p w14:paraId="5F74E5EB" w14:textId="77777777" w:rsidR="00F15152" w:rsidRPr="008C6DE4" w:rsidRDefault="00F15152" w:rsidP="001F2CA3">
            <w:pPr>
              <w:pStyle w:val="TAC"/>
            </w:pPr>
            <w:r w:rsidRPr="008C6DE4">
              <w:t>120</w:t>
            </w:r>
          </w:p>
        </w:tc>
        <w:tc>
          <w:tcPr>
            <w:tcW w:w="1245" w:type="pct"/>
          </w:tcPr>
          <w:p w14:paraId="22A54C07" w14:textId="77777777" w:rsidR="00F15152" w:rsidRPr="008C6DE4" w:rsidRDefault="00F15152" w:rsidP="001F2CA3">
            <w:pPr>
              <w:pStyle w:val="TAC"/>
            </w:pPr>
            <w:r w:rsidRPr="008C6DE4">
              <w:t>60</w:t>
            </w:r>
          </w:p>
        </w:tc>
        <w:tc>
          <w:tcPr>
            <w:tcW w:w="1478" w:type="pct"/>
          </w:tcPr>
          <w:p w14:paraId="3A627259" w14:textId="77777777" w:rsidR="00F15152" w:rsidRPr="008C6DE4" w:rsidRDefault="00F15152" w:rsidP="001F2CA3">
            <w:pPr>
              <w:pStyle w:val="TAC"/>
            </w:pPr>
            <w:r w:rsidRPr="008C6DE4">
              <w:t>3.5*64*T</w:t>
            </w:r>
            <w:r w:rsidRPr="008C6DE4">
              <w:rPr>
                <w:vertAlign w:val="subscript"/>
              </w:rPr>
              <w:t>c</w:t>
            </w:r>
          </w:p>
        </w:tc>
      </w:tr>
      <w:tr w:rsidR="00DD3199" w:rsidRPr="008C6DE4" w14:paraId="5E3F12F7" w14:textId="77777777" w:rsidTr="00F15152">
        <w:trPr>
          <w:cantSplit/>
          <w:jc w:val="center"/>
        </w:trPr>
        <w:tc>
          <w:tcPr>
            <w:tcW w:w="1033" w:type="pct"/>
            <w:vMerge/>
            <w:vAlign w:val="center"/>
          </w:tcPr>
          <w:p w14:paraId="69B0C137" w14:textId="77777777" w:rsidR="00F15152" w:rsidRPr="008C6DE4" w:rsidRDefault="00F15152" w:rsidP="001F2CA3">
            <w:pPr>
              <w:pStyle w:val="TAC"/>
            </w:pPr>
          </w:p>
        </w:tc>
        <w:tc>
          <w:tcPr>
            <w:tcW w:w="1244" w:type="pct"/>
            <w:vMerge/>
            <w:vAlign w:val="center"/>
          </w:tcPr>
          <w:p w14:paraId="3CF14C33" w14:textId="77777777" w:rsidR="00F15152" w:rsidRPr="008C6DE4" w:rsidRDefault="00F15152" w:rsidP="001F2CA3">
            <w:pPr>
              <w:pStyle w:val="TAC"/>
            </w:pPr>
          </w:p>
        </w:tc>
        <w:tc>
          <w:tcPr>
            <w:tcW w:w="1245" w:type="pct"/>
          </w:tcPr>
          <w:p w14:paraId="1005059D" w14:textId="77777777" w:rsidR="00F15152" w:rsidRPr="008C6DE4" w:rsidRDefault="00F15152" w:rsidP="001F2CA3">
            <w:pPr>
              <w:pStyle w:val="TAC"/>
            </w:pPr>
            <w:r w:rsidRPr="008C6DE4">
              <w:t>120</w:t>
            </w:r>
          </w:p>
        </w:tc>
        <w:tc>
          <w:tcPr>
            <w:tcW w:w="1478" w:type="pct"/>
          </w:tcPr>
          <w:p w14:paraId="2BB51DA5" w14:textId="77777777" w:rsidR="00F15152" w:rsidRPr="008C6DE4" w:rsidRDefault="00F15152" w:rsidP="001F2CA3">
            <w:pPr>
              <w:pStyle w:val="TAC"/>
            </w:pPr>
            <w:r w:rsidRPr="008C6DE4">
              <w:t>3.5*64*T</w:t>
            </w:r>
            <w:r w:rsidRPr="008C6DE4">
              <w:rPr>
                <w:vertAlign w:val="subscript"/>
              </w:rPr>
              <w:t>c</w:t>
            </w:r>
          </w:p>
        </w:tc>
      </w:tr>
      <w:tr w:rsidR="00DD3199" w:rsidRPr="008C6DE4" w14:paraId="42883D6B" w14:textId="77777777" w:rsidTr="00F15152">
        <w:trPr>
          <w:cantSplit/>
          <w:jc w:val="center"/>
        </w:trPr>
        <w:tc>
          <w:tcPr>
            <w:tcW w:w="1033" w:type="pct"/>
            <w:vMerge/>
            <w:vAlign w:val="center"/>
          </w:tcPr>
          <w:p w14:paraId="34C76745" w14:textId="77777777" w:rsidR="00F15152" w:rsidRPr="008C6DE4" w:rsidRDefault="00F15152" w:rsidP="001F2CA3">
            <w:pPr>
              <w:pStyle w:val="TAC"/>
            </w:pPr>
          </w:p>
        </w:tc>
        <w:tc>
          <w:tcPr>
            <w:tcW w:w="1244" w:type="pct"/>
            <w:vMerge w:val="restart"/>
            <w:vAlign w:val="center"/>
          </w:tcPr>
          <w:p w14:paraId="60D19E3A" w14:textId="77777777" w:rsidR="00F15152" w:rsidRPr="008C6DE4" w:rsidRDefault="00F15152" w:rsidP="001F2CA3">
            <w:pPr>
              <w:pStyle w:val="TAC"/>
            </w:pPr>
            <w:r w:rsidRPr="008C6DE4">
              <w:t>240</w:t>
            </w:r>
          </w:p>
        </w:tc>
        <w:tc>
          <w:tcPr>
            <w:tcW w:w="1245" w:type="pct"/>
          </w:tcPr>
          <w:p w14:paraId="64B000F1" w14:textId="77777777" w:rsidR="00F15152" w:rsidRPr="008C6DE4" w:rsidRDefault="00F15152" w:rsidP="001F2CA3">
            <w:pPr>
              <w:pStyle w:val="TAC"/>
            </w:pPr>
            <w:r w:rsidRPr="008C6DE4">
              <w:t>60</w:t>
            </w:r>
          </w:p>
        </w:tc>
        <w:tc>
          <w:tcPr>
            <w:tcW w:w="1478" w:type="pct"/>
          </w:tcPr>
          <w:p w14:paraId="4F2110A4" w14:textId="77777777" w:rsidR="00F15152" w:rsidRPr="008C6DE4" w:rsidRDefault="00F15152" w:rsidP="001F2CA3">
            <w:pPr>
              <w:pStyle w:val="TAC"/>
            </w:pPr>
            <w:r w:rsidRPr="008C6DE4">
              <w:t>3*64*T</w:t>
            </w:r>
            <w:r w:rsidRPr="008C6DE4">
              <w:rPr>
                <w:vertAlign w:val="subscript"/>
              </w:rPr>
              <w:t>c</w:t>
            </w:r>
          </w:p>
        </w:tc>
      </w:tr>
      <w:tr w:rsidR="00DD3199" w:rsidRPr="008C6DE4" w14:paraId="5A97CEF4" w14:textId="77777777" w:rsidTr="00F15152">
        <w:trPr>
          <w:cantSplit/>
          <w:jc w:val="center"/>
        </w:trPr>
        <w:tc>
          <w:tcPr>
            <w:tcW w:w="1033" w:type="pct"/>
            <w:vMerge/>
          </w:tcPr>
          <w:p w14:paraId="7FA9038A" w14:textId="77777777" w:rsidR="00F15152" w:rsidRPr="008C6DE4" w:rsidRDefault="00F15152" w:rsidP="001F2CA3">
            <w:pPr>
              <w:pStyle w:val="TAC"/>
            </w:pPr>
          </w:p>
        </w:tc>
        <w:tc>
          <w:tcPr>
            <w:tcW w:w="1244" w:type="pct"/>
            <w:vMerge/>
          </w:tcPr>
          <w:p w14:paraId="11F9C4E4" w14:textId="77777777" w:rsidR="00F15152" w:rsidRPr="008C6DE4" w:rsidRDefault="00F15152" w:rsidP="001F2CA3">
            <w:pPr>
              <w:pStyle w:val="TAC"/>
            </w:pPr>
          </w:p>
        </w:tc>
        <w:tc>
          <w:tcPr>
            <w:tcW w:w="1245" w:type="pct"/>
          </w:tcPr>
          <w:p w14:paraId="360306C4" w14:textId="77777777" w:rsidR="00F15152" w:rsidRPr="008C6DE4" w:rsidRDefault="00F15152" w:rsidP="001F2CA3">
            <w:pPr>
              <w:pStyle w:val="TAC"/>
            </w:pPr>
            <w:r w:rsidRPr="008C6DE4">
              <w:t>120</w:t>
            </w:r>
          </w:p>
        </w:tc>
        <w:tc>
          <w:tcPr>
            <w:tcW w:w="1478" w:type="pct"/>
          </w:tcPr>
          <w:p w14:paraId="2D275FED" w14:textId="77777777" w:rsidR="00F15152" w:rsidRPr="008C6DE4" w:rsidRDefault="00F15152" w:rsidP="001F2CA3">
            <w:pPr>
              <w:pStyle w:val="TAC"/>
            </w:pPr>
            <w:r w:rsidRPr="008C6DE4">
              <w:t>3*64*T</w:t>
            </w:r>
            <w:r w:rsidRPr="008C6DE4">
              <w:rPr>
                <w:vertAlign w:val="subscript"/>
              </w:rPr>
              <w:t>c</w:t>
            </w:r>
          </w:p>
        </w:tc>
      </w:tr>
      <w:tr w:rsidR="00F15152" w:rsidRPr="008C6DE4" w14:paraId="3932138E" w14:textId="77777777" w:rsidTr="00F15152">
        <w:trPr>
          <w:cantSplit/>
          <w:jc w:val="center"/>
        </w:trPr>
        <w:tc>
          <w:tcPr>
            <w:tcW w:w="5000" w:type="pct"/>
            <w:gridSpan w:val="4"/>
          </w:tcPr>
          <w:p w14:paraId="0CEB47E7" w14:textId="77777777" w:rsidR="00F15152" w:rsidRPr="008C6DE4" w:rsidRDefault="00F15152" w:rsidP="001F2CA3">
            <w:pPr>
              <w:pStyle w:val="TAN"/>
            </w:pPr>
            <w:r w:rsidRPr="008C6DE4">
              <w:rPr>
                <w:rFonts w:cs="Arial"/>
              </w:rPr>
              <w:t>Note</w:t>
            </w:r>
            <w:r w:rsidRPr="008C6DE4">
              <w:t xml:space="preserve"> 1:</w:t>
            </w:r>
            <w:r w:rsidRPr="008C6DE4">
              <w:tab/>
              <w:t>T</w:t>
            </w:r>
            <w:r w:rsidRPr="008C6DE4">
              <w:rPr>
                <w:vertAlign w:val="subscript"/>
              </w:rPr>
              <w:t>c</w:t>
            </w:r>
            <w:r w:rsidRPr="008C6DE4">
              <w:t xml:space="preserve"> is the basic timing unit defined in TS 38.211 [6]</w:t>
            </w:r>
          </w:p>
        </w:tc>
      </w:tr>
    </w:tbl>
    <w:p w14:paraId="5124EF9F" w14:textId="77777777" w:rsidR="00F15152" w:rsidRPr="008C6DE4" w:rsidRDefault="00F15152" w:rsidP="00F15152">
      <w:pPr>
        <w:rPr>
          <w:snapToGrid w:val="0"/>
        </w:rPr>
      </w:pPr>
    </w:p>
    <w:p w14:paraId="11099A14" w14:textId="77777777" w:rsidR="00F15152" w:rsidRPr="008C6DE4" w:rsidRDefault="00F15152" w:rsidP="00F15152">
      <w:pPr>
        <w:pStyle w:val="TH"/>
      </w:pPr>
      <w:r w:rsidRPr="008C6DE4">
        <w:t xml:space="preserve">Table 7.1.2-2: The Value of </w:t>
      </w:r>
      <w:r w:rsidRPr="008C6DE4">
        <w:rPr>
          <w:noProof/>
          <w:position w:val="-10"/>
          <w:lang w:val="en-US" w:eastAsia="zh-CN"/>
        </w:rPr>
        <w:drawing>
          <wp:inline distT="0" distB="0" distL="0" distR="0" wp14:anchorId="2DB85BDB" wp14:editId="14A8B18F">
            <wp:extent cx="494665" cy="187960"/>
            <wp:effectExtent l="0" t="0" r="635" b="2540"/>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4665" cy="187960"/>
                    </a:xfrm>
                    <a:prstGeom prst="rect">
                      <a:avLst/>
                    </a:prstGeom>
                    <a:noFill/>
                    <a:ln>
                      <a:noFill/>
                    </a:ln>
                  </pic:spPr>
                </pic:pic>
              </a:graphicData>
            </a:graphic>
          </wp:inline>
        </w:drawing>
      </w:r>
    </w:p>
    <w:tbl>
      <w:tblPr>
        <w:tblW w:w="36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5"/>
        <w:gridCol w:w="2439"/>
      </w:tblGrid>
      <w:tr w:rsidR="00DD3199" w:rsidRPr="008C6DE4" w14:paraId="301D938D" w14:textId="77777777" w:rsidTr="00F15152">
        <w:trPr>
          <w:cantSplit/>
          <w:jc w:val="center"/>
        </w:trPr>
        <w:tc>
          <w:tcPr>
            <w:tcW w:w="3286" w:type="pct"/>
          </w:tcPr>
          <w:p w14:paraId="3868B9A6" w14:textId="77777777" w:rsidR="00F15152" w:rsidRPr="008C6DE4" w:rsidRDefault="00F15152" w:rsidP="00F15152">
            <w:pPr>
              <w:pStyle w:val="TAH"/>
              <w:rPr>
                <w:lang w:eastAsia="zh-CN"/>
              </w:rPr>
            </w:pPr>
            <w:r w:rsidRPr="008C6DE4">
              <w:t>Frequency range and band of cell used for uplink transmission</w:t>
            </w:r>
          </w:p>
        </w:tc>
        <w:tc>
          <w:tcPr>
            <w:tcW w:w="1714" w:type="pct"/>
          </w:tcPr>
          <w:p w14:paraId="24A6DA9E" w14:textId="77777777" w:rsidR="00F15152" w:rsidRPr="008C6DE4" w:rsidRDefault="00F15152" w:rsidP="00F15152">
            <w:pPr>
              <w:pStyle w:val="TAH"/>
            </w:pPr>
            <w:r w:rsidRPr="008C6DE4">
              <w:rPr>
                <w:noProof/>
                <w:position w:val="-10"/>
                <w:lang w:val="en-US" w:eastAsia="zh-CN"/>
              </w:rPr>
              <w:drawing>
                <wp:inline distT="0" distB="0" distL="0" distR="0" wp14:anchorId="26B07BFD" wp14:editId="5B9165DC">
                  <wp:extent cx="494665" cy="187960"/>
                  <wp:effectExtent l="0" t="0" r="635"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4665" cy="187960"/>
                          </a:xfrm>
                          <a:prstGeom prst="rect">
                            <a:avLst/>
                          </a:prstGeom>
                          <a:noFill/>
                          <a:ln>
                            <a:noFill/>
                          </a:ln>
                        </pic:spPr>
                      </pic:pic>
                    </a:graphicData>
                  </a:graphic>
                </wp:inline>
              </w:drawing>
            </w:r>
            <w:r w:rsidRPr="008C6DE4">
              <w:t>(Unit: T</w:t>
            </w:r>
            <w:r w:rsidRPr="008C6DE4">
              <w:rPr>
                <w:vertAlign w:val="subscript"/>
              </w:rPr>
              <w:t>C</w:t>
            </w:r>
            <w:r w:rsidRPr="008C6DE4">
              <w:t>)</w:t>
            </w:r>
          </w:p>
        </w:tc>
      </w:tr>
      <w:tr w:rsidR="00DD3199" w:rsidRPr="008C6DE4" w14:paraId="0DCEEBF4" w14:textId="77777777" w:rsidTr="00F15152">
        <w:trPr>
          <w:cantSplit/>
          <w:jc w:val="center"/>
        </w:trPr>
        <w:tc>
          <w:tcPr>
            <w:tcW w:w="3286" w:type="pct"/>
          </w:tcPr>
          <w:p w14:paraId="79B24BE1" w14:textId="77777777" w:rsidR="00F15152" w:rsidRPr="008C6DE4" w:rsidRDefault="00F15152" w:rsidP="00F15152">
            <w:pPr>
              <w:pStyle w:val="TAL"/>
              <w:rPr>
                <w:rFonts w:eastAsia="MS Mincho"/>
                <w:lang w:eastAsia="ja-JP"/>
              </w:rPr>
            </w:pPr>
            <w:r w:rsidRPr="008C6DE4">
              <w:t>FR1 FDD band without LTE-NR coexistence cas</w:t>
            </w:r>
            <w:r w:rsidRPr="008C6DE4">
              <w:rPr>
                <w:rFonts w:eastAsia="MS Mincho"/>
                <w:lang w:eastAsia="ja-JP"/>
              </w:rPr>
              <w:t>e or FR1 T</w:t>
            </w:r>
            <w:r w:rsidRPr="008C6DE4">
              <w:t>DD band without LTE-NR coexistence case</w:t>
            </w:r>
            <w:r w:rsidRPr="008C6DE4">
              <w:rPr>
                <w:rFonts w:ascii="MS Mincho" w:eastAsia="MS Mincho" w:hAnsi="MS Mincho"/>
                <w:lang w:eastAsia="ja-JP"/>
              </w:rPr>
              <w:t xml:space="preserve"> </w:t>
            </w:r>
          </w:p>
        </w:tc>
        <w:tc>
          <w:tcPr>
            <w:tcW w:w="1714" w:type="pct"/>
          </w:tcPr>
          <w:p w14:paraId="4815F7C4" w14:textId="77777777" w:rsidR="00F15152" w:rsidRPr="008C6DE4" w:rsidRDefault="00F15152" w:rsidP="00F15152">
            <w:pPr>
              <w:pStyle w:val="TAL"/>
              <w:rPr>
                <w:rFonts w:eastAsia="MS Mincho" w:cs="v4.2.0"/>
                <w:lang w:eastAsia="ja-JP"/>
              </w:rPr>
            </w:pPr>
            <w:r w:rsidRPr="008C6DE4">
              <w:rPr>
                <w:rFonts w:cs="v4.2.0"/>
                <w:lang w:eastAsia="ja-JP"/>
              </w:rPr>
              <w:t>2560</w:t>
            </w:r>
            <w:r w:rsidRPr="008C6DE4">
              <w:rPr>
                <w:rFonts w:cs="v4.2.0"/>
              </w:rPr>
              <w:t>0</w:t>
            </w:r>
            <w:r w:rsidRPr="008C6DE4">
              <w:rPr>
                <w:rFonts w:eastAsia="MS Mincho" w:cs="v4.2.0"/>
                <w:lang w:eastAsia="ja-JP"/>
              </w:rPr>
              <w:t xml:space="preserve"> (Note 1)</w:t>
            </w:r>
          </w:p>
        </w:tc>
      </w:tr>
      <w:tr w:rsidR="00DD3199" w:rsidRPr="008C6DE4" w14:paraId="0EBFC1EB" w14:textId="77777777" w:rsidTr="00F15152">
        <w:trPr>
          <w:cantSplit/>
          <w:jc w:val="center"/>
        </w:trPr>
        <w:tc>
          <w:tcPr>
            <w:tcW w:w="3286" w:type="pct"/>
          </w:tcPr>
          <w:p w14:paraId="563EA9A2" w14:textId="77777777" w:rsidR="00F15152" w:rsidRPr="008C6DE4" w:rsidRDefault="00F15152" w:rsidP="00F15152">
            <w:pPr>
              <w:pStyle w:val="TAL"/>
            </w:pPr>
            <w:r w:rsidRPr="008C6DE4">
              <w:rPr>
                <w:lang w:eastAsia="zh-CN"/>
              </w:rPr>
              <w:t>FR1 FDD band with LTE-NR coexistence case</w:t>
            </w:r>
          </w:p>
        </w:tc>
        <w:tc>
          <w:tcPr>
            <w:tcW w:w="1714" w:type="pct"/>
          </w:tcPr>
          <w:p w14:paraId="3CFE9C52" w14:textId="77777777" w:rsidR="00F15152" w:rsidRPr="008C6DE4" w:rsidRDefault="00F15152" w:rsidP="00F15152">
            <w:pPr>
              <w:pStyle w:val="TAL"/>
              <w:rPr>
                <w:rFonts w:eastAsia="MS Mincho"/>
                <w:lang w:eastAsia="ja-JP"/>
              </w:rPr>
            </w:pPr>
            <w:r w:rsidRPr="008C6DE4">
              <w:rPr>
                <w:rFonts w:cs="v4.2.0"/>
              </w:rPr>
              <w:t>0</w:t>
            </w:r>
            <w:r w:rsidRPr="008C6DE4">
              <w:rPr>
                <w:rFonts w:eastAsia="MS Mincho" w:cs="v4.2.0"/>
                <w:lang w:eastAsia="ja-JP"/>
              </w:rPr>
              <w:t xml:space="preserve"> </w:t>
            </w:r>
            <w:r w:rsidRPr="008C6DE4">
              <w:rPr>
                <w:rFonts w:cs="v4.2.0"/>
                <w:lang w:eastAsia="zh-CN"/>
              </w:rPr>
              <w:t>(Note 1)</w:t>
            </w:r>
          </w:p>
        </w:tc>
      </w:tr>
      <w:tr w:rsidR="00DD3199" w:rsidRPr="008C6DE4" w14:paraId="4C47BCCA" w14:textId="77777777" w:rsidTr="00F15152">
        <w:trPr>
          <w:cantSplit/>
          <w:jc w:val="center"/>
        </w:trPr>
        <w:tc>
          <w:tcPr>
            <w:tcW w:w="3286" w:type="pct"/>
          </w:tcPr>
          <w:p w14:paraId="6D7F1CD3" w14:textId="77777777" w:rsidR="00F15152" w:rsidRPr="008C6DE4" w:rsidRDefault="00F15152" w:rsidP="00F15152">
            <w:pPr>
              <w:pStyle w:val="TAL"/>
              <w:rPr>
                <w:rFonts w:eastAsia="MS Mincho"/>
                <w:lang w:eastAsia="ja-JP"/>
              </w:rPr>
            </w:pPr>
            <w:r w:rsidRPr="008C6DE4">
              <w:t>FR1 TDD band</w:t>
            </w:r>
            <w:r w:rsidRPr="008C6DE4">
              <w:rPr>
                <w:rFonts w:eastAsia="MS Mincho"/>
                <w:lang w:eastAsia="ja-JP"/>
              </w:rPr>
              <w:t xml:space="preserve"> </w:t>
            </w:r>
            <w:r w:rsidRPr="008C6DE4">
              <w:rPr>
                <w:lang w:eastAsia="zh-CN"/>
              </w:rPr>
              <w:t>with LTE-NR coexistence case</w:t>
            </w:r>
          </w:p>
        </w:tc>
        <w:tc>
          <w:tcPr>
            <w:tcW w:w="1714" w:type="pct"/>
          </w:tcPr>
          <w:p w14:paraId="4081BD4B" w14:textId="77777777" w:rsidR="00F15152" w:rsidRPr="008C6DE4" w:rsidRDefault="00F15152" w:rsidP="00F15152">
            <w:pPr>
              <w:pStyle w:val="TAL"/>
              <w:rPr>
                <w:rFonts w:cs="v4.2.0"/>
                <w:lang w:eastAsia="zh-CN"/>
              </w:rPr>
            </w:pPr>
            <w:r w:rsidRPr="008C6DE4">
              <w:rPr>
                <w:rFonts w:cs="v4.2.0"/>
              </w:rPr>
              <w:t>39936</w:t>
            </w:r>
            <w:r w:rsidRPr="008C6DE4">
              <w:rPr>
                <w:rFonts w:cs="v4.2.0"/>
                <w:lang w:eastAsia="zh-CN"/>
              </w:rPr>
              <w:t xml:space="preserve"> (Note 1)</w:t>
            </w:r>
          </w:p>
        </w:tc>
      </w:tr>
      <w:tr w:rsidR="00DD3199" w:rsidRPr="008C6DE4" w14:paraId="2AA9632F" w14:textId="77777777" w:rsidTr="00F15152">
        <w:trPr>
          <w:cantSplit/>
          <w:jc w:val="center"/>
        </w:trPr>
        <w:tc>
          <w:tcPr>
            <w:tcW w:w="3286" w:type="pct"/>
          </w:tcPr>
          <w:p w14:paraId="7722635A" w14:textId="77777777" w:rsidR="00F15152" w:rsidRPr="008C6DE4" w:rsidDel="00E06E79" w:rsidRDefault="00F15152" w:rsidP="00F15152">
            <w:pPr>
              <w:pStyle w:val="TAL"/>
            </w:pPr>
            <w:r w:rsidRPr="008C6DE4">
              <w:t>FR2</w:t>
            </w:r>
          </w:p>
        </w:tc>
        <w:tc>
          <w:tcPr>
            <w:tcW w:w="1714" w:type="pct"/>
          </w:tcPr>
          <w:p w14:paraId="7D4A68F4" w14:textId="77777777" w:rsidR="00F15152" w:rsidRPr="008C6DE4" w:rsidDel="00E06E79" w:rsidRDefault="00F15152" w:rsidP="00F15152">
            <w:pPr>
              <w:pStyle w:val="TAL"/>
              <w:rPr>
                <w:rFonts w:cs="v4.2.0"/>
              </w:rPr>
            </w:pPr>
            <w:r w:rsidRPr="008C6DE4">
              <w:rPr>
                <w:rFonts w:cs="v4.2.0"/>
              </w:rPr>
              <w:t>13792</w:t>
            </w:r>
          </w:p>
        </w:tc>
      </w:tr>
      <w:tr w:rsidR="00F15152" w:rsidRPr="008C6DE4" w14:paraId="08565DB2" w14:textId="77777777" w:rsidTr="00F15152">
        <w:trPr>
          <w:cantSplit/>
          <w:jc w:val="center"/>
        </w:trPr>
        <w:tc>
          <w:tcPr>
            <w:tcW w:w="5000" w:type="pct"/>
            <w:gridSpan w:val="2"/>
          </w:tcPr>
          <w:p w14:paraId="3F4ED65E" w14:textId="2724816C" w:rsidR="00F15152" w:rsidRPr="008C6DE4" w:rsidRDefault="00F15152" w:rsidP="00F15152">
            <w:pPr>
              <w:pStyle w:val="TAN"/>
            </w:pPr>
            <w:r w:rsidRPr="008C6DE4">
              <w:t>Note 1:</w:t>
            </w:r>
            <w:r w:rsidRPr="008C6DE4">
              <w:tab/>
              <w:t xml:space="preserve">The UE identifies </w:t>
            </w:r>
            <w:r w:rsidRPr="008C6DE4">
              <w:rPr>
                <w:b/>
                <w:noProof/>
                <w:position w:val="-10"/>
                <w:lang w:val="en-US" w:eastAsia="zh-CN"/>
              </w:rPr>
              <w:drawing>
                <wp:inline distT="0" distB="0" distL="0" distR="0" wp14:anchorId="73FD97AA" wp14:editId="62B0406E">
                  <wp:extent cx="494665" cy="187960"/>
                  <wp:effectExtent l="0" t="0" r="635" b="2540"/>
                  <wp:docPr id="4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4665" cy="187960"/>
                          </a:xfrm>
                          <a:prstGeom prst="rect">
                            <a:avLst/>
                          </a:prstGeom>
                          <a:noFill/>
                          <a:ln>
                            <a:noFill/>
                          </a:ln>
                        </pic:spPr>
                      </pic:pic>
                    </a:graphicData>
                  </a:graphic>
                </wp:inline>
              </w:drawing>
            </w:r>
            <w:r w:rsidRPr="008C6DE4">
              <w:t xml:space="preserve"> based on the information n-TimingAdvanceOffset</w:t>
            </w:r>
            <w:r w:rsidRPr="008C6DE4" w:rsidDel="00406F3A">
              <w:t xml:space="preserve"> </w:t>
            </w:r>
            <w:r w:rsidRPr="008C6DE4">
              <w:t xml:space="preserve">as specified in TS 38.331 [2]. If UE is not provided with the information n-TimingAdvanceOffset, the default value of </w:t>
            </w:r>
            <w:r w:rsidRPr="008C6DE4">
              <w:rPr>
                <w:b/>
                <w:noProof/>
                <w:position w:val="-10"/>
                <w:lang w:val="en-US" w:eastAsia="zh-CN"/>
              </w:rPr>
              <w:drawing>
                <wp:inline distT="0" distB="0" distL="0" distR="0" wp14:anchorId="1EA4968D" wp14:editId="2B3069DA">
                  <wp:extent cx="494665" cy="187960"/>
                  <wp:effectExtent l="0" t="0" r="635" b="2540"/>
                  <wp:docPr id="4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4665" cy="187960"/>
                          </a:xfrm>
                          <a:prstGeom prst="rect">
                            <a:avLst/>
                          </a:prstGeom>
                          <a:noFill/>
                          <a:ln>
                            <a:noFill/>
                          </a:ln>
                        </pic:spPr>
                      </pic:pic>
                    </a:graphicData>
                  </a:graphic>
                </wp:inline>
              </w:drawing>
            </w:r>
            <w:r w:rsidRPr="008C6DE4">
              <w:t xml:space="preserve"> is set as </w:t>
            </w:r>
            <w:r w:rsidRPr="008C6DE4">
              <w:rPr>
                <w:lang w:eastAsia="ja-JP"/>
              </w:rPr>
              <w:t>2560</w:t>
            </w:r>
            <w:r w:rsidRPr="008C6DE4">
              <w:t xml:space="preserve">0 for FR1 band. In case of multiple UL carriers in the same TAG, UE expects that the same value of n-TimingAdvanceOffset is provided for all the UL carriers according to clause 4.2 in TS 38.213 [3] and the value 39936 of </w:t>
            </w:r>
            <w:r w:rsidRPr="008C6DE4">
              <w:rPr>
                <w:b/>
                <w:noProof/>
                <w:position w:val="-10"/>
                <w:lang w:val="en-US" w:eastAsia="zh-CN"/>
              </w:rPr>
              <w:drawing>
                <wp:inline distT="0" distB="0" distL="0" distR="0" wp14:anchorId="7B59A6BC" wp14:editId="395E72A2">
                  <wp:extent cx="494665" cy="187960"/>
                  <wp:effectExtent l="0" t="0" r="635" b="254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4665" cy="187960"/>
                          </a:xfrm>
                          <a:prstGeom prst="rect">
                            <a:avLst/>
                          </a:prstGeom>
                          <a:noFill/>
                          <a:ln>
                            <a:noFill/>
                          </a:ln>
                        </pic:spPr>
                      </pic:pic>
                    </a:graphicData>
                  </a:graphic>
                </wp:inline>
              </w:drawing>
            </w:r>
            <w:r w:rsidRPr="008C6DE4">
              <w:t xml:space="preserve"> can also be provided for </w:t>
            </w:r>
            <w:r w:rsidRPr="008C6DE4">
              <w:rPr>
                <w:rFonts w:eastAsia="DengXian"/>
                <w:lang w:eastAsia="zh-CN"/>
              </w:rPr>
              <w:t>a FDD serving cell</w:t>
            </w:r>
            <w:r w:rsidRPr="008C6DE4">
              <w:t>.</w:t>
            </w:r>
          </w:p>
          <w:p w14:paraId="4E82BB40" w14:textId="77777777" w:rsidR="00F15152" w:rsidRPr="008C6DE4" w:rsidRDefault="00F15152" w:rsidP="00F15152">
            <w:pPr>
              <w:pStyle w:val="TAN"/>
            </w:pPr>
            <w:r w:rsidRPr="008C6DE4">
              <w:t>Note 2:</w:t>
            </w:r>
            <w:r w:rsidRPr="008C6DE4">
              <w:tab/>
              <w:t>Void</w:t>
            </w:r>
          </w:p>
        </w:tc>
      </w:tr>
    </w:tbl>
    <w:p w14:paraId="7455282A" w14:textId="77777777" w:rsidR="00F15152" w:rsidRPr="008C6DE4" w:rsidRDefault="00F15152" w:rsidP="00F15152">
      <w:pPr>
        <w:rPr>
          <w:lang w:eastAsia="ko-KR"/>
        </w:rPr>
      </w:pPr>
    </w:p>
    <w:p w14:paraId="01F2BD6F" w14:textId="77777777" w:rsidR="00F15152" w:rsidRPr="008C6DE4" w:rsidRDefault="00F15152" w:rsidP="00F15152">
      <w:pPr>
        <w:rPr>
          <w:rFonts w:cs="v4.2.0"/>
        </w:rPr>
      </w:pPr>
      <w:r w:rsidRPr="008C6DE4">
        <w:rPr>
          <w:lang w:eastAsia="ko-KR"/>
        </w:rPr>
        <w:t xml:space="preserve">When it is not the first transmission in a DRX </w:t>
      </w:r>
      <w:r w:rsidRPr="008C6DE4">
        <w:rPr>
          <w:lang w:eastAsia="zh-CN"/>
        </w:rPr>
        <w:t xml:space="preserve">cycle </w:t>
      </w:r>
      <w:r w:rsidRPr="008C6DE4">
        <w:rPr>
          <w:lang w:eastAsia="ko-KR"/>
        </w:rPr>
        <w:t>or there is no DRX</w:t>
      </w:r>
      <w:r w:rsidRPr="008C6DE4">
        <w:rPr>
          <w:lang w:eastAsia="zh-CN"/>
        </w:rPr>
        <w:t xml:space="preserve"> cycle</w:t>
      </w:r>
      <w:r w:rsidRPr="008C6DE4">
        <w:rPr>
          <w:lang w:eastAsia="ko-KR"/>
        </w:rPr>
        <w:t xml:space="preserve">, and when it is the transmission for PUCCH, PUSCH and SRS transmission, </w:t>
      </w:r>
      <w:r w:rsidRPr="008C6DE4">
        <w:rPr>
          <w:rFonts w:cs="v4.2.0"/>
        </w:rPr>
        <w:t>the UE shall be capable of changing the transmission timing according to the received downlink frame of the reference cell</w:t>
      </w:r>
      <w:r w:rsidRPr="008C6DE4">
        <w:t xml:space="preserve"> </w:t>
      </w:r>
      <w:r w:rsidRPr="008C6DE4">
        <w:rPr>
          <w:lang w:eastAsia="ko-KR"/>
        </w:rPr>
        <w:t>except when the timing advance in clause 7.3 is applied.</w:t>
      </w:r>
    </w:p>
    <w:p w14:paraId="585A0DA2" w14:textId="77777777" w:rsidR="00F15152" w:rsidRPr="008C6DE4" w:rsidRDefault="00F15152" w:rsidP="00F15152">
      <w:pPr>
        <w:pStyle w:val="TH"/>
      </w:pPr>
      <w:r w:rsidRPr="008C6DE4">
        <w:t>Table 7.1.2-3: void</w:t>
      </w:r>
    </w:p>
    <w:p w14:paraId="11C9F68B" w14:textId="77777777" w:rsidR="00F15152" w:rsidRPr="008C6DE4" w:rsidRDefault="00F15152" w:rsidP="00F15152">
      <w:pPr>
        <w:pStyle w:val="Heading4"/>
        <w:rPr>
          <w:noProof/>
          <w:lang w:eastAsia="zh-CN"/>
        </w:rPr>
      </w:pPr>
      <w:r w:rsidRPr="008C6DE4">
        <w:t>7.1.2.1</w:t>
      </w:r>
      <w:r w:rsidRPr="008C6DE4">
        <w:tab/>
        <w:t>Gradual timing adjustment</w:t>
      </w:r>
    </w:p>
    <w:p w14:paraId="0C03F230" w14:textId="77777777" w:rsidR="00F15152" w:rsidRPr="008C6DE4" w:rsidRDefault="00F15152" w:rsidP="00F15152">
      <w:pPr>
        <w:rPr>
          <w:rFonts w:cs="v4.2.0"/>
          <w:lang w:eastAsia="zh-CN"/>
        </w:rPr>
      </w:pPr>
      <w:r w:rsidRPr="008C6DE4">
        <w:rPr>
          <w:rFonts w:cs="v4.2.0"/>
        </w:rPr>
        <w:t xml:space="preserve">When the transmission timing error between the UE and the reference </w:t>
      </w:r>
      <w:r w:rsidRPr="008C6DE4">
        <w:rPr>
          <w:rFonts w:cs="v4.2.0"/>
          <w:lang w:eastAsia="ja-JP"/>
        </w:rPr>
        <w:t>timing</w:t>
      </w:r>
      <w:r w:rsidRPr="008C6DE4">
        <w:rPr>
          <w:rFonts w:cs="v4.2.0"/>
        </w:rPr>
        <w:t xml:space="preserve"> exceeds </w:t>
      </w:r>
      <w:r w:rsidRPr="008C6DE4">
        <w:rPr>
          <w:rFonts w:cs="v4.2.0"/>
        </w:rPr>
        <w:sym w:font="Symbol" w:char="F0B1"/>
      </w:r>
      <w:r w:rsidRPr="008C6DE4">
        <w:rPr>
          <w:rFonts w:cs="v4.2.0"/>
        </w:rPr>
        <w:t>T</w:t>
      </w:r>
      <w:r w:rsidRPr="008C6DE4">
        <w:rPr>
          <w:rFonts w:cs="v4.2.0"/>
          <w:vertAlign w:val="subscript"/>
        </w:rPr>
        <w:t>e</w:t>
      </w:r>
      <w:r w:rsidRPr="008C6DE4">
        <w:rPr>
          <w:rFonts w:cs="v4.2.0"/>
        </w:rPr>
        <w:t xml:space="preserve"> then the UE is required to adjust its timing to within </w:t>
      </w:r>
      <w:r w:rsidRPr="008C6DE4">
        <w:rPr>
          <w:rFonts w:cs="v4.2.0"/>
        </w:rPr>
        <w:sym w:font="Symbol" w:char="F0B1"/>
      </w:r>
      <w:r w:rsidRPr="008C6DE4">
        <w:rPr>
          <w:rFonts w:cs="v4.2.0"/>
        </w:rPr>
        <w:t>T</w:t>
      </w:r>
      <w:r w:rsidRPr="008C6DE4">
        <w:rPr>
          <w:rFonts w:cs="v4.2.0"/>
          <w:vertAlign w:val="subscript"/>
        </w:rPr>
        <w:t>e</w:t>
      </w:r>
      <w:r w:rsidRPr="008C6DE4">
        <w:t>.</w:t>
      </w:r>
      <w:r w:rsidRPr="008C6DE4">
        <w:rPr>
          <w:lang w:eastAsia="ja-JP"/>
        </w:rPr>
        <w:t xml:space="preserve"> </w:t>
      </w:r>
      <w:r w:rsidRPr="008C6DE4">
        <w:rPr>
          <w:rFonts w:cs="v4.2.0"/>
        </w:rPr>
        <w:t xml:space="preserve">The reference </w:t>
      </w:r>
      <w:r w:rsidRPr="008C6DE4">
        <w:rPr>
          <w:rFonts w:cs="v4.2.0"/>
          <w:lang w:eastAsia="ja-JP"/>
        </w:rPr>
        <w:t>timing</w:t>
      </w:r>
      <w:r w:rsidRPr="008C6DE4">
        <w:rPr>
          <w:rFonts w:cs="v4.2.0"/>
        </w:rPr>
        <w:t xml:space="preserve"> shall be </w:t>
      </w:r>
      <w:r w:rsidRPr="008C6DE4">
        <w:rPr>
          <w:noProof/>
          <w:position w:val="-10"/>
          <w:lang w:val="en-US" w:eastAsia="zh-CN"/>
        </w:rPr>
        <w:drawing>
          <wp:inline distT="0" distB="0" distL="0" distR="0" wp14:anchorId="77607FE6" wp14:editId="4C178C98">
            <wp:extent cx="1145540" cy="187960"/>
            <wp:effectExtent l="0" t="0" r="0" b="2540"/>
            <wp:docPr id="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45540" cy="187960"/>
                    </a:xfrm>
                    <a:prstGeom prst="rect">
                      <a:avLst/>
                    </a:prstGeom>
                    <a:noFill/>
                    <a:ln>
                      <a:noFill/>
                    </a:ln>
                  </pic:spPr>
                </pic:pic>
              </a:graphicData>
            </a:graphic>
          </wp:inline>
        </w:drawing>
      </w:r>
      <w:r w:rsidRPr="008C6DE4">
        <w:rPr>
          <w:rFonts w:cs="v4.2.0"/>
          <w:lang w:eastAsia="ja-JP"/>
        </w:rPr>
        <w:t xml:space="preserve"> before </w:t>
      </w:r>
      <w:r w:rsidRPr="008C6DE4">
        <w:rPr>
          <w:rFonts w:cs="v4.2.0"/>
        </w:rPr>
        <w:t>the d</w:t>
      </w:r>
      <w:r w:rsidRPr="008C6DE4">
        <w:rPr>
          <w:rFonts w:cs="v4.2.0"/>
          <w:lang w:eastAsia="ja-JP"/>
        </w:rPr>
        <w:t>ownlink timing of the reference cell.</w:t>
      </w:r>
      <w:r w:rsidRPr="008C6DE4" w:rsidDel="00C02601">
        <w:rPr>
          <w:rFonts w:cs="v4.2.0"/>
          <w:lang w:eastAsia="ja-JP"/>
        </w:rPr>
        <w:t xml:space="preserve"> </w:t>
      </w:r>
      <w:r w:rsidRPr="008C6DE4">
        <w:rPr>
          <w:rFonts w:cs="v4.2.0"/>
        </w:rPr>
        <w:t>All adjustments made to the UE uplink timing shall follow these rules:</w:t>
      </w:r>
    </w:p>
    <w:p w14:paraId="0E6EDE0D" w14:textId="77777777" w:rsidR="00F15152" w:rsidRPr="008C6DE4" w:rsidRDefault="00F15152" w:rsidP="00F15152">
      <w:pPr>
        <w:pStyle w:val="B10"/>
      </w:pPr>
      <w:r w:rsidRPr="008C6DE4">
        <w:t>1)</w:t>
      </w:r>
      <w:r w:rsidRPr="008C6DE4">
        <w:tab/>
        <w:t xml:space="preserve">The maximum amount of the magnitude of the timing change in one adjustment shall be </w:t>
      </w:r>
      <w:r w:rsidRPr="008C6DE4">
        <w:rPr>
          <w:rFonts w:cs="v4.2.0"/>
        </w:rPr>
        <w:t>T</w:t>
      </w:r>
      <w:r w:rsidRPr="008C6DE4">
        <w:rPr>
          <w:rFonts w:cs="v4.2.0"/>
          <w:vertAlign w:val="subscript"/>
        </w:rPr>
        <w:t>q</w:t>
      </w:r>
      <w:r w:rsidRPr="008C6DE4">
        <w:t>.</w:t>
      </w:r>
    </w:p>
    <w:p w14:paraId="4E495E8E" w14:textId="77777777" w:rsidR="00F15152" w:rsidRPr="008C6DE4" w:rsidRDefault="00F15152" w:rsidP="00F15152">
      <w:pPr>
        <w:pStyle w:val="B10"/>
      </w:pPr>
      <w:r w:rsidRPr="008C6DE4">
        <w:lastRenderedPageBreak/>
        <w:t>2)</w:t>
      </w:r>
      <w:r w:rsidRPr="008C6DE4">
        <w:tab/>
        <w:t xml:space="preserve">The minimum aggregate adjustment rate shall be </w:t>
      </w:r>
      <w:r w:rsidRPr="008C6DE4">
        <w:rPr>
          <w:rFonts w:cs="v4.2.0"/>
        </w:rPr>
        <w:t>T</w:t>
      </w:r>
      <w:r w:rsidRPr="008C6DE4">
        <w:rPr>
          <w:rFonts w:cs="v4.2.0"/>
          <w:vertAlign w:val="subscript"/>
          <w:lang w:eastAsia="zh-CN"/>
        </w:rPr>
        <w:t>p</w:t>
      </w:r>
      <w:r w:rsidRPr="008C6DE4" w:rsidDel="00053109">
        <w:t xml:space="preserve"> </w:t>
      </w:r>
      <w:r w:rsidRPr="008C6DE4">
        <w:t>per second.</w:t>
      </w:r>
    </w:p>
    <w:p w14:paraId="6FBD5283" w14:textId="77777777" w:rsidR="00F15152" w:rsidRPr="008C6DE4" w:rsidRDefault="00F15152" w:rsidP="00F15152">
      <w:pPr>
        <w:pStyle w:val="B10"/>
        <w:rPr>
          <w:rFonts w:cs="v4.2.0"/>
        </w:rPr>
      </w:pPr>
      <w:r w:rsidRPr="008C6DE4">
        <w:rPr>
          <w:rFonts w:cs="v4.2.0"/>
        </w:rPr>
        <w:t>3)</w:t>
      </w:r>
      <w:r w:rsidRPr="008C6DE4">
        <w:rPr>
          <w:rFonts w:cs="v4.2.0"/>
        </w:rPr>
        <w:tab/>
        <w:t>The maximum aggregate adjustment rate shall be T</w:t>
      </w:r>
      <w:r w:rsidRPr="008C6DE4">
        <w:rPr>
          <w:rFonts w:cs="v4.2.0"/>
          <w:vertAlign w:val="subscript"/>
        </w:rPr>
        <w:t>q</w:t>
      </w:r>
      <w:r w:rsidRPr="008C6DE4">
        <w:rPr>
          <w:rFonts w:cs="v4.2.0"/>
        </w:rPr>
        <w:t xml:space="preserve"> per 200 ms.</w:t>
      </w:r>
    </w:p>
    <w:p w14:paraId="4D135F21" w14:textId="77777777" w:rsidR="00F15152" w:rsidRPr="008C6DE4" w:rsidRDefault="00F15152" w:rsidP="00F15152">
      <w:pPr>
        <w:pStyle w:val="B10"/>
      </w:pPr>
      <w:r w:rsidRPr="008C6DE4">
        <w:t>where the maximum autonomous time adjustment step T</w:t>
      </w:r>
      <w:r w:rsidRPr="008C6DE4">
        <w:rPr>
          <w:vertAlign w:val="subscript"/>
        </w:rPr>
        <w:t>q</w:t>
      </w:r>
      <w:r w:rsidRPr="008C6DE4">
        <w:t xml:space="preserve"> and the aggregate adjustment rate T</w:t>
      </w:r>
      <w:r w:rsidRPr="008C6DE4">
        <w:rPr>
          <w:vertAlign w:val="subscript"/>
        </w:rPr>
        <w:t>p</w:t>
      </w:r>
      <w:r w:rsidRPr="008C6DE4">
        <w:t xml:space="preserve"> are specified in Table 7.1.2.1-1.</w:t>
      </w:r>
    </w:p>
    <w:p w14:paraId="7B35526C" w14:textId="77777777" w:rsidR="00F15152" w:rsidRPr="008C6DE4" w:rsidRDefault="00F15152" w:rsidP="00F15152">
      <w:pPr>
        <w:pStyle w:val="TH"/>
      </w:pPr>
      <w:r w:rsidRPr="008C6DE4">
        <w:t>Table 7.1.2.1-1: T</w:t>
      </w:r>
      <w:r w:rsidRPr="008C6DE4">
        <w:rPr>
          <w:vertAlign w:val="subscript"/>
        </w:rPr>
        <w:t>q</w:t>
      </w:r>
      <w:r w:rsidRPr="008C6DE4">
        <w:t xml:space="preserve"> Maximum Autonomous Time Adjustment Step and T</w:t>
      </w:r>
      <w:r w:rsidRPr="008C6DE4">
        <w:rPr>
          <w:vertAlign w:val="subscript"/>
        </w:rPr>
        <w:t>p</w:t>
      </w:r>
      <w:r w:rsidRPr="008C6DE4">
        <w:t xml:space="preserve"> Minimum Aggregate Adjustment rate</w:t>
      </w:r>
    </w:p>
    <w:tbl>
      <w:tblPr>
        <w:tblW w:w="41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3"/>
        <w:gridCol w:w="2032"/>
        <w:gridCol w:w="1996"/>
        <w:gridCol w:w="1997"/>
      </w:tblGrid>
      <w:tr w:rsidR="00DD3199" w:rsidRPr="008C6DE4" w14:paraId="1576CB43" w14:textId="77777777" w:rsidTr="00F15152">
        <w:trPr>
          <w:cantSplit/>
          <w:jc w:val="center"/>
        </w:trPr>
        <w:tc>
          <w:tcPr>
            <w:tcW w:w="1205" w:type="pct"/>
            <w:vAlign w:val="center"/>
          </w:tcPr>
          <w:p w14:paraId="47A7E67B" w14:textId="77777777" w:rsidR="00F15152" w:rsidRPr="008C6DE4" w:rsidRDefault="00F15152" w:rsidP="00F15152">
            <w:pPr>
              <w:pStyle w:val="TAH"/>
            </w:pPr>
            <w:r w:rsidRPr="008C6DE4">
              <w:t>Frequency Range</w:t>
            </w:r>
          </w:p>
        </w:tc>
        <w:tc>
          <w:tcPr>
            <w:tcW w:w="1280" w:type="pct"/>
          </w:tcPr>
          <w:p w14:paraId="0F41D03B" w14:textId="3E85C122" w:rsidR="00F15152" w:rsidRPr="008C6DE4" w:rsidRDefault="00F15152" w:rsidP="00F15152">
            <w:pPr>
              <w:pStyle w:val="TAH"/>
            </w:pPr>
            <w:r w:rsidRPr="008C6DE4">
              <w:t>SCS of uplink signals (kHz)</w:t>
            </w:r>
          </w:p>
        </w:tc>
        <w:tc>
          <w:tcPr>
            <w:tcW w:w="1257" w:type="pct"/>
            <w:vAlign w:val="center"/>
          </w:tcPr>
          <w:p w14:paraId="6ADE2F36" w14:textId="77777777" w:rsidR="00F15152" w:rsidRPr="008C6DE4" w:rsidRDefault="00F15152" w:rsidP="00F15152">
            <w:pPr>
              <w:pStyle w:val="TAH"/>
            </w:pPr>
            <w:r w:rsidRPr="008C6DE4">
              <w:t>T</w:t>
            </w:r>
            <w:r w:rsidRPr="008C6DE4">
              <w:rPr>
                <w:vertAlign w:val="subscript"/>
              </w:rPr>
              <w:t>q</w:t>
            </w:r>
          </w:p>
        </w:tc>
        <w:tc>
          <w:tcPr>
            <w:tcW w:w="1258" w:type="pct"/>
            <w:vAlign w:val="center"/>
          </w:tcPr>
          <w:p w14:paraId="68C62B44" w14:textId="77777777" w:rsidR="00F15152" w:rsidRPr="008C6DE4" w:rsidRDefault="00F15152" w:rsidP="00F15152">
            <w:pPr>
              <w:pStyle w:val="TAH"/>
            </w:pPr>
            <w:r w:rsidRPr="008C6DE4">
              <w:t>T</w:t>
            </w:r>
            <w:r w:rsidRPr="008C6DE4">
              <w:rPr>
                <w:vertAlign w:val="subscript"/>
              </w:rPr>
              <w:t>p</w:t>
            </w:r>
            <w:r w:rsidRPr="008C6DE4">
              <w:t xml:space="preserve"> </w:t>
            </w:r>
          </w:p>
        </w:tc>
      </w:tr>
      <w:tr w:rsidR="00DD3199" w:rsidRPr="008C6DE4" w14:paraId="2BF49A97" w14:textId="77777777" w:rsidTr="00F15152">
        <w:trPr>
          <w:cantSplit/>
          <w:jc w:val="center"/>
        </w:trPr>
        <w:tc>
          <w:tcPr>
            <w:tcW w:w="1205" w:type="pct"/>
            <w:vMerge w:val="restart"/>
            <w:vAlign w:val="center"/>
          </w:tcPr>
          <w:p w14:paraId="096090FA" w14:textId="77777777" w:rsidR="00F15152" w:rsidRPr="008C6DE4" w:rsidRDefault="00F15152" w:rsidP="00F15152">
            <w:pPr>
              <w:pStyle w:val="TAC"/>
            </w:pPr>
            <w:r w:rsidRPr="008C6DE4">
              <w:t>1</w:t>
            </w:r>
          </w:p>
        </w:tc>
        <w:tc>
          <w:tcPr>
            <w:tcW w:w="1280" w:type="pct"/>
          </w:tcPr>
          <w:p w14:paraId="58A66CCF" w14:textId="77777777" w:rsidR="00F15152" w:rsidRPr="008C6DE4" w:rsidRDefault="00F15152" w:rsidP="00F15152">
            <w:pPr>
              <w:pStyle w:val="TAC"/>
            </w:pPr>
            <w:r w:rsidRPr="008C6DE4">
              <w:t>15</w:t>
            </w:r>
          </w:p>
        </w:tc>
        <w:tc>
          <w:tcPr>
            <w:tcW w:w="1257" w:type="pct"/>
          </w:tcPr>
          <w:p w14:paraId="03A91E90" w14:textId="77777777" w:rsidR="00F15152" w:rsidRPr="008C6DE4" w:rsidRDefault="00F15152" w:rsidP="00F15152">
            <w:pPr>
              <w:pStyle w:val="TAC"/>
            </w:pPr>
            <w:r w:rsidRPr="008C6DE4">
              <w:t>5.5*64*T</w:t>
            </w:r>
            <w:r w:rsidRPr="008C6DE4">
              <w:rPr>
                <w:vertAlign w:val="subscript"/>
              </w:rPr>
              <w:t>c</w:t>
            </w:r>
          </w:p>
        </w:tc>
        <w:tc>
          <w:tcPr>
            <w:tcW w:w="1258" w:type="pct"/>
          </w:tcPr>
          <w:p w14:paraId="0A063A3B" w14:textId="77777777" w:rsidR="00F15152" w:rsidRPr="008C6DE4" w:rsidRDefault="00F15152" w:rsidP="00F15152">
            <w:pPr>
              <w:pStyle w:val="TAC"/>
            </w:pPr>
            <w:r w:rsidRPr="008C6DE4">
              <w:t>5.5*64*T</w:t>
            </w:r>
            <w:r w:rsidRPr="008C6DE4">
              <w:rPr>
                <w:vertAlign w:val="subscript"/>
              </w:rPr>
              <w:t>c</w:t>
            </w:r>
          </w:p>
        </w:tc>
      </w:tr>
      <w:tr w:rsidR="00DD3199" w:rsidRPr="008C6DE4" w14:paraId="3D083A9D" w14:textId="77777777" w:rsidTr="00F15152">
        <w:trPr>
          <w:cantSplit/>
          <w:jc w:val="center"/>
        </w:trPr>
        <w:tc>
          <w:tcPr>
            <w:tcW w:w="1205" w:type="pct"/>
            <w:vMerge/>
            <w:vAlign w:val="center"/>
          </w:tcPr>
          <w:p w14:paraId="61DB4C53" w14:textId="77777777" w:rsidR="00F15152" w:rsidRPr="008C6DE4" w:rsidRDefault="00F15152" w:rsidP="00F15152">
            <w:pPr>
              <w:pStyle w:val="TAC"/>
            </w:pPr>
          </w:p>
        </w:tc>
        <w:tc>
          <w:tcPr>
            <w:tcW w:w="1280" w:type="pct"/>
          </w:tcPr>
          <w:p w14:paraId="350BF235" w14:textId="77777777" w:rsidR="00F15152" w:rsidRPr="008C6DE4" w:rsidRDefault="00F15152" w:rsidP="00F15152">
            <w:pPr>
              <w:pStyle w:val="TAC"/>
            </w:pPr>
            <w:r w:rsidRPr="008C6DE4">
              <w:t>30</w:t>
            </w:r>
          </w:p>
        </w:tc>
        <w:tc>
          <w:tcPr>
            <w:tcW w:w="1257" w:type="pct"/>
          </w:tcPr>
          <w:p w14:paraId="26579DDE" w14:textId="77777777" w:rsidR="00F15152" w:rsidRPr="008C6DE4" w:rsidRDefault="00F15152" w:rsidP="00F15152">
            <w:pPr>
              <w:pStyle w:val="TAC"/>
            </w:pPr>
            <w:r w:rsidRPr="008C6DE4">
              <w:t>5.5*64*T</w:t>
            </w:r>
            <w:r w:rsidRPr="008C6DE4">
              <w:rPr>
                <w:vertAlign w:val="subscript"/>
              </w:rPr>
              <w:t>c</w:t>
            </w:r>
          </w:p>
        </w:tc>
        <w:tc>
          <w:tcPr>
            <w:tcW w:w="1258" w:type="pct"/>
          </w:tcPr>
          <w:p w14:paraId="0A50137C" w14:textId="77777777" w:rsidR="00F15152" w:rsidRPr="008C6DE4" w:rsidRDefault="00F15152" w:rsidP="00F15152">
            <w:pPr>
              <w:pStyle w:val="TAC"/>
            </w:pPr>
            <w:r w:rsidRPr="008C6DE4">
              <w:t>5.5*64*T</w:t>
            </w:r>
            <w:r w:rsidRPr="008C6DE4">
              <w:rPr>
                <w:vertAlign w:val="subscript"/>
              </w:rPr>
              <w:t>c</w:t>
            </w:r>
          </w:p>
        </w:tc>
      </w:tr>
      <w:tr w:rsidR="00DD3199" w:rsidRPr="008C6DE4" w14:paraId="7D4F741A" w14:textId="77777777" w:rsidTr="00F15152">
        <w:trPr>
          <w:cantSplit/>
          <w:jc w:val="center"/>
        </w:trPr>
        <w:tc>
          <w:tcPr>
            <w:tcW w:w="1205" w:type="pct"/>
            <w:vMerge/>
            <w:vAlign w:val="center"/>
          </w:tcPr>
          <w:p w14:paraId="7FBD6635" w14:textId="77777777" w:rsidR="00F15152" w:rsidRPr="008C6DE4" w:rsidRDefault="00F15152" w:rsidP="00F15152">
            <w:pPr>
              <w:pStyle w:val="TAC"/>
            </w:pPr>
          </w:p>
        </w:tc>
        <w:tc>
          <w:tcPr>
            <w:tcW w:w="1280" w:type="pct"/>
          </w:tcPr>
          <w:p w14:paraId="200702E8" w14:textId="77777777" w:rsidR="00F15152" w:rsidRPr="008C6DE4" w:rsidRDefault="00F15152" w:rsidP="00F15152">
            <w:pPr>
              <w:pStyle w:val="TAC"/>
            </w:pPr>
            <w:r w:rsidRPr="008C6DE4">
              <w:t>60</w:t>
            </w:r>
          </w:p>
        </w:tc>
        <w:tc>
          <w:tcPr>
            <w:tcW w:w="1257" w:type="pct"/>
          </w:tcPr>
          <w:p w14:paraId="4807374D" w14:textId="77777777" w:rsidR="00F15152" w:rsidRPr="008C6DE4" w:rsidRDefault="00F15152" w:rsidP="00F15152">
            <w:pPr>
              <w:pStyle w:val="TAC"/>
            </w:pPr>
            <w:r w:rsidRPr="008C6DE4">
              <w:t>5.5*64*T</w:t>
            </w:r>
            <w:r w:rsidRPr="008C6DE4">
              <w:rPr>
                <w:vertAlign w:val="subscript"/>
              </w:rPr>
              <w:t>c</w:t>
            </w:r>
          </w:p>
        </w:tc>
        <w:tc>
          <w:tcPr>
            <w:tcW w:w="1258" w:type="pct"/>
          </w:tcPr>
          <w:p w14:paraId="57E16794" w14:textId="77777777" w:rsidR="00F15152" w:rsidRPr="008C6DE4" w:rsidRDefault="00F15152" w:rsidP="00F15152">
            <w:pPr>
              <w:pStyle w:val="TAC"/>
            </w:pPr>
            <w:r w:rsidRPr="008C6DE4">
              <w:t>5.5*64*T</w:t>
            </w:r>
            <w:r w:rsidRPr="008C6DE4">
              <w:rPr>
                <w:vertAlign w:val="subscript"/>
              </w:rPr>
              <w:t>c</w:t>
            </w:r>
          </w:p>
        </w:tc>
      </w:tr>
      <w:tr w:rsidR="00DD3199" w:rsidRPr="008C6DE4" w14:paraId="154926EE" w14:textId="77777777" w:rsidTr="00F15152">
        <w:trPr>
          <w:cantSplit/>
          <w:jc w:val="center"/>
        </w:trPr>
        <w:tc>
          <w:tcPr>
            <w:tcW w:w="1205" w:type="pct"/>
            <w:vMerge w:val="restart"/>
            <w:vAlign w:val="center"/>
          </w:tcPr>
          <w:p w14:paraId="6C25F364" w14:textId="77777777" w:rsidR="00F15152" w:rsidRPr="008C6DE4" w:rsidRDefault="00F15152" w:rsidP="00F15152">
            <w:pPr>
              <w:pStyle w:val="TAC"/>
            </w:pPr>
            <w:r w:rsidRPr="008C6DE4">
              <w:t>2</w:t>
            </w:r>
          </w:p>
        </w:tc>
        <w:tc>
          <w:tcPr>
            <w:tcW w:w="1280" w:type="pct"/>
          </w:tcPr>
          <w:p w14:paraId="06F73D8A" w14:textId="77777777" w:rsidR="00F15152" w:rsidRPr="008C6DE4" w:rsidRDefault="00F15152" w:rsidP="00F15152">
            <w:pPr>
              <w:pStyle w:val="TAC"/>
            </w:pPr>
            <w:r w:rsidRPr="008C6DE4">
              <w:t>60</w:t>
            </w:r>
          </w:p>
        </w:tc>
        <w:tc>
          <w:tcPr>
            <w:tcW w:w="1257" w:type="pct"/>
          </w:tcPr>
          <w:p w14:paraId="56009480" w14:textId="77777777" w:rsidR="00F15152" w:rsidRPr="008C6DE4" w:rsidRDefault="00F15152" w:rsidP="00F15152">
            <w:pPr>
              <w:pStyle w:val="TAC"/>
            </w:pPr>
            <w:r w:rsidRPr="008C6DE4">
              <w:t>2.5*64*T</w:t>
            </w:r>
            <w:r w:rsidRPr="008C6DE4">
              <w:rPr>
                <w:vertAlign w:val="subscript"/>
              </w:rPr>
              <w:t>c</w:t>
            </w:r>
          </w:p>
        </w:tc>
        <w:tc>
          <w:tcPr>
            <w:tcW w:w="1258" w:type="pct"/>
          </w:tcPr>
          <w:p w14:paraId="6F4DC345" w14:textId="77777777" w:rsidR="00F15152" w:rsidRPr="008C6DE4" w:rsidRDefault="00F15152" w:rsidP="00F15152">
            <w:pPr>
              <w:pStyle w:val="TAC"/>
            </w:pPr>
            <w:r w:rsidRPr="008C6DE4">
              <w:t>2.5*64*T</w:t>
            </w:r>
            <w:r w:rsidRPr="008C6DE4">
              <w:rPr>
                <w:vertAlign w:val="subscript"/>
              </w:rPr>
              <w:t>c</w:t>
            </w:r>
          </w:p>
        </w:tc>
      </w:tr>
      <w:tr w:rsidR="00DD3199" w:rsidRPr="008C6DE4" w14:paraId="1777B193" w14:textId="77777777" w:rsidTr="00F15152">
        <w:trPr>
          <w:cantSplit/>
          <w:jc w:val="center"/>
        </w:trPr>
        <w:tc>
          <w:tcPr>
            <w:tcW w:w="1205" w:type="pct"/>
            <w:vMerge/>
          </w:tcPr>
          <w:p w14:paraId="32672B7D" w14:textId="77777777" w:rsidR="00F15152" w:rsidRPr="008C6DE4" w:rsidRDefault="00F15152" w:rsidP="00F15152">
            <w:pPr>
              <w:pStyle w:val="TAC"/>
            </w:pPr>
          </w:p>
        </w:tc>
        <w:tc>
          <w:tcPr>
            <w:tcW w:w="1280" w:type="pct"/>
          </w:tcPr>
          <w:p w14:paraId="3AFC28A3" w14:textId="77777777" w:rsidR="00F15152" w:rsidRPr="008C6DE4" w:rsidRDefault="00F15152" w:rsidP="00F15152">
            <w:pPr>
              <w:pStyle w:val="TAC"/>
            </w:pPr>
            <w:r w:rsidRPr="008C6DE4">
              <w:t>120</w:t>
            </w:r>
          </w:p>
        </w:tc>
        <w:tc>
          <w:tcPr>
            <w:tcW w:w="1257" w:type="pct"/>
          </w:tcPr>
          <w:p w14:paraId="76AFC0F7" w14:textId="77777777" w:rsidR="00F15152" w:rsidRPr="008C6DE4" w:rsidRDefault="00F15152" w:rsidP="00F15152">
            <w:pPr>
              <w:pStyle w:val="TAC"/>
            </w:pPr>
            <w:r w:rsidRPr="008C6DE4">
              <w:t>2.5*64*T</w:t>
            </w:r>
            <w:r w:rsidRPr="008C6DE4">
              <w:rPr>
                <w:vertAlign w:val="subscript"/>
              </w:rPr>
              <w:t>c</w:t>
            </w:r>
          </w:p>
        </w:tc>
        <w:tc>
          <w:tcPr>
            <w:tcW w:w="1258" w:type="pct"/>
          </w:tcPr>
          <w:p w14:paraId="4F8AB612" w14:textId="77777777" w:rsidR="00F15152" w:rsidRPr="008C6DE4" w:rsidRDefault="00F15152" w:rsidP="00F15152">
            <w:pPr>
              <w:pStyle w:val="TAC"/>
            </w:pPr>
            <w:r w:rsidRPr="008C6DE4">
              <w:t>2.5*64*T</w:t>
            </w:r>
            <w:r w:rsidRPr="008C6DE4">
              <w:rPr>
                <w:vertAlign w:val="subscript"/>
              </w:rPr>
              <w:t>c</w:t>
            </w:r>
          </w:p>
        </w:tc>
      </w:tr>
      <w:tr w:rsidR="00F15152" w:rsidRPr="008C6DE4" w14:paraId="7959A589" w14:textId="77777777" w:rsidTr="00F15152">
        <w:trPr>
          <w:cantSplit/>
          <w:jc w:val="center"/>
        </w:trPr>
        <w:tc>
          <w:tcPr>
            <w:tcW w:w="5000" w:type="pct"/>
            <w:gridSpan w:val="4"/>
          </w:tcPr>
          <w:p w14:paraId="65E4107E" w14:textId="77777777" w:rsidR="00F15152" w:rsidRPr="008C6DE4" w:rsidRDefault="00F15152" w:rsidP="00F15152">
            <w:pPr>
              <w:pStyle w:val="TAN"/>
            </w:pPr>
            <w:r w:rsidRPr="008C6DE4">
              <w:rPr>
                <w:rFonts w:cs="Arial"/>
              </w:rPr>
              <w:t>NOTE</w:t>
            </w:r>
            <w:r w:rsidRPr="008C6DE4">
              <w:t>:</w:t>
            </w:r>
            <w:r w:rsidRPr="008C6DE4">
              <w:tab/>
              <w:t>T</w:t>
            </w:r>
            <w:r w:rsidRPr="008C6DE4">
              <w:rPr>
                <w:vertAlign w:val="subscript"/>
              </w:rPr>
              <w:t>c</w:t>
            </w:r>
            <w:r w:rsidRPr="008C6DE4">
              <w:t xml:space="preserve"> is the basic timing unit defined in TS 38.211 [6]</w:t>
            </w:r>
          </w:p>
        </w:tc>
      </w:tr>
    </w:tbl>
    <w:p w14:paraId="7F306AF5" w14:textId="77777777" w:rsidR="00F15152" w:rsidRPr="008C6DE4" w:rsidRDefault="00F15152" w:rsidP="00F15152">
      <w:pPr>
        <w:rPr>
          <w:noProof/>
          <w:lang w:eastAsia="zh-CN"/>
        </w:rPr>
      </w:pPr>
    </w:p>
    <w:p w14:paraId="02BDD840" w14:textId="31463156" w:rsidR="009261A1" w:rsidRPr="008C6DE4" w:rsidRDefault="009261A1" w:rsidP="009261A1">
      <w:pPr>
        <w:pStyle w:val="Heading4"/>
        <w:rPr>
          <w:noProof/>
          <w:lang w:eastAsia="zh-CN"/>
        </w:rPr>
      </w:pPr>
      <w:r w:rsidRPr="008C6DE4">
        <w:t>7.1.2.2</w:t>
      </w:r>
      <w:r w:rsidRPr="008C6DE4">
        <w:tab/>
        <w:t>Void</w:t>
      </w:r>
    </w:p>
    <w:p w14:paraId="0364C177" w14:textId="7CBCE4A8" w:rsidR="009261A1" w:rsidRPr="008C6DE4" w:rsidRDefault="009261A1" w:rsidP="009261A1">
      <w:pPr>
        <w:pStyle w:val="TH"/>
      </w:pPr>
      <w:r w:rsidRPr="008C6DE4">
        <w:t>Table 7.1.2.2-1: Void</w:t>
      </w:r>
    </w:p>
    <w:p w14:paraId="6A4381FF" w14:textId="77777777" w:rsidR="00101C5C" w:rsidRPr="008C6DE4" w:rsidRDefault="00101C5C" w:rsidP="00BF3A32"/>
    <w:p w14:paraId="42B00D49" w14:textId="0BEEFBEE" w:rsidR="008F1319" w:rsidRPr="008C6DE4" w:rsidRDefault="008F1319" w:rsidP="008F1319">
      <w:pPr>
        <w:pStyle w:val="Heading2"/>
      </w:pPr>
      <w:r w:rsidRPr="008C6DE4">
        <w:t>7.2</w:t>
      </w:r>
      <w:r w:rsidRPr="008C6DE4">
        <w:tab/>
        <w:t>UE timer accuracy</w:t>
      </w:r>
      <w:bookmarkEnd w:id="87"/>
    </w:p>
    <w:p w14:paraId="76FA79FD" w14:textId="77777777" w:rsidR="008F1319" w:rsidRPr="008C6DE4" w:rsidRDefault="008F1319" w:rsidP="008F1319">
      <w:pPr>
        <w:pStyle w:val="Heading3"/>
      </w:pPr>
      <w:bookmarkStart w:id="90" w:name="_Toc5952596"/>
      <w:r w:rsidRPr="008C6DE4">
        <w:t>7.2.1</w:t>
      </w:r>
      <w:r w:rsidRPr="008C6DE4">
        <w:tab/>
        <w:t>Introduction</w:t>
      </w:r>
      <w:bookmarkEnd w:id="90"/>
    </w:p>
    <w:p w14:paraId="0226E243" w14:textId="77777777" w:rsidR="008F1319" w:rsidRPr="008C6DE4" w:rsidRDefault="008F1319" w:rsidP="008F1319">
      <w:pPr>
        <w:rPr>
          <w:lang w:eastAsia="ko-KR"/>
        </w:rPr>
      </w:pPr>
      <w:r w:rsidRPr="008C6DE4">
        <w:rPr>
          <w:lang w:eastAsia="ko-KR"/>
        </w:rPr>
        <w:t>UE timers are used in different protocol entities to control the UE behaviour.</w:t>
      </w:r>
    </w:p>
    <w:p w14:paraId="28C2E7DA" w14:textId="77777777" w:rsidR="008F1319" w:rsidRPr="008C6DE4" w:rsidRDefault="008F1319" w:rsidP="008F1319">
      <w:pPr>
        <w:pStyle w:val="Heading3"/>
      </w:pPr>
      <w:bookmarkStart w:id="91" w:name="_Toc5952597"/>
      <w:r w:rsidRPr="008C6DE4">
        <w:t>7.2.2</w:t>
      </w:r>
      <w:r w:rsidRPr="008C6DE4">
        <w:tab/>
        <w:t>Requirements</w:t>
      </w:r>
      <w:bookmarkEnd w:id="91"/>
    </w:p>
    <w:p w14:paraId="584562EC" w14:textId="5B346E30" w:rsidR="008F1319" w:rsidRPr="008C6DE4" w:rsidRDefault="008F1319" w:rsidP="008F1319">
      <w:pPr>
        <w:rPr>
          <w:lang w:eastAsia="ko-KR"/>
        </w:rPr>
      </w:pPr>
      <w:r w:rsidRPr="008C6DE4">
        <w:rPr>
          <w:lang w:eastAsia="ko-KR"/>
        </w:rPr>
        <w:t>For UE timers specified in TS 38.331 [2], the UE shall comply with the timer accuracies according to Table 7.2.2-1.</w:t>
      </w:r>
    </w:p>
    <w:p w14:paraId="78F0E893" w14:textId="77777777" w:rsidR="008F1319" w:rsidRPr="008C6DE4" w:rsidRDefault="008F1319" w:rsidP="008F1319">
      <w:pPr>
        <w:rPr>
          <w:lang w:eastAsia="ko-KR"/>
        </w:rPr>
      </w:pPr>
      <w:r w:rsidRPr="008C6DE4">
        <w:rPr>
          <w:lang w:eastAsia="ko-KR"/>
        </w:rPr>
        <w:t>The requirements are only related to the actual timing measurements internally in the UE. They do not include the following:</w:t>
      </w:r>
    </w:p>
    <w:p w14:paraId="4D173E5F" w14:textId="77777777" w:rsidR="008F1319" w:rsidRPr="008C6DE4" w:rsidRDefault="008F1319" w:rsidP="008F1319">
      <w:pPr>
        <w:pStyle w:val="B10"/>
      </w:pPr>
      <w:r w:rsidRPr="008C6DE4">
        <w:t>-</w:t>
      </w:r>
      <w:r w:rsidRPr="008C6DE4">
        <w:tab/>
        <w:t>Inaccuracy in the start and stop conditions of a timer (e.g. UE reaction time to detect that start and stop conditions of a timer is fulfilled), or</w:t>
      </w:r>
    </w:p>
    <w:p w14:paraId="0FC09CCE" w14:textId="77777777" w:rsidR="008F1319" w:rsidRPr="008C6DE4" w:rsidRDefault="008F1319" w:rsidP="008F1319">
      <w:pPr>
        <w:pStyle w:val="B10"/>
      </w:pPr>
      <w:r w:rsidRPr="008C6DE4">
        <w:t>-</w:t>
      </w:r>
      <w:r w:rsidRPr="008C6DE4">
        <w:tab/>
        <w:t>Inaccuracies due to restrictions in observability of start and stop conditions of a UE timer (e.g. slot alignment when UE sends messages at timer expiry).</w:t>
      </w:r>
    </w:p>
    <w:p w14:paraId="6B4C3997" w14:textId="77777777" w:rsidR="008F1319" w:rsidRPr="008C6DE4" w:rsidRDefault="008F1319" w:rsidP="008F1319">
      <w:pPr>
        <w:pStyle w:val="TH"/>
      </w:pPr>
      <w:r w:rsidRPr="008C6DE4">
        <w:t>Table 7.2.2-1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1873"/>
      </w:tblGrid>
      <w:tr w:rsidR="00DD3199" w:rsidRPr="008C6DE4" w14:paraId="4B841642" w14:textId="77777777" w:rsidTr="00137197">
        <w:trPr>
          <w:cantSplit/>
          <w:jc w:val="center"/>
        </w:trPr>
        <w:tc>
          <w:tcPr>
            <w:tcW w:w="1842" w:type="dxa"/>
          </w:tcPr>
          <w:p w14:paraId="664A3CE1" w14:textId="77777777" w:rsidR="008F1319" w:rsidRPr="008C6DE4" w:rsidRDefault="008F1319" w:rsidP="00137197">
            <w:pPr>
              <w:keepNext/>
              <w:keepLines/>
              <w:spacing w:after="0"/>
              <w:jc w:val="center"/>
              <w:rPr>
                <w:rFonts w:ascii="Arial" w:hAnsi="Arial" w:cs="Arial"/>
                <w:b/>
                <w:sz w:val="18"/>
              </w:rPr>
            </w:pPr>
            <w:r w:rsidRPr="008C6DE4">
              <w:rPr>
                <w:rFonts w:ascii="Arial" w:hAnsi="Arial" w:cs="v3.7.0"/>
                <w:b/>
                <w:sz w:val="18"/>
              </w:rPr>
              <w:t>Timer value [s]</w:t>
            </w:r>
          </w:p>
        </w:tc>
        <w:tc>
          <w:tcPr>
            <w:tcW w:w="1873" w:type="dxa"/>
          </w:tcPr>
          <w:p w14:paraId="490E7AA6" w14:textId="77777777" w:rsidR="008F1319" w:rsidRPr="008C6DE4" w:rsidRDefault="008F1319" w:rsidP="00137197">
            <w:pPr>
              <w:keepNext/>
              <w:keepLines/>
              <w:spacing w:after="0"/>
              <w:jc w:val="center"/>
              <w:rPr>
                <w:rFonts w:ascii="Arial" w:hAnsi="Arial" w:cs="Arial"/>
                <w:b/>
                <w:sz w:val="18"/>
              </w:rPr>
            </w:pPr>
            <w:r w:rsidRPr="008C6DE4">
              <w:rPr>
                <w:rFonts w:ascii="Arial" w:hAnsi="Arial" w:cs="v3.7.0"/>
                <w:b/>
                <w:sz w:val="18"/>
              </w:rPr>
              <w:t>Accuracy</w:t>
            </w:r>
          </w:p>
        </w:tc>
      </w:tr>
      <w:tr w:rsidR="00DD3199" w:rsidRPr="008C6DE4" w14:paraId="74FBABB1" w14:textId="77777777" w:rsidTr="00137197">
        <w:trPr>
          <w:cantSplit/>
          <w:jc w:val="center"/>
        </w:trPr>
        <w:tc>
          <w:tcPr>
            <w:tcW w:w="1842" w:type="dxa"/>
            <w:vAlign w:val="center"/>
          </w:tcPr>
          <w:p w14:paraId="2556C7A8" w14:textId="77777777" w:rsidR="008F1319" w:rsidRPr="008C6DE4" w:rsidRDefault="008F1319" w:rsidP="00137197">
            <w:pPr>
              <w:keepNext/>
              <w:keepLines/>
              <w:spacing w:after="0"/>
              <w:rPr>
                <w:rFonts w:ascii="Arial" w:hAnsi="Arial" w:cs="Arial"/>
                <w:sz w:val="18"/>
              </w:rPr>
            </w:pPr>
            <w:r w:rsidRPr="008C6DE4">
              <w:rPr>
                <w:rFonts w:ascii="Arial" w:hAnsi="Arial" w:cs="Arial"/>
                <w:sz w:val="18"/>
              </w:rPr>
              <w:t>timer value &lt; 4</w:t>
            </w:r>
          </w:p>
        </w:tc>
        <w:tc>
          <w:tcPr>
            <w:tcW w:w="1873" w:type="dxa"/>
            <w:vAlign w:val="center"/>
          </w:tcPr>
          <w:p w14:paraId="0D363E2B" w14:textId="77777777" w:rsidR="008F1319" w:rsidRPr="008C6DE4" w:rsidRDefault="008F1319" w:rsidP="00137197">
            <w:pPr>
              <w:keepNext/>
              <w:keepLines/>
              <w:spacing w:after="0"/>
              <w:rPr>
                <w:rFonts w:ascii="Arial" w:hAnsi="Arial" w:cs="Arial"/>
                <w:sz w:val="18"/>
              </w:rPr>
            </w:pPr>
            <w:r w:rsidRPr="008C6DE4">
              <w:rPr>
                <w:rFonts w:ascii="Arial" w:hAnsi="Arial" w:cs="Arial"/>
                <w:sz w:val="18"/>
              </w:rPr>
              <w:sym w:font="Symbol" w:char="F0B1"/>
            </w:r>
            <w:r w:rsidRPr="008C6DE4">
              <w:rPr>
                <w:rFonts w:ascii="Arial" w:hAnsi="Arial" w:cs="Arial"/>
                <w:sz w:val="18"/>
              </w:rPr>
              <w:t xml:space="preserve"> 0.1s</w:t>
            </w:r>
          </w:p>
        </w:tc>
      </w:tr>
      <w:tr w:rsidR="00DD3199" w:rsidRPr="008C6DE4" w14:paraId="08C65C88" w14:textId="77777777" w:rsidTr="00137197">
        <w:trPr>
          <w:cantSplit/>
          <w:jc w:val="center"/>
        </w:trPr>
        <w:tc>
          <w:tcPr>
            <w:tcW w:w="1842" w:type="dxa"/>
          </w:tcPr>
          <w:p w14:paraId="75F6AEB7" w14:textId="77777777" w:rsidR="008F1319" w:rsidRPr="008C6DE4" w:rsidRDefault="008F1319" w:rsidP="00137197">
            <w:pPr>
              <w:keepNext/>
              <w:keepLines/>
              <w:spacing w:after="0"/>
              <w:rPr>
                <w:rFonts w:ascii="Arial" w:hAnsi="Arial" w:cs="Arial"/>
                <w:sz w:val="18"/>
              </w:rPr>
            </w:pPr>
            <w:r w:rsidRPr="008C6DE4">
              <w:rPr>
                <w:rFonts w:ascii="Arial" w:hAnsi="Arial" w:cs="Arial"/>
                <w:sz w:val="18"/>
              </w:rPr>
              <w:t xml:space="preserve">timer value </w:t>
            </w:r>
            <w:r w:rsidRPr="008C6DE4">
              <w:rPr>
                <w:rFonts w:ascii="Arial" w:hAnsi="Arial" w:cs="Arial"/>
                <w:sz w:val="18"/>
              </w:rPr>
              <w:sym w:font="Symbol" w:char="F0B3"/>
            </w:r>
            <w:r w:rsidRPr="008C6DE4">
              <w:rPr>
                <w:rFonts w:ascii="Arial" w:hAnsi="Arial" w:cs="Arial"/>
                <w:sz w:val="18"/>
              </w:rPr>
              <w:t xml:space="preserve"> 4</w:t>
            </w:r>
          </w:p>
        </w:tc>
        <w:tc>
          <w:tcPr>
            <w:tcW w:w="1873" w:type="dxa"/>
            <w:vAlign w:val="center"/>
          </w:tcPr>
          <w:p w14:paraId="1399A7C8" w14:textId="77777777" w:rsidR="008F1319" w:rsidRPr="008C6DE4" w:rsidRDefault="008F1319" w:rsidP="00137197">
            <w:pPr>
              <w:keepNext/>
              <w:keepLines/>
              <w:spacing w:after="0"/>
              <w:rPr>
                <w:rFonts w:ascii="Arial" w:hAnsi="Arial" w:cs="Arial"/>
                <w:sz w:val="18"/>
              </w:rPr>
            </w:pPr>
            <w:r w:rsidRPr="008C6DE4">
              <w:rPr>
                <w:rFonts w:ascii="Arial" w:hAnsi="Arial" w:cs="Arial"/>
                <w:sz w:val="18"/>
              </w:rPr>
              <w:sym w:font="Symbol" w:char="F0B1"/>
            </w:r>
            <w:r w:rsidRPr="008C6DE4">
              <w:rPr>
                <w:rFonts w:ascii="Arial" w:hAnsi="Arial" w:cs="Arial"/>
                <w:sz w:val="18"/>
              </w:rPr>
              <w:t xml:space="preserve"> 2.5%</w:t>
            </w:r>
          </w:p>
        </w:tc>
      </w:tr>
    </w:tbl>
    <w:p w14:paraId="5B05438C" w14:textId="77777777" w:rsidR="00A549F6" w:rsidRPr="008C6DE4" w:rsidRDefault="00A549F6" w:rsidP="00A549F6">
      <w:pPr>
        <w:pStyle w:val="Heading2"/>
      </w:pPr>
      <w:bookmarkStart w:id="92" w:name="_Toc535475933"/>
      <w:bookmarkStart w:id="93" w:name="_Toc5952603"/>
      <w:r w:rsidRPr="008C6DE4">
        <w:t>7.3</w:t>
      </w:r>
      <w:r w:rsidRPr="008C6DE4">
        <w:tab/>
        <w:t>Timing advance</w:t>
      </w:r>
      <w:bookmarkEnd w:id="92"/>
    </w:p>
    <w:p w14:paraId="73FD3D27" w14:textId="77777777" w:rsidR="00A549F6" w:rsidRPr="008C6DE4" w:rsidRDefault="00A549F6" w:rsidP="00A549F6">
      <w:pPr>
        <w:pStyle w:val="Heading3"/>
      </w:pPr>
      <w:bookmarkStart w:id="94" w:name="_Toc535475934"/>
      <w:r w:rsidRPr="008C6DE4">
        <w:t>7.3.1</w:t>
      </w:r>
      <w:r w:rsidRPr="008C6DE4">
        <w:tab/>
        <w:t>Introduction</w:t>
      </w:r>
      <w:bookmarkEnd w:id="94"/>
    </w:p>
    <w:p w14:paraId="3BF957AE" w14:textId="60EC86A9" w:rsidR="001F2CA3" w:rsidRPr="008C6DE4" w:rsidRDefault="001F2CA3" w:rsidP="001F2CA3">
      <w:bookmarkStart w:id="95" w:name="_Toc535475935"/>
      <w:r w:rsidRPr="008C6DE4">
        <w:t xml:space="preserve">The timing advance is initiated from gNB to UE in EN-DC, NR-DC, NE-DC and NR SA operation modes, with MAC message that implies </w:t>
      </w:r>
      <w:r>
        <w:t>the</w:t>
      </w:r>
      <w:r w:rsidRPr="008C6DE4">
        <w:t xml:space="preserve"> adjustment of the timing advance, as defined in </w:t>
      </w:r>
      <w:r w:rsidRPr="008C6DE4">
        <w:rPr>
          <w:rFonts w:cs="v4.2.0"/>
        </w:rPr>
        <w:t>clause </w:t>
      </w:r>
      <w:r w:rsidRPr="008C6DE4">
        <w:t>5.2 of TS 38.321 [7].</w:t>
      </w:r>
    </w:p>
    <w:p w14:paraId="48826404" w14:textId="77777777" w:rsidR="00A549F6" w:rsidRPr="008C6DE4" w:rsidRDefault="00A549F6" w:rsidP="00A549F6">
      <w:pPr>
        <w:pStyle w:val="Heading3"/>
      </w:pPr>
      <w:r w:rsidRPr="008C6DE4">
        <w:lastRenderedPageBreak/>
        <w:t>7.3.2</w:t>
      </w:r>
      <w:r w:rsidRPr="008C6DE4">
        <w:tab/>
        <w:t>Requirements</w:t>
      </w:r>
      <w:bookmarkEnd w:id="95"/>
    </w:p>
    <w:p w14:paraId="4D43CD36" w14:textId="77777777" w:rsidR="00A549F6" w:rsidRPr="008C6DE4" w:rsidRDefault="00A549F6" w:rsidP="00A549F6">
      <w:pPr>
        <w:pStyle w:val="Heading4"/>
      </w:pPr>
      <w:bookmarkStart w:id="96" w:name="_Toc535475936"/>
      <w:r w:rsidRPr="008C6DE4">
        <w:t>7.3.2.1</w:t>
      </w:r>
      <w:r w:rsidRPr="008C6DE4">
        <w:tab/>
        <w:t>Timing Advance adjustment delay</w:t>
      </w:r>
      <w:bookmarkEnd w:id="96"/>
    </w:p>
    <w:p w14:paraId="3D246FB4" w14:textId="77777777" w:rsidR="00A549F6" w:rsidRPr="008C6DE4" w:rsidRDefault="00A549F6" w:rsidP="00A549F6">
      <w:r w:rsidRPr="008C6DE4">
        <w:t xml:space="preserve">UE shall adjust the timing of its uplink transmission timing at time slot </w:t>
      </w:r>
      <w:r w:rsidRPr="008C6DE4">
        <w:rPr>
          <w:i/>
        </w:rPr>
        <w:t>n</w:t>
      </w:r>
      <w:r w:rsidRPr="008C6DE4">
        <w:t>+</w:t>
      </w:r>
      <w:r w:rsidRPr="008C6DE4">
        <w:rPr>
          <w:i/>
        </w:rPr>
        <w:t xml:space="preserve"> k+1</w:t>
      </w:r>
      <w:r w:rsidRPr="008C6DE4">
        <w:t xml:space="preserve"> for a timing advance command received in time slot </w:t>
      </w:r>
      <w:r w:rsidRPr="008C6DE4">
        <w:rPr>
          <w:i/>
        </w:rPr>
        <w:t>n</w:t>
      </w:r>
      <w:r w:rsidRPr="008C6DE4">
        <w:t xml:space="preserve">, and the value of </w:t>
      </w:r>
      <w:r w:rsidRPr="008C6DE4">
        <w:rPr>
          <w:i/>
        </w:rPr>
        <w:t>k</w:t>
      </w:r>
      <w:r w:rsidRPr="008C6DE4">
        <w:t xml:space="preserve"> is defined in clause 4.2 in </w:t>
      </w:r>
      <w:r w:rsidRPr="008C6DE4">
        <w:rPr>
          <w:lang w:val="en-US"/>
        </w:rPr>
        <w:t>TS 38.213 [3]</w:t>
      </w:r>
      <w:r w:rsidRPr="008C6DE4">
        <w:t xml:space="preserve">. </w:t>
      </w:r>
      <w:r w:rsidRPr="008C6DE4">
        <w:rPr>
          <w:rFonts w:cs="v4.2.0"/>
        </w:rPr>
        <w:t>The same requirement applies also when the UE is not able to transmit a configured uplink transmission due to the channel assessment procedure.</w:t>
      </w:r>
    </w:p>
    <w:p w14:paraId="39DE1320" w14:textId="77777777" w:rsidR="00A549F6" w:rsidRPr="008C6DE4" w:rsidRDefault="00A549F6" w:rsidP="00A549F6">
      <w:pPr>
        <w:pStyle w:val="Heading4"/>
      </w:pPr>
      <w:bookmarkStart w:id="97" w:name="_Toc535475937"/>
      <w:r w:rsidRPr="008C6DE4">
        <w:t>7.3.2.2</w:t>
      </w:r>
      <w:r w:rsidRPr="008C6DE4">
        <w:tab/>
        <w:t>Timing Advance adjustment accuracy</w:t>
      </w:r>
      <w:bookmarkEnd w:id="97"/>
    </w:p>
    <w:p w14:paraId="17907816" w14:textId="77777777" w:rsidR="00A549F6" w:rsidRPr="008C6DE4" w:rsidRDefault="00A549F6" w:rsidP="00A549F6">
      <w:pPr>
        <w:rPr>
          <w:rFonts w:eastAsia="?? ??"/>
        </w:rPr>
      </w:pPr>
      <w:r w:rsidRPr="008C6DE4">
        <w:rPr>
          <w:rFonts w:eastAsia="?? ??" w:cs="v3.7.0"/>
        </w:rPr>
        <w:t xml:space="preserve">The UE shall adjust the timing of its transmissions with a relative accuracy better than or equal to the UE Timing Advance adjustment accuracy requirement in Table 7.3.2.2-1, to the signalled timing advance value compared to the timing of preceding uplink transmission. </w:t>
      </w:r>
      <w:r w:rsidRPr="008C6DE4">
        <w:t xml:space="preserve">The timing advance command step </w:t>
      </w:r>
      <w:r w:rsidRPr="008C6DE4">
        <w:rPr>
          <w:lang w:val="en-US"/>
        </w:rPr>
        <w:t>is defined in TS 38.213 [3].</w:t>
      </w:r>
    </w:p>
    <w:p w14:paraId="1C5BA615" w14:textId="77777777" w:rsidR="00A549F6" w:rsidRPr="008C6DE4" w:rsidRDefault="00A549F6" w:rsidP="00A549F6">
      <w:pPr>
        <w:pStyle w:val="TH"/>
        <w:rPr>
          <w:lang w:val="en-US"/>
        </w:rPr>
      </w:pPr>
      <w:r w:rsidRPr="008C6DE4">
        <w:t>Table 7.3.2.2-</w:t>
      </w:r>
      <w:r w:rsidRPr="008C6DE4">
        <w:rPr>
          <w:lang w:eastAsia="ja-JP"/>
        </w:rPr>
        <w:t>1</w:t>
      </w:r>
      <w:r w:rsidRPr="008C6DE4">
        <w:t xml:space="preserve">: </w:t>
      </w:r>
      <w:r w:rsidRPr="008C6DE4">
        <w:rPr>
          <w:lang w:eastAsia="ja-JP"/>
        </w:rPr>
        <w:t>UE Timing Advance adjustment accuracy</w:t>
      </w:r>
    </w:p>
    <w:tbl>
      <w:tblPr>
        <w:tblW w:w="6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0"/>
        <w:gridCol w:w="982"/>
        <w:gridCol w:w="1002"/>
        <w:gridCol w:w="992"/>
        <w:gridCol w:w="1134"/>
      </w:tblGrid>
      <w:tr w:rsidR="00DD3199" w:rsidRPr="008C6DE4" w14:paraId="2C708D64" w14:textId="77777777" w:rsidTr="00DF3064">
        <w:trPr>
          <w:trHeight w:val="315"/>
          <w:jc w:val="center"/>
        </w:trPr>
        <w:tc>
          <w:tcPr>
            <w:tcW w:w="2260" w:type="dxa"/>
            <w:shd w:val="clear" w:color="auto" w:fill="auto"/>
            <w:hideMark/>
          </w:tcPr>
          <w:p w14:paraId="02FF2F0D" w14:textId="57883713" w:rsidR="00A549F6" w:rsidRPr="008C6DE4" w:rsidRDefault="00A549F6" w:rsidP="00DF3064">
            <w:pPr>
              <w:pStyle w:val="TAH"/>
            </w:pPr>
            <w:r w:rsidRPr="008C6DE4">
              <w:t>UL Sub Carrier Spacing(kHz)</w:t>
            </w:r>
          </w:p>
        </w:tc>
        <w:tc>
          <w:tcPr>
            <w:tcW w:w="982" w:type="dxa"/>
            <w:shd w:val="clear" w:color="auto" w:fill="auto"/>
            <w:vAlign w:val="center"/>
            <w:hideMark/>
          </w:tcPr>
          <w:p w14:paraId="12BCBAC6" w14:textId="77777777" w:rsidR="00A549F6" w:rsidRPr="008C6DE4" w:rsidRDefault="00A549F6" w:rsidP="00DF3064">
            <w:pPr>
              <w:pStyle w:val="TAH"/>
              <w:rPr>
                <w:lang w:val="en-US"/>
              </w:rPr>
            </w:pPr>
            <w:r w:rsidRPr="008C6DE4">
              <w:t>15</w:t>
            </w:r>
          </w:p>
        </w:tc>
        <w:tc>
          <w:tcPr>
            <w:tcW w:w="1002" w:type="dxa"/>
            <w:shd w:val="clear" w:color="auto" w:fill="auto"/>
            <w:vAlign w:val="center"/>
            <w:hideMark/>
          </w:tcPr>
          <w:p w14:paraId="6D56087C" w14:textId="77777777" w:rsidR="00A549F6" w:rsidRPr="008C6DE4" w:rsidRDefault="00A549F6" w:rsidP="00DF3064">
            <w:pPr>
              <w:pStyle w:val="TAH"/>
              <w:rPr>
                <w:lang w:val="en-US"/>
              </w:rPr>
            </w:pPr>
            <w:r w:rsidRPr="008C6DE4">
              <w:t>30</w:t>
            </w:r>
          </w:p>
        </w:tc>
        <w:tc>
          <w:tcPr>
            <w:tcW w:w="992" w:type="dxa"/>
            <w:shd w:val="clear" w:color="auto" w:fill="auto"/>
            <w:vAlign w:val="center"/>
            <w:hideMark/>
          </w:tcPr>
          <w:p w14:paraId="189063A0" w14:textId="77777777" w:rsidR="00A549F6" w:rsidRPr="008C6DE4" w:rsidRDefault="00A549F6" w:rsidP="00DF3064">
            <w:pPr>
              <w:pStyle w:val="TAH"/>
              <w:rPr>
                <w:lang w:val="en-US"/>
              </w:rPr>
            </w:pPr>
            <w:r w:rsidRPr="008C6DE4">
              <w:t>60</w:t>
            </w:r>
          </w:p>
        </w:tc>
        <w:tc>
          <w:tcPr>
            <w:tcW w:w="1134" w:type="dxa"/>
            <w:shd w:val="clear" w:color="auto" w:fill="auto"/>
            <w:vAlign w:val="center"/>
            <w:hideMark/>
          </w:tcPr>
          <w:p w14:paraId="764ABE39" w14:textId="77777777" w:rsidR="00A549F6" w:rsidRPr="008C6DE4" w:rsidRDefault="00A549F6" w:rsidP="00DF3064">
            <w:pPr>
              <w:pStyle w:val="TAH"/>
              <w:rPr>
                <w:lang w:val="en-US"/>
              </w:rPr>
            </w:pPr>
            <w:r w:rsidRPr="008C6DE4">
              <w:t>120</w:t>
            </w:r>
          </w:p>
        </w:tc>
      </w:tr>
      <w:tr w:rsidR="00DD3199" w:rsidRPr="008C6DE4" w14:paraId="5B64D825" w14:textId="77777777" w:rsidTr="00DF3064">
        <w:trPr>
          <w:trHeight w:val="525"/>
          <w:jc w:val="center"/>
        </w:trPr>
        <w:tc>
          <w:tcPr>
            <w:tcW w:w="2260" w:type="dxa"/>
            <w:shd w:val="clear" w:color="auto" w:fill="auto"/>
            <w:hideMark/>
          </w:tcPr>
          <w:p w14:paraId="74ECF264" w14:textId="77777777" w:rsidR="00A549F6" w:rsidRPr="008C6DE4" w:rsidRDefault="00A549F6" w:rsidP="00DF3064">
            <w:pPr>
              <w:pStyle w:val="TAH"/>
            </w:pPr>
            <w:r w:rsidRPr="008C6DE4">
              <w:t>UE Timing Advance adjustment accuracy</w:t>
            </w:r>
          </w:p>
        </w:tc>
        <w:tc>
          <w:tcPr>
            <w:tcW w:w="982" w:type="dxa"/>
            <w:shd w:val="clear" w:color="auto" w:fill="auto"/>
            <w:vAlign w:val="center"/>
            <w:hideMark/>
          </w:tcPr>
          <w:p w14:paraId="411BE7F4" w14:textId="77777777" w:rsidR="00A549F6" w:rsidRPr="008C6DE4" w:rsidRDefault="00A549F6" w:rsidP="00DF3064">
            <w:pPr>
              <w:pStyle w:val="TAC"/>
              <w:rPr>
                <w:lang w:val="en-US"/>
              </w:rPr>
            </w:pPr>
            <w:r w:rsidRPr="008C6DE4">
              <w:rPr>
                <w:szCs w:val="22"/>
                <w:lang w:val="en-US"/>
              </w:rPr>
              <w:t>±</w:t>
            </w:r>
            <w:r w:rsidRPr="008C6DE4">
              <w:t>256 T</w:t>
            </w:r>
            <w:r w:rsidRPr="008C6DE4">
              <w:rPr>
                <w:vertAlign w:val="subscript"/>
              </w:rPr>
              <w:t>c</w:t>
            </w:r>
          </w:p>
        </w:tc>
        <w:tc>
          <w:tcPr>
            <w:tcW w:w="1002" w:type="dxa"/>
            <w:shd w:val="clear" w:color="auto" w:fill="auto"/>
            <w:vAlign w:val="center"/>
            <w:hideMark/>
          </w:tcPr>
          <w:p w14:paraId="669E5EC5" w14:textId="77777777" w:rsidR="00A549F6" w:rsidRPr="008C6DE4" w:rsidRDefault="00A549F6" w:rsidP="00DF3064">
            <w:pPr>
              <w:pStyle w:val="TAC"/>
              <w:rPr>
                <w:lang w:val="en-US"/>
              </w:rPr>
            </w:pPr>
            <w:r w:rsidRPr="008C6DE4">
              <w:rPr>
                <w:szCs w:val="22"/>
                <w:lang w:val="en-US"/>
              </w:rPr>
              <w:t>±</w:t>
            </w:r>
            <w:r w:rsidRPr="008C6DE4">
              <w:t>256 T</w:t>
            </w:r>
            <w:r w:rsidRPr="008C6DE4">
              <w:rPr>
                <w:vertAlign w:val="subscript"/>
              </w:rPr>
              <w:t>c</w:t>
            </w:r>
          </w:p>
        </w:tc>
        <w:tc>
          <w:tcPr>
            <w:tcW w:w="992" w:type="dxa"/>
            <w:shd w:val="clear" w:color="auto" w:fill="auto"/>
            <w:vAlign w:val="center"/>
            <w:hideMark/>
          </w:tcPr>
          <w:p w14:paraId="64A69151" w14:textId="77777777" w:rsidR="00A549F6" w:rsidRPr="008C6DE4" w:rsidRDefault="00A549F6" w:rsidP="00DF3064">
            <w:pPr>
              <w:pStyle w:val="TAC"/>
              <w:rPr>
                <w:lang w:val="en-US"/>
              </w:rPr>
            </w:pPr>
            <w:r w:rsidRPr="008C6DE4">
              <w:rPr>
                <w:szCs w:val="22"/>
                <w:lang w:val="en-US"/>
              </w:rPr>
              <w:t>±</w:t>
            </w:r>
            <w:r w:rsidRPr="008C6DE4">
              <w:t>128 T</w:t>
            </w:r>
            <w:r w:rsidRPr="008C6DE4">
              <w:rPr>
                <w:vertAlign w:val="subscript"/>
              </w:rPr>
              <w:t>c</w:t>
            </w:r>
          </w:p>
        </w:tc>
        <w:tc>
          <w:tcPr>
            <w:tcW w:w="1134" w:type="dxa"/>
            <w:shd w:val="clear" w:color="auto" w:fill="auto"/>
            <w:vAlign w:val="center"/>
            <w:hideMark/>
          </w:tcPr>
          <w:p w14:paraId="6521C3E3" w14:textId="77777777" w:rsidR="00A549F6" w:rsidRPr="008C6DE4" w:rsidRDefault="00A549F6" w:rsidP="00DF3064">
            <w:pPr>
              <w:pStyle w:val="TAC"/>
              <w:rPr>
                <w:lang w:val="en-US"/>
              </w:rPr>
            </w:pPr>
            <w:r w:rsidRPr="008C6DE4">
              <w:rPr>
                <w:szCs w:val="22"/>
                <w:lang w:val="en-US"/>
              </w:rPr>
              <w:t>±</w:t>
            </w:r>
            <w:r w:rsidRPr="008C6DE4">
              <w:t>32 T</w:t>
            </w:r>
            <w:r w:rsidRPr="008C6DE4">
              <w:rPr>
                <w:vertAlign w:val="subscript"/>
              </w:rPr>
              <w:t>c</w:t>
            </w:r>
          </w:p>
        </w:tc>
      </w:tr>
    </w:tbl>
    <w:p w14:paraId="75660498" w14:textId="77777777" w:rsidR="0056154D" w:rsidRPr="008C6DE4" w:rsidRDefault="007D02E6">
      <w:pPr>
        <w:pStyle w:val="Heading2"/>
      </w:pPr>
      <w:r w:rsidRPr="008C6DE4">
        <w:t>7.4</w:t>
      </w:r>
      <w:r w:rsidR="00FE0B68" w:rsidRPr="008C6DE4">
        <w:rPr>
          <w:rFonts w:eastAsiaTheme="minorEastAsia"/>
          <w:lang w:eastAsia="ko-KR"/>
        </w:rPr>
        <w:tab/>
      </w:r>
      <w:r w:rsidR="0056154D" w:rsidRPr="008C6DE4">
        <w:t>Cell phase synchronization accuracy</w:t>
      </w:r>
      <w:bookmarkEnd w:id="93"/>
    </w:p>
    <w:p w14:paraId="75660499" w14:textId="77777777" w:rsidR="0056154D" w:rsidRPr="008C6DE4" w:rsidRDefault="0056154D" w:rsidP="00852AE5">
      <w:pPr>
        <w:pStyle w:val="Heading3"/>
      </w:pPr>
      <w:bookmarkStart w:id="98" w:name="_Toc5952604"/>
      <w:r w:rsidRPr="008C6DE4">
        <w:t>7.</w:t>
      </w:r>
      <w:r w:rsidRPr="008C6DE4">
        <w:rPr>
          <w:lang w:eastAsia="zh-CN"/>
        </w:rPr>
        <w:t>4</w:t>
      </w:r>
      <w:r w:rsidRPr="008C6DE4">
        <w:t>.1</w:t>
      </w:r>
      <w:r w:rsidRPr="008C6DE4">
        <w:tab/>
        <w:t>Definition</w:t>
      </w:r>
      <w:bookmarkEnd w:id="98"/>
    </w:p>
    <w:p w14:paraId="7566049A" w14:textId="77777777" w:rsidR="0056154D" w:rsidRPr="008C6DE4" w:rsidRDefault="0056154D" w:rsidP="0056154D">
      <w:pPr>
        <w:rPr>
          <w:rFonts w:cs="v4.2.0"/>
        </w:rPr>
      </w:pPr>
      <w:r w:rsidRPr="008C6DE4">
        <w:rPr>
          <w:rFonts w:cs="v4.2.0"/>
        </w:rPr>
        <w:t>Cell phase synchronization accuracy for TDD is defined as the maximum absolute deviation in frame start timing between any pair of cells on the same frequency that have overlapping coverage areas.</w:t>
      </w:r>
    </w:p>
    <w:p w14:paraId="7566049B" w14:textId="77777777" w:rsidR="0056154D" w:rsidRPr="008C6DE4" w:rsidRDefault="0056154D" w:rsidP="00852AE5">
      <w:pPr>
        <w:pStyle w:val="Heading3"/>
      </w:pPr>
      <w:bookmarkStart w:id="99" w:name="_Toc5952605"/>
      <w:r w:rsidRPr="008C6DE4">
        <w:t>7.</w:t>
      </w:r>
      <w:r w:rsidRPr="008C6DE4">
        <w:rPr>
          <w:lang w:eastAsia="zh-CN"/>
        </w:rPr>
        <w:t>4</w:t>
      </w:r>
      <w:r w:rsidRPr="008C6DE4">
        <w:t>.2</w:t>
      </w:r>
      <w:r w:rsidRPr="008C6DE4">
        <w:tab/>
        <w:t>Minimum requirements</w:t>
      </w:r>
      <w:bookmarkEnd w:id="99"/>
    </w:p>
    <w:p w14:paraId="2F6F15A9" w14:textId="77777777" w:rsidR="00BD2B80" w:rsidRDefault="00BD2B80" w:rsidP="00BD2B80">
      <w:pPr>
        <w:rPr>
          <w:i/>
          <w:color w:val="0000FF"/>
          <w:lang w:eastAsia="zh-CN"/>
        </w:rPr>
      </w:pPr>
      <w:bookmarkStart w:id="100" w:name="_Toc5952620"/>
      <w:r>
        <w:rPr>
          <w:rFonts w:cs="v4.2.0"/>
        </w:rPr>
        <w:t>The cell phase synchronization accuracy measured at BS antenna connectors</w:t>
      </w:r>
      <w:r>
        <w:rPr>
          <w:rFonts w:cs="v4.2.0" w:hint="eastAsia"/>
          <w:lang w:val="en-US" w:eastAsia="zh-CN"/>
        </w:rPr>
        <w:t xml:space="preserve"> or radiated interface boundaries</w:t>
      </w:r>
      <w:r>
        <w:rPr>
          <w:rFonts w:cs="v4.2.0"/>
        </w:rPr>
        <w:t xml:space="preserve"> shall be better than 3 </w:t>
      </w:r>
      <w:r>
        <w:t>µ</w:t>
      </w:r>
      <w:r>
        <w:rPr>
          <w:rFonts w:cs="v4.2.0"/>
        </w:rPr>
        <w:t>s.</w:t>
      </w:r>
    </w:p>
    <w:p w14:paraId="717DA8C0" w14:textId="77777777" w:rsidR="00877F17" w:rsidRPr="008C6DE4" w:rsidRDefault="00877F17" w:rsidP="00877F17">
      <w:pPr>
        <w:pStyle w:val="Heading2"/>
        <w:rPr>
          <w:lang w:eastAsia="ko-KR"/>
        </w:rPr>
      </w:pPr>
      <w:r w:rsidRPr="008C6DE4">
        <w:rPr>
          <w:lang w:eastAsia="ko-KR"/>
        </w:rPr>
        <w:t>7.5</w:t>
      </w:r>
      <w:r w:rsidRPr="008C6DE4">
        <w:rPr>
          <w:lang w:eastAsia="ko-KR"/>
        </w:rPr>
        <w:tab/>
        <w:t>Maximum Transmission Timing Difference</w:t>
      </w:r>
    </w:p>
    <w:p w14:paraId="7CBFCD59" w14:textId="77777777" w:rsidR="00877F17" w:rsidRPr="008C6DE4" w:rsidRDefault="00877F17" w:rsidP="00877F17">
      <w:pPr>
        <w:pStyle w:val="Heading3"/>
        <w:rPr>
          <w:lang w:eastAsia="ko-KR"/>
        </w:rPr>
      </w:pPr>
      <w:r w:rsidRPr="008C6DE4">
        <w:rPr>
          <w:lang w:eastAsia="ko-KR"/>
        </w:rPr>
        <w:t>7.5.1</w:t>
      </w:r>
      <w:r w:rsidRPr="008C6DE4">
        <w:rPr>
          <w:lang w:eastAsia="ko-KR"/>
        </w:rPr>
        <w:tab/>
        <w:t>Introduction</w:t>
      </w:r>
    </w:p>
    <w:p w14:paraId="2B86B8DD" w14:textId="77777777" w:rsidR="00D02117" w:rsidRPr="008C6DE4" w:rsidRDefault="00D02117" w:rsidP="00D02117">
      <w:pPr>
        <w:rPr>
          <w:rFonts w:cs="v4.2.0"/>
          <w:lang w:eastAsia="zh-CN"/>
        </w:rPr>
      </w:pPr>
      <w:r w:rsidRPr="008C6DE4">
        <w:rPr>
          <w:rFonts w:cs="v4.2.0"/>
        </w:rPr>
        <w:t>A UE shall be capable of handling a relative transmission timing difference between subframe timing boundary of E-UTRA PCell and the closest slot timing boundary of PSCell to be aggregated for</w:t>
      </w:r>
      <w:r w:rsidRPr="008C6DE4">
        <w:rPr>
          <w:rFonts w:cs="v4.2.0"/>
          <w:lang w:eastAsia="zh-CN"/>
        </w:rPr>
        <w:t xml:space="preserve"> </w:t>
      </w:r>
      <w:r w:rsidRPr="008C6DE4">
        <w:rPr>
          <w:rFonts w:eastAsia="Malgun Gothic" w:cs="v4.2.0"/>
        </w:rPr>
        <w:t>EN-DC</w:t>
      </w:r>
      <w:r w:rsidRPr="008C6DE4">
        <w:rPr>
          <w:rFonts w:cs="v4.2.0"/>
          <w:lang w:eastAsia="zh-CN"/>
        </w:rPr>
        <w:t xml:space="preserve"> operation</w:t>
      </w:r>
      <w:r w:rsidRPr="008C6DE4">
        <w:rPr>
          <w:rFonts w:eastAsia="Malgun Gothic" w:cs="v4.2.0"/>
          <w:lang w:eastAsia="zh-CN"/>
        </w:rPr>
        <w:t>.</w:t>
      </w:r>
    </w:p>
    <w:p w14:paraId="6A6EB140" w14:textId="6F461EFC" w:rsidR="00D02117" w:rsidRPr="008C6DE4" w:rsidRDefault="00D02117" w:rsidP="00D02117">
      <w:pPr>
        <w:rPr>
          <w:rFonts w:cs="v4.2.0"/>
        </w:rPr>
      </w:pPr>
      <w:r w:rsidRPr="008C6DE4">
        <w:rPr>
          <w:rFonts w:cs="v4.2.0"/>
        </w:rPr>
        <w:t xml:space="preserve">A UE shall be capable of handling a relative </w:t>
      </w:r>
      <w:r w:rsidRPr="008C6DE4">
        <w:rPr>
          <w:rFonts w:cs="v4.2.0"/>
          <w:lang w:eastAsia="zh-CN"/>
        </w:rPr>
        <w:t>transmission</w:t>
      </w:r>
      <w:r w:rsidRPr="008C6DE4">
        <w:rPr>
          <w:rFonts w:cs="v4.2.0"/>
        </w:rPr>
        <w:t xml:space="preserve"> timing difference </w:t>
      </w:r>
      <w:r w:rsidRPr="008C6DE4">
        <w:rPr>
          <w:rFonts w:cs="v4.2.0"/>
          <w:lang w:eastAsia="zh-CN"/>
        </w:rPr>
        <w:t>among</w:t>
      </w:r>
      <w:r w:rsidRPr="008C6DE4">
        <w:rPr>
          <w:rFonts w:cs="v4.2.0"/>
        </w:rPr>
        <w:t xml:space="preserve"> the closest slot timing </w:t>
      </w:r>
      <w:r w:rsidRPr="008C6DE4">
        <w:rPr>
          <w:rFonts w:cs="v4.2.0"/>
          <w:lang w:eastAsia="zh-CN"/>
        </w:rPr>
        <w:t>boundaries</w:t>
      </w:r>
      <w:r w:rsidRPr="008C6DE4">
        <w:rPr>
          <w:rFonts w:cs="v4.2.0"/>
        </w:rPr>
        <w:t xml:space="preserve"> of different carriers to be aggregated </w:t>
      </w:r>
      <w:r w:rsidRPr="008C6DE4">
        <w:rPr>
          <w:rFonts w:cs="v4.2.0"/>
          <w:lang w:eastAsia="zh-CN"/>
        </w:rPr>
        <w:t xml:space="preserve">in </w:t>
      </w:r>
      <w:r w:rsidRPr="008C6DE4">
        <w:rPr>
          <w:rFonts w:cs="v4.2.0"/>
        </w:rPr>
        <w:t>NR carrier aggregation.</w:t>
      </w:r>
    </w:p>
    <w:p w14:paraId="701FA7E0" w14:textId="7B2AE9A7" w:rsidR="00DF2DA9" w:rsidRPr="008C6DE4" w:rsidRDefault="00DF2DA9" w:rsidP="00D02117">
      <w:pPr>
        <w:rPr>
          <w:rFonts w:cs="v4.2.0"/>
        </w:rPr>
      </w:pPr>
      <w:r w:rsidRPr="008C6DE4">
        <w:rPr>
          <w:rFonts w:cs="v4.2.0"/>
        </w:rPr>
        <w:t>A UE shall be capable of handling a relative transmission timing difference between slot timing boundary of PCell and subframe timing boundary of E-UTRA PSCell to be aggregated for NE-DC operation.</w:t>
      </w:r>
    </w:p>
    <w:p w14:paraId="3392E295" w14:textId="77777777" w:rsidR="00D02117" w:rsidRPr="008C6DE4" w:rsidRDefault="00D02117" w:rsidP="00D02117">
      <w:pPr>
        <w:rPr>
          <w:lang w:eastAsia="ko-KR"/>
        </w:rPr>
      </w:pPr>
      <w:r w:rsidRPr="008C6DE4">
        <w:rPr>
          <w:rFonts w:cs="v4.2.0"/>
        </w:rPr>
        <w:t xml:space="preserve">A UE shall be capable of handling a relative </w:t>
      </w:r>
      <w:r w:rsidRPr="008C6DE4">
        <w:rPr>
          <w:rFonts w:cs="v4.2.0"/>
          <w:lang w:eastAsia="zh-CN"/>
        </w:rPr>
        <w:t>transmission</w:t>
      </w:r>
      <w:r w:rsidRPr="008C6DE4">
        <w:rPr>
          <w:rFonts w:cs="v4.2.0"/>
        </w:rPr>
        <w:t xml:space="preserve"> timing difference </w:t>
      </w:r>
      <w:r w:rsidRPr="008C6DE4">
        <w:rPr>
          <w:rFonts w:cs="v4.2.0"/>
          <w:lang w:eastAsia="ko-KR"/>
        </w:rPr>
        <w:t>between</w:t>
      </w:r>
      <w:r w:rsidRPr="008C6DE4">
        <w:rPr>
          <w:rFonts w:cs="v4.2.0"/>
        </w:rPr>
        <w:t xml:space="preserve"> slot timing </w:t>
      </w:r>
      <w:r w:rsidRPr="008C6DE4">
        <w:rPr>
          <w:rFonts w:cs="v4.2.0"/>
          <w:lang w:eastAsia="zh-CN"/>
        </w:rPr>
        <w:t>boundaries</w:t>
      </w:r>
      <w:r w:rsidRPr="008C6DE4">
        <w:rPr>
          <w:rFonts w:cs="v4.2.0"/>
        </w:rPr>
        <w:t xml:space="preserve"> of </w:t>
      </w:r>
      <w:r w:rsidRPr="008C6DE4">
        <w:rPr>
          <w:rFonts w:cs="v4.2.0"/>
          <w:lang w:eastAsia="ko-KR"/>
        </w:rPr>
        <w:t xml:space="preserve">PCell and the </w:t>
      </w:r>
      <w:r w:rsidRPr="008C6DE4">
        <w:rPr>
          <w:rFonts w:cs="v4.2.0"/>
        </w:rPr>
        <w:t xml:space="preserve">closest </w:t>
      </w:r>
      <w:r w:rsidRPr="008C6DE4">
        <w:rPr>
          <w:rFonts w:cs="v4.2.0"/>
          <w:lang w:eastAsia="ko-KR"/>
        </w:rPr>
        <w:t>slot timing boundary of PSCell</w:t>
      </w:r>
      <w:r w:rsidRPr="008C6DE4">
        <w:rPr>
          <w:rFonts w:cs="v4.2.0"/>
        </w:rPr>
        <w:t xml:space="preserve"> to be aggregated </w:t>
      </w:r>
      <w:r w:rsidRPr="008C6DE4">
        <w:rPr>
          <w:rFonts w:cs="v4.2.0"/>
          <w:lang w:eastAsia="zh-CN"/>
        </w:rPr>
        <w:t xml:space="preserve">in </w:t>
      </w:r>
      <w:r w:rsidRPr="008C6DE4">
        <w:rPr>
          <w:rFonts w:cs="v4.2.0"/>
        </w:rPr>
        <w:t xml:space="preserve">NR </w:t>
      </w:r>
      <w:r w:rsidRPr="008C6DE4">
        <w:rPr>
          <w:rFonts w:cs="v4.2.0"/>
          <w:lang w:eastAsia="ko-KR"/>
        </w:rPr>
        <w:t>DC operation</w:t>
      </w:r>
      <w:r w:rsidRPr="008C6DE4">
        <w:rPr>
          <w:rFonts w:cs="v4.2.0"/>
        </w:rPr>
        <w:t>.</w:t>
      </w:r>
    </w:p>
    <w:p w14:paraId="79D49E0A" w14:textId="77777777" w:rsidR="00877F17" w:rsidRPr="008C6DE4" w:rsidRDefault="00877F17" w:rsidP="00877F17">
      <w:pPr>
        <w:pStyle w:val="Heading3"/>
        <w:rPr>
          <w:lang w:eastAsia="ko-KR"/>
        </w:rPr>
      </w:pPr>
      <w:r w:rsidRPr="008C6DE4">
        <w:rPr>
          <w:lang w:eastAsia="ko-KR"/>
        </w:rPr>
        <w:t>7.5.2</w:t>
      </w:r>
      <w:r w:rsidRPr="008C6DE4">
        <w:rPr>
          <w:lang w:eastAsia="ko-KR"/>
        </w:rPr>
        <w:tab/>
        <w:t xml:space="preserve">Minimum Requirements for </w:t>
      </w:r>
      <w:r w:rsidRPr="008C6DE4">
        <w:t>inter-band EN-DC</w:t>
      </w:r>
    </w:p>
    <w:p w14:paraId="6CBFE037" w14:textId="77777777" w:rsidR="00877F17" w:rsidRPr="008C6DE4" w:rsidRDefault="00877F17" w:rsidP="00877F17">
      <w:pPr>
        <w:rPr>
          <w:rFonts w:cs="v4.2.0"/>
          <w:lang w:eastAsia="zh-CN"/>
        </w:rPr>
      </w:pPr>
      <w:r w:rsidRPr="008C6DE4">
        <w:rPr>
          <w:rFonts w:eastAsia="Malgun Gothic" w:cs="v4.2.0"/>
        </w:rPr>
        <w:t>The</w:t>
      </w:r>
      <w:r w:rsidRPr="008C6DE4">
        <w:rPr>
          <w:rFonts w:cs="v4.2.0"/>
        </w:rPr>
        <w:t xml:space="preserve"> UE shall be capable of handling a maximum uplink transmission timing difference between E-UTRA PCell and PSCell as shown in Table 7.5.2-1.</w:t>
      </w:r>
    </w:p>
    <w:p w14:paraId="18097E1E" w14:textId="77777777" w:rsidR="00877F17" w:rsidRPr="008C6DE4" w:rsidRDefault="00877F17" w:rsidP="00877F17">
      <w:pPr>
        <w:pStyle w:val="TH"/>
        <w:rPr>
          <w:snapToGrid w:val="0"/>
        </w:rPr>
      </w:pPr>
      <w:r w:rsidRPr="008C6DE4">
        <w:rPr>
          <w:snapToGrid w:val="0"/>
        </w:rPr>
        <w:lastRenderedPageBreak/>
        <w:t xml:space="preserve">Table 7.5.2-1 Maximum uplink transmission timing difference requirement for asynchronous </w:t>
      </w:r>
      <w:r w:rsidRPr="008C6DE4">
        <w:rPr>
          <w:snapToGrid w:val="0"/>
          <w:lang w:eastAsia="zh-CN"/>
        </w:rPr>
        <w:t>EN-DC</w:t>
      </w:r>
    </w:p>
    <w:tbl>
      <w:tblPr>
        <w:tblW w:w="0" w:type="auto"/>
        <w:tblInd w:w="1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985"/>
        <w:gridCol w:w="2693"/>
      </w:tblGrid>
      <w:tr w:rsidR="00DD3199" w:rsidRPr="008C6DE4" w14:paraId="52979A57" w14:textId="77777777" w:rsidTr="00867D3A">
        <w:tc>
          <w:tcPr>
            <w:tcW w:w="1984" w:type="dxa"/>
            <w:shd w:val="clear" w:color="auto" w:fill="auto"/>
          </w:tcPr>
          <w:p w14:paraId="3F37FA2C" w14:textId="77777777" w:rsidR="00877F17" w:rsidRPr="008C6DE4" w:rsidRDefault="00877F17" w:rsidP="00867D3A">
            <w:pPr>
              <w:pStyle w:val="TAH"/>
            </w:pPr>
            <w:r w:rsidRPr="008C6DE4">
              <w:t>Sub-carrier spacing in E-UTRA PCell (kHz)</w:t>
            </w:r>
          </w:p>
        </w:tc>
        <w:tc>
          <w:tcPr>
            <w:tcW w:w="1985" w:type="dxa"/>
            <w:shd w:val="clear" w:color="auto" w:fill="auto"/>
          </w:tcPr>
          <w:p w14:paraId="61854971" w14:textId="77777777" w:rsidR="00877F17" w:rsidRPr="008C6DE4" w:rsidRDefault="00877F17" w:rsidP="00867D3A">
            <w:pPr>
              <w:pStyle w:val="TAH"/>
            </w:pPr>
            <w:r w:rsidRPr="008C6DE4">
              <w:t>UL Sub-carrier spacing for data in PSCell (kHz)</w:t>
            </w:r>
          </w:p>
        </w:tc>
        <w:tc>
          <w:tcPr>
            <w:tcW w:w="2693" w:type="dxa"/>
            <w:shd w:val="clear" w:color="auto" w:fill="auto"/>
          </w:tcPr>
          <w:p w14:paraId="515F5DA0" w14:textId="77777777" w:rsidR="00877F17" w:rsidRPr="008C6DE4" w:rsidRDefault="00877F17" w:rsidP="00867D3A">
            <w:pPr>
              <w:pStyle w:val="TAH"/>
            </w:pPr>
            <w:r w:rsidRPr="008C6DE4">
              <w:t>Maximum uplink transmission timing difference (µs)</w:t>
            </w:r>
          </w:p>
        </w:tc>
      </w:tr>
      <w:tr w:rsidR="00DD3199" w:rsidRPr="008C6DE4" w14:paraId="68A56382" w14:textId="77777777" w:rsidTr="00867D3A">
        <w:tc>
          <w:tcPr>
            <w:tcW w:w="1984" w:type="dxa"/>
            <w:shd w:val="clear" w:color="auto" w:fill="auto"/>
          </w:tcPr>
          <w:p w14:paraId="1D08E5EE" w14:textId="77777777" w:rsidR="00877F17" w:rsidRPr="008C6DE4" w:rsidRDefault="00877F17" w:rsidP="00867D3A">
            <w:pPr>
              <w:pStyle w:val="TAC"/>
            </w:pPr>
            <w:r w:rsidRPr="008C6DE4">
              <w:t>15</w:t>
            </w:r>
          </w:p>
        </w:tc>
        <w:tc>
          <w:tcPr>
            <w:tcW w:w="1985" w:type="dxa"/>
            <w:shd w:val="clear" w:color="auto" w:fill="auto"/>
          </w:tcPr>
          <w:p w14:paraId="7969ABA2" w14:textId="77777777" w:rsidR="00877F17" w:rsidRPr="008C6DE4" w:rsidRDefault="00877F17" w:rsidP="00867D3A">
            <w:pPr>
              <w:pStyle w:val="TAC"/>
            </w:pPr>
            <w:r w:rsidRPr="008C6DE4">
              <w:t>15</w:t>
            </w:r>
          </w:p>
        </w:tc>
        <w:tc>
          <w:tcPr>
            <w:tcW w:w="2693" w:type="dxa"/>
            <w:shd w:val="clear" w:color="auto" w:fill="auto"/>
          </w:tcPr>
          <w:p w14:paraId="65EA4D53" w14:textId="77777777" w:rsidR="00877F17" w:rsidRPr="008C6DE4" w:rsidRDefault="00877F17" w:rsidP="00867D3A">
            <w:pPr>
              <w:pStyle w:val="TAC"/>
            </w:pPr>
            <w:r w:rsidRPr="008C6DE4">
              <w:t>500</w:t>
            </w:r>
          </w:p>
        </w:tc>
      </w:tr>
      <w:tr w:rsidR="00DD3199" w:rsidRPr="008C6DE4" w14:paraId="78A15035" w14:textId="77777777" w:rsidTr="00867D3A">
        <w:tc>
          <w:tcPr>
            <w:tcW w:w="1984" w:type="dxa"/>
            <w:shd w:val="clear" w:color="auto" w:fill="auto"/>
          </w:tcPr>
          <w:p w14:paraId="2BE763D2" w14:textId="77777777" w:rsidR="00877F17" w:rsidRPr="008C6DE4" w:rsidRDefault="00877F17" w:rsidP="00867D3A">
            <w:pPr>
              <w:pStyle w:val="TAC"/>
            </w:pPr>
            <w:r w:rsidRPr="008C6DE4">
              <w:t>15</w:t>
            </w:r>
          </w:p>
        </w:tc>
        <w:tc>
          <w:tcPr>
            <w:tcW w:w="1985" w:type="dxa"/>
            <w:shd w:val="clear" w:color="auto" w:fill="auto"/>
          </w:tcPr>
          <w:p w14:paraId="66ED30D9" w14:textId="77777777" w:rsidR="00877F17" w:rsidRPr="008C6DE4" w:rsidRDefault="00877F17" w:rsidP="00867D3A">
            <w:pPr>
              <w:pStyle w:val="TAC"/>
            </w:pPr>
            <w:r w:rsidRPr="008C6DE4">
              <w:t>30</w:t>
            </w:r>
          </w:p>
        </w:tc>
        <w:tc>
          <w:tcPr>
            <w:tcW w:w="2693" w:type="dxa"/>
            <w:shd w:val="clear" w:color="auto" w:fill="auto"/>
          </w:tcPr>
          <w:p w14:paraId="3477F290" w14:textId="77777777" w:rsidR="00877F17" w:rsidRPr="008C6DE4" w:rsidRDefault="00877F17" w:rsidP="00867D3A">
            <w:pPr>
              <w:pStyle w:val="TAC"/>
            </w:pPr>
            <w:r w:rsidRPr="008C6DE4">
              <w:t>250</w:t>
            </w:r>
          </w:p>
        </w:tc>
      </w:tr>
      <w:tr w:rsidR="00DD3199" w:rsidRPr="008C6DE4" w14:paraId="084BCA6E" w14:textId="77777777" w:rsidTr="00867D3A">
        <w:tc>
          <w:tcPr>
            <w:tcW w:w="1984" w:type="dxa"/>
            <w:shd w:val="clear" w:color="auto" w:fill="auto"/>
          </w:tcPr>
          <w:p w14:paraId="5F8EEF8C" w14:textId="77777777" w:rsidR="00877F17" w:rsidRPr="008C6DE4" w:rsidRDefault="00877F17" w:rsidP="00867D3A">
            <w:pPr>
              <w:pStyle w:val="TAC"/>
            </w:pPr>
            <w:r w:rsidRPr="008C6DE4">
              <w:t>15</w:t>
            </w:r>
          </w:p>
        </w:tc>
        <w:tc>
          <w:tcPr>
            <w:tcW w:w="1985" w:type="dxa"/>
            <w:shd w:val="clear" w:color="auto" w:fill="auto"/>
          </w:tcPr>
          <w:p w14:paraId="0988B617" w14:textId="77777777" w:rsidR="00877F17" w:rsidRPr="008C6DE4" w:rsidRDefault="00877F17" w:rsidP="00867D3A">
            <w:pPr>
              <w:pStyle w:val="TAC"/>
            </w:pPr>
            <w:r w:rsidRPr="008C6DE4">
              <w:t>60</w:t>
            </w:r>
          </w:p>
        </w:tc>
        <w:tc>
          <w:tcPr>
            <w:tcW w:w="2693" w:type="dxa"/>
            <w:shd w:val="clear" w:color="auto" w:fill="auto"/>
          </w:tcPr>
          <w:p w14:paraId="5CBE36DE" w14:textId="77777777" w:rsidR="00877F17" w:rsidRPr="008C6DE4" w:rsidRDefault="00877F17" w:rsidP="00867D3A">
            <w:pPr>
              <w:pStyle w:val="TAC"/>
            </w:pPr>
            <w:r w:rsidRPr="008C6DE4">
              <w:t>125</w:t>
            </w:r>
          </w:p>
        </w:tc>
      </w:tr>
      <w:tr w:rsidR="00DD3199" w:rsidRPr="008C6DE4" w14:paraId="35FBF688" w14:textId="77777777" w:rsidTr="00867D3A">
        <w:tc>
          <w:tcPr>
            <w:tcW w:w="1984" w:type="dxa"/>
            <w:shd w:val="clear" w:color="auto" w:fill="auto"/>
          </w:tcPr>
          <w:p w14:paraId="5EA18107" w14:textId="77777777" w:rsidR="00877F17" w:rsidRPr="008C6DE4" w:rsidRDefault="00877F17" w:rsidP="00867D3A">
            <w:pPr>
              <w:pStyle w:val="TAC"/>
            </w:pPr>
            <w:r w:rsidRPr="008C6DE4">
              <w:t>15</w:t>
            </w:r>
          </w:p>
        </w:tc>
        <w:tc>
          <w:tcPr>
            <w:tcW w:w="1985" w:type="dxa"/>
            <w:shd w:val="clear" w:color="auto" w:fill="auto"/>
          </w:tcPr>
          <w:p w14:paraId="74DFC3AE" w14:textId="77777777" w:rsidR="00877F17" w:rsidRPr="008C6DE4" w:rsidRDefault="00877F17" w:rsidP="00867D3A">
            <w:pPr>
              <w:pStyle w:val="TAC"/>
            </w:pPr>
            <w:r w:rsidRPr="008C6DE4">
              <w:t>120</w:t>
            </w:r>
            <w:r w:rsidRPr="008C6DE4">
              <w:rPr>
                <w:vertAlign w:val="superscript"/>
              </w:rPr>
              <w:t>Note1</w:t>
            </w:r>
          </w:p>
        </w:tc>
        <w:tc>
          <w:tcPr>
            <w:tcW w:w="2693" w:type="dxa"/>
            <w:shd w:val="clear" w:color="auto" w:fill="auto"/>
          </w:tcPr>
          <w:p w14:paraId="4762D7C2" w14:textId="77777777" w:rsidR="00877F17" w:rsidRPr="008C6DE4" w:rsidRDefault="00877F17" w:rsidP="00867D3A">
            <w:pPr>
              <w:pStyle w:val="TAC"/>
            </w:pPr>
            <w:r w:rsidRPr="008C6DE4">
              <w:t>62.5</w:t>
            </w:r>
          </w:p>
        </w:tc>
      </w:tr>
      <w:tr w:rsidR="00877F17" w:rsidRPr="008C6DE4" w14:paraId="56EF70F6" w14:textId="77777777" w:rsidTr="00867D3A">
        <w:tc>
          <w:tcPr>
            <w:tcW w:w="6662" w:type="dxa"/>
            <w:gridSpan w:val="3"/>
            <w:shd w:val="clear" w:color="auto" w:fill="auto"/>
          </w:tcPr>
          <w:p w14:paraId="1E2D9D12" w14:textId="0B66C589" w:rsidR="00877F17" w:rsidRPr="008C6DE4" w:rsidRDefault="00877F17" w:rsidP="00867D3A">
            <w:pPr>
              <w:pStyle w:val="TAN"/>
              <w:rPr>
                <w:rFonts w:cs="Arial"/>
                <w:lang w:eastAsia="zh-CN"/>
              </w:rPr>
            </w:pPr>
            <w:r w:rsidRPr="008C6DE4">
              <w:rPr>
                <w:rFonts w:cs="Arial"/>
                <w:lang w:eastAsia="ja-JP"/>
              </w:rPr>
              <w:t>NOTE</w:t>
            </w:r>
            <w:r w:rsidRPr="008C6DE4">
              <w:rPr>
                <w:rFonts w:cs="Arial"/>
                <w:lang w:eastAsia="ko-KR"/>
              </w:rPr>
              <w:t xml:space="preserve"> </w:t>
            </w:r>
            <w:r w:rsidRPr="008C6DE4">
              <w:rPr>
                <w:rFonts w:cs="Arial"/>
                <w:lang w:eastAsia="ja-JP"/>
              </w:rPr>
              <w:t>1:</w:t>
            </w:r>
            <w:r w:rsidRPr="008C6DE4">
              <w:rPr>
                <w:lang w:eastAsia="ko-KR"/>
              </w:rPr>
              <w:tab/>
            </w:r>
            <w:r w:rsidR="00A65194" w:rsidRPr="008C6DE4">
              <w:rPr>
                <w:rFonts w:cs="Arial"/>
              </w:rPr>
              <w:t>F</w:t>
            </w:r>
            <w:r w:rsidR="00A65194" w:rsidRPr="008C6DE4">
              <w:rPr>
                <w:rFonts w:cs="Arial"/>
                <w:lang w:eastAsia="ja-JP"/>
              </w:rPr>
              <w:t xml:space="preserve">or </w:t>
            </w:r>
            <w:r w:rsidR="00A65194" w:rsidRPr="008C6DE4">
              <w:rPr>
                <w:lang w:eastAsia="zh-CN"/>
              </w:rPr>
              <w:t xml:space="preserve">E-UTRA </w:t>
            </w:r>
            <w:r w:rsidR="00A65194" w:rsidRPr="008C6DE4">
              <w:t>FDD-</w:t>
            </w:r>
            <w:r w:rsidR="00A65194" w:rsidRPr="008C6DE4">
              <w:rPr>
                <w:lang w:eastAsia="zh-CN"/>
              </w:rPr>
              <w:t xml:space="preserve">NR </w:t>
            </w:r>
            <w:r w:rsidR="00A65194" w:rsidRPr="008C6DE4">
              <w:t>FDD</w:t>
            </w:r>
            <w:r w:rsidR="00A65194" w:rsidRPr="008C6DE4">
              <w:rPr>
                <w:lang w:eastAsia="zh-CN"/>
              </w:rPr>
              <w:t xml:space="preserve"> </w:t>
            </w:r>
            <w:r w:rsidR="00A65194" w:rsidRPr="008C6DE4">
              <w:rPr>
                <w:rFonts w:cs="Arial"/>
                <w:lang w:eastAsia="ja-JP"/>
              </w:rPr>
              <w:t>intra-band</w:t>
            </w:r>
            <w:r w:rsidR="00A65194" w:rsidRPr="008C6DE4">
              <w:rPr>
                <w:rFonts w:cs="Arial"/>
                <w:lang w:eastAsia="zh-CN"/>
              </w:rPr>
              <w:t xml:space="preserve"> EN-DC</w:t>
            </w:r>
            <w:r w:rsidR="00A65194" w:rsidRPr="008C6DE4">
              <w:rPr>
                <w:rFonts w:cs="Arial"/>
                <w:lang w:eastAsia="ja-JP"/>
              </w:rPr>
              <w:t xml:space="preserve">, </w:t>
            </w:r>
            <w:r w:rsidR="00A65194" w:rsidRPr="008C6DE4">
              <w:rPr>
                <w:rFonts w:cs="Arial"/>
                <w:lang w:eastAsia="zh-CN"/>
              </w:rPr>
              <w:t xml:space="preserve">for which the requirement is defined in clause 7.5.3 and this Table 7.5.2-1 is also applicable, the scenario with </w:t>
            </w:r>
            <w:r w:rsidR="00A65194" w:rsidRPr="008C6DE4">
              <w:rPr>
                <w:rFonts w:cs="Arial"/>
                <w:lang w:eastAsia="ja-JP"/>
              </w:rPr>
              <w:t xml:space="preserve">120kHz </w:t>
            </w:r>
            <w:r w:rsidR="00A65194" w:rsidRPr="008C6DE4">
              <w:rPr>
                <w:rFonts w:cs="Arial"/>
                <w:lang w:eastAsia="zh-CN"/>
              </w:rPr>
              <w:t>PSCell does not exist</w:t>
            </w:r>
            <w:r w:rsidR="00A65194" w:rsidRPr="008C6DE4">
              <w:rPr>
                <w:rFonts w:cs="Arial"/>
                <w:lang w:eastAsia="ja-JP"/>
              </w:rPr>
              <w:t>.</w:t>
            </w:r>
          </w:p>
        </w:tc>
      </w:tr>
    </w:tbl>
    <w:p w14:paraId="3ACD7AC3" w14:textId="77777777" w:rsidR="00877F17" w:rsidRPr="008C6DE4" w:rsidRDefault="00877F17" w:rsidP="00877F17">
      <w:pPr>
        <w:rPr>
          <w:rFonts w:eastAsia="Malgun Gothic" w:cs="v4.2.0"/>
        </w:rPr>
      </w:pPr>
    </w:p>
    <w:p w14:paraId="4FB8764B" w14:textId="42E74E92" w:rsidR="00657C30" w:rsidRPr="008C6DE4" w:rsidRDefault="00657C30" w:rsidP="00657C30">
      <w:pPr>
        <w:pStyle w:val="TH"/>
        <w:rPr>
          <w:snapToGrid w:val="0"/>
        </w:rPr>
      </w:pPr>
      <w:r w:rsidRPr="008C6DE4">
        <w:rPr>
          <w:snapToGrid w:val="0"/>
        </w:rPr>
        <w:t>Table 7.5.2-2 Void</w:t>
      </w:r>
    </w:p>
    <w:p w14:paraId="58BBFD7E" w14:textId="77777777" w:rsidR="00657C30" w:rsidRPr="008C6DE4" w:rsidRDefault="00657C30" w:rsidP="00657C30">
      <w:pPr>
        <w:rPr>
          <w:lang w:eastAsia="ko-KR"/>
        </w:rPr>
      </w:pPr>
    </w:p>
    <w:p w14:paraId="6D2535E0" w14:textId="18F70D0A" w:rsidR="00657C30" w:rsidRPr="008C6DE4" w:rsidRDefault="00657C30" w:rsidP="00657C30">
      <w:pPr>
        <w:pStyle w:val="Heading4"/>
        <w:rPr>
          <w:lang w:eastAsia="ko-KR"/>
        </w:rPr>
      </w:pPr>
      <w:r w:rsidRPr="008C6DE4">
        <w:rPr>
          <w:lang w:eastAsia="ko-KR"/>
        </w:rPr>
        <w:t>7.5.2.1</w:t>
      </w:r>
      <w:r w:rsidRPr="008C6DE4">
        <w:rPr>
          <w:lang w:eastAsia="ko-KR"/>
        </w:rPr>
        <w:tab/>
        <w:t xml:space="preserve">Minimum Requirements for </w:t>
      </w:r>
      <w:r w:rsidRPr="008C6DE4">
        <w:t>inter-band synchronous EN-DC</w:t>
      </w:r>
    </w:p>
    <w:p w14:paraId="4790C158" w14:textId="45CACFE5" w:rsidR="00657C30" w:rsidRPr="008C6DE4" w:rsidRDefault="00657C30" w:rsidP="00657C30">
      <w:pPr>
        <w:rPr>
          <w:rFonts w:cs="v4.2.0"/>
          <w:lang w:eastAsia="zh-CN"/>
        </w:rPr>
      </w:pPr>
      <w:r w:rsidRPr="008C6DE4">
        <w:rPr>
          <w:rFonts w:cs="v4.2.0"/>
          <w:lang w:eastAsia="zh-CN"/>
        </w:rPr>
        <w:t xml:space="preserve">The requirements in this </w:t>
      </w:r>
      <w:r w:rsidR="00854981" w:rsidRPr="008C6DE4">
        <w:rPr>
          <w:rFonts w:cs="v4.2.0"/>
          <w:lang w:eastAsia="zh-CN"/>
        </w:rPr>
        <w:t>clause</w:t>
      </w:r>
      <w:r w:rsidRPr="008C6DE4">
        <w:rPr>
          <w:rFonts w:cs="v4.2.0"/>
          <w:lang w:eastAsia="zh-CN"/>
        </w:rPr>
        <w:t xml:space="preserve"> apply as a reference for inter-band synchronous EN-DC.</w:t>
      </w:r>
    </w:p>
    <w:p w14:paraId="17562743" w14:textId="77777777" w:rsidR="00657C30" w:rsidRPr="008C6DE4" w:rsidRDefault="00657C30" w:rsidP="00657C30">
      <w:pPr>
        <w:rPr>
          <w:rFonts w:cs="v4.2.0"/>
          <w:lang w:eastAsia="zh-CN"/>
        </w:rPr>
      </w:pPr>
      <w:r w:rsidRPr="008C6DE4">
        <w:rPr>
          <w:rFonts w:cs="v4.2.0"/>
          <w:lang w:eastAsia="zh-CN"/>
        </w:rPr>
        <w:t>T</w:t>
      </w:r>
      <w:r w:rsidRPr="008C6DE4">
        <w:rPr>
          <w:rFonts w:cs="v4.2.0"/>
        </w:rPr>
        <w:t>he UE shall be capable of handling a maximum uplink transmission timing difference between E-UTRA PCell and PSCell for inter-band synchronous EN-DC as shown in Table 7.5.2.1-</w:t>
      </w:r>
      <w:r w:rsidRPr="008C6DE4">
        <w:rPr>
          <w:rFonts w:cs="v4.2.0"/>
          <w:lang w:eastAsia="zh-CN"/>
        </w:rPr>
        <w:t>1</w:t>
      </w:r>
      <w:r w:rsidRPr="008C6DE4">
        <w:rPr>
          <w:rFonts w:cs="v4.2.0"/>
        </w:rPr>
        <w:t xml:space="preserve"> 1. The requirements for synchronous EN-DC are applicable </w:t>
      </w:r>
      <w:r w:rsidRPr="008C6DE4">
        <w:t xml:space="preserve">for </w:t>
      </w:r>
      <w:r w:rsidRPr="008C6DE4">
        <w:rPr>
          <w:lang w:eastAsia="zh-CN"/>
        </w:rPr>
        <w:t xml:space="preserve">E-UTRA </w:t>
      </w:r>
      <w:r w:rsidRPr="008C6DE4">
        <w:t>TDD-</w:t>
      </w:r>
      <w:r w:rsidRPr="008C6DE4">
        <w:rPr>
          <w:lang w:eastAsia="zh-CN"/>
        </w:rPr>
        <w:t xml:space="preserve">NR </w:t>
      </w:r>
      <w:r w:rsidRPr="008C6DE4">
        <w:t>TDD</w:t>
      </w:r>
      <w:r w:rsidRPr="008C6DE4">
        <w:rPr>
          <w:lang w:eastAsia="zh-CN"/>
        </w:rPr>
        <w:t xml:space="preserve">, E-UTRA FDD-NR FDD, E-UTRA </w:t>
      </w:r>
      <w:r w:rsidRPr="008C6DE4">
        <w:t>TDD-</w:t>
      </w:r>
      <w:r w:rsidRPr="008C6DE4">
        <w:rPr>
          <w:lang w:eastAsia="zh-CN"/>
        </w:rPr>
        <w:t>NR F</w:t>
      </w:r>
      <w:r w:rsidRPr="008C6DE4">
        <w:t>DD</w:t>
      </w:r>
      <w:r w:rsidRPr="008C6DE4">
        <w:rPr>
          <w:lang w:eastAsia="zh-CN"/>
        </w:rPr>
        <w:t xml:space="preserve"> </w:t>
      </w:r>
      <w:r w:rsidRPr="008C6DE4">
        <w:t xml:space="preserve">and </w:t>
      </w:r>
      <w:r w:rsidRPr="008C6DE4">
        <w:rPr>
          <w:lang w:eastAsia="zh-CN"/>
        </w:rPr>
        <w:t>E-UTRA F</w:t>
      </w:r>
      <w:r w:rsidRPr="008C6DE4">
        <w:t>DD-</w:t>
      </w:r>
      <w:r w:rsidRPr="008C6DE4">
        <w:rPr>
          <w:lang w:eastAsia="zh-CN"/>
        </w:rPr>
        <w:t>NR T</w:t>
      </w:r>
      <w:r w:rsidRPr="008C6DE4">
        <w:t xml:space="preserve">DD inter-band </w:t>
      </w:r>
      <w:r w:rsidRPr="008C6DE4">
        <w:rPr>
          <w:lang w:eastAsia="zh-CN"/>
        </w:rPr>
        <w:t>EN-DC</w:t>
      </w:r>
      <w:r w:rsidRPr="008C6DE4">
        <w:t>.</w:t>
      </w:r>
    </w:p>
    <w:p w14:paraId="5F2CE418" w14:textId="77777777" w:rsidR="00657C30" w:rsidRPr="008C6DE4" w:rsidRDefault="00657C30" w:rsidP="00657C30">
      <w:pPr>
        <w:pStyle w:val="TH"/>
        <w:rPr>
          <w:snapToGrid w:val="0"/>
        </w:rPr>
      </w:pPr>
      <w:r w:rsidRPr="008C6DE4">
        <w:rPr>
          <w:snapToGrid w:val="0"/>
        </w:rPr>
        <w:t>Table 7.5.2.1-1 Maximum uplink transmission timing difference requirement for</w:t>
      </w:r>
      <w:r w:rsidRPr="008C6DE4">
        <w:rPr>
          <w:snapToGrid w:val="0"/>
          <w:lang w:eastAsia="zh-CN"/>
        </w:rPr>
        <w:t xml:space="preserve"> inter-band</w:t>
      </w:r>
      <w:r w:rsidRPr="008C6DE4">
        <w:rPr>
          <w:snapToGrid w:val="0"/>
        </w:rPr>
        <w:t xml:space="preserve"> synchronous </w:t>
      </w:r>
      <w:r w:rsidRPr="008C6DE4">
        <w:rPr>
          <w:snapToGrid w:val="0"/>
          <w:lang w:eastAsia="zh-CN"/>
        </w:rPr>
        <w:t>EN-DC</w:t>
      </w:r>
    </w:p>
    <w:tbl>
      <w:tblPr>
        <w:tblW w:w="0" w:type="auto"/>
        <w:tblInd w:w="1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5"/>
        <w:gridCol w:w="1765"/>
        <w:gridCol w:w="2225"/>
      </w:tblGrid>
      <w:tr w:rsidR="00657C30" w:rsidRPr="008C6DE4" w14:paraId="5EB57814" w14:textId="77777777" w:rsidTr="00657C30">
        <w:tc>
          <w:tcPr>
            <w:tcW w:w="1765" w:type="dxa"/>
            <w:tcBorders>
              <w:top w:val="single" w:sz="4" w:space="0" w:color="auto"/>
              <w:left w:val="single" w:sz="4" w:space="0" w:color="auto"/>
              <w:bottom w:val="single" w:sz="4" w:space="0" w:color="auto"/>
              <w:right w:val="single" w:sz="4" w:space="0" w:color="auto"/>
            </w:tcBorders>
            <w:hideMark/>
          </w:tcPr>
          <w:p w14:paraId="583753BE" w14:textId="77777777" w:rsidR="00657C30" w:rsidRPr="008C6DE4" w:rsidRDefault="00657C30">
            <w:pPr>
              <w:pStyle w:val="TAH"/>
              <w:rPr>
                <w:lang w:val="fr-FR"/>
              </w:rPr>
            </w:pPr>
            <w:r w:rsidRPr="008C6DE4">
              <w:rPr>
                <w:lang w:val="fr-FR"/>
              </w:rPr>
              <w:t>Sub-carrier spacing in E-UTRA PCell (kHz)</w:t>
            </w:r>
          </w:p>
        </w:tc>
        <w:tc>
          <w:tcPr>
            <w:tcW w:w="1765" w:type="dxa"/>
            <w:tcBorders>
              <w:top w:val="single" w:sz="4" w:space="0" w:color="auto"/>
              <w:left w:val="single" w:sz="4" w:space="0" w:color="auto"/>
              <w:bottom w:val="single" w:sz="4" w:space="0" w:color="auto"/>
              <w:right w:val="single" w:sz="4" w:space="0" w:color="auto"/>
            </w:tcBorders>
            <w:hideMark/>
          </w:tcPr>
          <w:p w14:paraId="5D9496DC" w14:textId="77777777" w:rsidR="00657C30" w:rsidRPr="008C6DE4" w:rsidRDefault="00657C30">
            <w:pPr>
              <w:pStyle w:val="TAH"/>
              <w:rPr>
                <w:lang w:val="fr-FR"/>
              </w:rPr>
            </w:pPr>
            <w:r w:rsidRPr="008C6DE4">
              <w:rPr>
                <w:lang w:val="fr-FR"/>
              </w:rPr>
              <w:t>UL Sub-carrier spacing for data in PSCell (kHz)</w:t>
            </w:r>
          </w:p>
        </w:tc>
        <w:tc>
          <w:tcPr>
            <w:tcW w:w="2225" w:type="dxa"/>
            <w:tcBorders>
              <w:top w:val="single" w:sz="4" w:space="0" w:color="auto"/>
              <w:left w:val="single" w:sz="4" w:space="0" w:color="auto"/>
              <w:bottom w:val="single" w:sz="4" w:space="0" w:color="auto"/>
              <w:right w:val="single" w:sz="4" w:space="0" w:color="auto"/>
            </w:tcBorders>
            <w:hideMark/>
          </w:tcPr>
          <w:p w14:paraId="286C52E9" w14:textId="77777777" w:rsidR="00657C30" w:rsidRPr="008C6DE4" w:rsidRDefault="00657C30">
            <w:pPr>
              <w:pStyle w:val="TAH"/>
              <w:rPr>
                <w:lang w:val="fr-FR"/>
              </w:rPr>
            </w:pPr>
            <w:r w:rsidRPr="008C6DE4">
              <w:rPr>
                <w:lang w:val="fr-FR"/>
              </w:rPr>
              <w:t>Maximum uplink transmission timing difference (µs)</w:t>
            </w:r>
          </w:p>
        </w:tc>
      </w:tr>
      <w:tr w:rsidR="00657C30" w:rsidRPr="008C6DE4" w14:paraId="6E8BBA57" w14:textId="77777777" w:rsidTr="00657C30">
        <w:tc>
          <w:tcPr>
            <w:tcW w:w="1765" w:type="dxa"/>
            <w:tcBorders>
              <w:top w:val="single" w:sz="4" w:space="0" w:color="auto"/>
              <w:left w:val="single" w:sz="4" w:space="0" w:color="auto"/>
              <w:bottom w:val="single" w:sz="4" w:space="0" w:color="auto"/>
              <w:right w:val="single" w:sz="4" w:space="0" w:color="auto"/>
            </w:tcBorders>
            <w:hideMark/>
          </w:tcPr>
          <w:p w14:paraId="72CC8362" w14:textId="77777777" w:rsidR="00657C30" w:rsidRPr="008C6DE4" w:rsidRDefault="00657C30">
            <w:pPr>
              <w:pStyle w:val="TAC"/>
              <w:rPr>
                <w:lang w:val="fr-FR"/>
              </w:rPr>
            </w:pPr>
            <w:r w:rsidRPr="008C6DE4">
              <w:rPr>
                <w:lang w:val="fr-FR"/>
              </w:rPr>
              <w:t>15</w:t>
            </w:r>
          </w:p>
        </w:tc>
        <w:tc>
          <w:tcPr>
            <w:tcW w:w="1765" w:type="dxa"/>
            <w:tcBorders>
              <w:top w:val="single" w:sz="4" w:space="0" w:color="auto"/>
              <w:left w:val="single" w:sz="4" w:space="0" w:color="auto"/>
              <w:bottom w:val="single" w:sz="4" w:space="0" w:color="auto"/>
              <w:right w:val="single" w:sz="4" w:space="0" w:color="auto"/>
            </w:tcBorders>
            <w:hideMark/>
          </w:tcPr>
          <w:p w14:paraId="2AD94AED" w14:textId="77777777" w:rsidR="00657C30" w:rsidRPr="008C6DE4" w:rsidRDefault="00657C30">
            <w:pPr>
              <w:pStyle w:val="TAC"/>
              <w:rPr>
                <w:lang w:val="fr-FR"/>
              </w:rPr>
            </w:pPr>
            <w:r w:rsidRPr="008C6DE4">
              <w:rPr>
                <w:lang w:val="fr-FR"/>
              </w:rPr>
              <w:t>15</w:t>
            </w:r>
          </w:p>
        </w:tc>
        <w:tc>
          <w:tcPr>
            <w:tcW w:w="2225" w:type="dxa"/>
            <w:tcBorders>
              <w:top w:val="single" w:sz="4" w:space="0" w:color="auto"/>
              <w:left w:val="single" w:sz="4" w:space="0" w:color="auto"/>
              <w:bottom w:val="single" w:sz="4" w:space="0" w:color="auto"/>
              <w:right w:val="single" w:sz="4" w:space="0" w:color="auto"/>
            </w:tcBorders>
            <w:hideMark/>
          </w:tcPr>
          <w:p w14:paraId="6D1C378B" w14:textId="77777777" w:rsidR="00657C30" w:rsidRPr="008C6DE4" w:rsidRDefault="00657C30">
            <w:pPr>
              <w:pStyle w:val="TAC"/>
              <w:rPr>
                <w:lang w:val="fr-FR"/>
              </w:rPr>
            </w:pPr>
            <w:r w:rsidRPr="008C6DE4">
              <w:rPr>
                <w:lang w:val="fr-FR" w:eastAsia="zh-CN"/>
              </w:rPr>
              <w:t>35.21</w:t>
            </w:r>
          </w:p>
        </w:tc>
      </w:tr>
      <w:tr w:rsidR="00657C30" w:rsidRPr="008C6DE4" w14:paraId="4CB93678" w14:textId="77777777" w:rsidTr="00657C30">
        <w:tc>
          <w:tcPr>
            <w:tcW w:w="1765" w:type="dxa"/>
            <w:tcBorders>
              <w:top w:val="single" w:sz="4" w:space="0" w:color="auto"/>
              <w:left w:val="single" w:sz="4" w:space="0" w:color="auto"/>
              <w:bottom w:val="single" w:sz="4" w:space="0" w:color="auto"/>
              <w:right w:val="single" w:sz="4" w:space="0" w:color="auto"/>
            </w:tcBorders>
            <w:hideMark/>
          </w:tcPr>
          <w:p w14:paraId="01789CB6" w14:textId="77777777" w:rsidR="00657C30" w:rsidRPr="008C6DE4" w:rsidRDefault="00657C30">
            <w:pPr>
              <w:pStyle w:val="TAC"/>
              <w:rPr>
                <w:lang w:val="fr-FR"/>
              </w:rPr>
            </w:pPr>
            <w:r w:rsidRPr="008C6DE4">
              <w:rPr>
                <w:lang w:val="fr-FR"/>
              </w:rPr>
              <w:t>15</w:t>
            </w:r>
          </w:p>
        </w:tc>
        <w:tc>
          <w:tcPr>
            <w:tcW w:w="1765" w:type="dxa"/>
            <w:tcBorders>
              <w:top w:val="single" w:sz="4" w:space="0" w:color="auto"/>
              <w:left w:val="single" w:sz="4" w:space="0" w:color="auto"/>
              <w:bottom w:val="single" w:sz="4" w:space="0" w:color="auto"/>
              <w:right w:val="single" w:sz="4" w:space="0" w:color="auto"/>
            </w:tcBorders>
            <w:hideMark/>
          </w:tcPr>
          <w:p w14:paraId="0B20A466" w14:textId="77777777" w:rsidR="00657C30" w:rsidRPr="008C6DE4" w:rsidRDefault="00657C30">
            <w:pPr>
              <w:pStyle w:val="TAC"/>
              <w:rPr>
                <w:lang w:val="fr-FR"/>
              </w:rPr>
            </w:pPr>
            <w:r w:rsidRPr="008C6DE4">
              <w:rPr>
                <w:lang w:val="fr-FR"/>
              </w:rPr>
              <w:t>30</w:t>
            </w:r>
          </w:p>
        </w:tc>
        <w:tc>
          <w:tcPr>
            <w:tcW w:w="2225" w:type="dxa"/>
            <w:tcBorders>
              <w:top w:val="single" w:sz="4" w:space="0" w:color="auto"/>
              <w:left w:val="single" w:sz="4" w:space="0" w:color="auto"/>
              <w:bottom w:val="single" w:sz="4" w:space="0" w:color="auto"/>
              <w:right w:val="single" w:sz="4" w:space="0" w:color="auto"/>
            </w:tcBorders>
            <w:hideMark/>
          </w:tcPr>
          <w:p w14:paraId="7E4F8BF5" w14:textId="77777777" w:rsidR="00657C30" w:rsidRPr="008C6DE4" w:rsidRDefault="00657C30">
            <w:pPr>
              <w:pStyle w:val="TAC"/>
              <w:rPr>
                <w:lang w:val="fr-FR"/>
              </w:rPr>
            </w:pPr>
            <w:r w:rsidRPr="008C6DE4">
              <w:rPr>
                <w:lang w:val="fr-FR" w:eastAsia="zh-CN"/>
              </w:rPr>
              <w:t>35.21</w:t>
            </w:r>
          </w:p>
        </w:tc>
      </w:tr>
      <w:tr w:rsidR="00657C30" w:rsidRPr="008C6DE4" w14:paraId="7D9E4D0F" w14:textId="77777777" w:rsidTr="00657C30">
        <w:tc>
          <w:tcPr>
            <w:tcW w:w="1765" w:type="dxa"/>
            <w:tcBorders>
              <w:top w:val="single" w:sz="4" w:space="0" w:color="auto"/>
              <w:left w:val="single" w:sz="4" w:space="0" w:color="auto"/>
              <w:bottom w:val="single" w:sz="4" w:space="0" w:color="auto"/>
              <w:right w:val="single" w:sz="4" w:space="0" w:color="auto"/>
            </w:tcBorders>
            <w:hideMark/>
          </w:tcPr>
          <w:p w14:paraId="786B7095" w14:textId="77777777" w:rsidR="00657C30" w:rsidRPr="008C6DE4" w:rsidRDefault="00657C30">
            <w:pPr>
              <w:pStyle w:val="TAC"/>
              <w:rPr>
                <w:lang w:val="fr-FR"/>
              </w:rPr>
            </w:pPr>
            <w:r w:rsidRPr="008C6DE4">
              <w:rPr>
                <w:lang w:val="fr-FR"/>
              </w:rPr>
              <w:t>15</w:t>
            </w:r>
          </w:p>
        </w:tc>
        <w:tc>
          <w:tcPr>
            <w:tcW w:w="1765" w:type="dxa"/>
            <w:tcBorders>
              <w:top w:val="single" w:sz="4" w:space="0" w:color="auto"/>
              <w:left w:val="single" w:sz="4" w:space="0" w:color="auto"/>
              <w:bottom w:val="single" w:sz="4" w:space="0" w:color="auto"/>
              <w:right w:val="single" w:sz="4" w:space="0" w:color="auto"/>
            </w:tcBorders>
            <w:hideMark/>
          </w:tcPr>
          <w:p w14:paraId="4CCAFFE9" w14:textId="77777777" w:rsidR="00657C30" w:rsidRPr="008C6DE4" w:rsidRDefault="00657C30">
            <w:pPr>
              <w:pStyle w:val="TAC"/>
              <w:rPr>
                <w:lang w:val="fr-FR"/>
              </w:rPr>
            </w:pPr>
            <w:r w:rsidRPr="008C6DE4">
              <w:rPr>
                <w:lang w:val="fr-FR"/>
              </w:rPr>
              <w:t>60</w:t>
            </w:r>
          </w:p>
        </w:tc>
        <w:tc>
          <w:tcPr>
            <w:tcW w:w="2225" w:type="dxa"/>
            <w:tcBorders>
              <w:top w:val="single" w:sz="4" w:space="0" w:color="auto"/>
              <w:left w:val="single" w:sz="4" w:space="0" w:color="auto"/>
              <w:bottom w:val="single" w:sz="4" w:space="0" w:color="auto"/>
              <w:right w:val="single" w:sz="4" w:space="0" w:color="auto"/>
            </w:tcBorders>
            <w:hideMark/>
          </w:tcPr>
          <w:p w14:paraId="22C86A2F" w14:textId="77777777" w:rsidR="00657C30" w:rsidRPr="008C6DE4" w:rsidRDefault="00657C30">
            <w:pPr>
              <w:pStyle w:val="TAC"/>
              <w:rPr>
                <w:lang w:val="fr-FR"/>
              </w:rPr>
            </w:pPr>
            <w:r w:rsidRPr="008C6DE4">
              <w:rPr>
                <w:lang w:val="fr-FR" w:eastAsia="zh-CN"/>
              </w:rPr>
              <w:t>35.21</w:t>
            </w:r>
          </w:p>
        </w:tc>
      </w:tr>
      <w:tr w:rsidR="00657C30" w:rsidRPr="008C6DE4" w14:paraId="2BD2A553" w14:textId="77777777" w:rsidTr="00657C30">
        <w:tc>
          <w:tcPr>
            <w:tcW w:w="1765" w:type="dxa"/>
            <w:tcBorders>
              <w:top w:val="single" w:sz="4" w:space="0" w:color="auto"/>
              <w:left w:val="single" w:sz="4" w:space="0" w:color="auto"/>
              <w:bottom w:val="single" w:sz="4" w:space="0" w:color="auto"/>
              <w:right w:val="single" w:sz="4" w:space="0" w:color="auto"/>
            </w:tcBorders>
            <w:hideMark/>
          </w:tcPr>
          <w:p w14:paraId="3CFF3D4C" w14:textId="77777777" w:rsidR="00657C30" w:rsidRPr="008C6DE4" w:rsidRDefault="00657C30">
            <w:pPr>
              <w:pStyle w:val="TAC"/>
              <w:rPr>
                <w:lang w:val="fr-FR"/>
              </w:rPr>
            </w:pPr>
            <w:r w:rsidRPr="008C6DE4">
              <w:rPr>
                <w:lang w:val="fr-FR"/>
              </w:rPr>
              <w:t>15</w:t>
            </w:r>
          </w:p>
        </w:tc>
        <w:tc>
          <w:tcPr>
            <w:tcW w:w="1765" w:type="dxa"/>
            <w:tcBorders>
              <w:top w:val="single" w:sz="4" w:space="0" w:color="auto"/>
              <w:left w:val="single" w:sz="4" w:space="0" w:color="auto"/>
              <w:bottom w:val="single" w:sz="4" w:space="0" w:color="auto"/>
              <w:right w:val="single" w:sz="4" w:space="0" w:color="auto"/>
            </w:tcBorders>
            <w:hideMark/>
          </w:tcPr>
          <w:p w14:paraId="26DF6866" w14:textId="77777777" w:rsidR="00657C30" w:rsidRPr="008C6DE4" w:rsidRDefault="00657C30">
            <w:pPr>
              <w:pStyle w:val="TAC"/>
              <w:rPr>
                <w:lang w:val="fr-FR"/>
              </w:rPr>
            </w:pPr>
            <w:r w:rsidRPr="008C6DE4">
              <w:rPr>
                <w:lang w:val="fr-FR"/>
              </w:rPr>
              <w:t>120</w:t>
            </w:r>
          </w:p>
        </w:tc>
        <w:tc>
          <w:tcPr>
            <w:tcW w:w="2225" w:type="dxa"/>
            <w:tcBorders>
              <w:top w:val="single" w:sz="4" w:space="0" w:color="auto"/>
              <w:left w:val="single" w:sz="4" w:space="0" w:color="auto"/>
              <w:bottom w:val="single" w:sz="4" w:space="0" w:color="auto"/>
              <w:right w:val="single" w:sz="4" w:space="0" w:color="auto"/>
            </w:tcBorders>
            <w:hideMark/>
          </w:tcPr>
          <w:p w14:paraId="63B4D816" w14:textId="77777777" w:rsidR="00657C30" w:rsidRPr="008C6DE4" w:rsidRDefault="00657C30">
            <w:pPr>
              <w:pStyle w:val="TAC"/>
              <w:rPr>
                <w:lang w:val="fr-FR"/>
              </w:rPr>
            </w:pPr>
            <w:r w:rsidRPr="008C6DE4">
              <w:rPr>
                <w:lang w:val="fr-FR" w:eastAsia="zh-CN"/>
              </w:rPr>
              <w:t>35.21</w:t>
            </w:r>
          </w:p>
        </w:tc>
      </w:tr>
    </w:tbl>
    <w:p w14:paraId="560F6D3F" w14:textId="77777777" w:rsidR="00877F17" w:rsidRPr="008C6DE4" w:rsidRDefault="00877F17" w:rsidP="00877F17">
      <w:pPr>
        <w:rPr>
          <w:lang w:eastAsia="zh-CN"/>
        </w:rPr>
      </w:pPr>
    </w:p>
    <w:p w14:paraId="28DEDD82" w14:textId="77777777" w:rsidR="00877F17" w:rsidRPr="008C6DE4" w:rsidRDefault="00877F17" w:rsidP="00877F17">
      <w:pPr>
        <w:pStyle w:val="Heading3"/>
      </w:pPr>
      <w:r w:rsidRPr="008C6DE4">
        <w:t>7.5.3</w:t>
      </w:r>
      <w:r w:rsidRPr="008C6DE4">
        <w:tab/>
        <w:t>Minimum Requirements for intra-band EN-DC</w:t>
      </w:r>
    </w:p>
    <w:p w14:paraId="08E492FB" w14:textId="77777777" w:rsidR="00877F17" w:rsidRPr="008C6DE4" w:rsidRDefault="00877F17" w:rsidP="00877F17">
      <w:pPr>
        <w:rPr>
          <w:rFonts w:cs="v4.2.0"/>
          <w:lang w:eastAsia="zh-CN"/>
        </w:rPr>
      </w:pPr>
      <w:r w:rsidRPr="008C6DE4">
        <w:rPr>
          <w:rFonts w:cs="v4.2.0"/>
        </w:rPr>
        <w:t xml:space="preserve">For intra-band </w:t>
      </w:r>
      <w:r w:rsidRPr="008C6DE4">
        <w:rPr>
          <w:rFonts w:cs="v4.2.0"/>
          <w:lang w:eastAsia="zh-CN"/>
        </w:rPr>
        <w:t>EN-DC</w:t>
      </w:r>
      <w:r w:rsidRPr="008C6DE4">
        <w:rPr>
          <w:rFonts w:cs="v4.2.0"/>
        </w:rPr>
        <w:t xml:space="preserve">, only co-located deployment is </w:t>
      </w:r>
      <w:r w:rsidRPr="008C6DE4">
        <w:rPr>
          <w:rFonts w:cs="v4.2.0"/>
          <w:lang w:eastAsia="zh-CN"/>
        </w:rPr>
        <w:t>applied.</w:t>
      </w:r>
    </w:p>
    <w:p w14:paraId="53D5E184" w14:textId="6589F570" w:rsidR="00E95871" w:rsidRPr="008C6DE4" w:rsidRDefault="00E95871" w:rsidP="00E95871">
      <w:pPr>
        <w:rPr>
          <w:rFonts w:eastAsia="Malgun Gothic"/>
          <w:lang w:eastAsia="ko-KR"/>
        </w:rPr>
      </w:pPr>
      <w:r w:rsidRPr="008C6DE4">
        <w:rPr>
          <w:rFonts w:cs="v4.2.0"/>
          <w:lang w:eastAsia="zh-CN"/>
        </w:rPr>
        <w:t>T</w:t>
      </w:r>
      <w:r w:rsidRPr="008C6DE4">
        <w:rPr>
          <w:rFonts w:cs="v4.2.0"/>
        </w:rPr>
        <w:t xml:space="preserve">he UE shall be capable of handling a maximum uplink transmission timing difference between E-UTRA PCell and PSCell as shown in Table 7.5.2-1 </w:t>
      </w:r>
      <w:r w:rsidRPr="008C6DE4">
        <w:rPr>
          <w:rFonts w:cs="v4.2.0"/>
          <w:lang w:eastAsia="zh-CN"/>
        </w:rPr>
        <w:t>for E-UTRA FDD-NR FDD intra-band EN-DC</w:t>
      </w:r>
      <w:r w:rsidRPr="008C6DE4">
        <w:rPr>
          <w:rFonts w:cs="v4.2.0"/>
        </w:rPr>
        <w:t xml:space="preserve"> provided the UE indicates that it is capable of asynchronous </w:t>
      </w:r>
      <w:r w:rsidRPr="008C6DE4">
        <w:rPr>
          <w:rFonts w:cs="v4.2.0"/>
          <w:lang w:eastAsia="zh-CN"/>
        </w:rPr>
        <w:t>EN-DC operation</w:t>
      </w:r>
      <w:r w:rsidRPr="008C6DE4">
        <w:rPr>
          <w:rFonts w:cs="v4.2.0"/>
        </w:rPr>
        <w:t xml:space="preserve"> [</w:t>
      </w:r>
      <w:r w:rsidRPr="008C6DE4">
        <w:rPr>
          <w:rFonts w:cs="v4.2.0"/>
          <w:lang w:eastAsia="zh-CN"/>
        </w:rPr>
        <w:t>2</w:t>
      </w:r>
      <w:r w:rsidRPr="008C6DE4">
        <w:rPr>
          <w:rFonts w:cs="v4.2.0"/>
        </w:rPr>
        <w:t>].</w:t>
      </w:r>
    </w:p>
    <w:p w14:paraId="3B8DAC41" w14:textId="3B7648F2" w:rsidR="00E833BB" w:rsidRPr="008C6DE4" w:rsidRDefault="00E833BB" w:rsidP="00E833BB">
      <w:pPr>
        <w:rPr>
          <w:rFonts w:eastAsia="Malgun Gothic"/>
          <w:lang w:eastAsia="ko-KR"/>
        </w:rPr>
      </w:pPr>
      <w:r w:rsidRPr="008C6DE4">
        <w:rPr>
          <w:rFonts w:cs="v4.2.0"/>
          <w:lang w:eastAsia="zh-CN"/>
        </w:rPr>
        <w:t>T</w:t>
      </w:r>
      <w:r w:rsidRPr="008C6DE4">
        <w:rPr>
          <w:rFonts w:cs="v4.2.0"/>
        </w:rPr>
        <w:t xml:space="preserve">he UE shall be capable of handling a maximum uplink transmission timing difference between E-UTRA PCell and PSCell as shown in Table 7.5.3-1 </w:t>
      </w:r>
      <w:r w:rsidRPr="008C6DE4">
        <w:rPr>
          <w:rFonts w:cs="v4.2.0"/>
          <w:lang w:eastAsia="zh-CN"/>
        </w:rPr>
        <w:t xml:space="preserve">for </w:t>
      </w:r>
      <w:r w:rsidRPr="008C6DE4">
        <w:rPr>
          <w:rFonts w:cs="v4.2.0"/>
        </w:rPr>
        <w:t xml:space="preserve">E-UTRA TDD-NR TDD and E-UTRA FDD-NR FDD intra-band EN-DC provided the UE does not indicate that it is capable of asynchronous FDD-FDD </w:t>
      </w:r>
      <w:r w:rsidRPr="008C6DE4">
        <w:rPr>
          <w:rFonts w:cs="v4.2.0"/>
          <w:lang w:eastAsia="zh-CN"/>
        </w:rPr>
        <w:t>EN-DC operation</w:t>
      </w:r>
      <w:r w:rsidRPr="008C6DE4">
        <w:rPr>
          <w:rFonts w:cs="v4.2.0"/>
        </w:rPr>
        <w:t xml:space="preserve"> [</w:t>
      </w:r>
      <w:r w:rsidRPr="008C6DE4">
        <w:rPr>
          <w:rFonts w:cs="v4.2.0"/>
          <w:lang w:eastAsia="zh-CN"/>
        </w:rPr>
        <w:t>16</w:t>
      </w:r>
      <w:r w:rsidRPr="008C6DE4">
        <w:rPr>
          <w:rFonts w:cs="v4.2.0"/>
        </w:rPr>
        <w:t>]</w:t>
      </w:r>
      <w:r w:rsidRPr="008C6DE4">
        <w:rPr>
          <w:rFonts w:cs="v4.2.0"/>
          <w:lang w:eastAsia="ko-KR"/>
        </w:rPr>
        <w:t>.</w:t>
      </w:r>
    </w:p>
    <w:p w14:paraId="4A063BEC" w14:textId="77777777" w:rsidR="00877F17" w:rsidRPr="008C6DE4" w:rsidRDefault="00877F17" w:rsidP="00877F17">
      <w:pPr>
        <w:pStyle w:val="TH"/>
        <w:rPr>
          <w:snapToGrid w:val="0"/>
        </w:rPr>
      </w:pPr>
      <w:r w:rsidRPr="008C6DE4">
        <w:rPr>
          <w:snapToGrid w:val="0"/>
        </w:rPr>
        <w:lastRenderedPageBreak/>
        <w:t xml:space="preserve">Table 7.5.3-1: Maximum uplink transmission timing difference requirement for intra-band synchronous </w:t>
      </w:r>
      <w:r w:rsidRPr="008C6DE4">
        <w:rPr>
          <w:snapToGrid w:val="0"/>
          <w:lang w:eastAsia="zh-CN"/>
        </w:rPr>
        <w:t>EN-DC</w:t>
      </w:r>
    </w:p>
    <w:tbl>
      <w:tblPr>
        <w:tblW w:w="6662" w:type="dxa"/>
        <w:tblInd w:w="1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985"/>
        <w:gridCol w:w="2693"/>
      </w:tblGrid>
      <w:tr w:rsidR="00DD3199" w:rsidRPr="008C6DE4" w14:paraId="7DEE2AEB" w14:textId="77777777" w:rsidTr="00867D3A">
        <w:tc>
          <w:tcPr>
            <w:tcW w:w="1984" w:type="dxa"/>
            <w:shd w:val="clear" w:color="auto" w:fill="auto"/>
          </w:tcPr>
          <w:p w14:paraId="6C35AEF7" w14:textId="77777777" w:rsidR="00877F17" w:rsidRPr="008C6DE4" w:rsidRDefault="00877F17" w:rsidP="00867D3A">
            <w:pPr>
              <w:pStyle w:val="TAH"/>
            </w:pPr>
            <w:r w:rsidRPr="008C6DE4">
              <w:t>Sub-carrier spacing in E-UTRA PCell (kHz)</w:t>
            </w:r>
          </w:p>
        </w:tc>
        <w:tc>
          <w:tcPr>
            <w:tcW w:w="1985" w:type="dxa"/>
            <w:shd w:val="clear" w:color="auto" w:fill="auto"/>
          </w:tcPr>
          <w:p w14:paraId="62861897" w14:textId="77777777" w:rsidR="00877F17" w:rsidRPr="008C6DE4" w:rsidRDefault="00877F17" w:rsidP="00867D3A">
            <w:pPr>
              <w:pStyle w:val="TAH"/>
            </w:pPr>
            <w:r w:rsidRPr="008C6DE4">
              <w:t>UL Sub-carrier spacing for data in PSCell (kHz)</w:t>
            </w:r>
          </w:p>
        </w:tc>
        <w:tc>
          <w:tcPr>
            <w:tcW w:w="2693" w:type="dxa"/>
            <w:shd w:val="clear" w:color="auto" w:fill="auto"/>
          </w:tcPr>
          <w:p w14:paraId="4D6A3132" w14:textId="77777777" w:rsidR="00877F17" w:rsidRPr="008C6DE4" w:rsidRDefault="00877F17" w:rsidP="00867D3A">
            <w:pPr>
              <w:pStyle w:val="TAH"/>
            </w:pPr>
            <w:r w:rsidRPr="008C6DE4">
              <w:t>Maximum uplink transmission timing difference (µs)</w:t>
            </w:r>
          </w:p>
        </w:tc>
      </w:tr>
      <w:tr w:rsidR="00667455" w:rsidRPr="008C6DE4" w14:paraId="732CCB8E" w14:textId="77777777" w:rsidTr="00867D3A">
        <w:tc>
          <w:tcPr>
            <w:tcW w:w="1984" w:type="dxa"/>
            <w:shd w:val="clear" w:color="auto" w:fill="auto"/>
          </w:tcPr>
          <w:p w14:paraId="34F17ED2" w14:textId="77777777" w:rsidR="00667455" w:rsidRPr="008C6DE4" w:rsidRDefault="00667455" w:rsidP="00667455">
            <w:pPr>
              <w:pStyle w:val="TAC"/>
            </w:pPr>
            <w:r w:rsidRPr="008C6DE4">
              <w:t>15</w:t>
            </w:r>
          </w:p>
        </w:tc>
        <w:tc>
          <w:tcPr>
            <w:tcW w:w="1985" w:type="dxa"/>
            <w:shd w:val="clear" w:color="auto" w:fill="auto"/>
          </w:tcPr>
          <w:p w14:paraId="2F9B0519" w14:textId="77777777" w:rsidR="00667455" w:rsidRPr="008C6DE4" w:rsidRDefault="00667455" w:rsidP="00667455">
            <w:pPr>
              <w:pStyle w:val="TAC"/>
            </w:pPr>
            <w:r w:rsidRPr="008C6DE4">
              <w:t>15</w:t>
            </w:r>
          </w:p>
        </w:tc>
        <w:tc>
          <w:tcPr>
            <w:tcW w:w="2693" w:type="dxa"/>
            <w:shd w:val="clear" w:color="auto" w:fill="auto"/>
          </w:tcPr>
          <w:p w14:paraId="691F5C82" w14:textId="4E98983B" w:rsidR="00667455" w:rsidRPr="008C6DE4" w:rsidRDefault="00667455" w:rsidP="00667455">
            <w:pPr>
              <w:pStyle w:val="TAC"/>
            </w:pPr>
            <w:r w:rsidRPr="008C6DE4">
              <w:t>5.21</w:t>
            </w:r>
            <w:r w:rsidRPr="008C6DE4">
              <w:rPr>
                <w:vertAlign w:val="superscript"/>
              </w:rPr>
              <w:t>Note1,Note 2</w:t>
            </w:r>
          </w:p>
        </w:tc>
      </w:tr>
      <w:tr w:rsidR="00667455" w:rsidRPr="008C6DE4" w14:paraId="68AE602A" w14:textId="77777777" w:rsidTr="00867D3A">
        <w:tc>
          <w:tcPr>
            <w:tcW w:w="1984" w:type="dxa"/>
            <w:shd w:val="clear" w:color="auto" w:fill="auto"/>
          </w:tcPr>
          <w:p w14:paraId="1889E8BF" w14:textId="77777777" w:rsidR="00667455" w:rsidRPr="008C6DE4" w:rsidRDefault="00667455" w:rsidP="00667455">
            <w:pPr>
              <w:pStyle w:val="TAC"/>
            </w:pPr>
            <w:r w:rsidRPr="008C6DE4">
              <w:t>15</w:t>
            </w:r>
          </w:p>
        </w:tc>
        <w:tc>
          <w:tcPr>
            <w:tcW w:w="1985" w:type="dxa"/>
            <w:shd w:val="clear" w:color="auto" w:fill="auto"/>
          </w:tcPr>
          <w:p w14:paraId="7DB29910" w14:textId="77777777" w:rsidR="00667455" w:rsidRPr="008C6DE4" w:rsidRDefault="00667455" w:rsidP="00667455">
            <w:pPr>
              <w:pStyle w:val="TAC"/>
            </w:pPr>
            <w:r w:rsidRPr="008C6DE4">
              <w:t>30</w:t>
            </w:r>
          </w:p>
        </w:tc>
        <w:tc>
          <w:tcPr>
            <w:tcW w:w="2693" w:type="dxa"/>
            <w:shd w:val="clear" w:color="auto" w:fill="auto"/>
          </w:tcPr>
          <w:p w14:paraId="47A6E510" w14:textId="6E99A75E" w:rsidR="00667455" w:rsidRPr="008C6DE4" w:rsidRDefault="00667455" w:rsidP="00667455">
            <w:pPr>
              <w:pStyle w:val="TAC"/>
            </w:pPr>
            <w:r w:rsidRPr="008C6DE4">
              <w:t>5.21</w:t>
            </w:r>
            <w:r w:rsidRPr="008C6DE4">
              <w:rPr>
                <w:vertAlign w:val="superscript"/>
              </w:rPr>
              <w:t>Note 2</w:t>
            </w:r>
          </w:p>
        </w:tc>
      </w:tr>
      <w:tr w:rsidR="00667455" w:rsidRPr="008C6DE4" w14:paraId="243862DC" w14:textId="77777777" w:rsidTr="00867D3A">
        <w:tc>
          <w:tcPr>
            <w:tcW w:w="1984" w:type="dxa"/>
            <w:shd w:val="clear" w:color="auto" w:fill="auto"/>
          </w:tcPr>
          <w:p w14:paraId="04AC24CC" w14:textId="77777777" w:rsidR="00667455" w:rsidRPr="008C6DE4" w:rsidRDefault="00667455" w:rsidP="00667455">
            <w:pPr>
              <w:pStyle w:val="TAC"/>
            </w:pPr>
            <w:r w:rsidRPr="008C6DE4">
              <w:t>15</w:t>
            </w:r>
          </w:p>
        </w:tc>
        <w:tc>
          <w:tcPr>
            <w:tcW w:w="1985" w:type="dxa"/>
            <w:shd w:val="clear" w:color="auto" w:fill="auto"/>
          </w:tcPr>
          <w:p w14:paraId="5B0C4B0C" w14:textId="77777777" w:rsidR="00667455" w:rsidRPr="008C6DE4" w:rsidRDefault="00667455" w:rsidP="00667455">
            <w:pPr>
              <w:pStyle w:val="TAC"/>
            </w:pPr>
            <w:r w:rsidRPr="008C6DE4">
              <w:t>60</w:t>
            </w:r>
          </w:p>
        </w:tc>
        <w:tc>
          <w:tcPr>
            <w:tcW w:w="2693" w:type="dxa"/>
            <w:shd w:val="clear" w:color="auto" w:fill="auto"/>
          </w:tcPr>
          <w:p w14:paraId="01A7FA42" w14:textId="591BCBC1" w:rsidR="00667455" w:rsidRPr="008C6DE4" w:rsidRDefault="00667455" w:rsidP="00667455">
            <w:pPr>
              <w:pStyle w:val="TAC"/>
            </w:pPr>
            <w:r w:rsidRPr="008C6DE4">
              <w:t>5.21</w:t>
            </w:r>
            <w:r w:rsidRPr="008C6DE4">
              <w:rPr>
                <w:vertAlign w:val="superscript"/>
              </w:rPr>
              <w:t xml:space="preserve"> Note 2</w:t>
            </w:r>
          </w:p>
        </w:tc>
      </w:tr>
      <w:tr w:rsidR="00877F17" w:rsidRPr="008C6DE4" w14:paraId="7551A212" w14:textId="77777777" w:rsidTr="00867D3A">
        <w:tc>
          <w:tcPr>
            <w:tcW w:w="6662" w:type="dxa"/>
            <w:gridSpan w:val="3"/>
            <w:shd w:val="clear" w:color="auto" w:fill="auto"/>
          </w:tcPr>
          <w:p w14:paraId="59C4995B" w14:textId="77777777" w:rsidR="00877F17" w:rsidRPr="008C6DE4" w:rsidRDefault="00877F17" w:rsidP="00A1313D">
            <w:pPr>
              <w:pStyle w:val="TAN"/>
            </w:pPr>
            <w:r w:rsidRPr="008C6DE4">
              <w:rPr>
                <w:lang w:eastAsia="ja-JP"/>
              </w:rPr>
              <w:t>NOTE</w:t>
            </w:r>
            <w:r w:rsidRPr="008C6DE4">
              <w:rPr>
                <w:lang w:eastAsia="ko-KR"/>
              </w:rPr>
              <w:t xml:space="preserve"> </w:t>
            </w:r>
            <w:r w:rsidRPr="008C6DE4">
              <w:rPr>
                <w:lang w:eastAsia="ja-JP"/>
              </w:rPr>
              <w:t>1:</w:t>
            </w:r>
            <w:r w:rsidRPr="008C6DE4">
              <w:rPr>
                <w:lang w:eastAsia="ko-KR"/>
              </w:rPr>
              <w:tab/>
            </w:r>
            <w:r w:rsidRPr="008C6DE4">
              <w:t>This is not applicable for a UE which indicates the capability of only supporting single UL timing (</w:t>
            </w:r>
            <w:r w:rsidRPr="008C6DE4">
              <w:rPr>
                <w:i/>
              </w:rPr>
              <w:t xml:space="preserve">ul-TimingAlignmentEUTRA-NR </w:t>
            </w:r>
            <w:r w:rsidRPr="008C6DE4">
              <w:t>is signalled). Single UL timing for E-UTRA and NR cell is assumed for this UE.</w:t>
            </w:r>
          </w:p>
          <w:p w14:paraId="22356432" w14:textId="6EB6B312" w:rsidR="00A1313D" w:rsidRPr="008C6DE4" w:rsidRDefault="00A1313D" w:rsidP="00A1313D">
            <w:pPr>
              <w:pStyle w:val="TAN"/>
              <w:rPr>
                <w:lang w:eastAsia="zh-CN"/>
              </w:rPr>
            </w:pPr>
            <w:r w:rsidRPr="008C6DE4">
              <w:rPr>
                <w:rFonts w:eastAsia="Yu Mincho"/>
                <w:lang w:eastAsia="ja-JP"/>
              </w:rPr>
              <w:t>NOTE 2:</w:t>
            </w:r>
            <w:r w:rsidRPr="008C6DE4">
              <w:rPr>
                <w:lang w:eastAsia="ko-KR"/>
              </w:rPr>
              <w:tab/>
            </w:r>
            <w:r w:rsidRPr="008C6DE4">
              <w:rPr>
                <w:rFonts w:eastAsia="Yu Mincho"/>
                <w:lang w:eastAsia="ja-JP"/>
              </w:rPr>
              <w:t>I</w:t>
            </w:r>
            <w:r w:rsidRPr="008C6DE4">
              <w:rPr>
                <w:lang w:val="en-US" w:eastAsia="ja-JP"/>
              </w:rPr>
              <w:t>f the transmission timing difference exceeds the cyclic prefix length of the UL Sub-carrier spacing for data in PSCell, NR UE Tx EVM degradation is expected for the symbol that is overlapping the LTE subframe boundary</w:t>
            </w:r>
          </w:p>
        </w:tc>
      </w:tr>
    </w:tbl>
    <w:p w14:paraId="57C3952B" w14:textId="77777777" w:rsidR="00877F17" w:rsidRPr="008C6DE4" w:rsidRDefault="00877F17" w:rsidP="00877F17">
      <w:pPr>
        <w:rPr>
          <w:i/>
        </w:rPr>
      </w:pPr>
    </w:p>
    <w:p w14:paraId="4AFB4CB0" w14:textId="77777777" w:rsidR="00877F17" w:rsidRPr="008C6DE4" w:rsidRDefault="00877F17" w:rsidP="00877F17">
      <w:pPr>
        <w:pStyle w:val="Heading3"/>
        <w:rPr>
          <w:lang w:eastAsia="ko-KR"/>
        </w:rPr>
      </w:pPr>
      <w:r w:rsidRPr="008C6DE4">
        <w:rPr>
          <w:lang w:eastAsia="ko-KR"/>
        </w:rPr>
        <w:t>7.</w:t>
      </w:r>
      <w:r w:rsidRPr="008C6DE4">
        <w:rPr>
          <w:rFonts w:eastAsia="Malgun Gothic"/>
        </w:rPr>
        <w:t>5</w:t>
      </w:r>
      <w:r w:rsidRPr="008C6DE4">
        <w:rPr>
          <w:lang w:eastAsia="ko-KR"/>
        </w:rPr>
        <w:t>.</w:t>
      </w:r>
      <w:r w:rsidRPr="008C6DE4">
        <w:rPr>
          <w:rFonts w:eastAsia="Malgun Gothic"/>
          <w:lang w:eastAsia="ko-KR"/>
        </w:rPr>
        <w:t>4</w:t>
      </w:r>
      <w:r w:rsidRPr="008C6DE4">
        <w:rPr>
          <w:lang w:eastAsia="ko-KR"/>
        </w:rPr>
        <w:tab/>
        <w:t>Minimum Requirements for NR Carrier Aggregation</w:t>
      </w:r>
    </w:p>
    <w:p w14:paraId="25B9DF12" w14:textId="6DB48D9D" w:rsidR="00877F17" w:rsidRPr="008C6DE4" w:rsidRDefault="00877F17" w:rsidP="00877F17">
      <w:pPr>
        <w:rPr>
          <w:rFonts w:eastAsia="Malgun Gothic" w:cs="v4.2.0"/>
          <w:lang w:eastAsia="zh-CN"/>
        </w:rPr>
      </w:pPr>
      <w:r w:rsidRPr="008C6DE4">
        <w:rPr>
          <w:rFonts w:cs="v4.2.0"/>
        </w:rPr>
        <w:t xml:space="preserve">The UE shall be capable of handling at least a relative </w:t>
      </w:r>
      <w:r w:rsidRPr="008C6DE4">
        <w:rPr>
          <w:rFonts w:eastAsia="Malgun Gothic" w:cs="v4.2.0"/>
          <w:lang w:eastAsia="zh-CN"/>
        </w:rPr>
        <w:t>transmission</w:t>
      </w:r>
      <w:r w:rsidRPr="008C6DE4">
        <w:rPr>
          <w:rFonts w:cs="v4.2.0"/>
        </w:rPr>
        <w:t xml:space="preserve"> timing difference between slot timing of all pairs of </w:t>
      </w:r>
      <w:r w:rsidRPr="008C6DE4">
        <w:t xml:space="preserve">TAGs </w:t>
      </w:r>
      <w:r w:rsidRPr="008C6DE4">
        <w:rPr>
          <w:rFonts w:eastAsia="Malgun Gothic" w:cs="v4.2.0"/>
          <w:lang w:eastAsia="zh-CN"/>
        </w:rPr>
        <w:t>as shown in Table 7.5.4-1,</w:t>
      </w:r>
      <w:r w:rsidRPr="008C6DE4">
        <w:t xml:space="preserve"> provided that the UE is</w:t>
      </w:r>
      <w:r w:rsidRPr="008C6DE4">
        <w:rPr>
          <w:rFonts w:eastAsia="Malgun Gothic" w:cs="v4.2.0"/>
          <w:lang w:eastAsia="zh-CN"/>
        </w:rPr>
        <w:t>:</w:t>
      </w:r>
    </w:p>
    <w:p w14:paraId="66AF74ED" w14:textId="77777777" w:rsidR="00877F17" w:rsidRPr="008C6DE4" w:rsidRDefault="00877F17" w:rsidP="00877F17">
      <w:pPr>
        <w:pStyle w:val="B10"/>
      </w:pPr>
      <w:r w:rsidRPr="008C6DE4">
        <w:t>-</w:t>
      </w:r>
      <w:r w:rsidRPr="008C6DE4">
        <w:tab/>
        <w:t xml:space="preserve">configured with the pTAG and the sTAG for </w:t>
      </w:r>
      <w:r w:rsidRPr="008C6DE4">
        <w:rPr>
          <w:rFonts w:cs="v4.2.0"/>
        </w:rPr>
        <w:t>inter-band NR carrier aggregation</w:t>
      </w:r>
      <w:r w:rsidRPr="008C6DE4">
        <w:t xml:space="preserve"> in SA or NR-DC mode, or</w:t>
      </w:r>
    </w:p>
    <w:p w14:paraId="74259B8F" w14:textId="77777777" w:rsidR="00877F17" w:rsidRPr="008C6DE4" w:rsidRDefault="00877F17" w:rsidP="00877F17">
      <w:pPr>
        <w:pStyle w:val="B10"/>
      </w:pPr>
      <w:r w:rsidRPr="008C6DE4">
        <w:t>-</w:t>
      </w:r>
      <w:r w:rsidRPr="008C6DE4">
        <w:tab/>
        <w:t>configured with more than one sTAG for inter-band NR carrier aggregation in EN-DC or NE-DC mode.</w:t>
      </w:r>
    </w:p>
    <w:p w14:paraId="61CDB9A1" w14:textId="77777777" w:rsidR="00877F17" w:rsidRPr="008C6DE4" w:rsidRDefault="00877F17" w:rsidP="00877F17">
      <w:pPr>
        <w:pStyle w:val="TH"/>
      </w:pPr>
      <w:r w:rsidRPr="008C6DE4">
        <w:t>Table 7.</w:t>
      </w:r>
      <w:r w:rsidRPr="008C6DE4">
        <w:rPr>
          <w:rFonts w:eastAsia="Malgun Gothic"/>
          <w:lang w:eastAsia="zh-CN"/>
        </w:rPr>
        <w:t>5</w:t>
      </w:r>
      <w:r w:rsidRPr="008C6DE4">
        <w:t>.4-</w:t>
      </w:r>
      <w:r w:rsidRPr="008C6DE4">
        <w:rPr>
          <w:rFonts w:eastAsia="Malgun Gothic"/>
          <w:lang w:eastAsia="zh-CN"/>
        </w:rPr>
        <w:t>1</w:t>
      </w:r>
      <w:r w:rsidRPr="008C6DE4">
        <w:rPr>
          <w:rFonts w:eastAsia="Malgun Gothic"/>
          <w:lang w:eastAsia="ko-KR"/>
        </w:rPr>
        <w:t>:</w:t>
      </w:r>
      <w:r w:rsidRPr="008C6DE4">
        <w:t xml:space="preserve"> Maximum </w:t>
      </w:r>
      <w:r w:rsidRPr="008C6DE4">
        <w:rPr>
          <w:rFonts w:hint="eastAsia"/>
          <w:lang w:eastAsia="ko-KR"/>
        </w:rPr>
        <w:t xml:space="preserve">uplink </w:t>
      </w:r>
      <w:r w:rsidRPr="008C6DE4">
        <w:rPr>
          <w:rFonts w:eastAsia="Malgun Gothic"/>
          <w:lang w:eastAsia="zh-CN"/>
        </w:rPr>
        <w:t>transmission</w:t>
      </w:r>
      <w:r w:rsidRPr="008C6DE4">
        <w:t xml:space="preserve"> timing difference requirement for inter-band NR carrier aggregation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1"/>
        <w:gridCol w:w="3003"/>
      </w:tblGrid>
      <w:tr w:rsidR="00DD3199" w:rsidRPr="008C6DE4" w14:paraId="1B1AABD6" w14:textId="77777777" w:rsidTr="00867D3A">
        <w:trPr>
          <w:jc w:val="center"/>
        </w:trPr>
        <w:tc>
          <w:tcPr>
            <w:tcW w:w="2251" w:type="dxa"/>
            <w:shd w:val="clear" w:color="auto" w:fill="auto"/>
          </w:tcPr>
          <w:p w14:paraId="2C5738EB" w14:textId="77777777" w:rsidR="00877F17" w:rsidRPr="008C6DE4" w:rsidRDefault="00877F17" w:rsidP="00867D3A">
            <w:pPr>
              <w:pStyle w:val="TAH"/>
            </w:pPr>
            <w:r w:rsidRPr="008C6DE4">
              <w:t>Frequency Range of the pair of TAGs</w:t>
            </w:r>
          </w:p>
        </w:tc>
        <w:tc>
          <w:tcPr>
            <w:tcW w:w="3003" w:type="dxa"/>
            <w:shd w:val="clear" w:color="auto" w:fill="auto"/>
          </w:tcPr>
          <w:p w14:paraId="292F6AA3" w14:textId="77777777" w:rsidR="00877F17" w:rsidRPr="008C6DE4" w:rsidRDefault="00877F17" w:rsidP="00867D3A">
            <w:pPr>
              <w:pStyle w:val="TAH"/>
            </w:pPr>
            <w:r w:rsidRPr="008C6DE4">
              <w:t xml:space="preserve">Maximum </w:t>
            </w:r>
            <w:r w:rsidRPr="008C6DE4">
              <w:rPr>
                <w:rFonts w:hint="eastAsia"/>
                <w:lang w:eastAsia="ko-KR"/>
              </w:rPr>
              <w:t xml:space="preserve">uplink </w:t>
            </w:r>
            <w:r w:rsidRPr="008C6DE4">
              <w:t xml:space="preserve">transmission timing difference (µs) </w:t>
            </w:r>
          </w:p>
        </w:tc>
      </w:tr>
      <w:tr w:rsidR="00DD3199" w:rsidRPr="008C6DE4" w14:paraId="230DE9CC" w14:textId="77777777" w:rsidTr="00867D3A">
        <w:trPr>
          <w:jc w:val="center"/>
        </w:trPr>
        <w:tc>
          <w:tcPr>
            <w:tcW w:w="2251" w:type="dxa"/>
            <w:shd w:val="clear" w:color="auto" w:fill="auto"/>
          </w:tcPr>
          <w:p w14:paraId="693EE231" w14:textId="77777777" w:rsidR="00877F17" w:rsidRPr="008C6DE4" w:rsidRDefault="00877F17" w:rsidP="00867D3A">
            <w:pPr>
              <w:pStyle w:val="TAC"/>
            </w:pPr>
            <w:r w:rsidRPr="008C6DE4">
              <w:t>FR1</w:t>
            </w:r>
          </w:p>
        </w:tc>
        <w:tc>
          <w:tcPr>
            <w:tcW w:w="3003" w:type="dxa"/>
            <w:shd w:val="clear" w:color="auto" w:fill="auto"/>
          </w:tcPr>
          <w:p w14:paraId="2C786D82" w14:textId="77777777" w:rsidR="00877F17" w:rsidRPr="008C6DE4" w:rsidRDefault="00877F17" w:rsidP="00867D3A">
            <w:pPr>
              <w:pStyle w:val="TAC"/>
              <w:rPr>
                <w:lang w:eastAsia="zh-CN"/>
              </w:rPr>
            </w:pPr>
            <w:r w:rsidRPr="008C6DE4">
              <w:rPr>
                <w:lang w:eastAsia="zh-CN"/>
              </w:rPr>
              <w:t>34.6</w:t>
            </w:r>
          </w:p>
        </w:tc>
      </w:tr>
      <w:tr w:rsidR="00DD3199" w:rsidRPr="008C6DE4" w14:paraId="2F754E60" w14:textId="77777777" w:rsidTr="00867D3A">
        <w:trPr>
          <w:jc w:val="center"/>
        </w:trPr>
        <w:tc>
          <w:tcPr>
            <w:tcW w:w="2251" w:type="dxa"/>
            <w:shd w:val="clear" w:color="auto" w:fill="auto"/>
          </w:tcPr>
          <w:p w14:paraId="67CEFB38" w14:textId="77777777" w:rsidR="00877F17" w:rsidRPr="008C6DE4" w:rsidRDefault="00877F17" w:rsidP="00867D3A">
            <w:pPr>
              <w:pStyle w:val="TAC"/>
            </w:pPr>
            <w:r w:rsidRPr="008C6DE4">
              <w:t>FR2</w:t>
            </w:r>
          </w:p>
        </w:tc>
        <w:tc>
          <w:tcPr>
            <w:tcW w:w="3003" w:type="dxa"/>
            <w:shd w:val="clear" w:color="auto" w:fill="auto"/>
          </w:tcPr>
          <w:p w14:paraId="0A887175" w14:textId="77777777" w:rsidR="00877F17" w:rsidRPr="008C6DE4" w:rsidRDefault="00877F17" w:rsidP="00867D3A">
            <w:pPr>
              <w:pStyle w:val="TAC"/>
              <w:rPr>
                <w:lang w:eastAsia="zh-CN"/>
              </w:rPr>
            </w:pPr>
            <w:r w:rsidRPr="008C6DE4">
              <w:rPr>
                <w:lang w:eastAsia="zh-CN"/>
              </w:rPr>
              <w:t>8.5</w:t>
            </w:r>
          </w:p>
        </w:tc>
      </w:tr>
      <w:tr w:rsidR="00877F17" w:rsidRPr="008C6DE4" w14:paraId="3CD34F1A" w14:textId="77777777" w:rsidTr="00867D3A">
        <w:trPr>
          <w:jc w:val="center"/>
        </w:trPr>
        <w:tc>
          <w:tcPr>
            <w:tcW w:w="2251" w:type="dxa"/>
            <w:shd w:val="clear" w:color="auto" w:fill="auto"/>
          </w:tcPr>
          <w:p w14:paraId="424C8D8B" w14:textId="77777777" w:rsidR="00877F17" w:rsidRPr="008C6DE4" w:rsidRDefault="00877F17" w:rsidP="00867D3A">
            <w:pPr>
              <w:pStyle w:val="TAC"/>
            </w:pPr>
            <w:r w:rsidRPr="008C6DE4">
              <w:t>Between FR1 and FR2</w:t>
            </w:r>
          </w:p>
        </w:tc>
        <w:tc>
          <w:tcPr>
            <w:tcW w:w="3003" w:type="dxa"/>
            <w:shd w:val="clear" w:color="auto" w:fill="auto"/>
          </w:tcPr>
          <w:p w14:paraId="0DDEF114" w14:textId="77777777" w:rsidR="00877F17" w:rsidRPr="008C6DE4" w:rsidRDefault="00877F17" w:rsidP="00867D3A">
            <w:pPr>
              <w:pStyle w:val="TAC"/>
              <w:rPr>
                <w:lang w:eastAsia="zh-CN"/>
              </w:rPr>
            </w:pPr>
            <w:r w:rsidRPr="008C6DE4">
              <w:rPr>
                <w:lang w:eastAsia="zh-CN"/>
              </w:rPr>
              <w:t xml:space="preserve">26.1 </w:t>
            </w:r>
          </w:p>
        </w:tc>
      </w:tr>
    </w:tbl>
    <w:p w14:paraId="118E7330" w14:textId="77777777" w:rsidR="00877F17" w:rsidRPr="008C6DE4" w:rsidRDefault="00877F17" w:rsidP="00877F17">
      <w:pPr>
        <w:rPr>
          <w:rFonts w:eastAsia="Malgun Gothic"/>
          <w:lang w:eastAsia="ko-KR"/>
        </w:rPr>
      </w:pPr>
    </w:p>
    <w:p w14:paraId="20E5AAA4" w14:textId="77777777" w:rsidR="00877F17" w:rsidRPr="008C6DE4" w:rsidRDefault="00877F17" w:rsidP="00877F17">
      <w:pPr>
        <w:pStyle w:val="Heading3"/>
        <w:rPr>
          <w:rFonts w:eastAsia="Malgun Gothic"/>
          <w:lang w:eastAsia="ko-KR"/>
        </w:rPr>
      </w:pPr>
      <w:r w:rsidRPr="008C6DE4">
        <w:rPr>
          <w:lang w:eastAsia="ko-KR"/>
        </w:rPr>
        <w:t>7.5.5</w:t>
      </w:r>
      <w:r w:rsidRPr="008C6DE4">
        <w:rPr>
          <w:lang w:eastAsia="ko-KR"/>
        </w:rPr>
        <w:tab/>
        <w:t xml:space="preserve">Minimum Requirements for </w:t>
      </w:r>
      <w:r w:rsidRPr="008C6DE4">
        <w:t>inter-band NE-DC</w:t>
      </w:r>
    </w:p>
    <w:p w14:paraId="25D023E1" w14:textId="42A9B0CD" w:rsidR="00877F17" w:rsidRPr="008C6DE4" w:rsidRDefault="00877F17" w:rsidP="00877F17">
      <w:pPr>
        <w:rPr>
          <w:rFonts w:cs="v4.2.0"/>
          <w:lang w:eastAsia="zh-CN"/>
        </w:rPr>
      </w:pPr>
      <w:r w:rsidRPr="008C6DE4">
        <w:rPr>
          <w:rFonts w:eastAsia="Malgun Gothic" w:cs="v4.2.0"/>
        </w:rPr>
        <w:t>The</w:t>
      </w:r>
      <w:r w:rsidRPr="008C6DE4">
        <w:rPr>
          <w:rFonts w:cs="v4.2.0"/>
        </w:rPr>
        <w:t xml:space="preserve"> UE shall be capable of handling a maximum uplink transmission timing difference between PCell and </w:t>
      </w:r>
      <w:r w:rsidRPr="008C6DE4">
        <w:rPr>
          <w:rFonts w:cs="v4.2.0" w:hint="eastAsia"/>
          <w:lang w:eastAsia="ko-KR"/>
        </w:rPr>
        <w:t xml:space="preserve">E-UTRA </w:t>
      </w:r>
      <w:r w:rsidRPr="008C6DE4">
        <w:rPr>
          <w:rFonts w:cs="v4.2.0"/>
        </w:rPr>
        <w:t>PSCell as shown in Table 7.5.5-1</w:t>
      </w:r>
      <w:r w:rsidRPr="008C6DE4">
        <w:rPr>
          <w:snapToGrid w:val="0"/>
        </w:rPr>
        <w:t xml:space="preserve"> for </w:t>
      </w:r>
      <w:r w:rsidRPr="008C6DE4">
        <w:rPr>
          <w:rFonts w:hint="eastAsia"/>
          <w:snapToGrid w:val="0"/>
          <w:lang w:eastAsia="ko-KR"/>
        </w:rPr>
        <w:t xml:space="preserve">inter-band </w:t>
      </w:r>
      <w:r w:rsidRPr="008C6DE4">
        <w:rPr>
          <w:snapToGrid w:val="0"/>
        </w:rPr>
        <w:t xml:space="preserve">asynchronous </w:t>
      </w:r>
      <w:r w:rsidRPr="008C6DE4">
        <w:rPr>
          <w:snapToGrid w:val="0"/>
          <w:lang w:eastAsia="zh-CN"/>
        </w:rPr>
        <w:t>NE-DC</w:t>
      </w:r>
      <w:r w:rsidRPr="008C6DE4">
        <w:rPr>
          <w:rFonts w:cs="v4.2.0"/>
        </w:rPr>
        <w:t>.</w:t>
      </w:r>
    </w:p>
    <w:p w14:paraId="3CFD4176" w14:textId="77777777" w:rsidR="00877F17" w:rsidRPr="008C6DE4" w:rsidRDefault="00877F17" w:rsidP="00877F17">
      <w:pPr>
        <w:pStyle w:val="TH"/>
        <w:rPr>
          <w:snapToGrid w:val="0"/>
        </w:rPr>
      </w:pPr>
      <w:r w:rsidRPr="008C6DE4">
        <w:rPr>
          <w:snapToGrid w:val="0"/>
        </w:rPr>
        <w:t xml:space="preserve">Table 7.5.5-1: Maximum uplink transmission timing difference requirement for </w:t>
      </w:r>
      <w:r w:rsidRPr="008C6DE4">
        <w:rPr>
          <w:rFonts w:hint="eastAsia"/>
          <w:snapToGrid w:val="0"/>
          <w:lang w:eastAsia="ko-KR"/>
        </w:rPr>
        <w:t xml:space="preserve">inter-band </w:t>
      </w:r>
      <w:r w:rsidRPr="008C6DE4">
        <w:rPr>
          <w:snapToGrid w:val="0"/>
        </w:rPr>
        <w:t xml:space="preserve">asynchronous </w:t>
      </w:r>
      <w:r w:rsidRPr="008C6DE4">
        <w:rPr>
          <w:snapToGrid w:val="0"/>
          <w:lang w:eastAsia="zh-CN"/>
        </w:rPr>
        <w:t>NE-DC</w:t>
      </w:r>
    </w:p>
    <w:tbl>
      <w:tblPr>
        <w:tblW w:w="0" w:type="auto"/>
        <w:tblInd w:w="1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985"/>
        <w:gridCol w:w="2693"/>
      </w:tblGrid>
      <w:tr w:rsidR="00DD3199" w:rsidRPr="008C6DE4" w14:paraId="1A202F79" w14:textId="77777777" w:rsidTr="00867D3A">
        <w:tc>
          <w:tcPr>
            <w:tcW w:w="1984" w:type="dxa"/>
            <w:shd w:val="clear" w:color="auto" w:fill="auto"/>
          </w:tcPr>
          <w:p w14:paraId="5AC513B9" w14:textId="02F0908D" w:rsidR="00877F17" w:rsidRPr="008C6DE4" w:rsidRDefault="00877F17" w:rsidP="00867D3A">
            <w:pPr>
              <w:pStyle w:val="TAH"/>
            </w:pPr>
            <w:r w:rsidRPr="008C6DE4">
              <w:t>Sub-carrier spacing in PCell (kHz)</w:t>
            </w:r>
          </w:p>
        </w:tc>
        <w:tc>
          <w:tcPr>
            <w:tcW w:w="1985" w:type="dxa"/>
            <w:shd w:val="clear" w:color="auto" w:fill="auto"/>
          </w:tcPr>
          <w:p w14:paraId="55928177" w14:textId="77777777" w:rsidR="00877F17" w:rsidRPr="008C6DE4" w:rsidRDefault="00877F17" w:rsidP="00867D3A">
            <w:pPr>
              <w:pStyle w:val="TAH"/>
            </w:pPr>
            <w:r w:rsidRPr="008C6DE4">
              <w:t xml:space="preserve">UL Sub-carrier spacing for data in </w:t>
            </w:r>
            <w:r w:rsidRPr="008C6DE4">
              <w:rPr>
                <w:rFonts w:hint="eastAsia"/>
                <w:lang w:eastAsia="ko-KR"/>
              </w:rPr>
              <w:t xml:space="preserve">E-UTRA </w:t>
            </w:r>
            <w:r w:rsidRPr="008C6DE4">
              <w:t>PSCell (kHz)</w:t>
            </w:r>
          </w:p>
        </w:tc>
        <w:tc>
          <w:tcPr>
            <w:tcW w:w="2693" w:type="dxa"/>
            <w:shd w:val="clear" w:color="auto" w:fill="auto"/>
          </w:tcPr>
          <w:p w14:paraId="707D833A" w14:textId="77777777" w:rsidR="00877F17" w:rsidRPr="008C6DE4" w:rsidRDefault="00877F17" w:rsidP="00867D3A">
            <w:pPr>
              <w:pStyle w:val="TAH"/>
            </w:pPr>
            <w:r w:rsidRPr="008C6DE4">
              <w:t>Maximum uplink transmission timing difference (µs)</w:t>
            </w:r>
          </w:p>
        </w:tc>
      </w:tr>
      <w:tr w:rsidR="00DD3199" w:rsidRPr="008C6DE4" w14:paraId="1B8D02B6" w14:textId="77777777" w:rsidTr="00867D3A">
        <w:tc>
          <w:tcPr>
            <w:tcW w:w="1984" w:type="dxa"/>
            <w:shd w:val="clear" w:color="auto" w:fill="auto"/>
          </w:tcPr>
          <w:p w14:paraId="5FCA01E8" w14:textId="77777777" w:rsidR="00877F17" w:rsidRPr="008C6DE4" w:rsidRDefault="00877F17" w:rsidP="00867D3A">
            <w:pPr>
              <w:pStyle w:val="TAC"/>
            </w:pPr>
            <w:r w:rsidRPr="008C6DE4">
              <w:t>15</w:t>
            </w:r>
          </w:p>
        </w:tc>
        <w:tc>
          <w:tcPr>
            <w:tcW w:w="1985" w:type="dxa"/>
            <w:shd w:val="clear" w:color="auto" w:fill="auto"/>
          </w:tcPr>
          <w:p w14:paraId="63B81006" w14:textId="77777777" w:rsidR="00877F17" w:rsidRPr="008C6DE4" w:rsidRDefault="00877F17" w:rsidP="00867D3A">
            <w:pPr>
              <w:pStyle w:val="TAC"/>
            </w:pPr>
            <w:r w:rsidRPr="008C6DE4">
              <w:t>15</w:t>
            </w:r>
          </w:p>
        </w:tc>
        <w:tc>
          <w:tcPr>
            <w:tcW w:w="2693" w:type="dxa"/>
            <w:shd w:val="clear" w:color="auto" w:fill="auto"/>
          </w:tcPr>
          <w:p w14:paraId="274BA1DA" w14:textId="77777777" w:rsidR="00877F17" w:rsidRPr="008C6DE4" w:rsidRDefault="00877F17" w:rsidP="00867D3A">
            <w:pPr>
              <w:pStyle w:val="TAC"/>
            </w:pPr>
            <w:r w:rsidRPr="008C6DE4">
              <w:t>500</w:t>
            </w:r>
          </w:p>
        </w:tc>
      </w:tr>
      <w:tr w:rsidR="00DD3199" w:rsidRPr="008C6DE4" w14:paraId="338C295E" w14:textId="77777777" w:rsidTr="00867D3A">
        <w:tc>
          <w:tcPr>
            <w:tcW w:w="1984" w:type="dxa"/>
            <w:shd w:val="clear" w:color="auto" w:fill="auto"/>
          </w:tcPr>
          <w:p w14:paraId="0BADC3C8" w14:textId="77777777" w:rsidR="00877F17" w:rsidRPr="008C6DE4" w:rsidRDefault="00877F17" w:rsidP="00867D3A">
            <w:pPr>
              <w:pStyle w:val="TAC"/>
            </w:pPr>
            <w:r w:rsidRPr="008C6DE4">
              <w:t>30</w:t>
            </w:r>
          </w:p>
        </w:tc>
        <w:tc>
          <w:tcPr>
            <w:tcW w:w="1985" w:type="dxa"/>
            <w:shd w:val="clear" w:color="auto" w:fill="auto"/>
          </w:tcPr>
          <w:p w14:paraId="243C83F5" w14:textId="77777777" w:rsidR="00877F17" w:rsidRPr="008C6DE4" w:rsidRDefault="00877F17" w:rsidP="00867D3A">
            <w:pPr>
              <w:pStyle w:val="TAC"/>
            </w:pPr>
            <w:r w:rsidRPr="008C6DE4">
              <w:t>15</w:t>
            </w:r>
          </w:p>
        </w:tc>
        <w:tc>
          <w:tcPr>
            <w:tcW w:w="2693" w:type="dxa"/>
            <w:shd w:val="clear" w:color="auto" w:fill="auto"/>
          </w:tcPr>
          <w:p w14:paraId="409F1F9A" w14:textId="77777777" w:rsidR="00877F17" w:rsidRPr="008C6DE4" w:rsidRDefault="00877F17" w:rsidP="00867D3A">
            <w:pPr>
              <w:pStyle w:val="TAC"/>
            </w:pPr>
            <w:r w:rsidRPr="008C6DE4">
              <w:t>250</w:t>
            </w:r>
          </w:p>
        </w:tc>
      </w:tr>
      <w:tr w:rsidR="00DD3199" w:rsidRPr="008C6DE4" w14:paraId="62D5B857" w14:textId="77777777" w:rsidTr="00867D3A">
        <w:tc>
          <w:tcPr>
            <w:tcW w:w="1984" w:type="dxa"/>
            <w:shd w:val="clear" w:color="auto" w:fill="auto"/>
          </w:tcPr>
          <w:p w14:paraId="231BCD7F" w14:textId="77777777" w:rsidR="00877F17" w:rsidRPr="008C6DE4" w:rsidRDefault="00877F17" w:rsidP="00867D3A">
            <w:pPr>
              <w:pStyle w:val="TAC"/>
            </w:pPr>
            <w:r w:rsidRPr="008C6DE4">
              <w:t>60</w:t>
            </w:r>
          </w:p>
        </w:tc>
        <w:tc>
          <w:tcPr>
            <w:tcW w:w="1985" w:type="dxa"/>
            <w:shd w:val="clear" w:color="auto" w:fill="auto"/>
          </w:tcPr>
          <w:p w14:paraId="7CA74C83" w14:textId="77777777" w:rsidR="00877F17" w:rsidRPr="008C6DE4" w:rsidRDefault="00877F17" w:rsidP="00867D3A">
            <w:pPr>
              <w:pStyle w:val="TAC"/>
            </w:pPr>
            <w:r w:rsidRPr="008C6DE4">
              <w:t>15</w:t>
            </w:r>
          </w:p>
        </w:tc>
        <w:tc>
          <w:tcPr>
            <w:tcW w:w="2693" w:type="dxa"/>
            <w:shd w:val="clear" w:color="auto" w:fill="auto"/>
          </w:tcPr>
          <w:p w14:paraId="392F3374" w14:textId="77777777" w:rsidR="00877F17" w:rsidRPr="008C6DE4" w:rsidRDefault="00877F17" w:rsidP="00867D3A">
            <w:pPr>
              <w:pStyle w:val="TAC"/>
            </w:pPr>
            <w:r w:rsidRPr="008C6DE4">
              <w:t>125</w:t>
            </w:r>
          </w:p>
        </w:tc>
      </w:tr>
      <w:tr w:rsidR="00DD3199" w:rsidRPr="008C6DE4" w14:paraId="09F4045F" w14:textId="77777777" w:rsidTr="00867D3A">
        <w:tc>
          <w:tcPr>
            <w:tcW w:w="1984" w:type="dxa"/>
            <w:shd w:val="clear" w:color="auto" w:fill="auto"/>
          </w:tcPr>
          <w:p w14:paraId="3C0DBB38" w14:textId="56D284EA" w:rsidR="00877F17" w:rsidRPr="008C6DE4" w:rsidRDefault="00877F17" w:rsidP="00867D3A">
            <w:pPr>
              <w:pStyle w:val="TAC"/>
            </w:pPr>
            <w:r w:rsidRPr="008C6DE4">
              <w:t>120</w:t>
            </w:r>
          </w:p>
        </w:tc>
        <w:tc>
          <w:tcPr>
            <w:tcW w:w="1985" w:type="dxa"/>
            <w:shd w:val="clear" w:color="auto" w:fill="auto"/>
          </w:tcPr>
          <w:p w14:paraId="75D43679" w14:textId="77777777" w:rsidR="00877F17" w:rsidRPr="008C6DE4" w:rsidRDefault="00877F17" w:rsidP="00867D3A">
            <w:pPr>
              <w:pStyle w:val="TAC"/>
            </w:pPr>
            <w:r w:rsidRPr="008C6DE4">
              <w:t>15</w:t>
            </w:r>
          </w:p>
        </w:tc>
        <w:tc>
          <w:tcPr>
            <w:tcW w:w="2693" w:type="dxa"/>
            <w:shd w:val="clear" w:color="auto" w:fill="auto"/>
          </w:tcPr>
          <w:p w14:paraId="693AA5B5" w14:textId="77777777" w:rsidR="00877F17" w:rsidRPr="008C6DE4" w:rsidRDefault="00877F17" w:rsidP="00867D3A">
            <w:pPr>
              <w:pStyle w:val="TAC"/>
            </w:pPr>
            <w:r w:rsidRPr="008C6DE4">
              <w:t>62.5</w:t>
            </w:r>
          </w:p>
        </w:tc>
      </w:tr>
      <w:tr w:rsidR="00877F17" w:rsidRPr="008C6DE4" w14:paraId="6890409B" w14:textId="77777777" w:rsidTr="00867D3A">
        <w:tc>
          <w:tcPr>
            <w:tcW w:w="6662" w:type="dxa"/>
            <w:gridSpan w:val="3"/>
            <w:shd w:val="clear" w:color="auto" w:fill="auto"/>
          </w:tcPr>
          <w:p w14:paraId="71586E66" w14:textId="1FB5B3B9" w:rsidR="00877F17" w:rsidRPr="008C6DE4" w:rsidRDefault="00877F17" w:rsidP="00867D3A">
            <w:pPr>
              <w:pStyle w:val="TAN"/>
              <w:rPr>
                <w:rFonts w:cs="Arial"/>
                <w:lang w:eastAsia="zh-CN"/>
              </w:rPr>
            </w:pPr>
            <w:r w:rsidRPr="008C6DE4">
              <w:rPr>
                <w:rFonts w:cs="Arial"/>
                <w:lang w:eastAsia="ja-JP"/>
              </w:rPr>
              <w:t>NOTE</w:t>
            </w:r>
            <w:r w:rsidRPr="008C6DE4">
              <w:rPr>
                <w:rFonts w:cs="Arial"/>
                <w:lang w:eastAsia="ko-KR"/>
              </w:rPr>
              <w:t xml:space="preserve"> </w:t>
            </w:r>
            <w:r w:rsidRPr="008C6DE4">
              <w:rPr>
                <w:rFonts w:cs="Arial"/>
                <w:lang w:eastAsia="ja-JP"/>
              </w:rPr>
              <w:t>1:</w:t>
            </w:r>
            <w:r w:rsidRPr="008C6DE4">
              <w:rPr>
                <w:lang w:eastAsia="ko-KR"/>
              </w:rPr>
              <w:tab/>
            </w:r>
            <w:r w:rsidR="003A6071" w:rsidRPr="008C6DE4">
              <w:rPr>
                <w:lang w:eastAsia="ko-KR"/>
              </w:rPr>
              <w:tab/>
            </w:r>
            <w:r w:rsidRPr="008C6DE4">
              <w:rPr>
                <w:rFonts w:hint="eastAsia"/>
                <w:lang w:eastAsia="ko-KR"/>
              </w:rPr>
              <w:t>Void</w:t>
            </w:r>
          </w:p>
        </w:tc>
      </w:tr>
    </w:tbl>
    <w:p w14:paraId="010B5666" w14:textId="77777777" w:rsidR="00877F17" w:rsidRPr="008C6DE4" w:rsidRDefault="00877F17" w:rsidP="00877F17">
      <w:pPr>
        <w:rPr>
          <w:rFonts w:eastAsia="Malgun Gothic" w:cs="v4.2.0"/>
        </w:rPr>
      </w:pPr>
    </w:p>
    <w:p w14:paraId="7774156E" w14:textId="139F9221" w:rsidR="00877F17" w:rsidRPr="008C6DE4" w:rsidRDefault="00877F17" w:rsidP="00877F17">
      <w:pPr>
        <w:pStyle w:val="TH"/>
        <w:rPr>
          <w:snapToGrid w:val="0"/>
        </w:rPr>
      </w:pPr>
      <w:r w:rsidRPr="008C6DE4">
        <w:rPr>
          <w:snapToGrid w:val="0"/>
        </w:rPr>
        <w:t xml:space="preserve">Table 7.5.5-2: </w:t>
      </w:r>
      <w:r w:rsidR="00A701F2" w:rsidRPr="008C6DE4">
        <w:rPr>
          <w:snapToGrid w:val="0"/>
        </w:rPr>
        <w:t>Void</w:t>
      </w:r>
    </w:p>
    <w:p w14:paraId="69519E88" w14:textId="77777777" w:rsidR="00A701F2" w:rsidRPr="008C6DE4" w:rsidRDefault="00A701F2" w:rsidP="00A701F2">
      <w:pPr>
        <w:pStyle w:val="Heading4"/>
        <w:rPr>
          <w:rFonts w:eastAsia="Times New Roman"/>
          <w:lang w:eastAsia="ko-KR"/>
        </w:rPr>
      </w:pPr>
      <w:r w:rsidRPr="008C6DE4">
        <w:rPr>
          <w:lang w:eastAsia="ko-KR"/>
        </w:rPr>
        <w:t>7.5.5.1</w:t>
      </w:r>
      <w:r w:rsidRPr="008C6DE4">
        <w:rPr>
          <w:lang w:eastAsia="ko-KR"/>
        </w:rPr>
        <w:tab/>
        <w:t xml:space="preserve">Minimum Requirements for </w:t>
      </w:r>
      <w:r w:rsidRPr="008C6DE4">
        <w:t>inter-band synchronous NE-DC</w:t>
      </w:r>
    </w:p>
    <w:p w14:paraId="7B3BB626" w14:textId="7617AE41" w:rsidR="00A701F2" w:rsidRPr="008C6DE4" w:rsidRDefault="00A701F2" w:rsidP="00A701F2">
      <w:pPr>
        <w:rPr>
          <w:rFonts w:cs="v4.2.0"/>
          <w:lang w:eastAsia="zh-CN"/>
        </w:rPr>
      </w:pPr>
      <w:r w:rsidRPr="008C6DE4">
        <w:rPr>
          <w:rFonts w:cs="v4.2.0"/>
          <w:lang w:eastAsia="zh-CN"/>
        </w:rPr>
        <w:t xml:space="preserve">The requirements in this </w:t>
      </w:r>
      <w:r w:rsidR="00854981" w:rsidRPr="008C6DE4">
        <w:rPr>
          <w:rFonts w:cs="v4.2.0"/>
          <w:lang w:eastAsia="zh-CN"/>
        </w:rPr>
        <w:t>clause</w:t>
      </w:r>
      <w:r w:rsidRPr="008C6DE4">
        <w:rPr>
          <w:rFonts w:cs="v4.2.0"/>
          <w:lang w:eastAsia="zh-CN"/>
        </w:rPr>
        <w:t xml:space="preserve"> apply as a reference for inter-band synchronous NE-DC.</w:t>
      </w:r>
    </w:p>
    <w:p w14:paraId="3CC7BB7A" w14:textId="77777777" w:rsidR="00A701F2" w:rsidRPr="008C6DE4" w:rsidRDefault="00A701F2" w:rsidP="00A701F2">
      <w:pPr>
        <w:rPr>
          <w:rFonts w:cs="v4.2.0"/>
          <w:lang w:eastAsia="zh-CN"/>
        </w:rPr>
      </w:pPr>
      <w:r w:rsidRPr="008C6DE4">
        <w:rPr>
          <w:rFonts w:cs="v4.2.0"/>
          <w:lang w:eastAsia="zh-CN"/>
        </w:rPr>
        <w:lastRenderedPageBreak/>
        <w:t>T</w:t>
      </w:r>
      <w:r w:rsidRPr="008C6DE4">
        <w:rPr>
          <w:rFonts w:cs="v4.2.0"/>
        </w:rPr>
        <w:t xml:space="preserve">he UE shall be capable of handling a maximum uplink transmission timing difference between PCell and </w:t>
      </w:r>
      <w:r w:rsidRPr="008C6DE4">
        <w:rPr>
          <w:rFonts w:cs="v4.2.0"/>
          <w:lang w:eastAsia="ko-KR"/>
        </w:rPr>
        <w:t xml:space="preserve">E-UTRA </w:t>
      </w:r>
      <w:r w:rsidRPr="008C6DE4">
        <w:rPr>
          <w:rFonts w:cs="v4.2.0"/>
        </w:rPr>
        <w:t xml:space="preserve">PSCell </w:t>
      </w:r>
      <w:r w:rsidRPr="008C6DE4">
        <w:rPr>
          <w:snapToGrid w:val="0"/>
        </w:rPr>
        <w:t xml:space="preserve">for </w:t>
      </w:r>
      <w:r w:rsidRPr="008C6DE4">
        <w:rPr>
          <w:snapToGrid w:val="0"/>
          <w:lang w:eastAsia="ko-KR"/>
        </w:rPr>
        <w:t xml:space="preserve">inter-band </w:t>
      </w:r>
      <w:r w:rsidRPr="008C6DE4">
        <w:rPr>
          <w:snapToGrid w:val="0"/>
        </w:rPr>
        <w:t xml:space="preserve">synchronous </w:t>
      </w:r>
      <w:r w:rsidRPr="008C6DE4">
        <w:rPr>
          <w:snapToGrid w:val="0"/>
          <w:lang w:eastAsia="zh-CN"/>
        </w:rPr>
        <w:t>NE-DC</w:t>
      </w:r>
      <w:r w:rsidRPr="008C6DE4">
        <w:rPr>
          <w:rFonts w:cs="v4.2.0"/>
        </w:rPr>
        <w:t xml:space="preserve"> as shown in Table 7.5.5.1-</w:t>
      </w:r>
      <w:r w:rsidRPr="008C6DE4">
        <w:rPr>
          <w:rFonts w:cs="v4.2.0"/>
          <w:lang w:eastAsia="zh-CN"/>
        </w:rPr>
        <w:t>1</w:t>
      </w:r>
      <w:r w:rsidRPr="008C6DE4">
        <w:rPr>
          <w:rFonts w:cs="v4.2.0"/>
        </w:rPr>
        <w:t xml:space="preserve">. </w:t>
      </w:r>
      <w:r w:rsidRPr="008C6DE4">
        <w:t xml:space="preserve">The requirements for synchronous </w:t>
      </w:r>
      <w:r w:rsidRPr="008C6DE4">
        <w:rPr>
          <w:lang w:eastAsia="zh-CN"/>
        </w:rPr>
        <w:t>NE-DC</w:t>
      </w:r>
      <w:r w:rsidRPr="008C6DE4">
        <w:t xml:space="preserve"> are applicable for NR TDD-</w:t>
      </w:r>
      <w:r w:rsidRPr="008C6DE4">
        <w:rPr>
          <w:lang w:eastAsia="zh-CN"/>
        </w:rPr>
        <w:t xml:space="preserve"> E-UTRA </w:t>
      </w:r>
      <w:r w:rsidRPr="008C6DE4">
        <w:t>TDD</w:t>
      </w:r>
      <w:r w:rsidRPr="008C6DE4">
        <w:rPr>
          <w:lang w:eastAsia="zh-CN"/>
        </w:rPr>
        <w:t xml:space="preserve">, NR FDD- E-UTRA FDD, NR </w:t>
      </w:r>
      <w:r w:rsidRPr="008C6DE4">
        <w:t>TDD-</w:t>
      </w:r>
      <w:r w:rsidRPr="008C6DE4">
        <w:rPr>
          <w:lang w:eastAsia="zh-CN"/>
        </w:rPr>
        <w:t xml:space="preserve"> E-UTRA F</w:t>
      </w:r>
      <w:r w:rsidRPr="008C6DE4">
        <w:t>DD</w:t>
      </w:r>
      <w:r w:rsidRPr="008C6DE4">
        <w:rPr>
          <w:lang w:eastAsia="zh-CN"/>
        </w:rPr>
        <w:t xml:space="preserve"> </w:t>
      </w:r>
      <w:r w:rsidRPr="008C6DE4">
        <w:t xml:space="preserve">and </w:t>
      </w:r>
      <w:r w:rsidRPr="008C6DE4">
        <w:rPr>
          <w:lang w:eastAsia="zh-CN"/>
        </w:rPr>
        <w:t>NR F</w:t>
      </w:r>
      <w:r w:rsidRPr="008C6DE4">
        <w:t>DD-</w:t>
      </w:r>
      <w:r w:rsidRPr="008C6DE4">
        <w:rPr>
          <w:lang w:eastAsia="zh-CN"/>
        </w:rPr>
        <w:t xml:space="preserve"> E-UTRA T</w:t>
      </w:r>
      <w:r w:rsidRPr="008C6DE4">
        <w:t xml:space="preserve">DD inter-band </w:t>
      </w:r>
      <w:r w:rsidRPr="008C6DE4">
        <w:rPr>
          <w:lang w:eastAsia="zh-CN"/>
        </w:rPr>
        <w:t>NE-DC</w:t>
      </w:r>
      <w:r w:rsidRPr="008C6DE4">
        <w:t>.</w:t>
      </w:r>
    </w:p>
    <w:p w14:paraId="557011E8" w14:textId="77777777" w:rsidR="00A701F2" w:rsidRPr="008C6DE4" w:rsidRDefault="00A701F2" w:rsidP="00A701F2">
      <w:pPr>
        <w:pStyle w:val="TH"/>
        <w:rPr>
          <w:snapToGrid w:val="0"/>
        </w:rPr>
      </w:pPr>
      <w:r w:rsidRPr="008C6DE4">
        <w:rPr>
          <w:snapToGrid w:val="0"/>
        </w:rPr>
        <w:t>Table 7.5.5.1-1: Maximum uplink transmission timing difference requirement for</w:t>
      </w:r>
      <w:r w:rsidRPr="008C6DE4">
        <w:rPr>
          <w:snapToGrid w:val="0"/>
          <w:lang w:eastAsia="zh-CN"/>
        </w:rPr>
        <w:t xml:space="preserve"> inter-band</w:t>
      </w:r>
      <w:r w:rsidRPr="008C6DE4">
        <w:rPr>
          <w:snapToGrid w:val="0"/>
        </w:rPr>
        <w:t xml:space="preserve"> synchronous </w:t>
      </w:r>
      <w:r w:rsidRPr="008C6DE4">
        <w:rPr>
          <w:snapToGrid w:val="0"/>
          <w:lang w:eastAsia="zh-CN"/>
        </w:rPr>
        <w:t>NE-DC</w:t>
      </w:r>
    </w:p>
    <w:tbl>
      <w:tblPr>
        <w:tblW w:w="0" w:type="auto"/>
        <w:tblInd w:w="1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5"/>
        <w:gridCol w:w="1765"/>
        <w:gridCol w:w="2225"/>
      </w:tblGrid>
      <w:tr w:rsidR="00A701F2" w:rsidRPr="008C6DE4" w14:paraId="4BA239DC" w14:textId="77777777" w:rsidTr="00A701F2">
        <w:tc>
          <w:tcPr>
            <w:tcW w:w="1765" w:type="dxa"/>
            <w:tcBorders>
              <w:top w:val="single" w:sz="4" w:space="0" w:color="auto"/>
              <w:left w:val="single" w:sz="4" w:space="0" w:color="auto"/>
              <w:bottom w:val="single" w:sz="4" w:space="0" w:color="auto"/>
              <w:right w:val="single" w:sz="4" w:space="0" w:color="auto"/>
            </w:tcBorders>
            <w:hideMark/>
          </w:tcPr>
          <w:p w14:paraId="476BE246" w14:textId="77777777" w:rsidR="00A701F2" w:rsidRPr="008C6DE4" w:rsidRDefault="00A701F2">
            <w:pPr>
              <w:pStyle w:val="TAH"/>
              <w:rPr>
                <w:lang w:val="fr-FR"/>
              </w:rPr>
            </w:pPr>
            <w:r w:rsidRPr="008C6DE4">
              <w:rPr>
                <w:lang w:val="fr-FR"/>
              </w:rPr>
              <w:t>Sub-carrier spacing in PCell (kHz)</w:t>
            </w:r>
          </w:p>
        </w:tc>
        <w:tc>
          <w:tcPr>
            <w:tcW w:w="1765" w:type="dxa"/>
            <w:tcBorders>
              <w:top w:val="single" w:sz="4" w:space="0" w:color="auto"/>
              <w:left w:val="single" w:sz="4" w:space="0" w:color="auto"/>
              <w:bottom w:val="single" w:sz="4" w:space="0" w:color="auto"/>
              <w:right w:val="single" w:sz="4" w:space="0" w:color="auto"/>
            </w:tcBorders>
            <w:hideMark/>
          </w:tcPr>
          <w:p w14:paraId="10D46DFA" w14:textId="77777777" w:rsidR="00A701F2" w:rsidRPr="008C6DE4" w:rsidRDefault="00A701F2">
            <w:pPr>
              <w:pStyle w:val="TAH"/>
              <w:rPr>
                <w:lang w:val="fr-FR"/>
              </w:rPr>
            </w:pPr>
            <w:r w:rsidRPr="008C6DE4">
              <w:rPr>
                <w:lang w:val="fr-FR"/>
              </w:rPr>
              <w:t xml:space="preserve">UL Sub-carrier spacing for data in </w:t>
            </w:r>
            <w:r w:rsidRPr="008C6DE4">
              <w:rPr>
                <w:lang w:val="fr-FR" w:eastAsia="ko-KR"/>
              </w:rPr>
              <w:t xml:space="preserve">E-UTRA </w:t>
            </w:r>
            <w:r w:rsidRPr="008C6DE4">
              <w:rPr>
                <w:lang w:val="fr-FR"/>
              </w:rPr>
              <w:t>PSCell (kHz)</w:t>
            </w:r>
          </w:p>
        </w:tc>
        <w:tc>
          <w:tcPr>
            <w:tcW w:w="2225" w:type="dxa"/>
            <w:tcBorders>
              <w:top w:val="single" w:sz="4" w:space="0" w:color="auto"/>
              <w:left w:val="single" w:sz="4" w:space="0" w:color="auto"/>
              <w:bottom w:val="single" w:sz="4" w:space="0" w:color="auto"/>
              <w:right w:val="single" w:sz="4" w:space="0" w:color="auto"/>
            </w:tcBorders>
            <w:hideMark/>
          </w:tcPr>
          <w:p w14:paraId="408BBB6E" w14:textId="77777777" w:rsidR="00A701F2" w:rsidRPr="008C6DE4" w:rsidRDefault="00A701F2">
            <w:pPr>
              <w:pStyle w:val="TAH"/>
              <w:rPr>
                <w:lang w:val="fr-FR"/>
              </w:rPr>
            </w:pPr>
            <w:r w:rsidRPr="008C6DE4">
              <w:rPr>
                <w:lang w:val="fr-FR"/>
              </w:rPr>
              <w:t>Maximum uplink transmission timing difference (µs)</w:t>
            </w:r>
          </w:p>
        </w:tc>
      </w:tr>
      <w:tr w:rsidR="00A701F2" w:rsidRPr="008C6DE4" w14:paraId="19E22157" w14:textId="77777777" w:rsidTr="00A701F2">
        <w:tc>
          <w:tcPr>
            <w:tcW w:w="1765" w:type="dxa"/>
            <w:tcBorders>
              <w:top w:val="single" w:sz="4" w:space="0" w:color="auto"/>
              <w:left w:val="single" w:sz="4" w:space="0" w:color="auto"/>
              <w:bottom w:val="single" w:sz="4" w:space="0" w:color="auto"/>
              <w:right w:val="single" w:sz="4" w:space="0" w:color="auto"/>
            </w:tcBorders>
            <w:hideMark/>
          </w:tcPr>
          <w:p w14:paraId="29929107" w14:textId="77777777" w:rsidR="00A701F2" w:rsidRPr="008C6DE4" w:rsidRDefault="00A701F2">
            <w:pPr>
              <w:pStyle w:val="TAC"/>
              <w:rPr>
                <w:lang w:val="fr-FR"/>
              </w:rPr>
            </w:pPr>
            <w:r w:rsidRPr="008C6DE4">
              <w:rPr>
                <w:lang w:val="fr-FR"/>
              </w:rPr>
              <w:t>15</w:t>
            </w:r>
          </w:p>
        </w:tc>
        <w:tc>
          <w:tcPr>
            <w:tcW w:w="1765" w:type="dxa"/>
            <w:tcBorders>
              <w:top w:val="single" w:sz="4" w:space="0" w:color="auto"/>
              <w:left w:val="single" w:sz="4" w:space="0" w:color="auto"/>
              <w:bottom w:val="single" w:sz="4" w:space="0" w:color="auto"/>
              <w:right w:val="single" w:sz="4" w:space="0" w:color="auto"/>
            </w:tcBorders>
            <w:hideMark/>
          </w:tcPr>
          <w:p w14:paraId="76D286CB" w14:textId="77777777" w:rsidR="00A701F2" w:rsidRPr="008C6DE4" w:rsidRDefault="00A701F2">
            <w:pPr>
              <w:pStyle w:val="TAC"/>
              <w:rPr>
                <w:lang w:val="fr-FR"/>
              </w:rPr>
            </w:pPr>
            <w:r w:rsidRPr="008C6DE4">
              <w:rPr>
                <w:lang w:val="fr-FR"/>
              </w:rPr>
              <w:t>15</w:t>
            </w:r>
          </w:p>
        </w:tc>
        <w:tc>
          <w:tcPr>
            <w:tcW w:w="2225" w:type="dxa"/>
            <w:tcBorders>
              <w:top w:val="single" w:sz="4" w:space="0" w:color="auto"/>
              <w:left w:val="single" w:sz="4" w:space="0" w:color="auto"/>
              <w:bottom w:val="single" w:sz="4" w:space="0" w:color="auto"/>
              <w:right w:val="single" w:sz="4" w:space="0" w:color="auto"/>
            </w:tcBorders>
            <w:hideMark/>
          </w:tcPr>
          <w:p w14:paraId="0589FE01" w14:textId="77777777" w:rsidR="00A701F2" w:rsidRPr="008C6DE4" w:rsidRDefault="00A701F2">
            <w:pPr>
              <w:pStyle w:val="TAC"/>
              <w:rPr>
                <w:lang w:val="fr-FR"/>
              </w:rPr>
            </w:pPr>
            <w:r w:rsidRPr="008C6DE4">
              <w:rPr>
                <w:lang w:val="fr-FR" w:eastAsia="zh-CN"/>
              </w:rPr>
              <w:t>35.21</w:t>
            </w:r>
          </w:p>
        </w:tc>
      </w:tr>
      <w:tr w:rsidR="00A701F2" w:rsidRPr="008C6DE4" w14:paraId="4FB0A19B" w14:textId="77777777" w:rsidTr="00A701F2">
        <w:tc>
          <w:tcPr>
            <w:tcW w:w="1765" w:type="dxa"/>
            <w:tcBorders>
              <w:top w:val="single" w:sz="4" w:space="0" w:color="auto"/>
              <w:left w:val="single" w:sz="4" w:space="0" w:color="auto"/>
              <w:bottom w:val="single" w:sz="4" w:space="0" w:color="auto"/>
              <w:right w:val="single" w:sz="4" w:space="0" w:color="auto"/>
            </w:tcBorders>
            <w:hideMark/>
          </w:tcPr>
          <w:p w14:paraId="1325CA32" w14:textId="77777777" w:rsidR="00A701F2" w:rsidRPr="008C6DE4" w:rsidRDefault="00A701F2">
            <w:pPr>
              <w:pStyle w:val="TAC"/>
              <w:rPr>
                <w:lang w:val="fr-FR"/>
              </w:rPr>
            </w:pPr>
            <w:r w:rsidRPr="008C6DE4">
              <w:rPr>
                <w:lang w:val="fr-FR"/>
              </w:rPr>
              <w:t>30</w:t>
            </w:r>
          </w:p>
        </w:tc>
        <w:tc>
          <w:tcPr>
            <w:tcW w:w="1765" w:type="dxa"/>
            <w:tcBorders>
              <w:top w:val="single" w:sz="4" w:space="0" w:color="auto"/>
              <w:left w:val="single" w:sz="4" w:space="0" w:color="auto"/>
              <w:bottom w:val="single" w:sz="4" w:space="0" w:color="auto"/>
              <w:right w:val="single" w:sz="4" w:space="0" w:color="auto"/>
            </w:tcBorders>
            <w:hideMark/>
          </w:tcPr>
          <w:p w14:paraId="2BCA8D7F" w14:textId="77777777" w:rsidR="00A701F2" w:rsidRPr="008C6DE4" w:rsidRDefault="00A701F2">
            <w:pPr>
              <w:pStyle w:val="TAC"/>
              <w:rPr>
                <w:lang w:val="fr-FR"/>
              </w:rPr>
            </w:pPr>
            <w:r w:rsidRPr="008C6DE4">
              <w:rPr>
                <w:lang w:val="fr-FR"/>
              </w:rPr>
              <w:t>15</w:t>
            </w:r>
          </w:p>
        </w:tc>
        <w:tc>
          <w:tcPr>
            <w:tcW w:w="2225" w:type="dxa"/>
            <w:tcBorders>
              <w:top w:val="single" w:sz="4" w:space="0" w:color="auto"/>
              <w:left w:val="single" w:sz="4" w:space="0" w:color="auto"/>
              <w:bottom w:val="single" w:sz="4" w:space="0" w:color="auto"/>
              <w:right w:val="single" w:sz="4" w:space="0" w:color="auto"/>
            </w:tcBorders>
            <w:hideMark/>
          </w:tcPr>
          <w:p w14:paraId="14A316DC" w14:textId="77777777" w:rsidR="00A701F2" w:rsidRPr="008C6DE4" w:rsidRDefault="00A701F2">
            <w:pPr>
              <w:pStyle w:val="TAC"/>
              <w:rPr>
                <w:lang w:val="fr-FR"/>
              </w:rPr>
            </w:pPr>
            <w:r w:rsidRPr="008C6DE4">
              <w:rPr>
                <w:lang w:val="fr-FR" w:eastAsia="zh-CN"/>
              </w:rPr>
              <w:t>35.21</w:t>
            </w:r>
          </w:p>
        </w:tc>
      </w:tr>
      <w:tr w:rsidR="00A701F2" w:rsidRPr="008C6DE4" w14:paraId="021F269A" w14:textId="77777777" w:rsidTr="00A701F2">
        <w:tc>
          <w:tcPr>
            <w:tcW w:w="1765" w:type="dxa"/>
            <w:tcBorders>
              <w:top w:val="single" w:sz="4" w:space="0" w:color="auto"/>
              <w:left w:val="single" w:sz="4" w:space="0" w:color="auto"/>
              <w:bottom w:val="single" w:sz="4" w:space="0" w:color="auto"/>
              <w:right w:val="single" w:sz="4" w:space="0" w:color="auto"/>
            </w:tcBorders>
            <w:hideMark/>
          </w:tcPr>
          <w:p w14:paraId="46348D2D" w14:textId="77777777" w:rsidR="00A701F2" w:rsidRPr="008C6DE4" w:rsidRDefault="00A701F2">
            <w:pPr>
              <w:pStyle w:val="TAC"/>
              <w:rPr>
                <w:lang w:val="fr-FR"/>
              </w:rPr>
            </w:pPr>
            <w:r w:rsidRPr="008C6DE4">
              <w:rPr>
                <w:lang w:val="fr-FR"/>
              </w:rPr>
              <w:t>60</w:t>
            </w:r>
          </w:p>
        </w:tc>
        <w:tc>
          <w:tcPr>
            <w:tcW w:w="1765" w:type="dxa"/>
            <w:tcBorders>
              <w:top w:val="single" w:sz="4" w:space="0" w:color="auto"/>
              <w:left w:val="single" w:sz="4" w:space="0" w:color="auto"/>
              <w:bottom w:val="single" w:sz="4" w:space="0" w:color="auto"/>
              <w:right w:val="single" w:sz="4" w:space="0" w:color="auto"/>
            </w:tcBorders>
            <w:hideMark/>
          </w:tcPr>
          <w:p w14:paraId="6918D754" w14:textId="77777777" w:rsidR="00A701F2" w:rsidRPr="008C6DE4" w:rsidRDefault="00A701F2">
            <w:pPr>
              <w:pStyle w:val="TAC"/>
              <w:rPr>
                <w:lang w:val="fr-FR"/>
              </w:rPr>
            </w:pPr>
            <w:r w:rsidRPr="008C6DE4">
              <w:rPr>
                <w:lang w:val="fr-FR"/>
              </w:rPr>
              <w:t>15</w:t>
            </w:r>
          </w:p>
        </w:tc>
        <w:tc>
          <w:tcPr>
            <w:tcW w:w="2225" w:type="dxa"/>
            <w:tcBorders>
              <w:top w:val="single" w:sz="4" w:space="0" w:color="auto"/>
              <w:left w:val="single" w:sz="4" w:space="0" w:color="auto"/>
              <w:bottom w:val="single" w:sz="4" w:space="0" w:color="auto"/>
              <w:right w:val="single" w:sz="4" w:space="0" w:color="auto"/>
            </w:tcBorders>
            <w:hideMark/>
          </w:tcPr>
          <w:p w14:paraId="7909A580" w14:textId="77777777" w:rsidR="00A701F2" w:rsidRPr="008C6DE4" w:rsidRDefault="00A701F2">
            <w:pPr>
              <w:pStyle w:val="TAC"/>
              <w:rPr>
                <w:lang w:val="fr-FR"/>
              </w:rPr>
            </w:pPr>
            <w:r w:rsidRPr="008C6DE4">
              <w:rPr>
                <w:lang w:val="fr-FR" w:eastAsia="zh-CN"/>
              </w:rPr>
              <w:t>35.21</w:t>
            </w:r>
          </w:p>
        </w:tc>
      </w:tr>
      <w:tr w:rsidR="00A701F2" w:rsidRPr="008C6DE4" w14:paraId="7A8A93CC" w14:textId="77777777" w:rsidTr="00A701F2">
        <w:tc>
          <w:tcPr>
            <w:tcW w:w="1765" w:type="dxa"/>
            <w:tcBorders>
              <w:top w:val="single" w:sz="4" w:space="0" w:color="auto"/>
              <w:left w:val="single" w:sz="4" w:space="0" w:color="auto"/>
              <w:bottom w:val="single" w:sz="4" w:space="0" w:color="auto"/>
              <w:right w:val="single" w:sz="4" w:space="0" w:color="auto"/>
            </w:tcBorders>
            <w:hideMark/>
          </w:tcPr>
          <w:p w14:paraId="0018823E" w14:textId="77777777" w:rsidR="00A701F2" w:rsidRPr="008C6DE4" w:rsidRDefault="00A701F2">
            <w:pPr>
              <w:pStyle w:val="TAC"/>
              <w:rPr>
                <w:lang w:val="fr-FR"/>
              </w:rPr>
            </w:pPr>
            <w:r w:rsidRPr="008C6DE4">
              <w:rPr>
                <w:lang w:val="fr-FR"/>
              </w:rPr>
              <w:t>120</w:t>
            </w:r>
          </w:p>
        </w:tc>
        <w:tc>
          <w:tcPr>
            <w:tcW w:w="1765" w:type="dxa"/>
            <w:tcBorders>
              <w:top w:val="single" w:sz="4" w:space="0" w:color="auto"/>
              <w:left w:val="single" w:sz="4" w:space="0" w:color="auto"/>
              <w:bottom w:val="single" w:sz="4" w:space="0" w:color="auto"/>
              <w:right w:val="single" w:sz="4" w:space="0" w:color="auto"/>
            </w:tcBorders>
            <w:hideMark/>
          </w:tcPr>
          <w:p w14:paraId="47494304" w14:textId="77777777" w:rsidR="00A701F2" w:rsidRPr="008C6DE4" w:rsidRDefault="00A701F2">
            <w:pPr>
              <w:pStyle w:val="TAC"/>
              <w:rPr>
                <w:lang w:val="fr-FR"/>
              </w:rPr>
            </w:pPr>
            <w:r w:rsidRPr="008C6DE4">
              <w:rPr>
                <w:lang w:val="fr-FR"/>
              </w:rPr>
              <w:t>15</w:t>
            </w:r>
          </w:p>
        </w:tc>
        <w:tc>
          <w:tcPr>
            <w:tcW w:w="2225" w:type="dxa"/>
            <w:tcBorders>
              <w:top w:val="single" w:sz="4" w:space="0" w:color="auto"/>
              <w:left w:val="single" w:sz="4" w:space="0" w:color="auto"/>
              <w:bottom w:val="single" w:sz="4" w:space="0" w:color="auto"/>
              <w:right w:val="single" w:sz="4" w:space="0" w:color="auto"/>
            </w:tcBorders>
            <w:hideMark/>
          </w:tcPr>
          <w:p w14:paraId="609CCDA8" w14:textId="77777777" w:rsidR="00A701F2" w:rsidRPr="008C6DE4" w:rsidRDefault="00A701F2">
            <w:pPr>
              <w:pStyle w:val="TAC"/>
              <w:rPr>
                <w:lang w:val="fr-FR"/>
              </w:rPr>
            </w:pPr>
            <w:r w:rsidRPr="008C6DE4">
              <w:rPr>
                <w:lang w:val="fr-FR" w:eastAsia="zh-CN"/>
              </w:rPr>
              <w:t>35.21</w:t>
            </w:r>
          </w:p>
        </w:tc>
      </w:tr>
    </w:tbl>
    <w:p w14:paraId="499C2313" w14:textId="395DF607" w:rsidR="00877F17" w:rsidRPr="008C6DE4" w:rsidRDefault="00877F17" w:rsidP="00877F17">
      <w:pPr>
        <w:pStyle w:val="Heading3"/>
        <w:spacing w:before="360"/>
        <w:rPr>
          <w:lang w:eastAsia="ko-KR"/>
        </w:rPr>
      </w:pPr>
      <w:r w:rsidRPr="008C6DE4">
        <w:rPr>
          <w:lang w:eastAsia="ko-KR"/>
        </w:rPr>
        <w:t>7.5.</w:t>
      </w:r>
      <w:r w:rsidRPr="008C6DE4">
        <w:rPr>
          <w:rFonts w:eastAsia="Malgun Gothic"/>
          <w:lang w:eastAsia="ko-KR"/>
        </w:rPr>
        <w:t>6</w:t>
      </w:r>
      <w:r w:rsidRPr="008C6DE4">
        <w:rPr>
          <w:lang w:eastAsia="ko-KR"/>
        </w:rPr>
        <w:tab/>
        <w:t xml:space="preserve">Minimum Requirements for inter-band NR </w:t>
      </w:r>
      <w:r w:rsidRPr="008C6DE4">
        <w:rPr>
          <w:rFonts w:eastAsia="Malgun Gothic"/>
          <w:lang w:eastAsia="ko-KR"/>
        </w:rPr>
        <w:t>DC</w:t>
      </w:r>
    </w:p>
    <w:p w14:paraId="05FA5B22" w14:textId="64B432C6" w:rsidR="00877F17" w:rsidRPr="008C6DE4" w:rsidRDefault="00877F17" w:rsidP="00877F17">
      <w:pPr>
        <w:rPr>
          <w:rFonts w:eastAsia="Malgun Gothic" w:cs="v4.2.0"/>
          <w:lang w:eastAsia="zh-CN"/>
        </w:rPr>
      </w:pPr>
      <w:r w:rsidRPr="008C6DE4">
        <w:rPr>
          <w:rFonts w:cs="v4.2.0"/>
          <w:lang w:eastAsia="zh-CN"/>
        </w:rPr>
        <w:t>T</w:t>
      </w:r>
      <w:r w:rsidRPr="008C6DE4">
        <w:rPr>
          <w:rFonts w:cs="v4.2.0"/>
        </w:rPr>
        <w:t>he UE shall be capable of handling a maximum uplink transmission timing difference between PCell and PSCell as shown in Table 7.5.</w:t>
      </w:r>
      <w:r w:rsidRPr="008C6DE4">
        <w:rPr>
          <w:rFonts w:eastAsia="Malgun Gothic" w:cs="v4.2.0"/>
          <w:lang w:eastAsia="ko-KR"/>
        </w:rPr>
        <w:t>6</w:t>
      </w:r>
      <w:r w:rsidRPr="008C6DE4">
        <w:rPr>
          <w:rFonts w:cs="v4.2.0"/>
        </w:rPr>
        <w:t>-</w:t>
      </w:r>
      <w:r w:rsidRPr="008C6DE4">
        <w:rPr>
          <w:rFonts w:cs="v4.2.0"/>
          <w:lang w:eastAsia="zh-CN"/>
        </w:rPr>
        <w:t xml:space="preserve">1 </w:t>
      </w:r>
      <w:r w:rsidRPr="008C6DE4">
        <w:rPr>
          <w:rFonts w:cs="v4.2.0"/>
        </w:rPr>
        <w:t xml:space="preserve">provided that the UE indicates that it is capable of synchronous </w:t>
      </w:r>
      <w:r w:rsidRPr="008C6DE4">
        <w:rPr>
          <w:rFonts w:cs="v4.2.0"/>
          <w:lang w:eastAsia="zh-CN"/>
        </w:rPr>
        <w:t>NR DC</w:t>
      </w:r>
      <w:r w:rsidRPr="008C6DE4">
        <w:rPr>
          <w:rFonts w:cs="v4.2.0"/>
        </w:rPr>
        <w:t xml:space="preserve"> [16].</w:t>
      </w:r>
    </w:p>
    <w:p w14:paraId="7086E8E9" w14:textId="32556384" w:rsidR="00877F17" w:rsidRPr="008C6DE4" w:rsidRDefault="00877F17" w:rsidP="00877F17">
      <w:pPr>
        <w:pStyle w:val="TH"/>
      </w:pPr>
      <w:r w:rsidRPr="008C6DE4">
        <w:t>Table 7.</w:t>
      </w:r>
      <w:r w:rsidRPr="008C6DE4">
        <w:rPr>
          <w:rFonts w:eastAsia="Malgun Gothic"/>
          <w:lang w:eastAsia="zh-CN"/>
        </w:rPr>
        <w:t>5</w:t>
      </w:r>
      <w:r w:rsidRPr="008C6DE4">
        <w:t>.</w:t>
      </w:r>
      <w:r w:rsidRPr="008C6DE4">
        <w:rPr>
          <w:rFonts w:eastAsia="Malgun Gothic"/>
          <w:lang w:eastAsia="ko-KR"/>
        </w:rPr>
        <w:t>6</w:t>
      </w:r>
      <w:r w:rsidRPr="008C6DE4">
        <w:t>-</w:t>
      </w:r>
      <w:r w:rsidRPr="008C6DE4">
        <w:rPr>
          <w:rFonts w:eastAsia="Malgun Gothic"/>
          <w:lang w:eastAsia="zh-CN"/>
        </w:rPr>
        <w:t>1:</w:t>
      </w:r>
      <w:r w:rsidRPr="008C6DE4">
        <w:t xml:space="preserve"> Maximum </w:t>
      </w:r>
      <w:r w:rsidRPr="008C6DE4">
        <w:rPr>
          <w:rFonts w:hint="eastAsia"/>
          <w:lang w:eastAsia="ko-KR"/>
        </w:rPr>
        <w:t xml:space="preserve">uplink </w:t>
      </w:r>
      <w:r w:rsidRPr="008C6DE4">
        <w:rPr>
          <w:rFonts w:eastAsia="Malgun Gothic"/>
          <w:lang w:eastAsia="zh-CN"/>
        </w:rPr>
        <w:t>transmission</w:t>
      </w:r>
      <w:r w:rsidRPr="008C6DE4">
        <w:t xml:space="preserve"> timing difference requirement for inter-band synchronous </w:t>
      </w:r>
      <w:r w:rsidRPr="008C6DE4">
        <w:rPr>
          <w:rFonts w:hint="eastAsia"/>
          <w:lang w:eastAsia="ko-KR"/>
        </w:rPr>
        <w:t>NR DC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126"/>
        <w:gridCol w:w="3003"/>
      </w:tblGrid>
      <w:tr w:rsidR="00DD3199" w:rsidRPr="008C6DE4" w14:paraId="1C91C79B" w14:textId="77777777" w:rsidTr="00867D3A">
        <w:trPr>
          <w:jc w:val="center"/>
        </w:trPr>
        <w:tc>
          <w:tcPr>
            <w:tcW w:w="2251" w:type="dxa"/>
            <w:gridSpan w:val="2"/>
            <w:shd w:val="clear" w:color="auto" w:fill="auto"/>
          </w:tcPr>
          <w:p w14:paraId="02A23061" w14:textId="77777777" w:rsidR="00877F17" w:rsidRPr="008C6DE4" w:rsidRDefault="00877F17" w:rsidP="00867D3A">
            <w:pPr>
              <w:pStyle w:val="TAH"/>
              <w:rPr>
                <w:lang w:eastAsia="zh-CN"/>
              </w:rPr>
            </w:pPr>
            <w:r w:rsidRPr="008C6DE4">
              <w:rPr>
                <w:lang w:eastAsia="zh-CN"/>
              </w:rPr>
              <w:t>Frequency Range</w:t>
            </w:r>
          </w:p>
        </w:tc>
        <w:tc>
          <w:tcPr>
            <w:tcW w:w="3003" w:type="dxa"/>
            <w:vMerge w:val="restart"/>
            <w:shd w:val="clear" w:color="auto" w:fill="auto"/>
          </w:tcPr>
          <w:p w14:paraId="2326A4EC" w14:textId="77777777" w:rsidR="00877F17" w:rsidRPr="008C6DE4" w:rsidRDefault="00877F17" w:rsidP="00867D3A">
            <w:pPr>
              <w:pStyle w:val="TAH"/>
            </w:pPr>
            <w:r w:rsidRPr="008C6DE4">
              <w:t xml:space="preserve">Maximum </w:t>
            </w:r>
            <w:r w:rsidRPr="008C6DE4">
              <w:rPr>
                <w:rFonts w:hint="eastAsia"/>
                <w:lang w:eastAsia="ko-KR"/>
              </w:rPr>
              <w:t xml:space="preserve">uplink </w:t>
            </w:r>
            <w:r w:rsidRPr="008C6DE4">
              <w:rPr>
                <w:lang w:eastAsia="zh-CN"/>
              </w:rPr>
              <w:t>transmission</w:t>
            </w:r>
            <w:r w:rsidRPr="008C6DE4">
              <w:t xml:space="preserve"> timing difference (µs) </w:t>
            </w:r>
          </w:p>
        </w:tc>
      </w:tr>
      <w:tr w:rsidR="00DD3199" w:rsidRPr="008C6DE4" w14:paraId="355B3E67" w14:textId="77777777" w:rsidTr="00867D3A">
        <w:trPr>
          <w:jc w:val="center"/>
        </w:trPr>
        <w:tc>
          <w:tcPr>
            <w:tcW w:w="1125" w:type="dxa"/>
            <w:shd w:val="clear" w:color="auto" w:fill="auto"/>
          </w:tcPr>
          <w:p w14:paraId="1FA355EF" w14:textId="77777777" w:rsidR="00877F17" w:rsidRPr="008C6DE4" w:rsidRDefault="00877F17" w:rsidP="00867D3A">
            <w:pPr>
              <w:pStyle w:val="TAC"/>
              <w:rPr>
                <w:lang w:eastAsia="zh-CN"/>
              </w:rPr>
            </w:pPr>
            <w:r w:rsidRPr="008C6DE4">
              <w:rPr>
                <w:lang w:eastAsia="zh-CN"/>
              </w:rPr>
              <w:t>PCell</w:t>
            </w:r>
          </w:p>
        </w:tc>
        <w:tc>
          <w:tcPr>
            <w:tcW w:w="1126" w:type="dxa"/>
            <w:shd w:val="clear" w:color="auto" w:fill="auto"/>
          </w:tcPr>
          <w:p w14:paraId="58247662" w14:textId="77777777" w:rsidR="00877F17" w:rsidRPr="008C6DE4" w:rsidRDefault="00877F17" w:rsidP="00867D3A">
            <w:pPr>
              <w:pStyle w:val="TAC"/>
              <w:rPr>
                <w:lang w:eastAsia="zh-CN"/>
              </w:rPr>
            </w:pPr>
            <w:r w:rsidRPr="008C6DE4">
              <w:rPr>
                <w:lang w:eastAsia="zh-CN"/>
              </w:rPr>
              <w:t>PSCell</w:t>
            </w:r>
          </w:p>
        </w:tc>
        <w:tc>
          <w:tcPr>
            <w:tcW w:w="3003" w:type="dxa"/>
            <w:vMerge/>
            <w:shd w:val="clear" w:color="auto" w:fill="auto"/>
          </w:tcPr>
          <w:p w14:paraId="09DE6F29" w14:textId="77777777" w:rsidR="00877F17" w:rsidRPr="008C6DE4" w:rsidRDefault="00877F17" w:rsidP="00867D3A">
            <w:pPr>
              <w:pStyle w:val="TAC"/>
              <w:rPr>
                <w:lang w:eastAsia="zh-CN"/>
              </w:rPr>
            </w:pPr>
          </w:p>
        </w:tc>
      </w:tr>
      <w:tr w:rsidR="00877F17" w:rsidRPr="008C6DE4" w14:paraId="752B9FFA" w14:textId="77777777" w:rsidTr="00867D3A">
        <w:trPr>
          <w:jc w:val="center"/>
        </w:trPr>
        <w:tc>
          <w:tcPr>
            <w:tcW w:w="1125" w:type="dxa"/>
            <w:shd w:val="clear" w:color="auto" w:fill="auto"/>
          </w:tcPr>
          <w:p w14:paraId="0875CC57" w14:textId="77777777" w:rsidR="00877F17" w:rsidRPr="008C6DE4" w:rsidRDefault="00877F17" w:rsidP="00867D3A">
            <w:pPr>
              <w:pStyle w:val="TAC"/>
              <w:rPr>
                <w:lang w:eastAsia="zh-CN"/>
              </w:rPr>
            </w:pPr>
            <w:r w:rsidRPr="008C6DE4">
              <w:rPr>
                <w:lang w:eastAsia="zh-CN"/>
              </w:rPr>
              <w:t>FR1</w:t>
            </w:r>
          </w:p>
        </w:tc>
        <w:tc>
          <w:tcPr>
            <w:tcW w:w="1126" w:type="dxa"/>
            <w:shd w:val="clear" w:color="auto" w:fill="auto"/>
          </w:tcPr>
          <w:p w14:paraId="2A2CCDB2" w14:textId="77777777" w:rsidR="00877F17" w:rsidRPr="008C6DE4" w:rsidRDefault="00877F17" w:rsidP="00867D3A">
            <w:pPr>
              <w:pStyle w:val="TAC"/>
              <w:rPr>
                <w:lang w:eastAsia="zh-CN"/>
              </w:rPr>
            </w:pPr>
            <w:r w:rsidRPr="008C6DE4">
              <w:rPr>
                <w:lang w:eastAsia="zh-CN"/>
              </w:rPr>
              <w:t>FR2</w:t>
            </w:r>
          </w:p>
        </w:tc>
        <w:tc>
          <w:tcPr>
            <w:tcW w:w="3003" w:type="dxa"/>
            <w:shd w:val="clear" w:color="auto" w:fill="auto"/>
          </w:tcPr>
          <w:p w14:paraId="13DBDFF6" w14:textId="77777777" w:rsidR="00877F17" w:rsidRPr="008C6DE4" w:rsidRDefault="00877F17" w:rsidP="00867D3A">
            <w:pPr>
              <w:pStyle w:val="TAC"/>
              <w:rPr>
                <w:lang w:eastAsia="zh-CN"/>
              </w:rPr>
            </w:pPr>
            <w:r w:rsidRPr="008C6DE4">
              <w:rPr>
                <w:lang w:eastAsia="zh-CN"/>
              </w:rPr>
              <w:t>34.1</w:t>
            </w:r>
          </w:p>
        </w:tc>
      </w:tr>
    </w:tbl>
    <w:p w14:paraId="25A54231" w14:textId="77777777" w:rsidR="00877F17" w:rsidRPr="008C6DE4" w:rsidRDefault="00877F17" w:rsidP="00877F17">
      <w:pPr>
        <w:rPr>
          <w:rFonts w:eastAsia="Malgun Gothic"/>
          <w:lang w:eastAsia="ko-KR"/>
        </w:rPr>
      </w:pPr>
    </w:p>
    <w:p w14:paraId="4FE91BC1" w14:textId="77777777" w:rsidR="00877F17" w:rsidRPr="008C6DE4" w:rsidRDefault="00877F17" w:rsidP="00877F17">
      <w:pPr>
        <w:pStyle w:val="Heading2"/>
        <w:rPr>
          <w:lang w:eastAsia="ko-KR"/>
        </w:rPr>
      </w:pPr>
      <w:r w:rsidRPr="008C6DE4">
        <w:rPr>
          <w:lang w:eastAsia="ko-KR"/>
        </w:rPr>
        <w:t>7.6</w:t>
      </w:r>
      <w:r w:rsidRPr="008C6DE4">
        <w:rPr>
          <w:lang w:eastAsia="ko-KR"/>
        </w:rPr>
        <w:tab/>
        <w:t>Maximum Receive Timing Difference</w:t>
      </w:r>
    </w:p>
    <w:p w14:paraId="3CDA9FAB" w14:textId="77777777" w:rsidR="00877F17" w:rsidRPr="008C6DE4" w:rsidRDefault="00877F17" w:rsidP="00877F17">
      <w:pPr>
        <w:pStyle w:val="Heading3"/>
        <w:rPr>
          <w:lang w:eastAsia="ko-KR"/>
        </w:rPr>
      </w:pPr>
      <w:r w:rsidRPr="008C6DE4">
        <w:rPr>
          <w:lang w:eastAsia="ko-KR"/>
        </w:rPr>
        <w:t>7.6.1</w:t>
      </w:r>
      <w:r w:rsidRPr="008C6DE4">
        <w:rPr>
          <w:lang w:eastAsia="ko-KR"/>
        </w:rPr>
        <w:tab/>
        <w:t>Introduction</w:t>
      </w:r>
    </w:p>
    <w:p w14:paraId="2E1EC286" w14:textId="77777777" w:rsidR="00D40AEE" w:rsidRPr="008C6DE4" w:rsidRDefault="00D40AEE" w:rsidP="00D40AEE">
      <w:pPr>
        <w:rPr>
          <w:rFonts w:cs="v4.2.0"/>
        </w:rPr>
      </w:pPr>
      <w:r w:rsidRPr="008C6DE4">
        <w:rPr>
          <w:rFonts w:cs="v4.2.0"/>
        </w:rPr>
        <w:t xml:space="preserve">A UE shall be capable of handling a relative receive timing difference between subframe timing boundary of </w:t>
      </w:r>
      <w:r w:rsidRPr="008C6DE4">
        <w:rPr>
          <w:rFonts w:cs="v4.2.0"/>
          <w:lang w:val="en-US" w:eastAsia="zh-CN"/>
        </w:rPr>
        <w:t>a</w:t>
      </w:r>
      <w:r>
        <w:rPr>
          <w:rFonts w:cs="v4.2.0"/>
          <w:lang w:val="en-US" w:eastAsia="zh-CN"/>
        </w:rPr>
        <w:t>n</w:t>
      </w:r>
      <w:r w:rsidRPr="008C6DE4">
        <w:rPr>
          <w:rFonts w:cs="v4.2.0"/>
          <w:lang w:val="en-US" w:eastAsia="zh-CN"/>
        </w:rPr>
        <w:t xml:space="preserve"> </w:t>
      </w:r>
      <w:r w:rsidRPr="008C6DE4">
        <w:rPr>
          <w:rFonts w:cs="v4.2.0"/>
        </w:rPr>
        <w:t xml:space="preserve">E-UTRA cell belonging to the MCG and the closest slot timing </w:t>
      </w:r>
      <w:r w:rsidRPr="008C6DE4">
        <w:rPr>
          <w:rFonts w:cs="v4.2.0"/>
          <w:lang w:eastAsia="zh-CN"/>
        </w:rPr>
        <w:t>boundary</w:t>
      </w:r>
      <w:r w:rsidRPr="008C6DE4">
        <w:rPr>
          <w:rFonts w:cs="v4.2.0"/>
        </w:rPr>
        <w:t xml:space="preserve"> of a cell belonging to SCG to be aggregated for</w:t>
      </w:r>
      <w:r w:rsidRPr="008C6DE4">
        <w:rPr>
          <w:rFonts w:eastAsia="Malgun Gothic" w:cs="v4.2.0"/>
        </w:rPr>
        <w:t xml:space="preserve"> EN-DC operation</w:t>
      </w:r>
      <w:r w:rsidRPr="008C6DE4">
        <w:rPr>
          <w:rFonts w:cs="v4.2.0"/>
        </w:rPr>
        <w:t>.</w:t>
      </w:r>
    </w:p>
    <w:p w14:paraId="6D195BC7" w14:textId="77777777" w:rsidR="00D40AEE" w:rsidRPr="008C6DE4" w:rsidRDefault="00D40AEE" w:rsidP="00D40AEE">
      <w:pPr>
        <w:rPr>
          <w:rFonts w:cs="v4.2.0"/>
          <w:lang w:val="en-US" w:eastAsia="zh-CN"/>
        </w:rPr>
      </w:pPr>
      <w:r w:rsidRPr="008C6DE4">
        <w:rPr>
          <w:rFonts w:cs="v4.2.0"/>
        </w:rPr>
        <w:t xml:space="preserve">A UE shall be capable of handling a relative receive timing difference between subframe timing boundary of </w:t>
      </w:r>
      <w:r w:rsidRPr="008C6DE4">
        <w:rPr>
          <w:rFonts w:cs="v4.2.0"/>
          <w:lang w:val="en-US" w:eastAsia="zh-CN"/>
        </w:rPr>
        <w:t>a</w:t>
      </w:r>
      <w:r>
        <w:rPr>
          <w:rFonts w:cs="v4.2.0"/>
          <w:lang w:val="en-US" w:eastAsia="zh-CN"/>
        </w:rPr>
        <w:t>n</w:t>
      </w:r>
      <w:r w:rsidRPr="008C6DE4">
        <w:rPr>
          <w:rFonts w:cs="v4.2.0"/>
          <w:lang w:val="en-US" w:eastAsia="zh-CN"/>
        </w:rPr>
        <w:t xml:space="preserve"> </w:t>
      </w:r>
      <w:r w:rsidRPr="008C6DE4">
        <w:rPr>
          <w:rFonts w:cs="v4.2.0"/>
        </w:rPr>
        <w:t>E-UTRA cell belonging to the SCG to be aggregated for</w:t>
      </w:r>
      <w:r w:rsidRPr="008C6DE4">
        <w:rPr>
          <w:rFonts w:eastAsia="Malgun Gothic" w:cs="v4.2.0"/>
        </w:rPr>
        <w:t xml:space="preserve"> NE-DC operation</w:t>
      </w:r>
      <w:r w:rsidRPr="008C6DE4">
        <w:rPr>
          <w:rFonts w:cs="v4.2.0"/>
        </w:rPr>
        <w:t xml:space="preserve"> and the closest slot timing </w:t>
      </w:r>
      <w:r w:rsidRPr="008C6DE4">
        <w:rPr>
          <w:rFonts w:cs="v4.2.0"/>
          <w:lang w:eastAsia="zh-CN"/>
        </w:rPr>
        <w:t>boundary</w:t>
      </w:r>
      <w:r w:rsidRPr="008C6DE4">
        <w:rPr>
          <w:rFonts w:cs="v4.2.0"/>
        </w:rPr>
        <w:t xml:space="preserve"> of a cell belonging to MCG.</w:t>
      </w:r>
    </w:p>
    <w:p w14:paraId="00E2DDFA" w14:textId="5ABFACBD" w:rsidR="00D40AEE" w:rsidRPr="008C6DE4" w:rsidRDefault="00D40AEE" w:rsidP="00D40AEE">
      <w:r w:rsidRPr="008C6DE4">
        <w:rPr>
          <w:rFonts w:cs="v4.2.0"/>
        </w:rPr>
        <w:t xml:space="preserve">A UE shall be capable of handling a relative receive timing difference between slot timing </w:t>
      </w:r>
      <w:r w:rsidRPr="008C6DE4">
        <w:rPr>
          <w:rFonts w:cs="v4.2.0"/>
          <w:lang w:eastAsia="zh-CN"/>
        </w:rPr>
        <w:t>boundary</w:t>
      </w:r>
      <w:r w:rsidRPr="008C6DE4">
        <w:rPr>
          <w:rFonts w:cs="v4.2.0"/>
        </w:rPr>
        <w:t xml:space="preserve"> of a cell belonging to MCG and the closest slot timing boundary of </w:t>
      </w:r>
      <w:r w:rsidRPr="008C6DE4">
        <w:rPr>
          <w:rFonts w:cs="v4.2.0"/>
          <w:lang w:val="en-US" w:eastAsia="zh-CN"/>
        </w:rPr>
        <w:t xml:space="preserve">a </w:t>
      </w:r>
      <w:r w:rsidRPr="008C6DE4">
        <w:rPr>
          <w:rFonts w:cs="v4.2.0"/>
        </w:rPr>
        <w:t>cell belonging to the SCG to be aggregated for</w:t>
      </w:r>
      <w:r w:rsidRPr="008C6DE4">
        <w:rPr>
          <w:rFonts w:eastAsia="Malgun Gothic" w:cs="v4.2.0"/>
        </w:rPr>
        <w:t xml:space="preserve"> NR DC operation</w:t>
      </w:r>
      <w:r w:rsidRPr="008C6DE4">
        <w:rPr>
          <w:rFonts w:cs="v4.2.0"/>
        </w:rPr>
        <w:t>.</w:t>
      </w:r>
      <w:r>
        <w:rPr>
          <w:rFonts w:cs="v4.2.0"/>
        </w:rPr>
        <w:t xml:space="preserve"> </w:t>
      </w:r>
      <w:r w:rsidRPr="008C6DE4">
        <w:rPr>
          <w:rFonts w:cs="v4.2.0"/>
        </w:rPr>
        <w:t xml:space="preserve">A UE shall be capable of handling a relative receive timing difference </w:t>
      </w:r>
      <w:r w:rsidRPr="008C6DE4">
        <w:rPr>
          <w:rFonts w:cs="v4.2.0"/>
          <w:lang w:eastAsia="zh-CN"/>
        </w:rPr>
        <w:t>among</w:t>
      </w:r>
      <w:r w:rsidRPr="008C6DE4">
        <w:rPr>
          <w:rFonts w:cs="v4.2.0"/>
        </w:rPr>
        <w:t xml:space="preserve"> the closest slot timing </w:t>
      </w:r>
      <w:r w:rsidRPr="008C6DE4">
        <w:rPr>
          <w:rFonts w:cs="v4.2.0"/>
          <w:lang w:eastAsia="zh-CN"/>
        </w:rPr>
        <w:t>boundaries</w:t>
      </w:r>
      <w:r w:rsidRPr="008C6DE4">
        <w:rPr>
          <w:rFonts w:cs="v4.2.0"/>
        </w:rPr>
        <w:t xml:space="preserve"> of different carriers to be aggregated </w:t>
      </w:r>
      <w:r w:rsidRPr="008C6DE4">
        <w:rPr>
          <w:rFonts w:cs="v4.2.0"/>
          <w:lang w:eastAsia="zh-CN"/>
        </w:rPr>
        <w:t xml:space="preserve">in </w:t>
      </w:r>
      <w:r w:rsidRPr="008C6DE4">
        <w:rPr>
          <w:rFonts w:cs="v4.2.0"/>
        </w:rPr>
        <w:t>NR carrier aggregation.</w:t>
      </w:r>
    </w:p>
    <w:p w14:paraId="6D0E63BD" w14:textId="77777777" w:rsidR="00877F17" w:rsidRPr="008C6DE4" w:rsidRDefault="00877F17" w:rsidP="00877F17">
      <w:pPr>
        <w:pStyle w:val="Heading3"/>
        <w:rPr>
          <w:lang w:eastAsia="ko-KR"/>
        </w:rPr>
      </w:pPr>
      <w:r w:rsidRPr="008C6DE4">
        <w:rPr>
          <w:lang w:eastAsia="ko-KR"/>
        </w:rPr>
        <w:t>7.6.2</w:t>
      </w:r>
      <w:r w:rsidRPr="008C6DE4">
        <w:rPr>
          <w:lang w:eastAsia="ko-KR"/>
        </w:rPr>
        <w:tab/>
        <w:t xml:space="preserve">Minimum Requirements for </w:t>
      </w:r>
      <w:r w:rsidRPr="008C6DE4">
        <w:t>inter-band EN-DC</w:t>
      </w:r>
    </w:p>
    <w:p w14:paraId="5C154A63" w14:textId="77777777" w:rsidR="00877F17" w:rsidRPr="008C6DE4" w:rsidRDefault="00877F17" w:rsidP="00877F17">
      <w:pPr>
        <w:rPr>
          <w:rFonts w:cs="v4.2.0"/>
        </w:rPr>
      </w:pPr>
      <w:r w:rsidRPr="008C6DE4">
        <w:rPr>
          <w:rFonts w:cs="v4.2.0"/>
          <w:lang w:eastAsia="zh-CN"/>
        </w:rPr>
        <w:t>T</w:t>
      </w:r>
      <w:r w:rsidRPr="008C6DE4">
        <w:rPr>
          <w:rFonts w:cs="v4.2.0"/>
        </w:rPr>
        <w:t>he UE shall be capable of handling at least a relative receive timing difference between subframe timing of signal from a E-UTRA cell belonging to the MCG and slot timing of signal from a cell belonging to SCG at the UE receiver as shown in Table 7.6.2-1.</w:t>
      </w:r>
    </w:p>
    <w:p w14:paraId="37D39434" w14:textId="77777777" w:rsidR="00877F17" w:rsidRPr="008C6DE4" w:rsidRDefault="00877F17" w:rsidP="00877F17">
      <w:pPr>
        <w:pStyle w:val="TH"/>
        <w:rPr>
          <w:snapToGrid w:val="0"/>
        </w:rPr>
      </w:pPr>
      <w:r w:rsidRPr="008C6DE4">
        <w:rPr>
          <w:snapToGrid w:val="0"/>
        </w:rPr>
        <w:lastRenderedPageBreak/>
        <w:t>Table 7.6.2-1</w:t>
      </w:r>
      <w:r w:rsidRPr="008C6DE4">
        <w:rPr>
          <w:snapToGrid w:val="0"/>
          <w:lang w:eastAsia="ko-KR"/>
        </w:rPr>
        <w:t>:</w:t>
      </w:r>
      <w:r w:rsidRPr="008C6DE4">
        <w:rPr>
          <w:snapToGrid w:val="0"/>
        </w:rPr>
        <w:t xml:space="preserve"> Maximum receive timing difference requirement for asynchronous </w:t>
      </w:r>
      <w:r w:rsidRPr="008C6DE4">
        <w:rPr>
          <w:snapToGrid w:val="0"/>
          <w:lang w:eastAsia="zh-CN"/>
        </w:rPr>
        <w:t>EN-DC</w:t>
      </w:r>
    </w:p>
    <w:tbl>
      <w:tblPr>
        <w:tblW w:w="0" w:type="auto"/>
        <w:tblInd w:w="1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985"/>
        <w:gridCol w:w="2693"/>
      </w:tblGrid>
      <w:tr w:rsidR="00DD3199" w:rsidRPr="008C6DE4" w14:paraId="189325B0" w14:textId="77777777" w:rsidTr="00867D3A">
        <w:tc>
          <w:tcPr>
            <w:tcW w:w="1984" w:type="dxa"/>
            <w:shd w:val="clear" w:color="auto" w:fill="auto"/>
          </w:tcPr>
          <w:p w14:paraId="4AE9595E" w14:textId="77777777" w:rsidR="00877F17" w:rsidRPr="008C6DE4" w:rsidRDefault="00877F17" w:rsidP="00867D3A">
            <w:pPr>
              <w:pStyle w:val="TAH"/>
            </w:pPr>
            <w:r w:rsidRPr="008C6DE4">
              <w:t>Sub-carrier spacing of E-UTRA cell in MCG (kHz)</w:t>
            </w:r>
          </w:p>
        </w:tc>
        <w:tc>
          <w:tcPr>
            <w:tcW w:w="1985" w:type="dxa"/>
            <w:shd w:val="clear" w:color="auto" w:fill="auto"/>
          </w:tcPr>
          <w:p w14:paraId="75165A1D" w14:textId="77777777" w:rsidR="00877F17" w:rsidRPr="008C6DE4" w:rsidRDefault="00877F17" w:rsidP="00867D3A">
            <w:pPr>
              <w:pStyle w:val="TAH"/>
            </w:pPr>
            <w:r w:rsidRPr="008C6DE4">
              <w:t>DL Sub-carrier spacing of cell in SCG (kHz)</w:t>
            </w:r>
            <w:r w:rsidRPr="008C6DE4">
              <w:rPr>
                <w:lang w:eastAsia="ko-KR"/>
              </w:rPr>
              <w:t xml:space="preserve"> (</w:t>
            </w:r>
            <w:r w:rsidRPr="008C6DE4">
              <w:t>Note</w:t>
            </w:r>
            <w:r w:rsidRPr="008C6DE4">
              <w:rPr>
                <w:lang w:eastAsia="ko-KR"/>
              </w:rPr>
              <w:t xml:space="preserve"> </w:t>
            </w:r>
            <w:r w:rsidRPr="008C6DE4">
              <w:t>1</w:t>
            </w:r>
            <w:r w:rsidRPr="008C6DE4">
              <w:rPr>
                <w:lang w:eastAsia="ko-KR"/>
              </w:rPr>
              <w:t>)</w:t>
            </w:r>
          </w:p>
        </w:tc>
        <w:tc>
          <w:tcPr>
            <w:tcW w:w="2693" w:type="dxa"/>
            <w:shd w:val="clear" w:color="auto" w:fill="auto"/>
          </w:tcPr>
          <w:p w14:paraId="758C0B1C" w14:textId="77777777" w:rsidR="00877F17" w:rsidRPr="008C6DE4" w:rsidRDefault="00877F17" w:rsidP="00867D3A">
            <w:pPr>
              <w:pStyle w:val="TAH"/>
            </w:pPr>
            <w:r w:rsidRPr="008C6DE4">
              <w:t>Maximum receive timing difference (µs)</w:t>
            </w:r>
          </w:p>
        </w:tc>
      </w:tr>
      <w:tr w:rsidR="00DD3199" w:rsidRPr="008C6DE4" w14:paraId="3EA650B6" w14:textId="77777777" w:rsidTr="00867D3A">
        <w:tc>
          <w:tcPr>
            <w:tcW w:w="1984" w:type="dxa"/>
            <w:shd w:val="clear" w:color="auto" w:fill="auto"/>
          </w:tcPr>
          <w:p w14:paraId="601995CC" w14:textId="77777777" w:rsidR="00877F17" w:rsidRPr="008C6DE4" w:rsidRDefault="00877F17" w:rsidP="00867D3A">
            <w:pPr>
              <w:pStyle w:val="TAC"/>
            </w:pPr>
            <w:r w:rsidRPr="008C6DE4">
              <w:t>15</w:t>
            </w:r>
          </w:p>
        </w:tc>
        <w:tc>
          <w:tcPr>
            <w:tcW w:w="1985" w:type="dxa"/>
            <w:shd w:val="clear" w:color="auto" w:fill="auto"/>
          </w:tcPr>
          <w:p w14:paraId="50948A2D" w14:textId="77777777" w:rsidR="00877F17" w:rsidRPr="008C6DE4" w:rsidRDefault="00877F17" w:rsidP="00867D3A">
            <w:pPr>
              <w:pStyle w:val="TAC"/>
            </w:pPr>
            <w:r w:rsidRPr="008C6DE4">
              <w:t>15</w:t>
            </w:r>
          </w:p>
        </w:tc>
        <w:tc>
          <w:tcPr>
            <w:tcW w:w="2693" w:type="dxa"/>
            <w:shd w:val="clear" w:color="auto" w:fill="auto"/>
          </w:tcPr>
          <w:p w14:paraId="6D85BCBB" w14:textId="77777777" w:rsidR="00877F17" w:rsidRPr="008C6DE4" w:rsidRDefault="00877F17" w:rsidP="00867D3A">
            <w:pPr>
              <w:pStyle w:val="TAC"/>
            </w:pPr>
            <w:r w:rsidRPr="008C6DE4">
              <w:t>500</w:t>
            </w:r>
          </w:p>
        </w:tc>
      </w:tr>
      <w:tr w:rsidR="00DD3199" w:rsidRPr="008C6DE4" w14:paraId="51197643" w14:textId="77777777" w:rsidTr="00867D3A">
        <w:tc>
          <w:tcPr>
            <w:tcW w:w="1984" w:type="dxa"/>
            <w:shd w:val="clear" w:color="auto" w:fill="auto"/>
          </w:tcPr>
          <w:p w14:paraId="0D733CD9" w14:textId="77777777" w:rsidR="00877F17" w:rsidRPr="008C6DE4" w:rsidRDefault="00877F17" w:rsidP="00867D3A">
            <w:pPr>
              <w:pStyle w:val="TAC"/>
            </w:pPr>
            <w:r w:rsidRPr="008C6DE4">
              <w:t>15</w:t>
            </w:r>
          </w:p>
        </w:tc>
        <w:tc>
          <w:tcPr>
            <w:tcW w:w="1985" w:type="dxa"/>
            <w:shd w:val="clear" w:color="auto" w:fill="auto"/>
          </w:tcPr>
          <w:p w14:paraId="18F2056F" w14:textId="77777777" w:rsidR="00877F17" w:rsidRPr="008C6DE4" w:rsidRDefault="00877F17" w:rsidP="00867D3A">
            <w:pPr>
              <w:pStyle w:val="TAC"/>
            </w:pPr>
            <w:r w:rsidRPr="008C6DE4">
              <w:t>30</w:t>
            </w:r>
          </w:p>
        </w:tc>
        <w:tc>
          <w:tcPr>
            <w:tcW w:w="2693" w:type="dxa"/>
            <w:shd w:val="clear" w:color="auto" w:fill="auto"/>
          </w:tcPr>
          <w:p w14:paraId="17C73A6F" w14:textId="77777777" w:rsidR="00877F17" w:rsidRPr="008C6DE4" w:rsidRDefault="00877F17" w:rsidP="00867D3A">
            <w:pPr>
              <w:pStyle w:val="TAC"/>
            </w:pPr>
            <w:r w:rsidRPr="008C6DE4">
              <w:t>250</w:t>
            </w:r>
          </w:p>
        </w:tc>
      </w:tr>
      <w:tr w:rsidR="00DD3199" w:rsidRPr="008C6DE4" w14:paraId="2637E647" w14:textId="77777777" w:rsidTr="00867D3A">
        <w:tc>
          <w:tcPr>
            <w:tcW w:w="1984" w:type="dxa"/>
            <w:shd w:val="clear" w:color="auto" w:fill="auto"/>
          </w:tcPr>
          <w:p w14:paraId="58DABC2F" w14:textId="77777777" w:rsidR="00877F17" w:rsidRPr="008C6DE4" w:rsidRDefault="00877F17" w:rsidP="00867D3A">
            <w:pPr>
              <w:pStyle w:val="TAC"/>
            </w:pPr>
            <w:r w:rsidRPr="008C6DE4">
              <w:t>15</w:t>
            </w:r>
          </w:p>
        </w:tc>
        <w:tc>
          <w:tcPr>
            <w:tcW w:w="1985" w:type="dxa"/>
            <w:shd w:val="clear" w:color="auto" w:fill="auto"/>
          </w:tcPr>
          <w:p w14:paraId="5A723ABA" w14:textId="77777777" w:rsidR="00877F17" w:rsidRPr="008C6DE4" w:rsidRDefault="00877F17" w:rsidP="00867D3A">
            <w:pPr>
              <w:pStyle w:val="TAC"/>
            </w:pPr>
            <w:r w:rsidRPr="008C6DE4">
              <w:t>60</w:t>
            </w:r>
          </w:p>
        </w:tc>
        <w:tc>
          <w:tcPr>
            <w:tcW w:w="2693" w:type="dxa"/>
            <w:shd w:val="clear" w:color="auto" w:fill="auto"/>
          </w:tcPr>
          <w:p w14:paraId="6B43E1BC" w14:textId="77777777" w:rsidR="00877F17" w:rsidRPr="008C6DE4" w:rsidRDefault="00877F17" w:rsidP="00867D3A">
            <w:pPr>
              <w:pStyle w:val="TAC"/>
            </w:pPr>
            <w:r w:rsidRPr="008C6DE4">
              <w:t>125</w:t>
            </w:r>
          </w:p>
        </w:tc>
      </w:tr>
      <w:tr w:rsidR="00DD3199" w:rsidRPr="008C6DE4" w14:paraId="25E84355" w14:textId="77777777" w:rsidTr="00867D3A">
        <w:tc>
          <w:tcPr>
            <w:tcW w:w="1984" w:type="dxa"/>
            <w:shd w:val="clear" w:color="auto" w:fill="auto"/>
          </w:tcPr>
          <w:p w14:paraId="498A0ABC" w14:textId="77777777" w:rsidR="00877F17" w:rsidRPr="008C6DE4" w:rsidRDefault="00877F17" w:rsidP="00867D3A">
            <w:pPr>
              <w:pStyle w:val="TAC"/>
            </w:pPr>
            <w:r w:rsidRPr="008C6DE4">
              <w:t>15</w:t>
            </w:r>
          </w:p>
        </w:tc>
        <w:tc>
          <w:tcPr>
            <w:tcW w:w="1985" w:type="dxa"/>
            <w:shd w:val="clear" w:color="auto" w:fill="auto"/>
          </w:tcPr>
          <w:p w14:paraId="4FCA9913" w14:textId="77777777" w:rsidR="00877F17" w:rsidRPr="008C6DE4" w:rsidRDefault="00877F17" w:rsidP="00867D3A">
            <w:pPr>
              <w:pStyle w:val="TAC"/>
              <w:rPr>
                <w:vertAlign w:val="superscript"/>
                <w:lang w:eastAsia="zh-CN"/>
              </w:rPr>
            </w:pPr>
            <w:r w:rsidRPr="008C6DE4">
              <w:t>120</w:t>
            </w:r>
            <w:r w:rsidRPr="008C6DE4">
              <w:rPr>
                <w:vertAlign w:val="superscript"/>
                <w:lang w:eastAsia="zh-CN"/>
              </w:rPr>
              <w:t>Note2</w:t>
            </w:r>
          </w:p>
        </w:tc>
        <w:tc>
          <w:tcPr>
            <w:tcW w:w="2693" w:type="dxa"/>
            <w:shd w:val="clear" w:color="auto" w:fill="auto"/>
          </w:tcPr>
          <w:p w14:paraId="2A5F5262" w14:textId="77777777" w:rsidR="00877F17" w:rsidRPr="008C6DE4" w:rsidRDefault="00877F17" w:rsidP="00867D3A">
            <w:pPr>
              <w:pStyle w:val="TAC"/>
            </w:pPr>
            <w:r w:rsidRPr="008C6DE4">
              <w:t>62.5</w:t>
            </w:r>
          </w:p>
        </w:tc>
      </w:tr>
      <w:tr w:rsidR="00877F17" w:rsidRPr="008C6DE4" w14:paraId="61F2C936" w14:textId="77777777" w:rsidTr="00867D3A">
        <w:tc>
          <w:tcPr>
            <w:tcW w:w="6662" w:type="dxa"/>
            <w:gridSpan w:val="3"/>
            <w:shd w:val="clear" w:color="auto" w:fill="auto"/>
          </w:tcPr>
          <w:p w14:paraId="5A6BE387" w14:textId="77777777" w:rsidR="00877F17" w:rsidRPr="008C6DE4" w:rsidRDefault="00877F17" w:rsidP="00867D3A">
            <w:pPr>
              <w:pStyle w:val="TAN"/>
              <w:rPr>
                <w:rFonts w:cs="Arial"/>
              </w:rPr>
            </w:pPr>
            <w:r w:rsidRPr="008C6DE4">
              <w:rPr>
                <w:rFonts w:cs="Arial"/>
                <w:lang w:eastAsia="ja-JP"/>
              </w:rPr>
              <w:t>NOTE</w:t>
            </w:r>
            <w:r w:rsidRPr="008C6DE4">
              <w:rPr>
                <w:rFonts w:cs="Arial"/>
                <w:lang w:eastAsia="ko-KR"/>
              </w:rPr>
              <w:t xml:space="preserve"> </w:t>
            </w:r>
            <w:r w:rsidRPr="008C6DE4">
              <w:rPr>
                <w:rFonts w:cs="Arial"/>
                <w:lang w:eastAsia="ja-JP"/>
              </w:rPr>
              <w:t>1:</w:t>
            </w:r>
            <w:r w:rsidRPr="008C6DE4">
              <w:tab/>
            </w:r>
            <w:r w:rsidRPr="008C6DE4">
              <w:rPr>
                <w:rFonts w:cs="Arial"/>
              </w:rPr>
              <w:t>DL Sub-carrier spacing is min{SCS</w:t>
            </w:r>
            <w:r w:rsidRPr="008C6DE4">
              <w:rPr>
                <w:rFonts w:cs="Arial"/>
                <w:vertAlign w:val="subscript"/>
              </w:rPr>
              <w:t>SS</w:t>
            </w:r>
            <w:r w:rsidRPr="008C6DE4">
              <w:rPr>
                <w:rFonts w:cs="Arial"/>
              </w:rPr>
              <w:t>, SCS</w:t>
            </w:r>
            <w:r w:rsidRPr="008C6DE4">
              <w:rPr>
                <w:rFonts w:cs="Arial"/>
                <w:vertAlign w:val="subscript"/>
              </w:rPr>
              <w:t>DATA</w:t>
            </w:r>
            <w:r w:rsidRPr="008C6DE4">
              <w:rPr>
                <w:rFonts w:cs="Arial"/>
              </w:rPr>
              <w:t>}.</w:t>
            </w:r>
          </w:p>
          <w:p w14:paraId="78048F1A" w14:textId="52040136" w:rsidR="00877F17" w:rsidRPr="008C6DE4" w:rsidRDefault="00877F17" w:rsidP="00867D3A">
            <w:pPr>
              <w:pStyle w:val="TAN"/>
            </w:pPr>
            <w:r w:rsidRPr="008C6DE4">
              <w:rPr>
                <w:rFonts w:cs="Arial"/>
                <w:lang w:eastAsia="ja-JP"/>
              </w:rPr>
              <w:t>NOTE</w:t>
            </w:r>
            <w:r w:rsidRPr="008C6DE4">
              <w:rPr>
                <w:rFonts w:cs="Arial"/>
                <w:lang w:eastAsia="ko-KR"/>
              </w:rPr>
              <w:t xml:space="preserve"> </w:t>
            </w:r>
            <w:r w:rsidRPr="008C6DE4">
              <w:rPr>
                <w:rFonts w:cs="Arial"/>
                <w:lang w:eastAsia="ja-JP"/>
              </w:rPr>
              <w:t>2:</w:t>
            </w:r>
            <w:r w:rsidRPr="008C6DE4">
              <w:tab/>
            </w:r>
            <w:r w:rsidR="0072010C" w:rsidRPr="008C6DE4">
              <w:rPr>
                <w:rFonts w:cs="Arial"/>
                <w:lang w:eastAsia="ja-JP"/>
              </w:rPr>
              <w:t xml:space="preserve">For </w:t>
            </w:r>
            <w:r w:rsidR="0072010C" w:rsidRPr="008C6DE4">
              <w:rPr>
                <w:lang w:eastAsia="zh-CN"/>
              </w:rPr>
              <w:t xml:space="preserve">E-UTRA </w:t>
            </w:r>
            <w:r w:rsidR="0072010C" w:rsidRPr="008C6DE4">
              <w:t>FDD-</w:t>
            </w:r>
            <w:r w:rsidR="0072010C" w:rsidRPr="008C6DE4">
              <w:rPr>
                <w:lang w:eastAsia="zh-CN"/>
              </w:rPr>
              <w:t xml:space="preserve">NR </w:t>
            </w:r>
            <w:r w:rsidR="0072010C" w:rsidRPr="008C6DE4">
              <w:t>FDD</w:t>
            </w:r>
            <w:r w:rsidR="0072010C" w:rsidRPr="008C6DE4">
              <w:rPr>
                <w:lang w:eastAsia="zh-CN"/>
              </w:rPr>
              <w:t xml:space="preserve"> </w:t>
            </w:r>
            <w:r w:rsidR="0072010C" w:rsidRPr="008C6DE4">
              <w:rPr>
                <w:rFonts w:cs="Arial"/>
                <w:lang w:eastAsia="ja-JP"/>
              </w:rPr>
              <w:t>intra-band</w:t>
            </w:r>
            <w:r w:rsidR="0072010C" w:rsidRPr="008C6DE4">
              <w:rPr>
                <w:rFonts w:cs="Arial"/>
                <w:lang w:eastAsia="zh-CN"/>
              </w:rPr>
              <w:t xml:space="preserve"> EN-DC</w:t>
            </w:r>
            <w:r w:rsidR="0072010C" w:rsidRPr="008C6DE4">
              <w:rPr>
                <w:rFonts w:cs="Arial"/>
                <w:lang w:eastAsia="ja-JP"/>
              </w:rPr>
              <w:t xml:space="preserve">, </w:t>
            </w:r>
            <w:r w:rsidR="0072010C" w:rsidRPr="008C6DE4">
              <w:rPr>
                <w:rFonts w:cs="Arial"/>
                <w:lang w:eastAsia="zh-CN"/>
              </w:rPr>
              <w:t>for which the requirement is defined in clause 7.6.3 and this Table 7.6.2-1 is also applicable</w:t>
            </w:r>
            <w:r w:rsidR="0072010C" w:rsidRPr="008C6DE4">
              <w:rPr>
                <w:rFonts w:cs="Arial"/>
                <w:lang w:eastAsia="ja-JP"/>
              </w:rPr>
              <w:t xml:space="preserve">, </w:t>
            </w:r>
            <w:r w:rsidR="0072010C" w:rsidRPr="008C6DE4">
              <w:rPr>
                <w:rFonts w:cs="Arial"/>
                <w:lang w:eastAsia="zh-CN"/>
              </w:rPr>
              <w:t xml:space="preserve">the scenario with </w:t>
            </w:r>
            <w:r w:rsidR="0072010C" w:rsidRPr="008C6DE4">
              <w:rPr>
                <w:rFonts w:cs="Arial"/>
                <w:lang w:eastAsia="ja-JP"/>
              </w:rPr>
              <w:t xml:space="preserve">120 kHz </w:t>
            </w:r>
            <w:r w:rsidR="0072010C" w:rsidRPr="008C6DE4">
              <w:rPr>
                <w:rFonts w:cs="Arial"/>
                <w:lang w:eastAsia="zh-CN"/>
              </w:rPr>
              <w:t>does not exit</w:t>
            </w:r>
            <w:r w:rsidR="0072010C" w:rsidRPr="008C6DE4">
              <w:rPr>
                <w:rFonts w:cs="Arial"/>
                <w:lang w:eastAsia="ja-JP"/>
              </w:rPr>
              <w:t>.</w:t>
            </w:r>
          </w:p>
        </w:tc>
      </w:tr>
    </w:tbl>
    <w:p w14:paraId="3A1E04B1" w14:textId="77777777" w:rsidR="00877F17" w:rsidRPr="008C6DE4" w:rsidRDefault="00877F17" w:rsidP="00877F17"/>
    <w:p w14:paraId="18DD06F7" w14:textId="074CDB00" w:rsidR="00877F17" w:rsidRPr="008C6DE4" w:rsidRDefault="00877F17" w:rsidP="00877F17">
      <w:pPr>
        <w:pStyle w:val="TH"/>
        <w:rPr>
          <w:snapToGrid w:val="0"/>
        </w:rPr>
      </w:pPr>
      <w:r w:rsidRPr="008C6DE4">
        <w:rPr>
          <w:snapToGrid w:val="0"/>
        </w:rPr>
        <w:t>Table 7.6.2-2</w:t>
      </w:r>
      <w:r w:rsidRPr="008C6DE4">
        <w:rPr>
          <w:snapToGrid w:val="0"/>
          <w:lang w:eastAsia="ko-KR"/>
        </w:rPr>
        <w:t>:</w:t>
      </w:r>
      <w:r w:rsidRPr="008C6DE4">
        <w:rPr>
          <w:snapToGrid w:val="0"/>
        </w:rPr>
        <w:t xml:space="preserve"> </w:t>
      </w:r>
      <w:r w:rsidR="0072010C" w:rsidRPr="008C6DE4">
        <w:rPr>
          <w:snapToGrid w:val="0"/>
        </w:rPr>
        <w:t>Void</w:t>
      </w:r>
    </w:p>
    <w:p w14:paraId="4F99092B" w14:textId="77777777" w:rsidR="00877F17" w:rsidRPr="008C6DE4" w:rsidRDefault="00877F17" w:rsidP="00877F17">
      <w:pPr>
        <w:rPr>
          <w:rFonts w:eastAsia="Malgun Gothic"/>
        </w:rPr>
      </w:pPr>
    </w:p>
    <w:p w14:paraId="3D01A358" w14:textId="5B6ED81A" w:rsidR="00877F17" w:rsidRPr="008C6DE4" w:rsidRDefault="00877F17" w:rsidP="00877F17">
      <w:pPr>
        <w:pStyle w:val="TH"/>
        <w:rPr>
          <w:snapToGrid w:val="0"/>
        </w:rPr>
      </w:pPr>
      <w:r w:rsidRPr="008C6DE4">
        <w:rPr>
          <w:snapToGrid w:val="0"/>
        </w:rPr>
        <w:t>Table 7.6.2-3</w:t>
      </w:r>
      <w:r w:rsidR="00185459" w:rsidRPr="008C6DE4">
        <w:rPr>
          <w:snapToGrid w:val="0"/>
        </w:rPr>
        <w:t xml:space="preserve">  </w:t>
      </w:r>
      <w:r w:rsidRPr="008C6DE4">
        <w:rPr>
          <w:snapToGrid w:val="0"/>
        </w:rPr>
        <w:t>Void</w:t>
      </w:r>
    </w:p>
    <w:p w14:paraId="1B4B331E" w14:textId="77777777" w:rsidR="00A20A21" w:rsidRPr="008C6DE4" w:rsidRDefault="00A20A21" w:rsidP="00A20A21">
      <w:pPr>
        <w:pStyle w:val="Heading4"/>
        <w:rPr>
          <w:lang w:eastAsia="ko-KR"/>
        </w:rPr>
      </w:pPr>
      <w:r w:rsidRPr="008C6DE4">
        <w:rPr>
          <w:lang w:eastAsia="ko-KR"/>
        </w:rPr>
        <w:t>7.6.2.1</w:t>
      </w:r>
      <w:r w:rsidRPr="008C6DE4">
        <w:rPr>
          <w:lang w:eastAsia="ko-KR"/>
        </w:rPr>
        <w:tab/>
        <w:t xml:space="preserve">Minimum Requirements for </w:t>
      </w:r>
      <w:r w:rsidRPr="008C6DE4">
        <w:t>inter-band synchronous EN-DC</w:t>
      </w:r>
    </w:p>
    <w:p w14:paraId="2EF4B7CD" w14:textId="5573EE29" w:rsidR="00A20A21" w:rsidRPr="008C6DE4" w:rsidRDefault="00A20A21" w:rsidP="00A20A21">
      <w:pPr>
        <w:rPr>
          <w:rFonts w:cs="v4.2.0"/>
          <w:lang w:eastAsia="zh-CN"/>
        </w:rPr>
      </w:pPr>
      <w:r w:rsidRPr="008C6DE4">
        <w:rPr>
          <w:rFonts w:cs="v4.2.0"/>
          <w:lang w:eastAsia="zh-CN"/>
        </w:rPr>
        <w:t xml:space="preserve">The requirements in this </w:t>
      </w:r>
      <w:r w:rsidR="00854981" w:rsidRPr="008C6DE4">
        <w:rPr>
          <w:rFonts w:cs="v4.2.0"/>
          <w:lang w:eastAsia="zh-CN"/>
        </w:rPr>
        <w:t>clause</w:t>
      </w:r>
      <w:r w:rsidRPr="008C6DE4">
        <w:rPr>
          <w:rFonts w:cs="v4.2.0"/>
          <w:lang w:eastAsia="zh-CN"/>
        </w:rPr>
        <w:t xml:space="preserve"> apply as a reference for inter-band synchronous EN-DC.</w:t>
      </w:r>
    </w:p>
    <w:p w14:paraId="43DA3231" w14:textId="77777777" w:rsidR="00D40AEE" w:rsidRPr="008C6DE4" w:rsidRDefault="00D40AEE" w:rsidP="00D40AEE">
      <w:pPr>
        <w:rPr>
          <w:rFonts w:cs="v4.2.0"/>
          <w:lang w:eastAsia="zh-CN"/>
        </w:rPr>
      </w:pPr>
      <w:r w:rsidRPr="008C6DE4">
        <w:rPr>
          <w:rFonts w:cs="v4.2.0"/>
          <w:lang w:eastAsia="zh-CN"/>
        </w:rPr>
        <w:t>The UE shall be capable of handling at least a relative receive timing difference between subframe timing of signal from a</w:t>
      </w:r>
      <w:r>
        <w:rPr>
          <w:rFonts w:cs="v4.2.0"/>
          <w:lang w:eastAsia="zh-CN"/>
        </w:rPr>
        <w:t>n</w:t>
      </w:r>
      <w:r w:rsidRPr="008C6DE4">
        <w:rPr>
          <w:rFonts w:cs="v4.2.0"/>
          <w:lang w:eastAsia="zh-CN"/>
        </w:rPr>
        <w:t xml:space="preserve"> E-UTRA cell belonging to the MCG and slot timing of signal from a cell belonging to SCG at the UE receiver for inter-band synchronous EN-DC as shown in Table 7.6.2.1-1. The requirements for synchronous EN-DC are applicable </w:t>
      </w:r>
      <w:r w:rsidRPr="008C6DE4">
        <w:t xml:space="preserve">for </w:t>
      </w:r>
      <w:r w:rsidRPr="008C6DE4">
        <w:rPr>
          <w:rFonts w:cs="v4.2.0"/>
          <w:lang w:eastAsia="zh-CN"/>
        </w:rPr>
        <w:t xml:space="preserve">E-UTRA TDD-NR TDD, E-UTRA FDD-NR FDD, E-UTRA TDD-NR FDD and E-UTRA FDD-NR TDD inter-band EN-DC. </w:t>
      </w:r>
    </w:p>
    <w:p w14:paraId="76A54637" w14:textId="77777777" w:rsidR="00A20A21" w:rsidRPr="008C6DE4" w:rsidRDefault="00A20A21" w:rsidP="00A20A21">
      <w:pPr>
        <w:pStyle w:val="TH"/>
        <w:rPr>
          <w:snapToGrid w:val="0"/>
        </w:rPr>
      </w:pPr>
      <w:r w:rsidRPr="008C6DE4">
        <w:rPr>
          <w:snapToGrid w:val="0"/>
        </w:rPr>
        <w:t>Table 7.6.2.1-1</w:t>
      </w:r>
      <w:r w:rsidRPr="008C6DE4">
        <w:rPr>
          <w:snapToGrid w:val="0"/>
          <w:lang w:eastAsia="ko-KR"/>
        </w:rPr>
        <w:t>:</w:t>
      </w:r>
      <w:r w:rsidRPr="008C6DE4">
        <w:rPr>
          <w:snapToGrid w:val="0"/>
        </w:rPr>
        <w:t xml:space="preserve"> Maximum receive timing difference requirement for </w:t>
      </w:r>
      <w:r w:rsidRPr="008C6DE4">
        <w:rPr>
          <w:snapToGrid w:val="0"/>
          <w:lang w:eastAsia="zh-CN"/>
        </w:rPr>
        <w:t xml:space="preserve">inter-band </w:t>
      </w:r>
      <w:r w:rsidRPr="008C6DE4">
        <w:rPr>
          <w:snapToGrid w:val="0"/>
        </w:rPr>
        <w:t xml:space="preserve">synchronous </w:t>
      </w:r>
      <w:r w:rsidRPr="008C6DE4">
        <w:rPr>
          <w:snapToGrid w:val="0"/>
          <w:lang w:eastAsia="zh-CN"/>
        </w:rPr>
        <w:t>EN-DC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985"/>
        <w:gridCol w:w="2693"/>
      </w:tblGrid>
      <w:tr w:rsidR="00D40AEE" w:rsidRPr="008C6DE4" w14:paraId="7D7BA6D3" w14:textId="77777777" w:rsidTr="00A20A21">
        <w:trPr>
          <w:jc w:val="center"/>
        </w:trPr>
        <w:tc>
          <w:tcPr>
            <w:tcW w:w="1984" w:type="dxa"/>
            <w:tcBorders>
              <w:top w:val="single" w:sz="4" w:space="0" w:color="auto"/>
              <w:left w:val="single" w:sz="4" w:space="0" w:color="auto"/>
              <w:bottom w:val="single" w:sz="4" w:space="0" w:color="auto"/>
              <w:right w:val="single" w:sz="4" w:space="0" w:color="auto"/>
            </w:tcBorders>
            <w:hideMark/>
          </w:tcPr>
          <w:p w14:paraId="3D839B53" w14:textId="0652AF3F" w:rsidR="00D40AEE" w:rsidRPr="008C6DE4" w:rsidRDefault="00D40AEE" w:rsidP="002320DB">
            <w:pPr>
              <w:pStyle w:val="TAH"/>
              <w:rPr>
                <w:lang w:val="fr-FR"/>
              </w:rPr>
            </w:pPr>
            <w:r w:rsidRPr="008C6DE4">
              <w:rPr>
                <w:lang w:val="fr-FR"/>
              </w:rPr>
              <w:t>Sub-carrier spacing of E-UTRA cell in MCG</w:t>
            </w:r>
            <w:r>
              <w:rPr>
                <w:lang w:val="fr-FR"/>
              </w:rPr>
              <w:t xml:space="preserve"> </w:t>
            </w:r>
            <w:r w:rsidRPr="008C6DE4">
              <w:rPr>
                <w:lang w:val="fr-FR"/>
              </w:rPr>
              <w:t>(kHz)</w:t>
            </w:r>
          </w:p>
        </w:tc>
        <w:tc>
          <w:tcPr>
            <w:tcW w:w="1985" w:type="dxa"/>
            <w:tcBorders>
              <w:top w:val="single" w:sz="4" w:space="0" w:color="auto"/>
              <w:left w:val="single" w:sz="4" w:space="0" w:color="auto"/>
              <w:bottom w:val="single" w:sz="4" w:space="0" w:color="auto"/>
              <w:right w:val="single" w:sz="4" w:space="0" w:color="auto"/>
            </w:tcBorders>
            <w:hideMark/>
          </w:tcPr>
          <w:p w14:paraId="7CEA95FE" w14:textId="35756D75" w:rsidR="00D40AEE" w:rsidRPr="008C6DE4" w:rsidRDefault="00D40AEE" w:rsidP="002320DB">
            <w:pPr>
              <w:pStyle w:val="TAH"/>
              <w:rPr>
                <w:lang w:val="fr-FR"/>
              </w:rPr>
            </w:pPr>
            <w:r w:rsidRPr="008C6DE4">
              <w:rPr>
                <w:lang w:val="fr-FR"/>
              </w:rPr>
              <w:t>DL Sub-carrier spacing of cell in SCG (kHz)</w:t>
            </w:r>
            <w:r w:rsidRPr="008C6DE4">
              <w:rPr>
                <w:lang w:val="fr-FR" w:eastAsia="ko-KR"/>
              </w:rPr>
              <w:t xml:space="preserve"> (</w:t>
            </w:r>
            <w:r w:rsidRPr="008C6DE4">
              <w:rPr>
                <w:lang w:val="fr-FR"/>
              </w:rPr>
              <w:t>Note1</w:t>
            </w:r>
            <w:r w:rsidRPr="008C6DE4">
              <w:rPr>
                <w:lang w:val="fr-FR" w:eastAsia="ko-KR"/>
              </w:rPr>
              <w:t>)</w:t>
            </w:r>
          </w:p>
        </w:tc>
        <w:tc>
          <w:tcPr>
            <w:tcW w:w="2693" w:type="dxa"/>
            <w:tcBorders>
              <w:top w:val="single" w:sz="4" w:space="0" w:color="auto"/>
              <w:left w:val="single" w:sz="4" w:space="0" w:color="auto"/>
              <w:bottom w:val="single" w:sz="4" w:space="0" w:color="auto"/>
              <w:right w:val="single" w:sz="4" w:space="0" w:color="auto"/>
            </w:tcBorders>
            <w:hideMark/>
          </w:tcPr>
          <w:p w14:paraId="4E891F1E" w14:textId="743BBD92" w:rsidR="00D40AEE" w:rsidRPr="008C6DE4" w:rsidRDefault="00D40AEE" w:rsidP="002320DB">
            <w:pPr>
              <w:pStyle w:val="TAH"/>
              <w:rPr>
                <w:lang w:val="fr-FR"/>
              </w:rPr>
            </w:pPr>
            <w:r w:rsidRPr="008C6DE4">
              <w:rPr>
                <w:lang w:val="fr-FR"/>
              </w:rPr>
              <w:t>Maximum receive timing difference (µs)</w:t>
            </w:r>
          </w:p>
        </w:tc>
      </w:tr>
      <w:tr w:rsidR="00A20A21" w:rsidRPr="008C6DE4" w14:paraId="0D90D565" w14:textId="77777777" w:rsidTr="00A20A21">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0BBBE032" w14:textId="77777777" w:rsidR="00A20A21" w:rsidRPr="008C6DE4" w:rsidRDefault="00A20A21" w:rsidP="002320DB">
            <w:pPr>
              <w:pStyle w:val="TAC"/>
              <w:rPr>
                <w:lang w:val="fr-FR"/>
              </w:rPr>
            </w:pPr>
            <w:r w:rsidRPr="008C6DE4">
              <w:rPr>
                <w:lang w:val="fr-FR"/>
              </w:rPr>
              <w:t>15</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194953D" w14:textId="77777777" w:rsidR="00A20A21" w:rsidRPr="008C6DE4" w:rsidRDefault="00A20A21" w:rsidP="002320DB">
            <w:pPr>
              <w:pStyle w:val="TAC"/>
              <w:rPr>
                <w:lang w:val="fr-FR"/>
              </w:rPr>
            </w:pPr>
            <w:r w:rsidRPr="008C6DE4">
              <w:rPr>
                <w:lang w:val="fr-FR"/>
              </w:rPr>
              <w:t>15</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7C2E0C0A" w14:textId="77777777" w:rsidR="00A20A21" w:rsidRPr="008C6DE4" w:rsidRDefault="00A20A21" w:rsidP="002320DB">
            <w:pPr>
              <w:pStyle w:val="TAC"/>
              <w:rPr>
                <w:lang w:val="fr-FR" w:eastAsia="zh-CN"/>
              </w:rPr>
            </w:pPr>
            <w:r w:rsidRPr="008C6DE4">
              <w:rPr>
                <w:rFonts w:eastAsia="Malgun Gothic"/>
                <w:lang w:val="fr-FR"/>
              </w:rPr>
              <w:t>33</w:t>
            </w:r>
          </w:p>
        </w:tc>
      </w:tr>
      <w:tr w:rsidR="00A20A21" w:rsidRPr="008C6DE4" w14:paraId="3B0ED8E1" w14:textId="77777777" w:rsidTr="00A20A21">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08573D9D" w14:textId="77777777" w:rsidR="00A20A21" w:rsidRPr="008C6DE4" w:rsidRDefault="00A20A21" w:rsidP="002320DB">
            <w:pPr>
              <w:pStyle w:val="TAC"/>
              <w:rPr>
                <w:lang w:val="fr-FR"/>
              </w:rPr>
            </w:pPr>
            <w:r w:rsidRPr="008C6DE4">
              <w:rPr>
                <w:lang w:val="fr-FR"/>
              </w:rPr>
              <w:t>15</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5E3732C" w14:textId="77777777" w:rsidR="00A20A21" w:rsidRPr="008C6DE4" w:rsidRDefault="00A20A21" w:rsidP="002320DB">
            <w:pPr>
              <w:pStyle w:val="TAC"/>
              <w:rPr>
                <w:lang w:val="fr-FR"/>
              </w:rPr>
            </w:pPr>
            <w:r w:rsidRPr="008C6DE4">
              <w:rPr>
                <w:lang w:val="fr-FR"/>
              </w:rPr>
              <w:t>30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C62F3B" w14:textId="77777777" w:rsidR="00A20A21" w:rsidRPr="008C6DE4" w:rsidRDefault="00A20A21" w:rsidP="002320DB">
            <w:pPr>
              <w:pStyle w:val="TAC"/>
              <w:rPr>
                <w:lang w:val="fr-FR" w:eastAsia="zh-CN"/>
              </w:rPr>
            </w:pPr>
          </w:p>
        </w:tc>
      </w:tr>
      <w:tr w:rsidR="00A20A21" w:rsidRPr="008C6DE4" w14:paraId="22E21052" w14:textId="77777777" w:rsidTr="00A20A21">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43A2FF89" w14:textId="77777777" w:rsidR="00A20A21" w:rsidRPr="008C6DE4" w:rsidRDefault="00A20A21" w:rsidP="002320DB">
            <w:pPr>
              <w:pStyle w:val="TAC"/>
              <w:rPr>
                <w:lang w:val="fr-FR"/>
              </w:rPr>
            </w:pPr>
            <w:r w:rsidRPr="008C6DE4">
              <w:rPr>
                <w:lang w:val="fr-FR"/>
              </w:rPr>
              <w:t>15</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F3215C4" w14:textId="77777777" w:rsidR="00A20A21" w:rsidRPr="008C6DE4" w:rsidRDefault="00A20A21" w:rsidP="002320DB">
            <w:pPr>
              <w:pStyle w:val="TAC"/>
              <w:rPr>
                <w:lang w:val="fr-FR"/>
              </w:rPr>
            </w:pPr>
            <w:r w:rsidRPr="008C6DE4">
              <w:rPr>
                <w:lang w:val="fr-FR"/>
              </w:rPr>
              <w:t>60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79E8BB" w14:textId="77777777" w:rsidR="00A20A21" w:rsidRPr="008C6DE4" w:rsidRDefault="00A20A21" w:rsidP="002320DB">
            <w:pPr>
              <w:pStyle w:val="TAC"/>
              <w:rPr>
                <w:lang w:val="fr-FR" w:eastAsia="zh-CN"/>
              </w:rPr>
            </w:pPr>
          </w:p>
        </w:tc>
      </w:tr>
      <w:tr w:rsidR="00A20A21" w:rsidRPr="008C6DE4" w14:paraId="6A101ED9" w14:textId="77777777" w:rsidTr="00A20A21">
        <w:trP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5598F114" w14:textId="77777777" w:rsidR="00A20A21" w:rsidRPr="008C6DE4" w:rsidRDefault="00A20A21" w:rsidP="002320DB">
            <w:pPr>
              <w:pStyle w:val="TAC"/>
              <w:rPr>
                <w:lang w:val="fr-FR"/>
              </w:rPr>
            </w:pPr>
            <w:r w:rsidRPr="008C6DE4">
              <w:rPr>
                <w:lang w:val="fr-FR"/>
              </w:rPr>
              <w:t>15</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7657D8E" w14:textId="77777777" w:rsidR="00A20A21" w:rsidRPr="008C6DE4" w:rsidRDefault="00A20A21" w:rsidP="002320DB">
            <w:pPr>
              <w:pStyle w:val="TAC"/>
              <w:rPr>
                <w:lang w:val="fr-FR"/>
              </w:rPr>
            </w:pPr>
            <w:r w:rsidRPr="008C6DE4">
              <w:rPr>
                <w:lang w:val="fr-FR"/>
              </w:rPr>
              <w:t>120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8EA301" w14:textId="77777777" w:rsidR="00A20A21" w:rsidRPr="008C6DE4" w:rsidRDefault="00A20A21" w:rsidP="002320DB">
            <w:pPr>
              <w:pStyle w:val="TAC"/>
              <w:rPr>
                <w:lang w:val="fr-FR" w:eastAsia="zh-CN"/>
              </w:rPr>
            </w:pPr>
          </w:p>
        </w:tc>
      </w:tr>
      <w:tr w:rsidR="00A20A21" w:rsidRPr="008C6DE4" w14:paraId="49B8DA3C" w14:textId="77777777" w:rsidTr="00A20A21">
        <w:trPr>
          <w:jc w:val="center"/>
        </w:trPr>
        <w:tc>
          <w:tcPr>
            <w:tcW w:w="6662" w:type="dxa"/>
            <w:gridSpan w:val="3"/>
            <w:tcBorders>
              <w:top w:val="single" w:sz="4" w:space="0" w:color="auto"/>
              <w:left w:val="single" w:sz="4" w:space="0" w:color="auto"/>
              <w:bottom w:val="single" w:sz="4" w:space="0" w:color="auto"/>
              <w:right w:val="single" w:sz="4" w:space="0" w:color="auto"/>
            </w:tcBorders>
            <w:hideMark/>
          </w:tcPr>
          <w:p w14:paraId="077C6199" w14:textId="77777777" w:rsidR="00A20A21" w:rsidRPr="008C6DE4" w:rsidRDefault="00A20A21" w:rsidP="002320DB">
            <w:pPr>
              <w:pStyle w:val="TAN"/>
              <w:rPr>
                <w:lang w:val="fr-FR" w:eastAsia="zh-CN"/>
              </w:rPr>
            </w:pPr>
            <w:r w:rsidRPr="008C6DE4">
              <w:rPr>
                <w:lang w:val="fr-FR"/>
              </w:rPr>
              <w:t>N</w:t>
            </w:r>
            <w:r w:rsidRPr="008C6DE4">
              <w:rPr>
                <w:lang w:val="fr-FR" w:eastAsia="ko-KR"/>
              </w:rPr>
              <w:t xml:space="preserve">ote </w:t>
            </w:r>
            <w:r w:rsidRPr="008C6DE4">
              <w:rPr>
                <w:lang w:val="fr-FR"/>
              </w:rPr>
              <w:t>1:</w:t>
            </w:r>
            <w:r w:rsidRPr="008C6DE4">
              <w:rPr>
                <w:lang w:val="fr-FR"/>
              </w:rPr>
              <w:tab/>
              <w:t>DL Sub-carrier spacing is min{SCS</w:t>
            </w:r>
            <w:r w:rsidRPr="008C6DE4">
              <w:rPr>
                <w:vertAlign w:val="subscript"/>
                <w:lang w:val="fr-FR"/>
              </w:rPr>
              <w:t>SS</w:t>
            </w:r>
            <w:r w:rsidRPr="008C6DE4">
              <w:rPr>
                <w:lang w:val="fr-FR"/>
              </w:rPr>
              <w:t>, SCS</w:t>
            </w:r>
            <w:r w:rsidRPr="008C6DE4">
              <w:rPr>
                <w:vertAlign w:val="subscript"/>
                <w:lang w:val="fr-FR"/>
              </w:rPr>
              <w:t>DATA</w:t>
            </w:r>
            <w:r w:rsidRPr="008C6DE4">
              <w:rPr>
                <w:lang w:val="fr-FR"/>
              </w:rPr>
              <w:t>}.</w:t>
            </w:r>
          </w:p>
        </w:tc>
      </w:tr>
    </w:tbl>
    <w:p w14:paraId="53991DB7" w14:textId="77777777" w:rsidR="00A20A21" w:rsidRPr="008C6DE4" w:rsidRDefault="00A20A21" w:rsidP="00A20A21">
      <w:pPr>
        <w:rPr>
          <w:rFonts w:eastAsia="Malgun Gothic"/>
        </w:rPr>
      </w:pPr>
    </w:p>
    <w:p w14:paraId="071053F9" w14:textId="77777777" w:rsidR="00877F17" w:rsidRPr="008C6DE4" w:rsidRDefault="00877F17" w:rsidP="00877F17">
      <w:pPr>
        <w:pStyle w:val="Heading3"/>
      </w:pPr>
      <w:r w:rsidRPr="008C6DE4">
        <w:t>7.6.3</w:t>
      </w:r>
      <w:r w:rsidRPr="008C6DE4">
        <w:tab/>
        <w:t>Minimum Requirements for intra-band EN-DC</w:t>
      </w:r>
    </w:p>
    <w:p w14:paraId="18723102" w14:textId="71BDB178" w:rsidR="00877F17" w:rsidRPr="008C6DE4" w:rsidRDefault="00877F17" w:rsidP="00877F17">
      <w:pPr>
        <w:rPr>
          <w:rFonts w:cs="v4.2.0"/>
          <w:lang w:eastAsia="zh-CN"/>
        </w:rPr>
      </w:pPr>
      <w:r w:rsidRPr="008C6DE4">
        <w:rPr>
          <w:rFonts w:cs="v4.2.0"/>
        </w:rPr>
        <w:t xml:space="preserve">For intra-band </w:t>
      </w:r>
      <w:r w:rsidRPr="008C6DE4">
        <w:rPr>
          <w:rFonts w:cs="v4.2.0"/>
          <w:lang w:eastAsia="zh-CN"/>
        </w:rPr>
        <w:t>EN-DC</w:t>
      </w:r>
      <w:r w:rsidRPr="008C6DE4">
        <w:rPr>
          <w:rFonts w:cs="v4.2.0"/>
        </w:rPr>
        <w:t>, only</w:t>
      </w:r>
      <w:r w:rsidRPr="008C6DE4">
        <w:rPr>
          <w:rFonts w:cs="v4.2.0"/>
          <w:lang w:eastAsia="zh-CN"/>
        </w:rPr>
        <w:t xml:space="preserve"> </w:t>
      </w:r>
      <w:r w:rsidRPr="008C6DE4">
        <w:rPr>
          <w:rFonts w:cs="v4.2.0"/>
        </w:rPr>
        <w:t>co</w:t>
      </w:r>
      <w:r w:rsidR="00DD3199" w:rsidRPr="008C6DE4">
        <w:rPr>
          <w:rFonts w:cs="v4.2.0"/>
        </w:rPr>
        <w:t>-</w:t>
      </w:r>
      <w:r w:rsidRPr="008C6DE4">
        <w:rPr>
          <w:rFonts w:cs="v4.2.0"/>
        </w:rPr>
        <w:t xml:space="preserve">located deployment is </w:t>
      </w:r>
      <w:r w:rsidRPr="008C6DE4">
        <w:rPr>
          <w:rFonts w:cs="v4.2.0"/>
          <w:lang w:eastAsia="zh-CN"/>
        </w:rPr>
        <w:t>applied.</w:t>
      </w:r>
    </w:p>
    <w:p w14:paraId="7348DDC2" w14:textId="3367F203" w:rsidR="00E833BB" w:rsidRPr="008C6DE4" w:rsidRDefault="00E833BB" w:rsidP="00E833BB">
      <w:pPr>
        <w:rPr>
          <w:rFonts w:cs="v4.2.0"/>
        </w:rPr>
      </w:pPr>
      <w:r w:rsidRPr="008C6DE4">
        <w:rPr>
          <w:rFonts w:cs="v4.2.0"/>
          <w:lang w:eastAsia="zh-CN"/>
        </w:rPr>
        <w:t>T</w:t>
      </w:r>
      <w:r w:rsidRPr="008C6DE4">
        <w:rPr>
          <w:rFonts w:cs="v4.2.0"/>
        </w:rPr>
        <w:t xml:space="preserve">he UE shall be capable of handling at least a relative receive timing difference between subframe timing of signal from a E-UTRA cell belonging to the MCG and slot timing of signal from a cell belonging to the SCG as shown in Table 7.6.2-1 </w:t>
      </w:r>
      <w:r w:rsidRPr="008C6DE4">
        <w:rPr>
          <w:rFonts w:cs="v4.2.0"/>
          <w:lang w:eastAsia="zh-CN"/>
        </w:rPr>
        <w:t xml:space="preserve">for E-UTRA FDD-NR FDD intra-band EN-DC </w:t>
      </w:r>
      <w:r w:rsidRPr="008C6DE4">
        <w:rPr>
          <w:rFonts w:cs="v4.2.0"/>
        </w:rPr>
        <w:t xml:space="preserve">provided the UE indicates that it is capable of asynchronous </w:t>
      </w:r>
      <w:r w:rsidRPr="008C6DE4">
        <w:rPr>
          <w:rFonts w:cs="v4.2.0"/>
          <w:lang w:eastAsia="zh-CN"/>
        </w:rPr>
        <w:t>EN-DC</w:t>
      </w:r>
      <w:r w:rsidRPr="008C6DE4">
        <w:rPr>
          <w:rFonts w:cs="v4.2.0"/>
        </w:rPr>
        <w:t xml:space="preserve"> </w:t>
      </w:r>
      <w:r w:rsidRPr="008C6DE4">
        <w:rPr>
          <w:rFonts w:cs="v4.2.0"/>
          <w:lang w:eastAsia="zh-CN"/>
        </w:rPr>
        <w:t xml:space="preserve">operation </w:t>
      </w:r>
      <w:r w:rsidRPr="008C6DE4">
        <w:rPr>
          <w:rFonts w:cs="v4.2.0"/>
        </w:rPr>
        <w:t>[2].</w:t>
      </w:r>
    </w:p>
    <w:p w14:paraId="4A5276AF" w14:textId="0E43F4C7" w:rsidR="00E833BB" w:rsidRPr="008C6DE4" w:rsidRDefault="00E833BB" w:rsidP="00E833BB">
      <w:pPr>
        <w:rPr>
          <w:rFonts w:cs="v4.2.0"/>
        </w:rPr>
      </w:pPr>
      <w:r w:rsidRPr="008C6DE4">
        <w:rPr>
          <w:rFonts w:cs="v4.2.0"/>
        </w:rPr>
        <w:t xml:space="preserve">The UE shall be capable of handling at least a relative receive timing difference between subframe timing of signal from a E-UTRA cell belonging to the MCG and slot timing of signal from a cell belonging to the SCG as shown in Table </w:t>
      </w:r>
      <w:r w:rsidRPr="008C6DE4">
        <w:rPr>
          <w:rFonts w:eastAsia="Malgun Gothic" w:cs="v4.2.0"/>
        </w:rPr>
        <w:t>7.6.3-1 for E-UTRA FDD-NR FDD and E-UTRA TDD-NR TDD intra-band EN-DC provided the UE does not indicate that it is capable of asynchronous FDD-FDD EN-DC operation [16]</w:t>
      </w:r>
      <w:r w:rsidRPr="008C6DE4">
        <w:rPr>
          <w:rFonts w:cs="v4.2.0"/>
        </w:rPr>
        <w:t xml:space="preserve">. </w:t>
      </w:r>
    </w:p>
    <w:p w14:paraId="54BDB5E9" w14:textId="77777777" w:rsidR="00877F17" w:rsidRPr="008C6DE4" w:rsidRDefault="00877F17" w:rsidP="00877F17">
      <w:pPr>
        <w:pStyle w:val="TH"/>
        <w:rPr>
          <w:snapToGrid w:val="0"/>
        </w:rPr>
      </w:pPr>
      <w:r w:rsidRPr="008C6DE4">
        <w:rPr>
          <w:snapToGrid w:val="0"/>
        </w:rPr>
        <w:lastRenderedPageBreak/>
        <w:t>Table 7.6.</w:t>
      </w:r>
      <w:r w:rsidRPr="008C6DE4">
        <w:rPr>
          <w:rFonts w:eastAsia="Malgun Gothic"/>
          <w:snapToGrid w:val="0"/>
        </w:rPr>
        <w:t>3</w:t>
      </w:r>
      <w:r w:rsidRPr="008C6DE4">
        <w:rPr>
          <w:snapToGrid w:val="0"/>
        </w:rPr>
        <w:t>-</w:t>
      </w:r>
      <w:r w:rsidRPr="008C6DE4">
        <w:rPr>
          <w:rFonts w:eastAsia="Malgun Gothic"/>
          <w:snapToGrid w:val="0"/>
        </w:rPr>
        <w:t>1</w:t>
      </w:r>
      <w:r w:rsidRPr="008C6DE4">
        <w:rPr>
          <w:snapToGrid w:val="0"/>
        </w:rPr>
        <w:t xml:space="preserve"> Maximum receive timing difference requirement for </w:t>
      </w:r>
      <w:r w:rsidRPr="008C6DE4">
        <w:rPr>
          <w:snapToGrid w:val="0"/>
          <w:lang w:eastAsia="zh-CN"/>
        </w:rPr>
        <w:t xml:space="preserve">intra-band </w:t>
      </w:r>
      <w:r w:rsidRPr="008C6DE4">
        <w:rPr>
          <w:snapToGrid w:val="0"/>
        </w:rPr>
        <w:t xml:space="preserve">synchronous </w:t>
      </w:r>
      <w:r w:rsidRPr="008C6DE4">
        <w:rPr>
          <w:snapToGrid w:val="0"/>
          <w:lang w:eastAsia="zh-CN"/>
        </w:rPr>
        <w:t>EN-DC</w:t>
      </w:r>
    </w:p>
    <w:tbl>
      <w:tblPr>
        <w:tblW w:w="0" w:type="auto"/>
        <w:tblInd w:w="1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985"/>
        <w:gridCol w:w="2693"/>
      </w:tblGrid>
      <w:tr w:rsidR="00DD3199" w:rsidRPr="008C6DE4" w14:paraId="0F2C8670" w14:textId="77777777" w:rsidTr="00867D3A">
        <w:tc>
          <w:tcPr>
            <w:tcW w:w="1984" w:type="dxa"/>
            <w:shd w:val="clear" w:color="auto" w:fill="auto"/>
          </w:tcPr>
          <w:p w14:paraId="0CF88B2E" w14:textId="77777777" w:rsidR="00877F17" w:rsidRPr="008C6DE4" w:rsidRDefault="00877F17" w:rsidP="00867D3A">
            <w:pPr>
              <w:pStyle w:val="TAH"/>
            </w:pPr>
            <w:r w:rsidRPr="008C6DE4">
              <w:t>Sub-carrier spacing of E-UTRA cell in MCG (kHz)</w:t>
            </w:r>
          </w:p>
        </w:tc>
        <w:tc>
          <w:tcPr>
            <w:tcW w:w="1985" w:type="dxa"/>
            <w:shd w:val="clear" w:color="auto" w:fill="auto"/>
          </w:tcPr>
          <w:p w14:paraId="36002DE4" w14:textId="77777777" w:rsidR="00877F17" w:rsidRPr="008C6DE4" w:rsidRDefault="00877F17" w:rsidP="00867D3A">
            <w:pPr>
              <w:pStyle w:val="TAH"/>
              <w:rPr>
                <w:rFonts w:eastAsia="Malgun Gothic"/>
              </w:rPr>
            </w:pPr>
            <w:r w:rsidRPr="008C6DE4">
              <w:t xml:space="preserve">DL Sub-carrier spacing of cell in SCG (kHz) </w:t>
            </w:r>
            <w:r w:rsidRPr="008C6DE4">
              <w:rPr>
                <w:vertAlign w:val="superscript"/>
              </w:rPr>
              <w:t>Note1</w:t>
            </w:r>
          </w:p>
        </w:tc>
        <w:tc>
          <w:tcPr>
            <w:tcW w:w="2693" w:type="dxa"/>
            <w:shd w:val="clear" w:color="auto" w:fill="auto"/>
          </w:tcPr>
          <w:p w14:paraId="3FED56ED" w14:textId="77777777" w:rsidR="00877F17" w:rsidRPr="008C6DE4" w:rsidRDefault="00877F17" w:rsidP="00867D3A">
            <w:pPr>
              <w:pStyle w:val="TAH"/>
            </w:pPr>
            <w:r w:rsidRPr="008C6DE4">
              <w:t>Maximum receive timing difference (µs)</w:t>
            </w:r>
          </w:p>
        </w:tc>
      </w:tr>
      <w:tr w:rsidR="00DD3199" w:rsidRPr="008C6DE4" w14:paraId="7E2BBABB" w14:textId="77777777" w:rsidTr="00867D3A">
        <w:tc>
          <w:tcPr>
            <w:tcW w:w="1984" w:type="dxa"/>
            <w:shd w:val="clear" w:color="auto" w:fill="auto"/>
          </w:tcPr>
          <w:p w14:paraId="3A2E1CFA" w14:textId="77777777" w:rsidR="00877F17" w:rsidRPr="008C6DE4" w:rsidRDefault="00877F17" w:rsidP="00867D3A">
            <w:pPr>
              <w:pStyle w:val="TAC"/>
            </w:pPr>
            <w:r w:rsidRPr="008C6DE4">
              <w:t>15</w:t>
            </w:r>
          </w:p>
        </w:tc>
        <w:tc>
          <w:tcPr>
            <w:tcW w:w="1985" w:type="dxa"/>
            <w:shd w:val="clear" w:color="auto" w:fill="auto"/>
          </w:tcPr>
          <w:p w14:paraId="161A75B2" w14:textId="77777777" w:rsidR="00877F17" w:rsidRPr="008C6DE4" w:rsidRDefault="00877F17" w:rsidP="00867D3A">
            <w:pPr>
              <w:pStyle w:val="TAC"/>
            </w:pPr>
            <w:r w:rsidRPr="008C6DE4">
              <w:t>15</w:t>
            </w:r>
          </w:p>
        </w:tc>
        <w:tc>
          <w:tcPr>
            <w:tcW w:w="2693" w:type="dxa"/>
            <w:shd w:val="clear" w:color="auto" w:fill="auto"/>
          </w:tcPr>
          <w:p w14:paraId="1021DD19" w14:textId="77777777" w:rsidR="00877F17" w:rsidRPr="008C6DE4" w:rsidRDefault="00877F17" w:rsidP="00867D3A">
            <w:pPr>
              <w:pStyle w:val="TAC"/>
              <w:rPr>
                <w:rFonts w:eastAsia="Malgun Gothic"/>
              </w:rPr>
            </w:pPr>
            <w:r w:rsidRPr="008C6DE4">
              <w:rPr>
                <w:rFonts w:eastAsia="Malgun Gothic"/>
              </w:rPr>
              <w:t>3</w:t>
            </w:r>
          </w:p>
        </w:tc>
      </w:tr>
      <w:tr w:rsidR="00DD3199" w:rsidRPr="008C6DE4" w14:paraId="013F0027" w14:textId="77777777" w:rsidTr="00867D3A">
        <w:tc>
          <w:tcPr>
            <w:tcW w:w="1984" w:type="dxa"/>
            <w:shd w:val="clear" w:color="auto" w:fill="auto"/>
          </w:tcPr>
          <w:p w14:paraId="6EA7900B" w14:textId="77777777" w:rsidR="00877F17" w:rsidRPr="008C6DE4" w:rsidRDefault="00877F17" w:rsidP="00867D3A">
            <w:pPr>
              <w:pStyle w:val="TAC"/>
            </w:pPr>
            <w:r w:rsidRPr="008C6DE4">
              <w:t>15</w:t>
            </w:r>
          </w:p>
        </w:tc>
        <w:tc>
          <w:tcPr>
            <w:tcW w:w="1985" w:type="dxa"/>
            <w:shd w:val="clear" w:color="auto" w:fill="auto"/>
          </w:tcPr>
          <w:p w14:paraId="2D4DD66E" w14:textId="77777777" w:rsidR="00877F17" w:rsidRPr="008C6DE4" w:rsidRDefault="00877F17" w:rsidP="00867D3A">
            <w:pPr>
              <w:pStyle w:val="TAC"/>
            </w:pPr>
            <w:r w:rsidRPr="008C6DE4">
              <w:t>30</w:t>
            </w:r>
          </w:p>
        </w:tc>
        <w:tc>
          <w:tcPr>
            <w:tcW w:w="2693" w:type="dxa"/>
            <w:shd w:val="clear" w:color="auto" w:fill="auto"/>
          </w:tcPr>
          <w:p w14:paraId="1E280B1C" w14:textId="77777777" w:rsidR="00877F17" w:rsidRPr="008C6DE4" w:rsidRDefault="00877F17" w:rsidP="00867D3A">
            <w:pPr>
              <w:pStyle w:val="TAC"/>
              <w:rPr>
                <w:rFonts w:eastAsia="Malgun Gothic"/>
              </w:rPr>
            </w:pPr>
            <w:r w:rsidRPr="008C6DE4">
              <w:rPr>
                <w:rFonts w:eastAsia="Malgun Gothic"/>
              </w:rPr>
              <w:t>3</w:t>
            </w:r>
          </w:p>
        </w:tc>
      </w:tr>
      <w:tr w:rsidR="00DD3199" w:rsidRPr="008C6DE4" w14:paraId="6CB850DA" w14:textId="77777777" w:rsidTr="00867D3A">
        <w:tc>
          <w:tcPr>
            <w:tcW w:w="1984" w:type="dxa"/>
            <w:shd w:val="clear" w:color="auto" w:fill="auto"/>
          </w:tcPr>
          <w:p w14:paraId="68F57683" w14:textId="77777777" w:rsidR="00877F17" w:rsidRPr="008C6DE4" w:rsidRDefault="00877F17" w:rsidP="00867D3A">
            <w:pPr>
              <w:pStyle w:val="TAC"/>
            </w:pPr>
            <w:r w:rsidRPr="008C6DE4">
              <w:t>15</w:t>
            </w:r>
          </w:p>
        </w:tc>
        <w:tc>
          <w:tcPr>
            <w:tcW w:w="1985" w:type="dxa"/>
            <w:shd w:val="clear" w:color="auto" w:fill="auto"/>
          </w:tcPr>
          <w:p w14:paraId="2BD06F16" w14:textId="77777777" w:rsidR="00877F17" w:rsidRPr="008C6DE4" w:rsidRDefault="00877F17" w:rsidP="00867D3A">
            <w:pPr>
              <w:pStyle w:val="TAC"/>
            </w:pPr>
            <w:r w:rsidRPr="008C6DE4">
              <w:t>60</w:t>
            </w:r>
          </w:p>
        </w:tc>
        <w:tc>
          <w:tcPr>
            <w:tcW w:w="2693" w:type="dxa"/>
            <w:shd w:val="clear" w:color="auto" w:fill="auto"/>
          </w:tcPr>
          <w:p w14:paraId="764268B8" w14:textId="77777777" w:rsidR="00877F17" w:rsidRPr="008C6DE4" w:rsidRDefault="00877F17" w:rsidP="00867D3A">
            <w:pPr>
              <w:pStyle w:val="TAC"/>
              <w:rPr>
                <w:rFonts w:eastAsia="Malgun Gothic"/>
              </w:rPr>
            </w:pPr>
            <w:r w:rsidRPr="008C6DE4">
              <w:rPr>
                <w:rFonts w:eastAsia="Malgun Gothic"/>
              </w:rPr>
              <w:t>3</w:t>
            </w:r>
          </w:p>
        </w:tc>
      </w:tr>
      <w:tr w:rsidR="00877F17" w:rsidRPr="008C6DE4" w14:paraId="625A841C" w14:textId="77777777" w:rsidTr="00867D3A">
        <w:tc>
          <w:tcPr>
            <w:tcW w:w="6662" w:type="dxa"/>
            <w:gridSpan w:val="3"/>
            <w:shd w:val="clear" w:color="auto" w:fill="auto"/>
          </w:tcPr>
          <w:p w14:paraId="7602BEB1" w14:textId="77777777" w:rsidR="00877F17" w:rsidRPr="008C6DE4" w:rsidRDefault="00877F17" w:rsidP="00867D3A">
            <w:pPr>
              <w:pStyle w:val="TAN"/>
            </w:pPr>
            <w:r w:rsidRPr="008C6DE4">
              <w:rPr>
                <w:lang w:eastAsia="ko-KR"/>
              </w:rPr>
              <w:t xml:space="preserve">NOTE </w:t>
            </w:r>
            <w:r w:rsidRPr="008C6DE4">
              <w:t>1:</w:t>
            </w:r>
            <w:r w:rsidRPr="008C6DE4">
              <w:tab/>
              <w:t>DL Sub-carrier spacing is min{SCS</w:t>
            </w:r>
            <w:r w:rsidRPr="008C6DE4">
              <w:rPr>
                <w:vertAlign w:val="subscript"/>
              </w:rPr>
              <w:t>SS</w:t>
            </w:r>
            <w:r w:rsidRPr="008C6DE4">
              <w:t>, SCS</w:t>
            </w:r>
            <w:r w:rsidRPr="008C6DE4">
              <w:rPr>
                <w:vertAlign w:val="subscript"/>
              </w:rPr>
              <w:t>DATA</w:t>
            </w:r>
            <w:r w:rsidRPr="008C6DE4">
              <w:t>}.</w:t>
            </w:r>
          </w:p>
        </w:tc>
      </w:tr>
    </w:tbl>
    <w:p w14:paraId="458B1118" w14:textId="77777777" w:rsidR="00877F17" w:rsidRPr="008C6DE4" w:rsidRDefault="00877F17" w:rsidP="00877F17">
      <w:pPr>
        <w:rPr>
          <w:lang w:eastAsia="ko-KR"/>
        </w:rPr>
      </w:pPr>
    </w:p>
    <w:p w14:paraId="031BA748" w14:textId="77777777" w:rsidR="00877F17" w:rsidRPr="008C6DE4" w:rsidRDefault="00877F17" w:rsidP="00877F17">
      <w:pPr>
        <w:pStyle w:val="TH"/>
      </w:pPr>
      <w:r w:rsidRPr="008C6DE4">
        <w:t>Table 7.6.3-</w:t>
      </w:r>
      <w:r w:rsidRPr="008C6DE4">
        <w:rPr>
          <w:lang w:eastAsia="ko-KR"/>
        </w:rPr>
        <w:t>2</w:t>
      </w:r>
      <w:r w:rsidRPr="008C6DE4">
        <w:rPr>
          <w:lang w:eastAsia="ko-KR"/>
        </w:rPr>
        <w:tab/>
        <w:t>Void</w:t>
      </w:r>
    </w:p>
    <w:p w14:paraId="56ED154D" w14:textId="77777777" w:rsidR="00877F17" w:rsidRPr="008C6DE4" w:rsidRDefault="00877F17" w:rsidP="00877F17">
      <w:pPr>
        <w:rPr>
          <w:lang w:eastAsia="ko-KR"/>
        </w:rPr>
      </w:pPr>
    </w:p>
    <w:p w14:paraId="605701E4" w14:textId="77777777" w:rsidR="00877F17" w:rsidRPr="008C6DE4" w:rsidRDefault="00877F17" w:rsidP="00877F17">
      <w:pPr>
        <w:pStyle w:val="Heading3"/>
        <w:rPr>
          <w:lang w:eastAsia="ko-KR"/>
        </w:rPr>
      </w:pPr>
      <w:r w:rsidRPr="008C6DE4">
        <w:rPr>
          <w:lang w:eastAsia="ko-KR"/>
        </w:rPr>
        <w:t>7.6.</w:t>
      </w:r>
      <w:r w:rsidRPr="008C6DE4">
        <w:rPr>
          <w:rFonts w:eastAsia="Malgun Gothic"/>
          <w:lang w:eastAsia="ko-KR"/>
        </w:rPr>
        <w:t>4</w:t>
      </w:r>
      <w:r w:rsidRPr="008C6DE4">
        <w:rPr>
          <w:lang w:eastAsia="ko-KR"/>
        </w:rPr>
        <w:tab/>
        <w:t>Minimum Requirements for NR Carrier Aggregation</w:t>
      </w:r>
    </w:p>
    <w:p w14:paraId="04F06D49" w14:textId="77777777" w:rsidR="00877F17" w:rsidRPr="008C6DE4" w:rsidRDefault="00877F17" w:rsidP="00877F17">
      <w:pPr>
        <w:rPr>
          <w:rFonts w:cs="v4.2.0"/>
        </w:rPr>
      </w:pPr>
      <w:r w:rsidRPr="008C6DE4">
        <w:rPr>
          <w:rFonts w:cs="v4.2.0"/>
        </w:rPr>
        <w:t xml:space="preserve">For intra-band </w:t>
      </w:r>
      <w:r w:rsidRPr="008C6DE4">
        <w:rPr>
          <w:rFonts w:eastAsia="Malgun Gothic" w:cs="v4.2.0"/>
          <w:lang w:eastAsia="zh-CN"/>
        </w:rPr>
        <w:t>CA</w:t>
      </w:r>
      <w:r w:rsidRPr="008C6DE4">
        <w:rPr>
          <w:rFonts w:cs="v4.2.0"/>
        </w:rPr>
        <w:t>, only</w:t>
      </w:r>
      <w:r w:rsidRPr="008C6DE4">
        <w:rPr>
          <w:rFonts w:cs="v4.2.0"/>
          <w:lang w:eastAsia="zh-CN"/>
        </w:rPr>
        <w:t xml:space="preserve"> </w:t>
      </w:r>
      <w:r w:rsidRPr="008C6DE4">
        <w:rPr>
          <w:rFonts w:cs="v4.2.0"/>
        </w:rPr>
        <w:t xml:space="preserve">co-located deployment is </w:t>
      </w:r>
      <w:r w:rsidRPr="008C6DE4">
        <w:rPr>
          <w:rFonts w:cs="v4.2.0"/>
          <w:lang w:eastAsia="zh-CN"/>
        </w:rPr>
        <w:t>applied.</w:t>
      </w:r>
      <w:r w:rsidRPr="008C6DE4">
        <w:rPr>
          <w:rFonts w:eastAsia="Malgun Gothic" w:cs="v4.2.0"/>
          <w:lang w:eastAsia="zh-CN"/>
        </w:rPr>
        <w:t xml:space="preserve"> </w:t>
      </w:r>
      <w:r w:rsidRPr="008C6DE4">
        <w:rPr>
          <w:rFonts w:cs="v4.2.0"/>
        </w:rPr>
        <w:t>For intra-band non-contiguous NR carrier aggregation, the UE shall be capable of handling at least a relative receive timing difference between slot timing of different carriers to be aggregated at the UE receiver as shown in Table 7.6.</w:t>
      </w:r>
      <w:r w:rsidRPr="008C6DE4">
        <w:rPr>
          <w:rFonts w:eastAsia="Malgun Gothic" w:cs="v4.2.0"/>
        </w:rPr>
        <w:t>4</w:t>
      </w:r>
      <w:r w:rsidRPr="008C6DE4">
        <w:rPr>
          <w:rFonts w:cs="v4.2.0"/>
        </w:rPr>
        <w:t>-1 below.</w:t>
      </w:r>
    </w:p>
    <w:p w14:paraId="169D3AC0" w14:textId="77777777" w:rsidR="00877F17" w:rsidRPr="008C6DE4" w:rsidRDefault="00877F17" w:rsidP="00877F17">
      <w:pPr>
        <w:pStyle w:val="TH"/>
        <w:rPr>
          <w:rFonts w:eastAsia="Malgun Gothic"/>
          <w:snapToGrid w:val="0"/>
          <w:lang w:eastAsia="ko-KR"/>
        </w:rPr>
      </w:pPr>
      <w:r w:rsidRPr="008C6DE4">
        <w:rPr>
          <w:snapToGrid w:val="0"/>
        </w:rPr>
        <w:t>Table 7.6.</w:t>
      </w:r>
      <w:r w:rsidRPr="008C6DE4">
        <w:rPr>
          <w:rFonts w:eastAsia="Malgun Gothic"/>
          <w:snapToGrid w:val="0"/>
        </w:rPr>
        <w:t>4</w:t>
      </w:r>
      <w:r w:rsidRPr="008C6DE4">
        <w:rPr>
          <w:snapToGrid w:val="0"/>
        </w:rPr>
        <w:t>-</w:t>
      </w:r>
      <w:r w:rsidRPr="008C6DE4">
        <w:rPr>
          <w:rFonts w:eastAsia="Malgun Gothic"/>
          <w:snapToGrid w:val="0"/>
        </w:rPr>
        <w:t>1</w:t>
      </w:r>
      <w:r w:rsidRPr="008C6DE4">
        <w:rPr>
          <w:rFonts w:eastAsia="Malgun Gothic"/>
          <w:snapToGrid w:val="0"/>
          <w:lang w:eastAsia="ko-KR"/>
        </w:rPr>
        <w:t>:</w:t>
      </w:r>
      <w:r w:rsidRPr="008C6DE4">
        <w:rPr>
          <w:snapToGrid w:val="0"/>
        </w:rPr>
        <w:t xml:space="preserve"> Maximum receive timing difference requirement for intra-band non-contiguous NR carrier aggregation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1"/>
        <w:gridCol w:w="3003"/>
      </w:tblGrid>
      <w:tr w:rsidR="00DD3199" w:rsidRPr="008C6DE4" w14:paraId="76223E7F" w14:textId="77777777" w:rsidTr="00867D3A">
        <w:trPr>
          <w:jc w:val="center"/>
        </w:trPr>
        <w:tc>
          <w:tcPr>
            <w:tcW w:w="2251" w:type="dxa"/>
            <w:shd w:val="clear" w:color="auto" w:fill="auto"/>
          </w:tcPr>
          <w:p w14:paraId="28E39831" w14:textId="77777777" w:rsidR="00877F17" w:rsidRPr="008C6DE4" w:rsidRDefault="00877F17" w:rsidP="00867D3A">
            <w:pPr>
              <w:pStyle w:val="TAH"/>
            </w:pPr>
            <w:r w:rsidRPr="008C6DE4">
              <w:t>Frequency Range</w:t>
            </w:r>
          </w:p>
        </w:tc>
        <w:tc>
          <w:tcPr>
            <w:tcW w:w="3003" w:type="dxa"/>
            <w:shd w:val="clear" w:color="auto" w:fill="auto"/>
          </w:tcPr>
          <w:p w14:paraId="3E524B5F" w14:textId="77777777" w:rsidR="00877F17" w:rsidRPr="008C6DE4" w:rsidRDefault="00877F17" w:rsidP="00867D3A">
            <w:pPr>
              <w:pStyle w:val="TAH"/>
            </w:pPr>
            <w:r w:rsidRPr="008C6DE4">
              <w:t xml:space="preserve">Maximum receive timing difference (µs) </w:t>
            </w:r>
          </w:p>
        </w:tc>
      </w:tr>
      <w:tr w:rsidR="00DD3199" w:rsidRPr="008C6DE4" w14:paraId="1ACC8863" w14:textId="77777777" w:rsidTr="00867D3A">
        <w:trPr>
          <w:jc w:val="center"/>
        </w:trPr>
        <w:tc>
          <w:tcPr>
            <w:tcW w:w="2251" w:type="dxa"/>
            <w:shd w:val="clear" w:color="auto" w:fill="auto"/>
          </w:tcPr>
          <w:p w14:paraId="1AC476D0" w14:textId="77777777" w:rsidR="00877F17" w:rsidRPr="008C6DE4" w:rsidRDefault="00877F17" w:rsidP="00867D3A">
            <w:pPr>
              <w:pStyle w:val="TAC"/>
            </w:pPr>
            <w:r w:rsidRPr="008C6DE4">
              <w:t>FR1</w:t>
            </w:r>
          </w:p>
        </w:tc>
        <w:tc>
          <w:tcPr>
            <w:tcW w:w="3003" w:type="dxa"/>
            <w:shd w:val="clear" w:color="auto" w:fill="auto"/>
          </w:tcPr>
          <w:p w14:paraId="7E0ED9F5" w14:textId="10D78204" w:rsidR="00877F17" w:rsidRPr="008C6DE4" w:rsidRDefault="00877F17" w:rsidP="00867D3A">
            <w:pPr>
              <w:pStyle w:val="TAC"/>
            </w:pPr>
            <w:r w:rsidRPr="008C6DE4">
              <w:t>3</w:t>
            </w:r>
            <w:r w:rsidRPr="008C6DE4">
              <w:rPr>
                <w:vertAlign w:val="superscript"/>
              </w:rPr>
              <w:t>1</w:t>
            </w:r>
          </w:p>
        </w:tc>
      </w:tr>
      <w:tr w:rsidR="00DD3199" w:rsidRPr="008C6DE4" w14:paraId="0D30664C" w14:textId="77777777" w:rsidTr="00867D3A">
        <w:trPr>
          <w:jc w:val="center"/>
        </w:trPr>
        <w:tc>
          <w:tcPr>
            <w:tcW w:w="2251" w:type="dxa"/>
            <w:shd w:val="clear" w:color="auto" w:fill="auto"/>
          </w:tcPr>
          <w:p w14:paraId="33990586" w14:textId="77777777" w:rsidR="00877F17" w:rsidRPr="008C6DE4" w:rsidRDefault="00877F17" w:rsidP="00867D3A">
            <w:pPr>
              <w:pStyle w:val="TAC"/>
            </w:pPr>
            <w:r w:rsidRPr="008C6DE4">
              <w:t>FR2</w:t>
            </w:r>
          </w:p>
        </w:tc>
        <w:tc>
          <w:tcPr>
            <w:tcW w:w="3003" w:type="dxa"/>
            <w:shd w:val="clear" w:color="auto" w:fill="auto"/>
          </w:tcPr>
          <w:p w14:paraId="1075AB11" w14:textId="77777777" w:rsidR="00877F17" w:rsidRPr="008C6DE4" w:rsidRDefault="00877F17" w:rsidP="00867D3A">
            <w:pPr>
              <w:pStyle w:val="TAC"/>
            </w:pPr>
            <w:r w:rsidRPr="008C6DE4">
              <w:t>0.26</w:t>
            </w:r>
          </w:p>
        </w:tc>
      </w:tr>
      <w:tr w:rsidR="00877F17" w:rsidRPr="008C6DE4" w14:paraId="385759D8" w14:textId="77777777" w:rsidTr="00867D3A">
        <w:trPr>
          <w:jc w:val="center"/>
        </w:trPr>
        <w:tc>
          <w:tcPr>
            <w:tcW w:w="5254" w:type="dxa"/>
            <w:gridSpan w:val="2"/>
            <w:shd w:val="clear" w:color="auto" w:fill="auto"/>
          </w:tcPr>
          <w:p w14:paraId="14D13127" w14:textId="2CD36B11" w:rsidR="00877F17" w:rsidRPr="008C6DE4" w:rsidRDefault="00877F17" w:rsidP="00DD3199">
            <w:pPr>
              <w:pStyle w:val="TAN"/>
            </w:pPr>
            <w:r w:rsidRPr="008C6DE4">
              <w:rPr>
                <w:rFonts w:eastAsia="Yu Mincho" w:hint="eastAsia"/>
                <w:lang w:eastAsia="ja-JP"/>
              </w:rPr>
              <w:t>N</w:t>
            </w:r>
            <w:r w:rsidRPr="008C6DE4">
              <w:rPr>
                <w:rFonts w:eastAsia="Yu Mincho"/>
                <w:lang w:eastAsia="ja-JP"/>
              </w:rPr>
              <w:t>ote 1:</w:t>
            </w:r>
            <w:r w:rsidR="00620651" w:rsidRPr="008C6DE4">
              <w:t xml:space="preserve"> </w:t>
            </w:r>
            <w:r w:rsidR="00620651" w:rsidRPr="008C6DE4">
              <w:tab/>
            </w:r>
            <w:r w:rsidRPr="008C6DE4">
              <w:rPr>
                <w:lang w:val="en-US" w:eastAsia="ja-JP"/>
              </w:rPr>
              <w:t>In the case of different SCS on different CCs, if the receive time difference exceeds the cyclic prefix length of that SCS, demodulation performance degradation is expected for the first symbol of the slot.</w:t>
            </w:r>
          </w:p>
        </w:tc>
      </w:tr>
    </w:tbl>
    <w:p w14:paraId="0A1E818C" w14:textId="77777777" w:rsidR="00877F17" w:rsidRPr="008C6DE4" w:rsidRDefault="00877F17" w:rsidP="00877F17">
      <w:pPr>
        <w:rPr>
          <w:i/>
        </w:rPr>
      </w:pPr>
    </w:p>
    <w:p w14:paraId="2DE6E212" w14:textId="46B1F941" w:rsidR="00877F17" w:rsidRPr="008C6DE4" w:rsidRDefault="00877F17" w:rsidP="00877F17">
      <w:r w:rsidRPr="008C6DE4">
        <w:rPr>
          <w:rFonts w:cs="v4.2.0"/>
        </w:rPr>
        <w:t>For inter-band NR carrier aggregation, the UE shall be capable of handling at least a relative receive timing difference between slot timing of all pairs of carriers to be aggregated at the UE receiver as shown in Table 7.6.</w:t>
      </w:r>
      <w:r w:rsidRPr="008C6DE4">
        <w:rPr>
          <w:rFonts w:eastAsia="Malgun Gothic" w:cs="v4.2.0"/>
        </w:rPr>
        <w:t>4</w:t>
      </w:r>
      <w:r w:rsidRPr="008C6DE4">
        <w:rPr>
          <w:rFonts w:cs="v4.2.0"/>
        </w:rPr>
        <w:t>-2 below.</w:t>
      </w:r>
    </w:p>
    <w:p w14:paraId="0D7B8650" w14:textId="77777777" w:rsidR="00877F17" w:rsidRPr="008C6DE4" w:rsidRDefault="00877F17" w:rsidP="00877F17">
      <w:pPr>
        <w:pStyle w:val="TH"/>
        <w:rPr>
          <w:rFonts w:eastAsia="Malgun Gothic"/>
          <w:lang w:eastAsia="ko-KR"/>
        </w:rPr>
      </w:pPr>
      <w:r w:rsidRPr="008C6DE4">
        <w:t>Table 7.6.</w:t>
      </w:r>
      <w:r w:rsidRPr="008C6DE4">
        <w:rPr>
          <w:rFonts w:eastAsia="Malgun Gothic"/>
        </w:rPr>
        <w:t>4</w:t>
      </w:r>
      <w:r w:rsidRPr="008C6DE4">
        <w:t>-2</w:t>
      </w:r>
      <w:r w:rsidRPr="008C6DE4">
        <w:rPr>
          <w:lang w:eastAsia="ko-KR"/>
        </w:rPr>
        <w:t>:</w:t>
      </w:r>
      <w:r w:rsidRPr="008C6DE4">
        <w:t xml:space="preserve"> Maximum receive timing difference requirement for inter-band NR carrier aggregation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1"/>
        <w:gridCol w:w="3003"/>
      </w:tblGrid>
      <w:tr w:rsidR="00DD3199" w:rsidRPr="008C6DE4" w14:paraId="5DF02CB6" w14:textId="77777777" w:rsidTr="00867D3A">
        <w:trPr>
          <w:jc w:val="center"/>
        </w:trPr>
        <w:tc>
          <w:tcPr>
            <w:tcW w:w="2251" w:type="dxa"/>
            <w:shd w:val="clear" w:color="auto" w:fill="auto"/>
          </w:tcPr>
          <w:p w14:paraId="56DC6043" w14:textId="77777777" w:rsidR="00877F17" w:rsidRPr="008C6DE4" w:rsidRDefault="00877F17" w:rsidP="00867D3A">
            <w:pPr>
              <w:pStyle w:val="TAH"/>
            </w:pPr>
            <w:r w:rsidRPr="008C6DE4">
              <w:t>Frequency Range of the pair of carriers</w:t>
            </w:r>
          </w:p>
        </w:tc>
        <w:tc>
          <w:tcPr>
            <w:tcW w:w="3003" w:type="dxa"/>
            <w:shd w:val="clear" w:color="auto" w:fill="auto"/>
          </w:tcPr>
          <w:p w14:paraId="5F65C2D4" w14:textId="77777777" w:rsidR="00877F17" w:rsidRPr="008C6DE4" w:rsidRDefault="00877F17" w:rsidP="00867D3A">
            <w:pPr>
              <w:pStyle w:val="TAH"/>
            </w:pPr>
            <w:r w:rsidRPr="008C6DE4">
              <w:t xml:space="preserve">Maximum receive timing difference (µs) </w:t>
            </w:r>
          </w:p>
        </w:tc>
      </w:tr>
      <w:tr w:rsidR="00DD3199" w:rsidRPr="008C6DE4" w14:paraId="69C8D59C" w14:textId="77777777" w:rsidTr="00867D3A">
        <w:trPr>
          <w:jc w:val="center"/>
        </w:trPr>
        <w:tc>
          <w:tcPr>
            <w:tcW w:w="2251" w:type="dxa"/>
            <w:shd w:val="clear" w:color="auto" w:fill="auto"/>
          </w:tcPr>
          <w:p w14:paraId="61F018F5" w14:textId="77777777" w:rsidR="00877F17" w:rsidRPr="008C6DE4" w:rsidRDefault="00877F17" w:rsidP="00867D3A">
            <w:pPr>
              <w:pStyle w:val="TAC"/>
            </w:pPr>
            <w:r w:rsidRPr="008C6DE4">
              <w:t>FR1</w:t>
            </w:r>
          </w:p>
        </w:tc>
        <w:tc>
          <w:tcPr>
            <w:tcW w:w="3003" w:type="dxa"/>
            <w:shd w:val="clear" w:color="auto" w:fill="auto"/>
          </w:tcPr>
          <w:p w14:paraId="52FA5CD9" w14:textId="77777777" w:rsidR="00877F17" w:rsidRPr="008C6DE4" w:rsidRDefault="00877F17" w:rsidP="00867D3A">
            <w:pPr>
              <w:pStyle w:val="TAC"/>
            </w:pPr>
            <w:r w:rsidRPr="008C6DE4">
              <w:t>33</w:t>
            </w:r>
          </w:p>
        </w:tc>
      </w:tr>
      <w:tr w:rsidR="00DD3199" w:rsidRPr="008C6DE4" w14:paraId="42B94E90" w14:textId="77777777" w:rsidTr="00867D3A">
        <w:trPr>
          <w:jc w:val="center"/>
        </w:trPr>
        <w:tc>
          <w:tcPr>
            <w:tcW w:w="2251" w:type="dxa"/>
            <w:shd w:val="clear" w:color="auto" w:fill="auto"/>
          </w:tcPr>
          <w:p w14:paraId="58B7A746" w14:textId="77777777" w:rsidR="00877F17" w:rsidRPr="008C6DE4" w:rsidRDefault="00877F17" w:rsidP="00867D3A">
            <w:pPr>
              <w:pStyle w:val="TAC"/>
            </w:pPr>
            <w:r w:rsidRPr="008C6DE4">
              <w:t>FR2</w:t>
            </w:r>
          </w:p>
        </w:tc>
        <w:tc>
          <w:tcPr>
            <w:tcW w:w="3003" w:type="dxa"/>
            <w:shd w:val="clear" w:color="auto" w:fill="auto"/>
          </w:tcPr>
          <w:p w14:paraId="18990DF6" w14:textId="77777777" w:rsidR="00877F17" w:rsidRPr="008C6DE4" w:rsidRDefault="00877F17" w:rsidP="00867D3A">
            <w:pPr>
              <w:pStyle w:val="TAC"/>
            </w:pPr>
            <w:r w:rsidRPr="008C6DE4">
              <w:t>8</w:t>
            </w:r>
          </w:p>
        </w:tc>
      </w:tr>
      <w:tr w:rsidR="00877F17" w:rsidRPr="008C6DE4" w14:paraId="324C2998" w14:textId="77777777" w:rsidTr="00867D3A">
        <w:trPr>
          <w:jc w:val="center"/>
        </w:trPr>
        <w:tc>
          <w:tcPr>
            <w:tcW w:w="2251" w:type="dxa"/>
            <w:shd w:val="clear" w:color="auto" w:fill="auto"/>
          </w:tcPr>
          <w:p w14:paraId="5A07CCFE" w14:textId="77777777" w:rsidR="00877F17" w:rsidRPr="008C6DE4" w:rsidRDefault="00877F17" w:rsidP="00867D3A">
            <w:pPr>
              <w:pStyle w:val="TAC"/>
            </w:pPr>
            <w:r w:rsidRPr="008C6DE4">
              <w:t>Between FR1 and FR2</w:t>
            </w:r>
          </w:p>
        </w:tc>
        <w:tc>
          <w:tcPr>
            <w:tcW w:w="3003" w:type="dxa"/>
            <w:shd w:val="clear" w:color="auto" w:fill="auto"/>
          </w:tcPr>
          <w:p w14:paraId="78500E94" w14:textId="77777777" w:rsidR="00877F17" w:rsidRPr="008C6DE4" w:rsidRDefault="00877F17" w:rsidP="00867D3A">
            <w:pPr>
              <w:pStyle w:val="TAC"/>
            </w:pPr>
            <w:r w:rsidRPr="008C6DE4">
              <w:rPr>
                <w:lang w:eastAsia="zh-CN"/>
              </w:rPr>
              <w:t xml:space="preserve">25 </w:t>
            </w:r>
          </w:p>
        </w:tc>
      </w:tr>
    </w:tbl>
    <w:p w14:paraId="2EE4805D" w14:textId="77777777" w:rsidR="00877F17" w:rsidRPr="008C6DE4" w:rsidRDefault="00877F17" w:rsidP="00877F17"/>
    <w:p w14:paraId="0F1D48F4" w14:textId="77777777" w:rsidR="00877F17" w:rsidRPr="008C6DE4" w:rsidRDefault="00877F17" w:rsidP="00877F17">
      <w:pPr>
        <w:pStyle w:val="Heading3"/>
        <w:rPr>
          <w:lang w:eastAsia="ko-KR"/>
        </w:rPr>
      </w:pPr>
      <w:r w:rsidRPr="008C6DE4">
        <w:rPr>
          <w:lang w:eastAsia="ko-KR"/>
        </w:rPr>
        <w:t>7.6.5</w:t>
      </w:r>
      <w:r w:rsidRPr="008C6DE4">
        <w:rPr>
          <w:lang w:eastAsia="ko-KR"/>
        </w:rPr>
        <w:tab/>
        <w:t xml:space="preserve">Minimum Requirements for </w:t>
      </w:r>
      <w:r w:rsidRPr="008C6DE4">
        <w:t>inter-band NE-DC</w:t>
      </w:r>
    </w:p>
    <w:p w14:paraId="03114FDD" w14:textId="2D19BC89" w:rsidR="00D40AEE" w:rsidRPr="008C6DE4" w:rsidRDefault="00D40AEE" w:rsidP="00D40AEE">
      <w:pPr>
        <w:rPr>
          <w:rFonts w:cs="v4.2.0"/>
        </w:rPr>
      </w:pPr>
      <w:r w:rsidRPr="008C6DE4">
        <w:rPr>
          <w:rFonts w:cs="v4.2.0"/>
          <w:lang w:eastAsia="zh-CN"/>
        </w:rPr>
        <w:t>T</w:t>
      </w:r>
      <w:r w:rsidRPr="008C6DE4">
        <w:rPr>
          <w:rFonts w:cs="v4.2.0"/>
        </w:rPr>
        <w:t xml:space="preserve">he UE shall be capable of handling at least a relative receive timing difference between </w:t>
      </w:r>
      <w:r w:rsidRPr="008C6DE4">
        <w:rPr>
          <w:rFonts w:eastAsia="Malgun Gothic" w:cs="v4.2.0"/>
          <w:lang w:eastAsia="ko-KR"/>
        </w:rPr>
        <w:t>slot</w:t>
      </w:r>
      <w:r w:rsidRPr="008C6DE4">
        <w:rPr>
          <w:rFonts w:cs="v4.2.0"/>
        </w:rPr>
        <w:t xml:space="preserve"> timing of signal from a cell belonging to the MCG and </w:t>
      </w:r>
      <w:r w:rsidRPr="008C6DE4">
        <w:rPr>
          <w:rFonts w:eastAsia="Malgun Gothic" w:cs="v4.2.0"/>
          <w:lang w:eastAsia="ko-KR"/>
        </w:rPr>
        <w:t>subframe</w:t>
      </w:r>
      <w:r w:rsidRPr="008C6DE4">
        <w:rPr>
          <w:rFonts w:cs="v4.2.0"/>
        </w:rPr>
        <w:t xml:space="preserve"> timing of signal from a</w:t>
      </w:r>
      <w:r>
        <w:rPr>
          <w:rFonts w:cs="v4.2.0"/>
        </w:rPr>
        <w:t>n</w:t>
      </w:r>
      <w:r w:rsidRPr="008C6DE4">
        <w:rPr>
          <w:rFonts w:cs="v4.2.0"/>
        </w:rPr>
        <w:t xml:space="preserve"> </w:t>
      </w:r>
      <w:r w:rsidRPr="008C6DE4">
        <w:rPr>
          <w:rFonts w:eastAsia="Malgun Gothic" w:cs="v4.2.0"/>
          <w:lang w:eastAsia="ko-KR"/>
        </w:rPr>
        <w:t xml:space="preserve">E-UTRA </w:t>
      </w:r>
      <w:r w:rsidRPr="008C6DE4">
        <w:rPr>
          <w:rFonts w:cs="v4.2.0"/>
        </w:rPr>
        <w:t xml:space="preserve">cell belonging to the SCG at the UE receiver </w:t>
      </w:r>
      <w:r w:rsidRPr="008C6DE4">
        <w:rPr>
          <w:rFonts w:eastAsia="Malgun Gothic" w:cs="v4.2.0"/>
          <w:lang w:eastAsia="ko-KR"/>
        </w:rPr>
        <w:t xml:space="preserve">for asynchronous NE-DC </w:t>
      </w:r>
      <w:r w:rsidRPr="008C6DE4">
        <w:rPr>
          <w:rFonts w:cs="v4.2.0"/>
        </w:rPr>
        <w:t>as shown in Table 7.6.5-1.</w:t>
      </w:r>
    </w:p>
    <w:p w14:paraId="0114C27D" w14:textId="77777777" w:rsidR="00877F17" w:rsidRPr="008C6DE4" w:rsidRDefault="00877F17" w:rsidP="00877F17">
      <w:pPr>
        <w:pStyle w:val="TH"/>
        <w:rPr>
          <w:snapToGrid w:val="0"/>
        </w:rPr>
      </w:pPr>
      <w:r w:rsidRPr="008C6DE4">
        <w:rPr>
          <w:snapToGrid w:val="0"/>
        </w:rPr>
        <w:t>Table 7.6.5-1</w:t>
      </w:r>
      <w:r w:rsidRPr="008C6DE4">
        <w:rPr>
          <w:snapToGrid w:val="0"/>
          <w:lang w:eastAsia="ko-KR"/>
        </w:rPr>
        <w:t>:</w:t>
      </w:r>
      <w:r w:rsidRPr="008C6DE4">
        <w:rPr>
          <w:snapToGrid w:val="0"/>
        </w:rPr>
        <w:t xml:space="preserve"> Maximum receive timing difference requirement for asynchronous </w:t>
      </w:r>
      <w:r w:rsidRPr="008C6DE4">
        <w:rPr>
          <w:snapToGrid w:val="0"/>
          <w:lang w:eastAsia="zh-CN"/>
        </w:rPr>
        <w:t>NE-DC</w:t>
      </w:r>
    </w:p>
    <w:tbl>
      <w:tblPr>
        <w:tblW w:w="0" w:type="auto"/>
        <w:tblInd w:w="1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985"/>
        <w:gridCol w:w="2693"/>
      </w:tblGrid>
      <w:tr w:rsidR="00DD3199" w:rsidRPr="008C6DE4" w14:paraId="5F9FB3A1" w14:textId="77777777" w:rsidTr="00867D3A">
        <w:tc>
          <w:tcPr>
            <w:tcW w:w="1984" w:type="dxa"/>
            <w:shd w:val="clear" w:color="auto" w:fill="auto"/>
          </w:tcPr>
          <w:p w14:paraId="1475D9E7" w14:textId="77777777" w:rsidR="00877F17" w:rsidRPr="008C6DE4" w:rsidRDefault="00877F17" w:rsidP="00867D3A">
            <w:pPr>
              <w:pStyle w:val="TAH"/>
            </w:pPr>
            <w:r w:rsidRPr="008C6DE4">
              <w:t>Sub-carrier spacing of cell in MCG (kHz)</w:t>
            </w:r>
          </w:p>
        </w:tc>
        <w:tc>
          <w:tcPr>
            <w:tcW w:w="1985" w:type="dxa"/>
            <w:shd w:val="clear" w:color="auto" w:fill="auto"/>
          </w:tcPr>
          <w:p w14:paraId="08353802" w14:textId="4F629388" w:rsidR="00877F17" w:rsidRPr="008C6DE4" w:rsidRDefault="00D40AEE" w:rsidP="00867D3A">
            <w:pPr>
              <w:pStyle w:val="TAH"/>
            </w:pPr>
            <w:r w:rsidRPr="008C6DE4">
              <w:t>DL Sub-carrier spacing of EUTRA cell in SCG (kHz)</w:t>
            </w:r>
            <w:r w:rsidRPr="008C6DE4">
              <w:rPr>
                <w:lang w:eastAsia="ko-KR"/>
              </w:rPr>
              <w:t xml:space="preserve"> (</w:t>
            </w:r>
            <w:r w:rsidRPr="008C6DE4">
              <w:t>Note</w:t>
            </w:r>
            <w:r w:rsidRPr="008C6DE4">
              <w:rPr>
                <w:lang w:eastAsia="ko-KR"/>
              </w:rPr>
              <w:t xml:space="preserve"> </w:t>
            </w:r>
            <w:r w:rsidRPr="008C6DE4">
              <w:t>1</w:t>
            </w:r>
            <w:r w:rsidRPr="008C6DE4">
              <w:rPr>
                <w:lang w:eastAsia="ko-KR"/>
              </w:rPr>
              <w:t>)</w:t>
            </w:r>
          </w:p>
        </w:tc>
        <w:tc>
          <w:tcPr>
            <w:tcW w:w="2693" w:type="dxa"/>
            <w:shd w:val="clear" w:color="auto" w:fill="auto"/>
          </w:tcPr>
          <w:p w14:paraId="7CB24F78" w14:textId="77777777" w:rsidR="00877F17" w:rsidRPr="008C6DE4" w:rsidRDefault="00877F17" w:rsidP="00867D3A">
            <w:pPr>
              <w:pStyle w:val="TAH"/>
            </w:pPr>
            <w:r w:rsidRPr="008C6DE4">
              <w:t>Maximum receive timing difference (µs)</w:t>
            </w:r>
          </w:p>
        </w:tc>
      </w:tr>
      <w:tr w:rsidR="00DD3199" w:rsidRPr="008C6DE4" w14:paraId="3DB282B9" w14:textId="77777777" w:rsidTr="00867D3A">
        <w:tc>
          <w:tcPr>
            <w:tcW w:w="1984" w:type="dxa"/>
            <w:shd w:val="clear" w:color="auto" w:fill="auto"/>
          </w:tcPr>
          <w:p w14:paraId="0CBB017B" w14:textId="77777777" w:rsidR="00877F17" w:rsidRPr="008C6DE4" w:rsidRDefault="00877F17" w:rsidP="00867D3A">
            <w:pPr>
              <w:pStyle w:val="TAC"/>
            </w:pPr>
            <w:r w:rsidRPr="008C6DE4">
              <w:t>15</w:t>
            </w:r>
          </w:p>
        </w:tc>
        <w:tc>
          <w:tcPr>
            <w:tcW w:w="1985" w:type="dxa"/>
            <w:shd w:val="clear" w:color="auto" w:fill="auto"/>
          </w:tcPr>
          <w:p w14:paraId="7D3484ED" w14:textId="77777777" w:rsidR="00877F17" w:rsidRPr="008C6DE4" w:rsidRDefault="00877F17" w:rsidP="00867D3A">
            <w:pPr>
              <w:pStyle w:val="TAC"/>
            </w:pPr>
            <w:r w:rsidRPr="008C6DE4">
              <w:t>15</w:t>
            </w:r>
          </w:p>
        </w:tc>
        <w:tc>
          <w:tcPr>
            <w:tcW w:w="2693" w:type="dxa"/>
            <w:shd w:val="clear" w:color="auto" w:fill="auto"/>
          </w:tcPr>
          <w:p w14:paraId="62DC6F9B" w14:textId="77777777" w:rsidR="00877F17" w:rsidRPr="008C6DE4" w:rsidRDefault="00877F17" w:rsidP="00867D3A">
            <w:pPr>
              <w:pStyle w:val="TAC"/>
            </w:pPr>
            <w:r w:rsidRPr="008C6DE4">
              <w:t>500</w:t>
            </w:r>
          </w:p>
        </w:tc>
      </w:tr>
      <w:tr w:rsidR="00DD3199" w:rsidRPr="008C6DE4" w14:paraId="55706683" w14:textId="77777777" w:rsidTr="00867D3A">
        <w:tc>
          <w:tcPr>
            <w:tcW w:w="1984" w:type="dxa"/>
            <w:shd w:val="clear" w:color="auto" w:fill="auto"/>
          </w:tcPr>
          <w:p w14:paraId="044DBEE3" w14:textId="77777777" w:rsidR="00877F17" w:rsidRPr="008C6DE4" w:rsidRDefault="00877F17" w:rsidP="00867D3A">
            <w:pPr>
              <w:pStyle w:val="TAC"/>
            </w:pPr>
            <w:r w:rsidRPr="008C6DE4">
              <w:t>30</w:t>
            </w:r>
          </w:p>
        </w:tc>
        <w:tc>
          <w:tcPr>
            <w:tcW w:w="1985" w:type="dxa"/>
            <w:shd w:val="clear" w:color="auto" w:fill="auto"/>
          </w:tcPr>
          <w:p w14:paraId="35A0CF7A" w14:textId="77777777" w:rsidR="00877F17" w:rsidRPr="008C6DE4" w:rsidRDefault="00877F17" w:rsidP="00867D3A">
            <w:pPr>
              <w:pStyle w:val="TAC"/>
            </w:pPr>
            <w:r w:rsidRPr="008C6DE4">
              <w:t>15</w:t>
            </w:r>
          </w:p>
        </w:tc>
        <w:tc>
          <w:tcPr>
            <w:tcW w:w="2693" w:type="dxa"/>
            <w:shd w:val="clear" w:color="auto" w:fill="auto"/>
          </w:tcPr>
          <w:p w14:paraId="754439F5" w14:textId="77777777" w:rsidR="00877F17" w:rsidRPr="008C6DE4" w:rsidRDefault="00877F17" w:rsidP="00867D3A">
            <w:pPr>
              <w:pStyle w:val="TAC"/>
            </w:pPr>
            <w:r w:rsidRPr="008C6DE4">
              <w:t>250</w:t>
            </w:r>
          </w:p>
        </w:tc>
      </w:tr>
      <w:tr w:rsidR="00DD3199" w:rsidRPr="008C6DE4" w14:paraId="41525934" w14:textId="77777777" w:rsidTr="00867D3A">
        <w:tc>
          <w:tcPr>
            <w:tcW w:w="1984" w:type="dxa"/>
            <w:shd w:val="clear" w:color="auto" w:fill="auto"/>
          </w:tcPr>
          <w:p w14:paraId="541988D4" w14:textId="77777777" w:rsidR="00877F17" w:rsidRPr="008C6DE4" w:rsidRDefault="00877F17" w:rsidP="00867D3A">
            <w:pPr>
              <w:pStyle w:val="TAC"/>
            </w:pPr>
            <w:r w:rsidRPr="008C6DE4">
              <w:t>60</w:t>
            </w:r>
          </w:p>
        </w:tc>
        <w:tc>
          <w:tcPr>
            <w:tcW w:w="1985" w:type="dxa"/>
            <w:shd w:val="clear" w:color="auto" w:fill="auto"/>
          </w:tcPr>
          <w:p w14:paraId="72A313AA" w14:textId="77777777" w:rsidR="00877F17" w:rsidRPr="008C6DE4" w:rsidRDefault="00877F17" w:rsidP="00867D3A">
            <w:pPr>
              <w:pStyle w:val="TAC"/>
            </w:pPr>
            <w:r w:rsidRPr="008C6DE4">
              <w:t>15</w:t>
            </w:r>
          </w:p>
        </w:tc>
        <w:tc>
          <w:tcPr>
            <w:tcW w:w="2693" w:type="dxa"/>
            <w:shd w:val="clear" w:color="auto" w:fill="auto"/>
          </w:tcPr>
          <w:p w14:paraId="75365B1D" w14:textId="77777777" w:rsidR="00877F17" w:rsidRPr="008C6DE4" w:rsidRDefault="00877F17" w:rsidP="00867D3A">
            <w:pPr>
              <w:pStyle w:val="TAC"/>
            </w:pPr>
            <w:r w:rsidRPr="008C6DE4">
              <w:t>125</w:t>
            </w:r>
          </w:p>
        </w:tc>
      </w:tr>
      <w:tr w:rsidR="00DD3199" w:rsidRPr="008C6DE4" w14:paraId="27E125B1" w14:textId="77777777" w:rsidTr="00867D3A">
        <w:tc>
          <w:tcPr>
            <w:tcW w:w="1984" w:type="dxa"/>
            <w:shd w:val="clear" w:color="auto" w:fill="auto"/>
          </w:tcPr>
          <w:p w14:paraId="0F34E880" w14:textId="79D8B51D" w:rsidR="00877F17" w:rsidRPr="008C6DE4" w:rsidRDefault="00877F17" w:rsidP="00867D3A">
            <w:pPr>
              <w:pStyle w:val="TAC"/>
            </w:pPr>
            <w:r w:rsidRPr="008C6DE4">
              <w:t>120</w:t>
            </w:r>
          </w:p>
        </w:tc>
        <w:tc>
          <w:tcPr>
            <w:tcW w:w="1985" w:type="dxa"/>
            <w:shd w:val="clear" w:color="auto" w:fill="auto"/>
          </w:tcPr>
          <w:p w14:paraId="7BC82A59" w14:textId="77777777" w:rsidR="00877F17" w:rsidRPr="008C6DE4" w:rsidRDefault="00877F17" w:rsidP="00867D3A">
            <w:pPr>
              <w:pStyle w:val="TAC"/>
              <w:rPr>
                <w:vertAlign w:val="superscript"/>
                <w:lang w:eastAsia="zh-CN"/>
              </w:rPr>
            </w:pPr>
            <w:r w:rsidRPr="008C6DE4">
              <w:t>15</w:t>
            </w:r>
          </w:p>
        </w:tc>
        <w:tc>
          <w:tcPr>
            <w:tcW w:w="2693" w:type="dxa"/>
            <w:shd w:val="clear" w:color="auto" w:fill="auto"/>
          </w:tcPr>
          <w:p w14:paraId="490D8CD8" w14:textId="77777777" w:rsidR="00877F17" w:rsidRPr="008C6DE4" w:rsidRDefault="00877F17" w:rsidP="00867D3A">
            <w:pPr>
              <w:pStyle w:val="TAC"/>
            </w:pPr>
            <w:r w:rsidRPr="008C6DE4">
              <w:t>62.5</w:t>
            </w:r>
          </w:p>
        </w:tc>
      </w:tr>
      <w:tr w:rsidR="00877F17" w:rsidRPr="008C6DE4" w14:paraId="63B6082F" w14:textId="77777777" w:rsidTr="00867D3A">
        <w:tc>
          <w:tcPr>
            <w:tcW w:w="6662" w:type="dxa"/>
            <w:gridSpan w:val="3"/>
            <w:shd w:val="clear" w:color="auto" w:fill="auto"/>
          </w:tcPr>
          <w:p w14:paraId="036FCE5F" w14:textId="77777777" w:rsidR="00877F17" w:rsidRPr="008C6DE4" w:rsidRDefault="00877F17" w:rsidP="00867D3A">
            <w:pPr>
              <w:pStyle w:val="TAN"/>
              <w:rPr>
                <w:rFonts w:cs="Arial"/>
              </w:rPr>
            </w:pPr>
            <w:r w:rsidRPr="008C6DE4">
              <w:rPr>
                <w:rFonts w:cs="Arial"/>
                <w:lang w:eastAsia="ja-JP"/>
              </w:rPr>
              <w:t>NOTE</w:t>
            </w:r>
            <w:r w:rsidRPr="008C6DE4">
              <w:rPr>
                <w:rFonts w:cs="Arial"/>
                <w:lang w:eastAsia="ko-KR"/>
              </w:rPr>
              <w:t xml:space="preserve"> </w:t>
            </w:r>
            <w:r w:rsidRPr="008C6DE4">
              <w:rPr>
                <w:rFonts w:cs="Arial"/>
                <w:lang w:eastAsia="ja-JP"/>
              </w:rPr>
              <w:t>1:</w:t>
            </w:r>
            <w:r w:rsidRPr="008C6DE4">
              <w:tab/>
            </w:r>
            <w:r w:rsidRPr="008C6DE4">
              <w:rPr>
                <w:rFonts w:cs="Arial"/>
              </w:rPr>
              <w:t>DL Sub-carrier spacing is min{SCS</w:t>
            </w:r>
            <w:r w:rsidRPr="008C6DE4">
              <w:rPr>
                <w:rFonts w:cs="Arial"/>
                <w:vertAlign w:val="subscript"/>
              </w:rPr>
              <w:t>SS</w:t>
            </w:r>
            <w:r w:rsidRPr="008C6DE4">
              <w:rPr>
                <w:rFonts w:cs="Arial"/>
              </w:rPr>
              <w:t>, SCS</w:t>
            </w:r>
            <w:r w:rsidRPr="008C6DE4">
              <w:rPr>
                <w:rFonts w:cs="Arial"/>
                <w:vertAlign w:val="subscript"/>
              </w:rPr>
              <w:t>DATA</w:t>
            </w:r>
            <w:r w:rsidRPr="008C6DE4">
              <w:rPr>
                <w:rFonts w:cs="Arial"/>
              </w:rPr>
              <w:t>}.</w:t>
            </w:r>
          </w:p>
          <w:p w14:paraId="734CC888" w14:textId="20179B1A" w:rsidR="00877F17" w:rsidRPr="008C6DE4" w:rsidRDefault="00877F17" w:rsidP="00867D3A">
            <w:pPr>
              <w:pStyle w:val="TAN"/>
            </w:pPr>
            <w:r w:rsidRPr="008C6DE4">
              <w:rPr>
                <w:rFonts w:cs="Arial"/>
                <w:lang w:eastAsia="ja-JP"/>
              </w:rPr>
              <w:t>NOTE</w:t>
            </w:r>
            <w:r w:rsidRPr="008C6DE4">
              <w:rPr>
                <w:rFonts w:cs="Arial"/>
                <w:lang w:eastAsia="ko-KR"/>
              </w:rPr>
              <w:t xml:space="preserve"> </w:t>
            </w:r>
            <w:r w:rsidRPr="008C6DE4">
              <w:rPr>
                <w:rFonts w:cs="Arial"/>
                <w:lang w:eastAsia="ja-JP"/>
              </w:rPr>
              <w:t>2:</w:t>
            </w:r>
            <w:r w:rsidRPr="008C6DE4">
              <w:tab/>
            </w:r>
            <w:r w:rsidRPr="008C6DE4">
              <w:rPr>
                <w:rFonts w:hint="eastAsia"/>
                <w:lang w:eastAsia="ko-KR"/>
              </w:rPr>
              <w:t>Void</w:t>
            </w:r>
          </w:p>
        </w:tc>
      </w:tr>
    </w:tbl>
    <w:p w14:paraId="5964D9CD" w14:textId="77777777" w:rsidR="00877F17" w:rsidRPr="008C6DE4" w:rsidRDefault="00877F17" w:rsidP="00877F17"/>
    <w:p w14:paraId="7D2757CB" w14:textId="7F8319FB" w:rsidR="00877F17" w:rsidRPr="008C6DE4" w:rsidRDefault="00877F17" w:rsidP="00877F17">
      <w:pPr>
        <w:pStyle w:val="TH"/>
        <w:rPr>
          <w:snapToGrid w:val="0"/>
        </w:rPr>
      </w:pPr>
      <w:r w:rsidRPr="008C6DE4">
        <w:rPr>
          <w:snapToGrid w:val="0"/>
        </w:rPr>
        <w:t>Table 7.6.5-2</w:t>
      </w:r>
      <w:r w:rsidRPr="008C6DE4">
        <w:rPr>
          <w:snapToGrid w:val="0"/>
          <w:lang w:eastAsia="ko-KR"/>
        </w:rPr>
        <w:t>:</w:t>
      </w:r>
      <w:r w:rsidRPr="008C6DE4">
        <w:rPr>
          <w:snapToGrid w:val="0"/>
        </w:rPr>
        <w:t xml:space="preserve"> </w:t>
      </w:r>
      <w:r w:rsidR="00944D73" w:rsidRPr="008C6DE4">
        <w:rPr>
          <w:snapToGrid w:val="0"/>
        </w:rPr>
        <w:t>Void</w:t>
      </w:r>
    </w:p>
    <w:p w14:paraId="083F525A" w14:textId="77777777" w:rsidR="00944D73" w:rsidRPr="008C6DE4" w:rsidRDefault="00944D73" w:rsidP="00944D73">
      <w:pPr>
        <w:pStyle w:val="Heading4"/>
        <w:rPr>
          <w:lang w:eastAsia="ko-KR"/>
        </w:rPr>
      </w:pPr>
      <w:r w:rsidRPr="008C6DE4">
        <w:rPr>
          <w:lang w:eastAsia="ko-KR"/>
        </w:rPr>
        <w:t>7.6.5.1</w:t>
      </w:r>
      <w:r w:rsidRPr="008C6DE4">
        <w:rPr>
          <w:lang w:eastAsia="ko-KR"/>
        </w:rPr>
        <w:tab/>
        <w:t xml:space="preserve">Minimum Requirements for </w:t>
      </w:r>
      <w:r w:rsidRPr="008C6DE4">
        <w:t>inter-band synchronous NE-DC</w:t>
      </w:r>
    </w:p>
    <w:p w14:paraId="0046F4DB" w14:textId="068A1EED" w:rsidR="00944D73" w:rsidRPr="008C6DE4" w:rsidRDefault="00944D73" w:rsidP="00944D73">
      <w:pPr>
        <w:rPr>
          <w:rFonts w:cs="v4.2.0"/>
          <w:lang w:eastAsia="zh-CN"/>
        </w:rPr>
      </w:pPr>
      <w:r w:rsidRPr="008C6DE4">
        <w:rPr>
          <w:rFonts w:cs="v4.2.0"/>
          <w:lang w:eastAsia="zh-CN"/>
        </w:rPr>
        <w:t xml:space="preserve">The requirements in this </w:t>
      </w:r>
      <w:r w:rsidR="00854981" w:rsidRPr="008C6DE4">
        <w:rPr>
          <w:rFonts w:cs="v4.2.0"/>
          <w:lang w:eastAsia="zh-CN"/>
        </w:rPr>
        <w:t>clause</w:t>
      </w:r>
      <w:r w:rsidRPr="008C6DE4">
        <w:rPr>
          <w:rFonts w:cs="v4.2.0"/>
          <w:lang w:eastAsia="zh-CN"/>
        </w:rPr>
        <w:t xml:space="preserve"> apply as a reference for inter-band synchronous NE-DC.</w:t>
      </w:r>
    </w:p>
    <w:p w14:paraId="3D2C24D7" w14:textId="77777777" w:rsidR="00944D73" w:rsidRPr="008C6DE4" w:rsidRDefault="00944D73" w:rsidP="00944D73">
      <w:pPr>
        <w:rPr>
          <w:rFonts w:cs="v4.2.0"/>
          <w:lang w:eastAsia="zh-CN"/>
        </w:rPr>
      </w:pPr>
      <w:r w:rsidRPr="008C6DE4">
        <w:rPr>
          <w:rFonts w:cs="v4.2.0"/>
          <w:lang w:eastAsia="zh-CN"/>
        </w:rPr>
        <w:t>T</w:t>
      </w:r>
      <w:r w:rsidRPr="008C6DE4">
        <w:rPr>
          <w:rFonts w:cs="v4.2.0"/>
        </w:rPr>
        <w:t xml:space="preserve">he UE shall be capable of handling at least a relative receive timing difference between </w:t>
      </w:r>
      <w:r w:rsidRPr="008C6DE4">
        <w:rPr>
          <w:rFonts w:eastAsia="Malgun Gothic" w:cs="v4.2.0"/>
          <w:lang w:eastAsia="ko-KR"/>
        </w:rPr>
        <w:t>slot</w:t>
      </w:r>
      <w:r w:rsidRPr="008C6DE4">
        <w:rPr>
          <w:rFonts w:cs="v4.2.0"/>
        </w:rPr>
        <w:t xml:space="preserve"> timing of signal from a cell belonging to the MCG and </w:t>
      </w:r>
      <w:r w:rsidRPr="008C6DE4">
        <w:rPr>
          <w:rFonts w:eastAsia="Malgun Gothic" w:cs="v4.2.0"/>
          <w:lang w:eastAsia="ko-KR"/>
        </w:rPr>
        <w:t>subframe</w:t>
      </w:r>
      <w:r w:rsidRPr="008C6DE4">
        <w:rPr>
          <w:rFonts w:cs="v4.2.0"/>
        </w:rPr>
        <w:t xml:space="preserve"> timing of signal from a </w:t>
      </w:r>
      <w:r w:rsidRPr="008C6DE4">
        <w:rPr>
          <w:rFonts w:eastAsia="Malgun Gothic" w:cs="v4.2.0"/>
          <w:lang w:eastAsia="ko-KR"/>
        </w:rPr>
        <w:t xml:space="preserve">E-UTRA </w:t>
      </w:r>
      <w:r w:rsidRPr="008C6DE4">
        <w:rPr>
          <w:rFonts w:cs="v4.2.0"/>
        </w:rPr>
        <w:t>cell belonging to the SCG at the UE receiver for inter-band synchronous NE-DC as shown in Table 7.6.5.1-</w:t>
      </w:r>
      <w:r w:rsidRPr="008C6DE4">
        <w:rPr>
          <w:rFonts w:cs="v4.2.0"/>
          <w:lang w:eastAsia="zh-CN"/>
        </w:rPr>
        <w:t xml:space="preserve">1. The requirements for synchronous NE-DC are applicable </w:t>
      </w:r>
      <w:r w:rsidRPr="008C6DE4">
        <w:t xml:space="preserve">for </w:t>
      </w:r>
      <w:r w:rsidRPr="008C6DE4">
        <w:rPr>
          <w:lang w:eastAsia="zh-CN"/>
        </w:rPr>
        <w:t xml:space="preserve">NR </w:t>
      </w:r>
      <w:r w:rsidRPr="008C6DE4">
        <w:t>TDD-</w:t>
      </w:r>
      <w:r w:rsidRPr="008C6DE4">
        <w:rPr>
          <w:rFonts w:cs="v4.2.0"/>
        </w:rPr>
        <w:t xml:space="preserve"> E-UTRA</w:t>
      </w:r>
      <w:r w:rsidRPr="008C6DE4">
        <w:rPr>
          <w:lang w:eastAsia="zh-CN"/>
        </w:rPr>
        <w:t xml:space="preserve"> </w:t>
      </w:r>
      <w:r w:rsidRPr="008C6DE4">
        <w:t>TDD</w:t>
      </w:r>
      <w:r w:rsidRPr="008C6DE4">
        <w:rPr>
          <w:lang w:eastAsia="zh-CN"/>
        </w:rPr>
        <w:t xml:space="preserve">, NR </w:t>
      </w:r>
      <w:r w:rsidRPr="008C6DE4">
        <w:t>FDD-</w:t>
      </w:r>
      <w:r w:rsidRPr="008C6DE4">
        <w:rPr>
          <w:rFonts w:cs="v4.2.0"/>
        </w:rPr>
        <w:t xml:space="preserve"> E-UTRA</w:t>
      </w:r>
      <w:r w:rsidRPr="008C6DE4">
        <w:rPr>
          <w:lang w:eastAsia="zh-CN"/>
        </w:rPr>
        <w:t xml:space="preserve"> </w:t>
      </w:r>
      <w:r w:rsidRPr="008C6DE4">
        <w:t>FDD</w:t>
      </w:r>
      <w:r w:rsidRPr="008C6DE4">
        <w:rPr>
          <w:lang w:eastAsia="zh-CN"/>
        </w:rPr>
        <w:t xml:space="preserve">, NR </w:t>
      </w:r>
      <w:r w:rsidRPr="008C6DE4">
        <w:t>TDD-</w:t>
      </w:r>
      <w:r w:rsidRPr="008C6DE4">
        <w:rPr>
          <w:rFonts w:cs="v4.2.0"/>
        </w:rPr>
        <w:t xml:space="preserve"> E-UTRA</w:t>
      </w:r>
      <w:r w:rsidRPr="008C6DE4">
        <w:rPr>
          <w:lang w:eastAsia="zh-CN"/>
        </w:rPr>
        <w:t xml:space="preserve"> F</w:t>
      </w:r>
      <w:r w:rsidRPr="008C6DE4">
        <w:t>DD</w:t>
      </w:r>
      <w:r w:rsidRPr="008C6DE4">
        <w:rPr>
          <w:lang w:eastAsia="zh-CN"/>
        </w:rPr>
        <w:t xml:space="preserve"> </w:t>
      </w:r>
      <w:r w:rsidRPr="008C6DE4">
        <w:t xml:space="preserve">and </w:t>
      </w:r>
      <w:r w:rsidRPr="008C6DE4">
        <w:rPr>
          <w:lang w:eastAsia="zh-CN"/>
        </w:rPr>
        <w:t>NR F</w:t>
      </w:r>
      <w:r w:rsidRPr="008C6DE4">
        <w:t>DD-</w:t>
      </w:r>
      <w:r w:rsidRPr="008C6DE4">
        <w:rPr>
          <w:rFonts w:cs="v4.2.0"/>
        </w:rPr>
        <w:t xml:space="preserve"> E-UTRA</w:t>
      </w:r>
      <w:r w:rsidRPr="008C6DE4">
        <w:rPr>
          <w:lang w:eastAsia="zh-CN"/>
        </w:rPr>
        <w:t xml:space="preserve"> T</w:t>
      </w:r>
      <w:r w:rsidRPr="008C6DE4">
        <w:t xml:space="preserve">DD inter-band </w:t>
      </w:r>
      <w:r w:rsidRPr="008C6DE4">
        <w:rPr>
          <w:lang w:eastAsia="zh-CN"/>
        </w:rPr>
        <w:t>NE-DC</w:t>
      </w:r>
      <w:r w:rsidRPr="008C6DE4">
        <w:t>.</w:t>
      </w:r>
    </w:p>
    <w:p w14:paraId="618E172F" w14:textId="77777777" w:rsidR="00944D73" w:rsidRPr="008C6DE4" w:rsidRDefault="00944D73" w:rsidP="00944D73">
      <w:pPr>
        <w:pStyle w:val="TH"/>
        <w:rPr>
          <w:snapToGrid w:val="0"/>
        </w:rPr>
      </w:pPr>
      <w:r w:rsidRPr="008C6DE4">
        <w:rPr>
          <w:snapToGrid w:val="0"/>
        </w:rPr>
        <w:t>Table 7.6.5.1-1</w:t>
      </w:r>
      <w:r w:rsidRPr="008C6DE4">
        <w:rPr>
          <w:snapToGrid w:val="0"/>
          <w:lang w:eastAsia="ko-KR"/>
        </w:rPr>
        <w:t>:</w:t>
      </w:r>
      <w:r w:rsidRPr="008C6DE4">
        <w:rPr>
          <w:snapToGrid w:val="0"/>
        </w:rPr>
        <w:t xml:space="preserve"> Maximum receive timing difference requirement for </w:t>
      </w:r>
      <w:r w:rsidRPr="008C6DE4">
        <w:rPr>
          <w:snapToGrid w:val="0"/>
          <w:lang w:eastAsia="zh-CN"/>
        </w:rPr>
        <w:t xml:space="preserve">inter-band </w:t>
      </w:r>
      <w:r w:rsidRPr="008C6DE4">
        <w:rPr>
          <w:snapToGrid w:val="0"/>
        </w:rPr>
        <w:t xml:space="preserve">synchronous </w:t>
      </w:r>
      <w:r w:rsidRPr="008C6DE4">
        <w:rPr>
          <w:snapToGrid w:val="0"/>
          <w:lang w:eastAsia="zh-CN"/>
        </w:rPr>
        <w:t>NE-DC</w:t>
      </w:r>
    </w:p>
    <w:tbl>
      <w:tblPr>
        <w:tblW w:w="0" w:type="auto"/>
        <w:tblInd w:w="1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985"/>
        <w:gridCol w:w="2693"/>
      </w:tblGrid>
      <w:tr w:rsidR="00944D73" w:rsidRPr="008C6DE4" w14:paraId="3D5C1282" w14:textId="77777777" w:rsidTr="00944D73">
        <w:tc>
          <w:tcPr>
            <w:tcW w:w="1984" w:type="dxa"/>
            <w:tcBorders>
              <w:top w:val="single" w:sz="4" w:space="0" w:color="auto"/>
              <w:left w:val="single" w:sz="4" w:space="0" w:color="auto"/>
              <w:bottom w:val="single" w:sz="4" w:space="0" w:color="auto"/>
              <w:right w:val="single" w:sz="4" w:space="0" w:color="auto"/>
            </w:tcBorders>
            <w:hideMark/>
          </w:tcPr>
          <w:p w14:paraId="231C4E74" w14:textId="77777777" w:rsidR="00944D73" w:rsidRPr="008C6DE4" w:rsidRDefault="00944D73">
            <w:pPr>
              <w:pStyle w:val="TAH"/>
              <w:rPr>
                <w:lang w:val="fr-FR"/>
              </w:rPr>
            </w:pPr>
            <w:r w:rsidRPr="008C6DE4">
              <w:rPr>
                <w:lang w:val="fr-FR"/>
              </w:rPr>
              <w:t>Sub-carrier spacing of cell in MCG (kHz)</w:t>
            </w:r>
          </w:p>
        </w:tc>
        <w:tc>
          <w:tcPr>
            <w:tcW w:w="1985" w:type="dxa"/>
            <w:tcBorders>
              <w:top w:val="single" w:sz="4" w:space="0" w:color="auto"/>
              <w:left w:val="single" w:sz="4" w:space="0" w:color="auto"/>
              <w:bottom w:val="single" w:sz="4" w:space="0" w:color="auto"/>
              <w:right w:val="single" w:sz="4" w:space="0" w:color="auto"/>
            </w:tcBorders>
            <w:hideMark/>
          </w:tcPr>
          <w:p w14:paraId="0FFA6C98" w14:textId="77777777" w:rsidR="00944D73" w:rsidRPr="008C6DE4" w:rsidRDefault="00944D73">
            <w:pPr>
              <w:pStyle w:val="TAH"/>
              <w:rPr>
                <w:lang w:val="fr-FR"/>
              </w:rPr>
            </w:pPr>
            <w:r w:rsidRPr="008C6DE4">
              <w:rPr>
                <w:lang w:val="fr-FR"/>
              </w:rPr>
              <w:t>DL Sub-carrier spacing of EUTRA cell in SCG (kHz)</w:t>
            </w:r>
            <w:r w:rsidRPr="008C6DE4">
              <w:rPr>
                <w:lang w:val="fr-FR" w:eastAsia="ko-KR"/>
              </w:rPr>
              <w:t xml:space="preserve"> (</w:t>
            </w:r>
            <w:r w:rsidRPr="008C6DE4">
              <w:rPr>
                <w:lang w:val="fr-FR"/>
              </w:rPr>
              <w:t>Note1</w:t>
            </w:r>
            <w:r w:rsidRPr="008C6DE4">
              <w:rPr>
                <w:lang w:val="fr-FR" w:eastAsia="ko-KR"/>
              </w:rPr>
              <w:t>)</w:t>
            </w:r>
          </w:p>
        </w:tc>
        <w:tc>
          <w:tcPr>
            <w:tcW w:w="2693" w:type="dxa"/>
            <w:tcBorders>
              <w:top w:val="single" w:sz="4" w:space="0" w:color="auto"/>
              <w:left w:val="single" w:sz="4" w:space="0" w:color="auto"/>
              <w:bottom w:val="single" w:sz="4" w:space="0" w:color="auto"/>
              <w:right w:val="single" w:sz="4" w:space="0" w:color="auto"/>
            </w:tcBorders>
            <w:hideMark/>
          </w:tcPr>
          <w:p w14:paraId="1524BC64" w14:textId="77777777" w:rsidR="00944D73" w:rsidRPr="008C6DE4" w:rsidRDefault="00944D73">
            <w:pPr>
              <w:pStyle w:val="TAH"/>
              <w:rPr>
                <w:lang w:val="fr-FR"/>
              </w:rPr>
            </w:pPr>
            <w:r w:rsidRPr="008C6DE4">
              <w:rPr>
                <w:lang w:val="fr-FR"/>
              </w:rPr>
              <w:t>Maximum receive timing difference (µs)</w:t>
            </w:r>
          </w:p>
        </w:tc>
      </w:tr>
      <w:tr w:rsidR="00944D73" w:rsidRPr="008C6DE4" w14:paraId="43DBACAF" w14:textId="77777777" w:rsidTr="00944D73">
        <w:tc>
          <w:tcPr>
            <w:tcW w:w="1984" w:type="dxa"/>
            <w:tcBorders>
              <w:top w:val="single" w:sz="4" w:space="0" w:color="auto"/>
              <w:left w:val="single" w:sz="4" w:space="0" w:color="auto"/>
              <w:bottom w:val="single" w:sz="4" w:space="0" w:color="auto"/>
              <w:right w:val="single" w:sz="4" w:space="0" w:color="auto"/>
            </w:tcBorders>
            <w:vAlign w:val="center"/>
            <w:hideMark/>
          </w:tcPr>
          <w:p w14:paraId="103ED853" w14:textId="77777777" w:rsidR="00944D73" w:rsidRPr="008C6DE4" w:rsidRDefault="00944D73">
            <w:pPr>
              <w:pStyle w:val="TAC"/>
              <w:rPr>
                <w:lang w:val="fr-FR"/>
              </w:rPr>
            </w:pPr>
            <w:r w:rsidRPr="008C6DE4">
              <w:rPr>
                <w:lang w:val="fr-FR"/>
              </w:rPr>
              <w:t>15</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5FDAC7C" w14:textId="77777777" w:rsidR="00944D73" w:rsidRPr="008C6DE4" w:rsidRDefault="00944D73">
            <w:pPr>
              <w:pStyle w:val="TAC"/>
              <w:rPr>
                <w:lang w:val="fr-FR"/>
              </w:rPr>
            </w:pPr>
            <w:r w:rsidRPr="008C6DE4">
              <w:rPr>
                <w:lang w:val="fr-FR"/>
              </w:rPr>
              <w:t>15</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7FCF040F" w14:textId="77777777" w:rsidR="00944D73" w:rsidRPr="008C6DE4" w:rsidRDefault="00944D73">
            <w:pPr>
              <w:jc w:val="center"/>
              <w:rPr>
                <w:lang w:val="fr-FR" w:eastAsia="zh-CN"/>
              </w:rPr>
            </w:pPr>
            <w:r w:rsidRPr="008C6DE4">
              <w:rPr>
                <w:rFonts w:ascii="Arial" w:eastAsia="Malgun Gothic" w:hAnsi="Arial"/>
                <w:sz w:val="18"/>
                <w:lang w:val="fr-FR"/>
              </w:rPr>
              <w:t>33</w:t>
            </w:r>
          </w:p>
        </w:tc>
      </w:tr>
      <w:tr w:rsidR="00944D73" w:rsidRPr="008C6DE4" w14:paraId="7A848E20" w14:textId="77777777" w:rsidTr="00944D73">
        <w:tc>
          <w:tcPr>
            <w:tcW w:w="1984" w:type="dxa"/>
            <w:tcBorders>
              <w:top w:val="single" w:sz="4" w:space="0" w:color="auto"/>
              <w:left w:val="single" w:sz="4" w:space="0" w:color="auto"/>
              <w:bottom w:val="single" w:sz="4" w:space="0" w:color="auto"/>
              <w:right w:val="single" w:sz="4" w:space="0" w:color="auto"/>
            </w:tcBorders>
            <w:vAlign w:val="center"/>
            <w:hideMark/>
          </w:tcPr>
          <w:p w14:paraId="5D7C8B84" w14:textId="77777777" w:rsidR="00944D73" w:rsidRPr="008C6DE4" w:rsidRDefault="00944D73">
            <w:pPr>
              <w:pStyle w:val="TAC"/>
              <w:rPr>
                <w:lang w:val="fr-FR"/>
              </w:rPr>
            </w:pPr>
            <w:r w:rsidRPr="008C6DE4">
              <w:rPr>
                <w:lang w:val="fr-FR"/>
              </w:rPr>
              <w:t>30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E012DE8" w14:textId="77777777" w:rsidR="00944D73" w:rsidRPr="008C6DE4" w:rsidRDefault="00944D73">
            <w:pPr>
              <w:pStyle w:val="TAC"/>
              <w:rPr>
                <w:lang w:val="fr-FR"/>
              </w:rPr>
            </w:pPr>
            <w:r w:rsidRPr="008C6DE4">
              <w:rPr>
                <w:lang w:val="fr-FR"/>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4AE6C9" w14:textId="77777777" w:rsidR="00944D73" w:rsidRPr="008C6DE4" w:rsidRDefault="00944D73">
            <w:pPr>
              <w:spacing w:after="0"/>
              <w:rPr>
                <w:lang w:val="fr-FR" w:eastAsia="zh-CN"/>
              </w:rPr>
            </w:pPr>
          </w:p>
        </w:tc>
      </w:tr>
      <w:tr w:rsidR="00944D73" w:rsidRPr="008C6DE4" w14:paraId="5380F0FD" w14:textId="77777777" w:rsidTr="00944D73">
        <w:tc>
          <w:tcPr>
            <w:tcW w:w="1984" w:type="dxa"/>
            <w:tcBorders>
              <w:top w:val="single" w:sz="4" w:space="0" w:color="auto"/>
              <w:left w:val="single" w:sz="4" w:space="0" w:color="auto"/>
              <w:bottom w:val="single" w:sz="4" w:space="0" w:color="auto"/>
              <w:right w:val="single" w:sz="4" w:space="0" w:color="auto"/>
            </w:tcBorders>
            <w:vAlign w:val="center"/>
            <w:hideMark/>
          </w:tcPr>
          <w:p w14:paraId="4A4D4B0C" w14:textId="77777777" w:rsidR="00944D73" w:rsidRPr="008C6DE4" w:rsidRDefault="00944D73">
            <w:pPr>
              <w:pStyle w:val="TAC"/>
              <w:rPr>
                <w:lang w:val="fr-FR"/>
              </w:rPr>
            </w:pPr>
            <w:r w:rsidRPr="008C6DE4">
              <w:rPr>
                <w:lang w:val="fr-FR"/>
              </w:rPr>
              <w:t>60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244FB15" w14:textId="77777777" w:rsidR="00944D73" w:rsidRPr="008C6DE4" w:rsidRDefault="00944D73">
            <w:pPr>
              <w:pStyle w:val="TAC"/>
              <w:rPr>
                <w:lang w:val="fr-FR"/>
              </w:rPr>
            </w:pPr>
            <w:r w:rsidRPr="008C6DE4">
              <w:rPr>
                <w:lang w:val="fr-FR"/>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61016F" w14:textId="77777777" w:rsidR="00944D73" w:rsidRPr="008C6DE4" w:rsidRDefault="00944D73">
            <w:pPr>
              <w:spacing w:after="0"/>
              <w:rPr>
                <w:lang w:val="fr-FR" w:eastAsia="zh-CN"/>
              </w:rPr>
            </w:pPr>
          </w:p>
        </w:tc>
      </w:tr>
      <w:tr w:rsidR="00944D73" w:rsidRPr="008C6DE4" w14:paraId="0D3D5789" w14:textId="77777777" w:rsidTr="00944D73">
        <w:tc>
          <w:tcPr>
            <w:tcW w:w="1984" w:type="dxa"/>
            <w:tcBorders>
              <w:top w:val="single" w:sz="4" w:space="0" w:color="auto"/>
              <w:left w:val="single" w:sz="4" w:space="0" w:color="auto"/>
              <w:bottom w:val="single" w:sz="4" w:space="0" w:color="auto"/>
              <w:right w:val="single" w:sz="4" w:space="0" w:color="auto"/>
            </w:tcBorders>
            <w:vAlign w:val="center"/>
            <w:hideMark/>
          </w:tcPr>
          <w:p w14:paraId="14AA08E2" w14:textId="77777777" w:rsidR="00944D73" w:rsidRPr="008C6DE4" w:rsidRDefault="00944D73">
            <w:pPr>
              <w:pStyle w:val="TAC"/>
              <w:rPr>
                <w:lang w:val="fr-FR"/>
              </w:rPr>
            </w:pPr>
            <w:r w:rsidRPr="008C6DE4">
              <w:rPr>
                <w:lang w:val="fr-FR"/>
              </w:rPr>
              <w:t>120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A2379F3" w14:textId="77777777" w:rsidR="00944D73" w:rsidRPr="008C6DE4" w:rsidRDefault="00944D73">
            <w:pPr>
              <w:pStyle w:val="TAC"/>
              <w:rPr>
                <w:lang w:val="fr-FR"/>
              </w:rPr>
            </w:pPr>
            <w:r w:rsidRPr="008C6DE4">
              <w:rPr>
                <w:lang w:val="fr-FR"/>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0A53CB" w14:textId="77777777" w:rsidR="00944D73" w:rsidRPr="008C6DE4" w:rsidRDefault="00944D73">
            <w:pPr>
              <w:spacing w:after="0"/>
              <w:rPr>
                <w:lang w:val="fr-FR" w:eastAsia="zh-CN"/>
              </w:rPr>
            </w:pPr>
          </w:p>
        </w:tc>
      </w:tr>
    </w:tbl>
    <w:p w14:paraId="10DD20F5" w14:textId="77777777" w:rsidR="00877F17" w:rsidRPr="008C6DE4" w:rsidRDefault="00877F17" w:rsidP="00877F17">
      <w:pPr>
        <w:pStyle w:val="Heading3"/>
        <w:spacing w:before="360"/>
        <w:rPr>
          <w:lang w:eastAsia="ko-KR"/>
        </w:rPr>
      </w:pPr>
      <w:r w:rsidRPr="008C6DE4">
        <w:rPr>
          <w:lang w:eastAsia="ko-KR"/>
        </w:rPr>
        <w:t>7.6.</w:t>
      </w:r>
      <w:r w:rsidRPr="008C6DE4">
        <w:rPr>
          <w:rFonts w:eastAsia="Malgun Gothic"/>
          <w:lang w:eastAsia="ko-KR"/>
        </w:rPr>
        <w:t>6</w:t>
      </w:r>
      <w:r w:rsidRPr="008C6DE4">
        <w:rPr>
          <w:lang w:eastAsia="ko-KR"/>
        </w:rPr>
        <w:tab/>
        <w:t xml:space="preserve">Minimum Requirements for inter-band NR </w:t>
      </w:r>
      <w:r w:rsidRPr="008C6DE4">
        <w:rPr>
          <w:rFonts w:eastAsia="Malgun Gothic"/>
          <w:lang w:eastAsia="ko-KR"/>
        </w:rPr>
        <w:t>DC</w:t>
      </w:r>
    </w:p>
    <w:p w14:paraId="0E460A8F" w14:textId="44A5F9D4" w:rsidR="00877F17" w:rsidRPr="008C6DE4" w:rsidRDefault="00877F17" w:rsidP="00877F17">
      <w:r w:rsidRPr="008C6DE4">
        <w:rPr>
          <w:rFonts w:cs="v4.2.0"/>
          <w:lang w:eastAsia="zh-CN"/>
        </w:rPr>
        <w:t>T</w:t>
      </w:r>
      <w:r w:rsidRPr="008C6DE4">
        <w:rPr>
          <w:rFonts w:cs="v4.2.0"/>
        </w:rPr>
        <w:t xml:space="preserve">he UE shall be capable of handling at least a relative receive timing difference between </w:t>
      </w:r>
      <w:r w:rsidRPr="008C6DE4">
        <w:rPr>
          <w:rFonts w:eastAsia="Malgun Gothic" w:cs="v4.2.0"/>
          <w:lang w:eastAsia="ko-KR"/>
        </w:rPr>
        <w:t>slot</w:t>
      </w:r>
      <w:r w:rsidRPr="008C6DE4">
        <w:rPr>
          <w:rFonts w:cs="v4.2.0"/>
        </w:rPr>
        <w:t xml:space="preserve"> timing of signal from a cell belonging to the MCG and slot timing of signal from a cell belonging to the SCG at the UE receiver as shown in Table 7.6.</w:t>
      </w:r>
      <w:r w:rsidRPr="008C6DE4">
        <w:rPr>
          <w:rFonts w:eastAsia="Malgun Gothic" w:cs="v4.2.0"/>
          <w:lang w:eastAsia="ko-KR"/>
        </w:rPr>
        <w:t>6</w:t>
      </w:r>
      <w:r w:rsidRPr="008C6DE4">
        <w:rPr>
          <w:rFonts w:cs="v4.2.0"/>
        </w:rPr>
        <w:t>-</w:t>
      </w:r>
      <w:r w:rsidRPr="008C6DE4">
        <w:rPr>
          <w:rFonts w:cs="v4.2.0"/>
          <w:lang w:eastAsia="zh-CN"/>
        </w:rPr>
        <w:t>1</w:t>
      </w:r>
      <w:r w:rsidRPr="008C6DE4">
        <w:rPr>
          <w:rFonts w:cs="v4.2.0"/>
        </w:rPr>
        <w:t xml:space="preserve"> provided that the UE indicates that it is capable of synchronous NR </w:t>
      </w:r>
      <w:r w:rsidRPr="008C6DE4">
        <w:rPr>
          <w:rFonts w:cs="v4.2.0"/>
          <w:lang w:eastAsia="zh-CN"/>
        </w:rPr>
        <w:t xml:space="preserve">DC </w:t>
      </w:r>
      <w:r w:rsidRPr="008C6DE4">
        <w:rPr>
          <w:rFonts w:cs="v4.2.0"/>
        </w:rPr>
        <w:t>[16].</w:t>
      </w:r>
    </w:p>
    <w:p w14:paraId="300FC23A" w14:textId="165E03AC" w:rsidR="00877F17" w:rsidRPr="008C6DE4" w:rsidRDefault="00877F17" w:rsidP="00877F17">
      <w:pPr>
        <w:pStyle w:val="TH"/>
        <w:rPr>
          <w:rFonts w:eastAsia="Malgun Gothic"/>
          <w:lang w:eastAsia="ko-KR"/>
        </w:rPr>
      </w:pPr>
      <w:r w:rsidRPr="008C6DE4">
        <w:t>Table 7.6.</w:t>
      </w:r>
      <w:r w:rsidRPr="008C6DE4">
        <w:rPr>
          <w:rFonts w:eastAsia="Malgun Gothic"/>
          <w:lang w:eastAsia="ko-KR"/>
        </w:rPr>
        <w:t>6</w:t>
      </w:r>
      <w:r w:rsidRPr="008C6DE4">
        <w:t xml:space="preserve">-1: Maximum receive timing difference requirement for inter-band synchronous </w:t>
      </w:r>
      <w:r w:rsidRPr="008C6DE4">
        <w:rPr>
          <w:rFonts w:hint="eastAsia"/>
          <w:lang w:eastAsia="ko-KR"/>
        </w:rPr>
        <w:t>NR DC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126"/>
        <w:gridCol w:w="3003"/>
      </w:tblGrid>
      <w:tr w:rsidR="00DD3199" w:rsidRPr="008C6DE4" w14:paraId="113B317D" w14:textId="77777777" w:rsidTr="00867D3A">
        <w:trPr>
          <w:jc w:val="center"/>
        </w:trPr>
        <w:tc>
          <w:tcPr>
            <w:tcW w:w="2251" w:type="dxa"/>
            <w:gridSpan w:val="2"/>
            <w:shd w:val="clear" w:color="auto" w:fill="auto"/>
          </w:tcPr>
          <w:p w14:paraId="679B0056" w14:textId="77777777" w:rsidR="00877F17" w:rsidRPr="008C6DE4" w:rsidRDefault="00877F17" w:rsidP="00867D3A">
            <w:pPr>
              <w:pStyle w:val="TAH"/>
              <w:rPr>
                <w:lang w:eastAsia="zh-CN"/>
              </w:rPr>
            </w:pPr>
            <w:r w:rsidRPr="008C6DE4">
              <w:rPr>
                <w:lang w:eastAsia="zh-CN"/>
              </w:rPr>
              <w:t>Frequency Range</w:t>
            </w:r>
          </w:p>
        </w:tc>
        <w:tc>
          <w:tcPr>
            <w:tcW w:w="3003" w:type="dxa"/>
            <w:vMerge w:val="restart"/>
            <w:shd w:val="clear" w:color="auto" w:fill="auto"/>
          </w:tcPr>
          <w:p w14:paraId="4068D835" w14:textId="77777777" w:rsidR="00877F17" w:rsidRPr="008C6DE4" w:rsidRDefault="00877F17" w:rsidP="00867D3A">
            <w:pPr>
              <w:pStyle w:val="TAH"/>
            </w:pPr>
            <w:r w:rsidRPr="008C6DE4">
              <w:t xml:space="preserve">Maximum receive timing difference (µs) </w:t>
            </w:r>
          </w:p>
        </w:tc>
      </w:tr>
      <w:tr w:rsidR="00DD3199" w:rsidRPr="008C6DE4" w14:paraId="230F0994" w14:textId="77777777" w:rsidTr="00867D3A">
        <w:trPr>
          <w:jc w:val="center"/>
        </w:trPr>
        <w:tc>
          <w:tcPr>
            <w:tcW w:w="1125" w:type="dxa"/>
            <w:shd w:val="clear" w:color="auto" w:fill="auto"/>
          </w:tcPr>
          <w:p w14:paraId="26E63FC9" w14:textId="77777777" w:rsidR="00877F17" w:rsidRPr="008C6DE4" w:rsidRDefault="00877F17" w:rsidP="00867D3A">
            <w:pPr>
              <w:pStyle w:val="TAC"/>
              <w:rPr>
                <w:lang w:eastAsia="zh-CN"/>
              </w:rPr>
            </w:pPr>
            <w:r w:rsidRPr="008C6DE4">
              <w:rPr>
                <w:lang w:eastAsia="zh-CN"/>
              </w:rPr>
              <w:t>Cell in MCG</w:t>
            </w:r>
          </w:p>
        </w:tc>
        <w:tc>
          <w:tcPr>
            <w:tcW w:w="1126" w:type="dxa"/>
            <w:shd w:val="clear" w:color="auto" w:fill="auto"/>
          </w:tcPr>
          <w:p w14:paraId="6A29BE69" w14:textId="77777777" w:rsidR="00877F17" w:rsidRPr="008C6DE4" w:rsidRDefault="00877F17" w:rsidP="00867D3A">
            <w:pPr>
              <w:pStyle w:val="TAC"/>
              <w:rPr>
                <w:lang w:eastAsia="zh-CN"/>
              </w:rPr>
            </w:pPr>
            <w:r w:rsidRPr="008C6DE4">
              <w:rPr>
                <w:lang w:eastAsia="zh-CN"/>
              </w:rPr>
              <w:t>Cell in SCG</w:t>
            </w:r>
          </w:p>
        </w:tc>
        <w:tc>
          <w:tcPr>
            <w:tcW w:w="3003" w:type="dxa"/>
            <w:vMerge/>
            <w:shd w:val="clear" w:color="auto" w:fill="auto"/>
          </w:tcPr>
          <w:p w14:paraId="5E7AAB6B" w14:textId="77777777" w:rsidR="00877F17" w:rsidRPr="008C6DE4" w:rsidRDefault="00877F17" w:rsidP="00867D3A">
            <w:pPr>
              <w:pStyle w:val="TAC"/>
              <w:rPr>
                <w:lang w:eastAsia="zh-CN"/>
              </w:rPr>
            </w:pPr>
          </w:p>
        </w:tc>
      </w:tr>
      <w:tr w:rsidR="00877F17" w:rsidRPr="008C6DE4" w14:paraId="22FD4408" w14:textId="77777777" w:rsidTr="00867D3A">
        <w:trPr>
          <w:jc w:val="center"/>
        </w:trPr>
        <w:tc>
          <w:tcPr>
            <w:tcW w:w="1125" w:type="dxa"/>
            <w:shd w:val="clear" w:color="auto" w:fill="auto"/>
          </w:tcPr>
          <w:p w14:paraId="12EF4736" w14:textId="77777777" w:rsidR="00877F17" w:rsidRPr="008C6DE4" w:rsidRDefault="00877F17" w:rsidP="00867D3A">
            <w:pPr>
              <w:pStyle w:val="TAC"/>
              <w:rPr>
                <w:lang w:eastAsia="zh-CN"/>
              </w:rPr>
            </w:pPr>
            <w:r w:rsidRPr="008C6DE4">
              <w:rPr>
                <w:lang w:eastAsia="zh-CN"/>
              </w:rPr>
              <w:t>FR1</w:t>
            </w:r>
          </w:p>
        </w:tc>
        <w:tc>
          <w:tcPr>
            <w:tcW w:w="1126" w:type="dxa"/>
            <w:shd w:val="clear" w:color="auto" w:fill="auto"/>
          </w:tcPr>
          <w:p w14:paraId="008BB14C" w14:textId="77777777" w:rsidR="00877F17" w:rsidRPr="008C6DE4" w:rsidRDefault="00877F17" w:rsidP="00867D3A">
            <w:pPr>
              <w:pStyle w:val="TAC"/>
              <w:rPr>
                <w:lang w:eastAsia="zh-CN"/>
              </w:rPr>
            </w:pPr>
            <w:r w:rsidRPr="008C6DE4">
              <w:rPr>
                <w:lang w:eastAsia="zh-CN"/>
              </w:rPr>
              <w:t>FR2</w:t>
            </w:r>
          </w:p>
        </w:tc>
        <w:tc>
          <w:tcPr>
            <w:tcW w:w="3003" w:type="dxa"/>
            <w:shd w:val="clear" w:color="auto" w:fill="auto"/>
          </w:tcPr>
          <w:p w14:paraId="0A1D5973" w14:textId="77777777" w:rsidR="00877F17" w:rsidRPr="008C6DE4" w:rsidRDefault="00877F17" w:rsidP="00867D3A">
            <w:pPr>
              <w:pStyle w:val="TAC"/>
              <w:rPr>
                <w:lang w:eastAsia="zh-CN"/>
              </w:rPr>
            </w:pPr>
            <w:r w:rsidRPr="008C6DE4">
              <w:rPr>
                <w:lang w:eastAsia="zh-CN"/>
              </w:rPr>
              <w:t>33</w:t>
            </w:r>
          </w:p>
        </w:tc>
      </w:tr>
    </w:tbl>
    <w:p w14:paraId="6927AF2C" w14:textId="77777777" w:rsidR="00877F17" w:rsidRPr="008C6DE4" w:rsidRDefault="00877F17" w:rsidP="00877F17">
      <w:pPr>
        <w:rPr>
          <w:rFonts w:eastAsia="Malgun Gothic"/>
          <w:lang w:eastAsia="ko-KR"/>
        </w:rPr>
      </w:pPr>
    </w:p>
    <w:p w14:paraId="57DFACF4" w14:textId="77777777" w:rsidR="00EB6BBC" w:rsidRPr="008C6DE4" w:rsidRDefault="00EB6BBC" w:rsidP="00EB6BBC">
      <w:pPr>
        <w:pStyle w:val="Heading2"/>
      </w:pPr>
      <w:bookmarkStart w:id="101" w:name="_Toc5952622"/>
      <w:bookmarkStart w:id="102" w:name="_Toc5952624"/>
      <w:bookmarkEnd w:id="100"/>
      <w:r w:rsidRPr="008C6DE4">
        <w:t>7.7</w:t>
      </w:r>
      <w:r w:rsidRPr="008C6DE4">
        <w:tab/>
      </w:r>
      <w:r w:rsidRPr="008C6DE4">
        <w:rPr>
          <w:i/>
          <w:lang w:val="en-US"/>
        </w:rPr>
        <w:t>deriveSSB-IndexFromCell</w:t>
      </w:r>
      <w:r w:rsidRPr="008C6DE4">
        <w:t xml:space="preserve"> tolerance</w:t>
      </w:r>
    </w:p>
    <w:p w14:paraId="3AFAEAD3" w14:textId="77777777" w:rsidR="00EB6BBC" w:rsidRPr="008C6DE4" w:rsidRDefault="00EB6BBC" w:rsidP="00EB6BBC">
      <w:pPr>
        <w:pStyle w:val="Heading3"/>
      </w:pPr>
      <w:bookmarkStart w:id="103" w:name="_Toc5952621"/>
      <w:r w:rsidRPr="008C6DE4">
        <w:t>7.</w:t>
      </w:r>
      <w:r w:rsidRPr="008C6DE4">
        <w:rPr>
          <w:lang w:eastAsia="zh-CN"/>
        </w:rPr>
        <w:t>7</w:t>
      </w:r>
      <w:r w:rsidRPr="008C6DE4">
        <w:t>.1</w:t>
      </w:r>
      <w:r w:rsidRPr="008C6DE4">
        <w:tab/>
        <w:t>Minimum requirements</w:t>
      </w:r>
      <w:bookmarkEnd w:id="103"/>
    </w:p>
    <w:p w14:paraId="470F86DB" w14:textId="2FBFAB90" w:rsidR="00EB6BBC" w:rsidRPr="008C6DE4" w:rsidRDefault="00EB6BBC" w:rsidP="00EB6BBC">
      <w:pPr>
        <w:rPr>
          <w:lang w:eastAsia="zh-CN"/>
        </w:rPr>
      </w:pPr>
      <w:r w:rsidRPr="008C6DE4">
        <w:t xml:space="preserve">When </w:t>
      </w:r>
      <w:r w:rsidRPr="008C6DE4">
        <w:rPr>
          <w:i/>
          <w:iCs/>
          <w:lang w:val="en-US"/>
        </w:rPr>
        <w:t>deriveSSB-IndexFromCell</w:t>
      </w:r>
      <w:r w:rsidRPr="008C6DE4">
        <w:t xml:space="preserve"> is enabled, the UE assume</w:t>
      </w:r>
      <w:r w:rsidRPr="008C6DE4">
        <w:rPr>
          <w:lang w:eastAsia="zh-CN"/>
        </w:rPr>
        <w:t xml:space="preserve">s </w:t>
      </w:r>
      <w:r w:rsidRPr="008C6DE4">
        <w:t>frame boundary alignment (including half frame</w:t>
      </w:r>
      <w:r w:rsidRPr="008C6DE4">
        <w:rPr>
          <w:lang w:eastAsia="zh-CN"/>
        </w:rPr>
        <w:t xml:space="preserve">, </w:t>
      </w:r>
      <w:r w:rsidRPr="008C6DE4">
        <w:t>subframe</w:t>
      </w:r>
      <w:r w:rsidRPr="008C6DE4">
        <w:rPr>
          <w:lang w:eastAsia="zh-CN"/>
        </w:rPr>
        <w:t xml:space="preserve"> and </w:t>
      </w:r>
      <w:r w:rsidRPr="008C6DE4">
        <w:t>slot boundary alignment) across cells on the same frequency carrier</w:t>
      </w:r>
      <w:r w:rsidRPr="008C6DE4">
        <w:rPr>
          <w:lang w:eastAsia="zh-CN"/>
        </w:rPr>
        <w:t xml:space="preserve"> is</w:t>
      </w:r>
      <w:r w:rsidRPr="008C6DE4">
        <w:t xml:space="preserve"> within a tolerance not worse than min(2 SSB symbols, 1 PDSCH symbol) and the SFNs of all cells on the same frequency carrier are the same</w:t>
      </w:r>
      <w:r w:rsidRPr="008C6DE4">
        <w:rPr>
          <w:lang w:eastAsia="zh-CN"/>
        </w:rPr>
        <w:t>.</w:t>
      </w:r>
    </w:p>
    <w:p w14:paraId="16F6A96B" w14:textId="631C7E8F" w:rsidR="00210226" w:rsidRPr="008C6DE4" w:rsidRDefault="00210226" w:rsidP="00210226">
      <w:pPr>
        <w:pStyle w:val="Heading2"/>
      </w:pPr>
      <w:r w:rsidRPr="008C6DE4">
        <w:t>7.8</w:t>
      </w:r>
      <w:r w:rsidRPr="008C6DE4">
        <w:tab/>
        <w:t>Void</w:t>
      </w:r>
      <w:bookmarkEnd w:id="101"/>
    </w:p>
    <w:p w14:paraId="75660564" w14:textId="25F87EA3" w:rsidR="00936A12" w:rsidRPr="008C6DE4" w:rsidRDefault="00936A12" w:rsidP="00210226">
      <w:pPr>
        <w:pStyle w:val="Heading1"/>
      </w:pPr>
      <w:r w:rsidRPr="008C6DE4">
        <w:t>8</w:t>
      </w:r>
      <w:r w:rsidRPr="008C6DE4">
        <w:tab/>
        <w:t>Signalling characteristics</w:t>
      </w:r>
      <w:bookmarkEnd w:id="102"/>
    </w:p>
    <w:p w14:paraId="221F7127" w14:textId="77777777" w:rsidR="00474203" w:rsidRPr="008C6DE4" w:rsidRDefault="00474203" w:rsidP="00474203">
      <w:pPr>
        <w:pStyle w:val="Heading2"/>
      </w:pPr>
      <w:bookmarkStart w:id="104" w:name="_Toc5952625"/>
      <w:bookmarkStart w:id="105" w:name="_Toc5952626"/>
      <w:bookmarkStart w:id="106" w:name="_Toc535475973"/>
      <w:bookmarkStart w:id="107" w:name="_Toc5952654"/>
      <w:r w:rsidRPr="008C6DE4">
        <w:t>8.1</w:t>
      </w:r>
      <w:r w:rsidRPr="008C6DE4">
        <w:tab/>
        <w:t>Radio Link Monitoring</w:t>
      </w:r>
      <w:bookmarkEnd w:id="104"/>
    </w:p>
    <w:p w14:paraId="2B44ABFA" w14:textId="50A03FEF" w:rsidR="00474203" w:rsidRPr="008C6DE4" w:rsidRDefault="0048284E" w:rsidP="0048284E">
      <w:pPr>
        <w:pStyle w:val="Heading3"/>
      </w:pPr>
      <w:r w:rsidRPr="008C6DE4">
        <w:t>8.1.1</w:t>
      </w:r>
      <w:r w:rsidR="00474203" w:rsidRPr="008C6DE4">
        <w:tab/>
        <w:t>Introduction</w:t>
      </w:r>
    </w:p>
    <w:p w14:paraId="04866240" w14:textId="232C9889" w:rsidR="00474203" w:rsidRPr="008C6DE4" w:rsidRDefault="00474203" w:rsidP="00474203">
      <w:r w:rsidRPr="008C6DE4">
        <w:t>The requirements in clause 8.1 apply for radio link monitoring on:</w:t>
      </w:r>
    </w:p>
    <w:p w14:paraId="3273EF38" w14:textId="77777777" w:rsidR="00474203" w:rsidRPr="008C6DE4" w:rsidRDefault="00474203" w:rsidP="00474203">
      <w:pPr>
        <w:pStyle w:val="B10"/>
      </w:pPr>
      <w:r w:rsidRPr="008C6DE4">
        <w:t>-</w:t>
      </w:r>
      <w:r w:rsidRPr="008C6DE4">
        <w:tab/>
        <w:t>PCell in SA NR, NR-DC and NE-DC operation mode,</w:t>
      </w:r>
    </w:p>
    <w:p w14:paraId="24ACF323" w14:textId="77777777" w:rsidR="00474203" w:rsidRPr="008C6DE4" w:rsidRDefault="00474203" w:rsidP="00474203">
      <w:pPr>
        <w:pStyle w:val="B10"/>
      </w:pPr>
      <w:r w:rsidRPr="008C6DE4">
        <w:t>-</w:t>
      </w:r>
      <w:r w:rsidRPr="008C6DE4">
        <w:tab/>
        <w:t>PSCell in NR-DC and EN-DC operation mode.</w:t>
      </w:r>
    </w:p>
    <w:p w14:paraId="19F85D9C" w14:textId="00E4871B" w:rsidR="00474203" w:rsidRPr="008C6DE4" w:rsidRDefault="00474203" w:rsidP="00474203">
      <w:pPr>
        <w:rPr>
          <w:rFonts w:cs="v5.0.0"/>
        </w:rPr>
      </w:pPr>
      <w:r w:rsidRPr="008C6DE4">
        <w:rPr>
          <w:rFonts w:cs="v5.0.0"/>
        </w:rPr>
        <w:t xml:space="preserve">The UE shall monitor the downlink radio link quality based on the reference signal configured as RLM-RS resource(s) in order to detect the </w:t>
      </w:r>
      <w:r w:rsidRPr="008C6DE4">
        <w:t>downlink radio link quality of the PCell and PSCell</w:t>
      </w:r>
      <w:r w:rsidRPr="008C6DE4">
        <w:rPr>
          <w:rFonts w:cs="v5.0.0"/>
        </w:rPr>
        <w:t xml:space="preserve"> as specified in </w:t>
      </w:r>
      <w:r w:rsidRPr="008C6DE4">
        <w:t>TS 38.213</w:t>
      </w:r>
      <w:r w:rsidRPr="008C6DE4">
        <w:rPr>
          <w:rFonts w:cs="v5.0.0"/>
        </w:rPr>
        <w:t> [3]. The configured RLM-RS resources can be all SSBs, or all CSI-RSs, or a mix of SSBs and CSI-RSs. UE is not required to perform RLM outside the active DL BWP.</w:t>
      </w:r>
    </w:p>
    <w:p w14:paraId="682BDF9E" w14:textId="77777777" w:rsidR="00474203" w:rsidRPr="008C6DE4" w:rsidRDefault="00474203" w:rsidP="00474203">
      <w:r w:rsidRPr="008C6DE4">
        <w:rPr>
          <w:rFonts w:eastAsia="?? ??" w:cs="v5.0.0"/>
        </w:rPr>
        <w:t xml:space="preserve">On each RLM-RS resource, the UE shall estimate the downlink radio link quality and compare it to the thresholds </w:t>
      </w:r>
      <w:r w:rsidRPr="008C6DE4">
        <w:rPr>
          <w:rFonts w:cs="v5.0.0"/>
        </w:rPr>
        <w:t>Q</w:t>
      </w:r>
      <w:r w:rsidRPr="008C6DE4">
        <w:rPr>
          <w:rFonts w:cs="v5.0.0"/>
          <w:vertAlign w:val="subscript"/>
        </w:rPr>
        <w:t>out</w:t>
      </w:r>
      <w:r w:rsidRPr="008C6DE4">
        <w:rPr>
          <w:rFonts w:eastAsia="?? ??" w:cs="v5.0.0"/>
        </w:rPr>
        <w:t xml:space="preserve"> and </w:t>
      </w:r>
      <w:r w:rsidRPr="008C6DE4">
        <w:rPr>
          <w:rFonts w:cs="v5.0.0"/>
        </w:rPr>
        <w:t>Q</w:t>
      </w:r>
      <w:r w:rsidRPr="008C6DE4">
        <w:rPr>
          <w:rFonts w:cs="v5.0.0"/>
          <w:vertAlign w:val="subscript"/>
        </w:rPr>
        <w:t>in</w:t>
      </w:r>
      <w:r w:rsidRPr="008C6DE4">
        <w:rPr>
          <w:rFonts w:eastAsia="?? ??" w:cs="v5.0.0"/>
        </w:rPr>
        <w:t xml:space="preserve"> for the purpose of monitoring </w:t>
      </w:r>
      <w:r w:rsidRPr="008C6DE4">
        <w:t>downlink radio link quality of the cell</w:t>
      </w:r>
      <w:r w:rsidRPr="008C6DE4">
        <w:rPr>
          <w:rFonts w:eastAsia="?? ??" w:cs="v5.0.0"/>
        </w:rPr>
        <w:t>.</w:t>
      </w:r>
    </w:p>
    <w:p w14:paraId="762EA835" w14:textId="77777777" w:rsidR="00474203" w:rsidRPr="008C6DE4" w:rsidRDefault="00474203" w:rsidP="00474203">
      <w:pPr>
        <w:rPr>
          <w:rFonts w:eastAsia="?? ??" w:cs="v5.0.0"/>
        </w:rPr>
      </w:pPr>
      <w:r w:rsidRPr="008C6DE4">
        <w:rPr>
          <w:rFonts w:eastAsia="?? ??" w:cs="v5.0.0"/>
        </w:rPr>
        <w:t xml:space="preserve">The threshold </w:t>
      </w:r>
      <w:r w:rsidRPr="008C6DE4">
        <w:rPr>
          <w:rFonts w:cs="v5.0.0"/>
        </w:rPr>
        <w:t>Q</w:t>
      </w:r>
      <w:r w:rsidRPr="008C6DE4">
        <w:rPr>
          <w:rFonts w:cs="v5.0.0"/>
          <w:vertAlign w:val="subscript"/>
        </w:rPr>
        <w:t>out</w:t>
      </w:r>
      <w:r w:rsidRPr="008C6DE4">
        <w:rPr>
          <w:rFonts w:eastAsia="?? ??" w:cs="v5.0.0"/>
        </w:rPr>
        <w:t xml:space="preserve"> is defined as the level at which the downlink radio link cannot be reliably received and shall correspond to the out-of-sync block error rate (BLER</w:t>
      </w:r>
      <w:r w:rsidRPr="008C6DE4">
        <w:rPr>
          <w:rFonts w:eastAsia="?? ??" w:cs="v5.0.0"/>
          <w:vertAlign w:val="subscript"/>
        </w:rPr>
        <w:t>out</w:t>
      </w:r>
      <w:r w:rsidRPr="008C6DE4">
        <w:rPr>
          <w:rFonts w:eastAsia="?? ??" w:cs="v5.0.0"/>
        </w:rPr>
        <w:t xml:space="preserve">) as defined in Table 8.1.1-1. For SSB based radio link monitoring, </w:t>
      </w:r>
      <w:r w:rsidRPr="008C6DE4">
        <w:rPr>
          <w:rFonts w:cs="v5.0.0"/>
        </w:rPr>
        <w:t>Q</w:t>
      </w:r>
      <w:r w:rsidRPr="008C6DE4">
        <w:rPr>
          <w:rFonts w:cs="v5.0.0"/>
          <w:vertAlign w:val="subscript"/>
        </w:rPr>
        <w:t>out_SSB</w:t>
      </w:r>
      <w:r w:rsidRPr="008C6DE4">
        <w:rPr>
          <w:rFonts w:eastAsia="?? ??" w:cs="v5.0.0"/>
        </w:rPr>
        <w:t xml:space="preserve"> is derived based on the hypothetical PDCCH transmission parameters listed in Table 8.1.2.1-1. For CSI-RS based radio link monitoring, </w:t>
      </w:r>
      <w:r w:rsidRPr="008C6DE4">
        <w:rPr>
          <w:rFonts w:cs="v5.0.0"/>
        </w:rPr>
        <w:t>Q</w:t>
      </w:r>
      <w:r w:rsidRPr="008C6DE4">
        <w:rPr>
          <w:rFonts w:cs="v5.0.0"/>
          <w:vertAlign w:val="subscript"/>
        </w:rPr>
        <w:t>out_CSI-RS</w:t>
      </w:r>
      <w:r w:rsidRPr="008C6DE4">
        <w:rPr>
          <w:rFonts w:eastAsia="?? ??" w:cs="v5.0.0"/>
        </w:rPr>
        <w:t xml:space="preserve"> is derived based on the hypothetical PDCCH transmission parameters listed in Table 8.1.3.1-1.</w:t>
      </w:r>
    </w:p>
    <w:p w14:paraId="76F7E419" w14:textId="5A1FC749" w:rsidR="00474203" w:rsidRPr="008C6DE4" w:rsidRDefault="00474203" w:rsidP="00474203">
      <w:pPr>
        <w:rPr>
          <w:rFonts w:eastAsia="?? ??" w:cs="v5.0.0"/>
        </w:rPr>
      </w:pPr>
      <w:r w:rsidRPr="008C6DE4">
        <w:rPr>
          <w:rFonts w:eastAsia="?? ??" w:cs="v5.0.0"/>
        </w:rPr>
        <w:t xml:space="preserve">The threshold </w:t>
      </w:r>
      <w:r w:rsidRPr="008C6DE4">
        <w:rPr>
          <w:rFonts w:cs="v5.0.0"/>
        </w:rPr>
        <w:t>Q</w:t>
      </w:r>
      <w:r w:rsidRPr="008C6DE4">
        <w:rPr>
          <w:rFonts w:cs="v5.0.0"/>
          <w:vertAlign w:val="subscript"/>
        </w:rPr>
        <w:t>in</w:t>
      </w:r>
      <w:r w:rsidRPr="008C6DE4">
        <w:rPr>
          <w:rFonts w:eastAsia="?? ??" w:cs="v5.0.0"/>
        </w:rPr>
        <w:t xml:space="preserve"> is defined as the level at which the downlink radio link quality can be received with significantly higher reliability than at </w:t>
      </w:r>
      <w:r w:rsidRPr="008C6DE4">
        <w:rPr>
          <w:rFonts w:cs="v5.0.0"/>
        </w:rPr>
        <w:t>Q</w:t>
      </w:r>
      <w:r w:rsidRPr="008C6DE4">
        <w:rPr>
          <w:rFonts w:cs="v5.0.0"/>
          <w:vertAlign w:val="subscript"/>
        </w:rPr>
        <w:t>out</w:t>
      </w:r>
      <w:r w:rsidRPr="008C6DE4">
        <w:rPr>
          <w:rFonts w:eastAsia="?? ??" w:cs="v5.0.0"/>
        </w:rPr>
        <w:t xml:space="preserve"> and shall correspond to the in-sync block error rate (BLER</w:t>
      </w:r>
      <w:r w:rsidRPr="008C6DE4">
        <w:rPr>
          <w:rFonts w:eastAsia="?? ??" w:cs="v5.0.0"/>
          <w:vertAlign w:val="subscript"/>
        </w:rPr>
        <w:t>in</w:t>
      </w:r>
      <w:r w:rsidRPr="008C6DE4">
        <w:rPr>
          <w:rFonts w:eastAsia="?? ??" w:cs="v5.0.0"/>
        </w:rPr>
        <w:t xml:space="preserve">) as defined in Table 8.1.1-1. For SSB based radio link monitoring, </w:t>
      </w:r>
      <w:bookmarkStart w:id="108" w:name="_Hlk13142784"/>
      <w:r w:rsidRPr="008C6DE4">
        <w:rPr>
          <w:rFonts w:cs="v5.0.0"/>
        </w:rPr>
        <w:t>Q</w:t>
      </w:r>
      <w:r w:rsidRPr="008C6DE4">
        <w:rPr>
          <w:rFonts w:cs="v5.0.0"/>
          <w:vertAlign w:val="subscript"/>
        </w:rPr>
        <w:t>in_SSB</w:t>
      </w:r>
      <w:r w:rsidRPr="008C6DE4">
        <w:rPr>
          <w:rFonts w:eastAsia="?? ??" w:cs="v5.0.0"/>
        </w:rPr>
        <w:t xml:space="preserve"> </w:t>
      </w:r>
      <w:bookmarkEnd w:id="108"/>
      <w:r w:rsidRPr="008C6DE4">
        <w:rPr>
          <w:rFonts w:eastAsia="?? ??" w:cs="v5.0.0"/>
        </w:rPr>
        <w:t xml:space="preserve">is derived based on the hypothetical PDCCH transmission parameters listed in Table 8.1.2.1-2. For CSI-RS based radio link monitoring, </w:t>
      </w:r>
      <w:r w:rsidRPr="008C6DE4">
        <w:rPr>
          <w:rFonts w:cs="v5.0.0"/>
        </w:rPr>
        <w:t>Q</w:t>
      </w:r>
      <w:r w:rsidRPr="008C6DE4">
        <w:rPr>
          <w:rFonts w:cs="v5.0.0"/>
          <w:vertAlign w:val="subscript"/>
        </w:rPr>
        <w:t>in_CSI-RS</w:t>
      </w:r>
      <w:r w:rsidRPr="008C6DE4">
        <w:rPr>
          <w:rFonts w:eastAsia="?? ??" w:cs="v5.0.0"/>
        </w:rPr>
        <w:t xml:space="preserve"> is derived based on the hypothetical PDCCH transmission parameters listed in Table 8.1.3.1-2.</w:t>
      </w:r>
    </w:p>
    <w:p w14:paraId="1EF69430" w14:textId="52059E20" w:rsidR="00474203" w:rsidRPr="008C6DE4" w:rsidRDefault="00474203" w:rsidP="00474203">
      <w:bookmarkStart w:id="109" w:name="_Hlk506716765"/>
      <w:r w:rsidRPr="008C6DE4">
        <w:rPr>
          <w:rFonts w:eastAsia="?? ??" w:cs="v5.0.0"/>
        </w:rPr>
        <w:t>The out-of-sync block error rate (BLER</w:t>
      </w:r>
      <w:r w:rsidRPr="008C6DE4">
        <w:rPr>
          <w:rFonts w:eastAsia="?? ??" w:cs="v5.0.0"/>
          <w:vertAlign w:val="subscript"/>
        </w:rPr>
        <w:t>out</w:t>
      </w:r>
      <w:r w:rsidRPr="008C6DE4">
        <w:rPr>
          <w:rFonts w:eastAsia="?? ??" w:cs="v5.0.0"/>
        </w:rPr>
        <w:t>) and in-sync block error rate (BLER</w:t>
      </w:r>
      <w:r w:rsidRPr="008C6DE4">
        <w:rPr>
          <w:rFonts w:eastAsia="?? ??" w:cs="v5.0.0"/>
          <w:vertAlign w:val="subscript"/>
        </w:rPr>
        <w:t>in</w:t>
      </w:r>
      <w:r w:rsidRPr="008C6DE4">
        <w:rPr>
          <w:rFonts w:eastAsia="?? ??" w:cs="v5.0.0"/>
        </w:rPr>
        <w:t xml:space="preserve">) are determined from the network configuration via parameter </w:t>
      </w:r>
      <w:r w:rsidRPr="008C6DE4">
        <w:rPr>
          <w:i/>
          <w:iCs/>
          <w:sz w:val="21"/>
          <w:szCs w:val="21"/>
        </w:rPr>
        <w:t>rlmInSyncOutOfSyncThreshold</w:t>
      </w:r>
      <w:r w:rsidRPr="008C6DE4">
        <w:rPr>
          <w:rFonts w:eastAsia="?? ??" w:cs="v5.0.0"/>
        </w:rPr>
        <w:t xml:space="preserve"> signalled by higher layers. When UE is not configured with </w:t>
      </w:r>
      <w:r w:rsidRPr="008C6DE4">
        <w:rPr>
          <w:i/>
          <w:iCs/>
          <w:sz w:val="21"/>
          <w:szCs w:val="21"/>
        </w:rPr>
        <w:t>rlmInSyncOutOfSyncThreshold</w:t>
      </w:r>
      <w:r w:rsidRPr="008C6DE4">
        <w:rPr>
          <w:rFonts w:eastAsia="?? ??" w:cs="v5.0.0"/>
        </w:rPr>
        <w:t xml:space="preserve"> from the network, UE determines out-of-sync and in-sync block error rates from Configuration #0 in Table 8.1.1-1 </w:t>
      </w:r>
      <w:r w:rsidR="00E81D46" w:rsidRPr="008C6DE4">
        <w:rPr>
          <w:rFonts w:eastAsia="?? ??" w:cs="v5.0.0"/>
        </w:rPr>
        <w:t>by default</w:t>
      </w:r>
      <w:r w:rsidRPr="008C6DE4">
        <w:rPr>
          <w:rFonts w:eastAsia="?? ??" w:cs="v5.0.0"/>
        </w:rPr>
        <w:t>. All requirements in clause 8.1 are applicable for BLER Configuration #0 in Table 8.1.1-1.</w:t>
      </w:r>
    </w:p>
    <w:p w14:paraId="749FA7B6" w14:textId="77777777" w:rsidR="00474203" w:rsidRPr="008C6DE4" w:rsidRDefault="00474203" w:rsidP="00A12192">
      <w:pPr>
        <w:pStyle w:val="TH"/>
      </w:pPr>
      <w:r w:rsidRPr="008C6DE4">
        <w:t>Table 8.1.1-1: Out-of-sync and in-sync block error rates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1531"/>
        <w:gridCol w:w="1525"/>
      </w:tblGrid>
      <w:tr w:rsidR="00DD3199" w:rsidRPr="008C6DE4" w14:paraId="0862B9C5" w14:textId="77777777" w:rsidTr="00867D3A">
        <w:trPr>
          <w:jc w:val="center"/>
        </w:trPr>
        <w:tc>
          <w:tcPr>
            <w:tcW w:w="3684" w:type="dxa"/>
            <w:shd w:val="clear" w:color="auto" w:fill="auto"/>
          </w:tcPr>
          <w:p w14:paraId="2BF1ECC0" w14:textId="77777777" w:rsidR="00474203" w:rsidRPr="008C6DE4" w:rsidRDefault="00474203" w:rsidP="00A12192">
            <w:pPr>
              <w:pStyle w:val="TAH"/>
            </w:pPr>
            <w:r w:rsidRPr="008C6DE4">
              <w:t>Configuration</w:t>
            </w:r>
          </w:p>
        </w:tc>
        <w:tc>
          <w:tcPr>
            <w:tcW w:w="1531" w:type="dxa"/>
            <w:shd w:val="clear" w:color="auto" w:fill="auto"/>
          </w:tcPr>
          <w:p w14:paraId="7B14507F" w14:textId="77777777" w:rsidR="00474203" w:rsidRPr="008C6DE4" w:rsidRDefault="00474203" w:rsidP="00A12192">
            <w:pPr>
              <w:pStyle w:val="TAH"/>
            </w:pPr>
            <w:r w:rsidRPr="008C6DE4">
              <w:rPr>
                <w:rFonts w:eastAsia="?? ??" w:cs="v5.0.0"/>
              </w:rPr>
              <w:t>BLER</w:t>
            </w:r>
            <w:r w:rsidRPr="008C6DE4">
              <w:rPr>
                <w:rFonts w:eastAsia="?? ??" w:cs="v5.0.0"/>
                <w:vertAlign w:val="subscript"/>
              </w:rPr>
              <w:t>out</w:t>
            </w:r>
          </w:p>
        </w:tc>
        <w:tc>
          <w:tcPr>
            <w:tcW w:w="1525" w:type="dxa"/>
            <w:shd w:val="clear" w:color="auto" w:fill="auto"/>
          </w:tcPr>
          <w:p w14:paraId="556114AB" w14:textId="77777777" w:rsidR="00474203" w:rsidRPr="008C6DE4" w:rsidRDefault="00474203" w:rsidP="00A12192">
            <w:pPr>
              <w:pStyle w:val="TAH"/>
            </w:pPr>
            <w:r w:rsidRPr="008C6DE4">
              <w:rPr>
                <w:rFonts w:eastAsia="?? ??" w:cs="v5.0.0"/>
              </w:rPr>
              <w:t>BLER</w:t>
            </w:r>
            <w:r w:rsidRPr="008C6DE4">
              <w:rPr>
                <w:rFonts w:eastAsia="?? ??" w:cs="v5.0.0"/>
                <w:vertAlign w:val="subscript"/>
              </w:rPr>
              <w:t>in</w:t>
            </w:r>
          </w:p>
        </w:tc>
      </w:tr>
      <w:tr w:rsidR="00474203" w:rsidRPr="008C6DE4" w14:paraId="09F041E0" w14:textId="77777777" w:rsidTr="00867D3A">
        <w:trPr>
          <w:jc w:val="center"/>
        </w:trPr>
        <w:tc>
          <w:tcPr>
            <w:tcW w:w="3684" w:type="dxa"/>
            <w:shd w:val="clear" w:color="auto" w:fill="auto"/>
          </w:tcPr>
          <w:p w14:paraId="4E7D5F48" w14:textId="77777777" w:rsidR="00474203" w:rsidRPr="008C6DE4" w:rsidRDefault="00474203" w:rsidP="00A12192">
            <w:pPr>
              <w:pStyle w:val="TAC"/>
            </w:pPr>
            <w:r w:rsidRPr="008C6DE4">
              <w:t>0</w:t>
            </w:r>
          </w:p>
        </w:tc>
        <w:tc>
          <w:tcPr>
            <w:tcW w:w="1531" w:type="dxa"/>
            <w:shd w:val="clear" w:color="auto" w:fill="auto"/>
          </w:tcPr>
          <w:p w14:paraId="3ABD2725" w14:textId="77777777" w:rsidR="00474203" w:rsidRPr="008C6DE4" w:rsidRDefault="00474203" w:rsidP="00A12192">
            <w:pPr>
              <w:pStyle w:val="TAC"/>
            </w:pPr>
            <w:r w:rsidRPr="008C6DE4">
              <w:t>10%</w:t>
            </w:r>
          </w:p>
        </w:tc>
        <w:tc>
          <w:tcPr>
            <w:tcW w:w="1525" w:type="dxa"/>
            <w:shd w:val="clear" w:color="auto" w:fill="auto"/>
          </w:tcPr>
          <w:p w14:paraId="0593960E" w14:textId="77777777" w:rsidR="00474203" w:rsidRPr="008C6DE4" w:rsidRDefault="00474203" w:rsidP="00A12192">
            <w:pPr>
              <w:pStyle w:val="TAC"/>
            </w:pPr>
            <w:r w:rsidRPr="008C6DE4">
              <w:t>2%</w:t>
            </w:r>
          </w:p>
        </w:tc>
      </w:tr>
    </w:tbl>
    <w:p w14:paraId="611BD6FC" w14:textId="77777777" w:rsidR="00474203" w:rsidRPr="008C6DE4" w:rsidRDefault="00474203" w:rsidP="00474203">
      <w:pPr>
        <w:rPr>
          <w:rFonts w:cs="v4.2.0"/>
        </w:rPr>
      </w:pPr>
    </w:p>
    <w:p w14:paraId="194BF59D" w14:textId="02208298" w:rsidR="00A12192" w:rsidRPr="008C6DE4" w:rsidRDefault="00A12192" w:rsidP="00A12192">
      <w:pPr>
        <w:rPr>
          <w:rFonts w:cs="v5.0.0"/>
        </w:rPr>
      </w:pPr>
      <w:r w:rsidRPr="008C6DE4">
        <w:rPr>
          <w:rFonts w:cs="v5.0.0"/>
        </w:rPr>
        <w:t xml:space="preserve">UE shall be able to monitor up to </w:t>
      </w:r>
      <w:r w:rsidRPr="008C6DE4">
        <w:rPr>
          <w:rFonts w:cs="v5.0.0"/>
          <w:lang w:eastAsia="zh-CN"/>
        </w:rPr>
        <w:t>N</w:t>
      </w:r>
      <w:r w:rsidRPr="008C6DE4">
        <w:rPr>
          <w:rFonts w:cs="v5.0.0"/>
          <w:vertAlign w:val="subscript"/>
        </w:rPr>
        <w:t>RLM</w:t>
      </w:r>
      <w:r w:rsidRPr="008C6DE4">
        <w:t xml:space="preserve"> </w:t>
      </w:r>
      <w:r w:rsidRPr="008C6DE4">
        <w:rPr>
          <w:rFonts w:cs="v5.0.0"/>
        </w:rPr>
        <w:t xml:space="preserve">RLM-RS resources of the same or different types in each corresponding carrier frequency range, </w:t>
      </w:r>
      <w:r w:rsidRPr="008C6DE4">
        <w:t xml:space="preserve">depending on a maximum number </w:t>
      </w:r>
      <w:r w:rsidRPr="008C6DE4">
        <w:rPr>
          <w:iCs/>
          <w:position w:val="-10"/>
        </w:rPr>
        <w:object w:dxaOrig="400" w:dyaOrig="300" w14:anchorId="16DC378E">
          <v:shape id="_x0000_i1026" type="#_x0000_t75" style="width:25.75pt;height:10.5pt" o:ole="">
            <v:imagedata r:id="rId18" o:title=""/>
          </v:shape>
          <o:OLEObject Type="Embed" ProgID="Equation.3" ShapeID="_x0000_i1026" DrawAspect="Content" ObjectID="_1734963202" r:id="rId19"/>
        </w:object>
      </w:r>
      <w:r w:rsidRPr="008C6DE4">
        <w:rPr>
          <w:iCs/>
        </w:rPr>
        <w:t xml:space="preserve"> </w:t>
      </w:r>
      <w:r w:rsidRPr="008C6DE4">
        <w:t>of SS</w:t>
      </w:r>
      <w:r w:rsidRPr="008C6DE4">
        <w:rPr>
          <w:lang w:eastAsia="zh-CN"/>
        </w:rPr>
        <w:t>Bs</w:t>
      </w:r>
      <w:r w:rsidRPr="008C6DE4">
        <w:t xml:space="preserve"> per half frame</w:t>
      </w:r>
      <w:r w:rsidRPr="008C6DE4">
        <w:rPr>
          <w:lang w:eastAsia="zh-CN"/>
        </w:rPr>
        <w:t xml:space="preserve"> </w:t>
      </w:r>
      <w:r w:rsidRPr="008C6DE4">
        <w:rPr>
          <w:rFonts w:cs="v5.0.0"/>
        </w:rPr>
        <w:t>according to TS 38.213</w:t>
      </w:r>
      <w:r w:rsidRPr="008C6DE4">
        <w:rPr>
          <w:rFonts w:cs="v5.0.0"/>
          <w:lang w:eastAsia="zh-CN"/>
        </w:rPr>
        <w:t xml:space="preserve"> [3], </w:t>
      </w:r>
      <w:r w:rsidRPr="008C6DE4">
        <w:rPr>
          <w:rFonts w:cs="v5.0.0"/>
        </w:rPr>
        <w:t xml:space="preserve">where </w:t>
      </w:r>
      <w:r w:rsidRPr="008C6DE4">
        <w:rPr>
          <w:rFonts w:cs="v5.0.0"/>
          <w:lang w:eastAsia="zh-CN"/>
        </w:rPr>
        <w:t>N</w:t>
      </w:r>
      <w:r w:rsidRPr="008C6DE4">
        <w:rPr>
          <w:rFonts w:cs="v5.0.0"/>
          <w:vertAlign w:val="subscript"/>
        </w:rPr>
        <w:t>RLM</w:t>
      </w:r>
      <w:r w:rsidRPr="008C6DE4">
        <w:rPr>
          <w:rFonts w:cs="v5.0.0"/>
        </w:rPr>
        <w:t xml:space="preserve"> is specified in Table 8.1.1-2</w:t>
      </w:r>
      <w:r w:rsidR="00272D2A">
        <w:rPr>
          <w:rFonts w:cs="v5.0.0"/>
        </w:rPr>
        <w:t xml:space="preserve"> according TS 38.213 [3]</w:t>
      </w:r>
      <w:r w:rsidRPr="008C6DE4">
        <w:rPr>
          <w:rFonts w:cs="v5.0.0"/>
        </w:rPr>
        <w:t xml:space="preserve">, and meet the requirements as specified in </w:t>
      </w:r>
      <w:r w:rsidRPr="008C6DE4">
        <w:rPr>
          <w:lang w:val="en-US" w:eastAsia="ko-KR"/>
        </w:rPr>
        <w:t>clause</w:t>
      </w:r>
      <w:r w:rsidRPr="008C6DE4">
        <w:rPr>
          <w:rFonts w:cs="v5.0.0"/>
        </w:rPr>
        <w:t xml:space="preserve"> 8.1. UE is not required to meet the requirements in </w:t>
      </w:r>
      <w:r w:rsidRPr="008C6DE4">
        <w:rPr>
          <w:lang w:val="en-US" w:eastAsia="ko-KR"/>
        </w:rPr>
        <w:t>clause</w:t>
      </w:r>
      <w:r w:rsidRPr="008C6DE4">
        <w:rPr>
          <w:rFonts w:cs="v5.0.0"/>
        </w:rPr>
        <w:t xml:space="preserve"> 8.1 if RLM-RS is not configured and no TCI state for PDCCH is activated.</w:t>
      </w:r>
    </w:p>
    <w:p w14:paraId="783AD8E3" w14:textId="77777777" w:rsidR="00474203" w:rsidRPr="008C6DE4" w:rsidRDefault="00474203" w:rsidP="00A12192">
      <w:pPr>
        <w:pStyle w:val="TH"/>
      </w:pPr>
      <w:r w:rsidRPr="008C6DE4">
        <w:t xml:space="preserve">Table 8.1.1-2: </w:t>
      </w:r>
      <w:bookmarkEnd w:id="109"/>
      <w:r w:rsidRPr="008C6DE4">
        <w:t xml:space="preserve">Maximum number of RLM-RS resources </w:t>
      </w:r>
      <w:r w:rsidRPr="008C6DE4">
        <w:rPr>
          <w:lang w:eastAsia="zh-CN"/>
        </w:rPr>
        <w:t>N</w:t>
      </w:r>
      <w:r w:rsidRPr="008C6DE4">
        <w:rPr>
          <w:vertAlign w:val="subscript"/>
        </w:rPr>
        <w:t>RLM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3186"/>
        <w:gridCol w:w="3451"/>
      </w:tblGrid>
      <w:tr w:rsidR="00DD3199" w:rsidRPr="008C6DE4" w14:paraId="14D4CA2F" w14:textId="77777777" w:rsidTr="00867D3A">
        <w:trPr>
          <w:jc w:val="center"/>
        </w:trPr>
        <w:tc>
          <w:tcPr>
            <w:tcW w:w="3055" w:type="dxa"/>
            <w:shd w:val="clear" w:color="auto" w:fill="auto"/>
          </w:tcPr>
          <w:p w14:paraId="049F8776" w14:textId="5497515A" w:rsidR="00474203" w:rsidRPr="008C6DE4" w:rsidRDefault="003A6071" w:rsidP="00A12192">
            <w:pPr>
              <w:pStyle w:val="TAH"/>
            </w:pPr>
            <w:r w:rsidRPr="008C6DE4">
              <w:t>Carrier frequency range of PCell/PSCell</w:t>
            </w:r>
            <w:r w:rsidRPr="008C6DE4" w:rsidDel="00E727E5">
              <w:t xml:space="preserve"> </w:t>
            </w:r>
          </w:p>
        </w:tc>
        <w:tc>
          <w:tcPr>
            <w:tcW w:w="3264" w:type="dxa"/>
          </w:tcPr>
          <w:p w14:paraId="771C6B3E" w14:textId="77777777" w:rsidR="00474203" w:rsidRPr="008C6DE4" w:rsidRDefault="00474203" w:rsidP="00A12192">
            <w:pPr>
              <w:pStyle w:val="TAH"/>
            </w:pPr>
            <w:r w:rsidRPr="008C6DE4">
              <w:rPr>
                <w:iCs/>
                <w:position w:val="-10"/>
              </w:rPr>
              <w:object w:dxaOrig="400" w:dyaOrig="300" w14:anchorId="53F96834">
                <v:shape id="_x0000_i1027" type="#_x0000_t75" style="width:41.5pt;height:22.05pt" o:ole="">
                  <v:imagedata r:id="rId18" o:title=""/>
                </v:shape>
                <o:OLEObject Type="Embed" ProgID="Equation.3" ShapeID="_x0000_i1027" DrawAspect="Content" ObjectID="_1734963203" r:id="rId20"/>
              </w:object>
            </w:r>
          </w:p>
        </w:tc>
        <w:tc>
          <w:tcPr>
            <w:tcW w:w="3536" w:type="dxa"/>
            <w:shd w:val="clear" w:color="auto" w:fill="auto"/>
          </w:tcPr>
          <w:p w14:paraId="184B1E44" w14:textId="4C18CAA7" w:rsidR="00474203" w:rsidRPr="008C6DE4" w:rsidRDefault="003A6071" w:rsidP="00A12192">
            <w:pPr>
              <w:pStyle w:val="TAH"/>
            </w:pPr>
            <w:r w:rsidRPr="008C6DE4">
              <w:t xml:space="preserve">Maximum number of RLM-RS resources, </w:t>
            </w:r>
            <w:r w:rsidRPr="008C6DE4">
              <w:rPr>
                <w:lang w:eastAsia="zh-CN"/>
              </w:rPr>
              <w:t>N</w:t>
            </w:r>
            <w:r w:rsidRPr="008C6DE4">
              <w:rPr>
                <w:vertAlign w:val="subscript"/>
              </w:rPr>
              <w:t>RLM</w:t>
            </w:r>
            <w:r w:rsidRPr="008C6DE4">
              <w:t xml:space="preserve"> </w:t>
            </w:r>
          </w:p>
        </w:tc>
      </w:tr>
      <w:tr w:rsidR="00DD3199" w:rsidRPr="008C6DE4" w14:paraId="6C25E040" w14:textId="77777777" w:rsidTr="00867D3A">
        <w:trPr>
          <w:jc w:val="center"/>
        </w:trPr>
        <w:tc>
          <w:tcPr>
            <w:tcW w:w="3055" w:type="dxa"/>
            <w:shd w:val="clear" w:color="auto" w:fill="auto"/>
          </w:tcPr>
          <w:p w14:paraId="425D1862" w14:textId="6E234427" w:rsidR="00474203" w:rsidRPr="008C6DE4" w:rsidRDefault="003A6071" w:rsidP="00A12192">
            <w:pPr>
              <w:pStyle w:val="TAC"/>
            </w:pPr>
            <w:r w:rsidRPr="008C6DE4">
              <w:t xml:space="preserve">FR1, </w:t>
            </w:r>
            <w:r w:rsidRPr="008C6DE4">
              <w:rPr>
                <w:rFonts w:hint="eastAsia"/>
              </w:rPr>
              <w:t>≤</w:t>
            </w:r>
            <w:r w:rsidRPr="008C6DE4">
              <w:t xml:space="preserve"> 3 GHz</w:t>
            </w:r>
            <w:r w:rsidRPr="008C6DE4">
              <w:rPr>
                <w:vertAlign w:val="superscript"/>
                <w:lang w:eastAsia="zh-CN"/>
              </w:rPr>
              <w:t>Note</w:t>
            </w:r>
            <w:r w:rsidR="00474203" w:rsidRPr="008C6DE4">
              <w:t xml:space="preserve"> </w:t>
            </w:r>
          </w:p>
        </w:tc>
        <w:tc>
          <w:tcPr>
            <w:tcW w:w="3264" w:type="dxa"/>
            <w:vAlign w:val="center"/>
          </w:tcPr>
          <w:p w14:paraId="087D40FF" w14:textId="77777777" w:rsidR="00474203" w:rsidRPr="008C6DE4" w:rsidRDefault="00474203" w:rsidP="00A12192">
            <w:pPr>
              <w:pStyle w:val="TAC"/>
            </w:pPr>
            <w:r w:rsidRPr="008C6DE4">
              <w:t>4</w:t>
            </w:r>
          </w:p>
        </w:tc>
        <w:tc>
          <w:tcPr>
            <w:tcW w:w="3536" w:type="dxa"/>
            <w:shd w:val="clear" w:color="auto" w:fill="auto"/>
          </w:tcPr>
          <w:p w14:paraId="48331E80" w14:textId="0DF26B1A" w:rsidR="00474203" w:rsidRPr="008C6DE4" w:rsidRDefault="00474203" w:rsidP="00A12192">
            <w:pPr>
              <w:pStyle w:val="TAC"/>
              <w:rPr>
                <w:lang w:eastAsia="zh-CN"/>
              </w:rPr>
            </w:pPr>
            <w:r w:rsidRPr="008C6DE4">
              <w:t>2</w:t>
            </w:r>
          </w:p>
        </w:tc>
      </w:tr>
      <w:tr w:rsidR="00DD3199" w:rsidRPr="008C6DE4" w14:paraId="4AFF8F23" w14:textId="77777777" w:rsidTr="00867D3A">
        <w:trPr>
          <w:jc w:val="center"/>
        </w:trPr>
        <w:tc>
          <w:tcPr>
            <w:tcW w:w="3055" w:type="dxa"/>
            <w:shd w:val="clear" w:color="auto" w:fill="auto"/>
          </w:tcPr>
          <w:p w14:paraId="0418E998" w14:textId="28037F0B" w:rsidR="00474203" w:rsidRPr="008C6DE4" w:rsidRDefault="003A6071" w:rsidP="00A12192">
            <w:pPr>
              <w:pStyle w:val="TAC"/>
            </w:pPr>
            <w:r w:rsidRPr="008C6DE4">
              <w:t>FR1, &gt; 3 GHz</w:t>
            </w:r>
            <w:r w:rsidRPr="008C6DE4">
              <w:rPr>
                <w:vertAlign w:val="superscript"/>
                <w:lang w:eastAsia="zh-CN"/>
              </w:rPr>
              <w:t xml:space="preserve">Note </w:t>
            </w:r>
            <w:r w:rsidR="00474203" w:rsidRPr="008C6DE4">
              <w:t xml:space="preserve"> </w:t>
            </w:r>
          </w:p>
        </w:tc>
        <w:tc>
          <w:tcPr>
            <w:tcW w:w="3264" w:type="dxa"/>
            <w:vAlign w:val="center"/>
          </w:tcPr>
          <w:p w14:paraId="4AC626E3" w14:textId="77777777" w:rsidR="00474203" w:rsidRPr="008C6DE4" w:rsidRDefault="00474203" w:rsidP="00A12192">
            <w:pPr>
              <w:pStyle w:val="TAC"/>
            </w:pPr>
            <w:r w:rsidRPr="008C6DE4">
              <w:t>8</w:t>
            </w:r>
          </w:p>
        </w:tc>
        <w:tc>
          <w:tcPr>
            <w:tcW w:w="3536" w:type="dxa"/>
            <w:shd w:val="clear" w:color="auto" w:fill="auto"/>
          </w:tcPr>
          <w:p w14:paraId="2ECEB4EC" w14:textId="514C3CC8" w:rsidR="00474203" w:rsidRPr="008C6DE4" w:rsidRDefault="00474203" w:rsidP="00A12192">
            <w:pPr>
              <w:pStyle w:val="TAC"/>
            </w:pPr>
            <w:r w:rsidRPr="008C6DE4">
              <w:t>4</w:t>
            </w:r>
          </w:p>
        </w:tc>
      </w:tr>
      <w:tr w:rsidR="00DD3199" w:rsidRPr="008C6DE4" w14:paraId="6A2ECF74" w14:textId="77777777" w:rsidTr="00867D3A">
        <w:trPr>
          <w:jc w:val="center"/>
        </w:trPr>
        <w:tc>
          <w:tcPr>
            <w:tcW w:w="3055" w:type="dxa"/>
            <w:shd w:val="clear" w:color="auto" w:fill="auto"/>
          </w:tcPr>
          <w:p w14:paraId="4922FD8B" w14:textId="74C4B678" w:rsidR="00474203" w:rsidRPr="008C6DE4" w:rsidRDefault="00474203" w:rsidP="00A12192">
            <w:pPr>
              <w:pStyle w:val="TAC"/>
            </w:pPr>
            <w:r w:rsidRPr="008C6DE4">
              <w:t>FR2</w:t>
            </w:r>
          </w:p>
        </w:tc>
        <w:tc>
          <w:tcPr>
            <w:tcW w:w="3264" w:type="dxa"/>
            <w:vAlign w:val="center"/>
          </w:tcPr>
          <w:p w14:paraId="5E659071" w14:textId="77777777" w:rsidR="00474203" w:rsidRPr="008C6DE4" w:rsidRDefault="00474203" w:rsidP="00A12192">
            <w:pPr>
              <w:pStyle w:val="TAC"/>
            </w:pPr>
            <w:r w:rsidRPr="008C6DE4">
              <w:t>64</w:t>
            </w:r>
          </w:p>
        </w:tc>
        <w:tc>
          <w:tcPr>
            <w:tcW w:w="3536" w:type="dxa"/>
            <w:shd w:val="clear" w:color="auto" w:fill="auto"/>
          </w:tcPr>
          <w:p w14:paraId="79631BCF" w14:textId="3999166D" w:rsidR="00474203" w:rsidRPr="008C6DE4" w:rsidRDefault="00474203" w:rsidP="00A12192">
            <w:pPr>
              <w:pStyle w:val="TAC"/>
            </w:pPr>
            <w:r w:rsidRPr="008C6DE4">
              <w:t>8</w:t>
            </w:r>
          </w:p>
        </w:tc>
      </w:tr>
      <w:tr w:rsidR="00DD3199" w:rsidRPr="008C6DE4" w14:paraId="551DEFD5" w14:textId="77777777" w:rsidTr="00867D3A">
        <w:trPr>
          <w:jc w:val="center"/>
        </w:trPr>
        <w:tc>
          <w:tcPr>
            <w:tcW w:w="9855" w:type="dxa"/>
            <w:gridSpan w:val="3"/>
          </w:tcPr>
          <w:p w14:paraId="20D98DB4" w14:textId="1920C53B" w:rsidR="00474203" w:rsidRPr="008C6DE4" w:rsidRDefault="00474203" w:rsidP="00A12192">
            <w:pPr>
              <w:pStyle w:val="TAN"/>
              <w:rPr>
                <w:lang w:eastAsia="zh-CN"/>
              </w:rPr>
            </w:pPr>
            <w:r w:rsidRPr="008C6DE4">
              <w:rPr>
                <w:lang w:eastAsia="zh-CN"/>
              </w:rPr>
              <w:t>NOTE:</w:t>
            </w:r>
            <w:r w:rsidRPr="008C6DE4">
              <w:rPr>
                <w:sz w:val="24"/>
              </w:rPr>
              <w:tab/>
            </w:r>
            <w:r w:rsidRPr="008C6DE4">
              <w:rPr>
                <w:lang w:eastAsia="zh-CN"/>
              </w:rPr>
              <w:t xml:space="preserve">For unpaired spectrum operation with Case C - 30 kHz SCS, 3GHz is replaced by </w:t>
            </w:r>
            <w:r w:rsidR="00CA55E2">
              <w:rPr>
                <w:lang w:eastAsia="zh-CN"/>
              </w:rPr>
              <w:t>1.88</w:t>
            </w:r>
            <w:r w:rsidRPr="008C6DE4">
              <w:rPr>
                <w:lang w:eastAsia="zh-CN"/>
              </w:rPr>
              <w:t>GHz, as specified in clause 4.1 in TS 38.213 [3].</w:t>
            </w:r>
          </w:p>
        </w:tc>
      </w:tr>
    </w:tbl>
    <w:p w14:paraId="7886961E" w14:textId="2D98D73E" w:rsidR="00474203" w:rsidRPr="008C6DE4" w:rsidRDefault="00474203" w:rsidP="00474203"/>
    <w:p w14:paraId="6FF7D40D" w14:textId="2F4E9504" w:rsidR="00474203" w:rsidRPr="008C6DE4" w:rsidRDefault="0048284E" w:rsidP="0048284E">
      <w:pPr>
        <w:pStyle w:val="Heading3"/>
      </w:pPr>
      <w:r w:rsidRPr="008C6DE4">
        <w:t>8.1.2</w:t>
      </w:r>
      <w:r w:rsidR="00474203" w:rsidRPr="008C6DE4">
        <w:tab/>
        <w:t>Requirements for SSB based radio link monitoring</w:t>
      </w:r>
    </w:p>
    <w:p w14:paraId="118EEEC3" w14:textId="2CED9A22" w:rsidR="00474203" w:rsidRPr="008C6DE4" w:rsidRDefault="0048284E" w:rsidP="0048284E">
      <w:pPr>
        <w:pStyle w:val="Heading4"/>
      </w:pPr>
      <w:r w:rsidRPr="008C6DE4">
        <w:t>8.1.2.1</w:t>
      </w:r>
      <w:r w:rsidR="00474203" w:rsidRPr="008C6DE4">
        <w:tab/>
        <w:t>Introduction</w:t>
      </w:r>
    </w:p>
    <w:p w14:paraId="336A6204" w14:textId="2EB82331" w:rsidR="00474203" w:rsidRPr="008C6DE4" w:rsidRDefault="00474203" w:rsidP="00474203">
      <w:r w:rsidRPr="008C6DE4">
        <w:t xml:space="preserve">The requirements in this </w:t>
      </w:r>
      <w:r w:rsidR="00854981" w:rsidRPr="008C6DE4">
        <w:t>clause</w:t>
      </w:r>
      <w:r w:rsidRPr="008C6DE4">
        <w:t xml:space="preserve"> apply for each SSB based RLM-RS resource configured for PCell or PSCell, provided that the SSB configured for RLM </w:t>
      </w:r>
      <w:r w:rsidR="0024289F" w:rsidRPr="008C6DE4">
        <w:t xml:space="preserve">is </w:t>
      </w:r>
      <w:r w:rsidRPr="008C6DE4">
        <w:t>actually transmitted within UE active DL BWP during the entire evaluation period specified in clause 8.1.2.2.</w:t>
      </w:r>
    </w:p>
    <w:p w14:paraId="133F0F9E" w14:textId="77777777" w:rsidR="00474203" w:rsidRPr="008C6DE4" w:rsidRDefault="00474203" w:rsidP="00474203">
      <w:pPr>
        <w:keepNext/>
        <w:keepLines/>
        <w:spacing w:before="60"/>
        <w:jc w:val="center"/>
        <w:rPr>
          <w:rFonts w:ascii="Arial" w:hAnsi="Arial"/>
          <w:b/>
        </w:rPr>
      </w:pPr>
      <w:r w:rsidRPr="008C6DE4">
        <w:rPr>
          <w:rFonts w:ascii="Arial" w:hAnsi="Arial"/>
          <w:b/>
        </w:rPr>
        <w:t>Table 8.1.2.1-1: PDCCH transmission parameters for out-of-sync evaluation</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49"/>
        <w:gridCol w:w="3586"/>
      </w:tblGrid>
      <w:tr w:rsidR="00DD3199" w:rsidRPr="008C6DE4" w14:paraId="57D9CC5A" w14:textId="77777777" w:rsidTr="00867D3A">
        <w:trPr>
          <w:jc w:val="center"/>
        </w:trPr>
        <w:tc>
          <w:tcPr>
            <w:tcW w:w="2649" w:type="dxa"/>
            <w:shd w:val="clear" w:color="auto" w:fill="auto"/>
            <w:vAlign w:val="center"/>
          </w:tcPr>
          <w:p w14:paraId="7546E3E8"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hAnsi="Arial" w:cs="Arial"/>
                <w:b/>
                <w:sz w:val="18"/>
                <w:szCs w:val="18"/>
              </w:rPr>
            </w:pPr>
            <w:r w:rsidRPr="008C6DE4">
              <w:rPr>
                <w:rFonts w:ascii="Arial" w:hAnsi="Arial" w:cs="Arial"/>
                <w:b/>
                <w:sz w:val="18"/>
                <w:szCs w:val="18"/>
              </w:rPr>
              <w:t>Attribute</w:t>
            </w:r>
          </w:p>
        </w:tc>
        <w:tc>
          <w:tcPr>
            <w:tcW w:w="3586" w:type="dxa"/>
            <w:shd w:val="clear" w:color="auto" w:fill="auto"/>
            <w:vAlign w:val="center"/>
          </w:tcPr>
          <w:p w14:paraId="3BA22E5F" w14:textId="77777777" w:rsidR="00474203" w:rsidRPr="008C6DE4" w:rsidRDefault="00474203" w:rsidP="00867D3A">
            <w:pPr>
              <w:overflowPunct w:val="0"/>
              <w:autoSpaceDE w:val="0"/>
              <w:autoSpaceDN w:val="0"/>
              <w:adjustRightInd w:val="0"/>
              <w:spacing w:after="120"/>
              <w:jc w:val="center"/>
              <w:textAlignment w:val="baseline"/>
              <w:rPr>
                <w:rFonts w:ascii="Arial" w:eastAsia="?? ??" w:hAnsi="Arial" w:cs="Arial"/>
                <w:b/>
                <w:sz w:val="18"/>
                <w:szCs w:val="18"/>
              </w:rPr>
            </w:pPr>
            <w:r w:rsidRPr="008C6DE4">
              <w:rPr>
                <w:rFonts w:ascii="Arial" w:eastAsia="?? ??" w:hAnsi="Arial" w:cs="Arial"/>
                <w:b/>
                <w:sz w:val="18"/>
                <w:szCs w:val="18"/>
              </w:rPr>
              <w:t>Value for BLER Configuration #0</w:t>
            </w:r>
          </w:p>
        </w:tc>
      </w:tr>
      <w:tr w:rsidR="00DD3199" w:rsidRPr="008C6DE4" w14:paraId="5B42895B" w14:textId="77777777" w:rsidTr="00867D3A">
        <w:trPr>
          <w:trHeight w:val="201"/>
          <w:jc w:val="center"/>
        </w:trPr>
        <w:tc>
          <w:tcPr>
            <w:tcW w:w="2649" w:type="dxa"/>
            <w:shd w:val="clear" w:color="auto" w:fill="auto"/>
            <w:vAlign w:val="center"/>
          </w:tcPr>
          <w:p w14:paraId="59816A5E"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DCI format</w:t>
            </w:r>
          </w:p>
        </w:tc>
        <w:tc>
          <w:tcPr>
            <w:tcW w:w="3586" w:type="dxa"/>
            <w:shd w:val="clear" w:color="auto" w:fill="auto"/>
            <w:vAlign w:val="center"/>
          </w:tcPr>
          <w:p w14:paraId="54DA7189"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1-0</w:t>
            </w:r>
          </w:p>
        </w:tc>
      </w:tr>
      <w:tr w:rsidR="00DD3199" w:rsidRPr="008C6DE4" w14:paraId="18E31D0A" w14:textId="77777777" w:rsidTr="00867D3A">
        <w:trPr>
          <w:jc w:val="center"/>
        </w:trPr>
        <w:tc>
          <w:tcPr>
            <w:tcW w:w="2649" w:type="dxa"/>
            <w:shd w:val="clear" w:color="auto" w:fill="auto"/>
            <w:vAlign w:val="center"/>
          </w:tcPr>
          <w:p w14:paraId="229C5A2D"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Number of control OFDM symbols</w:t>
            </w:r>
          </w:p>
        </w:tc>
        <w:tc>
          <w:tcPr>
            <w:tcW w:w="3586" w:type="dxa"/>
            <w:shd w:val="clear" w:color="auto" w:fill="auto"/>
            <w:vAlign w:val="center"/>
          </w:tcPr>
          <w:p w14:paraId="633C3C53"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lang w:val="de-DE"/>
              </w:rPr>
            </w:pPr>
            <w:r w:rsidRPr="008C6DE4">
              <w:rPr>
                <w:rFonts w:ascii="Arial" w:eastAsia="?? ??" w:hAnsi="Arial" w:cs="Arial"/>
                <w:sz w:val="18"/>
                <w:szCs w:val="18"/>
              </w:rPr>
              <w:t>2</w:t>
            </w:r>
          </w:p>
        </w:tc>
      </w:tr>
      <w:tr w:rsidR="00DD3199" w:rsidRPr="008C6DE4" w14:paraId="7A2A8C9E" w14:textId="77777777" w:rsidTr="00867D3A">
        <w:trPr>
          <w:jc w:val="center"/>
        </w:trPr>
        <w:tc>
          <w:tcPr>
            <w:tcW w:w="2649" w:type="dxa"/>
            <w:shd w:val="clear" w:color="auto" w:fill="auto"/>
            <w:vAlign w:val="center"/>
          </w:tcPr>
          <w:p w14:paraId="5BDDB6CA"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Aggregation level (CCE)</w:t>
            </w:r>
          </w:p>
        </w:tc>
        <w:tc>
          <w:tcPr>
            <w:tcW w:w="3586" w:type="dxa"/>
            <w:shd w:val="clear" w:color="auto" w:fill="auto"/>
            <w:vAlign w:val="center"/>
          </w:tcPr>
          <w:p w14:paraId="63BA3906"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8</w:t>
            </w:r>
          </w:p>
        </w:tc>
      </w:tr>
      <w:tr w:rsidR="00DD3199" w:rsidRPr="008C6DE4" w14:paraId="2275FC71" w14:textId="77777777" w:rsidTr="00867D3A">
        <w:trPr>
          <w:jc w:val="center"/>
        </w:trPr>
        <w:tc>
          <w:tcPr>
            <w:tcW w:w="2649" w:type="dxa"/>
            <w:shd w:val="clear" w:color="auto" w:fill="auto"/>
            <w:vAlign w:val="center"/>
          </w:tcPr>
          <w:p w14:paraId="4D6189C0"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Ratio of hypothetical PDCCH RE energy to average SSS RE energy</w:t>
            </w:r>
          </w:p>
        </w:tc>
        <w:tc>
          <w:tcPr>
            <w:tcW w:w="3586" w:type="dxa"/>
            <w:shd w:val="clear" w:color="auto" w:fill="auto"/>
            <w:vAlign w:val="center"/>
          </w:tcPr>
          <w:p w14:paraId="31EE6A6F"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4dB</w:t>
            </w:r>
          </w:p>
        </w:tc>
      </w:tr>
      <w:tr w:rsidR="00DD3199" w:rsidRPr="008C6DE4" w14:paraId="59CECDC1" w14:textId="77777777" w:rsidTr="00867D3A">
        <w:trPr>
          <w:jc w:val="center"/>
        </w:trPr>
        <w:tc>
          <w:tcPr>
            <w:tcW w:w="2649" w:type="dxa"/>
            <w:shd w:val="clear" w:color="auto" w:fill="auto"/>
            <w:vAlign w:val="center"/>
          </w:tcPr>
          <w:p w14:paraId="236245E8"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Ratio of hypothetical PDCCH DMRS energy to average SSS RE energy</w:t>
            </w:r>
          </w:p>
        </w:tc>
        <w:tc>
          <w:tcPr>
            <w:tcW w:w="3586" w:type="dxa"/>
            <w:shd w:val="clear" w:color="auto" w:fill="auto"/>
            <w:vAlign w:val="center"/>
          </w:tcPr>
          <w:p w14:paraId="0C209A5E"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4dB</w:t>
            </w:r>
          </w:p>
        </w:tc>
      </w:tr>
      <w:tr w:rsidR="00DD3199" w:rsidRPr="008C6DE4" w14:paraId="5CCFB6DE" w14:textId="77777777" w:rsidTr="00867D3A">
        <w:trPr>
          <w:jc w:val="center"/>
        </w:trPr>
        <w:tc>
          <w:tcPr>
            <w:tcW w:w="2649" w:type="dxa"/>
            <w:shd w:val="clear" w:color="auto" w:fill="auto"/>
            <w:vAlign w:val="center"/>
          </w:tcPr>
          <w:p w14:paraId="6DB85B7F" w14:textId="5B86371E"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Bandwidth (PRBs)</w:t>
            </w:r>
          </w:p>
        </w:tc>
        <w:tc>
          <w:tcPr>
            <w:tcW w:w="3586" w:type="dxa"/>
            <w:shd w:val="clear" w:color="auto" w:fill="auto"/>
            <w:vAlign w:val="center"/>
          </w:tcPr>
          <w:p w14:paraId="549B170A"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24</w:t>
            </w:r>
          </w:p>
        </w:tc>
      </w:tr>
      <w:tr w:rsidR="00DD3199" w:rsidRPr="008C6DE4" w14:paraId="407F5074" w14:textId="77777777" w:rsidTr="00867D3A">
        <w:trPr>
          <w:jc w:val="center"/>
        </w:trPr>
        <w:tc>
          <w:tcPr>
            <w:tcW w:w="2649" w:type="dxa"/>
            <w:shd w:val="clear" w:color="auto" w:fill="auto"/>
            <w:vAlign w:val="center"/>
          </w:tcPr>
          <w:p w14:paraId="27A7537E"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Sub-carrier spacing (kHz)</w:t>
            </w:r>
          </w:p>
        </w:tc>
        <w:tc>
          <w:tcPr>
            <w:tcW w:w="3586" w:type="dxa"/>
            <w:shd w:val="clear" w:color="auto" w:fill="auto"/>
            <w:vAlign w:val="center"/>
          </w:tcPr>
          <w:p w14:paraId="593AD161"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SCS of the active DL BWP</w:t>
            </w:r>
          </w:p>
        </w:tc>
      </w:tr>
      <w:tr w:rsidR="00DD3199" w:rsidRPr="008C6DE4" w14:paraId="1032FD28" w14:textId="77777777" w:rsidTr="00867D3A">
        <w:trPr>
          <w:jc w:val="center"/>
        </w:trPr>
        <w:tc>
          <w:tcPr>
            <w:tcW w:w="2649" w:type="dxa"/>
            <w:shd w:val="clear" w:color="auto" w:fill="auto"/>
            <w:vAlign w:val="center"/>
          </w:tcPr>
          <w:p w14:paraId="6F3E404A"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DMRS precoder granularity</w:t>
            </w:r>
          </w:p>
        </w:tc>
        <w:tc>
          <w:tcPr>
            <w:tcW w:w="3586" w:type="dxa"/>
            <w:shd w:val="clear" w:color="auto" w:fill="auto"/>
            <w:vAlign w:val="center"/>
          </w:tcPr>
          <w:p w14:paraId="42354208"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REG bundle size</w:t>
            </w:r>
          </w:p>
        </w:tc>
      </w:tr>
      <w:tr w:rsidR="00DD3199" w:rsidRPr="008C6DE4" w14:paraId="61B67B60" w14:textId="77777777" w:rsidTr="00867D3A">
        <w:trPr>
          <w:jc w:val="center"/>
        </w:trPr>
        <w:tc>
          <w:tcPr>
            <w:tcW w:w="2649" w:type="dxa"/>
            <w:shd w:val="clear" w:color="auto" w:fill="auto"/>
            <w:vAlign w:val="center"/>
          </w:tcPr>
          <w:p w14:paraId="0F26AF9E"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REG bundle size</w:t>
            </w:r>
          </w:p>
        </w:tc>
        <w:tc>
          <w:tcPr>
            <w:tcW w:w="3586" w:type="dxa"/>
            <w:shd w:val="clear" w:color="auto" w:fill="auto"/>
            <w:vAlign w:val="center"/>
          </w:tcPr>
          <w:p w14:paraId="5A2BE9D5"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6</w:t>
            </w:r>
          </w:p>
        </w:tc>
      </w:tr>
      <w:tr w:rsidR="00DD3199" w:rsidRPr="008C6DE4" w14:paraId="6124CD20" w14:textId="77777777" w:rsidTr="00867D3A">
        <w:trPr>
          <w:jc w:val="center"/>
        </w:trPr>
        <w:tc>
          <w:tcPr>
            <w:tcW w:w="2649" w:type="dxa"/>
            <w:shd w:val="clear" w:color="auto" w:fill="auto"/>
            <w:vAlign w:val="center"/>
          </w:tcPr>
          <w:p w14:paraId="30A7FA67"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CP length</w:t>
            </w:r>
          </w:p>
        </w:tc>
        <w:tc>
          <w:tcPr>
            <w:tcW w:w="3586" w:type="dxa"/>
            <w:shd w:val="clear" w:color="auto" w:fill="auto"/>
            <w:vAlign w:val="center"/>
          </w:tcPr>
          <w:p w14:paraId="373E03CE"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Normal</w:t>
            </w:r>
          </w:p>
        </w:tc>
      </w:tr>
      <w:tr w:rsidR="00474203" w:rsidRPr="008C6DE4" w14:paraId="5598CB16" w14:textId="77777777" w:rsidTr="00867D3A">
        <w:trPr>
          <w:jc w:val="center"/>
        </w:trPr>
        <w:tc>
          <w:tcPr>
            <w:tcW w:w="2649" w:type="dxa"/>
            <w:shd w:val="clear" w:color="auto" w:fill="auto"/>
            <w:vAlign w:val="center"/>
          </w:tcPr>
          <w:p w14:paraId="5BDE35EA"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Mapping from REG to CCE</w:t>
            </w:r>
          </w:p>
        </w:tc>
        <w:tc>
          <w:tcPr>
            <w:tcW w:w="3586" w:type="dxa"/>
            <w:shd w:val="clear" w:color="auto" w:fill="auto"/>
            <w:vAlign w:val="center"/>
          </w:tcPr>
          <w:p w14:paraId="76C7446C"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Distributed</w:t>
            </w:r>
          </w:p>
        </w:tc>
      </w:tr>
    </w:tbl>
    <w:p w14:paraId="61B3DB8A" w14:textId="77777777" w:rsidR="00474203" w:rsidRPr="008C6DE4" w:rsidRDefault="00474203" w:rsidP="00474203">
      <w:pPr>
        <w:rPr>
          <w:rFonts w:eastAsia="?? ??"/>
        </w:rPr>
      </w:pPr>
    </w:p>
    <w:p w14:paraId="4BFA2116" w14:textId="77777777" w:rsidR="00474203" w:rsidRPr="008C6DE4" w:rsidRDefault="00474203" w:rsidP="00474203">
      <w:pPr>
        <w:keepNext/>
        <w:keepLines/>
        <w:spacing w:before="60"/>
        <w:jc w:val="center"/>
        <w:rPr>
          <w:rFonts w:ascii="Arial" w:hAnsi="Arial"/>
          <w:b/>
        </w:rPr>
      </w:pPr>
      <w:r w:rsidRPr="008C6DE4">
        <w:rPr>
          <w:rFonts w:ascii="Arial" w:hAnsi="Arial"/>
          <w:b/>
        </w:rPr>
        <w:t>Table 8.1.2.1-2: PDCCH transmission parameters for in-sync evaluation</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49"/>
        <w:gridCol w:w="3586"/>
      </w:tblGrid>
      <w:tr w:rsidR="00DD3199" w:rsidRPr="008C6DE4" w14:paraId="0C7B81D7" w14:textId="77777777" w:rsidTr="00867D3A">
        <w:trPr>
          <w:jc w:val="center"/>
        </w:trPr>
        <w:tc>
          <w:tcPr>
            <w:tcW w:w="2649" w:type="dxa"/>
            <w:shd w:val="clear" w:color="auto" w:fill="auto"/>
            <w:vAlign w:val="center"/>
          </w:tcPr>
          <w:p w14:paraId="55D42EAB"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hAnsi="Arial" w:cs="Arial"/>
                <w:b/>
                <w:sz w:val="18"/>
                <w:szCs w:val="18"/>
              </w:rPr>
            </w:pPr>
            <w:r w:rsidRPr="008C6DE4">
              <w:rPr>
                <w:rFonts w:ascii="Arial" w:hAnsi="Arial" w:cs="Arial"/>
                <w:b/>
                <w:sz w:val="18"/>
                <w:szCs w:val="18"/>
              </w:rPr>
              <w:t>Attribute</w:t>
            </w:r>
          </w:p>
        </w:tc>
        <w:tc>
          <w:tcPr>
            <w:tcW w:w="3586" w:type="dxa"/>
            <w:shd w:val="clear" w:color="auto" w:fill="auto"/>
            <w:vAlign w:val="center"/>
          </w:tcPr>
          <w:p w14:paraId="480F429E" w14:textId="77777777" w:rsidR="00474203" w:rsidRPr="008C6DE4" w:rsidRDefault="00474203" w:rsidP="00867D3A">
            <w:pPr>
              <w:overflowPunct w:val="0"/>
              <w:autoSpaceDE w:val="0"/>
              <w:autoSpaceDN w:val="0"/>
              <w:adjustRightInd w:val="0"/>
              <w:spacing w:after="120"/>
              <w:jc w:val="center"/>
              <w:textAlignment w:val="baseline"/>
              <w:rPr>
                <w:rFonts w:ascii="Arial" w:eastAsia="?? ??" w:hAnsi="Arial" w:cs="Arial"/>
                <w:b/>
                <w:sz w:val="18"/>
                <w:szCs w:val="18"/>
              </w:rPr>
            </w:pPr>
            <w:r w:rsidRPr="008C6DE4">
              <w:rPr>
                <w:rFonts w:ascii="Arial" w:eastAsia="?? ??" w:hAnsi="Arial" w:cs="Arial"/>
                <w:b/>
                <w:sz w:val="18"/>
                <w:szCs w:val="18"/>
              </w:rPr>
              <w:t>Value for BLER Configuration #0</w:t>
            </w:r>
          </w:p>
        </w:tc>
      </w:tr>
      <w:tr w:rsidR="00DD3199" w:rsidRPr="008C6DE4" w14:paraId="0D37EB7E" w14:textId="77777777" w:rsidTr="00867D3A">
        <w:trPr>
          <w:trHeight w:val="201"/>
          <w:jc w:val="center"/>
        </w:trPr>
        <w:tc>
          <w:tcPr>
            <w:tcW w:w="2649" w:type="dxa"/>
            <w:shd w:val="clear" w:color="auto" w:fill="auto"/>
            <w:vAlign w:val="center"/>
          </w:tcPr>
          <w:p w14:paraId="7930D1CB"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DCI payload size</w:t>
            </w:r>
          </w:p>
        </w:tc>
        <w:tc>
          <w:tcPr>
            <w:tcW w:w="3586" w:type="dxa"/>
            <w:shd w:val="clear" w:color="auto" w:fill="auto"/>
            <w:vAlign w:val="center"/>
          </w:tcPr>
          <w:p w14:paraId="60ED5DE4"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1-0</w:t>
            </w:r>
          </w:p>
        </w:tc>
      </w:tr>
      <w:tr w:rsidR="00DD3199" w:rsidRPr="008C6DE4" w14:paraId="598788A4" w14:textId="77777777" w:rsidTr="00867D3A">
        <w:trPr>
          <w:jc w:val="center"/>
        </w:trPr>
        <w:tc>
          <w:tcPr>
            <w:tcW w:w="2649" w:type="dxa"/>
            <w:shd w:val="clear" w:color="auto" w:fill="auto"/>
            <w:vAlign w:val="center"/>
          </w:tcPr>
          <w:p w14:paraId="3551F752"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Number of control OFDM symbols</w:t>
            </w:r>
          </w:p>
        </w:tc>
        <w:tc>
          <w:tcPr>
            <w:tcW w:w="3586" w:type="dxa"/>
            <w:shd w:val="clear" w:color="auto" w:fill="auto"/>
            <w:vAlign w:val="center"/>
          </w:tcPr>
          <w:p w14:paraId="2489E79F"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lang w:val="de-DE"/>
              </w:rPr>
            </w:pPr>
            <w:r w:rsidRPr="008C6DE4">
              <w:rPr>
                <w:rFonts w:ascii="Arial" w:eastAsia="?? ??" w:hAnsi="Arial" w:cs="Arial"/>
                <w:sz w:val="18"/>
                <w:szCs w:val="18"/>
              </w:rPr>
              <w:t>2</w:t>
            </w:r>
          </w:p>
        </w:tc>
      </w:tr>
      <w:tr w:rsidR="00DD3199" w:rsidRPr="008C6DE4" w14:paraId="457ACB6B" w14:textId="77777777" w:rsidTr="00867D3A">
        <w:trPr>
          <w:jc w:val="center"/>
        </w:trPr>
        <w:tc>
          <w:tcPr>
            <w:tcW w:w="2649" w:type="dxa"/>
            <w:shd w:val="clear" w:color="auto" w:fill="auto"/>
            <w:vAlign w:val="center"/>
          </w:tcPr>
          <w:p w14:paraId="3F91D92A"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Aggregation level (CCE)</w:t>
            </w:r>
          </w:p>
        </w:tc>
        <w:tc>
          <w:tcPr>
            <w:tcW w:w="3586" w:type="dxa"/>
            <w:shd w:val="clear" w:color="auto" w:fill="auto"/>
            <w:vAlign w:val="center"/>
          </w:tcPr>
          <w:p w14:paraId="5944F513"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4</w:t>
            </w:r>
          </w:p>
        </w:tc>
      </w:tr>
      <w:tr w:rsidR="00DD3199" w:rsidRPr="008C6DE4" w14:paraId="2DCC2E63" w14:textId="77777777" w:rsidTr="00867D3A">
        <w:trPr>
          <w:jc w:val="center"/>
        </w:trPr>
        <w:tc>
          <w:tcPr>
            <w:tcW w:w="2649" w:type="dxa"/>
            <w:shd w:val="clear" w:color="auto" w:fill="auto"/>
            <w:vAlign w:val="center"/>
          </w:tcPr>
          <w:p w14:paraId="12DAA8D5"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Ratio of hypothetical PDCCH RE energy to average SSS RE energy</w:t>
            </w:r>
          </w:p>
        </w:tc>
        <w:tc>
          <w:tcPr>
            <w:tcW w:w="3586" w:type="dxa"/>
            <w:shd w:val="clear" w:color="auto" w:fill="auto"/>
            <w:vAlign w:val="center"/>
          </w:tcPr>
          <w:p w14:paraId="698BA880"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0dB</w:t>
            </w:r>
          </w:p>
        </w:tc>
      </w:tr>
      <w:tr w:rsidR="00DD3199" w:rsidRPr="008C6DE4" w14:paraId="5E2C269B" w14:textId="77777777" w:rsidTr="00867D3A">
        <w:trPr>
          <w:jc w:val="center"/>
        </w:trPr>
        <w:tc>
          <w:tcPr>
            <w:tcW w:w="2649" w:type="dxa"/>
            <w:shd w:val="clear" w:color="auto" w:fill="auto"/>
            <w:vAlign w:val="center"/>
          </w:tcPr>
          <w:p w14:paraId="0D1C576C"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Ratio of hypothetical PDCCH DMRS energy to average SSS RE energy</w:t>
            </w:r>
          </w:p>
        </w:tc>
        <w:tc>
          <w:tcPr>
            <w:tcW w:w="3586" w:type="dxa"/>
            <w:shd w:val="clear" w:color="auto" w:fill="auto"/>
            <w:vAlign w:val="center"/>
          </w:tcPr>
          <w:p w14:paraId="13527A57"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0dB</w:t>
            </w:r>
          </w:p>
        </w:tc>
      </w:tr>
      <w:tr w:rsidR="00DD3199" w:rsidRPr="008C6DE4" w14:paraId="0EBB4EAF" w14:textId="77777777" w:rsidTr="00867D3A">
        <w:trPr>
          <w:jc w:val="center"/>
        </w:trPr>
        <w:tc>
          <w:tcPr>
            <w:tcW w:w="2649" w:type="dxa"/>
            <w:shd w:val="clear" w:color="auto" w:fill="auto"/>
            <w:vAlign w:val="center"/>
          </w:tcPr>
          <w:p w14:paraId="5ED201B1" w14:textId="46FD72AF"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Bandwidth (PRBs)</w:t>
            </w:r>
          </w:p>
        </w:tc>
        <w:tc>
          <w:tcPr>
            <w:tcW w:w="3586" w:type="dxa"/>
            <w:shd w:val="clear" w:color="auto" w:fill="auto"/>
            <w:vAlign w:val="center"/>
          </w:tcPr>
          <w:p w14:paraId="3997C708"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24</w:t>
            </w:r>
          </w:p>
        </w:tc>
      </w:tr>
      <w:tr w:rsidR="00DD3199" w:rsidRPr="008C6DE4" w14:paraId="33BE41CC" w14:textId="77777777" w:rsidTr="00867D3A">
        <w:trPr>
          <w:jc w:val="center"/>
        </w:trPr>
        <w:tc>
          <w:tcPr>
            <w:tcW w:w="2649" w:type="dxa"/>
            <w:shd w:val="clear" w:color="auto" w:fill="auto"/>
            <w:vAlign w:val="center"/>
          </w:tcPr>
          <w:p w14:paraId="42C63BB5"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Sub-carrier spacing (kHz)</w:t>
            </w:r>
          </w:p>
        </w:tc>
        <w:tc>
          <w:tcPr>
            <w:tcW w:w="3586" w:type="dxa"/>
            <w:shd w:val="clear" w:color="auto" w:fill="auto"/>
            <w:vAlign w:val="center"/>
          </w:tcPr>
          <w:p w14:paraId="49ED6811"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SCS of the active DL BWP</w:t>
            </w:r>
          </w:p>
        </w:tc>
      </w:tr>
      <w:tr w:rsidR="00DD3199" w:rsidRPr="008C6DE4" w14:paraId="70D5F735" w14:textId="77777777" w:rsidTr="00867D3A">
        <w:trPr>
          <w:jc w:val="center"/>
        </w:trPr>
        <w:tc>
          <w:tcPr>
            <w:tcW w:w="2649" w:type="dxa"/>
            <w:shd w:val="clear" w:color="auto" w:fill="auto"/>
            <w:vAlign w:val="center"/>
          </w:tcPr>
          <w:p w14:paraId="24EEFEFC"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DMRS precoder granularity</w:t>
            </w:r>
          </w:p>
        </w:tc>
        <w:tc>
          <w:tcPr>
            <w:tcW w:w="3586" w:type="dxa"/>
            <w:shd w:val="clear" w:color="auto" w:fill="auto"/>
            <w:vAlign w:val="center"/>
          </w:tcPr>
          <w:p w14:paraId="7FB8D525"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REG bundle size</w:t>
            </w:r>
          </w:p>
        </w:tc>
      </w:tr>
      <w:tr w:rsidR="00DD3199" w:rsidRPr="008C6DE4" w14:paraId="4445CF49" w14:textId="77777777" w:rsidTr="00867D3A">
        <w:trPr>
          <w:jc w:val="center"/>
        </w:trPr>
        <w:tc>
          <w:tcPr>
            <w:tcW w:w="2649" w:type="dxa"/>
            <w:shd w:val="clear" w:color="auto" w:fill="auto"/>
            <w:vAlign w:val="center"/>
          </w:tcPr>
          <w:p w14:paraId="5B799561"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REG bundle size</w:t>
            </w:r>
          </w:p>
        </w:tc>
        <w:tc>
          <w:tcPr>
            <w:tcW w:w="3586" w:type="dxa"/>
            <w:shd w:val="clear" w:color="auto" w:fill="auto"/>
            <w:vAlign w:val="center"/>
          </w:tcPr>
          <w:p w14:paraId="62647E15"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6</w:t>
            </w:r>
          </w:p>
        </w:tc>
      </w:tr>
      <w:tr w:rsidR="00DD3199" w:rsidRPr="008C6DE4" w14:paraId="3FC4E182" w14:textId="77777777" w:rsidTr="00867D3A">
        <w:trPr>
          <w:jc w:val="center"/>
        </w:trPr>
        <w:tc>
          <w:tcPr>
            <w:tcW w:w="2649" w:type="dxa"/>
            <w:shd w:val="clear" w:color="auto" w:fill="auto"/>
            <w:vAlign w:val="center"/>
          </w:tcPr>
          <w:p w14:paraId="452DED53"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CP length</w:t>
            </w:r>
          </w:p>
        </w:tc>
        <w:tc>
          <w:tcPr>
            <w:tcW w:w="3586" w:type="dxa"/>
            <w:shd w:val="clear" w:color="auto" w:fill="auto"/>
            <w:vAlign w:val="center"/>
          </w:tcPr>
          <w:p w14:paraId="0DF65FC6"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Normal</w:t>
            </w:r>
          </w:p>
        </w:tc>
      </w:tr>
      <w:tr w:rsidR="00474203" w:rsidRPr="008C6DE4" w14:paraId="3A0B2546" w14:textId="77777777" w:rsidTr="00867D3A">
        <w:trPr>
          <w:jc w:val="center"/>
        </w:trPr>
        <w:tc>
          <w:tcPr>
            <w:tcW w:w="2649" w:type="dxa"/>
            <w:shd w:val="clear" w:color="auto" w:fill="auto"/>
            <w:vAlign w:val="center"/>
          </w:tcPr>
          <w:p w14:paraId="7F0C0300" w14:textId="77777777" w:rsidR="00474203" w:rsidRPr="008C6DE4" w:rsidRDefault="00474203" w:rsidP="00867D3A">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Mapping from REG to CCE</w:t>
            </w:r>
          </w:p>
        </w:tc>
        <w:tc>
          <w:tcPr>
            <w:tcW w:w="3586" w:type="dxa"/>
            <w:shd w:val="clear" w:color="auto" w:fill="auto"/>
            <w:vAlign w:val="center"/>
          </w:tcPr>
          <w:p w14:paraId="0ADC21D8" w14:textId="77777777" w:rsidR="00474203" w:rsidRPr="008C6DE4" w:rsidRDefault="00474203" w:rsidP="00867D3A">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Distributed</w:t>
            </w:r>
          </w:p>
        </w:tc>
      </w:tr>
    </w:tbl>
    <w:p w14:paraId="58A1C50C" w14:textId="77777777" w:rsidR="00474203" w:rsidRPr="008C6DE4" w:rsidRDefault="00474203" w:rsidP="00474203"/>
    <w:p w14:paraId="5111364C" w14:textId="32CF02B8" w:rsidR="00474203" w:rsidRPr="008C6DE4" w:rsidRDefault="0048284E" w:rsidP="0048284E">
      <w:pPr>
        <w:pStyle w:val="Heading4"/>
      </w:pPr>
      <w:r w:rsidRPr="008C6DE4">
        <w:t>8.1.2.2</w:t>
      </w:r>
      <w:r w:rsidR="00474203" w:rsidRPr="008C6DE4">
        <w:tab/>
        <w:t>Minimum requirement</w:t>
      </w:r>
    </w:p>
    <w:p w14:paraId="6975953A" w14:textId="114C7DF7" w:rsidR="00D40AEE" w:rsidRPr="008C6DE4" w:rsidRDefault="00D40AEE" w:rsidP="00D40AEE">
      <w:pPr>
        <w:rPr>
          <w:rFonts w:eastAsia="?? ??"/>
        </w:rPr>
      </w:pPr>
      <w:r w:rsidRPr="008C6DE4">
        <w:rPr>
          <w:rFonts w:eastAsia="?? ??"/>
        </w:rPr>
        <w:t xml:space="preserve">UE shall be able to evaluate whether the downlink radio link quality on the configured RLM-RS </w:t>
      </w:r>
      <w:r w:rsidRPr="008C6DE4">
        <w:rPr>
          <w:rFonts w:cs="Arial"/>
        </w:rPr>
        <w:t>resource</w:t>
      </w:r>
      <w:r w:rsidRPr="008C6DE4">
        <w:t xml:space="preserve"> estimated </w:t>
      </w:r>
      <w:r w:rsidRPr="008C6DE4">
        <w:rPr>
          <w:rFonts w:eastAsia="?? ??"/>
        </w:rPr>
        <w:t xml:space="preserve">over the last </w:t>
      </w:r>
      <w:r w:rsidRPr="008C6DE4">
        <w:t>T</w:t>
      </w:r>
      <w:r w:rsidRPr="008C6DE4">
        <w:rPr>
          <w:vertAlign w:val="subscript"/>
        </w:rPr>
        <w:t>Evaluate_out_SSB</w:t>
      </w:r>
      <w:r w:rsidRPr="008C6DE4">
        <w:rPr>
          <w:rFonts w:eastAsia="?? ??"/>
        </w:rPr>
        <w:t xml:space="preserve"> ms period</w:t>
      </w:r>
      <w:r w:rsidRPr="008C6DE4">
        <w:t xml:space="preserve"> </w:t>
      </w:r>
      <w:r w:rsidRPr="008C6DE4">
        <w:rPr>
          <w:rFonts w:eastAsia="?? ??"/>
        </w:rPr>
        <w:t>becomes worse than the threshold Q</w:t>
      </w:r>
      <w:r w:rsidRPr="008C6DE4">
        <w:rPr>
          <w:rFonts w:eastAsia="?? ??"/>
          <w:vertAlign w:val="subscript"/>
        </w:rPr>
        <w:t>out_SSB</w:t>
      </w:r>
      <w:r w:rsidRPr="008C6DE4">
        <w:rPr>
          <w:rFonts w:eastAsia="?? ??"/>
        </w:rPr>
        <w:t xml:space="preserve"> within </w:t>
      </w:r>
      <w:r w:rsidRPr="008C6DE4">
        <w:t>T</w:t>
      </w:r>
      <w:r w:rsidRPr="008C6DE4">
        <w:rPr>
          <w:vertAlign w:val="subscript"/>
        </w:rPr>
        <w:t>Evaluate_out_SSB</w:t>
      </w:r>
      <w:r w:rsidRPr="008C6DE4">
        <w:rPr>
          <w:rFonts w:eastAsia="?? ??"/>
        </w:rPr>
        <w:t xml:space="preserve"> [ms] evaluation period.</w:t>
      </w:r>
    </w:p>
    <w:p w14:paraId="5EEAB2F3" w14:textId="304BC468" w:rsidR="00D40AEE" w:rsidRPr="008C6DE4" w:rsidRDefault="00D40AEE" w:rsidP="00D40AEE">
      <w:pPr>
        <w:rPr>
          <w:rFonts w:eastAsia="?? ??"/>
        </w:rPr>
      </w:pPr>
      <w:r w:rsidRPr="008C6DE4">
        <w:rPr>
          <w:rFonts w:eastAsia="?? ??"/>
        </w:rPr>
        <w:t xml:space="preserve">UE shall be able to evaluate whether the downlink radio link quality on the configured RLM-RS </w:t>
      </w:r>
      <w:r w:rsidRPr="008C6DE4">
        <w:rPr>
          <w:rFonts w:cs="Arial"/>
        </w:rPr>
        <w:t>resource</w:t>
      </w:r>
      <w:r w:rsidRPr="008C6DE4">
        <w:t xml:space="preserve"> estimated </w:t>
      </w:r>
      <w:r w:rsidRPr="008C6DE4">
        <w:rPr>
          <w:rFonts w:eastAsia="?? ??"/>
        </w:rPr>
        <w:t xml:space="preserve">over the last </w:t>
      </w:r>
      <w:r w:rsidRPr="008C6DE4">
        <w:t>T</w:t>
      </w:r>
      <w:r w:rsidRPr="008C6DE4">
        <w:rPr>
          <w:vertAlign w:val="subscript"/>
        </w:rPr>
        <w:t>Evaluate_in_SSB</w:t>
      </w:r>
      <w:r w:rsidRPr="008C6DE4">
        <w:rPr>
          <w:rFonts w:eastAsia="?? ??"/>
        </w:rPr>
        <w:t xml:space="preserve"> ms period</w:t>
      </w:r>
      <w:r w:rsidRPr="008C6DE4">
        <w:t xml:space="preserve"> </w:t>
      </w:r>
      <w:r w:rsidRPr="008C6DE4">
        <w:rPr>
          <w:rFonts w:eastAsia="?? ??"/>
        </w:rPr>
        <w:t>becomes better than the threshold Q</w:t>
      </w:r>
      <w:r w:rsidRPr="008C6DE4">
        <w:rPr>
          <w:rFonts w:eastAsia="?? ??"/>
          <w:vertAlign w:val="subscript"/>
        </w:rPr>
        <w:t>in_SSB</w:t>
      </w:r>
      <w:r w:rsidRPr="008C6DE4">
        <w:rPr>
          <w:rFonts w:eastAsia="?? ??"/>
        </w:rPr>
        <w:t xml:space="preserve"> within </w:t>
      </w:r>
      <w:r w:rsidRPr="008C6DE4">
        <w:t>T</w:t>
      </w:r>
      <w:r w:rsidRPr="008C6DE4">
        <w:rPr>
          <w:vertAlign w:val="subscript"/>
        </w:rPr>
        <w:t>Evaluate_in_SSB</w:t>
      </w:r>
      <w:r w:rsidRPr="008C6DE4">
        <w:rPr>
          <w:rFonts w:eastAsia="?? ??"/>
        </w:rPr>
        <w:t xml:space="preserve"> [ms] evaluation period.</w:t>
      </w:r>
    </w:p>
    <w:p w14:paraId="1A18652A" w14:textId="77777777" w:rsidR="00474203" w:rsidRPr="008C6DE4" w:rsidRDefault="00474203" w:rsidP="00474203">
      <w:pPr>
        <w:rPr>
          <w:rFonts w:eastAsia="?? ??"/>
        </w:rPr>
      </w:pPr>
      <w:r w:rsidRPr="008C6DE4">
        <w:t>T</w:t>
      </w:r>
      <w:r w:rsidRPr="008C6DE4">
        <w:rPr>
          <w:vertAlign w:val="subscript"/>
        </w:rPr>
        <w:t>Evaluate_out_SSB</w:t>
      </w:r>
      <w:r w:rsidRPr="008C6DE4">
        <w:rPr>
          <w:rFonts w:eastAsia="?? ??"/>
        </w:rPr>
        <w:t xml:space="preserve"> and </w:t>
      </w:r>
      <w:r w:rsidRPr="008C6DE4">
        <w:t>T</w:t>
      </w:r>
      <w:r w:rsidRPr="008C6DE4">
        <w:rPr>
          <w:vertAlign w:val="subscript"/>
        </w:rPr>
        <w:t>Evaluate_in_SSB</w:t>
      </w:r>
      <w:r w:rsidRPr="008C6DE4">
        <w:rPr>
          <w:rFonts w:eastAsia="?? ??"/>
        </w:rPr>
        <w:t xml:space="preserve"> are defined in Table 8.1.2.2-1 for FR1.</w:t>
      </w:r>
    </w:p>
    <w:p w14:paraId="34EDCBE8" w14:textId="77777777" w:rsidR="00474203" w:rsidRPr="008C6DE4" w:rsidRDefault="00474203" w:rsidP="00474203">
      <w:pPr>
        <w:rPr>
          <w:rFonts w:eastAsia="?? ??"/>
        </w:rPr>
      </w:pPr>
      <w:bookmarkStart w:id="110" w:name="_Hlk513850659"/>
      <w:r w:rsidRPr="008C6DE4">
        <w:t>T</w:t>
      </w:r>
      <w:r w:rsidRPr="008C6DE4">
        <w:rPr>
          <w:vertAlign w:val="subscript"/>
        </w:rPr>
        <w:t>Evaluate_out_SSB</w:t>
      </w:r>
      <w:r w:rsidRPr="008C6DE4">
        <w:rPr>
          <w:rFonts w:eastAsia="?? ??"/>
        </w:rPr>
        <w:t xml:space="preserve"> and </w:t>
      </w:r>
      <w:r w:rsidRPr="008C6DE4">
        <w:t>T</w:t>
      </w:r>
      <w:r w:rsidRPr="008C6DE4">
        <w:rPr>
          <w:vertAlign w:val="subscript"/>
        </w:rPr>
        <w:t>Evaluate_in_SSB</w:t>
      </w:r>
      <w:r w:rsidRPr="008C6DE4">
        <w:rPr>
          <w:rFonts w:eastAsia="?? ??"/>
        </w:rPr>
        <w:t xml:space="preserve"> are defined in Table 8.1.2.2-2 for FR2 with scaling factor N=8.</w:t>
      </w:r>
    </w:p>
    <w:p w14:paraId="21B46058" w14:textId="77777777" w:rsidR="00474203" w:rsidRPr="008C6DE4" w:rsidRDefault="00474203" w:rsidP="00474203">
      <w:pPr>
        <w:rPr>
          <w:rFonts w:eastAsia="?? ??"/>
        </w:rPr>
      </w:pPr>
      <w:r w:rsidRPr="008C6DE4">
        <w:rPr>
          <w:rFonts w:eastAsia="?? ??"/>
        </w:rPr>
        <w:t>For FR1,</w:t>
      </w:r>
    </w:p>
    <w:p w14:paraId="7EBA9DE4" w14:textId="683D892C"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SSB</m:t>
                    </m:r>
                  </m:sub>
                </m:sSub>
              </m:num>
              <m:den>
                <m:r>
                  <w:rPr>
                    <w:rFonts w:ascii="Cambria Math" w:hAnsi="Cambria Math"/>
                  </w:rPr>
                  <m:t>MGRP</m:t>
                </m:r>
              </m:den>
            </m:f>
          </m:den>
        </m:f>
      </m:oMath>
      <w:r w:rsidRPr="009C5807">
        <w:t>, when in the monitored cell there are measurement gaps configured for intra-frequency, inter-frequency or inter-RAT measurements, and these measurement gaps are overlapping with some but not all occasions of the SSB; and</w:t>
      </w:r>
    </w:p>
    <w:p w14:paraId="10265684" w14:textId="5FF0410B" w:rsidR="00474203" w:rsidRPr="008C6DE4" w:rsidRDefault="00474203" w:rsidP="002320DB">
      <w:pPr>
        <w:pStyle w:val="B10"/>
      </w:pPr>
      <w:r w:rsidRPr="008C6DE4">
        <w:t>-</w:t>
      </w:r>
      <w:r w:rsidRPr="008C6DE4">
        <w:tab/>
      </w:r>
      <w:r w:rsidR="002904D5" w:rsidRPr="008C6DE4">
        <w:t xml:space="preserve">P = 1 </w:t>
      </w:r>
      <w:r w:rsidRPr="008C6DE4">
        <w:t>when in the monitored cell there are no measurement gaps overlapping with any occasion of the SSB.</w:t>
      </w:r>
    </w:p>
    <w:p w14:paraId="29D1BDED" w14:textId="77777777" w:rsidR="00474203" w:rsidRPr="008C6DE4" w:rsidRDefault="00474203" w:rsidP="00474203">
      <w:pPr>
        <w:rPr>
          <w:rFonts w:eastAsia="?? ??"/>
        </w:rPr>
      </w:pPr>
      <w:r w:rsidRPr="008C6DE4">
        <w:rPr>
          <w:rFonts w:eastAsia="?? ??"/>
        </w:rPr>
        <w:t>For FR2,</w:t>
      </w:r>
    </w:p>
    <w:p w14:paraId="52261F21" w14:textId="77777777" w:rsidR="00866850" w:rsidRPr="008C6DE4" w:rsidRDefault="00866850" w:rsidP="002320DB">
      <w:pPr>
        <w:pStyle w:val="B10"/>
      </w:pPr>
      <w:r w:rsidRPr="008C6DE4">
        <w:t>-</w:t>
      </w:r>
      <w:r w:rsidRPr="008C6DE4">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SSB</m:t>
                    </m:r>
                  </m:sub>
                </m:sSub>
              </m:num>
              <m:den>
                <m:sSub>
                  <m:sSubPr>
                    <m:ctrlPr>
                      <w:rPr>
                        <w:rFonts w:ascii="Cambria Math" w:hAnsi="Cambria Math"/>
                        <w:i/>
                      </w:rPr>
                    </m:ctrlPr>
                  </m:sSubPr>
                  <m:e>
                    <m:r>
                      <w:rPr>
                        <w:rFonts w:ascii="Cambria Math" w:hAnsi="Cambria Math"/>
                      </w:rPr>
                      <m:t>T</m:t>
                    </m:r>
                  </m:e>
                  <m:sub>
                    <m:r>
                      <w:rPr>
                        <w:rFonts w:ascii="Cambria Math" w:hAnsi="Cambria Math"/>
                      </w:rPr>
                      <m:t>SMTCperiod</m:t>
                    </m:r>
                  </m:sub>
                </m:sSub>
              </m:den>
            </m:f>
          </m:den>
        </m:f>
      </m:oMath>
      <w:r w:rsidRPr="008C6DE4">
        <w:t>, when RLM-RS resource is not overlapped with measurement gap and the RLM-RS resource is partially overlapped with SMTC occasion (T</w:t>
      </w:r>
      <w:r w:rsidRPr="008C6DE4">
        <w:rPr>
          <w:vertAlign w:val="subscript"/>
        </w:rPr>
        <w:t>SSB</w:t>
      </w:r>
      <w:r w:rsidRPr="008C6DE4">
        <w:t xml:space="preserve"> &lt; T</w:t>
      </w:r>
      <w:r w:rsidRPr="008C6DE4">
        <w:rPr>
          <w:vertAlign w:val="subscript"/>
        </w:rPr>
        <w:t>SMTCperiod</w:t>
      </w:r>
      <w:r w:rsidRPr="008C6DE4">
        <w:t>).</w:t>
      </w:r>
    </w:p>
    <w:p w14:paraId="1B851101" w14:textId="77777777" w:rsidR="00866850" w:rsidRPr="008C6DE4" w:rsidRDefault="00866850" w:rsidP="002320DB">
      <w:pPr>
        <w:pStyle w:val="B10"/>
      </w:pPr>
      <w:r w:rsidRPr="008C6DE4">
        <w:t>-</w:t>
      </w:r>
      <w:r w:rsidRPr="008C6DE4">
        <w:tab/>
        <w:t>P is P</w:t>
      </w:r>
      <w:r w:rsidRPr="008C6DE4">
        <w:rPr>
          <w:vertAlign w:val="subscript"/>
        </w:rPr>
        <w:t>sharing factor</w:t>
      </w:r>
      <w:r w:rsidRPr="008C6DE4">
        <w:t>, when the RLM-RS resource is not overlapped with measurement gap and RLM-RS resource is fully overlapped with SMTC period (T</w:t>
      </w:r>
      <w:r w:rsidRPr="008C6DE4">
        <w:rPr>
          <w:vertAlign w:val="subscript"/>
        </w:rPr>
        <w:t>SSB</w:t>
      </w:r>
      <w:r w:rsidRPr="008C6DE4">
        <w:t xml:space="preserve"> = T</w:t>
      </w:r>
      <w:r w:rsidRPr="008C6DE4">
        <w:rPr>
          <w:vertAlign w:val="subscript"/>
        </w:rPr>
        <w:t>SMTCperiod</w:t>
      </w:r>
      <w:r w:rsidRPr="008C6DE4">
        <w:t>).</w:t>
      </w:r>
    </w:p>
    <w:p w14:paraId="327249C0" w14:textId="1BC4588B"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SSB</m:t>
                    </m:r>
                  </m:sub>
                </m:sSub>
              </m:num>
              <m:den>
                <m:r>
                  <w:rPr>
                    <w:rFonts w:ascii="Cambria Math" w:hAnsi="Cambria Math"/>
                  </w:rPr>
                  <m:t>MGRP</m:t>
                </m:r>
              </m:den>
            </m:f>
            <m:r>
              <w:rPr>
                <w:rFonts w:ascii="Cambria Math" w:hAnsi="Cambria Math"/>
              </w:rPr>
              <m:t xml:space="preserve"> - </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SSB</m:t>
                    </m:r>
                  </m:sub>
                </m:sSub>
              </m:num>
              <m:den>
                <m:sSub>
                  <m:sSubPr>
                    <m:ctrlPr>
                      <w:rPr>
                        <w:rFonts w:ascii="Cambria Math" w:hAnsi="Cambria Math"/>
                        <w:i/>
                      </w:rPr>
                    </m:ctrlPr>
                  </m:sSubPr>
                  <m:e>
                    <m:r>
                      <w:rPr>
                        <w:rFonts w:ascii="Cambria Math" w:hAnsi="Cambria Math"/>
                      </w:rPr>
                      <m:t>T</m:t>
                    </m:r>
                  </m:e>
                  <m:sub>
                    <m:r>
                      <w:rPr>
                        <w:rFonts w:ascii="Cambria Math" w:hAnsi="Cambria Math"/>
                      </w:rPr>
                      <m:t>SMTCperiod</m:t>
                    </m:r>
                  </m:sub>
                </m:sSub>
              </m:den>
            </m:f>
          </m:den>
        </m:f>
      </m:oMath>
      <w:r w:rsidRPr="009C5807">
        <w:t>, when the RLM-RS resource is partially overlapped with measurement gap and the RLM-RS resource is partially overlapped with SMTC occasion (T</w:t>
      </w:r>
      <w:r w:rsidRPr="009C5807">
        <w:rPr>
          <w:vertAlign w:val="subscript"/>
        </w:rPr>
        <w:t>SSB</w:t>
      </w:r>
      <w:r w:rsidRPr="009C5807">
        <w:t xml:space="preserve"> &lt; T</w:t>
      </w:r>
      <w:r w:rsidRPr="009C5807">
        <w:rPr>
          <w:vertAlign w:val="subscript"/>
        </w:rPr>
        <w:t>SMTCperiod</w:t>
      </w:r>
      <w:r w:rsidRPr="009C5807">
        <w:t>) and SMTC occasion is not overlapped with measurement gap and</w:t>
      </w:r>
    </w:p>
    <w:p w14:paraId="5F65B428" w14:textId="77777777" w:rsidR="00866850" w:rsidRPr="008C6DE4" w:rsidRDefault="00866850" w:rsidP="002320DB">
      <w:pPr>
        <w:pStyle w:val="B2"/>
      </w:pPr>
      <w:r w:rsidRPr="008C6DE4">
        <w:t>-</w:t>
      </w:r>
      <w:r w:rsidRPr="008C6DE4">
        <w:tab/>
        <w:t>T</w:t>
      </w:r>
      <w:r w:rsidRPr="008C6DE4">
        <w:rPr>
          <w:vertAlign w:val="subscript"/>
        </w:rPr>
        <w:t>SMTCperiod</w:t>
      </w:r>
      <w:r w:rsidRPr="008C6DE4">
        <w:t xml:space="preserve"> </w:t>
      </w:r>
      <w:r w:rsidRPr="008C6DE4">
        <w:rPr>
          <w:rFonts w:hint="eastAsia"/>
          <w:lang w:val="en-US"/>
        </w:rPr>
        <w:t>≠</w:t>
      </w:r>
      <w:r w:rsidRPr="008C6DE4">
        <w:t xml:space="preserve"> MGRP or</w:t>
      </w:r>
    </w:p>
    <w:p w14:paraId="5BBD3B9F" w14:textId="0047E10C" w:rsidR="00866850" w:rsidRPr="008C6DE4" w:rsidRDefault="00866850" w:rsidP="002320DB">
      <w:pPr>
        <w:pStyle w:val="B2"/>
      </w:pPr>
      <w:r w:rsidRPr="008C6DE4">
        <w:t>-</w:t>
      </w:r>
      <w:r w:rsidRPr="008C6DE4">
        <w:tab/>
        <w:t>T</w:t>
      </w:r>
      <w:r w:rsidRPr="008C6DE4">
        <w:rPr>
          <w:vertAlign w:val="subscript"/>
        </w:rPr>
        <w:t>SMTCperiod</w:t>
      </w:r>
      <w:r w:rsidRPr="008C6DE4">
        <w:t xml:space="preserve"> = MGRP and T</w:t>
      </w:r>
      <w:r w:rsidRPr="008C6DE4">
        <w:rPr>
          <w:vertAlign w:val="subscript"/>
        </w:rPr>
        <w:t>SSB</w:t>
      </w:r>
      <w:r w:rsidRPr="008C6DE4">
        <w:t xml:space="preserve"> &lt; 0.5 </w:t>
      </w:r>
      <w:r w:rsidRPr="008C6DE4">
        <w:rPr>
          <w:lang w:eastAsia="ko-KR"/>
        </w:rPr>
        <w:t xml:space="preserve">× </w:t>
      </w:r>
      <w:r w:rsidRPr="008C6DE4">
        <w:t>T</w:t>
      </w:r>
      <w:r w:rsidRPr="008C6DE4">
        <w:rPr>
          <w:vertAlign w:val="subscript"/>
        </w:rPr>
        <w:t>SMTCperiod</w:t>
      </w:r>
    </w:p>
    <w:p w14:paraId="445DF08C" w14:textId="13E3CA2B"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sharing factor</m:t>
                </m:r>
              </m:sub>
            </m:sSub>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SSB</m:t>
                    </m:r>
                  </m:sub>
                </m:sSub>
              </m:num>
              <m:den>
                <m:r>
                  <w:rPr>
                    <w:rFonts w:ascii="Cambria Math" w:hAnsi="Cambria Math"/>
                  </w:rPr>
                  <m:t>MGRP</m:t>
                </m:r>
              </m:den>
            </m:f>
          </m:den>
        </m:f>
      </m:oMath>
      <w:r w:rsidRPr="009C5807">
        <w:t>, when the RLM-RS is partially overlapped with measurement gap and the RLM-RS is partially overlapped with SMTC occasion (T</w:t>
      </w:r>
      <w:r w:rsidRPr="009C5807">
        <w:rPr>
          <w:vertAlign w:val="subscript"/>
        </w:rPr>
        <w:t>SSB</w:t>
      </w:r>
      <w:r w:rsidRPr="009C5807">
        <w:t xml:space="preserve"> &lt; T</w:t>
      </w:r>
      <w:r w:rsidRPr="009C5807">
        <w:rPr>
          <w:vertAlign w:val="subscript"/>
        </w:rPr>
        <w:t>SMTCperiod</w:t>
      </w:r>
      <w:r w:rsidRPr="009C5807">
        <w:t>) and SMTC occasion is not overlapped with measurement gap and T</w:t>
      </w:r>
      <w:r w:rsidRPr="009C5807">
        <w:rPr>
          <w:vertAlign w:val="subscript"/>
        </w:rPr>
        <w:t>SMTCperiod</w:t>
      </w:r>
      <w:r w:rsidRPr="009C5807">
        <w:t xml:space="preserve"> = MGRP</w:t>
      </w:r>
      <w:r w:rsidR="004B48A9" w:rsidRPr="009C5807">
        <w:t xml:space="preserve"> </w:t>
      </w:r>
      <w:bookmarkStart w:id="111" w:name="_Hlk67382795"/>
      <w:r w:rsidR="004B48A9" w:rsidRPr="009C5807">
        <w:t>and T</w:t>
      </w:r>
      <w:r w:rsidR="004B48A9" w:rsidRPr="009C5807">
        <w:rPr>
          <w:vertAlign w:val="subscript"/>
        </w:rPr>
        <w:t>SSB</w:t>
      </w:r>
      <w:r w:rsidR="004B48A9" w:rsidRPr="009C5807">
        <w:t xml:space="preserve"> = 0.5 </w:t>
      </w:r>
      <w:r w:rsidR="004B48A9" w:rsidRPr="009C5807">
        <w:rPr>
          <w:lang w:eastAsia="ko-KR"/>
        </w:rPr>
        <w:t xml:space="preserve">× </w:t>
      </w:r>
      <w:r w:rsidR="004B48A9" w:rsidRPr="009C5807">
        <w:t>T</w:t>
      </w:r>
      <w:r w:rsidR="004B48A9" w:rsidRPr="009C5807">
        <w:rPr>
          <w:vertAlign w:val="subscript"/>
        </w:rPr>
        <w:t>SMTCperiod</w:t>
      </w:r>
      <w:bookmarkEnd w:id="111"/>
    </w:p>
    <w:p w14:paraId="62E1F842" w14:textId="5D908257"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SSB</m:t>
                    </m:r>
                  </m:sub>
                </m:sSub>
              </m:num>
              <m:den>
                <m:r>
                  <w:rPr>
                    <w:rFonts w:ascii="Cambria Math" w:hAnsi="Cambria Math"/>
                  </w:rPr>
                  <m:t xml:space="preserve">Min(MGRP,  </m:t>
                </m:r>
                <m:sSub>
                  <m:sSubPr>
                    <m:ctrlPr>
                      <w:rPr>
                        <w:rFonts w:ascii="Cambria Math" w:hAnsi="Cambria Math"/>
                        <w:i/>
                      </w:rPr>
                    </m:ctrlPr>
                  </m:sSubPr>
                  <m:e>
                    <m:r>
                      <w:rPr>
                        <w:rFonts w:ascii="Cambria Math" w:hAnsi="Cambria Math"/>
                      </w:rPr>
                      <m:t>T</m:t>
                    </m:r>
                  </m:e>
                  <m:sub>
                    <m:r>
                      <w:rPr>
                        <w:rFonts w:ascii="Cambria Math" w:hAnsi="Cambria Math"/>
                      </w:rPr>
                      <m:t>SMTCperiod</m:t>
                    </m:r>
                  </m:sub>
                </m:sSub>
                <m:r>
                  <w:rPr>
                    <w:rFonts w:ascii="Cambria Math" w:hAnsi="Cambria Math"/>
                  </w:rPr>
                  <m:t>)</m:t>
                </m:r>
              </m:den>
            </m:f>
          </m:den>
        </m:f>
      </m:oMath>
      <w:r w:rsidRPr="009C5807">
        <w:t>, when the RLM-RS resource is partially overlapped with measurement gap and the RLM-RS resource is partially overlapped with SMTC occasion (T</w:t>
      </w:r>
      <w:r w:rsidRPr="009C5807">
        <w:rPr>
          <w:vertAlign w:val="subscript"/>
        </w:rPr>
        <w:t>SSB</w:t>
      </w:r>
      <w:r w:rsidRPr="009C5807">
        <w:t xml:space="preserve"> &lt; T</w:t>
      </w:r>
      <w:r w:rsidRPr="009C5807">
        <w:rPr>
          <w:vertAlign w:val="subscript"/>
        </w:rPr>
        <w:t>SMTCperiod</w:t>
      </w:r>
      <w:r w:rsidRPr="009C5807">
        <w:t>) and SMTC occasion is partially or fully overlapped with measurement gap</w:t>
      </w:r>
    </w:p>
    <w:p w14:paraId="11FDEE2C" w14:textId="0BE520F8"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sharing factor</m:t>
                </m:r>
              </m:sub>
            </m:sSub>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SSB</m:t>
                    </m:r>
                  </m:sub>
                </m:sSub>
              </m:num>
              <m:den>
                <m:r>
                  <w:rPr>
                    <w:rFonts w:ascii="Cambria Math" w:hAnsi="Cambria Math"/>
                  </w:rPr>
                  <m:t>MGRP</m:t>
                </m:r>
              </m:den>
            </m:f>
          </m:den>
        </m:f>
      </m:oMath>
      <w:r w:rsidRPr="009C5807">
        <w:t>, when the RLM-RS resource is partially overlapped with measurement gap and the RLM-RS resource is fully overlapped with SMTC occasion (T</w:t>
      </w:r>
      <w:r w:rsidRPr="009C5807">
        <w:rPr>
          <w:vertAlign w:val="subscript"/>
        </w:rPr>
        <w:t>SSB</w:t>
      </w:r>
      <w:r w:rsidRPr="009C5807">
        <w:t xml:space="preserve"> = T</w:t>
      </w:r>
      <w:r w:rsidRPr="009C5807">
        <w:rPr>
          <w:vertAlign w:val="subscript"/>
        </w:rPr>
        <w:t>SMTCperiod</w:t>
      </w:r>
      <w:r w:rsidRPr="009C5807">
        <w:t>) and SMTC occasion is partially overlapped with measurement gap (T</w:t>
      </w:r>
      <w:r w:rsidRPr="009C5807">
        <w:rPr>
          <w:vertAlign w:val="subscript"/>
        </w:rPr>
        <w:t>SMTCperiod</w:t>
      </w:r>
      <w:r w:rsidRPr="009C5807">
        <w:t xml:space="preserve"> &lt; MGRP)</w:t>
      </w:r>
    </w:p>
    <w:p w14:paraId="6D67393F" w14:textId="0FA3780E" w:rsidR="00603C5A" w:rsidRDefault="00603C5A" w:rsidP="00CC6EC5">
      <w:pPr>
        <w:pStyle w:val="B10"/>
      </w:pPr>
      <w:r>
        <w:t>-</w:t>
      </w:r>
      <w:r>
        <w:tab/>
        <w:t>P</w:t>
      </w:r>
      <w:r>
        <w:rPr>
          <w:vertAlign w:val="subscript"/>
        </w:rPr>
        <w:t>sharing factor</w:t>
      </w:r>
      <w:r>
        <w:t xml:space="preserve"> = 1</w:t>
      </w:r>
      <w:r>
        <w:rPr>
          <w:rFonts w:hint="eastAsia"/>
          <w:lang w:eastAsia="zh-CN"/>
        </w:rPr>
        <w:t>,</w:t>
      </w:r>
      <w:r>
        <w:rPr>
          <w:lang w:eastAsia="zh-CN"/>
        </w:rPr>
        <w:t xml:space="preserve"> </w:t>
      </w:r>
      <w:r>
        <w:t>if the RLM-RS resource outside measurement gap is</w:t>
      </w:r>
    </w:p>
    <w:p w14:paraId="33640A30" w14:textId="77777777" w:rsidR="004B48A9" w:rsidRDefault="004B48A9" w:rsidP="004B48A9">
      <w:pPr>
        <w:pStyle w:val="B2"/>
        <w:numPr>
          <w:ilvl w:val="0"/>
          <w:numId w:val="325"/>
        </w:numPr>
      </w:pPr>
      <w:r>
        <w:t xml:space="preserve">not overlapped with the SSB symbols indicated by </w:t>
      </w:r>
      <w:r w:rsidRPr="003F1684">
        <w:rPr>
          <w:i/>
        </w:rPr>
        <w:t>SSB-ToMeasure</w:t>
      </w:r>
      <w:r>
        <w:t xml:space="preserve"> and 1 data symbol before each consecutive SSB symbols indicated by </w:t>
      </w:r>
      <w:r w:rsidRPr="003F1684">
        <w:rPr>
          <w:i/>
        </w:rPr>
        <w:t>SSB-ToMeasure</w:t>
      </w:r>
      <w:r>
        <w:t xml:space="preserve"> and 1 data symbol after each consecutive SSB symbols indicated by </w:t>
      </w:r>
      <w:r w:rsidRPr="003F1684">
        <w:rPr>
          <w:i/>
        </w:rPr>
        <w:t>SSB-ToMeasure</w:t>
      </w:r>
      <w:r>
        <w:t xml:space="preserve">, given that </w:t>
      </w:r>
      <w:r w:rsidRPr="003F1684">
        <w:rPr>
          <w:i/>
        </w:rPr>
        <w:t>SSB-ToMeasure</w:t>
      </w:r>
      <w:r>
        <w:t xml:space="preserve"> is configured, </w:t>
      </w:r>
      <w:r>
        <w:rPr>
          <w:rFonts w:hint="eastAsia"/>
          <w:lang w:eastAsia="zh-CN"/>
        </w:rPr>
        <w:t>where</w:t>
      </w:r>
      <w:r>
        <w:rPr>
          <w:lang w:eastAsia="zh-CN"/>
        </w:rPr>
        <w:t xml:space="preserve"> </w:t>
      </w:r>
      <w:r>
        <w:rPr>
          <w:rFonts w:hint="eastAsia"/>
          <w:lang w:eastAsia="zh-CN"/>
        </w:rPr>
        <w:t xml:space="preserve">the </w:t>
      </w:r>
      <w:r w:rsidRPr="003F1684">
        <w:rPr>
          <w:i/>
        </w:rPr>
        <w:t>SSB-ToMeasure</w:t>
      </w:r>
      <w:r>
        <w:t xml:space="preserve"> is </w:t>
      </w:r>
      <w:r w:rsidRPr="00E34923">
        <w:rPr>
          <w:rFonts w:eastAsia="Times New Roman"/>
        </w:rPr>
        <w:t xml:space="preserve">the union </w:t>
      </w:r>
      <w:r>
        <w:rPr>
          <w:rFonts w:eastAsia="Times New Roman"/>
        </w:rPr>
        <w:t xml:space="preserve">set </w:t>
      </w:r>
      <w:r w:rsidRPr="00E34923">
        <w:rPr>
          <w:rFonts w:eastAsia="Times New Roman"/>
        </w:rPr>
        <w:t>of</w:t>
      </w:r>
      <w:r w:rsidRPr="00E34923">
        <w:rPr>
          <w:rStyle w:val="apple-converted-space"/>
          <w:rFonts w:eastAsia="Times New Roman"/>
        </w:rPr>
        <w:t xml:space="preserve"> </w:t>
      </w:r>
      <w:r w:rsidRPr="00E34923">
        <w:rPr>
          <w:rFonts w:eastAsia="Times New Roman"/>
          <w:i/>
          <w:iCs/>
        </w:rPr>
        <w:t>SSB-ToMeasure</w:t>
      </w:r>
      <w:r w:rsidRPr="00E34923">
        <w:rPr>
          <w:rFonts w:eastAsia="Times New Roman"/>
        </w:rPr>
        <w:t xml:space="preserve"> from all </w:t>
      </w:r>
      <w:r>
        <w:rPr>
          <w:rFonts w:eastAsia="Times New Roman"/>
        </w:rPr>
        <w:t>the configured measurement objects</w:t>
      </w:r>
      <w:r w:rsidRPr="00E34923">
        <w:rPr>
          <w:rFonts w:eastAsia="Times New Roman"/>
        </w:rPr>
        <w:t xml:space="preserve"> </w:t>
      </w:r>
      <w:r>
        <w:rPr>
          <w:rFonts w:eastAsia="Times New Roman"/>
        </w:rPr>
        <w:t xml:space="preserve">merged on the same serving carrier, </w:t>
      </w:r>
      <w:r>
        <w:t>and,</w:t>
      </w:r>
    </w:p>
    <w:p w14:paraId="1FE7B333" w14:textId="77777777" w:rsidR="004B48A9" w:rsidRDefault="004B48A9" w:rsidP="004B48A9">
      <w:pPr>
        <w:pStyle w:val="B2"/>
        <w:numPr>
          <w:ilvl w:val="0"/>
          <w:numId w:val="325"/>
        </w:numPr>
      </w:pPr>
      <w:r>
        <w:t xml:space="preserve">not overlapped by the RSSI symbols indicated by </w:t>
      </w:r>
      <w:r w:rsidRPr="00A856F5">
        <w:rPr>
          <w:i/>
        </w:rPr>
        <w:t>ss-RSSI-Measurement</w:t>
      </w:r>
      <w:r>
        <w:t xml:space="preserve"> and 1 data symbol before each RSSI symbol indicated by </w:t>
      </w:r>
      <w:r w:rsidRPr="001D2EE3">
        <w:rPr>
          <w:i/>
        </w:rPr>
        <w:t>ss-RSSI-Measurement</w:t>
      </w:r>
      <w:r>
        <w:t xml:space="preserve"> and 1 data symbol after each RSSI symbol indicated by </w:t>
      </w:r>
      <w:r w:rsidRPr="001D2EE3">
        <w:rPr>
          <w:i/>
        </w:rPr>
        <w:t>ss-RSSI-Measurement</w:t>
      </w:r>
      <w:r>
        <w:t xml:space="preserve">, given that </w:t>
      </w:r>
      <w:r w:rsidRPr="001D2EE3">
        <w:rPr>
          <w:i/>
        </w:rPr>
        <w:t>ss-RSSI-Measurement</w:t>
      </w:r>
      <w:r>
        <w:t xml:space="preserve"> is configured</w:t>
      </w:r>
      <w:r>
        <w:rPr>
          <w:rFonts w:hint="eastAsia"/>
          <w:lang w:eastAsia="zh-CN"/>
        </w:rPr>
        <w:t>.</w:t>
      </w:r>
    </w:p>
    <w:p w14:paraId="3DFAB0F8" w14:textId="3E7E58FF" w:rsidR="00866850" w:rsidRPr="008C6DE4" w:rsidRDefault="002320DB" w:rsidP="002320DB">
      <w:pPr>
        <w:pStyle w:val="B10"/>
      </w:pPr>
      <w:r>
        <w:t>-</w:t>
      </w:r>
      <w:r>
        <w:tab/>
      </w:r>
      <w:r w:rsidR="00866850" w:rsidRPr="008C6DE4">
        <w:t>P</w:t>
      </w:r>
      <w:r w:rsidR="00866850" w:rsidRPr="008C6DE4">
        <w:rPr>
          <w:vertAlign w:val="subscript"/>
        </w:rPr>
        <w:t xml:space="preserve">sharing factor </w:t>
      </w:r>
      <w:r w:rsidR="00866850" w:rsidRPr="008C6DE4">
        <w:rPr>
          <w:lang w:val="en-US"/>
        </w:rPr>
        <w:t>= 3, otherwise.</w:t>
      </w:r>
    </w:p>
    <w:p w14:paraId="2A51A78D" w14:textId="77777777" w:rsidR="00560C2B" w:rsidRDefault="00560C2B" w:rsidP="00CC6EC5">
      <w:pPr>
        <w:pStyle w:val="B10"/>
      </w:pPr>
      <w:r>
        <w:t xml:space="preserve">where, </w:t>
      </w:r>
    </w:p>
    <w:p w14:paraId="1995A28B" w14:textId="44034062" w:rsidR="00560C2B" w:rsidRDefault="00560C2B" w:rsidP="00CC6EC5">
      <w:pPr>
        <w:pStyle w:val="B2"/>
      </w:pPr>
      <w:r>
        <w:tab/>
      </w:r>
      <w:r w:rsidRPr="00DD3199">
        <w:t xml:space="preserve">If the high layer in TS 38.331 [2] signaling of </w:t>
      </w:r>
      <w:r w:rsidRPr="00DD3199">
        <w:rPr>
          <w:i/>
        </w:rPr>
        <w:t>smtc2</w:t>
      </w:r>
      <w:r w:rsidRPr="00DD3199">
        <w:rPr>
          <w:b/>
        </w:rPr>
        <w:t xml:space="preserve"> </w:t>
      </w:r>
      <w:r w:rsidRPr="00DD3199">
        <w:t>is present, T</w:t>
      </w:r>
      <w:r w:rsidRPr="00DD3199">
        <w:rPr>
          <w:vertAlign w:val="subscript"/>
        </w:rPr>
        <w:t xml:space="preserve">SMTCperiod </w:t>
      </w:r>
      <w:r w:rsidRPr="00DD3199">
        <w:t xml:space="preserve">follows </w:t>
      </w:r>
      <w:r w:rsidRPr="00DD3199">
        <w:rPr>
          <w:i/>
        </w:rPr>
        <w:t>smtc2</w:t>
      </w:r>
      <w:r w:rsidRPr="00DD3199">
        <w:t>; Otherwise T</w:t>
      </w:r>
      <w:r w:rsidRPr="00DD3199">
        <w:rPr>
          <w:vertAlign w:val="subscript"/>
        </w:rPr>
        <w:t>SMTCperiod</w:t>
      </w:r>
      <w:r w:rsidRPr="00DD3199">
        <w:t xml:space="preserve"> follows </w:t>
      </w:r>
      <w:r w:rsidRPr="00DD3199">
        <w:rPr>
          <w:i/>
        </w:rPr>
        <w:t>smtc1.</w:t>
      </w:r>
      <w:r w:rsidRPr="00EF29EB">
        <w:rPr>
          <w:i/>
        </w:rPr>
        <w:t xml:space="preserve"> </w:t>
      </w:r>
      <w:r w:rsidRPr="00DD3199">
        <w:t>T</w:t>
      </w:r>
      <w:r w:rsidRPr="00DD3199">
        <w:rPr>
          <w:vertAlign w:val="subscript"/>
        </w:rPr>
        <w:t>SMTCperiod</w:t>
      </w:r>
      <w:r>
        <w:t xml:space="preserve"> is</w:t>
      </w:r>
      <w:r w:rsidRPr="008C4769">
        <w:t xml:space="preserve"> the shortest SMTC period among all CCs in the same FR2 band, </w:t>
      </w:r>
      <w:r>
        <w:t>provided</w:t>
      </w:r>
      <w:r w:rsidRPr="008C4769">
        <w:t xml:space="preserve"> the SMTC offset of all CCs </w:t>
      </w:r>
      <w:r>
        <w:t>in FR2 have the same offset</w:t>
      </w:r>
      <w:r w:rsidRPr="008C4769">
        <w:t>.</w:t>
      </w:r>
    </w:p>
    <w:p w14:paraId="2F79B0CE" w14:textId="100B061D" w:rsidR="00474203" w:rsidRPr="008C6DE4" w:rsidRDefault="00474203" w:rsidP="00474203">
      <w:pPr>
        <w:rPr>
          <w:rFonts w:eastAsia="?? ??"/>
        </w:rPr>
      </w:pPr>
      <w:r w:rsidRPr="008C6DE4">
        <w:t xml:space="preserve">Longer evaluation period would be expected if the combination of </w:t>
      </w:r>
      <w:r w:rsidR="006D31BF" w:rsidRPr="008C6DE4">
        <w:t>RLM-RS resource</w:t>
      </w:r>
      <w:r w:rsidRPr="008C6DE4">
        <w:t>, SMTC occasion and measurement gap configurations does not meet previous conditions.</w:t>
      </w:r>
    </w:p>
    <w:bookmarkEnd w:id="110"/>
    <w:p w14:paraId="6A8097D0" w14:textId="77777777" w:rsidR="00474203" w:rsidRPr="008C6DE4" w:rsidRDefault="00474203" w:rsidP="002320DB">
      <w:pPr>
        <w:pStyle w:val="TH"/>
      </w:pPr>
      <w:r w:rsidRPr="008C6DE4">
        <w:t>Table 8.1.2.2-1: Evaluation period T</w:t>
      </w:r>
      <w:r w:rsidRPr="008C6DE4">
        <w:rPr>
          <w:vertAlign w:val="subscript"/>
        </w:rPr>
        <w:t>Evaluate_out_SSB</w:t>
      </w:r>
      <w:r w:rsidRPr="008C6DE4">
        <w:t xml:space="preserve"> and T</w:t>
      </w:r>
      <w:r w:rsidRPr="008C6DE4">
        <w:rPr>
          <w:vertAlign w:val="subscript"/>
        </w:rPr>
        <w:t>Evaluate_in_SSB</w:t>
      </w:r>
      <w:r w:rsidRPr="008C6DE4">
        <w:t xml:space="preserve">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3260"/>
        <w:gridCol w:w="3827"/>
      </w:tblGrid>
      <w:tr w:rsidR="00DD3199" w:rsidRPr="008C6DE4" w14:paraId="27FE54EA" w14:textId="77777777" w:rsidTr="002B4854">
        <w:trPr>
          <w:jc w:val="center"/>
        </w:trPr>
        <w:tc>
          <w:tcPr>
            <w:tcW w:w="2035" w:type="dxa"/>
            <w:shd w:val="clear" w:color="auto" w:fill="auto"/>
          </w:tcPr>
          <w:p w14:paraId="624D039E" w14:textId="77777777" w:rsidR="00474203" w:rsidRPr="008C6DE4" w:rsidRDefault="00474203" w:rsidP="002320DB">
            <w:pPr>
              <w:pStyle w:val="TAH"/>
            </w:pPr>
            <w:bookmarkStart w:id="112" w:name="_Hlk513850563"/>
            <w:r w:rsidRPr="008C6DE4">
              <w:t>Configuration</w:t>
            </w:r>
          </w:p>
        </w:tc>
        <w:tc>
          <w:tcPr>
            <w:tcW w:w="3260" w:type="dxa"/>
            <w:shd w:val="clear" w:color="auto" w:fill="auto"/>
          </w:tcPr>
          <w:p w14:paraId="3F90A44F" w14:textId="77777777" w:rsidR="00474203" w:rsidRPr="008C6DE4" w:rsidRDefault="00474203" w:rsidP="002320DB">
            <w:pPr>
              <w:pStyle w:val="TAH"/>
            </w:pPr>
            <w:r w:rsidRPr="008C6DE4">
              <w:t>T</w:t>
            </w:r>
            <w:r w:rsidRPr="008C6DE4">
              <w:rPr>
                <w:vertAlign w:val="subscript"/>
              </w:rPr>
              <w:t>Evaluate_out_SSB</w:t>
            </w:r>
            <w:r w:rsidRPr="008C6DE4">
              <w:t xml:space="preserve"> (ms) </w:t>
            </w:r>
          </w:p>
        </w:tc>
        <w:tc>
          <w:tcPr>
            <w:tcW w:w="3827" w:type="dxa"/>
            <w:shd w:val="clear" w:color="auto" w:fill="auto"/>
          </w:tcPr>
          <w:p w14:paraId="2AFC315C" w14:textId="77777777" w:rsidR="00474203" w:rsidRPr="008C6DE4" w:rsidRDefault="00474203" w:rsidP="002320DB">
            <w:pPr>
              <w:pStyle w:val="TAH"/>
            </w:pPr>
            <w:r w:rsidRPr="008C6DE4">
              <w:t>T</w:t>
            </w:r>
            <w:r w:rsidRPr="008C6DE4">
              <w:rPr>
                <w:vertAlign w:val="subscript"/>
              </w:rPr>
              <w:t>Evaluate_in_SSB</w:t>
            </w:r>
            <w:r w:rsidRPr="008C6DE4">
              <w:t xml:space="preserve"> (ms) </w:t>
            </w:r>
          </w:p>
        </w:tc>
      </w:tr>
      <w:tr w:rsidR="00514C67" w:rsidRPr="008C6DE4" w14:paraId="24C5D8CA" w14:textId="77777777" w:rsidTr="002B4854">
        <w:trPr>
          <w:jc w:val="center"/>
        </w:trPr>
        <w:tc>
          <w:tcPr>
            <w:tcW w:w="2035" w:type="dxa"/>
            <w:shd w:val="clear" w:color="auto" w:fill="auto"/>
          </w:tcPr>
          <w:p w14:paraId="630C5B37" w14:textId="77777777" w:rsidR="00514C67" w:rsidRPr="008C6DE4" w:rsidRDefault="00514C67" w:rsidP="002320DB">
            <w:pPr>
              <w:pStyle w:val="TAC"/>
            </w:pPr>
            <w:r w:rsidRPr="008C6DE4">
              <w:t>no DRX</w:t>
            </w:r>
          </w:p>
        </w:tc>
        <w:tc>
          <w:tcPr>
            <w:tcW w:w="3260" w:type="dxa"/>
            <w:shd w:val="clear" w:color="auto" w:fill="auto"/>
          </w:tcPr>
          <w:p w14:paraId="6C142E63" w14:textId="39FA5E67" w:rsidR="00514C67" w:rsidRPr="008C6DE4" w:rsidRDefault="00514C67" w:rsidP="002320DB">
            <w:pPr>
              <w:pStyle w:val="TAC"/>
            </w:pPr>
            <w:r w:rsidRPr="008C6DE4">
              <w:rPr>
                <w:lang w:val="fr-FR"/>
              </w:rPr>
              <w:t xml:space="preserve">Max(200, Ceil(10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T</w:t>
            </w:r>
            <w:r w:rsidRPr="008C6DE4">
              <w:rPr>
                <w:vertAlign w:val="subscript"/>
                <w:lang w:val="fr-FR"/>
              </w:rPr>
              <w:t>SSB</w:t>
            </w:r>
            <w:r w:rsidRPr="008C6DE4">
              <w:rPr>
                <w:lang w:val="fr-FR"/>
              </w:rPr>
              <w:t>)</w:t>
            </w:r>
          </w:p>
        </w:tc>
        <w:tc>
          <w:tcPr>
            <w:tcW w:w="3827" w:type="dxa"/>
            <w:shd w:val="clear" w:color="auto" w:fill="auto"/>
          </w:tcPr>
          <w:p w14:paraId="5D446AE6" w14:textId="22F12DE5" w:rsidR="00514C67" w:rsidRPr="008C6DE4" w:rsidRDefault="00514C67" w:rsidP="002320DB">
            <w:pPr>
              <w:pStyle w:val="TAC"/>
            </w:pPr>
            <w:r w:rsidRPr="008C6DE4">
              <w:rPr>
                <w:lang w:val="fr-FR"/>
              </w:rPr>
              <w:t xml:space="preserve">Max(100, Ceil(5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T</w:t>
            </w:r>
            <w:r w:rsidRPr="008C6DE4">
              <w:rPr>
                <w:vertAlign w:val="subscript"/>
                <w:lang w:val="fr-FR"/>
              </w:rPr>
              <w:t>SSB</w:t>
            </w:r>
            <w:r w:rsidRPr="008C6DE4">
              <w:rPr>
                <w:lang w:val="fr-FR"/>
              </w:rPr>
              <w:t>)</w:t>
            </w:r>
          </w:p>
        </w:tc>
      </w:tr>
      <w:tr w:rsidR="00514C67" w:rsidRPr="008C6DE4" w14:paraId="324019B9" w14:textId="77777777" w:rsidTr="002B4854">
        <w:trPr>
          <w:jc w:val="center"/>
        </w:trPr>
        <w:tc>
          <w:tcPr>
            <w:tcW w:w="2035" w:type="dxa"/>
            <w:shd w:val="clear" w:color="auto" w:fill="auto"/>
          </w:tcPr>
          <w:p w14:paraId="551A920D" w14:textId="2AD09004" w:rsidR="00514C67" w:rsidRPr="008C6DE4" w:rsidRDefault="00514C67" w:rsidP="002320DB">
            <w:pPr>
              <w:pStyle w:val="TAC"/>
            </w:pPr>
            <w:r w:rsidRPr="008C6DE4">
              <w:t>DRX cycle≤320</w:t>
            </w:r>
            <w:r w:rsidRPr="008C6DE4">
              <w:rPr>
                <w:lang w:val="en-US" w:eastAsia="zh-CN"/>
              </w:rPr>
              <w:t>ms</w:t>
            </w:r>
          </w:p>
        </w:tc>
        <w:tc>
          <w:tcPr>
            <w:tcW w:w="3260" w:type="dxa"/>
            <w:shd w:val="clear" w:color="auto" w:fill="auto"/>
          </w:tcPr>
          <w:p w14:paraId="7761E04D" w14:textId="0BBABD7F" w:rsidR="00514C67" w:rsidRPr="008C6DE4" w:rsidRDefault="00514C67" w:rsidP="002320DB">
            <w:pPr>
              <w:pStyle w:val="TAC"/>
            </w:pPr>
            <w:r w:rsidRPr="008C6DE4">
              <w:rPr>
                <w:lang w:val="fr-FR"/>
              </w:rPr>
              <w:t xml:space="preserve">Max(200, Ceil(15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Max(T</w:t>
            </w:r>
            <w:r w:rsidRPr="008C6DE4">
              <w:rPr>
                <w:vertAlign w:val="subscript"/>
                <w:lang w:val="fr-FR"/>
              </w:rPr>
              <w:t>DRX</w:t>
            </w:r>
            <w:r w:rsidRPr="008C6DE4">
              <w:rPr>
                <w:lang w:val="fr-FR"/>
              </w:rPr>
              <w:t>,T</w:t>
            </w:r>
            <w:r w:rsidRPr="008C6DE4">
              <w:rPr>
                <w:vertAlign w:val="subscript"/>
                <w:lang w:val="fr-FR"/>
              </w:rPr>
              <w:t>SSB</w:t>
            </w:r>
            <w:r w:rsidRPr="008C6DE4">
              <w:rPr>
                <w:lang w:val="fr-FR"/>
              </w:rPr>
              <w:t>))</w:t>
            </w:r>
          </w:p>
        </w:tc>
        <w:tc>
          <w:tcPr>
            <w:tcW w:w="3827" w:type="dxa"/>
            <w:shd w:val="clear" w:color="auto" w:fill="auto"/>
          </w:tcPr>
          <w:p w14:paraId="00E6D32D" w14:textId="41FC280D" w:rsidR="00514C67" w:rsidRPr="008C6DE4" w:rsidRDefault="00514C67" w:rsidP="002320DB">
            <w:pPr>
              <w:pStyle w:val="TAC"/>
            </w:pPr>
            <w:r w:rsidRPr="008C6DE4">
              <w:rPr>
                <w:lang w:val="fr-FR"/>
              </w:rPr>
              <w:t xml:space="preserve">Max(100, Ceil(7.5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Max(T</w:t>
            </w:r>
            <w:r w:rsidRPr="008C6DE4">
              <w:rPr>
                <w:vertAlign w:val="subscript"/>
                <w:lang w:val="fr-FR"/>
              </w:rPr>
              <w:t>DRX</w:t>
            </w:r>
            <w:r w:rsidRPr="008C6DE4">
              <w:rPr>
                <w:lang w:val="fr-FR"/>
              </w:rPr>
              <w:t>,T</w:t>
            </w:r>
            <w:r w:rsidRPr="008C6DE4">
              <w:rPr>
                <w:vertAlign w:val="subscript"/>
                <w:lang w:val="fr-FR"/>
              </w:rPr>
              <w:t>SSB</w:t>
            </w:r>
            <w:r w:rsidRPr="008C6DE4">
              <w:rPr>
                <w:lang w:val="fr-FR"/>
              </w:rPr>
              <w:t>))</w:t>
            </w:r>
          </w:p>
        </w:tc>
      </w:tr>
      <w:tr w:rsidR="00514C67" w:rsidRPr="008C6DE4" w14:paraId="2B497E8B" w14:textId="77777777" w:rsidTr="002B4854">
        <w:trPr>
          <w:jc w:val="center"/>
        </w:trPr>
        <w:tc>
          <w:tcPr>
            <w:tcW w:w="2035" w:type="dxa"/>
            <w:shd w:val="clear" w:color="auto" w:fill="auto"/>
          </w:tcPr>
          <w:p w14:paraId="6027A6C6" w14:textId="767CC1A6" w:rsidR="00514C67" w:rsidRPr="008C6DE4" w:rsidRDefault="00514C67" w:rsidP="002320DB">
            <w:pPr>
              <w:pStyle w:val="TAC"/>
            </w:pPr>
            <w:r w:rsidRPr="008C6DE4">
              <w:t>DRX cycle&gt;320</w:t>
            </w:r>
            <w:r w:rsidRPr="008C6DE4">
              <w:rPr>
                <w:lang w:val="en-US" w:eastAsia="zh-CN"/>
              </w:rPr>
              <w:t>ms</w:t>
            </w:r>
          </w:p>
        </w:tc>
        <w:tc>
          <w:tcPr>
            <w:tcW w:w="3260" w:type="dxa"/>
            <w:shd w:val="clear" w:color="auto" w:fill="auto"/>
          </w:tcPr>
          <w:p w14:paraId="6C35D3BB" w14:textId="730021F7" w:rsidR="00514C67" w:rsidRPr="008C6DE4" w:rsidRDefault="00514C67" w:rsidP="002320DB">
            <w:pPr>
              <w:pStyle w:val="TAC"/>
            </w:pPr>
            <w:r w:rsidRPr="008C6DE4">
              <w:rPr>
                <w:lang w:val="fr-FR"/>
              </w:rPr>
              <w:t xml:space="preserve">Ceil(10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T</w:t>
            </w:r>
            <w:r w:rsidRPr="008C6DE4">
              <w:rPr>
                <w:vertAlign w:val="subscript"/>
                <w:lang w:val="fr-FR"/>
              </w:rPr>
              <w:t>DRX</w:t>
            </w:r>
          </w:p>
        </w:tc>
        <w:tc>
          <w:tcPr>
            <w:tcW w:w="3827" w:type="dxa"/>
            <w:shd w:val="clear" w:color="auto" w:fill="auto"/>
          </w:tcPr>
          <w:p w14:paraId="68088E57" w14:textId="6767DA99" w:rsidR="00514C67" w:rsidRPr="008C6DE4" w:rsidRDefault="00514C67" w:rsidP="002320DB">
            <w:pPr>
              <w:pStyle w:val="TAC"/>
            </w:pPr>
            <w:r w:rsidRPr="008C6DE4">
              <w:rPr>
                <w:lang w:val="fr-FR"/>
              </w:rPr>
              <w:t xml:space="preserve">Ceil(5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T</w:t>
            </w:r>
            <w:r w:rsidRPr="008C6DE4">
              <w:rPr>
                <w:vertAlign w:val="subscript"/>
                <w:lang w:val="fr-FR"/>
              </w:rPr>
              <w:t>DRX</w:t>
            </w:r>
          </w:p>
        </w:tc>
      </w:tr>
      <w:tr w:rsidR="00474203" w:rsidRPr="008C6DE4" w14:paraId="31F031F3" w14:textId="77777777" w:rsidTr="002B4854">
        <w:trPr>
          <w:jc w:val="center"/>
        </w:trPr>
        <w:tc>
          <w:tcPr>
            <w:tcW w:w="9122" w:type="dxa"/>
            <w:gridSpan w:val="3"/>
            <w:shd w:val="clear" w:color="auto" w:fill="auto"/>
          </w:tcPr>
          <w:p w14:paraId="3D88534B" w14:textId="77777777" w:rsidR="00474203" w:rsidRPr="008C6DE4" w:rsidRDefault="00474203" w:rsidP="002320DB">
            <w:pPr>
              <w:pStyle w:val="TAN"/>
            </w:pPr>
            <w:r w:rsidRPr="008C6DE4">
              <w:t>N</w:t>
            </w:r>
            <w:r w:rsidRPr="008C6DE4">
              <w:rPr>
                <w:rFonts w:eastAsia="Malgun Gothic"/>
                <w:lang w:eastAsia="ko-KR"/>
              </w:rPr>
              <w:t>OTE</w:t>
            </w:r>
            <w:r w:rsidRPr="008C6DE4">
              <w:t>:</w:t>
            </w:r>
            <w:r w:rsidRPr="008C6DE4">
              <w:rPr>
                <w:sz w:val="28"/>
              </w:rPr>
              <w:tab/>
            </w:r>
            <w:r w:rsidRPr="008C6DE4">
              <w:t>T</w:t>
            </w:r>
            <w:r w:rsidRPr="008C6DE4">
              <w:rPr>
                <w:vertAlign w:val="subscript"/>
              </w:rPr>
              <w:t>SSB</w:t>
            </w:r>
            <w:r w:rsidRPr="008C6DE4">
              <w:t xml:space="preserve"> is the periodicity of the SSB configured for RLM. T</w:t>
            </w:r>
            <w:r w:rsidRPr="008C6DE4">
              <w:rPr>
                <w:vertAlign w:val="subscript"/>
              </w:rPr>
              <w:t>DRX</w:t>
            </w:r>
            <w:r w:rsidRPr="008C6DE4">
              <w:t xml:space="preserve"> is the DRX cycle length.</w:t>
            </w:r>
          </w:p>
        </w:tc>
      </w:tr>
      <w:bookmarkEnd w:id="112"/>
    </w:tbl>
    <w:p w14:paraId="66B8F89D" w14:textId="77777777" w:rsidR="00474203" w:rsidRPr="008C6DE4" w:rsidRDefault="00474203" w:rsidP="00474203">
      <w:pPr>
        <w:rPr>
          <w:rFonts w:eastAsia="?? ??"/>
        </w:rPr>
      </w:pPr>
    </w:p>
    <w:p w14:paraId="612687DC" w14:textId="77777777" w:rsidR="00474203" w:rsidRPr="008C6DE4" w:rsidRDefault="00474203" w:rsidP="002320DB">
      <w:pPr>
        <w:pStyle w:val="TH"/>
      </w:pPr>
      <w:r w:rsidRPr="008C6DE4">
        <w:t>Table 8.1.2.2-2: Evaluation period T</w:t>
      </w:r>
      <w:r w:rsidRPr="008C6DE4">
        <w:rPr>
          <w:vertAlign w:val="subscript"/>
        </w:rPr>
        <w:t>Evaluate_out_SSB</w:t>
      </w:r>
      <w:r w:rsidRPr="008C6DE4">
        <w:t xml:space="preserve"> and T</w:t>
      </w:r>
      <w:r w:rsidRPr="008C6DE4">
        <w:rPr>
          <w:vertAlign w:val="subscript"/>
        </w:rPr>
        <w:t>Evaluate_in_SSB</w:t>
      </w:r>
      <w:r w:rsidRPr="008C6DE4">
        <w:t xml:space="preserve"> for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3500"/>
        <w:gridCol w:w="3834"/>
      </w:tblGrid>
      <w:tr w:rsidR="00DD3199" w:rsidRPr="008C6DE4" w14:paraId="25075F60" w14:textId="77777777" w:rsidTr="002B4854">
        <w:trPr>
          <w:jc w:val="center"/>
        </w:trPr>
        <w:tc>
          <w:tcPr>
            <w:tcW w:w="2035" w:type="dxa"/>
            <w:shd w:val="clear" w:color="auto" w:fill="auto"/>
          </w:tcPr>
          <w:p w14:paraId="1E36E12F" w14:textId="77777777" w:rsidR="00474203" w:rsidRPr="008C6DE4" w:rsidRDefault="00474203" w:rsidP="002320DB">
            <w:pPr>
              <w:pStyle w:val="TAH"/>
            </w:pPr>
            <w:bookmarkStart w:id="113" w:name="_Hlk513850590"/>
            <w:r w:rsidRPr="008C6DE4">
              <w:t>Configuration</w:t>
            </w:r>
          </w:p>
        </w:tc>
        <w:tc>
          <w:tcPr>
            <w:tcW w:w="3500" w:type="dxa"/>
            <w:shd w:val="clear" w:color="auto" w:fill="auto"/>
          </w:tcPr>
          <w:p w14:paraId="3A698EE2" w14:textId="77777777" w:rsidR="00474203" w:rsidRPr="008C6DE4" w:rsidRDefault="00474203" w:rsidP="002320DB">
            <w:pPr>
              <w:pStyle w:val="TAH"/>
            </w:pPr>
            <w:r w:rsidRPr="008C6DE4">
              <w:t>T</w:t>
            </w:r>
            <w:r w:rsidRPr="008C6DE4">
              <w:rPr>
                <w:vertAlign w:val="subscript"/>
              </w:rPr>
              <w:t>Evaluate_out_SSB</w:t>
            </w:r>
            <w:r w:rsidRPr="008C6DE4">
              <w:t xml:space="preserve"> (ms) </w:t>
            </w:r>
          </w:p>
        </w:tc>
        <w:tc>
          <w:tcPr>
            <w:tcW w:w="3834" w:type="dxa"/>
            <w:shd w:val="clear" w:color="auto" w:fill="auto"/>
          </w:tcPr>
          <w:p w14:paraId="7E9B4086" w14:textId="77777777" w:rsidR="00474203" w:rsidRPr="008C6DE4" w:rsidRDefault="00474203" w:rsidP="002320DB">
            <w:pPr>
              <w:pStyle w:val="TAH"/>
            </w:pPr>
            <w:r w:rsidRPr="008C6DE4">
              <w:t>T</w:t>
            </w:r>
            <w:r w:rsidRPr="008C6DE4">
              <w:rPr>
                <w:vertAlign w:val="subscript"/>
              </w:rPr>
              <w:t>Evaluate_in_SSB</w:t>
            </w:r>
            <w:r w:rsidRPr="008C6DE4">
              <w:t xml:space="preserve"> (ms) </w:t>
            </w:r>
          </w:p>
        </w:tc>
      </w:tr>
      <w:tr w:rsidR="00514C67" w:rsidRPr="008C6DE4" w14:paraId="2EF9A112" w14:textId="77777777" w:rsidTr="002B4854">
        <w:trPr>
          <w:jc w:val="center"/>
        </w:trPr>
        <w:tc>
          <w:tcPr>
            <w:tcW w:w="2035" w:type="dxa"/>
            <w:shd w:val="clear" w:color="auto" w:fill="auto"/>
          </w:tcPr>
          <w:p w14:paraId="26E2A1BF" w14:textId="77777777" w:rsidR="00514C67" w:rsidRPr="008C6DE4" w:rsidRDefault="00514C67" w:rsidP="002320DB">
            <w:pPr>
              <w:pStyle w:val="TAC"/>
            </w:pPr>
            <w:r w:rsidRPr="008C6DE4">
              <w:t>no DRX</w:t>
            </w:r>
          </w:p>
        </w:tc>
        <w:tc>
          <w:tcPr>
            <w:tcW w:w="3500" w:type="dxa"/>
            <w:shd w:val="clear" w:color="auto" w:fill="auto"/>
          </w:tcPr>
          <w:p w14:paraId="5F63D4E2" w14:textId="658C6350" w:rsidR="00514C67" w:rsidRPr="008C6DE4" w:rsidRDefault="00514C67" w:rsidP="002320DB">
            <w:pPr>
              <w:pStyle w:val="TAC"/>
            </w:pPr>
            <w:r w:rsidRPr="008C6DE4">
              <w:rPr>
                <w:lang w:val="fr-FR"/>
              </w:rPr>
              <w:t xml:space="preserve">Max(200, Ceil(10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 xml:space="preserve">N) </w:t>
            </w:r>
            <w:r w:rsidRPr="008C6DE4">
              <w:rPr>
                <w:rFonts w:cs="Arial"/>
                <w:szCs w:val="18"/>
                <w:lang w:val="fr-FR"/>
              </w:rPr>
              <w:sym w:font="Symbol" w:char="F0B4"/>
            </w:r>
            <w:r w:rsidRPr="008C6DE4">
              <w:rPr>
                <w:rFonts w:cs="Arial"/>
                <w:szCs w:val="18"/>
                <w:lang w:val="fr-FR"/>
              </w:rPr>
              <w:t xml:space="preserve"> </w:t>
            </w:r>
            <w:r w:rsidRPr="008C6DE4">
              <w:rPr>
                <w:lang w:val="fr-FR"/>
              </w:rPr>
              <w:t>T</w:t>
            </w:r>
            <w:r w:rsidRPr="008C6DE4">
              <w:rPr>
                <w:vertAlign w:val="subscript"/>
                <w:lang w:val="fr-FR"/>
              </w:rPr>
              <w:t>SSB</w:t>
            </w:r>
            <w:r w:rsidRPr="008C6DE4">
              <w:rPr>
                <w:lang w:val="fr-FR"/>
              </w:rPr>
              <w:t>)</w:t>
            </w:r>
          </w:p>
        </w:tc>
        <w:tc>
          <w:tcPr>
            <w:tcW w:w="3834" w:type="dxa"/>
            <w:shd w:val="clear" w:color="auto" w:fill="auto"/>
          </w:tcPr>
          <w:p w14:paraId="13EABA4C" w14:textId="532DFC67" w:rsidR="00514C67" w:rsidRPr="008C6DE4" w:rsidRDefault="00514C67" w:rsidP="002320DB">
            <w:pPr>
              <w:pStyle w:val="TAC"/>
            </w:pPr>
            <w:r w:rsidRPr="008C6DE4">
              <w:rPr>
                <w:lang w:val="fr-FR"/>
              </w:rPr>
              <w:t xml:space="preserve">Max(100, Ceil(5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 xml:space="preserve">N) </w:t>
            </w:r>
            <w:r w:rsidRPr="008C6DE4">
              <w:rPr>
                <w:rFonts w:cs="Arial"/>
                <w:szCs w:val="18"/>
                <w:lang w:val="fr-FR"/>
              </w:rPr>
              <w:sym w:font="Symbol" w:char="F0B4"/>
            </w:r>
            <w:r w:rsidRPr="008C6DE4">
              <w:rPr>
                <w:rFonts w:cs="Arial"/>
                <w:szCs w:val="18"/>
                <w:lang w:val="fr-FR"/>
              </w:rPr>
              <w:t xml:space="preserve"> </w:t>
            </w:r>
            <w:r w:rsidRPr="008C6DE4">
              <w:rPr>
                <w:lang w:val="fr-FR"/>
              </w:rPr>
              <w:t>T</w:t>
            </w:r>
            <w:r w:rsidRPr="008C6DE4">
              <w:rPr>
                <w:vertAlign w:val="subscript"/>
                <w:lang w:val="fr-FR"/>
              </w:rPr>
              <w:t>SSB</w:t>
            </w:r>
            <w:r w:rsidRPr="008C6DE4">
              <w:rPr>
                <w:lang w:val="fr-FR"/>
              </w:rPr>
              <w:t>)</w:t>
            </w:r>
          </w:p>
        </w:tc>
      </w:tr>
      <w:tr w:rsidR="00514C67" w:rsidRPr="008C6DE4" w14:paraId="65B52F2D" w14:textId="77777777" w:rsidTr="002B4854">
        <w:trPr>
          <w:jc w:val="center"/>
        </w:trPr>
        <w:tc>
          <w:tcPr>
            <w:tcW w:w="2035" w:type="dxa"/>
            <w:shd w:val="clear" w:color="auto" w:fill="auto"/>
          </w:tcPr>
          <w:p w14:paraId="39A4F081" w14:textId="1DBA7D51" w:rsidR="00514C67" w:rsidRPr="008C6DE4" w:rsidRDefault="00514C67" w:rsidP="002320DB">
            <w:pPr>
              <w:pStyle w:val="TAC"/>
            </w:pPr>
            <w:r w:rsidRPr="008C6DE4">
              <w:t>DRX cycle≤320</w:t>
            </w:r>
            <w:r w:rsidRPr="008C6DE4">
              <w:rPr>
                <w:lang w:val="en-US" w:eastAsia="zh-CN"/>
              </w:rPr>
              <w:t>ms</w:t>
            </w:r>
          </w:p>
        </w:tc>
        <w:tc>
          <w:tcPr>
            <w:tcW w:w="3500" w:type="dxa"/>
            <w:shd w:val="clear" w:color="auto" w:fill="auto"/>
          </w:tcPr>
          <w:p w14:paraId="07AB4ADA" w14:textId="4747BD71" w:rsidR="00514C67" w:rsidRPr="008C6DE4" w:rsidRDefault="00514C67" w:rsidP="002320DB">
            <w:pPr>
              <w:pStyle w:val="TAC"/>
            </w:pPr>
            <w:r w:rsidRPr="008C6DE4">
              <w:rPr>
                <w:lang w:val="fr-FR"/>
              </w:rPr>
              <w:t xml:space="preserve">Max(200, Ceil(15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 xml:space="preserve">N) </w:t>
            </w:r>
            <w:r w:rsidRPr="008C6DE4">
              <w:rPr>
                <w:rFonts w:cs="Arial"/>
                <w:szCs w:val="18"/>
                <w:lang w:val="fr-FR"/>
              </w:rPr>
              <w:sym w:font="Symbol" w:char="F0B4"/>
            </w:r>
            <w:r w:rsidRPr="008C6DE4">
              <w:rPr>
                <w:rFonts w:cs="Arial"/>
                <w:szCs w:val="18"/>
                <w:lang w:val="fr-FR"/>
              </w:rPr>
              <w:t xml:space="preserve"> </w:t>
            </w:r>
            <w:r w:rsidRPr="008C6DE4">
              <w:rPr>
                <w:lang w:val="fr-FR"/>
              </w:rPr>
              <w:t>Max(T</w:t>
            </w:r>
            <w:r w:rsidRPr="008C6DE4">
              <w:rPr>
                <w:vertAlign w:val="subscript"/>
                <w:lang w:val="fr-FR"/>
              </w:rPr>
              <w:t>DRX</w:t>
            </w:r>
            <w:r w:rsidRPr="008C6DE4">
              <w:rPr>
                <w:lang w:val="fr-FR"/>
              </w:rPr>
              <w:t>,T</w:t>
            </w:r>
            <w:r w:rsidRPr="008C6DE4">
              <w:rPr>
                <w:vertAlign w:val="subscript"/>
                <w:lang w:val="fr-FR"/>
              </w:rPr>
              <w:t>SSB</w:t>
            </w:r>
            <w:r w:rsidRPr="008C6DE4">
              <w:rPr>
                <w:lang w:val="fr-FR"/>
              </w:rPr>
              <w:t>))</w:t>
            </w:r>
          </w:p>
        </w:tc>
        <w:tc>
          <w:tcPr>
            <w:tcW w:w="3834" w:type="dxa"/>
            <w:shd w:val="clear" w:color="auto" w:fill="auto"/>
          </w:tcPr>
          <w:p w14:paraId="51633355" w14:textId="1F48F482" w:rsidR="00514C67" w:rsidRPr="008C6DE4" w:rsidRDefault="00514C67" w:rsidP="002320DB">
            <w:pPr>
              <w:pStyle w:val="TAC"/>
            </w:pPr>
            <w:r w:rsidRPr="008C6DE4">
              <w:rPr>
                <w:lang w:val="fr-FR"/>
              </w:rPr>
              <w:t xml:space="preserve">Max(100, Ceil(7.5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 xml:space="preserve">N) </w:t>
            </w:r>
            <w:r w:rsidRPr="008C6DE4">
              <w:rPr>
                <w:rFonts w:cs="Arial"/>
                <w:szCs w:val="18"/>
                <w:lang w:val="fr-FR"/>
              </w:rPr>
              <w:sym w:font="Symbol" w:char="F0B4"/>
            </w:r>
            <w:r w:rsidRPr="008C6DE4">
              <w:rPr>
                <w:rFonts w:cs="Arial"/>
                <w:szCs w:val="18"/>
                <w:lang w:val="fr-FR"/>
              </w:rPr>
              <w:t xml:space="preserve"> </w:t>
            </w:r>
            <w:r w:rsidRPr="008C6DE4">
              <w:rPr>
                <w:lang w:val="fr-FR"/>
              </w:rPr>
              <w:t>Max(T</w:t>
            </w:r>
            <w:r w:rsidRPr="008C6DE4">
              <w:rPr>
                <w:vertAlign w:val="subscript"/>
                <w:lang w:val="fr-FR"/>
              </w:rPr>
              <w:t>DRX</w:t>
            </w:r>
            <w:r w:rsidRPr="008C6DE4">
              <w:rPr>
                <w:lang w:val="fr-FR"/>
              </w:rPr>
              <w:t>,T</w:t>
            </w:r>
            <w:r w:rsidRPr="008C6DE4">
              <w:rPr>
                <w:vertAlign w:val="subscript"/>
                <w:lang w:val="fr-FR"/>
              </w:rPr>
              <w:t>SSB</w:t>
            </w:r>
            <w:r w:rsidRPr="008C6DE4">
              <w:rPr>
                <w:lang w:val="fr-FR"/>
              </w:rPr>
              <w:t>))</w:t>
            </w:r>
          </w:p>
        </w:tc>
      </w:tr>
      <w:tr w:rsidR="00514C67" w:rsidRPr="008C6DE4" w14:paraId="63905EA2" w14:textId="77777777" w:rsidTr="002B4854">
        <w:trPr>
          <w:jc w:val="center"/>
        </w:trPr>
        <w:tc>
          <w:tcPr>
            <w:tcW w:w="2035" w:type="dxa"/>
            <w:shd w:val="clear" w:color="auto" w:fill="auto"/>
          </w:tcPr>
          <w:p w14:paraId="72DFAF61" w14:textId="6F1DEB03" w:rsidR="00514C67" w:rsidRPr="008C6DE4" w:rsidRDefault="00514C67" w:rsidP="002320DB">
            <w:pPr>
              <w:pStyle w:val="TAC"/>
            </w:pPr>
            <w:r w:rsidRPr="008C6DE4">
              <w:t>DRX cycle&gt;320</w:t>
            </w:r>
            <w:r w:rsidRPr="008C6DE4">
              <w:rPr>
                <w:lang w:val="en-US" w:eastAsia="zh-CN"/>
              </w:rPr>
              <w:t>ms</w:t>
            </w:r>
          </w:p>
        </w:tc>
        <w:tc>
          <w:tcPr>
            <w:tcW w:w="3500" w:type="dxa"/>
            <w:shd w:val="clear" w:color="auto" w:fill="auto"/>
          </w:tcPr>
          <w:p w14:paraId="0A581ADF" w14:textId="20B7614B" w:rsidR="00514C67" w:rsidRPr="008C6DE4" w:rsidRDefault="00514C67" w:rsidP="002320DB">
            <w:pPr>
              <w:pStyle w:val="TAC"/>
            </w:pPr>
            <w:r w:rsidRPr="008C6DE4">
              <w:rPr>
                <w:lang w:val="fr-FR"/>
              </w:rPr>
              <w:t xml:space="preserve">Ceil(10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 xml:space="preserve">N) </w:t>
            </w:r>
            <w:r w:rsidRPr="008C6DE4">
              <w:rPr>
                <w:rFonts w:cs="Arial"/>
                <w:szCs w:val="18"/>
                <w:lang w:val="fr-FR"/>
              </w:rPr>
              <w:sym w:font="Symbol" w:char="F0B4"/>
            </w:r>
            <w:r w:rsidRPr="008C6DE4">
              <w:rPr>
                <w:rFonts w:cs="Arial"/>
                <w:szCs w:val="18"/>
                <w:lang w:val="fr-FR"/>
              </w:rPr>
              <w:t xml:space="preserve"> </w:t>
            </w:r>
            <w:r w:rsidRPr="008C6DE4">
              <w:rPr>
                <w:lang w:val="fr-FR"/>
              </w:rPr>
              <w:t>T</w:t>
            </w:r>
            <w:r w:rsidRPr="008C6DE4">
              <w:rPr>
                <w:vertAlign w:val="subscript"/>
                <w:lang w:val="fr-FR"/>
              </w:rPr>
              <w:t>DRX</w:t>
            </w:r>
          </w:p>
        </w:tc>
        <w:tc>
          <w:tcPr>
            <w:tcW w:w="3834" w:type="dxa"/>
            <w:shd w:val="clear" w:color="auto" w:fill="auto"/>
          </w:tcPr>
          <w:p w14:paraId="710B8F96" w14:textId="4767E07C" w:rsidR="00514C67" w:rsidRPr="008C6DE4" w:rsidRDefault="00514C67" w:rsidP="002320DB">
            <w:pPr>
              <w:pStyle w:val="TAC"/>
            </w:pPr>
            <w:r w:rsidRPr="008C6DE4">
              <w:rPr>
                <w:lang w:val="fr-FR"/>
              </w:rPr>
              <w:t xml:space="preserve">Ceil(5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 xml:space="preserve">N) </w:t>
            </w:r>
            <w:r w:rsidRPr="008C6DE4">
              <w:rPr>
                <w:rFonts w:cs="Arial"/>
                <w:szCs w:val="18"/>
                <w:lang w:val="fr-FR"/>
              </w:rPr>
              <w:sym w:font="Symbol" w:char="F0B4"/>
            </w:r>
            <w:r w:rsidRPr="008C6DE4">
              <w:rPr>
                <w:rFonts w:cs="Arial"/>
                <w:szCs w:val="18"/>
                <w:lang w:val="fr-FR"/>
              </w:rPr>
              <w:t xml:space="preserve"> </w:t>
            </w:r>
            <w:r w:rsidRPr="008C6DE4">
              <w:rPr>
                <w:lang w:val="fr-FR"/>
              </w:rPr>
              <w:t>T</w:t>
            </w:r>
            <w:r w:rsidRPr="008C6DE4">
              <w:rPr>
                <w:vertAlign w:val="subscript"/>
                <w:lang w:val="fr-FR"/>
              </w:rPr>
              <w:t>DRX</w:t>
            </w:r>
          </w:p>
        </w:tc>
      </w:tr>
      <w:tr w:rsidR="00474203" w:rsidRPr="008C6DE4" w14:paraId="5FC1B359" w14:textId="77777777" w:rsidTr="002B4854">
        <w:trPr>
          <w:jc w:val="center"/>
        </w:trPr>
        <w:tc>
          <w:tcPr>
            <w:tcW w:w="9369" w:type="dxa"/>
            <w:gridSpan w:val="3"/>
            <w:shd w:val="clear" w:color="auto" w:fill="auto"/>
          </w:tcPr>
          <w:p w14:paraId="348B517B" w14:textId="77777777" w:rsidR="00474203" w:rsidRPr="008C6DE4" w:rsidRDefault="00474203" w:rsidP="002320DB">
            <w:pPr>
              <w:pStyle w:val="TAN"/>
            </w:pPr>
            <w:r w:rsidRPr="008C6DE4">
              <w:t>N</w:t>
            </w:r>
            <w:r w:rsidRPr="008C6DE4">
              <w:rPr>
                <w:rFonts w:eastAsia="Malgun Gothic"/>
                <w:lang w:eastAsia="ko-KR"/>
              </w:rPr>
              <w:t>OTE</w:t>
            </w:r>
            <w:r w:rsidRPr="008C6DE4">
              <w:t>:</w:t>
            </w:r>
            <w:r w:rsidRPr="008C6DE4">
              <w:rPr>
                <w:sz w:val="28"/>
              </w:rPr>
              <w:tab/>
            </w:r>
            <w:r w:rsidRPr="008C6DE4">
              <w:t>T</w:t>
            </w:r>
            <w:r w:rsidRPr="008C6DE4">
              <w:rPr>
                <w:vertAlign w:val="subscript"/>
              </w:rPr>
              <w:t>SSB</w:t>
            </w:r>
            <w:r w:rsidRPr="008C6DE4">
              <w:t xml:space="preserve"> is the periodicity of the SSB configured for RLM. T</w:t>
            </w:r>
            <w:r w:rsidRPr="008C6DE4">
              <w:rPr>
                <w:vertAlign w:val="subscript"/>
              </w:rPr>
              <w:t>DRX</w:t>
            </w:r>
            <w:r w:rsidRPr="008C6DE4">
              <w:t xml:space="preserve"> is the DRX cycle length.</w:t>
            </w:r>
          </w:p>
        </w:tc>
      </w:tr>
      <w:bookmarkEnd w:id="113"/>
    </w:tbl>
    <w:p w14:paraId="250A4B1B" w14:textId="77777777" w:rsidR="00474203" w:rsidRPr="008C6DE4" w:rsidRDefault="00474203" w:rsidP="00474203"/>
    <w:p w14:paraId="16F00242" w14:textId="2B8EB2C4" w:rsidR="00474203" w:rsidRPr="008C6DE4" w:rsidRDefault="0048284E" w:rsidP="0048284E">
      <w:pPr>
        <w:pStyle w:val="Heading4"/>
      </w:pPr>
      <w:r w:rsidRPr="008C6DE4">
        <w:rPr>
          <w:rFonts w:eastAsia="?? ??"/>
        </w:rPr>
        <w:t>8.1.2.3</w:t>
      </w:r>
      <w:r w:rsidR="00474203" w:rsidRPr="008C6DE4">
        <w:rPr>
          <w:rFonts w:eastAsia="?? ??"/>
        </w:rPr>
        <w:tab/>
      </w:r>
      <w:r w:rsidR="00474203" w:rsidRPr="008C6DE4">
        <w:t>Measurement restrictions for SSB based RLM</w:t>
      </w:r>
    </w:p>
    <w:p w14:paraId="10936157" w14:textId="77777777" w:rsidR="00474203" w:rsidRPr="008C6DE4" w:rsidRDefault="00474203" w:rsidP="002320DB">
      <w:pPr>
        <w:rPr>
          <w:lang w:eastAsia="zh-CN"/>
        </w:rPr>
      </w:pPr>
      <w:r w:rsidRPr="008C6DE4">
        <w:rPr>
          <w:lang w:eastAsia="zh-CN"/>
        </w:rPr>
        <w:t>The UE is required to be capable of measuring SSB for RLM without measurement gaps. T</w:t>
      </w:r>
      <w:r w:rsidRPr="008C6DE4">
        <w:t>he UE is required to perform the SSB measurements with measurement restrictions as described in the following clauses.</w:t>
      </w:r>
    </w:p>
    <w:p w14:paraId="010A0566" w14:textId="517F6851" w:rsidR="00474203" w:rsidRPr="008C6DE4" w:rsidRDefault="00474203" w:rsidP="002320DB">
      <w:r w:rsidRPr="008C6DE4">
        <w:t xml:space="preserve">For FR1, when the SSB for RLM is in the same OFDM symbol as CSI-RS for RLM, BFD, CBD or L1-RSRP measurement, </w:t>
      </w:r>
    </w:p>
    <w:p w14:paraId="787DD5C5" w14:textId="77777777" w:rsidR="00474203" w:rsidRPr="008C6DE4" w:rsidRDefault="00474203" w:rsidP="002320DB">
      <w:pPr>
        <w:pStyle w:val="B10"/>
      </w:pPr>
      <w:r w:rsidRPr="008C6DE4">
        <w:t>-</w:t>
      </w:r>
      <w:r w:rsidRPr="008C6DE4">
        <w:tab/>
        <w:t>If SSB and CSI-RS have same SCS, UE shall be able to measure the SSB for RLM without any restriction;</w:t>
      </w:r>
    </w:p>
    <w:p w14:paraId="0E7EDDDB" w14:textId="77777777" w:rsidR="00474203" w:rsidRPr="008C6DE4" w:rsidRDefault="00474203" w:rsidP="002320DB">
      <w:pPr>
        <w:pStyle w:val="B10"/>
      </w:pPr>
      <w:r w:rsidRPr="008C6DE4">
        <w:t>-</w:t>
      </w:r>
      <w:r w:rsidRPr="008C6DE4">
        <w:tab/>
        <w:t>If SSB and CSI-RS have different SCS,</w:t>
      </w:r>
    </w:p>
    <w:p w14:paraId="3411E02B" w14:textId="77777777" w:rsidR="00474203" w:rsidRPr="008C6DE4" w:rsidRDefault="00474203" w:rsidP="002320DB">
      <w:pPr>
        <w:pStyle w:val="B2"/>
      </w:pPr>
      <w:r w:rsidRPr="008C6DE4">
        <w:t>-</w:t>
      </w:r>
      <w:r w:rsidRPr="008C6DE4">
        <w:tab/>
        <w:t xml:space="preserve">If UE supports </w:t>
      </w:r>
      <w:r w:rsidRPr="008C6DE4">
        <w:rPr>
          <w:i/>
        </w:rPr>
        <w:t>simultaneousRxDataSSB-DiffNumerology</w:t>
      </w:r>
      <w:r w:rsidRPr="008C6DE4">
        <w:t>, UE shall be able to measure the SSB for RLM without any restriction;</w:t>
      </w:r>
    </w:p>
    <w:p w14:paraId="2CD1A1A5" w14:textId="77777777" w:rsidR="00474203" w:rsidRPr="008C6DE4" w:rsidRDefault="00474203" w:rsidP="002320DB">
      <w:pPr>
        <w:pStyle w:val="B2"/>
      </w:pPr>
      <w:r w:rsidRPr="008C6DE4">
        <w:t>-</w:t>
      </w:r>
      <w:r w:rsidRPr="008C6DE4">
        <w:tab/>
        <w:t xml:space="preserve">If UE does not support </w:t>
      </w:r>
      <w:r w:rsidRPr="008C6DE4">
        <w:rPr>
          <w:i/>
        </w:rPr>
        <w:t>simultaneousRxDataSSB-DiffNumerology</w:t>
      </w:r>
      <w:r w:rsidRPr="008C6DE4">
        <w:t xml:space="preserve">, UE is required to measure one of but not both SSB for RLM and CSI-RS. Longer measurement period for SSB based RLM is expected, and </w:t>
      </w:r>
      <w:r w:rsidRPr="008C6DE4">
        <w:rPr>
          <w:lang w:val="en-US"/>
        </w:rPr>
        <w:t>no requirements are defined.</w:t>
      </w:r>
    </w:p>
    <w:p w14:paraId="0133107C" w14:textId="5502B43F" w:rsidR="00474203" w:rsidRPr="008C6DE4" w:rsidRDefault="00474203" w:rsidP="002320DB">
      <w:r w:rsidRPr="008C6DE4">
        <w:t xml:space="preserve">For FR2, when the SSB for RLM </w:t>
      </w:r>
      <w:r w:rsidR="00EC769A" w:rsidRPr="008C6DE4">
        <w:rPr>
          <w:rFonts w:eastAsia="Malgun Gothic"/>
          <w:lang w:eastAsia="ja-JP"/>
        </w:rPr>
        <w:t xml:space="preserve">measurement on one CC </w:t>
      </w:r>
      <w:r w:rsidRPr="008C6DE4">
        <w:t>is in the same OFDM symbol as CSI-RS for RLM, BFD, CBD or L1-RSRP measurement</w:t>
      </w:r>
      <w:r w:rsidR="00EC769A" w:rsidRPr="008C6DE4">
        <w:t xml:space="preserve"> </w:t>
      </w:r>
      <w:r w:rsidR="00EC769A" w:rsidRPr="008C6DE4">
        <w:rPr>
          <w:rFonts w:eastAsia="Malgun Gothic"/>
          <w:lang w:eastAsia="ja-JP"/>
        </w:rPr>
        <w:t>on the same CC or different CCs in the same band</w:t>
      </w:r>
      <w:r w:rsidRPr="008C6DE4">
        <w:t xml:space="preserve">, UE is required to measure one of but not both SSB for RLM and CSI-RS. Longer measurement period for SSB based RLM is expected, and </w:t>
      </w:r>
      <w:r w:rsidRPr="008C6DE4">
        <w:rPr>
          <w:lang w:val="en-US"/>
        </w:rPr>
        <w:t>no requirements are defined</w:t>
      </w:r>
      <w:r w:rsidRPr="008C6DE4">
        <w:t>.</w:t>
      </w:r>
    </w:p>
    <w:p w14:paraId="1F0C1AD9" w14:textId="6D668C04" w:rsidR="00474203" w:rsidRPr="008C6DE4" w:rsidRDefault="0048284E" w:rsidP="0048284E">
      <w:pPr>
        <w:pStyle w:val="Heading3"/>
      </w:pPr>
      <w:r w:rsidRPr="008C6DE4">
        <w:t>8.1.3</w:t>
      </w:r>
      <w:r w:rsidR="00474203" w:rsidRPr="008C6DE4">
        <w:tab/>
        <w:t>Requirements for CSI-RS based radio link monitoring</w:t>
      </w:r>
    </w:p>
    <w:p w14:paraId="2E6EBA58" w14:textId="1BEBB69B" w:rsidR="00474203" w:rsidRPr="008C6DE4" w:rsidRDefault="0048284E" w:rsidP="0048284E">
      <w:pPr>
        <w:pStyle w:val="Heading4"/>
      </w:pPr>
      <w:r w:rsidRPr="008C6DE4">
        <w:t>8.1.3.1</w:t>
      </w:r>
      <w:r w:rsidR="00474203" w:rsidRPr="008C6DE4">
        <w:tab/>
        <w:t>Introduction</w:t>
      </w:r>
    </w:p>
    <w:p w14:paraId="68EF9A32" w14:textId="2E42AC37" w:rsidR="00474203" w:rsidRPr="008C6DE4" w:rsidRDefault="00474203" w:rsidP="00474203">
      <w:r w:rsidRPr="008C6DE4">
        <w:t xml:space="preserve">The requirements in this </w:t>
      </w:r>
      <w:r w:rsidR="00854981" w:rsidRPr="008C6DE4">
        <w:t>clause</w:t>
      </w:r>
      <w:r w:rsidRPr="008C6DE4">
        <w:t xml:space="preserve"> apply for each CSI-RS based RLM-RS resource configured for PCell or PSCell, provided that the CSI-RS configured for RLM </w:t>
      </w:r>
      <w:r w:rsidR="00570577" w:rsidRPr="008C6DE4">
        <w:t xml:space="preserve">is </w:t>
      </w:r>
      <w:r w:rsidRPr="008C6DE4">
        <w:t>actually transmitted within UE active DL BWP during the entire evaluation period specified in clause 8.1.3.2. UE is not expected to perform radio link monitoring measurements on the CSI-RS configured as RLM-RS if the CSI-RS is not in the active TCI state of any CORESET configured in the UE active BWP.</w:t>
      </w:r>
    </w:p>
    <w:p w14:paraId="4AFB58A7" w14:textId="77777777" w:rsidR="00474203" w:rsidRPr="008C6DE4" w:rsidRDefault="00474203" w:rsidP="002320DB">
      <w:pPr>
        <w:pStyle w:val="TH"/>
      </w:pPr>
      <w:r w:rsidRPr="008C6DE4">
        <w:t>Table 8.1.3.1-1: PDCCH transmission parameters for out-of-sync evaluation</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49"/>
        <w:gridCol w:w="3586"/>
      </w:tblGrid>
      <w:tr w:rsidR="00DD3199" w:rsidRPr="008C6DE4" w14:paraId="25A3EA35" w14:textId="77777777" w:rsidTr="00867D3A">
        <w:trPr>
          <w:jc w:val="center"/>
        </w:trPr>
        <w:tc>
          <w:tcPr>
            <w:tcW w:w="2649" w:type="dxa"/>
            <w:shd w:val="clear" w:color="auto" w:fill="auto"/>
            <w:vAlign w:val="center"/>
          </w:tcPr>
          <w:p w14:paraId="2784D0CB" w14:textId="77777777" w:rsidR="00474203" w:rsidRPr="008C6DE4" w:rsidRDefault="00474203" w:rsidP="002320DB">
            <w:pPr>
              <w:pStyle w:val="TAH"/>
            </w:pPr>
            <w:r w:rsidRPr="008C6DE4">
              <w:t>Attribute</w:t>
            </w:r>
          </w:p>
        </w:tc>
        <w:tc>
          <w:tcPr>
            <w:tcW w:w="3586" w:type="dxa"/>
            <w:shd w:val="clear" w:color="auto" w:fill="auto"/>
            <w:vAlign w:val="center"/>
          </w:tcPr>
          <w:p w14:paraId="2D4AB238" w14:textId="77777777" w:rsidR="00474203" w:rsidRPr="008C6DE4" w:rsidRDefault="00474203" w:rsidP="002320DB">
            <w:pPr>
              <w:pStyle w:val="TAH"/>
              <w:rPr>
                <w:rFonts w:eastAsia="?? ??"/>
              </w:rPr>
            </w:pPr>
            <w:r w:rsidRPr="008C6DE4">
              <w:rPr>
                <w:rFonts w:eastAsia="?? ??"/>
              </w:rPr>
              <w:t>Value for BLER Configuration #0</w:t>
            </w:r>
          </w:p>
        </w:tc>
      </w:tr>
      <w:tr w:rsidR="00DD3199" w:rsidRPr="008C6DE4" w14:paraId="0B8EF1FF" w14:textId="77777777" w:rsidTr="00867D3A">
        <w:trPr>
          <w:trHeight w:val="201"/>
          <w:jc w:val="center"/>
        </w:trPr>
        <w:tc>
          <w:tcPr>
            <w:tcW w:w="2649" w:type="dxa"/>
            <w:shd w:val="clear" w:color="auto" w:fill="auto"/>
            <w:vAlign w:val="center"/>
          </w:tcPr>
          <w:p w14:paraId="1C5CC142" w14:textId="77777777" w:rsidR="00474203" w:rsidRPr="008C6DE4" w:rsidRDefault="00474203" w:rsidP="002320DB">
            <w:pPr>
              <w:pStyle w:val="TAL"/>
            </w:pPr>
            <w:r w:rsidRPr="008C6DE4">
              <w:t>DCI format</w:t>
            </w:r>
          </w:p>
        </w:tc>
        <w:tc>
          <w:tcPr>
            <w:tcW w:w="3586" w:type="dxa"/>
            <w:shd w:val="clear" w:color="auto" w:fill="auto"/>
            <w:vAlign w:val="center"/>
          </w:tcPr>
          <w:p w14:paraId="2D6EB7D3" w14:textId="77777777" w:rsidR="00474203" w:rsidRPr="008C6DE4" w:rsidRDefault="00474203" w:rsidP="002320DB">
            <w:pPr>
              <w:pStyle w:val="TAC"/>
            </w:pPr>
            <w:r w:rsidRPr="008C6DE4">
              <w:t>1-0</w:t>
            </w:r>
          </w:p>
        </w:tc>
      </w:tr>
      <w:tr w:rsidR="00DD3199" w:rsidRPr="008C6DE4" w14:paraId="15162902" w14:textId="77777777" w:rsidTr="00867D3A">
        <w:trPr>
          <w:jc w:val="center"/>
        </w:trPr>
        <w:tc>
          <w:tcPr>
            <w:tcW w:w="2649" w:type="dxa"/>
            <w:shd w:val="clear" w:color="auto" w:fill="auto"/>
            <w:vAlign w:val="center"/>
          </w:tcPr>
          <w:p w14:paraId="05E67D09" w14:textId="77777777" w:rsidR="00474203" w:rsidRPr="008C6DE4" w:rsidRDefault="00474203" w:rsidP="002320DB">
            <w:pPr>
              <w:pStyle w:val="TAL"/>
            </w:pPr>
            <w:r w:rsidRPr="008C6DE4">
              <w:t>Number of control OFDM symbols</w:t>
            </w:r>
          </w:p>
        </w:tc>
        <w:tc>
          <w:tcPr>
            <w:tcW w:w="3586" w:type="dxa"/>
            <w:shd w:val="clear" w:color="auto" w:fill="auto"/>
            <w:vAlign w:val="center"/>
          </w:tcPr>
          <w:p w14:paraId="76577AFD" w14:textId="77777777" w:rsidR="00474203" w:rsidRPr="008C6DE4" w:rsidRDefault="00474203" w:rsidP="002320DB">
            <w:pPr>
              <w:pStyle w:val="TAC"/>
              <w:rPr>
                <w:lang w:val="de-DE"/>
              </w:rPr>
            </w:pPr>
            <w:r w:rsidRPr="008C6DE4">
              <w:t>2</w:t>
            </w:r>
          </w:p>
        </w:tc>
      </w:tr>
      <w:tr w:rsidR="00DD3199" w:rsidRPr="008C6DE4" w14:paraId="3D762C76" w14:textId="77777777" w:rsidTr="00867D3A">
        <w:trPr>
          <w:jc w:val="center"/>
        </w:trPr>
        <w:tc>
          <w:tcPr>
            <w:tcW w:w="2649" w:type="dxa"/>
            <w:shd w:val="clear" w:color="auto" w:fill="auto"/>
            <w:vAlign w:val="center"/>
          </w:tcPr>
          <w:p w14:paraId="0E2FF730" w14:textId="77777777" w:rsidR="00474203" w:rsidRPr="008C6DE4" w:rsidRDefault="00474203" w:rsidP="002320DB">
            <w:pPr>
              <w:pStyle w:val="TAL"/>
            </w:pPr>
            <w:r w:rsidRPr="008C6DE4">
              <w:t>Aggregation level (CCE)</w:t>
            </w:r>
          </w:p>
        </w:tc>
        <w:tc>
          <w:tcPr>
            <w:tcW w:w="3586" w:type="dxa"/>
            <w:shd w:val="clear" w:color="auto" w:fill="auto"/>
            <w:vAlign w:val="center"/>
          </w:tcPr>
          <w:p w14:paraId="612AAE86" w14:textId="77777777" w:rsidR="00474203" w:rsidRPr="008C6DE4" w:rsidRDefault="00474203" w:rsidP="002320DB">
            <w:pPr>
              <w:pStyle w:val="TAC"/>
            </w:pPr>
            <w:r w:rsidRPr="008C6DE4">
              <w:t>8</w:t>
            </w:r>
          </w:p>
        </w:tc>
      </w:tr>
      <w:tr w:rsidR="00DD3199" w:rsidRPr="008C6DE4" w14:paraId="093C0FC5" w14:textId="77777777" w:rsidTr="00867D3A">
        <w:trPr>
          <w:jc w:val="center"/>
        </w:trPr>
        <w:tc>
          <w:tcPr>
            <w:tcW w:w="2649" w:type="dxa"/>
            <w:shd w:val="clear" w:color="auto" w:fill="auto"/>
            <w:vAlign w:val="center"/>
          </w:tcPr>
          <w:p w14:paraId="79948647" w14:textId="77777777" w:rsidR="00474203" w:rsidRPr="008C6DE4" w:rsidRDefault="00474203" w:rsidP="002320DB">
            <w:pPr>
              <w:pStyle w:val="TAL"/>
            </w:pPr>
            <w:r w:rsidRPr="008C6DE4">
              <w:t>Ratio of hypothetical PDCCH RE energy to average CSI-RS RE energy</w:t>
            </w:r>
          </w:p>
        </w:tc>
        <w:tc>
          <w:tcPr>
            <w:tcW w:w="3586" w:type="dxa"/>
            <w:shd w:val="clear" w:color="auto" w:fill="auto"/>
            <w:vAlign w:val="center"/>
          </w:tcPr>
          <w:p w14:paraId="51F042B6" w14:textId="77777777" w:rsidR="00474203" w:rsidRPr="008C6DE4" w:rsidRDefault="00474203" w:rsidP="002320DB">
            <w:pPr>
              <w:pStyle w:val="TAC"/>
            </w:pPr>
            <w:r w:rsidRPr="008C6DE4">
              <w:t>4dB</w:t>
            </w:r>
          </w:p>
        </w:tc>
      </w:tr>
      <w:tr w:rsidR="00DD3199" w:rsidRPr="008C6DE4" w14:paraId="190589D0" w14:textId="77777777" w:rsidTr="00867D3A">
        <w:trPr>
          <w:jc w:val="center"/>
        </w:trPr>
        <w:tc>
          <w:tcPr>
            <w:tcW w:w="2649" w:type="dxa"/>
            <w:shd w:val="clear" w:color="auto" w:fill="auto"/>
            <w:vAlign w:val="center"/>
          </w:tcPr>
          <w:p w14:paraId="6035AF43" w14:textId="77777777" w:rsidR="00474203" w:rsidRPr="008C6DE4" w:rsidRDefault="00474203" w:rsidP="002320DB">
            <w:pPr>
              <w:pStyle w:val="TAL"/>
            </w:pPr>
            <w:r w:rsidRPr="008C6DE4">
              <w:t>Ratio of hypothetical PDCCH DMRS energy to average CSI-RS RE energy</w:t>
            </w:r>
          </w:p>
        </w:tc>
        <w:tc>
          <w:tcPr>
            <w:tcW w:w="3586" w:type="dxa"/>
            <w:shd w:val="clear" w:color="auto" w:fill="auto"/>
            <w:vAlign w:val="center"/>
          </w:tcPr>
          <w:p w14:paraId="06918E1C" w14:textId="77777777" w:rsidR="00474203" w:rsidRPr="008C6DE4" w:rsidRDefault="00474203" w:rsidP="002320DB">
            <w:pPr>
              <w:pStyle w:val="TAC"/>
            </w:pPr>
            <w:r w:rsidRPr="008C6DE4">
              <w:t>4dB</w:t>
            </w:r>
          </w:p>
        </w:tc>
      </w:tr>
      <w:tr w:rsidR="00DD3199" w:rsidRPr="008C6DE4" w14:paraId="3D0B8C2A" w14:textId="77777777" w:rsidTr="00867D3A">
        <w:trPr>
          <w:jc w:val="center"/>
        </w:trPr>
        <w:tc>
          <w:tcPr>
            <w:tcW w:w="2649" w:type="dxa"/>
            <w:shd w:val="clear" w:color="auto" w:fill="auto"/>
            <w:vAlign w:val="center"/>
          </w:tcPr>
          <w:p w14:paraId="0484A88A" w14:textId="6909FAC6" w:rsidR="00474203" w:rsidRPr="008C6DE4" w:rsidRDefault="00474203" w:rsidP="002320DB">
            <w:pPr>
              <w:pStyle w:val="TAL"/>
            </w:pPr>
            <w:r w:rsidRPr="008C6DE4">
              <w:t>Bandwidth (PRBs)</w:t>
            </w:r>
          </w:p>
        </w:tc>
        <w:tc>
          <w:tcPr>
            <w:tcW w:w="3586" w:type="dxa"/>
            <w:shd w:val="clear" w:color="auto" w:fill="auto"/>
            <w:vAlign w:val="center"/>
          </w:tcPr>
          <w:p w14:paraId="70425D8B" w14:textId="77777777" w:rsidR="00474203" w:rsidRPr="008C6DE4" w:rsidRDefault="00474203" w:rsidP="002320DB">
            <w:pPr>
              <w:pStyle w:val="TAC"/>
            </w:pPr>
            <w:r w:rsidRPr="008C6DE4">
              <w:t>48</w:t>
            </w:r>
          </w:p>
        </w:tc>
      </w:tr>
      <w:tr w:rsidR="00DD3199" w:rsidRPr="008C6DE4" w14:paraId="63A9428A" w14:textId="77777777" w:rsidTr="00867D3A">
        <w:trPr>
          <w:jc w:val="center"/>
        </w:trPr>
        <w:tc>
          <w:tcPr>
            <w:tcW w:w="2649" w:type="dxa"/>
            <w:shd w:val="clear" w:color="auto" w:fill="auto"/>
            <w:vAlign w:val="center"/>
          </w:tcPr>
          <w:p w14:paraId="7F0D0C08" w14:textId="77777777" w:rsidR="00474203" w:rsidRPr="008C6DE4" w:rsidRDefault="00474203" w:rsidP="002320DB">
            <w:pPr>
              <w:pStyle w:val="TAL"/>
            </w:pPr>
            <w:r w:rsidRPr="008C6DE4">
              <w:t>Sub-carrier spacing (kHz)</w:t>
            </w:r>
          </w:p>
        </w:tc>
        <w:tc>
          <w:tcPr>
            <w:tcW w:w="3586" w:type="dxa"/>
            <w:shd w:val="clear" w:color="auto" w:fill="auto"/>
            <w:vAlign w:val="center"/>
          </w:tcPr>
          <w:p w14:paraId="32939AE0" w14:textId="77777777" w:rsidR="00474203" w:rsidRPr="008C6DE4" w:rsidRDefault="00474203" w:rsidP="002320DB">
            <w:pPr>
              <w:pStyle w:val="TAC"/>
            </w:pPr>
            <w:r w:rsidRPr="008C6DE4">
              <w:t>SCS of the active DL BWP</w:t>
            </w:r>
          </w:p>
        </w:tc>
      </w:tr>
      <w:tr w:rsidR="00DD3199" w:rsidRPr="008C6DE4" w14:paraId="6B847D90" w14:textId="77777777" w:rsidTr="00867D3A">
        <w:trPr>
          <w:jc w:val="center"/>
        </w:trPr>
        <w:tc>
          <w:tcPr>
            <w:tcW w:w="2649" w:type="dxa"/>
            <w:shd w:val="clear" w:color="auto" w:fill="auto"/>
            <w:vAlign w:val="center"/>
          </w:tcPr>
          <w:p w14:paraId="6F6A86B1" w14:textId="77777777" w:rsidR="00474203" w:rsidRPr="008C6DE4" w:rsidRDefault="00474203" w:rsidP="002320DB">
            <w:pPr>
              <w:pStyle w:val="TAL"/>
            </w:pPr>
            <w:r w:rsidRPr="008C6DE4">
              <w:t>DMRS precoder granularity</w:t>
            </w:r>
          </w:p>
        </w:tc>
        <w:tc>
          <w:tcPr>
            <w:tcW w:w="3586" w:type="dxa"/>
            <w:shd w:val="clear" w:color="auto" w:fill="auto"/>
            <w:vAlign w:val="center"/>
          </w:tcPr>
          <w:p w14:paraId="64BE16FB" w14:textId="77777777" w:rsidR="00474203" w:rsidRPr="008C6DE4" w:rsidRDefault="00474203" w:rsidP="002320DB">
            <w:pPr>
              <w:pStyle w:val="TAC"/>
            </w:pPr>
            <w:r w:rsidRPr="008C6DE4">
              <w:t>REG bundle size</w:t>
            </w:r>
          </w:p>
        </w:tc>
      </w:tr>
      <w:tr w:rsidR="00DD3199" w:rsidRPr="008C6DE4" w14:paraId="1F1DEBD6" w14:textId="77777777" w:rsidTr="00867D3A">
        <w:trPr>
          <w:jc w:val="center"/>
        </w:trPr>
        <w:tc>
          <w:tcPr>
            <w:tcW w:w="2649" w:type="dxa"/>
            <w:shd w:val="clear" w:color="auto" w:fill="auto"/>
            <w:vAlign w:val="center"/>
          </w:tcPr>
          <w:p w14:paraId="54D1EA1C" w14:textId="77777777" w:rsidR="00474203" w:rsidRPr="008C6DE4" w:rsidRDefault="00474203" w:rsidP="002320DB">
            <w:pPr>
              <w:pStyle w:val="TAL"/>
            </w:pPr>
            <w:r w:rsidRPr="008C6DE4">
              <w:t>REG bundle size</w:t>
            </w:r>
          </w:p>
        </w:tc>
        <w:tc>
          <w:tcPr>
            <w:tcW w:w="3586" w:type="dxa"/>
            <w:shd w:val="clear" w:color="auto" w:fill="auto"/>
            <w:vAlign w:val="center"/>
          </w:tcPr>
          <w:p w14:paraId="140F0420" w14:textId="77777777" w:rsidR="00474203" w:rsidRPr="008C6DE4" w:rsidRDefault="00474203" w:rsidP="002320DB">
            <w:pPr>
              <w:pStyle w:val="TAC"/>
            </w:pPr>
            <w:r w:rsidRPr="008C6DE4">
              <w:t>6</w:t>
            </w:r>
          </w:p>
        </w:tc>
      </w:tr>
      <w:tr w:rsidR="00DD3199" w:rsidRPr="008C6DE4" w14:paraId="71E5A234" w14:textId="77777777" w:rsidTr="00867D3A">
        <w:trPr>
          <w:jc w:val="center"/>
        </w:trPr>
        <w:tc>
          <w:tcPr>
            <w:tcW w:w="2649" w:type="dxa"/>
            <w:shd w:val="clear" w:color="auto" w:fill="auto"/>
            <w:vAlign w:val="center"/>
          </w:tcPr>
          <w:p w14:paraId="7A8A7EE4" w14:textId="77777777" w:rsidR="00474203" w:rsidRPr="008C6DE4" w:rsidRDefault="00474203" w:rsidP="002320DB">
            <w:pPr>
              <w:pStyle w:val="TAL"/>
            </w:pPr>
            <w:r w:rsidRPr="008C6DE4">
              <w:t>CP length</w:t>
            </w:r>
          </w:p>
        </w:tc>
        <w:tc>
          <w:tcPr>
            <w:tcW w:w="3586" w:type="dxa"/>
            <w:shd w:val="clear" w:color="auto" w:fill="auto"/>
            <w:vAlign w:val="center"/>
          </w:tcPr>
          <w:p w14:paraId="2E32E771" w14:textId="77777777" w:rsidR="00474203" w:rsidRPr="008C6DE4" w:rsidRDefault="00474203" w:rsidP="002320DB">
            <w:pPr>
              <w:pStyle w:val="TAC"/>
            </w:pPr>
            <w:r w:rsidRPr="008C6DE4">
              <w:t>Normal</w:t>
            </w:r>
          </w:p>
        </w:tc>
      </w:tr>
      <w:tr w:rsidR="00474203" w:rsidRPr="008C6DE4" w14:paraId="6ECBAEF0" w14:textId="77777777" w:rsidTr="00867D3A">
        <w:trPr>
          <w:jc w:val="center"/>
        </w:trPr>
        <w:tc>
          <w:tcPr>
            <w:tcW w:w="2649" w:type="dxa"/>
            <w:shd w:val="clear" w:color="auto" w:fill="auto"/>
            <w:vAlign w:val="center"/>
          </w:tcPr>
          <w:p w14:paraId="118CA206" w14:textId="77777777" w:rsidR="00474203" w:rsidRPr="008C6DE4" w:rsidRDefault="00474203" w:rsidP="002320DB">
            <w:pPr>
              <w:pStyle w:val="TAL"/>
            </w:pPr>
            <w:r w:rsidRPr="008C6DE4">
              <w:t>Mapping from REG to CCE</w:t>
            </w:r>
          </w:p>
        </w:tc>
        <w:tc>
          <w:tcPr>
            <w:tcW w:w="3586" w:type="dxa"/>
            <w:shd w:val="clear" w:color="auto" w:fill="auto"/>
            <w:vAlign w:val="center"/>
          </w:tcPr>
          <w:p w14:paraId="5B3080D7" w14:textId="77777777" w:rsidR="00474203" w:rsidRPr="008C6DE4" w:rsidRDefault="00474203" w:rsidP="002320DB">
            <w:pPr>
              <w:pStyle w:val="TAC"/>
            </w:pPr>
            <w:r w:rsidRPr="008C6DE4">
              <w:t>Distributed</w:t>
            </w:r>
          </w:p>
        </w:tc>
      </w:tr>
    </w:tbl>
    <w:p w14:paraId="1703308A" w14:textId="77777777" w:rsidR="00474203" w:rsidRPr="008C6DE4" w:rsidRDefault="00474203" w:rsidP="00474203"/>
    <w:p w14:paraId="7069E1A4" w14:textId="77777777" w:rsidR="00474203" w:rsidRPr="008C6DE4" w:rsidRDefault="00474203" w:rsidP="002320DB">
      <w:pPr>
        <w:pStyle w:val="TH"/>
      </w:pPr>
      <w:r w:rsidRPr="008C6DE4">
        <w:t>Table 8.1.3.1-2: PDCCH transmission parameters for in-sync evaluation</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49"/>
        <w:gridCol w:w="3586"/>
      </w:tblGrid>
      <w:tr w:rsidR="00DD3199" w:rsidRPr="008C6DE4" w14:paraId="095F3F0B" w14:textId="77777777" w:rsidTr="00867D3A">
        <w:trPr>
          <w:jc w:val="center"/>
        </w:trPr>
        <w:tc>
          <w:tcPr>
            <w:tcW w:w="2649" w:type="dxa"/>
            <w:shd w:val="clear" w:color="auto" w:fill="auto"/>
            <w:vAlign w:val="center"/>
          </w:tcPr>
          <w:p w14:paraId="290243AB" w14:textId="77777777" w:rsidR="00474203" w:rsidRPr="008C6DE4" w:rsidRDefault="00474203" w:rsidP="002320DB">
            <w:pPr>
              <w:pStyle w:val="TAH"/>
              <w:rPr>
                <w:rFonts w:cs="Arial"/>
                <w:szCs w:val="18"/>
              </w:rPr>
            </w:pPr>
            <w:r w:rsidRPr="008C6DE4">
              <w:rPr>
                <w:rFonts w:cs="Arial"/>
                <w:szCs w:val="18"/>
              </w:rPr>
              <w:t>Attribute</w:t>
            </w:r>
          </w:p>
        </w:tc>
        <w:tc>
          <w:tcPr>
            <w:tcW w:w="3586" w:type="dxa"/>
            <w:shd w:val="clear" w:color="auto" w:fill="auto"/>
            <w:vAlign w:val="center"/>
          </w:tcPr>
          <w:p w14:paraId="56EAD0F6" w14:textId="77777777" w:rsidR="00474203" w:rsidRPr="008C6DE4" w:rsidRDefault="00474203" w:rsidP="002320DB">
            <w:pPr>
              <w:pStyle w:val="TAC"/>
            </w:pPr>
            <w:r w:rsidRPr="008C6DE4">
              <w:t>Value for BLER Configuration #0</w:t>
            </w:r>
          </w:p>
        </w:tc>
      </w:tr>
      <w:tr w:rsidR="00DD3199" w:rsidRPr="008C6DE4" w14:paraId="39DBE189" w14:textId="77777777" w:rsidTr="00867D3A">
        <w:trPr>
          <w:trHeight w:val="201"/>
          <w:jc w:val="center"/>
        </w:trPr>
        <w:tc>
          <w:tcPr>
            <w:tcW w:w="2649" w:type="dxa"/>
            <w:shd w:val="clear" w:color="auto" w:fill="auto"/>
            <w:vAlign w:val="center"/>
          </w:tcPr>
          <w:p w14:paraId="26023C06" w14:textId="77777777" w:rsidR="00474203" w:rsidRPr="008C6DE4" w:rsidRDefault="00474203" w:rsidP="002320DB">
            <w:pPr>
              <w:pStyle w:val="TAL"/>
            </w:pPr>
            <w:r w:rsidRPr="008C6DE4">
              <w:t>DCI payload size</w:t>
            </w:r>
          </w:p>
        </w:tc>
        <w:tc>
          <w:tcPr>
            <w:tcW w:w="3586" w:type="dxa"/>
            <w:shd w:val="clear" w:color="auto" w:fill="auto"/>
            <w:vAlign w:val="center"/>
          </w:tcPr>
          <w:p w14:paraId="3EC58068" w14:textId="77777777" w:rsidR="00474203" w:rsidRPr="008C6DE4" w:rsidRDefault="00474203" w:rsidP="002320DB">
            <w:pPr>
              <w:pStyle w:val="TAC"/>
            </w:pPr>
            <w:r w:rsidRPr="008C6DE4">
              <w:t>1-0</w:t>
            </w:r>
          </w:p>
        </w:tc>
      </w:tr>
      <w:tr w:rsidR="00DD3199" w:rsidRPr="008C6DE4" w14:paraId="52AF3B96" w14:textId="77777777" w:rsidTr="00867D3A">
        <w:trPr>
          <w:jc w:val="center"/>
        </w:trPr>
        <w:tc>
          <w:tcPr>
            <w:tcW w:w="2649" w:type="dxa"/>
            <w:shd w:val="clear" w:color="auto" w:fill="auto"/>
            <w:vAlign w:val="center"/>
          </w:tcPr>
          <w:p w14:paraId="436810BF" w14:textId="77777777" w:rsidR="00474203" w:rsidRPr="008C6DE4" w:rsidRDefault="00474203" w:rsidP="002320DB">
            <w:pPr>
              <w:pStyle w:val="TAL"/>
            </w:pPr>
            <w:r w:rsidRPr="008C6DE4">
              <w:t>Number of control OFDM symbols</w:t>
            </w:r>
          </w:p>
        </w:tc>
        <w:tc>
          <w:tcPr>
            <w:tcW w:w="3586" w:type="dxa"/>
            <w:shd w:val="clear" w:color="auto" w:fill="auto"/>
            <w:vAlign w:val="center"/>
          </w:tcPr>
          <w:p w14:paraId="0A575046" w14:textId="77777777" w:rsidR="00474203" w:rsidRPr="008C6DE4" w:rsidRDefault="00474203" w:rsidP="002320DB">
            <w:pPr>
              <w:pStyle w:val="TAC"/>
              <w:rPr>
                <w:lang w:val="de-DE"/>
              </w:rPr>
            </w:pPr>
            <w:r w:rsidRPr="008C6DE4">
              <w:t>2</w:t>
            </w:r>
          </w:p>
        </w:tc>
      </w:tr>
      <w:tr w:rsidR="00DD3199" w:rsidRPr="008C6DE4" w14:paraId="535C81BC" w14:textId="77777777" w:rsidTr="00867D3A">
        <w:trPr>
          <w:jc w:val="center"/>
        </w:trPr>
        <w:tc>
          <w:tcPr>
            <w:tcW w:w="2649" w:type="dxa"/>
            <w:shd w:val="clear" w:color="auto" w:fill="auto"/>
            <w:vAlign w:val="center"/>
          </w:tcPr>
          <w:p w14:paraId="278DBF23" w14:textId="77777777" w:rsidR="00474203" w:rsidRPr="008C6DE4" w:rsidRDefault="00474203" w:rsidP="002320DB">
            <w:pPr>
              <w:pStyle w:val="TAL"/>
            </w:pPr>
            <w:r w:rsidRPr="008C6DE4">
              <w:t>Aggregation level (CCE)</w:t>
            </w:r>
          </w:p>
        </w:tc>
        <w:tc>
          <w:tcPr>
            <w:tcW w:w="3586" w:type="dxa"/>
            <w:shd w:val="clear" w:color="auto" w:fill="auto"/>
            <w:vAlign w:val="center"/>
          </w:tcPr>
          <w:p w14:paraId="03EA6CCC" w14:textId="77777777" w:rsidR="00474203" w:rsidRPr="008C6DE4" w:rsidRDefault="00474203" w:rsidP="002320DB">
            <w:pPr>
              <w:pStyle w:val="TAC"/>
            </w:pPr>
            <w:r w:rsidRPr="008C6DE4">
              <w:t>4</w:t>
            </w:r>
          </w:p>
        </w:tc>
      </w:tr>
      <w:tr w:rsidR="00DD3199" w:rsidRPr="008C6DE4" w14:paraId="197393F0" w14:textId="77777777" w:rsidTr="00867D3A">
        <w:trPr>
          <w:jc w:val="center"/>
        </w:trPr>
        <w:tc>
          <w:tcPr>
            <w:tcW w:w="2649" w:type="dxa"/>
            <w:shd w:val="clear" w:color="auto" w:fill="auto"/>
            <w:vAlign w:val="center"/>
          </w:tcPr>
          <w:p w14:paraId="1EE9E8E8" w14:textId="77777777" w:rsidR="00474203" w:rsidRPr="008C6DE4" w:rsidRDefault="00474203" w:rsidP="002320DB">
            <w:pPr>
              <w:pStyle w:val="TAL"/>
            </w:pPr>
            <w:r w:rsidRPr="008C6DE4">
              <w:t>Ratio of hypothetical PDCCH RE energy to average CSI-RS RE energy</w:t>
            </w:r>
          </w:p>
        </w:tc>
        <w:tc>
          <w:tcPr>
            <w:tcW w:w="3586" w:type="dxa"/>
            <w:shd w:val="clear" w:color="auto" w:fill="auto"/>
            <w:vAlign w:val="center"/>
          </w:tcPr>
          <w:p w14:paraId="0E98DD6F" w14:textId="77777777" w:rsidR="00474203" w:rsidRPr="008C6DE4" w:rsidRDefault="00474203" w:rsidP="002320DB">
            <w:pPr>
              <w:pStyle w:val="TAC"/>
            </w:pPr>
            <w:r w:rsidRPr="008C6DE4">
              <w:t>0dB</w:t>
            </w:r>
          </w:p>
        </w:tc>
      </w:tr>
      <w:tr w:rsidR="00DD3199" w:rsidRPr="008C6DE4" w14:paraId="4A3D1034" w14:textId="77777777" w:rsidTr="00867D3A">
        <w:trPr>
          <w:jc w:val="center"/>
        </w:trPr>
        <w:tc>
          <w:tcPr>
            <w:tcW w:w="2649" w:type="dxa"/>
            <w:shd w:val="clear" w:color="auto" w:fill="auto"/>
            <w:vAlign w:val="center"/>
          </w:tcPr>
          <w:p w14:paraId="01FF22E7" w14:textId="77777777" w:rsidR="00474203" w:rsidRPr="008C6DE4" w:rsidRDefault="00474203" w:rsidP="002320DB">
            <w:pPr>
              <w:pStyle w:val="TAL"/>
            </w:pPr>
            <w:r w:rsidRPr="008C6DE4">
              <w:t>Ratio of hypothetical PDCCH DMRS energy to average CSI-RS RE energy</w:t>
            </w:r>
          </w:p>
        </w:tc>
        <w:tc>
          <w:tcPr>
            <w:tcW w:w="3586" w:type="dxa"/>
            <w:shd w:val="clear" w:color="auto" w:fill="auto"/>
            <w:vAlign w:val="center"/>
          </w:tcPr>
          <w:p w14:paraId="33EA9AB0" w14:textId="5443C2D0" w:rsidR="00474203" w:rsidRPr="008C6DE4" w:rsidRDefault="00570577" w:rsidP="002320DB">
            <w:pPr>
              <w:pStyle w:val="TAC"/>
            </w:pPr>
            <w:r w:rsidRPr="008C6DE4">
              <w:t>0dB</w:t>
            </w:r>
          </w:p>
        </w:tc>
      </w:tr>
      <w:tr w:rsidR="00DD3199" w:rsidRPr="008C6DE4" w14:paraId="7D55404D" w14:textId="77777777" w:rsidTr="00867D3A">
        <w:trPr>
          <w:jc w:val="center"/>
        </w:trPr>
        <w:tc>
          <w:tcPr>
            <w:tcW w:w="2649" w:type="dxa"/>
            <w:shd w:val="clear" w:color="auto" w:fill="auto"/>
            <w:vAlign w:val="center"/>
          </w:tcPr>
          <w:p w14:paraId="23A38990" w14:textId="3EE671EC" w:rsidR="00474203" w:rsidRPr="008C6DE4" w:rsidRDefault="00474203" w:rsidP="002320DB">
            <w:pPr>
              <w:pStyle w:val="TAL"/>
            </w:pPr>
            <w:r w:rsidRPr="008C6DE4">
              <w:t>Bandwidth (PRBs)</w:t>
            </w:r>
          </w:p>
        </w:tc>
        <w:tc>
          <w:tcPr>
            <w:tcW w:w="3586" w:type="dxa"/>
            <w:shd w:val="clear" w:color="auto" w:fill="auto"/>
            <w:vAlign w:val="center"/>
          </w:tcPr>
          <w:p w14:paraId="53E117A7" w14:textId="77777777" w:rsidR="00474203" w:rsidRPr="008C6DE4" w:rsidRDefault="00474203" w:rsidP="002320DB">
            <w:pPr>
              <w:pStyle w:val="TAC"/>
            </w:pPr>
            <w:r w:rsidRPr="008C6DE4">
              <w:t>48</w:t>
            </w:r>
          </w:p>
        </w:tc>
      </w:tr>
      <w:tr w:rsidR="00DD3199" w:rsidRPr="008C6DE4" w14:paraId="5694C1DB" w14:textId="77777777" w:rsidTr="00867D3A">
        <w:trPr>
          <w:jc w:val="center"/>
        </w:trPr>
        <w:tc>
          <w:tcPr>
            <w:tcW w:w="2649" w:type="dxa"/>
            <w:shd w:val="clear" w:color="auto" w:fill="auto"/>
            <w:vAlign w:val="center"/>
          </w:tcPr>
          <w:p w14:paraId="4A90B39F" w14:textId="77777777" w:rsidR="00474203" w:rsidRPr="008C6DE4" w:rsidRDefault="00474203" w:rsidP="002320DB">
            <w:pPr>
              <w:pStyle w:val="TAL"/>
            </w:pPr>
            <w:r w:rsidRPr="008C6DE4">
              <w:t>Sub-carrier spacing (kHz)</w:t>
            </w:r>
          </w:p>
        </w:tc>
        <w:tc>
          <w:tcPr>
            <w:tcW w:w="3586" w:type="dxa"/>
            <w:shd w:val="clear" w:color="auto" w:fill="auto"/>
            <w:vAlign w:val="center"/>
          </w:tcPr>
          <w:p w14:paraId="2C47B919" w14:textId="77777777" w:rsidR="00474203" w:rsidRPr="008C6DE4" w:rsidRDefault="00474203" w:rsidP="002320DB">
            <w:pPr>
              <w:pStyle w:val="TAC"/>
            </w:pPr>
            <w:r w:rsidRPr="008C6DE4">
              <w:t>SCS of the active DL BWP</w:t>
            </w:r>
          </w:p>
        </w:tc>
      </w:tr>
      <w:tr w:rsidR="00DD3199" w:rsidRPr="008C6DE4" w14:paraId="7E7B3090" w14:textId="77777777" w:rsidTr="00867D3A">
        <w:trPr>
          <w:jc w:val="center"/>
        </w:trPr>
        <w:tc>
          <w:tcPr>
            <w:tcW w:w="2649" w:type="dxa"/>
            <w:shd w:val="clear" w:color="auto" w:fill="auto"/>
            <w:vAlign w:val="center"/>
          </w:tcPr>
          <w:p w14:paraId="23DDDD3B" w14:textId="77777777" w:rsidR="00474203" w:rsidRPr="008C6DE4" w:rsidRDefault="00474203" w:rsidP="002320DB">
            <w:pPr>
              <w:pStyle w:val="TAL"/>
            </w:pPr>
            <w:r w:rsidRPr="008C6DE4">
              <w:t>DMRS precoder granularity</w:t>
            </w:r>
          </w:p>
        </w:tc>
        <w:tc>
          <w:tcPr>
            <w:tcW w:w="3586" w:type="dxa"/>
            <w:shd w:val="clear" w:color="auto" w:fill="auto"/>
            <w:vAlign w:val="center"/>
          </w:tcPr>
          <w:p w14:paraId="117CDEC7" w14:textId="77777777" w:rsidR="00474203" w:rsidRPr="008C6DE4" w:rsidRDefault="00474203" w:rsidP="002320DB">
            <w:pPr>
              <w:pStyle w:val="TAC"/>
            </w:pPr>
            <w:r w:rsidRPr="008C6DE4">
              <w:t>REG bundle size</w:t>
            </w:r>
          </w:p>
        </w:tc>
      </w:tr>
      <w:tr w:rsidR="00DD3199" w:rsidRPr="008C6DE4" w14:paraId="2B3FCB2B" w14:textId="77777777" w:rsidTr="00867D3A">
        <w:trPr>
          <w:jc w:val="center"/>
        </w:trPr>
        <w:tc>
          <w:tcPr>
            <w:tcW w:w="2649" w:type="dxa"/>
            <w:shd w:val="clear" w:color="auto" w:fill="auto"/>
            <w:vAlign w:val="center"/>
          </w:tcPr>
          <w:p w14:paraId="5702EDF6" w14:textId="77777777" w:rsidR="00474203" w:rsidRPr="008C6DE4" w:rsidRDefault="00474203" w:rsidP="002320DB">
            <w:pPr>
              <w:pStyle w:val="TAL"/>
            </w:pPr>
            <w:r w:rsidRPr="008C6DE4">
              <w:t>REG bundle size</w:t>
            </w:r>
          </w:p>
        </w:tc>
        <w:tc>
          <w:tcPr>
            <w:tcW w:w="3586" w:type="dxa"/>
            <w:shd w:val="clear" w:color="auto" w:fill="auto"/>
            <w:vAlign w:val="center"/>
          </w:tcPr>
          <w:p w14:paraId="266FD4B4" w14:textId="77777777" w:rsidR="00474203" w:rsidRPr="008C6DE4" w:rsidRDefault="00474203" w:rsidP="002320DB">
            <w:pPr>
              <w:pStyle w:val="TAC"/>
            </w:pPr>
            <w:r w:rsidRPr="008C6DE4">
              <w:t>6</w:t>
            </w:r>
          </w:p>
        </w:tc>
      </w:tr>
      <w:tr w:rsidR="00DD3199" w:rsidRPr="008C6DE4" w14:paraId="2535171C" w14:textId="77777777" w:rsidTr="00867D3A">
        <w:trPr>
          <w:jc w:val="center"/>
        </w:trPr>
        <w:tc>
          <w:tcPr>
            <w:tcW w:w="2649" w:type="dxa"/>
            <w:shd w:val="clear" w:color="auto" w:fill="auto"/>
            <w:vAlign w:val="center"/>
          </w:tcPr>
          <w:p w14:paraId="4961F8ED" w14:textId="77777777" w:rsidR="00474203" w:rsidRPr="008C6DE4" w:rsidRDefault="00474203" w:rsidP="002320DB">
            <w:pPr>
              <w:pStyle w:val="TAL"/>
            </w:pPr>
            <w:r w:rsidRPr="008C6DE4">
              <w:t>CP length</w:t>
            </w:r>
          </w:p>
        </w:tc>
        <w:tc>
          <w:tcPr>
            <w:tcW w:w="3586" w:type="dxa"/>
            <w:shd w:val="clear" w:color="auto" w:fill="auto"/>
            <w:vAlign w:val="center"/>
          </w:tcPr>
          <w:p w14:paraId="4E9780CD" w14:textId="77777777" w:rsidR="00474203" w:rsidRPr="008C6DE4" w:rsidRDefault="00474203" w:rsidP="002320DB">
            <w:pPr>
              <w:pStyle w:val="TAC"/>
            </w:pPr>
            <w:r w:rsidRPr="008C6DE4">
              <w:t>Normal</w:t>
            </w:r>
          </w:p>
        </w:tc>
      </w:tr>
      <w:tr w:rsidR="00474203" w:rsidRPr="008C6DE4" w14:paraId="31892424" w14:textId="77777777" w:rsidTr="00867D3A">
        <w:trPr>
          <w:jc w:val="center"/>
        </w:trPr>
        <w:tc>
          <w:tcPr>
            <w:tcW w:w="2649" w:type="dxa"/>
            <w:shd w:val="clear" w:color="auto" w:fill="auto"/>
            <w:vAlign w:val="center"/>
          </w:tcPr>
          <w:p w14:paraId="00C45076" w14:textId="77777777" w:rsidR="00474203" w:rsidRPr="008C6DE4" w:rsidRDefault="00474203" w:rsidP="002320DB">
            <w:pPr>
              <w:pStyle w:val="TAL"/>
            </w:pPr>
            <w:r w:rsidRPr="008C6DE4">
              <w:t>Mapping from REG to CCE</w:t>
            </w:r>
          </w:p>
        </w:tc>
        <w:tc>
          <w:tcPr>
            <w:tcW w:w="3586" w:type="dxa"/>
            <w:shd w:val="clear" w:color="auto" w:fill="auto"/>
            <w:vAlign w:val="center"/>
          </w:tcPr>
          <w:p w14:paraId="064F76B1" w14:textId="77777777" w:rsidR="00474203" w:rsidRPr="008C6DE4" w:rsidRDefault="00474203" w:rsidP="002320DB">
            <w:pPr>
              <w:pStyle w:val="TAC"/>
            </w:pPr>
            <w:r w:rsidRPr="008C6DE4">
              <w:t>Distributed</w:t>
            </w:r>
          </w:p>
        </w:tc>
      </w:tr>
    </w:tbl>
    <w:p w14:paraId="753C551F" w14:textId="77777777" w:rsidR="00474203" w:rsidRPr="008C6DE4" w:rsidRDefault="00474203" w:rsidP="00474203"/>
    <w:p w14:paraId="269A7139" w14:textId="359726FB" w:rsidR="00474203" w:rsidRPr="008C6DE4" w:rsidRDefault="0048284E" w:rsidP="0048284E">
      <w:pPr>
        <w:pStyle w:val="Heading4"/>
      </w:pPr>
      <w:r w:rsidRPr="008C6DE4">
        <w:t>8.1.3.2</w:t>
      </w:r>
      <w:r w:rsidR="00474203" w:rsidRPr="008C6DE4">
        <w:tab/>
        <w:t>Minimum requirement</w:t>
      </w:r>
    </w:p>
    <w:p w14:paraId="1D7AE5A9" w14:textId="0C2462BF" w:rsidR="00D40AEE" w:rsidRPr="008C6DE4" w:rsidRDefault="00D40AEE" w:rsidP="00D40AEE">
      <w:pPr>
        <w:rPr>
          <w:rFonts w:eastAsia="?? ??"/>
        </w:rPr>
      </w:pPr>
      <w:r w:rsidRPr="008C6DE4">
        <w:rPr>
          <w:rFonts w:eastAsia="?? ??"/>
        </w:rPr>
        <w:t xml:space="preserve">UE shall be able to evaluate whether the downlink radio link quality on the configured RLM-RS </w:t>
      </w:r>
      <w:r w:rsidRPr="008C6DE4">
        <w:rPr>
          <w:rFonts w:cs="Arial"/>
        </w:rPr>
        <w:t>resource</w:t>
      </w:r>
      <w:r w:rsidRPr="008C6DE4">
        <w:t xml:space="preserve"> estimated </w:t>
      </w:r>
      <w:r w:rsidRPr="008C6DE4">
        <w:rPr>
          <w:rFonts w:eastAsia="?? ??"/>
        </w:rPr>
        <w:t xml:space="preserve">over the last </w:t>
      </w:r>
      <w:r w:rsidRPr="008C6DE4">
        <w:t>T</w:t>
      </w:r>
      <w:r w:rsidRPr="008C6DE4">
        <w:rPr>
          <w:vertAlign w:val="subscript"/>
        </w:rPr>
        <w:t>Evaluate_out_CSI-RS</w:t>
      </w:r>
      <w:r w:rsidRPr="008C6DE4">
        <w:rPr>
          <w:rFonts w:eastAsia="?? ??"/>
        </w:rPr>
        <w:t xml:space="preserve"> ms period</w:t>
      </w:r>
      <w:r w:rsidRPr="008C6DE4">
        <w:t xml:space="preserve"> </w:t>
      </w:r>
      <w:r w:rsidRPr="008C6DE4">
        <w:rPr>
          <w:rFonts w:eastAsia="?? ??"/>
        </w:rPr>
        <w:t>becomes worse than the threshold Q</w:t>
      </w:r>
      <w:r w:rsidRPr="008C6DE4">
        <w:rPr>
          <w:rFonts w:eastAsia="?? ??"/>
          <w:vertAlign w:val="subscript"/>
        </w:rPr>
        <w:t>out_CSI-RS</w:t>
      </w:r>
      <w:r w:rsidRPr="008C6DE4">
        <w:rPr>
          <w:rFonts w:eastAsia="?? ??"/>
        </w:rPr>
        <w:t xml:space="preserve"> within </w:t>
      </w:r>
      <w:r w:rsidRPr="008C6DE4">
        <w:t>T</w:t>
      </w:r>
      <w:r w:rsidRPr="008C6DE4">
        <w:rPr>
          <w:vertAlign w:val="subscript"/>
        </w:rPr>
        <w:t>Evaluate_out_CSI-RS</w:t>
      </w:r>
      <w:r w:rsidRPr="008C6DE4">
        <w:rPr>
          <w:rFonts w:eastAsia="?? ??"/>
        </w:rPr>
        <w:t xml:space="preserve"> [ms] evaluation period.</w:t>
      </w:r>
    </w:p>
    <w:p w14:paraId="0EC95026" w14:textId="1DC0920A" w:rsidR="00D40AEE" w:rsidRPr="008C6DE4" w:rsidRDefault="00D40AEE" w:rsidP="00D40AEE">
      <w:pPr>
        <w:rPr>
          <w:rFonts w:eastAsia="?? ??"/>
        </w:rPr>
      </w:pPr>
      <w:r w:rsidRPr="008C6DE4">
        <w:rPr>
          <w:rFonts w:eastAsia="?? ??"/>
        </w:rPr>
        <w:t xml:space="preserve">UE shall be able to evaluate whether the downlink radio link quality on the configured RLM-RS </w:t>
      </w:r>
      <w:r w:rsidRPr="008C6DE4">
        <w:rPr>
          <w:rFonts w:cs="Arial"/>
        </w:rPr>
        <w:t>resource</w:t>
      </w:r>
      <w:r w:rsidRPr="008C6DE4">
        <w:t xml:space="preserve"> estimated </w:t>
      </w:r>
      <w:r w:rsidRPr="008C6DE4">
        <w:rPr>
          <w:rFonts w:eastAsia="?? ??"/>
        </w:rPr>
        <w:t xml:space="preserve">over the last </w:t>
      </w:r>
      <w:r w:rsidRPr="008C6DE4">
        <w:t>T</w:t>
      </w:r>
      <w:r w:rsidRPr="008C6DE4">
        <w:rPr>
          <w:vertAlign w:val="subscript"/>
        </w:rPr>
        <w:t>Evaluate_in_CSI-RS</w:t>
      </w:r>
      <w:r w:rsidRPr="008C6DE4">
        <w:rPr>
          <w:rFonts w:eastAsia="?? ??"/>
        </w:rPr>
        <w:t xml:space="preserve"> ms period</w:t>
      </w:r>
      <w:r w:rsidRPr="008C6DE4">
        <w:t xml:space="preserve"> </w:t>
      </w:r>
      <w:r w:rsidRPr="008C6DE4">
        <w:rPr>
          <w:rFonts w:eastAsia="?? ??"/>
        </w:rPr>
        <w:t>becomes better than the threshold Q</w:t>
      </w:r>
      <w:r w:rsidRPr="008C6DE4">
        <w:rPr>
          <w:rFonts w:eastAsia="?? ??"/>
          <w:vertAlign w:val="subscript"/>
        </w:rPr>
        <w:t>in_CSI-RS</w:t>
      </w:r>
      <w:r w:rsidRPr="008C6DE4">
        <w:rPr>
          <w:rFonts w:eastAsia="?? ??"/>
        </w:rPr>
        <w:t xml:space="preserve"> within </w:t>
      </w:r>
      <w:r w:rsidRPr="008C6DE4">
        <w:t>T</w:t>
      </w:r>
      <w:r w:rsidRPr="008C6DE4">
        <w:rPr>
          <w:vertAlign w:val="subscript"/>
        </w:rPr>
        <w:t>Evaluate_in_CSI-RS</w:t>
      </w:r>
      <w:r w:rsidRPr="008C6DE4">
        <w:rPr>
          <w:rFonts w:eastAsia="?? ??"/>
        </w:rPr>
        <w:t xml:space="preserve"> [ms] evaluation period.</w:t>
      </w:r>
    </w:p>
    <w:p w14:paraId="08743764" w14:textId="77777777" w:rsidR="00474203" w:rsidRPr="008C6DE4" w:rsidRDefault="00474203" w:rsidP="002320DB">
      <w:pPr>
        <w:pStyle w:val="B10"/>
      </w:pPr>
      <w:r w:rsidRPr="008C6DE4">
        <w:t>-</w:t>
      </w:r>
      <w:r w:rsidRPr="008C6DE4">
        <w:tab/>
        <w:t>T</w:t>
      </w:r>
      <w:r w:rsidRPr="008C6DE4">
        <w:rPr>
          <w:vertAlign w:val="subscript"/>
        </w:rPr>
        <w:t>Evaluate_out_CSI-RS</w:t>
      </w:r>
      <w:r w:rsidRPr="008C6DE4">
        <w:t xml:space="preserve"> and T</w:t>
      </w:r>
      <w:r w:rsidRPr="008C6DE4">
        <w:rPr>
          <w:vertAlign w:val="subscript"/>
        </w:rPr>
        <w:t>Evaluate_in_CSI-RS</w:t>
      </w:r>
      <w:r w:rsidRPr="008C6DE4">
        <w:t xml:space="preserve"> are defined in Table 8.1.3.2-1 for FR1.</w:t>
      </w:r>
    </w:p>
    <w:p w14:paraId="6D7D9DD7" w14:textId="77777777" w:rsidR="00474203" w:rsidRPr="008C6DE4" w:rsidRDefault="00474203" w:rsidP="002320DB">
      <w:pPr>
        <w:pStyle w:val="B10"/>
      </w:pPr>
      <w:r w:rsidRPr="008C6DE4">
        <w:t>-</w:t>
      </w:r>
      <w:r w:rsidRPr="008C6DE4">
        <w:tab/>
        <w:t>T</w:t>
      </w:r>
      <w:r w:rsidRPr="008C6DE4">
        <w:rPr>
          <w:vertAlign w:val="subscript"/>
        </w:rPr>
        <w:t>Evaluate_out_CSI-RS</w:t>
      </w:r>
      <w:r w:rsidRPr="008C6DE4">
        <w:t xml:space="preserve"> and T</w:t>
      </w:r>
      <w:r w:rsidRPr="008C6DE4">
        <w:rPr>
          <w:vertAlign w:val="subscript"/>
        </w:rPr>
        <w:t>Evaluate_in_CSI-RS</w:t>
      </w:r>
      <w:r w:rsidRPr="008C6DE4">
        <w:t xml:space="preserve"> are defined in Table 8.1.3.2-2 for FR2 with scaling factor N=1. </w:t>
      </w:r>
    </w:p>
    <w:p w14:paraId="071D28E3" w14:textId="29AD3092" w:rsidR="00474203" w:rsidRPr="008C6DE4" w:rsidRDefault="00474203" w:rsidP="00DD3199">
      <w:pPr>
        <w:rPr>
          <w:rFonts w:eastAsia="PMingLiU"/>
          <w:lang w:eastAsia="zh-TW"/>
        </w:rPr>
      </w:pPr>
      <w:r w:rsidRPr="008C6DE4">
        <w:t>The requirements of T</w:t>
      </w:r>
      <w:r w:rsidRPr="008C6DE4">
        <w:rPr>
          <w:vertAlign w:val="subscript"/>
        </w:rPr>
        <w:t>Evaluate_out_CSI-RS</w:t>
      </w:r>
      <w:r w:rsidRPr="008C6DE4">
        <w:t xml:space="preserve"> and T</w:t>
      </w:r>
      <w:r w:rsidRPr="008C6DE4">
        <w:rPr>
          <w:vertAlign w:val="subscript"/>
        </w:rPr>
        <w:t>Evaluate_in_CSI-RS</w:t>
      </w:r>
      <w:r w:rsidRPr="008C6DE4">
        <w:t xml:space="preserve"> apply provided that the CSI-RS for RLM is not in a resource set configured with repetition ON. </w:t>
      </w:r>
      <w:r w:rsidRPr="008C6DE4">
        <w:rPr>
          <w:rFonts w:eastAsia="PMingLiU"/>
          <w:lang w:eastAsia="zh-TW"/>
        </w:rPr>
        <w:t>The requirements do not apply when the CSI-RS resource in the active TCI state of CORESET is the same CSI-RS resource for RLM and the TCI state information of the CSI-RS resource is not given, wherein the TCI state information means QCL Type-D to SSB for L1-RSRP or CSI-RS with repetition ON.</w:t>
      </w:r>
    </w:p>
    <w:p w14:paraId="04B62F9C" w14:textId="77777777" w:rsidR="00474203" w:rsidRPr="008C6DE4" w:rsidRDefault="00474203" w:rsidP="00474203">
      <w:pPr>
        <w:rPr>
          <w:rFonts w:eastAsia="?? ??"/>
        </w:rPr>
      </w:pPr>
      <w:r w:rsidRPr="008C6DE4">
        <w:rPr>
          <w:rFonts w:eastAsia="?? ??"/>
        </w:rPr>
        <w:t>For FR1,</w:t>
      </w:r>
    </w:p>
    <w:p w14:paraId="6ABC1114" w14:textId="702E8A01"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CSI-RS</m:t>
                    </m:r>
                  </m:sub>
                </m:sSub>
              </m:num>
              <m:den>
                <m:r>
                  <w:rPr>
                    <w:rFonts w:ascii="Cambria Math" w:hAnsi="Cambria Math"/>
                  </w:rPr>
                  <m:t>MGRP</m:t>
                </m:r>
              </m:den>
            </m:f>
          </m:den>
        </m:f>
      </m:oMath>
      <w:r w:rsidRPr="009C5807">
        <w:t>, when in the monitored cell there are measurement gaps configured for intra-frequency, inter-frequency or inter-RAT measurements, and these measurement gaps are overlapping with some but not all occasions of the CSI-RS; and</w:t>
      </w:r>
    </w:p>
    <w:p w14:paraId="17FA81EF" w14:textId="471EC67F" w:rsidR="00474203" w:rsidRPr="008C6DE4" w:rsidRDefault="00474203" w:rsidP="002320DB">
      <w:pPr>
        <w:pStyle w:val="B10"/>
      </w:pPr>
      <w:r w:rsidRPr="008C6DE4">
        <w:t>-</w:t>
      </w:r>
      <w:r w:rsidRPr="008C6DE4">
        <w:tab/>
      </w:r>
      <w:r w:rsidR="001C1D46" w:rsidRPr="008C6DE4">
        <w:t xml:space="preserve">P = 1, </w:t>
      </w:r>
      <w:r w:rsidRPr="008C6DE4">
        <w:t>when in the monitored cell there are no measurement gaps overlapping with any occasion of the CSI-RS.</w:t>
      </w:r>
    </w:p>
    <w:p w14:paraId="0057771C" w14:textId="77777777" w:rsidR="00474203" w:rsidRPr="008C6DE4" w:rsidRDefault="00474203" w:rsidP="00474203">
      <w:pPr>
        <w:rPr>
          <w:rFonts w:eastAsia="?? ??"/>
        </w:rPr>
      </w:pPr>
      <w:r w:rsidRPr="008C6DE4">
        <w:rPr>
          <w:rFonts w:eastAsia="?? ??"/>
        </w:rPr>
        <w:t>For FR2,</w:t>
      </w:r>
    </w:p>
    <w:p w14:paraId="50097577" w14:textId="77777777" w:rsidR="00432719" w:rsidRPr="008C6DE4" w:rsidRDefault="00432719" w:rsidP="002320DB">
      <w:pPr>
        <w:pStyle w:val="B10"/>
      </w:pPr>
      <w:r w:rsidRPr="008C6DE4">
        <w:t>-</w:t>
      </w:r>
      <w:r w:rsidRPr="008C6DE4">
        <w:tab/>
        <w:t>P = 1, when the RLM-RS resource is not overlapped with measurement gap and also not overlapped with SMTC occasion.</w:t>
      </w:r>
    </w:p>
    <w:p w14:paraId="29CC847A" w14:textId="4471463E"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CSI-RS</m:t>
                    </m:r>
                  </m:sub>
                </m:sSub>
              </m:num>
              <m:den>
                <m:r>
                  <w:rPr>
                    <w:rFonts w:ascii="Cambria Math" w:hAnsi="Cambria Math"/>
                  </w:rPr>
                  <m:t>MGRP</m:t>
                </m:r>
              </m:den>
            </m:f>
          </m:den>
        </m:f>
      </m:oMath>
      <w:r w:rsidRPr="009C5807">
        <w:t>, when the RLM-RS resource is partially overlapped with measurement gap and the RLM-RS resource is not overlapped with SMTC occasion (T</w:t>
      </w:r>
      <w:r w:rsidRPr="009C5807">
        <w:rPr>
          <w:vertAlign w:val="subscript"/>
        </w:rPr>
        <w:t>CSI-RS</w:t>
      </w:r>
      <w:r w:rsidRPr="009C5807">
        <w:t xml:space="preserve"> &lt; MGRP)</w:t>
      </w:r>
    </w:p>
    <w:p w14:paraId="225024F4" w14:textId="77777777" w:rsidR="00432719" w:rsidRPr="008C6DE4" w:rsidRDefault="00432719" w:rsidP="002320DB">
      <w:pPr>
        <w:pStyle w:val="B10"/>
      </w:pPr>
      <w:r w:rsidRPr="008C6DE4">
        <w:t>-</w:t>
      </w:r>
      <w:r w:rsidRPr="008C6DE4">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CSI-RS</m:t>
                    </m:r>
                  </m:sub>
                </m:sSub>
              </m:num>
              <m:den>
                <m:sSub>
                  <m:sSubPr>
                    <m:ctrlPr>
                      <w:rPr>
                        <w:rFonts w:ascii="Cambria Math" w:hAnsi="Cambria Math"/>
                        <w:i/>
                      </w:rPr>
                    </m:ctrlPr>
                  </m:sSubPr>
                  <m:e>
                    <m:r>
                      <w:rPr>
                        <w:rFonts w:ascii="Cambria Math" w:hAnsi="Cambria Math"/>
                      </w:rPr>
                      <m:t>T</m:t>
                    </m:r>
                  </m:e>
                  <m:sub>
                    <m:r>
                      <w:rPr>
                        <w:rFonts w:ascii="Cambria Math" w:hAnsi="Cambria Math"/>
                      </w:rPr>
                      <m:t>SMTCperiod</m:t>
                    </m:r>
                  </m:sub>
                </m:sSub>
              </m:den>
            </m:f>
          </m:den>
        </m:f>
      </m:oMath>
      <w:r w:rsidRPr="008C6DE4">
        <w:t>, when the RLM-RS resource is not overlapped with measurement gap and the RLM-RS resource is partially overlapped with SMTC occasion (T</w:t>
      </w:r>
      <w:r w:rsidRPr="008C6DE4">
        <w:rPr>
          <w:vertAlign w:val="subscript"/>
        </w:rPr>
        <w:t>CSI-RS</w:t>
      </w:r>
      <w:r w:rsidRPr="008C6DE4">
        <w:t xml:space="preserve"> &lt; T</w:t>
      </w:r>
      <w:r w:rsidRPr="008C6DE4">
        <w:rPr>
          <w:vertAlign w:val="subscript"/>
        </w:rPr>
        <w:t>SMTCperiod</w:t>
      </w:r>
      <w:r w:rsidRPr="008C6DE4">
        <w:t>).</w:t>
      </w:r>
    </w:p>
    <w:p w14:paraId="6954942F" w14:textId="7FAF3E9B" w:rsidR="00A41DCD" w:rsidRDefault="00A41DCD" w:rsidP="00CC6EC5">
      <w:pPr>
        <w:pStyle w:val="B10"/>
      </w:pPr>
      <w:r>
        <w:t>-</w:t>
      </w:r>
      <w:r>
        <w:tab/>
        <w:t>P = P</w:t>
      </w:r>
      <w:r w:rsidRPr="0040793C">
        <w:rPr>
          <w:vertAlign w:val="subscript"/>
        </w:rPr>
        <w:t>sharing</w:t>
      </w:r>
      <w:r>
        <w:rPr>
          <w:vertAlign w:val="subscript"/>
        </w:rPr>
        <w:t xml:space="preserve"> </w:t>
      </w:r>
      <w:r w:rsidRPr="0040793C">
        <w:rPr>
          <w:vertAlign w:val="subscript"/>
        </w:rPr>
        <w:t>factor</w:t>
      </w:r>
      <w:r>
        <w:t>, when the RLM-RS resource is not overlapped with measurement gap and RLM-RS resource is fully overlapped with SMTC occasion (</w:t>
      </w:r>
      <w:r>
        <w:rPr>
          <w:rFonts w:eastAsia="?? ??"/>
        </w:rPr>
        <w:t>T</w:t>
      </w:r>
      <w:r>
        <w:rPr>
          <w:rFonts w:eastAsia="?? ??"/>
          <w:vertAlign w:val="subscript"/>
        </w:rPr>
        <w:t>CSI-RS</w:t>
      </w:r>
      <w:r>
        <w:t xml:space="preserve"> = T</w:t>
      </w:r>
      <w:r>
        <w:rPr>
          <w:vertAlign w:val="subscript"/>
        </w:rPr>
        <w:t>SMTCperiod</w:t>
      </w:r>
      <w:r>
        <w:t>).</w:t>
      </w:r>
    </w:p>
    <w:p w14:paraId="50A46C1D" w14:textId="48A0985B"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CSI-RS</m:t>
                    </m:r>
                  </m:sub>
                </m:sSub>
              </m:num>
              <m:den>
                <m:r>
                  <w:rPr>
                    <w:rFonts w:ascii="Cambria Math" w:hAnsi="Cambria Math"/>
                  </w:rPr>
                  <m:t>MGRP</m:t>
                </m:r>
              </m:den>
            </m:f>
            <m:r>
              <w:rPr>
                <w:rFonts w:ascii="Cambria Math" w:hAnsi="Cambria Math"/>
              </w:rPr>
              <m:t xml:space="preserve"> - </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CSI-RS</m:t>
                    </m:r>
                  </m:sub>
                </m:sSub>
              </m:num>
              <m:den>
                <m:sSub>
                  <m:sSubPr>
                    <m:ctrlPr>
                      <w:rPr>
                        <w:rFonts w:ascii="Cambria Math" w:hAnsi="Cambria Math"/>
                        <w:i/>
                      </w:rPr>
                    </m:ctrlPr>
                  </m:sSubPr>
                  <m:e>
                    <m:r>
                      <w:rPr>
                        <w:rFonts w:ascii="Cambria Math" w:hAnsi="Cambria Math"/>
                      </w:rPr>
                      <m:t>T</m:t>
                    </m:r>
                  </m:e>
                  <m:sub>
                    <m:r>
                      <w:rPr>
                        <w:rFonts w:ascii="Cambria Math" w:hAnsi="Cambria Math"/>
                      </w:rPr>
                      <m:t>SMTCperiod</m:t>
                    </m:r>
                  </m:sub>
                </m:sSub>
              </m:den>
            </m:f>
          </m:den>
        </m:f>
      </m:oMath>
      <w:r w:rsidRPr="009C5807">
        <w:t>, when the RLM-RS resource is partially overlapped with measurement gap and the RLM-RS resource is partially overlapped with SMTC occasion (T</w:t>
      </w:r>
      <w:r w:rsidRPr="009C5807">
        <w:rPr>
          <w:vertAlign w:val="subscript"/>
        </w:rPr>
        <w:t xml:space="preserve">CSI-RS </w:t>
      </w:r>
      <w:r w:rsidRPr="009C5807">
        <w:t>&lt; T</w:t>
      </w:r>
      <w:r w:rsidRPr="009C5807">
        <w:rPr>
          <w:vertAlign w:val="subscript"/>
        </w:rPr>
        <w:t>SMTCperiod</w:t>
      </w:r>
      <w:r w:rsidRPr="009C5807">
        <w:t>) and SMTC occasion is not overlapped with measurement gap and</w:t>
      </w:r>
    </w:p>
    <w:p w14:paraId="56E21115" w14:textId="77777777" w:rsidR="00432719" w:rsidRPr="008C6DE4" w:rsidRDefault="00432719" w:rsidP="002320DB">
      <w:pPr>
        <w:pStyle w:val="B2"/>
      </w:pPr>
      <w:r w:rsidRPr="008C6DE4">
        <w:t>-</w:t>
      </w:r>
      <w:r w:rsidRPr="008C6DE4">
        <w:tab/>
        <w:t>T</w:t>
      </w:r>
      <w:r w:rsidRPr="008C6DE4">
        <w:rPr>
          <w:vertAlign w:val="subscript"/>
        </w:rPr>
        <w:t>SMTCperiod</w:t>
      </w:r>
      <w:r w:rsidRPr="008C6DE4">
        <w:t xml:space="preserve"> </w:t>
      </w:r>
      <w:r w:rsidRPr="008C6DE4">
        <w:rPr>
          <w:rFonts w:hint="eastAsia"/>
          <w:lang w:val="en-US"/>
        </w:rPr>
        <w:t>≠</w:t>
      </w:r>
      <w:r w:rsidRPr="008C6DE4">
        <w:t xml:space="preserve"> MGRP or</w:t>
      </w:r>
    </w:p>
    <w:p w14:paraId="39B6445F" w14:textId="4695919C" w:rsidR="00432719" w:rsidRPr="008C6DE4" w:rsidRDefault="00432719" w:rsidP="002320DB">
      <w:pPr>
        <w:pStyle w:val="B2"/>
      </w:pPr>
      <w:r w:rsidRPr="008C6DE4">
        <w:t>-</w:t>
      </w:r>
      <w:r w:rsidRPr="008C6DE4">
        <w:tab/>
        <w:t>T</w:t>
      </w:r>
      <w:r w:rsidRPr="008C6DE4">
        <w:rPr>
          <w:vertAlign w:val="subscript"/>
        </w:rPr>
        <w:t>SMTCperiod</w:t>
      </w:r>
      <w:r w:rsidRPr="008C6DE4">
        <w:t xml:space="preserve"> = MGRP and </w:t>
      </w:r>
      <w:r w:rsidRPr="008C6DE4">
        <w:rPr>
          <w:rFonts w:eastAsia="?? ??"/>
        </w:rPr>
        <w:t>T</w:t>
      </w:r>
      <w:r w:rsidRPr="008C6DE4">
        <w:rPr>
          <w:rFonts w:eastAsia="?? ??"/>
          <w:vertAlign w:val="subscript"/>
        </w:rPr>
        <w:t>CSI-RS</w:t>
      </w:r>
      <w:r w:rsidRPr="008C6DE4">
        <w:t xml:space="preserve"> &lt; 0.5 </w:t>
      </w:r>
      <w:r w:rsidRPr="008C6DE4">
        <w:rPr>
          <w:lang w:eastAsia="ko-KR"/>
        </w:rPr>
        <w:t xml:space="preserve">× </w:t>
      </w:r>
      <w:r w:rsidRPr="008C6DE4">
        <w:t>T</w:t>
      </w:r>
      <w:r w:rsidRPr="008C6DE4">
        <w:rPr>
          <w:vertAlign w:val="subscript"/>
        </w:rPr>
        <w:t>SMTCperiod</w:t>
      </w:r>
    </w:p>
    <w:p w14:paraId="6E526BDB" w14:textId="51567180" w:rsidR="00FD77A0" w:rsidRPr="009C5807" w:rsidRDefault="00FD77A0" w:rsidP="00FD77A0">
      <w:pPr>
        <w:pStyle w:val="B10"/>
      </w:pPr>
      <w:bookmarkStart w:id="114" w:name="_Hlk521596941"/>
      <w:r>
        <w:t>-</w:t>
      </w:r>
      <w:r>
        <w:tab/>
      </w:r>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P</m:t>
                </m:r>
              </m:e>
              <m:sub>
                <m:r>
                  <m:rPr>
                    <m:sty m:val="p"/>
                  </m:rPr>
                  <w:rPr>
                    <w:rFonts w:ascii="Cambria Math" w:hAnsi="Cambria Math"/>
                  </w:rPr>
                  <m:t>sharing factor</m:t>
                </m:r>
              </m:sub>
            </m:sSub>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CSI-RS</m:t>
                    </m:r>
                  </m:sub>
                </m:sSub>
              </m:num>
              <m:den>
                <m:r>
                  <w:rPr>
                    <w:rFonts w:ascii="Cambria Math" w:hAnsi="Cambria Math"/>
                  </w:rPr>
                  <m:t>MGRP</m:t>
                </m:r>
              </m:den>
            </m:f>
          </m:den>
        </m:f>
      </m:oMath>
      <w:r>
        <w:t xml:space="preserve">, </w:t>
      </w:r>
      <w:r w:rsidRPr="009C5807">
        <w:t>when the RLM-RS resource is partially overlapped with measurement gap and the RLM-RS resource is partially overlapped with SMTC occasion (</w:t>
      </w:r>
      <w:r w:rsidRPr="009C5807">
        <w:rPr>
          <w:rFonts w:eastAsia="?? ??"/>
        </w:rPr>
        <w:t>T</w:t>
      </w:r>
      <w:r w:rsidRPr="009C5807">
        <w:rPr>
          <w:rFonts w:eastAsia="?? ??"/>
          <w:vertAlign w:val="subscript"/>
        </w:rPr>
        <w:t>CSI-RS</w:t>
      </w:r>
      <w:r w:rsidRPr="009C5807">
        <w:t xml:space="preserve"> &lt; T</w:t>
      </w:r>
      <w:r w:rsidRPr="009C5807">
        <w:rPr>
          <w:vertAlign w:val="subscript"/>
        </w:rPr>
        <w:t>SMTCperiod</w:t>
      </w:r>
      <w:r w:rsidRPr="009C5807">
        <w:t>) and SMTC occasion is not overlapped with measurement gap and T</w:t>
      </w:r>
      <w:r w:rsidRPr="009C5807">
        <w:rPr>
          <w:vertAlign w:val="subscript"/>
        </w:rPr>
        <w:t>SMTCperiod</w:t>
      </w:r>
      <w:r w:rsidRPr="009C5807">
        <w:t xml:space="preserve"> = MGRP</w:t>
      </w:r>
      <w:r w:rsidR="004B48A9" w:rsidRPr="009C5807">
        <w:t xml:space="preserve"> and </w:t>
      </w:r>
      <w:r w:rsidR="004B48A9" w:rsidRPr="009C5807">
        <w:rPr>
          <w:rFonts w:eastAsia="?? ??"/>
        </w:rPr>
        <w:t>T</w:t>
      </w:r>
      <w:r w:rsidR="004B48A9" w:rsidRPr="009C5807">
        <w:rPr>
          <w:rFonts w:eastAsia="?? ??"/>
          <w:vertAlign w:val="subscript"/>
        </w:rPr>
        <w:t>CSI-RS</w:t>
      </w:r>
      <w:r w:rsidR="004B48A9" w:rsidRPr="009C5807">
        <w:t xml:space="preserve"> = 0.5 </w:t>
      </w:r>
      <w:r w:rsidR="004B48A9" w:rsidRPr="009C5807">
        <w:rPr>
          <w:lang w:eastAsia="ko-KR"/>
        </w:rPr>
        <w:t xml:space="preserve">× </w:t>
      </w:r>
      <w:r w:rsidR="004B48A9" w:rsidRPr="009C5807">
        <w:t>T</w:t>
      </w:r>
      <w:r w:rsidR="004B48A9" w:rsidRPr="009C5807">
        <w:rPr>
          <w:vertAlign w:val="subscript"/>
        </w:rPr>
        <w:t>SMTCperiod</w:t>
      </w:r>
    </w:p>
    <w:p w14:paraId="6B009735" w14:textId="625A3825"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CSI-RS</m:t>
                    </m:r>
                  </m:sub>
                </m:sSub>
              </m:num>
              <m:den>
                <m:r>
                  <w:rPr>
                    <w:rFonts w:ascii="Cambria Math" w:hAnsi="Cambria Math"/>
                  </w:rPr>
                  <m:t xml:space="preserve">Min(MGRP, </m:t>
                </m:r>
                <m:sSub>
                  <m:sSubPr>
                    <m:ctrlPr>
                      <w:rPr>
                        <w:rFonts w:ascii="Cambria Math" w:hAnsi="Cambria Math"/>
                        <w:i/>
                      </w:rPr>
                    </m:ctrlPr>
                  </m:sSubPr>
                  <m:e>
                    <m:r>
                      <w:rPr>
                        <w:rFonts w:ascii="Cambria Math" w:hAnsi="Cambria Math"/>
                      </w:rPr>
                      <m:t>T</m:t>
                    </m:r>
                  </m:e>
                  <m:sub>
                    <m:r>
                      <w:rPr>
                        <w:rFonts w:ascii="Cambria Math" w:hAnsi="Cambria Math"/>
                      </w:rPr>
                      <m:t>SMTCperiod</m:t>
                    </m:r>
                  </m:sub>
                </m:sSub>
                <m:r>
                  <w:rPr>
                    <w:rFonts w:ascii="Cambria Math" w:hAnsi="Cambria Math"/>
                  </w:rPr>
                  <m:t>)</m:t>
                </m:r>
              </m:den>
            </m:f>
          </m:den>
        </m:f>
      </m:oMath>
      <w:r w:rsidRPr="009C5807">
        <w:t>, when the RLM-RS resource is partially overlapped with measurement gap and the RLM-RS resource is partially overlapped with SMTC occasion (</w:t>
      </w:r>
      <w:r w:rsidRPr="009C5807">
        <w:rPr>
          <w:rFonts w:eastAsia="?? ??"/>
        </w:rPr>
        <w:t>T</w:t>
      </w:r>
      <w:r w:rsidRPr="009C5807">
        <w:rPr>
          <w:rFonts w:eastAsia="?? ??"/>
          <w:vertAlign w:val="subscript"/>
        </w:rPr>
        <w:t>CSI-RS</w:t>
      </w:r>
      <w:r w:rsidRPr="009C5807">
        <w:t xml:space="preserve"> &lt; T</w:t>
      </w:r>
      <w:r w:rsidRPr="009C5807">
        <w:rPr>
          <w:vertAlign w:val="subscript"/>
        </w:rPr>
        <w:t>SMTCperiod</w:t>
      </w:r>
      <w:r w:rsidRPr="009C5807">
        <w:t>) and SMTC occasion is partially or fully overlapped with measurement gap</w:t>
      </w:r>
    </w:p>
    <w:p w14:paraId="10B5C6C4" w14:textId="3A28CFA3" w:rsidR="00FD77A0" w:rsidRDefault="00FD77A0" w:rsidP="00FD77A0">
      <w:pPr>
        <w:pStyle w:val="B10"/>
      </w:pPr>
      <w:r>
        <w:t>-</w:t>
      </w:r>
      <w:r>
        <w:tab/>
      </w:r>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P</m:t>
                </m:r>
              </m:e>
              <m:sub>
                <m:r>
                  <m:rPr>
                    <m:sty m:val="p"/>
                  </m:rPr>
                  <w:rPr>
                    <w:rFonts w:ascii="Cambria Math" w:hAnsi="Cambria Math"/>
                  </w:rPr>
                  <m:t>sharing factor</m:t>
                </m:r>
              </m:sub>
            </m:sSub>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w:rPr>
                        <w:rFonts w:ascii="Cambria Math" w:hAnsi="Cambria Math"/>
                      </w:rPr>
                      <m:t>CSI-RS</m:t>
                    </m:r>
                  </m:sub>
                </m:sSub>
              </m:num>
              <m:den>
                <m:r>
                  <w:rPr>
                    <w:rFonts w:ascii="Cambria Math" w:hAnsi="Cambria Math"/>
                  </w:rPr>
                  <m:t>MGRP</m:t>
                </m:r>
              </m:den>
            </m:f>
          </m:den>
        </m:f>
      </m:oMath>
      <w:r>
        <w:t>,</w:t>
      </w:r>
      <w:r w:rsidRPr="009C5807">
        <w:t xml:space="preserve"> when the RLM-RS resource is partially overlapped with measurement gap and the RLM-RS resource is fully overlapped with SMTC occasion (</w:t>
      </w:r>
      <w:r w:rsidRPr="009C5807">
        <w:rPr>
          <w:rFonts w:eastAsia="?? ??"/>
        </w:rPr>
        <w:t>T</w:t>
      </w:r>
      <w:r w:rsidRPr="009C5807">
        <w:rPr>
          <w:rFonts w:eastAsia="?? ??"/>
          <w:vertAlign w:val="subscript"/>
        </w:rPr>
        <w:t>CSI-RS</w:t>
      </w:r>
      <w:r w:rsidRPr="009C5807">
        <w:t xml:space="preserve"> = T</w:t>
      </w:r>
      <w:r w:rsidRPr="009C5807">
        <w:rPr>
          <w:vertAlign w:val="subscript"/>
        </w:rPr>
        <w:t>SMTCperiod</w:t>
      </w:r>
      <w:r w:rsidRPr="009C5807">
        <w:t>) and SMTC occasion is partially overlapped with measurement gap (T</w:t>
      </w:r>
      <w:r w:rsidRPr="009C5807">
        <w:rPr>
          <w:vertAlign w:val="subscript"/>
        </w:rPr>
        <w:t>SMTCperiod</w:t>
      </w:r>
      <w:r w:rsidRPr="009C5807">
        <w:t xml:space="preserve"> &lt; MGRP)</w:t>
      </w:r>
    </w:p>
    <w:p w14:paraId="0A76D530" w14:textId="77777777" w:rsidR="00A41DCD" w:rsidRDefault="00A41DCD" w:rsidP="00A41DCD">
      <w:pPr>
        <w:pStyle w:val="B10"/>
      </w:pPr>
      <w:r>
        <w:t>-</w:t>
      </w:r>
      <w:r>
        <w:tab/>
        <w:t>P</w:t>
      </w:r>
      <w:r>
        <w:rPr>
          <w:vertAlign w:val="subscript"/>
        </w:rPr>
        <w:t>sharing factor</w:t>
      </w:r>
      <w:r>
        <w:t xml:space="preserve"> = 1, if the RLM-RS resource outside measurement gap is</w:t>
      </w:r>
    </w:p>
    <w:p w14:paraId="7B2CB756" w14:textId="77777777" w:rsidR="004B48A9" w:rsidRDefault="004B48A9" w:rsidP="004B48A9">
      <w:pPr>
        <w:pStyle w:val="B2"/>
      </w:pPr>
      <w:r>
        <w:t>-</w:t>
      </w:r>
      <w:r>
        <w:tab/>
      </w:r>
      <w:bookmarkStart w:id="115" w:name="_Hlk67382949"/>
      <w:r>
        <w:t xml:space="preserve">not overlapped with the SSB symbols indicated by </w:t>
      </w:r>
      <w:r w:rsidRPr="002777B2">
        <w:rPr>
          <w:i/>
        </w:rPr>
        <w:t>SSB-ToMeasure</w:t>
      </w:r>
      <w:r>
        <w:t xml:space="preserve"> and 1 data symbol before each consecutive SSB symbols indicated by </w:t>
      </w:r>
      <w:r w:rsidRPr="002777B2">
        <w:rPr>
          <w:i/>
        </w:rPr>
        <w:t>SSB-ToMeasure</w:t>
      </w:r>
      <w:r>
        <w:t xml:space="preserve"> and 1 data symbol after each consecutive SSB symbols indicated by </w:t>
      </w:r>
      <w:r w:rsidRPr="002777B2">
        <w:rPr>
          <w:i/>
        </w:rPr>
        <w:t>SSB-ToMeasure</w:t>
      </w:r>
      <w:r>
        <w:t xml:space="preserve">, given that </w:t>
      </w:r>
      <w:r w:rsidRPr="002777B2">
        <w:rPr>
          <w:i/>
        </w:rPr>
        <w:t>SSB-ToMeasure</w:t>
      </w:r>
      <w:r>
        <w:t xml:space="preserve"> is configured, </w:t>
      </w:r>
      <w:r>
        <w:rPr>
          <w:rFonts w:hint="eastAsia"/>
          <w:lang w:eastAsia="zh-CN"/>
        </w:rPr>
        <w:t>where</w:t>
      </w:r>
      <w:r>
        <w:rPr>
          <w:lang w:eastAsia="zh-CN"/>
        </w:rPr>
        <w:t xml:space="preserve"> </w:t>
      </w:r>
      <w:r>
        <w:rPr>
          <w:rFonts w:hint="eastAsia"/>
          <w:lang w:eastAsia="zh-CN"/>
        </w:rPr>
        <w:t xml:space="preserve">the </w:t>
      </w:r>
      <w:r w:rsidRPr="003F1684">
        <w:rPr>
          <w:i/>
        </w:rPr>
        <w:t>SSB-ToMeasure</w:t>
      </w:r>
      <w:r>
        <w:t xml:space="preserve"> is </w:t>
      </w:r>
      <w:r w:rsidRPr="00F42376">
        <w:rPr>
          <w:rFonts w:eastAsia="Times New Roman"/>
        </w:rPr>
        <w:t xml:space="preserve">the union </w:t>
      </w:r>
      <w:r>
        <w:rPr>
          <w:rFonts w:eastAsia="Times New Roman"/>
        </w:rPr>
        <w:t xml:space="preserve">set </w:t>
      </w:r>
      <w:r w:rsidRPr="00F42376">
        <w:rPr>
          <w:rFonts w:eastAsia="Times New Roman"/>
        </w:rPr>
        <w:t>of</w:t>
      </w:r>
      <w:r w:rsidRPr="00F42376">
        <w:rPr>
          <w:rStyle w:val="apple-converted-space"/>
          <w:rFonts w:eastAsia="Times New Roman"/>
        </w:rPr>
        <w:t xml:space="preserve"> </w:t>
      </w:r>
      <w:r w:rsidRPr="00F42376">
        <w:rPr>
          <w:rFonts w:eastAsia="Times New Roman"/>
          <w:i/>
          <w:iCs/>
        </w:rPr>
        <w:t>SSB-ToMeasure</w:t>
      </w:r>
      <w:r w:rsidRPr="00F42376">
        <w:rPr>
          <w:rFonts w:eastAsia="Times New Roman"/>
        </w:rPr>
        <w:t xml:space="preserve"> from all </w:t>
      </w:r>
      <w:r>
        <w:rPr>
          <w:rFonts w:eastAsia="Times New Roman"/>
        </w:rPr>
        <w:t>the configured measurement objects</w:t>
      </w:r>
      <w:r w:rsidRPr="00F42376">
        <w:rPr>
          <w:rFonts w:eastAsia="Times New Roman"/>
        </w:rPr>
        <w:t xml:space="preserve"> </w:t>
      </w:r>
      <w:r>
        <w:rPr>
          <w:rFonts w:eastAsia="Times New Roman"/>
        </w:rPr>
        <w:t xml:space="preserve">merged on the same serving carrier, </w:t>
      </w:r>
      <w:r>
        <w:t>and,</w:t>
      </w:r>
    </w:p>
    <w:p w14:paraId="7D825D51" w14:textId="77777777" w:rsidR="004B48A9" w:rsidRDefault="004B48A9" w:rsidP="004B48A9">
      <w:pPr>
        <w:pStyle w:val="B2"/>
      </w:pPr>
      <w:r>
        <w:t>-</w:t>
      </w:r>
      <w:r>
        <w:tab/>
        <w:t xml:space="preserve">not overlapped by the RSSI symbols indicated by </w:t>
      </w:r>
      <w:r w:rsidRPr="00A856F5">
        <w:rPr>
          <w:i/>
        </w:rPr>
        <w:t>ss-RSSI-Measurement</w:t>
      </w:r>
      <w:r>
        <w:t xml:space="preserve"> and 1 data symbol before each RSSI symbol indicated by </w:t>
      </w:r>
      <w:r w:rsidRPr="001D2EE3">
        <w:rPr>
          <w:i/>
        </w:rPr>
        <w:t>ss-RSSI-Measurement</w:t>
      </w:r>
      <w:r>
        <w:t xml:space="preserve"> and 1 data symbol after each RSSI symbol indicated by </w:t>
      </w:r>
      <w:r w:rsidRPr="001D2EE3">
        <w:rPr>
          <w:i/>
        </w:rPr>
        <w:t>ss-RSSI-Measurement</w:t>
      </w:r>
      <w:r>
        <w:t xml:space="preserve">, given that </w:t>
      </w:r>
      <w:r w:rsidRPr="001D2EE3">
        <w:rPr>
          <w:i/>
        </w:rPr>
        <w:t>ss-RSSI-Measurement</w:t>
      </w:r>
      <w:r>
        <w:t xml:space="preserve"> is configured.</w:t>
      </w:r>
    </w:p>
    <w:bookmarkEnd w:id="115"/>
    <w:p w14:paraId="385D178F" w14:textId="36810E97" w:rsidR="00A41DCD" w:rsidRDefault="00A41DCD" w:rsidP="00A41DCD">
      <w:pPr>
        <w:pStyle w:val="B10"/>
      </w:pPr>
      <w:r>
        <w:t>-</w:t>
      </w:r>
      <w:r>
        <w:tab/>
        <w:t>P</w:t>
      </w:r>
      <w:r>
        <w:rPr>
          <w:vertAlign w:val="subscript"/>
        </w:rPr>
        <w:t>sharing factor</w:t>
      </w:r>
      <w:r>
        <w:t xml:space="preserve"> = 3, otherwise.</w:t>
      </w:r>
    </w:p>
    <w:p w14:paraId="7BC783FC" w14:textId="77777777" w:rsidR="00560C2B" w:rsidRDefault="00560C2B" w:rsidP="00CC6EC5">
      <w:pPr>
        <w:pStyle w:val="B10"/>
      </w:pPr>
      <w:r>
        <w:t xml:space="preserve">where, </w:t>
      </w:r>
    </w:p>
    <w:p w14:paraId="301F6025" w14:textId="6DACF9D6" w:rsidR="00560C2B" w:rsidRDefault="00560C2B" w:rsidP="00CC6EC5">
      <w:pPr>
        <w:pStyle w:val="B2"/>
        <w:rPr>
          <w:i/>
        </w:rPr>
      </w:pPr>
      <w:r>
        <w:tab/>
      </w:r>
      <w:r w:rsidRPr="00DD3199">
        <w:t xml:space="preserve">If the high layer in TS 38.331 [2] signaling of </w:t>
      </w:r>
      <w:r w:rsidRPr="00DD3199">
        <w:rPr>
          <w:i/>
        </w:rPr>
        <w:t>smtc2</w:t>
      </w:r>
      <w:r w:rsidRPr="00DD3199">
        <w:rPr>
          <w:b/>
        </w:rPr>
        <w:t xml:space="preserve"> </w:t>
      </w:r>
      <w:r w:rsidRPr="00DD3199">
        <w:t>is present, T</w:t>
      </w:r>
      <w:r w:rsidRPr="00DD3199">
        <w:rPr>
          <w:vertAlign w:val="subscript"/>
        </w:rPr>
        <w:t xml:space="preserve">SMTCperiod </w:t>
      </w:r>
      <w:r w:rsidRPr="00DD3199">
        <w:t xml:space="preserve">follows </w:t>
      </w:r>
      <w:r w:rsidRPr="00DD3199">
        <w:rPr>
          <w:i/>
        </w:rPr>
        <w:t>smtc2</w:t>
      </w:r>
      <w:r w:rsidRPr="00DD3199">
        <w:t>; Otherwise T</w:t>
      </w:r>
      <w:r w:rsidRPr="00DD3199">
        <w:rPr>
          <w:vertAlign w:val="subscript"/>
        </w:rPr>
        <w:t>SMTCperiod</w:t>
      </w:r>
      <w:r w:rsidRPr="00DD3199">
        <w:t xml:space="preserve"> follows </w:t>
      </w:r>
      <w:r w:rsidRPr="00DD3199">
        <w:rPr>
          <w:i/>
        </w:rPr>
        <w:t>smtc1.</w:t>
      </w:r>
      <w:r>
        <w:rPr>
          <w:i/>
        </w:rPr>
        <w:t xml:space="preserve"> </w:t>
      </w:r>
      <w:r w:rsidRPr="00DD3199">
        <w:t>T</w:t>
      </w:r>
      <w:r w:rsidRPr="00DD3199">
        <w:rPr>
          <w:vertAlign w:val="subscript"/>
        </w:rPr>
        <w:t>SMTCperiod</w:t>
      </w:r>
      <w:r>
        <w:t xml:space="preserve"> is</w:t>
      </w:r>
      <w:r w:rsidRPr="008C4769">
        <w:t xml:space="preserve"> the shortest SMTC period among all CCs in the same FR2 band, </w:t>
      </w:r>
      <w:r>
        <w:t>provided</w:t>
      </w:r>
      <w:r w:rsidRPr="008C4769">
        <w:t xml:space="preserve"> the SMTC offset of all CCs </w:t>
      </w:r>
      <w:r>
        <w:t>in FR2 have the same offset</w:t>
      </w:r>
      <w:r w:rsidRPr="008C4769">
        <w:t>.</w:t>
      </w:r>
    </w:p>
    <w:p w14:paraId="20E76040" w14:textId="77777777" w:rsidR="00474203" w:rsidRPr="008C6DE4" w:rsidRDefault="00474203" w:rsidP="002320DB">
      <w:pPr>
        <w:pStyle w:val="NO"/>
      </w:pPr>
      <w:r w:rsidRPr="008C6DE4">
        <w:t>Note:</w:t>
      </w:r>
      <w:r w:rsidRPr="008C6DE4">
        <w:tab/>
        <w:t>The overlap between CSI-RS for RLM and SMTC means that CSI-RS based RLM is within the SMTC window duration</w:t>
      </w:r>
      <w:bookmarkEnd w:id="114"/>
      <w:r w:rsidRPr="008C6DE4">
        <w:t>.</w:t>
      </w:r>
    </w:p>
    <w:p w14:paraId="43CBD9E0" w14:textId="77777777" w:rsidR="00432719" w:rsidRPr="008C6DE4" w:rsidRDefault="00432719" w:rsidP="00560C2B">
      <w:pPr>
        <w:rPr>
          <w:rFonts w:eastAsia="?? ??"/>
        </w:rPr>
      </w:pPr>
      <w:r w:rsidRPr="008C6DE4">
        <w:t>Longer evaluation period would be expected if the combination of RLM-RS resource, SMTC occasion and measurement gap configurations does not meet previous conditions.</w:t>
      </w:r>
    </w:p>
    <w:p w14:paraId="0B5475E4" w14:textId="77777777" w:rsidR="00474203" w:rsidRPr="008C6DE4" w:rsidRDefault="00474203" w:rsidP="00474203">
      <w:pPr>
        <w:rPr>
          <w:rFonts w:eastAsia="?? ??"/>
        </w:rPr>
      </w:pPr>
      <w:r w:rsidRPr="008C6DE4">
        <w:rPr>
          <w:rFonts w:eastAsia="?? ??"/>
        </w:rPr>
        <w:t xml:space="preserve">The values of </w:t>
      </w:r>
      <w:r w:rsidRPr="008C6DE4">
        <w:rPr>
          <w:lang w:eastAsia="zh-CN"/>
        </w:rPr>
        <w:t>M</w:t>
      </w:r>
      <w:r w:rsidRPr="008C6DE4">
        <w:rPr>
          <w:vertAlign w:val="subscript"/>
          <w:lang w:eastAsia="zh-CN"/>
        </w:rPr>
        <w:t>out</w:t>
      </w:r>
      <w:r w:rsidRPr="008C6DE4">
        <w:rPr>
          <w:rFonts w:eastAsia="?? ??"/>
        </w:rPr>
        <w:t xml:space="preserve"> and </w:t>
      </w:r>
      <w:r w:rsidRPr="008C6DE4">
        <w:rPr>
          <w:lang w:eastAsia="zh-CN"/>
        </w:rPr>
        <w:t>M</w:t>
      </w:r>
      <w:r w:rsidRPr="008C6DE4">
        <w:rPr>
          <w:vertAlign w:val="subscript"/>
          <w:lang w:eastAsia="zh-CN"/>
        </w:rPr>
        <w:t>in</w:t>
      </w:r>
      <w:r w:rsidRPr="008C6DE4">
        <w:rPr>
          <w:rFonts w:eastAsia="?? ??"/>
        </w:rPr>
        <w:t xml:space="preserve"> used in Table 8.1.3.2-1 and Table 8.1.3.2-2 are defined as:</w:t>
      </w:r>
    </w:p>
    <w:p w14:paraId="423B5018" w14:textId="77777777" w:rsidR="00474203" w:rsidRPr="008C6DE4" w:rsidRDefault="00474203" w:rsidP="002320DB">
      <w:pPr>
        <w:pStyle w:val="B10"/>
        <w:rPr>
          <w:lang w:eastAsia="zh-CN"/>
        </w:rPr>
      </w:pPr>
      <w:r w:rsidRPr="008C6DE4">
        <w:t>-</w:t>
      </w:r>
      <w:r w:rsidRPr="008C6DE4">
        <w:tab/>
      </w:r>
      <w:r w:rsidRPr="008C6DE4">
        <w:rPr>
          <w:lang w:eastAsia="zh-CN"/>
        </w:rPr>
        <w:t>M</w:t>
      </w:r>
      <w:r w:rsidRPr="008C6DE4">
        <w:rPr>
          <w:vertAlign w:val="subscript"/>
          <w:lang w:eastAsia="zh-CN"/>
        </w:rPr>
        <w:t>out</w:t>
      </w:r>
      <w:r w:rsidRPr="008C6DE4">
        <w:rPr>
          <w:lang w:eastAsia="zh-CN"/>
        </w:rPr>
        <w:t xml:space="preserve"> = 20 and M</w:t>
      </w:r>
      <w:r w:rsidRPr="008C6DE4">
        <w:rPr>
          <w:vertAlign w:val="subscript"/>
          <w:lang w:eastAsia="zh-CN"/>
        </w:rPr>
        <w:t>in</w:t>
      </w:r>
      <w:r w:rsidRPr="008C6DE4">
        <w:rPr>
          <w:lang w:eastAsia="zh-CN"/>
        </w:rPr>
        <w:t xml:space="preserve"> = 10, if the </w:t>
      </w:r>
      <w:r w:rsidRPr="008C6DE4">
        <w:rPr>
          <w:rFonts w:eastAsia="?? ??"/>
        </w:rPr>
        <w:t xml:space="preserve">CSI-RS </w:t>
      </w:r>
      <w:r w:rsidRPr="008C6DE4">
        <w:rPr>
          <w:rFonts w:cs="Arial"/>
        </w:rPr>
        <w:t>resource</w:t>
      </w:r>
      <w:r w:rsidRPr="008C6DE4">
        <w:rPr>
          <w:lang w:eastAsia="zh-CN"/>
        </w:rPr>
        <w:t xml:space="preserve"> configured for RLM is transmitted with higher layer CSI-RS parameter </w:t>
      </w:r>
      <w:r w:rsidRPr="008C6DE4">
        <w:rPr>
          <w:i/>
          <w:lang w:eastAsia="zh-CN"/>
        </w:rPr>
        <w:t>density</w:t>
      </w:r>
      <w:r w:rsidRPr="008C6DE4">
        <w:rPr>
          <w:lang w:eastAsia="zh-CN"/>
        </w:rPr>
        <w:t xml:space="preserve"> [6, </w:t>
      </w:r>
      <w:r w:rsidRPr="008C6DE4">
        <w:rPr>
          <w:lang w:val="en-US" w:eastAsia="ko-KR"/>
        </w:rPr>
        <w:t>clause</w:t>
      </w:r>
      <w:r w:rsidRPr="008C6DE4">
        <w:rPr>
          <w:lang w:eastAsia="zh-CN"/>
        </w:rPr>
        <w:t xml:space="preserve"> 7.4.1] set to 3 and over the bandwidth </w:t>
      </w:r>
      <w:r w:rsidRPr="008C6DE4">
        <w:rPr>
          <w:rFonts w:ascii="SimSun" w:hAnsi="SimSun" w:hint="eastAsia"/>
          <w:lang w:eastAsia="zh-CN"/>
        </w:rPr>
        <w:t>≥</w:t>
      </w:r>
      <w:r w:rsidRPr="008C6DE4">
        <w:rPr>
          <w:rFonts w:ascii="SimSun" w:hAnsi="SimSun"/>
          <w:lang w:eastAsia="zh-CN"/>
        </w:rPr>
        <w:t xml:space="preserve"> </w:t>
      </w:r>
      <w:r w:rsidRPr="008C6DE4">
        <w:rPr>
          <w:lang w:eastAsia="zh-CN"/>
        </w:rPr>
        <w:t>24 PRBs.</w:t>
      </w:r>
    </w:p>
    <w:p w14:paraId="787C7F42" w14:textId="77777777" w:rsidR="00474203" w:rsidRPr="008C6DE4" w:rsidRDefault="00474203" w:rsidP="002320DB">
      <w:pPr>
        <w:pStyle w:val="TH"/>
      </w:pPr>
      <w:r w:rsidRPr="008C6DE4">
        <w:t>Table 8.1.3.2-1: Evaluation period T</w:t>
      </w:r>
      <w:r w:rsidRPr="008C6DE4">
        <w:rPr>
          <w:vertAlign w:val="subscript"/>
        </w:rPr>
        <w:t>Evaluate_out_CSI-RS</w:t>
      </w:r>
      <w:r w:rsidRPr="008C6DE4">
        <w:t xml:space="preserve"> and T</w:t>
      </w:r>
      <w:r w:rsidRPr="008C6DE4">
        <w:rPr>
          <w:vertAlign w:val="subscript"/>
        </w:rPr>
        <w:t>Evaluate_in_CSI-RS</w:t>
      </w:r>
      <w:r w:rsidRPr="008C6DE4">
        <w:t xml:space="preserve">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3260"/>
        <w:gridCol w:w="3649"/>
      </w:tblGrid>
      <w:tr w:rsidR="00DD3199" w:rsidRPr="008C6DE4" w14:paraId="50CA3DFD" w14:textId="77777777" w:rsidTr="00867D3A">
        <w:trPr>
          <w:jc w:val="center"/>
        </w:trPr>
        <w:tc>
          <w:tcPr>
            <w:tcW w:w="2375" w:type="dxa"/>
            <w:shd w:val="clear" w:color="auto" w:fill="auto"/>
          </w:tcPr>
          <w:p w14:paraId="5B2AFF4F" w14:textId="77777777" w:rsidR="00474203" w:rsidRPr="008C6DE4" w:rsidRDefault="00474203" w:rsidP="002320DB">
            <w:pPr>
              <w:pStyle w:val="TAH"/>
            </w:pPr>
            <w:r w:rsidRPr="008C6DE4">
              <w:t>Configuration</w:t>
            </w:r>
          </w:p>
        </w:tc>
        <w:tc>
          <w:tcPr>
            <w:tcW w:w="3260" w:type="dxa"/>
            <w:shd w:val="clear" w:color="auto" w:fill="auto"/>
          </w:tcPr>
          <w:p w14:paraId="1B916F1D" w14:textId="77777777" w:rsidR="00474203" w:rsidRPr="008C6DE4" w:rsidRDefault="00474203" w:rsidP="002320DB">
            <w:pPr>
              <w:pStyle w:val="TAH"/>
            </w:pPr>
            <w:r w:rsidRPr="008C6DE4">
              <w:t>T</w:t>
            </w:r>
            <w:r w:rsidRPr="008C6DE4">
              <w:rPr>
                <w:vertAlign w:val="subscript"/>
              </w:rPr>
              <w:t>Evaluate_out_CSI-RS</w:t>
            </w:r>
            <w:r w:rsidRPr="008C6DE4">
              <w:t xml:space="preserve"> (ms) </w:t>
            </w:r>
          </w:p>
        </w:tc>
        <w:tc>
          <w:tcPr>
            <w:tcW w:w="3649" w:type="dxa"/>
            <w:shd w:val="clear" w:color="auto" w:fill="auto"/>
          </w:tcPr>
          <w:p w14:paraId="35607737" w14:textId="77777777" w:rsidR="00474203" w:rsidRPr="008C6DE4" w:rsidRDefault="00474203" w:rsidP="002320DB">
            <w:pPr>
              <w:pStyle w:val="TAH"/>
            </w:pPr>
            <w:r w:rsidRPr="008C6DE4">
              <w:t>T</w:t>
            </w:r>
            <w:r w:rsidRPr="008C6DE4">
              <w:rPr>
                <w:vertAlign w:val="subscript"/>
              </w:rPr>
              <w:t>Evaluate_in_CSI-RS</w:t>
            </w:r>
            <w:r w:rsidRPr="008C6DE4">
              <w:t xml:space="preserve"> (ms) </w:t>
            </w:r>
          </w:p>
        </w:tc>
      </w:tr>
      <w:tr w:rsidR="00DD3199" w:rsidRPr="00E36567" w14:paraId="3D6D696F" w14:textId="77777777" w:rsidTr="00867D3A">
        <w:trPr>
          <w:jc w:val="center"/>
        </w:trPr>
        <w:tc>
          <w:tcPr>
            <w:tcW w:w="2375" w:type="dxa"/>
            <w:shd w:val="clear" w:color="auto" w:fill="auto"/>
          </w:tcPr>
          <w:p w14:paraId="79B8F7E9" w14:textId="77777777" w:rsidR="00474203" w:rsidRPr="008C6DE4" w:rsidRDefault="00474203" w:rsidP="002320DB">
            <w:pPr>
              <w:pStyle w:val="TAC"/>
            </w:pPr>
            <w:r w:rsidRPr="008C6DE4">
              <w:t>no DRX</w:t>
            </w:r>
          </w:p>
        </w:tc>
        <w:tc>
          <w:tcPr>
            <w:tcW w:w="3260" w:type="dxa"/>
            <w:shd w:val="clear" w:color="auto" w:fill="auto"/>
          </w:tcPr>
          <w:p w14:paraId="480BA027" w14:textId="412A502A" w:rsidR="00474203" w:rsidRPr="008C6DE4" w:rsidRDefault="00474203" w:rsidP="002320DB">
            <w:pPr>
              <w:pStyle w:val="TAC"/>
            </w:pPr>
            <w:r w:rsidRPr="008C6DE4">
              <w:rPr>
                <w:rFonts w:cs="v4.2.0"/>
              </w:rPr>
              <w:t>Max(200, Ceil(M</w:t>
            </w:r>
            <w:r w:rsidRPr="008C6DE4">
              <w:rPr>
                <w:rFonts w:cs="v4.2.0"/>
                <w:vertAlign w:val="subscript"/>
              </w:rPr>
              <w:t>out</w:t>
            </w:r>
            <w:r w:rsidRPr="008C6DE4">
              <w:rPr>
                <w:rFonts w:cs="Arial"/>
              </w:rPr>
              <w:t>×P</w:t>
            </w:r>
            <w:r w:rsidRPr="008C6DE4">
              <w:rPr>
                <w:rFonts w:cs="v4.2.0"/>
              </w:rPr>
              <w:t>)</w:t>
            </w:r>
            <w:r w:rsidRPr="008C6DE4">
              <w:rPr>
                <w:rFonts w:cs="Arial"/>
              </w:rPr>
              <w:t>×</w:t>
            </w:r>
            <w:r w:rsidRPr="008C6DE4">
              <w:rPr>
                <w:rFonts w:cs="v4.2.0"/>
              </w:rPr>
              <w:t>T</w:t>
            </w:r>
            <w:r w:rsidRPr="008C6DE4">
              <w:rPr>
                <w:rFonts w:cs="v4.2.0"/>
                <w:vertAlign w:val="subscript"/>
              </w:rPr>
              <w:t>CSI-RS</w:t>
            </w:r>
            <w:r w:rsidRPr="008C6DE4">
              <w:rPr>
                <w:rFonts w:cs="v4.2.0"/>
              </w:rPr>
              <w:t>)</w:t>
            </w:r>
          </w:p>
        </w:tc>
        <w:tc>
          <w:tcPr>
            <w:tcW w:w="3649" w:type="dxa"/>
            <w:shd w:val="clear" w:color="auto" w:fill="auto"/>
          </w:tcPr>
          <w:p w14:paraId="010BD169" w14:textId="60500BCE" w:rsidR="00474203" w:rsidRPr="008C6DE4" w:rsidRDefault="00474203" w:rsidP="002320DB">
            <w:pPr>
              <w:pStyle w:val="TAC"/>
              <w:rPr>
                <w:lang w:val="sv-SE"/>
              </w:rPr>
            </w:pPr>
            <w:r w:rsidRPr="008C6DE4">
              <w:rPr>
                <w:lang w:val="sv-SE"/>
              </w:rPr>
              <w:t xml:space="preserve">Max(100, </w:t>
            </w:r>
            <w:r w:rsidRPr="008C6DE4">
              <w:rPr>
                <w:rFonts w:cs="v4.2.0"/>
                <w:lang w:val="sv-SE"/>
              </w:rPr>
              <w:t>Ceil(M</w:t>
            </w:r>
            <w:r w:rsidRPr="008C6DE4">
              <w:rPr>
                <w:rFonts w:cs="v4.2.0"/>
                <w:vertAlign w:val="subscript"/>
                <w:lang w:val="sv-SE"/>
              </w:rPr>
              <w:t>in</w:t>
            </w:r>
            <w:r w:rsidRPr="008C6DE4">
              <w:rPr>
                <w:rFonts w:cs="Arial"/>
                <w:lang w:val="sv-SE"/>
              </w:rPr>
              <w:t>×P</w:t>
            </w:r>
            <w:r w:rsidRPr="008C6DE4">
              <w:rPr>
                <w:rFonts w:cs="v4.2.0"/>
                <w:lang w:val="sv-SE"/>
              </w:rPr>
              <w:t>)</w:t>
            </w:r>
            <w:r w:rsidRPr="008C6DE4">
              <w:rPr>
                <w:rFonts w:cs="Arial"/>
                <w:lang w:val="sv-SE"/>
              </w:rPr>
              <w:t xml:space="preserve"> ×</w:t>
            </w:r>
            <w:r w:rsidRPr="008C6DE4">
              <w:rPr>
                <w:rFonts w:cs="v4.2.0"/>
                <w:lang w:val="sv-SE"/>
              </w:rPr>
              <w:t xml:space="preserve"> T</w:t>
            </w:r>
            <w:r w:rsidRPr="008C6DE4">
              <w:rPr>
                <w:rFonts w:cs="v4.2.0"/>
                <w:vertAlign w:val="subscript"/>
                <w:lang w:val="sv-SE"/>
              </w:rPr>
              <w:t>CSI-RS</w:t>
            </w:r>
            <w:r w:rsidRPr="008C6DE4">
              <w:rPr>
                <w:lang w:val="sv-SE"/>
              </w:rPr>
              <w:t>)</w:t>
            </w:r>
          </w:p>
        </w:tc>
      </w:tr>
      <w:tr w:rsidR="00DD3199" w:rsidRPr="008C6DE4" w14:paraId="67C60AE0" w14:textId="77777777" w:rsidTr="00867D3A">
        <w:trPr>
          <w:jc w:val="center"/>
        </w:trPr>
        <w:tc>
          <w:tcPr>
            <w:tcW w:w="2375" w:type="dxa"/>
            <w:shd w:val="clear" w:color="auto" w:fill="auto"/>
          </w:tcPr>
          <w:p w14:paraId="29729B52" w14:textId="77777777" w:rsidR="00474203" w:rsidRPr="008C6DE4" w:rsidRDefault="00474203" w:rsidP="002320DB">
            <w:pPr>
              <w:pStyle w:val="TAC"/>
            </w:pPr>
            <w:r w:rsidRPr="008C6DE4">
              <w:t xml:space="preserve">DRX </w:t>
            </w:r>
            <w:r w:rsidRPr="008C6DE4">
              <w:rPr>
                <w:rFonts w:cs="Arial" w:hint="eastAsia"/>
              </w:rPr>
              <w:t>≤</w:t>
            </w:r>
            <w:r w:rsidRPr="008C6DE4">
              <w:rPr>
                <w:rFonts w:cs="Arial"/>
              </w:rPr>
              <w:t xml:space="preserve"> </w:t>
            </w:r>
            <w:r w:rsidRPr="008C6DE4">
              <w:t>320ms</w:t>
            </w:r>
          </w:p>
        </w:tc>
        <w:tc>
          <w:tcPr>
            <w:tcW w:w="3260" w:type="dxa"/>
            <w:shd w:val="clear" w:color="auto" w:fill="auto"/>
          </w:tcPr>
          <w:p w14:paraId="2CBD6F7C" w14:textId="6E556A3B" w:rsidR="00474203" w:rsidRPr="008C6DE4" w:rsidRDefault="00474203" w:rsidP="002320DB">
            <w:pPr>
              <w:pStyle w:val="TAC"/>
            </w:pPr>
            <w:r w:rsidRPr="008C6DE4">
              <w:rPr>
                <w:rFonts w:cs="v4.2.0"/>
              </w:rPr>
              <w:t>Max(200, Ceil(1.5</w:t>
            </w:r>
            <w:r w:rsidRPr="008C6DE4">
              <w:rPr>
                <w:rFonts w:cs="Arial"/>
              </w:rPr>
              <w:t>×</w:t>
            </w:r>
            <w:r w:rsidRPr="008C6DE4">
              <w:rPr>
                <w:rFonts w:cs="v4.2.0"/>
              </w:rPr>
              <w:t>M</w:t>
            </w:r>
            <w:r w:rsidRPr="008C6DE4">
              <w:rPr>
                <w:rFonts w:cs="v4.2.0"/>
                <w:vertAlign w:val="subscript"/>
              </w:rPr>
              <w:t>out</w:t>
            </w:r>
            <w:r w:rsidRPr="008C6DE4">
              <w:rPr>
                <w:rFonts w:cs="Arial"/>
              </w:rPr>
              <w:t>×P</w:t>
            </w:r>
            <w:r w:rsidRPr="008C6DE4">
              <w:rPr>
                <w:rFonts w:cs="v4.2.0"/>
              </w:rPr>
              <w:t>)</w:t>
            </w:r>
            <w:r w:rsidRPr="008C6DE4">
              <w:rPr>
                <w:rFonts w:cs="Arial"/>
              </w:rPr>
              <w:t xml:space="preserve">× </w:t>
            </w:r>
            <w:r w:rsidRPr="008C6DE4">
              <w:rPr>
                <w:rFonts w:cs="v4.2.0"/>
              </w:rPr>
              <w:t>Max(T</w:t>
            </w:r>
            <w:r w:rsidRPr="008C6DE4">
              <w:rPr>
                <w:rFonts w:cs="v4.2.0"/>
                <w:vertAlign w:val="subscript"/>
              </w:rPr>
              <w:t>DRX</w:t>
            </w:r>
            <w:r w:rsidRPr="008C6DE4">
              <w:rPr>
                <w:rFonts w:cs="v4.2.0"/>
              </w:rPr>
              <w:t>, T</w:t>
            </w:r>
            <w:r w:rsidRPr="008C6DE4">
              <w:rPr>
                <w:rFonts w:cs="v4.2.0"/>
                <w:vertAlign w:val="subscript"/>
              </w:rPr>
              <w:t>CSI-RS</w:t>
            </w:r>
            <w:r w:rsidRPr="008C6DE4">
              <w:rPr>
                <w:rFonts w:cs="v4.2.0"/>
              </w:rPr>
              <w:t>))</w:t>
            </w:r>
          </w:p>
        </w:tc>
        <w:tc>
          <w:tcPr>
            <w:tcW w:w="3649" w:type="dxa"/>
            <w:shd w:val="clear" w:color="auto" w:fill="auto"/>
          </w:tcPr>
          <w:p w14:paraId="7A6AA197" w14:textId="0B00B212" w:rsidR="00474203" w:rsidRPr="008C6DE4" w:rsidRDefault="00474203" w:rsidP="002320DB">
            <w:pPr>
              <w:pStyle w:val="TAC"/>
            </w:pPr>
            <w:r w:rsidRPr="008C6DE4">
              <w:rPr>
                <w:rFonts w:cs="v4.2.0"/>
              </w:rPr>
              <w:t>Max(100, Ceil(1.5</w:t>
            </w:r>
            <w:r w:rsidRPr="008C6DE4">
              <w:rPr>
                <w:rFonts w:cs="Arial"/>
              </w:rPr>
              <w:t>×</w:t>
            </w:r>
            <w:r w:rsidRPr="008C6DE4">
              <w:rPr>
                <w:rFonts w:cs="v4.2.0"/>
              </w:rPr>
              <w:t>M</w:t>
            </w:r>
            <w:r w:rsidRPr="008C6DE4">
              <w:rPr>
                <w:rFonts w:cs="v4.2.0"/>
                <w:vertAlign w:val="subscript"/>
              </w:rPr>
              <w:t>in</w:t>
            </w:r>
            <w:r w:rsidRPr="008C6DE4">
              <w:rPr>
                <w:rFonts w:cs="Arial"/>
              </w:rPr>
              <w:t>×P</w:t>
            </w:r>
            <w:r w:rsidRPr="008C6DE4">
              <w:rPr>
                <w:rFonts w:cs="v4.2.0"/>
              </w:rPr>
              <w:t>)</w:t>
            </w:r>
            <w:r w:rsidRPr="008C6DE4">
              <w:rPr>
                <w:rFonts w:cs="Arial"/>
              </w:rPr>
              <w:t xml:space="preserve">× </w:t>
            </w:r>
            <w:r w:rsidRPr="008C6DE4">
              <w:rPr>
                <w:rFonts w:cs="v4.2.0"/>
              </w:rPr>
              <w:t>Max(T</w:t>
            </w:r>
            <w:r w:rsidRPr="008C6DE4">
              <w:rPr>
                <w:rFonts w:cs="v4.2.0"/>
                <w:vertAlign w:val="subscript"/>
              </w:rPr>
              <w:t>DRX</w:t>
            </w:r>
            <w:r w:rsidRPr="008C6DE4">
              <w:rPr>
                <w:rFonts w:cs="v4.2.0"/>
              </w:rPr>
              <w:t>, T</w:t>
            </w:r>
            <w:r w:rsidRPr="008C6DE4">
              <w:rPr>
                <w:rFonts w:cs="v4.2.0"/>
                <w:vertAlign w:val="subscript"/>
              </w:rPr>
              <w:t>CSI-RS</w:t>
            </w:r>
            <w:r w:rsidRPr="008C6DE4">
              <w:rPr>
                <w:rFonts w:cs="v4.2.0"/>
              </w:rPr>
              <w:t>))</w:t>
            </w:r>
          </w:p>
        </w:tc>
      </w:tr>
      <w:tr w:rsidR="00DD3199" w:rsidRPr="008C6DE4" w14:paraId="22FFD3B0" w14:textId="77777777" w:rsidTr="00867D3A">
        <w:trPr>
          <w:jc w:val="center"/>
        </w:trPr>
        <w:tc>
          <w:tcPr>
            <w:tcW w:w="2375" w:type="dxa"/>
            <w:shd w:val="clear" w:color="auto" w:fill="auto"/>
          </w:tcPr>
          <w:p w14:paraId="339C184E" w14:textId="77777777" w:rsidR="00474203" w:rsidRPr="008C6DE4" w:rsidRDefault="00474203" w:rsidP="002320DB">
            <w:pPr>
              <w:pStyle w:val="TAC"/>
            </w:pPr>
            <w:r w:rsidRPr="008C6DE4">
              <w:t xml:space="preserve">DRX </w:t>
            </w:r>
            <w:r w:rsidRPr="008C6DE4">
              <w:rPr>
                <w:rFonts w:cs="Arial"/>
              </w:rPr>
              <w:t xml:space="preserve">&gt; </w:t>
            </w:r>
            <w:r w:rsidRPr="008C6DE4">
              <w:t>320ms</w:t>
            </w:r>
          </w:p>
        </w:tc>
        <w:tc>
          <w:tcPr>
            <w:tcW w:w="3260" w:type="dxa"/>
            <w:shd w:val="clear" w:color="auto" w:fill="auto"/>
          </w:tcPr>
          <w:p w14:paraId="065D3584" w14:textId="34BC0E84" w:rsidR="00474203" w:rsidRPr="008C6DE4" w:rsidRDefault="00474203" w:rsidP="002320DB">
            <w:pPr>
              <w:pStyle w:val="TAC"/>
            </w:pPr>
            <w:r w:rsidRPr="008C6DE4">
              <w:rPr>
                <w:rFonts w:cs="v4.2.0"/>
              </w:rPr>
              <w:t>Ceil(M</w:t>
            </w:r>
            <w:r w:rsidRPr="008C6DE4">
              <w:rPr>
                <w:rFonts w:cs="v4.2.0"/>
                <w:vertAlign w:val="subscript"/>
              </w:rPr>
              <w:t>out</w:t>
            </w:r>
            <w:r w:rsidRPr="008C6DE4">
              <w:rPr>
                <w:rFonts w:cs="Arial"/>
              </w:rPr>
              <w:t>×P</w:t>
            </w:r>
            <w:r w:rsidRPr="008C6DE4">
              <w:rPr>
                <w:rFonts w:cs="v4.2.0"/>
              </w:rPr>
              <w:t xml:space="preserve">) </w:t>
            </w:r>
            <w:r w:rsidRPr="008C6DE4">
              <w:rPr>
                <w:rFonts w:cs="Arial"/>
              </w:rPr>
              <w:t xml:space="preserve">× </w:t>
            </w:r>
            <w:r w:rsidRPr="008C6DE4">
              <w:rPr>
                <w:rFonts w:cs="v4.2.0"/>
              </w:rPr>
              <w:t>T</w:t>
            </w:r>
            <w:r w:rsidRPr="008C6DE4">
              <w:rPr>
                <w:rFonts w:cs="v4.2.0"/>
                <w:vertAlign w:val="subscript"/>
              </w:rPr>
              <w:t>DRX</w:t>
            </w:r>
          </w:p>
        </w:tc>
        <w:tc>
          <w:tcPr>
            <w:tcW w:w="3649" w:type="dxa"/>
            <w:shd w:val="clear" w:color="auto" w:fill="auto"/>
          </w:tcPr>
          <w:p w14:paraId="40DABFE0" w14:textId="2D85BDB7" w:rsidR="00474203" w:rsidRPr="008C6DE4" w:rsidRDefault="00474203" w:rsidP="002320DB">
            <w:pPr>
              <w:pStyle w:val="TAC"/>
            </w:pPr>
            <w:r w:rsidRPr="008C6DE4">
              <w:rPr>
                <w:rFonts w:cs="v4.2.0"/>
              </w:rPr>
              <w:t>Ceil(M</w:t>
            </w:r>
            <w:r w:rsidRPr="008C6DE4">
              <w:rPr>
                <w:rFonts w:cs="v4.2.0"/>
                <w:vertAlign w:val="subscript"/>
              </w:rPr>
              <w:t>in</w:t>
            </w:r>
            <w:r w:rsidRPr="008C6DE4">
              <w:rPr>
                <w:rFonts w:cs="Arial"/>
              </w:rPr>
              <w:t>×P</w:t>
            </w:r>
            <w:r w:rsidRPr="008C6DE4">
              <w:rPr>
                <w:rFonts w:cs="v4.2.0"/>
              </w:rPr>
              <w:t xml:space="preserve">) </w:t>
            </w:r>
            <w:r w:rsidRPr="008C6DE4">
              <w:rPr>
                <w:rFonts w:cs="Arial"/>
              </w:rPr>
              <w:t xml:space="preserve">× </w:t>
            </w:r>
            <w:r w:rsidRPr="008C6DE4">
              <w:rPr>
                <w:rFonts w:cs="v4.2.0"/>
              </w:rPr>
              <w:t>T</w:t>
            </w:r>
            <w:r w:rsidRPr="008C6DE4">
              <w:rPr>
                <w:rFonts w:cs="v4.2.0"/>
                <w:vertAlign w:val="subscript"/>
              </w:rPr>
              <w:t>DRX</w:t>
            </w:r>
          </w:p>
        </w:tc>
      </w:tr>
      <w:tr w:rsidR="00474203" w:rsidRPr="008C6DE4" w14:paraId="0C094314" w14:textId="77777777" w:rsidTr="00867D3A">
        <w:trPr>
          <w:jc w:val="center"/>
        </w:trPr>
        <w:tc>
          <w:tcPr>
            <w:tcW w:w="9284" w:type="dxa"/>
            <w:gridSpan w:val="3"/>
            <w:shd w:val="clear" w:color="auto" w:fill="auto"/>
          </w:tcPr>
          <w:p w14:paraId="4B68BC36" w14:textId="77777777" w:rsidR="00474203" w:rsidRPr="008C6DE4" w:rsidRDefault="00474203" w:rsidP="002320DB">
            <w:pPr>
              <w:pStyle w:val="TAN"/>
            </w:pPr>
            <w:r w:rsidRPr="008C6DE4">
              <w:t>N</w:t>
            </w:r>
            <w:r w:rsidRPr="008C6DE4">
              <w:rPr>
                <w:lang w:eastAsia="ko-KR"/>
              </w:rPr>
              <w:t>OTE</w:t>
            </w:r>
            <w:r w:rsidRPr="008C6DE4">
              <w:t>:</w:t>
            </w:r>
            <w:r w:rsidRPr="008C6DE4">
              <w:rPr>
                <w:sz w:val="28"/>
              </w:rPr>
              <w:tab/>
            </w:r>
            <w:r w:rsidRPr="008C6DE4">
              <w:rPr>
                <w:rFonts w:cs="v4.2.0"/>
              </w:rPr>
              <w:t>T</w:t>
            </w:r>
            <w:r w:rsidRPr="008C6DE4">
              <w:rPr>
                <w:rFonts w:cs="v4.2.0"/>
                <w:vertAlign w:val="subscript"/>
              </w:rPr>
              <w:t>CSI-RS</w:t>
            </w:r>
            <w:r w:rsidRPr="008C6DE4">
              <w:t xml:space="preserve"> is the periodicity of the CSI-RS resource configured for RLM. The requirements in this table apply for </w:t>
            </w:r>
            <w:r w:rsidRPr="008C6DE4">
              <w:rPr>
                <w:rFonts w:cs="v4.2.0"/>
              </w:rPr>
              <w:t>T</w:t>
            </w:r>
            <w:r w:rsidRPr="008C6DE4">
              <w:rPr>
                <w:rFonts w:cs="v4.2.0"/>
                <w:vertAlign w:val="subscript"/>
              </w:rPr>
              <w:t>CSI-RS</w:t>
            </w:r>
            <w:r w:rsidRPr="008C6DE4">
              <w:t xml:space="preserve"> equal to 5 ms, 10ms, 20 ms or 40 ms.</w:t>
            </w:r>
            <w:r w:rsidRPr="008C6DE4">
              <w:rPr>
                <w:rFonts w:cs="v4.2.0"/>
              </w:rPr>
              <w:t xml:space="preserve"> T</w:t>
            </w:r>
            <w:r w:rsidRPr="008C6DE4">
              <w:rPr>
                <w:rFonts w:cs="v4.2.0"/>
                <w:vertAlign w:val="subscript"/>
              </w:rPr>
              <w:t>DRX</w:t>
            </w:r>
            <w:r w:rsidRPr="008C6DE4">
              <w:t xml:space="preserve"> is the DRX cycle length.</w:t>
            </w:r>
          </w:p>
        </w:tc>
      </w:tr>
    </w:tbl>
    <w:p w14:paraId="5A5F197A" w14:textId="77777777" w:rsidR="00474203" w:rsidRPr="008C6DE4" w:rsidRDefault="00474203" w:rsidP="00474203">
      <w:pPr>
        <w:rPr>
          <w:rFonts w:eastAsia="?? ??"/>
        </w:rPr>
      </w:pPr>
    </w:p>
    <w:p w14:paraId="0D61348A" w14:textId="77777777" w:rsidR="00474203" w:rsidRPr="008C6DE4" w:rsidRDefault="00474203" w:rsidP="002320DB">
      <w:pPr>
        <w:pStyle w:val="TH"/>
      </w:pPr>
      <w:r w:rsidRPr="008C6DE4">
        <w:t>Table 8.1.3.2-2: Evaluation period T</w:t>
      </w:r>
      <w:r w:rsidRPr="008C6DE4">
        <w:rPr>
          <w:vertAlign w:val="subscript"/>
        </w:rPr>
        <w:t>Evaluate_out_CSI-RS</w:t>
      </w:r>
      <w:r w:rsidRPr="008C6DE4">
        <w:t xml:space="preserve"> and T</w:t>
      </w:r>
      <w:r w:rsidRPr="008C6DE4">
        <w:rPr>
          <w:vertAlign w:val="subscript"/>
        </w:rPr>
        <w:t>Evaluate_in_CSI-RS</w:t>
      </w:r>
      <w:r w:rsidRPr="008C6DE4">
        <w:t xml:space="preserve"> for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8"/>
        <w:gridCol w:w="3060"/>
        <w:gridCol w:w="2961"/>
      </w:tblGrid>
      <w:tr w:rsidR="00DD3199" w:rsidRPr="008C6DE4" w14:paraId="13866455" w14:textId="77777777" w:rsidTr="00C5733B">
        <w:trPr>
          <w:jc w:val="center"/>
        </w:trPr>
        <w:tc>
          <w:tcPr>
            <w:tcW w:w="3608" w:type="dxa"/>
            <w:shd w:val="clear" w:color="auto" w:fill="auto"/>
          </w:tcPr>
          <w:p w14:paraId="65295617" w14:textId="77777777" w:rsidR="00474203" w:rsidRPr="008C6DE4" w:rsidRDefault="00474203" w:rsidP="002320DB">
            <w:pPr>
              <w:pStyle w:val="TAH"/>
            </w:pPr>
            <w:r w:rsidRPr="008C6DE4">
              <w:t>Configuration</w:t>
            </w:r>
          </w:p>
        </w:tc>
        <w:tc>
          <w:tcPr>
            <w:tcW w:w="3060" w:type="dxa"/>
            <w:shd w:val="clear" w:color="auto" w:fill="auto"/>
          </w:tcPr>
          <w:p w14:paraId="7DD8A6E3" w14:textId="77777777" w:rsidR="00474203" w:rsidRPr="008C6DE4" w:rsidRDefault="00474203" w:rsidP="002320DB">
            <w:pPr>
              <w:pStyle w:val="TAH"/>
            </w:pPr>
            <w:r w:rsidRPr="008C6DE4">
              <w:t>T</w:t>
            </w:r>
            <w:r w:rsidRPr="008C6DE4">
              <w:rPr>
                <w:vertAlign w:val="subscript"/>
              </w:rPr>
              <w:t>Evaluate_out_CSI-RS</w:t>
            </w:r>
            <w:r w:rsidRPr="008C6DE4">
              <w:t xml:space="preserve"> (ms) </w:t>
            </w:r>
          </w:p>
        </w:tc>
        <w:tc>
          <w:tcPr>
            <w:tcW w:w="2961" w:type="dxa"/>
            <w:shd w:val="clear" w:color="auto" w:fill="auto"/>
          </w:tcPr>
          <w:p w14:paraId="7B87604D" w14:textId="77777777" w:rsidR="00474203" w:rsidRPr="008C6DE4" w:rsidRDefault="00474203" w:rsidP="002320DB">
            <w:pPr>
              <w:pStyle w:val="TAH"/>
            </w:pPr>
            <w:r w:rsidRPr="008C6DE4">
              <w:t>T</w:t>
            </w:r>
            <w:r w:rsidRPr="008C6DE4">
              <w:rPr>
                <w:vertAlign w:val="subscript"/>
              </w:rPr>
              <w:t>Evaluate_in_CSI-RS</w:t>
            </w:r>
            <w:r w:rsidRPr="008C6DE4">
              <w:t xml:space="preserve"> (ms) </w:t>
            </w:r>
          </w:p>
        </w:tc>
      </w:tr>
      <w:tr w:rsidR="00C5733B" w:rsidRPr="00E36567" w14:paraId="3833C9DC" w14:textId="77777777" w:rsidTr="00C5733B">
        <w:trPr>
          <w:jc w:val="center"/>
        </w:trPr>
        <w:tc>
          <w:tcPr>
            <w:tcW w:w="3608" w:type="dxa"/>
            <w:shd w:val="clear" w:color="auto" w:fill="auto"/>
          </w:tcPr>
          <w:p w14:paraId="25C3DC2F" w14:textId="77777777" w:rsidR="00C5733B" w:rsidRPr="008C6DE4" w:rsidRDefault="00C5733B" w:rsidP="002320DB">
            <w:pPr>
              <w:pStyle w:val="TAC"/>
            </w:pPr>
            <w:r w:rsidRPr="008C6DE4">
              <w:t>no DRX</w:t>
            </w:r>
          </w:p>
        </w:tc>
        <w:tc>
          <w:tcPr>
            <w:tcW w:w="3060" w:type="dxa"/>
            <w:shd w:val="clear" w:color="auto" w:fill="auto"/>
          </w:tcPr>
          <w:p w14:paraId="65E2BF9A" w14:textId="1C9D1279" w:rsidR="00C5733B" w:rsidRPr="008C6DE4" w:rsidRDefault="00C5733B" w:rsidP="002320DB">
            <w:pPr>
              <w:pStyle w:val="TAC"/>
            </w:pPr>
            <w:r w:rsidRPr="008C6DE4">
              <w:rPr>
                <w:rFonts w:cs="v4.2.0"/>
                <w:lang w:val="fr-FR"/>
              </w:rPr>
              <w:t>Max(200, Ceil(M</w:t>
            </w:r>
            <w:r w:rsidRPr="008C6DE4">
              <w:rPr>
                <w:rFonts w:cs="v4.2.0"/>
                <w:vertAlign w:val="subscript"/>
                <w:lang w:val="fr-FR"/>
              </w:rPr>
              <w:t>out</w:t>
            </w:r>
            <w:r w:rsidRPr="008C6DE4">
              <w:rPr>
                <w:rFonts w:cs="Arial"/>
                <w:lang w:val="fr-FR"/>
              </w:rPr>
              <w:t>×P×N</w:t>
            </w:r>
            <w:r w:rsidRPr="008C6DE4">
              <w:rPr>
                <w:rFonts w:cs="v4.2.0"/>
                <w:lang w:val="fr-FR"/>
              </w:rPr>
              <w:t>)</w:t>
            </w:r>
            <w:r w:rsidRPr="008C6DE4">
              <w:rPr>
                <w:rFonts w:cs="Arial"/>
                <w:lang w:val="fr-FR"/>
              </w:rPr>
              <w:t>×</w:t>
            </w:r>
            <w:r w:rsidRPr="008C6DE4">
              <w:rPr>
                <w:rFonts w:cs="v4.2.0"/>
                <w:lang w:val="fr-FR"/>
              </w:rPr>
              <w:t>T</w:t>
            </w:r>
            <w:r w:rsidRPr="008C6DE4">
              <w:rPr>
                <w:rFonts w:cs="v4.2.0"/>
                <w:vertAlign w:val="subscript"/>
                <w:lang w:val="fr-FR"/>
              </w:rPr>
              <w:t>CSI-RS</w:t>
            </w:r>
            <w:r w:rsidRPr="008C6DE4">
              <w:rPr>
                <w:rFonts w:cs="v4.2.0"/>
                <w:lang w:val="fr-FR"/>
              </w:rPr>
              <w:t>)</w:t>
            </w:r>
          </w:p>
        </w:tc>
        <w:tc>
          <w:tcPr>
            <w:tcW w:w="2961" w:type="dxa"/>
            <w:shd w:val="clear" w:color="auto" w:fill="auto"/>
          </w:tcPr>
          <w:p w14:paraId="46DD708E" w14:textId="68F8840A" w:rsidR="00C5733B" w:rsidRPr="008C6DE4" w:rsidRDefault="00C5733B" w:rsidP="002320DB">
            <w:pPr>
              <w:pStyle w:val="TAC"/>
              <w:rPr>
                <w:lang w:val="sv-SE"/>
              </w:rPr>
            </w:pPr>
            <w:r w:rsidRPr="008C6DE4">
              <w:rPr>
                <w:lang w:val="sv-SE"/>
              </w:rPr>
              <w:t xml:space="preserve">Max(100, </w:t>
            </w:r>
            <w:r w:rsidRPr="008C6DE4">
              <w:rPr>
                <w:rFonts w:cs="v4.2.0"/>
                <w:lang w:val="sv-SE"/>
              </w:rPr>
              <w:t>Ceil(M</w:t>
            </w:r>
            <w:r w:rsidRPr="008C6DE4">
              <w:rPr>
                <w:rFonts w:cs="v4.2.0"/>
                <w:vertAlign w:val="subscript"/>
                <w:lang w:val="sv-SE"/>
              </w:rPr>
              <w:t>in</w:t>
            </w:r>
            <w:r w:rsidRPr="008C6DE4">
              <w:rPr>
                <w:rFonts w:cs="Arial"/>
                <w:lang w:val="sv-SE"/>
              </w:rPr>
              <w:t>×P×N</w:t>
            </w:r>
            <w:r w:rsidRPr="008C6DE4">
              <w:rPr>
                <w:rFonts w:cs="v4.2.0"/>
                <w:lang w:val="sv-SE"/>
              </w:rPr>
              <w:t>)</w:t>
            </w:r>
            <w:r w:rsidRPr="008C6DE4">
              <w:rPr>
                <w:rFonts w:cs="Arial"/>
                <w:lang w:val="sv-SE"/>
              </w:rPr>
              <w:t xml:space="preserve"> ×</w:t>
            </w:r>
            <w:r w:rsidRPr="008C6DE4">
              <w:rPr>
                <w:rFonts w:cs="v4.2.0"/>
                <w:lang w:val="sv-SE"/>
              </w:rPr>
              <w:t xml:space="preserve"> T</w:t>
            </w:r>
            <w:r w:rsidRPr="008C6DE4">
              <w:rPr>
                <w:rFonts w:cs="v4.2.0"/>
                <w:vertAlign w:val="subscript"/>
                <w:lang w:val="sv-SE"/>
              </w:rPr>
              <w:t>CSI-RS</w:t>
            </w:r>
            <w:r w:rsidRPr="008C6DE4">
              <w:rPr>
                <w:lang w:val="sv-SE"/>
              </w:rPr>
              <w:t>)</w:t>
            </w:r>
          </w:p>
        </w:tc>
      </w:tr>
      <w:tr w:rsidR="00C5733B" w:rsidRPr="008C6DE4" w14:paraId="5A902B6B" w14:textId="77777777" w:rsidTr="00C5733B">
        <w:trPr>
          <w:jc w:val="center"/>
        </w:trPr>
        <w:tc>
          <w:tcPr>
            <w:tcW w:w="3608" w:type="dxa"/>
            <w:shd w:val="clear" w:color="auto" w:fill="auto"/>
          </w:tcPr>
          <w:p w14:paraId="35D3C155" w14:textId="77777777" w:rsidR="00C5733B" w:rsidRPr="008C6DE4" w:rsidRDefault="00C5733B" w:rsidP="002320DB">
            <w:pPr>
              <w:pStyle w:val="TAC"/>
            </w:pPr>
            <w:r w:rsidRPr="008C6DE4">
              <w:t xml:space="preserve">DRX </w:t>
            </w:r>
            <w:r w:rsidRPr="008C6DE4">
              <w:rPr>
                <w:rFonts w:cs="Arial" w:hint="eastAsia"/>
              </w:rPr>
              <w:t>≤</w:t>
            </w:r>
            <w:r w:rsidRPr="008C6DE4">
              <w:rPr>
                <w:rFonts w:cs="Arial"/>
              </w:rPr>
              <w:t xml:space="preserve"> </w:t>
            </w:r>
            <w:r w:rsidRPr="008C6DE4">
              <w:t>320ms</w:t>
            </w:r>
          </w:p>
        </w:tc>
        <w:tc>
          <w:tcPr>
            <w:tcW w:w="3060" w:type="dxa"/>
            <w:shd w:val="clear" w:color="auto" w:fill="auto"/>
          </w:tcPr>
          <w:p w14:paraId="17ACAD80" w14:textId="74F040A8" w:rsidR="00C5733B" w:rsidRPr="008C6DE4" w:rsidRDefault="00C5733B" w:rsidP="002320DB">
            <w:pPr>
              <w:pStyle w:val="TAC"/>
            </w:pPr>
            <w:r w:rsidRPr="008C6DE4">
              <w:rPr>
                <w:rFonts w:cs="v4.2.0"/>
                <w:lang w:val="fr-FR"/>
              </w:rPr>
              <w:t>Max(200, Ceil(1.5</w:t>
            </w:r>
            <w:r w:rsidRPr="008C6DE4">
              <w:rPr>
                <w:rFonts w:cs="Arial"/>
                <w:lang w:val="fr-FR"/>
              </w:rPr>
              <w:t>×</w:t>
            </w:r>
            <w:r w:rsidRPr="008C6DE4">
              <w:rPr>
                <w:rFonts w:cs="v4.2.0"/>
                <w:lang w:val="fr-FR"/>
              </w:rPr>
              <w:t>M</w:t>
            </w:r>
            <w:r w:rsidRPr="008C6DE4">
              <w:rPr>
                <w:rFonts w:cs="v4.2.0"/>
                <w:vertAlign w:val="subscript"/>
                <w:lang w:val="fr-FR"/>
              </w:rPr>
              <w:t>out</w:t>
            </w:r>
            <w:r w:rsidRPr="008C6DE4">
              <w:rPr>
                <w:rFonts w:cs="Arial"/>
                <w:lang w:val="fr-FR"/>
              </w:rPr>
              <w:t>×P×N</w:t>
            </w:r>
            <w:r w:rsidRPr="008C6DE4">
              <w:rPr>
                <w:rFonts w:cs="v4.2.0"/>
                <w:lang w:val="fr-FR"/>
              </w:rPr>
              <w:t>)</w:t>
            </w:r>
            <w:r w:rsidRPr="008C6DE4">
              <w:rPr>
                <w:rFonts w:cs="Arial"/>
                <w:lang w:val="fr-FR"/>
              </w:rPr>
              <w:t xml:space="preserve">× </w:t>
            </w:r>
            <w:r w:rsidRPr="008C6DE4">
              <w:rPr>
                <w:rFonts w:cs="v4.2.0"/>
                <w:lang w:val="fr-FR"/>
              </w:rPr>
              <w:t>Max(T</w:t>
            </w:r>
            <w:r w:rsidRPr="008C6DE4">
              <w:rPr>
                <w:rFonts w:cs="v4.2.0"/>
                <w:vertAlign w:val="subscript"/>
                <w:lang w:val="fr-FR"/>
              </w:rPr>
              <w:t>DRX</w:t>
            </w:r>
            <w:r w:rsidRPr="008C6DE4">
              <w:rPr>
                <w:rFonts w:cs="v4.2.0"/>
                <w:lang w:val="fr-FR"/>
              </w:rPr>
              <w:t>, T</w:t>
            </w:r>
            <w:r w:rsidRPr="008C6DE4">
              <w:rPr>
                <w:rFonts w:cs="v4.2.0"/>
                <w:vertAlign w:val="subscript"/>
                <w:lang w:val="fr-FR"/>
              </w:rPr>
              <w:t>CSI-RS</w:t>
            </w:r>
            <w:r w:rsidRPr="008C6DE4">
              <w:rPr>
                <w:rFonts w:cs="v4.2.0"/>
                <w:lang w:val="fr-FR"/>
              </w:rPr>
              <w:t>))</w:t>
            </w:r>
          </w:p>
        </w:tc>
        <w:tc>
          <w:tcPr>
            <w:tcW w:w="2961" w:type="dxa"/>
            <w:shd w:val="clear" w:color="auto" w:fill="auto"/>
          </w:tcPr>
          <w:p w14:paraId="5688D640" w14:textId="2EC5BCE5" w:rsidR="00C5733B" w:rsidRPr="008C6DE4" w:rsidRDefault="00C5733B" w:rsidP="002320DB">
            <w:pPr>
              <w:pStyle w:val="TAC"/>
            </w:pPr>
            <w:r w:rsidRPr="008C6DE4">
              <w:rPr>
                <w:rFonts w:cs="v4.2.0"/>
                <w:lang w:val="fr-FR"/>
              </w:rPr>
              <w:t>Max(100, Ceil(1.5</w:t>
            </w:r>
            <w:r w:rsidRPr="008C6DE4">
              <w:rPr>
                <w:rFonts w:cs="Arial"/>
                <w:lang w:val="fr-FR"/>
              </w:rPr>
              <w:t>×</w:t>
            </w:r>
            <w:r w:rsidRPr="008C6DE4">
              <w:rPr>
                <w:rFonts w:cs="v4.2.0"/>
                <w:lang w:val="fr-FR"/>
              </w:rPr>
              <w:t>M</w:t>
            </w:r>
            <w:r w:rsidRPr="008C6DE4">
              <w:rPr>
                <w:rFonts w:cs="v4.2.0"/>
                <w:vertAlign w:val="subscript"/>
                <w:lang w:val="fr-FR"/>
              </w:rPr>
              <w:t>in</w:t>
            </w:r>
            <w:r w:rsidRPr="008C6DE4">
              <w:rPr>
                <w:rFonts w:cs="Arial"/>
                <w:lang w:val="fr-FR"/>
              </w:rPr>
              <w:t>×P×N</w:t>
            </w:r>
            <w:r w:rsidRPr="008C6DE4">
              <w:rPr>
                <w:rFonts w:cs="v4.2.0"/>
                <w:lang w:val="fr-FR"/>
              </w:rPr>
              <w:t>)</w:t>
            </w:r>
            <w:r w:rsidRPr="008C6DE4">
              <w:rPr>
                <w:rFonts w:cs="Arial"/>
                <w:lang w:val="fr-FR"/>
              </w:rPr>
              <w:t xml:space="preserve">× </w:t>
            </w:r>
            <w:r w:rsidRPr="008C6DE4">
              <w:rPr>
                <w:rFonts w:cs="v4.2.0"/>
                <w:lang w:val="fr-FR"/>
              </w:rPr>
              <w:t>Max(T</w:t>
            </w:r>
            <w:r w:rsidRPr="008C6DE4">
              <w:rPr>
                <w:rFonts w:cs="v4.2.0"/>
                <w:vertAlign w:val="subscript"/>
                <w:lang w:val="fr-FR"/>
              </w:rPr>
              <w:t>DRX</w:t>
            </w:r>
            <w:r w:rsidRPr="008C6DE4">
              <w:rPr>
                <w:rFonts w:cs="v4.2.0"/>
                <w:lang w:val="fr-FR"/>
              </w:rPr>
              <w:t>, T</w:t>
            </w:r>
            <w:r w:rsidRPr="008C6DE4">
              <w:rPr>
                <w:rFonts w:cs="v4.2.0"/>
                <w:vertAlign w:val="subscript"/>
                <w:lang w:val="fr-FR"/>
              </w:rPr>
              <w:t>CSI-RS</w:t>
            </w:r>
            <w:r w:rsidRPr="008C6DE4">
              <w:rPr>
                <w:rFonts w:cs="v4.2.0"/>
                <w:lang w:val="fr-FR"/>
              </w:rPr>
              <w:t>))</w:t>
            </w:r>
          </w:p>
        </w:tc>
      </w:tr>
      <w:tr w:rsidR="00C5733B" w:rsidRPr="00E36567" w14:paraId="6493C864" w14:textId="77777777" w:rsidTr="00C5733B">
        <w:trPr>
          <w:jc w:val="center"/>
        </w:trPr>
        <w:tc>
          <w:tcPr>
            <w:tcW w:w="3608" w:type="dxa"/>
            <w:shd w:val="clear" w:color="auto" w:fill="auto"/>
          </w:tcPr>
          <w:p w14:paraId="67DE7D5D" w14:textId="77777777" w:rsidR="00C5733B" w:rsidRPr="008C6DE4" w:rsidRDefault="00C5733B" w:rsidP="002320DB">
            <w:pPr>
              <w:pStyle w:val="TAC"/>
            </w:pPr>
            <w:r w:rsidRPr="008C6DE4">
              <w:t xml:space="preserve">DRX </w:t>
            </w:r>
            <w:r w:rsidRPr="008C6DE4">
              <w:rPr>
                <w:rFonts w:cs="Arial"/>
              </w:rPr>
              <w:t xml:space="preserve">&gt; </w:t>
            </w:r>
            <w:r w:rsidRPr="008C6DE4">
              <w:t>320ms</w:t>
            </w:r>
          </w:p>
        </w:tc>
        <w:tc>
          <w:tcPr>
            <w:tcW w:w="3060" w:type="dxa"/>
            <w:shd w:val="clear" w:color="auto" w:fill="auto"/>
          </w:tcPr>
          <w:p w14:paraId="5D7C3C4A" w14:textId="5233D01B" w:rsidR="00C5733B" w:rsidRPr="008C6DE4" w:rsidRDefault="00C5733B" w:rsidP="002320DB">
            <w:pPr>
              <w:pStyle w:val="TAC"/>
            </w:pPr>
            <w:r w:rsidRPr="008C6DE4">
              <w:rPr>
                <w:rFonts w:cs="v4.2.0"/>
                <w:lang w:val="fr-FR"/>
              </w:rPr>
              <w:t>Ceil(M</w:t>
            </w:r>
            <w:r w:rsidRPr="008C6DE4">
              <w:rPr>
                <w:rFonts w:cs="v4.2.0"/>
                <w:vertAlign w:val="subscript"/>
                <w:lang w:val="fr-FR"/>
              </w:rPr>
              <w:t>out</w:t>
            </w:r>
            <w:r w:rsidRPr="008C6DE4">
              <w:rPr>
                <w:rFonts w:cs="Arial"/>
                <w:lang w:val="fr-FR"/>
              </w:rPr>
              <w:t>×P×N</w:t>
            </w:r>
            <w:r w:rsidRPr="008C6DE4">
              <w:rPr>
                <w:rFonts w:cs="v4.2.0"/>
                <w:lang w:val="fr-FR"/>
              </w:rPr>
              <w:t xml:space="preserve">) </w:t>
            </w:r>
            <w:r w:rsidRPr="008C6DE4">
              <w:rPr>
                <w:rFonts w:cs="Arial"/>
                <w:lang w:val="fr-FR"/>
              </w:rPr>
              <w:t xml:space="preserve">× </w:t>
            </w:r>
            <w:r w:rsidRPr="008C6DE4">
              <w:rPr>
                <w:rFonts w:cs="v4.2.0"/>
                <w:lang w:val="fr-FR"/>
              </w:rPr>
              <w:t>T</w:t>
            </w:r>
            <w:r w:rsidRPr="008C6DE4">
              <w:rPr>
                <w:rFonts w:cs="v4.2.0"/>
                <w:vertAlign w:val="subscript"/>
                <w:lang w:val="fr-FR"/>
              </w:rPr>
              <w:t>DRX</w:t>
            </w:r>
          </w:p>
        </w:tc>
        <w:tc>
          <w:tcPr>
            <w:tcW w:w="2961" w:type="dxa"/>
            <w:shd w:val="clear" w:color="auto" w:fill="auto"/>
          </w:tcPr>
          <w:p w14:paraId="0221C51E" w14:textId="6C5A406D" w:rsidR="00C5733B" w:rsidRPr="008C6DE4" w:rsidRDefault="00C5733B" w:rsidP="002320DB">
            <w:pPr>
              <w:pStyle w:val="TAC"/>
              <w:rPr>
                <w:lang w:val="sv-SE"/>
              </w:rPr>
            </w:pPr>
            <w:r w:rsidRPr="008C6DE4">
              <w:rPr>
                <w:rFonts w:cs="v4.2.0"/>
                <w:lang w:val="sv-SE"/>
              </w:rPr>
              <w:t>Ceil(M</w:t>
            </w:r>
            <w:r w:rsidRPr="008C6DE4">
              <w:rPr>
                <w:rFonts w:cs="v4.2.0"/>
                <w:vertAlign w:val="subscript"/>
                <w:lang w:val="sv-SE"/>
              </w:rPr>
              <w:t>in</w:t>
            </w:r>
            <w:r w:rsidRPr="008C6DE4">
              <w:rPr>
                <w:rFonts w:cs="Arial"/>
                <w:lang w:val="sv-SE"/>
              </w:rPr>
              <w:t>×P×N</w:t>
            </w:r>
            <w:r w:rsidRPr="008C6DE4">
              <w:rPr>
                <w:rFonts w:cs="v4.2.0"/>
                <w:lang w:val="sv-SE"/>
              </w:rPr>
              <w:t xml:space="preserve">) </w:t>
            </w:r>
            <w:r w:rsidRPr="008C6DE4">
              <w:rPr>
                <w:rFonts w:cs="Arial"/>
                <w:lang w:val="sv-SE"/>
              </w:rPr>
              <w:t xml:space="preserve">× </w:t>
            </w:r>
            <w:r w:rsidRPr="008C6DE4">
              <w:rPr>
                <w:rFonts w:cs="v4.2.0"/>
                <w:lang w:val="sv-SE"/>
              </w:rPr>
              <w:t>T</w:t>
            </w:r>
            <w:r w:rsidRPr="008C6DE4">
              <w:rPr>
                <w:rFonts w:cs="v4.2.0"/>
                <w:vertAlign w:val="subscript"/>
                <w:lang w:val="sv-SE"/>
              </w:rPr>
              <w:t>DRX</w:t>
            </w:r>
          </w:p>
        </w:tc>
      </w:tr>
      <w:tr w:rsidR="00474203" w:rsidRPr="008C6DE4" w14:paraId="6624A0ED" w14:textId="77777777" w:rsidTr="00C5733B">
        <w:trPr>
          <w:jc w:val="center"/>
        </w:trPr>
        <w:tc>
          <w:tcPr>
            <w:tcW w:w="9629" w:type="dxa"/>
            <w:gridSpan w:val="3"/>
            <w:shd w:val="clear" w:color="auto" w:fill="auto"/>
          </w:tcPr>
          <w:p w14:paraId="147BA2E3" w14:textId="77777777" w:rsidR="00474203" w:rsidRPr="008C6DE4" w:rsidRDefault="00474203" w:rsidP="002320DB">
            <w:pPr>
              <w:pStyle w:val="TAN"/>
            </w:pPr>
            <w:r w:rsidRPr="008C6DE4">
              <w:t>N</w:t>
            </w:r>
            <w:r w:rsidRPr="008C6DE4">
              <w:rPr>
                <w:rFonts w:eastAsia="Malgun Gothic"/>
                <w:lang w:eastAsia="ko-KR"/>
              </w:rPr>
              <w:t>OTE</w:t>
            </w:r>
            <w:r w:rsidRPr="008C6DE4">
              <w:t>:</w:t>
            </w:r>
            <w:r w:rsidRPr="008C6DE4">
              <w:rPr>
                <w:sz w:val="28"/>
              </w:rPr>
              <w:tab/>
            </w:r>
            <w:r w:rsidRPr="008C6DE4">
              <w:t>T</w:t>
            </w:r>
            <w:r w:rsidRPr="008C6DE4">
              <w:rPr>
                <w:vertAlign w:val="subscript"/>
              </w:rPr>
              <w:t>CSI-RS</w:t>
            </w:r>
            <w:r w:rsidRPr="008C6DE4">
              <w:t xml:space="preserve"> is the periodicity of the CSI-RS resource configured for RLM. The requirements in this table apply for </w:t>
            </w:r>
            <w:r w:rsidRPr="008C6DE4">
              <w:rPr>
                <w:rFonts w:cs="v4.2.0"/>
              </w:rPr>
              <w:t>T</w:t>
            </w:r>
            <w:r w:rsidRPr="008C6DE4">
              <w:rPr>
                <w:rFonts w:cs="v4.2.0"/>
                <w:vertAlign w:val="subscript"/>
              </w:rPr>
              <w:t>CSI-RS</w:t>
            </w:r>
            <w:r w:rsidRPr="008C6DE4">
              <w:t xml:space="preserve"> equal to 5 ms, 10 ms, 20 ms or 40 ms. T</w:t>
            </w:r>
            <w:r w:rsidRPr="008C6DE4">
              <w:rPr>
                <w:vertAlign w:val="subscript"/>
              </w:rPr>
              <w:t>DRX</w:t>
            </w:r>
            <w:r w:rsidRPr="008C6DE4">
              <w:t xml:space="preserve"> is the DRX cycle length.</w:t>
            </w:r>
          </w:p>
        </w:tc>
      </w:tr>
    </w:tbl>
    <w:p w14:paraId="263E825C" w14:textId="77777777" w:rsidR="00474203" w:rsidRPr="008C6DE4" w:rsidRDefault="00474203" w:rsidP="00474203"/>
    <w:p w14:paraId="471BCA3B" w14:textId="49BB3242" w:rsidR="00474203" w:rsidRPr="008C6DE4" w:rsidRDefault="0048284E" w:rsidP="0048284E">
      <w:pPr>
        <w:pStyle w:val="Heading4"/>
      </w:pPr>
      <w:r w:rsidRPr="008C6DE4">
        <w:rPr>
          <w:rFonts w:eastAsia="?? ??"/>
        </w:rPr>
        <w:t>8.1.3.3</w:t>
      </w:r>
      <w:r w:rsidR="00474203" w:rsidRPr="008C6DE4">
        <w:rPr>
          <w:rFonts w:eastAsia="?? ??"/>
        </w:rPr>
        <w:tab/>
      </w:r>
      <w:r w:rsidR="00474203" w:rsidRPr="008C6DE4">
        <w:t>Measurement restrictions for CSI-RS based RLM</w:t>
      </w:r>
    </w:p>
    <w:p w14:paraId="102A05DD" w14:textId="77777777" w:rsidR="00474203" w:rsidRPr="008C6DE4" w:rsidRDefault="00474203" w:rsidP="00474203">
      <w:r w:rsidRPr="008C6DE4">
        <w:rPr>
          <w:lang w:eastAsia="zh-CN"/>
        </w:rPr>
        <w:t>The UE is required to be capable of measuring CSI-RS for RLM without measurement gaps. T</w:t>
      </w:r>
      <w:r w:rsidRPr="008C6DE4">
        <w:t>he UE is required to perform the CSI-RS measurements with measurement restrictions as described in the following clauses.</w:t>
      </w:r>
    </w:p>
    <w:p w14:paraId="372FAD40" w14:textId="0C46EC89" w:rsidR="00474203" w:rsidRPr="008C6DE4" w:rsidRDefault="00474203" w:rsidP="00474203">
      <w:r w:rsidRPr="008C6DE4">
        <w:t>For both FR1 and FR2, when the CSI-RS for RLM is in the same OFDM symbol as SSB for RLM, BFD, CBD or L1-RSRP measurement, UE is not required to receive CSI-RS for RLM in the PRBs that overlap with an SSB.</w:t>
      </w:r>
    </w:p>
    <w:p w14:paraId="3B165268" w14:textId="7B04624D" w:rsidR="00474203" w:rsidRPr="008C6DE4" w:rsidRDefault="00474203" w:rsidP="00474203">
      <w:r w:rsidRPr="008C6DE4">
        <w:rPr>
          <w:lang w:eastAsia="zh-CN"/>
        </w:rPr>
        <w:t xml:space="preserve">For FR1, when the SSB </w:t>
      </w:r>
      <w:r w:rsidRPr="008C6DE4">
        <w:t>for RLM, BFD, CBD, or L1-RSRP measurement</w:t>
      </w:r>
      <w:r w:rsidRPr="008C6DE4">
        <w:rPr>
          <w:lang w:eastAsia="zh-CN"/>
        </w:rPr>
        <w:t xml:space="preserve"> is within the active BWP and has same SCS than CSI-RS for RLM, t</w:t>
      </w:r>
      <w:r w:rsidRPr="008C6DE4">
        <w:t>he UE shall be able to perform CSI-RS measurement without restrictions.</w:t>
      </w:r>
    </w:p>
    <w:p w14:paraId="626437AC" w14:textId="4EBB65A4" w:rsidR="00474203" w:rsidRPr="008C6DE4" w:rsidRDefault="00474203" w:rsidP="00474203">
      <w:r w:rsidRPr="008C6DE4">
        <w:rPr>
          <w:lang w:eastAsia="zh-CN"/>
        </w:rPr>
        <w:t xml:space="preserve">For FR1, when the SSB </w:t>
      </w:r>
      <w:r w:rsidRPr="008C6DE4">
        <w:t>for RLM, BFD, CBD or L1-RSRP measurement</w:t>
      </w:r>
      <w:r w:rsidRPr="008C6DE4">
        <w:rPr>
          <w:lang w:eastAsia="zh-CN"/>
        </w:rPr>
        <w:t xml:space="preserve"> is within the active BWP and has different SCS than CSI-RS for RLM, t</w:t>
      </w:r>
      <w:r w:rsidRPr="008C6DE4">
        <w:rPr>
          <w:lang w:val="en-US" w:eastAsia="zh-CN"/>
        </w:rPr>
        <w:t xml:space="preserve">he UE shall be able to perform CSI-RS </w:t>
      </w:r>
      <w:r w:rsidRPr="008C6DE4">
        <w:t>measurement with restrictions according to its capabilities:</w:t>
      </w:r>
    </w:p>
    <w:p w14:paraId="39B89DCC" w14:textId="77777777" w:rsidR="00474203" w:rsidRPr="008C6DE4" w:rsidRDefault="00474203" w:rsidP="00474203">
      <w:pPr>
        <w:pStyle w:val="B10"/>
      </w:pPr>
      <w:r w:rsidRPr="008C6DE4">
        <w:t>-</w:t>
      </w:r>
      <w:r w:rsidRPr="008C6DE4">
        <w:tab/>
        <w:t xml:space="preserve">If the UE supports </w:t>
      </w:r>
      <w:r w:rsidRPr="008C6DE4">
        <w:rPr>
          <w:i/>
        </w:rPr>
        <w:t>simultaneousRxDataSSB-DiffNumerology</w:t>
      </w:r>
      <w:r w:rsidRPr="008C6DE4">
        <w:t xml:space="preserve"> the </w:t>
      </w:r>
      <w:r w:rsidRPr="008C6DE4">
        <w:rPr>
          <w:lang w:val="en-US" w:eastAsia="zh-CN"/>
        </w:rPr>
        <w:t xml:space="preserve">UE shall be able to perform CSI-RS for RLM </w:t>
      </w:r>
      <w:r w:rsidRPr="008C6DE4">
        <w:t>measurement without restrictions.</w:t>
      </w:r>
    </w:p>
    <w:p w14:paraId="7A8A6C8E" w14:textId="77777777" w:rsidR="00474203" w:rsidRPr="008C6DE4" w:rsidRDefault="00474203" w:rsidP="00474203">
      <w:pPr>
        <w:pStyle w:val="B10"/>
        <w:rPr>
          <w:lang w:val="en-US" w:eastAsia="zh-CN"/>
        </w:rPr>
      </w:pPr>
      <w:r w:rsidRPr="008C6DE4">
        <w:t>-</w:t>
      </w:r>
      <w:r w:rsidRPr="008C6DE4">
        <w:tab/>
        <w:t xml:space="preserve">If the UE does not support </w:t>
      </w:r>
      <w:r w:rsidRPr="008C6DE4">
        <w:rPr>
          <w:i/>
        </w:rPr>
        <w:t>simultaneousRxDataSSB-DiffNumerology</w:t>
      </w:r>
      <w:r w:rsidRPr="008C6DE4">
        <w:t xml:space="preserve">, UE is required to measure one of but not both CSI-RS for RLM and SSB. Longer measurement period for CSI-RS based RLM is expected, and </w:t>
      </w:r>
      <w:r w:rsidRPr="008C6DE4">
        <w:rPr>
          <w:lang w:val="en-US"/>
        </w:rPr>
        <w:t>no requirements are defined.</w:t>
      </w:r>
    </w:p>
    <w:p w14:paraId="2B736E6F" w14:textId="7DA31B31" w:rsidR="00474203" w:rsidRPr="008C6DE4" w:rsidRDefault="00474203" w:rsidP="00474203">
      <w:r w:rsidRPr="008C6DE4">
        <w:t>For FR1, when the CSI-RS for RLM is in the same OFDM symbol as another CSI-RS for RLM, BFD, CBD or L1-RSRP measurement, UE shall be able to measure the CSI-RS for RLM without any restriction.</w:t>
      </w:r>
    </w:p>
    <w:p w14:paraId="06607311" w14:textId="2148C0DA" w:rsidR="00474203" w:rsidRPr="008C6DE4" w:rsidRDefault="00474203" w:rsidP="00474203">
      <w:r w:rsidRPr="008C6DE4">
        <w:t xml:space="preserve">For FR2, when the CSI-RS for RLM </w:t>
      </w:r>
      <w:r w:rsidR="00EC769A" w:rsidRPr="008C6DE4">
        <w:rPr>
          <w:rFonts w:eastAsia="Malgun Gothic"/>
          <w:lang w:eastAsia="ja-JP"/>
        </w:rPr>
        <w:t xml:space="preserve">measurement on one CC </w:t>
      </w:r>
      <w:r w:rsidRPr="008C6DE4">
        <w:t>is in the same OFDM symbol as SSB for RLM, BFD, or L1-RSRP measurement</w:t>
      </w:r>
      <w:r w:rsidR="00EC769A" w:rsidRPr="008C6DE4">
        <w:t xml:space="preserve"> </w:t>
      </w:r>
      <w:r w:rsidR="00EC769A" w:rsidRPr="008C6DE4">
        <w:rPr>
          <w:rFonts w:eastAsia="Malgun Gothic"/>
          <w:lang w:eastAsia="ja-JP"/>
        </w:rPr>
        <w:t>on the same CC or different CCs in the same band</w:t>
      </w:r>
      <w:r w:rsidRPr="008C6DE4">
        <w:t>, or in the same symbol as SSB for CBD</w:t>
      </w:r>
      <w:r w:rsidR="00EC769A" w:rsidRPr="008C6DE4">
        <w:t xml:space="preserve"> measurement </w:t>
      </w:r>
      <w:r w:rsidR="00EC769A" w:rsidRPr="008C6DE4">
        <w:rPr>
          <w:rFonts w:eastAsia="Malgun Gothic"/>
          <w:lang w:eastAsia="ja-JP"/>
        </w:rPr>
        <w:t>on the same CC or different CCs in the same band</w:t>
      </w:r>
      <w:r w:rsidRPr="008C6DE4">
        <w:t xml:space="preserve"> when beam failure is detected, UE is required to measure one of but not both CSI-RS for RLM and SSB. Longer measurement period for CSI-RS based RLM is expected, and no requirements are defined.</w:t>
      </w:r>
    </w:p>
    <w:p w14:paraId="3D2B0561" w14:textId="332D1FA2" w:rsidR="00474203" w:rsidRPr="008C6DE4" w:rsidRDefault="00474203" w:rsidP="00474203">
      <w:r w:rsidRPr="008C6DE4">
        <w:t>For FR2, when the CSI-RS for RLM</w:t>
      </w:r>
      <w:r w:rsidR="00EC769A" w:rsidRPr="008C6DE4">
        <w:t xml:space="preserve"> </w:t>
      </w:r>
      <w:r w:rsidR="00EC769A" w:rsidRPr="008C6DE4">
        <w:rPr>
          <w:rFonts w:eastAsia="Malgun Gothic"/>
          <w:lang w:eastAsia="ja-JP"/>
        </w:rPr>
        <w:t>measurement on one CC</w:t>
      </w:r>
      <w:r w:rsidRPr="008C6DE4">
        <w:t xml:space="preserve"> is in the same OFDM symbol as another CSI-RS for RLM, BFD, CBD or L1-RSRP measurement</w:t>
      </w:r>
      <w:r w:rsidR="00EC769A" w:rsidRPr="008C6DE4">
        <w:t xml:space="preserve"> </w:t>
      </w:r>
      <w:r w:rsidR="00EC769A" w:rsidRPr="008C6DE4">
        <w:rPr>
          <w:rFonts w:eastAsia="Malgun Gothic"/>
          <w:lang w:eastAsia="ja-JP"/>
        </w:rPr>
        <w:t>on the same CC or different CCs in the same band</w:t>
      </w:r>
      <w:r w:rsidRPr="008C6DE4">
        <w:t>,</w:t>
      </w:r>
    </w:p>
    <w:p w14:paraId="367A288A" w14:textId="77777777" w:rsidR="00474203" w:rsidRPr="008C6DE4" w:rsidRDefault="00474203" w:rsidP="00474203">
      <w:pPr>
        <w:pStyle w:val="B10"/>
      </w:pPr>
      <w:r w:rsidRPr="008C6DE4">
        <w:t>-</w:t>
      </w:r>
      <w:r w:rsidRPr="008C6DE4">
        <w:tab/>
        <w:t>In the following cases, UE is required to measure one of but not both CSI-RS for RLM and the other CSI-RS. Longer measurement period for CSI-RS based RLM is expected, and no requirements are defined.</w:t>
      </w:r>
    </w:p>
    <w:p w14:paraId="077208DC" w14:textId="77777777" w:rsidR="00474203" w:rsidRPr="008C6DE4" w:rsidRDefault="00474203" w:rsidP="00474203">
      <w:pPr>
        <w:pStyle w:val="B2"/>
        <w:rPr>
          <w:rFonts w:eastAsiaTheme="minorEastAsia"/>
        </w:rPr>
      </w:pPr>
      <w:r w:rsidRPr="008C6DE4">
        <w:t>-</w:t>
      </w:r>
      <w:r w:rsidRPr="008C6DE4">
        <w:tab/>
        <w:t xml:space="preserve">The CSI-RS for RLM or the other CSI-RS in a resource set configured with repetition ON, or </w:t>
      </w:r>
    </w:p>
    <w:p w14:paraId="3CCA816A" w14:textId="77777777" w:rsidR="00474203" w:rsidRPr="008C6DE4" w:rsidRDefault="00474203" w:rsidP="00474203">
      <w:pPr>
        <w:pStyle w:val="B2"/>
      </w:pPr>
      <w:r w:rsidRPr="008C6DE4">
        <w:t>-</w:t>
      </w:r>
      <w:r w:rsidRPr="008C6DE4">
        <w:tab/>
        <w:t>The other CSI-RS is configured in q1 and beam failure is detected, or</w:t>
      </w:r>
    </w:p>
    <w:p w14:paraId="3FD3A0C4" w14:textId="77777777" w:rsidR="00474203" w:rsidRPr="008C6DE4" w:rsidRDefault="00474203" w:rsidP="00474203">
      <w:pPr>
        <w:pStyle w:val="B2"/>
      </w:pPr>
      <w:r w:rsidRPr="008C6DE4">
        <w:t>-</w:t>
      </w:r>
      <w:r w:rsidRPr="008C6DE4">
        <w:tab/>
        <w:t>The two CSI-RS-es are not QCL-ed w.r.t. QCL-TypeD, or the QCL information is not known to UE,</w:t>
      </w:r>
    </w:p>
    <w:p w14:paraId="34CB5034" w14:textId="77777777" w:rsidR="00474203" w:rsidRPr="008C6DE4" w:rsidRDefault="00474203" w:rsidP="00474203">
      <w:pPr>
        <w:pStyle w:val="B10"/>
      </w:pPr>
      <w:r w:rsidRPr="008C6DE4">
        <w:t>-</w:t>
      </w:r>
      <w:r w:rsidRPr="008C6DE4">
        <w:tab/>
        <w:t>Otherwise, UE shall be able to measure the CSI-RS for RLM without any restriction.</w:t>
      </w:r>
    </w:p>
    <w:p w14:paraId="76D09BED" w14:textId="55F4CAE3" w:rsidR="00474203" w:rsidRPr="008C6DE4" w:rsidRDefault="0048284E" w:rsidP="0048284E">
      <w:pPr>
        <w:pStyle w:val="Heading3"/>
      </w:pPr>
      <w:r w:rsidRPr="008C6DE4">
        <w:t>8.1.4</w:t>
      </w:r>
      <w:r w:rsidR="00474203" w:rsidRPr="008C6DE4">
        <w:tab/>
        <w:t>Minimum requirement at transitions</w:t>
      </w:r>
    </w:p>
    <w:p w14:paraId="3BFAC66A" w14:textId="703C7720" w:rsidR="00474203" w:rsidRPr="008C6DE4" w:rsidRDefault="00474203" w:rsidP="00474203">
      <w:r w:rsidRPr="008C6DE4">
        <w:t>When the UE transitions between DRX and no DRX or when DRX cycle periodicity changes, for each RLM-RS resource, for a duration of time equal to the evaluation period corresponding to the second mode after the transition occurs, the UE shall use an evaluation period that is no less than the minimum of evaluation period corresponding to the first mode and the second mode. Subsequent to this duration, the UE shall use an evaluation period corresponding to the second mode for each RLM-RS resource. This requirement shall be applied to both out-of-sync evaluation and in-sync evaluation</w:t>
      </w:r>
      <w:r w:rsidRPr="008C6DE4">
        <w:rPr>
          <w:lang w:eastAsia="zh-CN"/>
        </w:rPr>
        <w:t xml:space="preserve"> of the </w:t>
      </w:r>
      <w:r w:rsidRPr="008C6DE4">
        <w:t>monitored cell.</w:t>
      </w:r>
    </w:p>
    <w:p w14:paraId="1E9A98F7" w14:textId="5AB2EE06" w:rsidR="00474203" w:rsidRPr="008C6DE4" w:rsidRDefault="00474203" w:rsidP="00474203">
      <w:r w:rsidRPr="008C6DE4">
        <w:t>When the UE transitions from a first configuration of RLM resources to a second configuration of RLM resources that is different from the first configuration, for each RLM resource present in the second configuration, for a duration of time equal to the evaluation period corresponding to the second configuration after the transition occurs, the UE shall use an evaluation period that is no less than the minimum of evaluation periods corresponding to the first configuration and the second configuration. Subsequent to this duration, the UE shall use an evaluation period corresponding to the second configuration for each RLM resource present in the second configuration. This requirement shall be applied to both out-of-sync evaluation and in-sync evaluation of the monitored cell.</w:t>
      </w:r>
    </w:p>
    <w:p w14:paraId="2BEB0802" w14:textId="77777777" w:rsidR="00474203" w:rsidRPr="008C6DE4" w:rsidRDefault="00474203" w:rsidP="00474203">
      <w:r w:rsidRPr="008C6DE4">
        <w:t>When the UE transitions from a first configuration of active TCI state of the CORESET to a second configuration of active TCI state of the CORESET, for each CSI-RS for RLM present in the second configuration, the UE shall use an evaluation period corresponding to the second configuration from the time of transition. This requirement shall be applied to both out-of-sync evaluation and in-sync evaluation of the monitored cell.</w:t>
      </w:r>
    </w:p>
    <w:p w14:paraId="729F0B1E" w14:textId="49E6A701" w:rsidR="00474203" w:rsidRPr="008C6DE4" w:rsidRDefault="0048284E" w:rsidP="0048284E">
      <w:pPr>
        <w:pStyle w:val="Heading3"/>
      </w:pPr>
      <w:r w:rsidRPr="008C6DE4">
        <w:t>8.1.5</w:t>
      </w:r>
      <w:r w:rsidR="00474203" w:rsidRPr="008C6DE4">
        <w:tab/>
        <w:t>Minimum requirement for UE turning off the transmitter</w:t>
      </w:r>
    </w:p>
    <w:p w14:paraId="5A7A684C" w14:textId="77777777" w:rsidR="00474203" w:rsidRPr="008C6DE4" w:rsidRDefault="00474203" w:rsidP="00474203">
      <w:r w:rsidRPr="008C6DE4">
        <w:rPr>
          <w:rFonts w:eastAsia="?? ??"/>
        </w:rPr>
        <w:t xml:space="preserve">The transmitter power </w:t>
      </w:r>
      <w:r w:rsidRPr="008C6DE4">
        <w:rPr>
          <w:lang w:eastAsia="zh-CN"/>
        </w:rPr>
        <w:t xml:space="preserve">of the UE </w:t>
      </w:r>
      <w:r w:rsidRPr="008C6DE4">
        <w:rPr>
          <w:rFonts w:eastAsia="?? ??"/>
        </w:rPr>
        <w:t xml:space="preserve">in the monitored cell shall be turned off within 40ms after expiry of T310 timer </w:t>
      </w:r>
      <w:r w:rsidRPr="008C6DE4">
        <w:t>as specified in TS 38.331</w:t>
      </w:r>
      <w:r w:rsidRPr="008C6DE4">
        <w:rPr>
          <w:rFonts w:eastAsia="?? ??"/>
        </w:rPr>
        <w:t xml:space="preserve"> [2]</w:t>
      </w:r>
      <w:r w:rsidRPr="008C6DE4">
        <w:t>.</w:t>
      </w:r>
    </w:p>
    <w:p w14:paraId="250002C1" w14:textId="7B715469" w:rsidR="00474203" w:rsidRPr="008C6DE4" w:rsidRDefault="0048284E" w:rsidP="0048284E">
      <w:pPr>
        <w:pStyle w:val="Heading3"/>
      </w:pPr>
      <w:r w:rsidRPr="008C6DE4">
        <w:t>8.1.6</w:t>
      </w:r>
      <w:r w:rsidR="00474203" w:rsidRPr="008C6DE4">
        <w:tab/>
        <w:t>Minimum requirement for L1 indication</w:t>
      </w:r>
    </w:p>
    <w:p w14:paraId="0C76631C" w14:textId="5F908384" w:rsidR="00474203" w:rsidRPr="008C6DE4" w:rsidRDefault="00474203" w:rsidP="00474203">
      <w:pPr>
        <w:rPr>
          <w:rFonts w:cs="v4.2.0"/>
        </w:rPr>
      </w:pPr>
      <w:r w:rsidRPr="008C6DE4">
        <w:rPr>
          <w:rFonts w:cs="v4.2.0"/>
        </w:rPr>
        <w:t>When the downlink radio link quality on all the configured RLM-RS resources is worse than Q</w:t>
      </w:r>
      <w:r w:rsidRPr="008C6DE4">
        <w:rPr>
          <w:rFonts w:cs="v4.2.0"/>
          <w:vertAlign w:val="subscript"/>
        </w:rPr>
        <w:t>out</w:t>
      </w:r>
      <w:r w:rsidRPr="008C6DE4">
        <w:rPr>
          <w:rFonts w:cs="v4.2.0"/>
        </w:rPr>
        <w:t xml:space="preserve">, layer 1 of the UE shall send an out-of-sync indication for the cell to the higher layers. A layer 3 filter shall be applied to the out-of-sync indications as specified in </w:t>
      </w:r>
      <w:r w:rsidRPr="008C6DE4">
        <w:t>TS 38.331 </w:t>
      </w:r>
      <w:r w:rsidRPr="008C6DE4">
        <w:rPr>
          <w:rFonts w:cs="v4.2.0"/>
        </w:rPr>
        <w:t>[2].</w:t>
      </w:r>
    </w:p>
    <w:p w14:paraId="34C4D71B" w14:textId="46C5B6A3" w:rsidR="00474203" w:rsidRPr="008C6DE4" w:rsidRDefault="00474203" w:rsidP="00474203">
      <w:pPr>
        <w:rPr>
          <w:rFonts w:eastAsia="?? ??"/>
        </w:rPr>
      </w:pPr>
      <w:r w:rsidRPr="008C6DE4">
        <w:rPr>
          <w:rFonts w:cs="v4.2.0"/>
        </w:rPr>
        <w:t>When the downlink radio link quality on at least one of the configured RLM-RS resources is better than Q</w:t>
      </w:r>
      <w:r w:rsidRPr="008C6DE4">
        <w:rPr>
          <w:rFonts w:cs="v4.2.0"/>
          <w:vertAlign w:val="subscript"/>
        </w:rPr>
        <w:t>in</w:t>
      </w:r>
      <w:r w:rsidRPr="008C6DE4">
        <w:rPr>
          <w:rFonts w:cs="v4.2.0"/>
        </w:rPr>
        <w:t xml:space="preserve">, layer 1 of the UE shall send an in-sync indication for the cell to the higher layers. A layer 3 filter shall be applied to the in-sync indications as specified in </w:t>
      </w:r>
      <w:r w:rsidRPr="008C6DE4">
        <w:t>TS 38.331 </w:t>
      </w:r>
      <w:r w:rsidRPr="008C6DE4">
        <w:rPr>
          <w:rFonts w:cs="v4.2.0"/>
        </w:rPr>
        <w:t>[2].</w:t>
      </w:r>
    </w:p>
    <w:p w14:paraId="7E7CE78B" w14:textId="29FC753D" w:rsidR="00474203" w:rsidRPr="008C6DE4" w:rsidRDefault="00474203" w:rsidP="00474203">
      <w:pPr>
        <w:rPr>
          <w:rFonts w:cs="v4.2.0"/>
        </w:rPr>
      </w:pPr>
      <w:r w:rsidRPr="008C6DE4">
        <w:rPr>
          <w:rFonts w:cs="v4.2.0"/>
        </w:rPr>
        <w:t xml:space="preserve">The out-of-sync and in-sync evaluations for the configured RLM-RS resources shall be performed as specified in clause 5 in </w:t>
      </w:r>
      <w:r w:rsidRPr="008C6DE4">
        <w:t>TS 38.213 </w:t>
      </w:r>
      <w:r w:rsidRPr="008C6DE4">
        <w:rPr>
          <w:rFonts w:cs="v4.2.0"/>
        </w:rPr>
        <w:t>[3]. Two successive indications from layer 1 shall be separated by at least T</w:t>
      </w:r>
      <w:r w:rsidRPr="008C6DE4">
        <w:rPr>
          <w:rFonts w:cs="v4.2.0"/>
          <w:vertAlign w:val="subscript"/>
        </w:rPr>
        <w:t>Indication_interval</w:t>
      </w:r>
      <w:r w:rsidRPr="008C6DE4">
        <w:rPr>
          <w:rFonts w:cs="v4.2.0"/>
        </w:rPr>
        <w:t>.</w:t>
      </w:r>
    </w:p>
    <w:p w14:paraId="18CBBD4E" w14:textId="77777777" w:rsidR="00474203" w:rsidRPr="008C6DE4" w:rsidRDefault="00474203" w:rsidP="00474203">
      <w:pPr>
        <w:rPr>
          <w:rFonts w:cs="v4.2.0"/>
        </w:rPr>
      </w:pPr>
      <w:r w:rsidRPr="008C6DE4">
        <w:rPr>
          <w:rFonts w:cs="v4.2.0"/>
        </w:rPr>
        <w:t>When DRX is not used T</w:t>
      </w:r>
      <w:r w:rsidRPr="008C6DE4">
        <w:rPr>
          <w:rFonts w:cs="v4.2.0"/>
          <w:vertAlign w:val="subscript"/>
        </w:rPr>
        <w:t>Indication_interval</w:t>
      </w:r>
      <w:r w:rsidRPr="008C6DE4">
        <w:rPr>
          <w:rFonts w:cs="v4.2.0"/>
        </w:rPr>
        <w:t xml:space="preserve"> is max(10ms, T</w:t>
      </w:r>
      <w:r w:rsidRPr="008C6DE4">
        <w:rPr>
          <w:rFonts w:cs="v4.2.0"/>
          <w:vertAlign w:val="subscript"/>
        </w:rPr>
        <w:t>RLM-RS,M</w:t>
      </w:r>
      <w:r w:rsidRPr="008C6DE4">
        <w:rPr>
          <w:rFonts w:cs="v4.2.0"/>
        </w:rPr>
        <w:t>), where T</w:t>
      </w:r>
      <w:r w:rsidRPr="008C6DE4">
        <w:rPr>
          <w:rFonts w:cs="v4.2.0"/>
          <w:vertAlign w:val="subscript"/>
        </w:rPr>
        <w:t>RLM,M</w:t>
      </w:r>
      <w:r w:rsidRPr="008C6DE4">
        <w:rPr>
          <w:rFonts w:cs="v4.2.0"/>
        </w:rPr>
        <w:t xml:space="preserve"> is the shortest periodicity of all configured RLM-RS resources for the monitored cell, which corresponds to T</w:t>
      </w:r>
      <w:r w:rsidRPr="008C6DE4">
        <w:rPr>
          <w:rFonts w:cs="v4.2.0"/>
          <w:vertAlign w:val="subscript"/>
        </w:rPr>
        <w:t>SSB</w:t>
      </w:r>
      <w:r w:rsidRPr="008C6DE4">
        <w:rPr>
          <w:rFonts w:cs="v4.2.0"/>
        </w:rPr>
        <w:t xml:space="preserve"> specified in clause 8.1.2 if the RLM-RS resource is SSB, or T</w:t>
      </w:r>
      <w:r w:rsidRPr="008C6DE4">
        <w:rPr>
          <w:rFonts w:cs="v4.2.0"/>
          <w:vertAlign w:val="subscript"/>
        </w:rPr>
        <w:t>CSI-RS</w:t>
      </w:r>
      <w:r w:rsidRPr="008C6DE4">
        <w:rPr>
          <w:rFonts w:cs="v4.2.0"/>
        </w:rPr>
        <w:t xml:space="preserve"> specified in clause 8.1.3 if the RLM-RS resource is CSI-RS.</w:t>
      </w:r>
    </w:p>
    <w:p w14:paraId="5B2A0BE9" w14:textId="70079478" w:rsidR="00474203" w:rsidRPr="008C6DE4" w:rsidRDefault="00474203" w:rsidP="00474203">
      <w:pPr>
        <w:rPr>
          <w:rFonts w:eastAsia="MS Mincho"/>
        </w:rPr>
      </w:pPr>
      <w:r w:rsidRPr="008C6DE4">
        <w:rPr>
          <w:rFonts w:cs="v4.2.0"/>
        </w:rPr>
        <w:t>In case DRX is used, T</w:t>
      </w:r>
      <w:r w:rsidRPr="008C6DE4">
        <w:rPr>
          <w:rFonts w:cs="v4.2.0"/>
          <w:vertAlign w:val="subscript"/>
        </w:rPr>
        <w:t>Indication_interval</w:t>
      </w:r>
      <w:r w:rsidRPr="008C6DE4">
        <w:rPr>
          <w:rFonts w:cs="v4.2.0"/>
        </w:rPr>
        <w:t xml:space="preserve"> is </w:t>
      </w:r>
      <w:r w:rsidR="00DD4397" w:rsidRPr="008C6DE4">
        <w:rPr>
          <w:rFonts w:cs="v4.2.0"/>
        </w:rPr>
        <w:t xml:space="preserve">Max(10ms, 1.5 </w:t>
      </w:r>
      <w:r w:rsidR="00DD4397" w:rsidRPr="008C6DE4">
        <w:rPr>
          <w:lang w:eastAsia="ko-KR"/>
        </w:rPr>
        <w:t xml:space="preserve">× </w:t>
      </w:r>
      <w:r w:rsidR="00DD4397" w:rsidRPr="008C6DE4">
        <w:rPr>
          <w:rFonts w:cs="v4.2.0"/>
        </w:rPr>
        <w:t xml:space="preserve">DRX_cycle_length, 1.5 </w:t>
      </w:r>
      <w:r w:rsidR="00DD4397" w:rsidRPr="008C6DE4">
        <w:rPr>
          <w:lang w:eastAsia="ko-KR"/>
        </w:rPr>
        <w:t xml:space="preserve">× </w:t>
      </w:r>
      <w:r w:rsidR="00DD4397" w:rsidRPr="008C6DE4">
        <w:rPr>
          <w:rFonts w:cs="v4.2.0"/>
        </w:rPr>
        <w:t>T</w:t>
      </w:r>
      <w:r w:rsidR="00DD4397" w:rsidRPr="008C6DE4">
        <w:rPr>
          <w:rFonts w:cs="v4.2.0"/>
          <w:vertAlign w:val="subscript"/>
        </w:rPr>
        <w:t>RLM-RS,M</w:t>
      </w:r>
      <w:r w:rsidR="00DD4397" w:rsidRPr="008C6DE4">
        <w:rPr>
          <w:rFonts w:cs="v4.2.0"/>
        </w:rPr>
        <w:t xml:space="preserve">) </w:t>
      </w:r>
      <w:r w:rsidRPr="008C6DE4">
        <w:rPr>
          <w:rFonts w:cs="v4.2.0"/>
        </w:rPr>
        <w:t xml:space="preserve"> if DRX cycle_length is less than or equal to 320ms, and T</w:t>
      </w:r>
      <w:r w:rsidRPr="008C6DE4">
        <w:rPr>
          <w:rFonts w:cs="v4.2.0"/>
          <w:vertAlign w:val="subscript"/>
        </w:rPr>
        <w:t>Indication_interval</w:t>
      </w:r>
      <w:r w:rsidRPr="008C6DE4">
        <w:rPr>
          <w:rFonts w:cs="v4.2.0"/>
        </w:rPr>
        <w:t xml:space="preserve"> is DRX_cycle_length if DRX cycle_length is greater than 320ms. Upon start of T310 timer as specified in </w:t>
      </w:r>
      <w:r w:rsidRPr="008C6DE4">
        <w:t>TS 38.331 </w:t>
      </w:r>
      <w:r w:rsidRPr="008C6DE4">
        <w:rPr>
          <w:rFonts w:cs="v4.2.0"/>
        </w:rPr>
        <w:t>[2], the UE shall monitor the configured RLM-RS resources for recovery using the evaluation period and layer 1 indication interval corresponding to the no DRX mode until the expiry or stop of T310 timer.</w:t>
      </w:r>
    </w:p>
    <w:p w14:paraId="7717DAC9" w14:textId="6E2CFE7B" w:rsidR="00474203" w:rsidRPr="008C6DE4" w:rsidRDefault="0048284E" w:rsidP="0048284E">
      <w:pPr>
        <w:pStyle w:val="Heading3"/>
      </w:pPr>
      <w:r w:rsidRPr="008C6DE4">
        <w:t>8.1.7</w:t>
      </w:r>
      <w:r w:rsidR="00474203" w:rsidRPr="008C6DE4">
        <w:tab/>
        <w:t>Scheduling availability of UE during radio link monitoring</w:t>
      </w:r>
    </w:p>
    <w:p w14:paraId="2CC74A3E" w14:textId="6DD7BCF2" w:rsidR="0076238B" w:rsidRPr="008C6DE4" w:rsidRDefault="0076238B" w:rsidP="0076238B">
      <w:pPr>
        <w:rPr>
          <w:lang w:eastAsia="zh-CN"/>
        </w:rPr>
      </w:pPr>
      <w:r w:rsidRPr="008C6DE4">
        <w:rPr>
          <w:lang w:eastAsia="zh-CN"/>
        </w:rPr>
        <w:t xml:space="preserve">When the </w:t>
      </w:r>
      <w:r w:rsidRPr="008C6DE4">
        <w:rPr>
          <w:rFonts w:eastAsia="MS Mincho"/>
          <w:lang w:eastAsia="ja-JP"/>
        </w:rPr>
        <w:t>reference</w:t>
      </w:r>
      <w:r w:rsidRPr="008C6DE4">
        <w:rPr>
          <w:lang w:eastAsia="zh-CN"/>
        </w:rPr>
        <w:t xml:space="preserve"> signal </w:t>
      </w:r>
      <w:r w:rsidRPr="008C6DE4">
        <w:rPr>
          <w:rFonts w:eastAsia="MS Mincho"/>
          <w:lang w:eastAsia="ja-JP"/>
        </w:rPr>
        <w:t xml:space="preserve">to be measured for RLM </w:t>
      </w:r>
      <w:r w:rsidRPr="008C6DE4">
        <w:rPr>
          <w:lang w:eastAsia="zh-CN"/>
        </w:rPr>
        <w:t xml:space="preserve">has </w:t>
      </w:r>
      <w:r w:rsidRPr="008C6DE4">
        <w:t>different subcarrier spacing than PDSCH/PDCCH or is on frequency range 2, there are restrictions on the scheduling availability as described in the following clauses.</w:t>
      </w:r>
    </w:p>
    <w:p w14:paraId="1FDE394F" w14:textId="0136F25D" w:rsidR="00474203" w:rsidRPr="008C6DE4" w:rsidRDefault="0048284E" w:rsidP="0048284E">
      <w:pPr>
        <w:pStyle w:val="Heading4"/>
      </w:pPr>
      <w:r w:rsidRPr="008C6DE4">
        <w:t>8.1.7.1</w:t>
      </w:r>
      <w:r w:rsidR="00474203" w:rsidRPr="008C6DE4">
        <w:tab/>
        <w:t>Scheduling availability of UE performing radio link monitoring with a same subcarrier spacing as PDSCH/PDCCH on FR1</w:t>
      </w:r>
    </w:p>
    <w:p w14:paraId="2B493BF4" w14:textId="77777777" w:rsidR="00474203" w:rsidRPr="008C6DE4" w:rsidRDefault="00474203" w:rsidP="00474203">
      <w:r w:rsidRPr="008C6DE4">
        <w:t xml:space="preserve">There are no scheduling restrictions due to </w:t>
      </w:r>
      <w:r w:rsidRPr="008C6DE4">
        <w:rPr>
          <w:rFonts w:eastAsia="MS Mincho"/>
          <w:lang w:eastAsia="ja-JP"/>
        </w:rPr>
        <w:t>radio link monitoring</w:t>
      </w:r>
      <w:r w:rsidRPr="008C6DE4">
        <w:t xml:space="preserve"> performed with a same subcarrier spacing as PDSCH/PDCCH on FR1.</w:t>
      </w:r>
    </w:p>
    <w:p w14:paraId="338DD895" w14:textId="4EE21352" w:rsidR="00474203" w:rsidRPr="008C6DE4" w:rsidRDefault="0048284E" w:rsidP="0048284E">
      <w:pPr>
        <w:pStyle w:val="Heading4"/>
      </w:pPr>
      <w:r w:rsidRPr="008C6DE4">
        <w:t>8.1.7.2</w:t>
      </w:r>
      <w:r w:rsidR="00474203" w:rsidRPr="008C6DE4">
        <w:tab/>
        <w:t>Scheduling availability of UE performing radio link monitoring with a different subcarrier spacing than PDSCH/PDCCH on FR1</w:t>
      </w:r>
    </w:p>
    <w:p w14:paraId="63BA96E8" w14:textId="6A083EC1" w:rsidR="00474203" w:rsidRPr="008C6DE4" w:rsidRDefault="00474203" w:rsidP="00474203">
      <w:pPr>
        <w:rPr>
          <w:rFonts w:eastAsia="MS Mincho"/>
          <w:lang w:eastAsia="ja-JP"/>
        </w:rPr>
      </w:pPr>
      <w:r w:rsidRPr="008C6DE4">
        <w:t>For UEs which support</w:t>
      </w:r>
      <w:r w:rsidRPr="008C6DE4">
        <w:rPr>
          <w:i/>
        </w:rPr>
        <w:t xml:space="preserve"> simultaneousRxDataSSB-DiffNumerology</w:t>
      </w:r>
      <w:r w:rsidRPr="008C6DE4">
        <w:rPr>
          <w:rFonts w:eastAsia="MS Mincho"/>
          <w:i/>
          <w:lang w:eastAsia="ja-JP"/>
        </w:rPr>
        <w:t xml:space="preserve"> </w:t>
      </w:r>
      <w:r w:rsidRPr="008C6DE4">
        <w:t xml:space="preserve">[14] there are no restrictions on scheduling availability due to </w:t>
      </w:r>
      <w:r w:rsidRPr="008C6DE4">
        <w:rPr>
          <w:rFonts w:eastAsia="MS Mincho"/>
          <w:lang w:eastAsia="ja-JP"/>
        </w:rPr>
        <w:t>radio link monitoring based on SSB as RLM-RS</w:t>
      </w:r>
      <w:r w:rsidRPr="008C6DE4">
        <w:t xml:space="preserve">. For UEs which do not support </w:t>
      </w:r>
      <w:r w:rsidRPr="008C6DE4">
        <w:rPr>
          <w:i/>
        </w:rPr>
        <w:t>simultaneousRxDataSSB-DiffNumerology</w:t>
      </w:r>
      <w:r w:rsidRPr="008C6DE4" w:rsidDel="00850D03">
        <w:rPr>
          <w:i/>
        </w:rPr>
        <w:t xml:space="preserve"> </w:t>
      </w:r>
      <w:r w:rsidRPr="008C6DE4">
        <w:t xml:space="preserve">[14] the following restrictions apply due to </w:t>
      </w:r>
      <w:r w:rsidRPr="008C6DE4">
        <w:rPr>
          <w:rFonts w:eastAsia="MS Mincho"/>
          <w:lang w:eastAsia="ja-JP"/>
        </w:rPr>
        <w:t>radio link monitoring based on SSB as RLM -RS.</w:t>
      </w:r>
    </w:p>
    <w:p w14:paraId="083C26C4" w14:textId="3EB820E8" w:rsidR="00474203" w:rsidRPr="008C6DE4" w:rsidRDefault="00474203" w:rsidP="00474203">
      <w:pPr>
        <w:ind w:left="568" w:hanging="284"/>
      </w:pPr>
      <w:r w:rsidRPr="008C6DE4">
        <w:t>-</w:t>
      </w:r>
      <w:r w:rsidRPr="008C6DE4">
        <w:tab/>
        <w:t xml:space="preserve">The UE is not expected to transmit PUCCH, PUSCH or </w:t>
      </w:r>
      <w:r w:rsidRPr="008C6DE4">
        <w:rPr>
          <w:lang w:eastAsia="zh-CN"/>
        </w:rPr>
        <w:t>SRS</w:t>
      </w:r>
      <w:r w:rsidRPr="008C6DE4">
        <w:t xml:space="preserve"> or receive PDCCH, PDSCH or </w:t>
      </w:r>
      <w:r w:rsidRPr="008C6DE4">
        <w:rPr>
          <w:lang w:eastAsia="zh-CN"/>
        </w:rPr>
        <w:t>CSI-RS for tracking or CSI-RS for CQI</w:t>
      </w:r>
      <w:r w:rsidRPr="008C6DE4">
        <w:t xml:space="preserve"> on SSB symbols to be measured for radio link monitoring.</w:t>
      </w:r>
    </w:p>
    <w:p w14:paraId="06A7D093" w14:textId="77777777" w:rsidR="00474203" w:rsidRPr="008C6DE4" w:rsidRDefault="00474203" w:rsidP="00474203">
      <w:pPr>
        <w:rPr>
          <w:lang w:eastAsia="zh-CN"/>
        </w:rPr>
      </w:pPr>
      <w:r w:rsidRPr="008C6DE4">
        <w:rPr>
          <w:lang w:eastAsia="zh-CN"/>
        </w:rPr>
        <w:t xml:space="preserve">When intra-band carrier aggregation in FR1 is performed, the scheduling restrictions on FR1 serving PCell or PSCell applies to </w:t>
      </w:r>
      <w:r w:rsidRPr="008C6DE4">
        <w:rPr>
          <w:lang w:val="en-US"/>
        </w:rPr>
        <w:t>all serving cells</w:t>
      </w:r>
      <w:r w:rsidRPr="008C6DE4">
        <w:rPr>
          <w:lang w:eastAsia="zh-CN"/>
        </w:rPr>
        <w:t xml:space="preserve"> in the same band </w:t>
      </w:r>
      <w:r w:rsidRPr="008C6DE4">
        <w:rPr>
          <w:lang w:val="en-US"/>
        </w:rPr>
        <w:t>on the symbols</w:t>
      </w:r>
      <w:r w:rsidRPr="008C6DE4">
        <w:t xml:space="preserve"> that fully or partially overlap with the restricted symbols</w:t>
      </w:r>
      <w:r w:rsidRPr="008C6DE4">
        <w:rPr>
          <w:lang w:eastAsia="zh-CN"/>
        </w:rPr>
        <w:t>. When inter-band carrier aggregation within FR1 is performed, there are no scheduling restrictions on FR1 serving cell(s) in the bands due to radio link monitoring performed on FR1 serving PCell or PSCell in different bands.</w:t>
      </w:r>
    </w:p>
    <w:p w14:paraId="6EF940AF" w14:textId="7D8FBDB1" w:rsidR="00474203" w:rsidRPr="008C6DE4" w:rsidRDefault="0048284E" w:rsidP="0048284E">
      <w:pPr>
        <w:pStyle w:val="Heading4"/>
      </w:pPr>
      <w:r w:rsidRPr="008C6DE4">
        <w:t>8.1.7.3</w:t>
      </w:r>
      <w:r w:rsidR="00474203" w:rsidRPr="008C6DE4">
        <w:tab/>
        <w:t>Scheduling availability of UE performing radio link monitoring on FR2</w:t>
      </w:r>
    </w:p>
    <w:p w14:paraId="6B337CFF" w14:textId="77777777" w:rsidR="00474203" w:rsidRPr="008C6DE4" w:rsidRDefault="00474203" w:rsidP="00474203">
      <w:pPr>
        <w:rPr>
          <w:lang w:eastAsia="zh-CN"/>
        </w:rPr>
      </w:pPr>
      <w:r w:rsidRPr="008C6DE4">
        <w:rPr>
          <w:lang w:eastAsia="zh-CN"/>
        </w:rPr>
        <w:t>The following scheduling restriction applies due to radio link monitoring on an FR2 serving PCell and/or PSCell.</w:t>
      </w:r>
    </w:p>
    <w:p w14:paraId="314F338E" w14:textId="38D334E8" w:rsidR="00474203" w:rsidRPr="008C6DE4" w:rsidRDefault="00474203" w:rsidP="002320DB">
      <w:pPr>
        <w:pStyle w:val="B10"/>
        <w:rPr>
          <w:lang w:eastAsia="zh-CN"/>
        </w:rPr>
      </w:pPr>
      <w:r w:rsidRPr="008C6DE4">
        <w:rPr>
          <w:lang w:eastAsia="zh-CN"/>
        </w:rPr>
        <w:t>-</w:t>
      </w:r>
      <w:r w:rsidRPr="008C6DE4">
        <w:rPr>
          <w:lang w:eastAsia="zh-CN"/>
        </w:rPr>
        <w:tab/>
        <w:t xml:space="preserve">If the RLM-RS is CSI-RS which is type-D QCLed with active TCI state for PDCCH or PDSCH, and the CSI-RS is </w:t>
      </w:r>
      <w:r w:rsidRPr="008C6DE4">
        <w:rPr>
          <w:lang w:val="en-US" w:eastAsia="zh-CN"/>
        </w:rPr>
        <w:t>not in a CSI-RS resource set with repetition ON,</w:t>
      </w:r>
    </w:p>
    <w:p w14:paraId="46799E3C" w14:textId="77777777" w:rsidR="00474203" w:rsidRPr="008C6DE4" w:rsidRDefault="00474203" w:rsidP="002320DB">
      <w:pPr>
        <w:pStyle w:val="B2"/>
        <w:rPr>
          <w:lang w:eastAsia="zh-CN"/>
        </w:rPr>
      </w:pPr>
      <w:r w:rsidRPr="008C6DE4">
        <w:rPr>
          <w:lang w:eastAsia="zh-CN"/>
        </w:rPr>
        <w:t>-</w:t>
      </w:r>
      <w:r w:rsidRPr="008C6DE4">
        <w:rPr>
          <w:lang w:eastAsia="zh-CN"/>
        </w:rPr>
        <w:tab/>
      </w:r>
      <w:r w:rsidRPr="008C6DE4">
        <w:rPr>
          <w:lang w:eastAsia="ja-JP"/>
        </w:rPr>
        <w:t>There are no scheduling restrictions due to radio link monitoring based on the CSI-RS.</w:t>
      </w:r>
    </w:p>
    <w:p w14:paraId="42B840DC" w14:textId="77777777" w:rsidR="00474203" w:rsidRPr="008C6DE4" w:rsidRDefault="00474203" w:rsidP="002320DB">
      <w:pPr>
        <w:pStyle w:val="B10"/>
        <w:rPr>
          <w:lang w:eastAsia="zh-CN"/>
        </w:rPr>
      </w:pPr>
      <w:r w:rsidRPr="008C6DE4">
        <w:rPr>
          <w:lang w:eastAsia="zh-CN"/>
        </w:rPr>
        <w:t>-</w:t>
      </w:r>
      <w:r w:rsidRPr="008C6DE4">
        <w:rPr>
          <w:lang w:eastAsia="zh-CN"/>
        </w:rPr>
        <w:tab/>
        <w:t>Otherwise</w:t>
      </w:r>
    </w:p>
    <w:p w14:paraId="319D0254" w14:textId="697B1636" w:rsidR="00474203" w:rsidRPr="008C6DE4" w:rsidRDefault="00474203" w:rsidP="002320DB">
      <w:pPr>
        <w:pStyle w:val="B2"/>
        <w:rPr>
          <w:rFonts w:eastAsia="Malgun Gothic"/>
          <w:lang w:eastAsia="ja-JP"/>
        </w:rPr>
      </w:pPr>
      <w:r w:rsidRPr="008C6DE4">
        <w:t>-</w:t>
      </w:r>
      <w:r w:rsidRPr="008C6DE4">
        <w:tab/>
        <w:t xml:space="preserve">The UE is not expected to transmit PUCCH, PUSCH or </w:t>
      </w:r>
      <w:r w:rsidRPr="008C6DE4">
        <w:rPr>
          <w:lang w:eastAsia="zh-CN"/>
        </w:rPr>
        <w:t>SRS</w:t>
      </w:r>
      <w:r w:rsidRPr="008C6DE4">
        <w:t xml:space="preserve"> or receive PDCCH, PDSCH or </w:t>
      </w:r>
      <w:r w:rsidRPr="008C6DE4">
        <w:rPr>
          <w:lang w:eastAsia="zh-CN"/>
        </w:rPr>
        <w:t>CSI-RS for tracking or CSI-RS for CQI</w:t>
      </w:r>
      <w:r w:rsidRPr="008C6DE4">
        <w:t xml:space="preserve"> on RLM-RS symbols to be measured for radio link monitoring.</w:t>
      </w:r>
    </w:p>
    <w:p w14:paraId="6F6F1226" w14:textId="77777777" w:rsidR="00474203" w:rsidRPr="008C6DE4" w:rsidRDefault="00474203" w:rsidP="00474203">
      <w:pPr>
        <w:rPr>
          <w:rFonts w:eastAsia="Malgun Gothic"/>
          <w:lang w:eastAsia="ja-JP"/>
        </w:rPr>
      </w:pPr>
      <w:r w:rsidRPr="008C6DE4">
        <w:rPr>
          <w:rFonts w:eastAsia="Malgun Gothic"/>
          <w:lang w:eastAsia="ja-JP"/>
        </w:rPr>
        <w:t xml:space="preserve">When intra-band carrier aggregation in FR2 is performed, the scheduling restrictions on FR2 serving PCell or PSCell </w:t>
      </w:r>
      <w:r w:rsidRPr="008C6DE4">
        <w:rPr>
          <w:lang w:val="en-US"/>
        </w:rPr>
        <w:t>applies to all serving cells</w:t>
      </w:r>
      <w:r w:rsidRPr="008C6DE4">
        <w:rPr>
          <w:lang w:eastAsia="zh-CN"/>
        </w:rPr>
        <w:t xml:space="preserve"> </w:t>
      </w:r>
      <w:r w:rsidRPr="008C6DE4">
        <w:rPr>
          <w:rFonts w:eastAsia="Malgun Gothic"/>
          <w:lang w:eastAsia="ja-JP"/>
        </w:rPr>
        <w:t xml:space="preserve">in the same band </w:t>
      </w:r>
      <w:r w:rsidRPr="008C6DE4">
        <w:rPr>
          <w:lang w:val="en-US"/>
        </w:rPr>
        <w:t>on the symbols</w:t>
      </w:r>
      <w:r w:rsidRPr="008C6DE4">
        <w:t xml:space="preserve"> that fully or partially overlap with restricted symbols</w:t>
      </w:r>
      <w:r w:rsidRPr="008C6DE4">
        <w:rPr>
          <w:rFonts w:eastAsia="Malgun Gothic"/>
          <w:lang w:eastAsia="ja-JP"/>
        </w:rPr>
        <w:t>.</w:t>
      </w:r>
    </w:p>
    <w:p w14:paraId="13184081" w14:textId="77777777" w:rsidR="00474203" w:rsidRPr="008C6DE4" w:rsidRDefault="00474203" w:rsidP="00474203">
      <w:pPr>
        <w:rPr>
          <w:rFonts w:eastAsia="MS Mincho"/>
          <w:lang w:eastAsia="ja-JP"/>
        </w:rPr>
      </w:pPr>
      <w:bookmarkStart w:id="116" w:name="_Hlk18507324"/>
      <w:r w:rsidRPr="008C6DE4">
        <w:rPr>
          <w:rFonts w:eastAsia="MS Mincho"/>
          <w:lang w:eastAsia="ja-JP"/>
        </w:rPr>
        <w:t>For</w:t>
      </w:r>
      <w:r w:rsidRPr="008C6DE4">
        <w:rPr>
          <w:rFonts w:eastAsiaTheme="minorEastAsia" w:hint="eastAsia"/>
          <w:lang w:eastAsia="zh-CN"/>
        </w:rPr>
        <w:t xml:space="preserve"> FR2, </w:t>
      </w:r>
      <w:r w:rsidRPr="008C6DE4">
        <w:rPr>
          <w:rFonts w:eastAsia="MS Mincho"/>
          <w:lang w:eastAsia="ja-JP"/>
        </w:rPr>
        <w:t>if following conditions are met,</w:t>
      </w:r>
    </w:p>
    <w:p w14:paraId="61777389" w14:textId="1396E826" w:rsidR="005125A3" w:rsidRPr="008C6DE4" w:rsidRDefault="005125A3" w:rsidP="002320DB">
      <w:pPr>
        <w:pStyle w:val="B10"/>
        <w:rPr>
          <w:lang w:eastAsia="ja-JP"/>
        </w:rPr>
      </w:pPr>
      <w:r w:rsidRPr="008C6DE4">
        <w:rPr>
          <w:rFonts w:eastAsia="Yu Mincho" w:hint="eastAsia"/>
          <w:lang w:eastAsia="ja-JP"/>
        </w:rPr>
        <w:t>-</w:t>
      </w:r>
      <w:r w:rsidRPr="008C6DE4">
        <w:rPr>
          <w:rFonts w:eastAsia="Yu Mincho"/>
          <w:lang w:eastAsia="ja-JP"/>
        </w:rPr>
        <w:tab/>
      </w:r>
      <w:r w:rsidRPr="008C6DE4">
        <w:rPr>
          <w:lang w:eastAsia="ja-JP"/>
        </w:rPr>
        <w:t>UE has been notified about system information update through paging,</w:t>
      </w:r>
    </w:p>
    <w:p w14:paraId="3E982BE8" w14:textId="21FA3533" w:rsidR="005125A3" w:rsidRPr="008C6DE4" w:rsidRDefault="005125A3" w:rsidP="002320DB">
      <w:pPr>
        <w:pStyle w:val="B10"/>
        <w:rPr>
          <w:lang w:eastAsia="ja-JP"/>
        </w:rPr>
      </w:pPr>
      <w:r w:rsidRPr="008C6DE4">
        <w:rPr>
          <w:rFonts w:eastAsia="Yu Mincho" w:hint="eastAsia"/>
          <w:lang w:eastAsia="ja-JP"/>
        </w:rPr>
        <w:t>-</w:t>
      </w:r>
      <w:r w:rsidRPr="008C6DE4">
        <w:rPr>
          <w:rFonts w:eastAsia="Yu Mincho"/>
          <w:lang w:eastAsia="ja-JP"/>
        </w:rPr>
        <w:tab/>
      </w:r>
      <w:r w:rsidRPr="008C6DE4">
        <w:rPr>
          <w:lang w:eastAsia="ja-JP"/>
        </w:rPr>
        <w:t>The gap between UE’s reception of PDCCH that UE monitors in the Type2-PDCCH CSS set and that notifies system information update, and the PDCCH that UE monitors in the Type0-PDCCH CSS set, is greater than 2 slots,</w:t>
      </w:r>
    </w:p>
    <w:p w14:paraId="66572DB2" w14:textId="77777777" w:rsidR="00474203" w:rsidRPr="008C6DE4" w:rsidRDefault="00474203" w:rsidP="00474203">
      <w:pPr>
        <w:rPr>
          <w:rFonts w:eastAsia="MS Mincho"/>
          <w:lang w:eastAsia="ja-JP"/>
        </w:rPr>
      </w:pPr>
      <w:r w:rsidRPr="008C6DE4">
        <w:rPr>
          <w:rFonts w:eastAsia="MS Mincho"/>
          <w:lang w:eastAsia="ja-JP"/>
        </w:rPr>
        <w:t xml:space="preserve">For the SSB for RLM and CORESET for RMSI scheduling multiplexing patterns 3, UE is expected to receive the PDCCH that UE monitors in the Type0-PDCCH CSS set, and the corresponding PDSCH, on SSB symbols to be measured for RLM; and </w:t>
      </w:r>
    </w:p>
    <w:p w14:paraId="3980E4AD" w14:textId="77777777" w:rsidR="00474203" w:rsidRPr="008C6DE4" w:rsidRDefault="00474203" w:rsidP="00474203">
      <w:pPr>
        <w:rPr>
          <w:rFonts w:eastAsia="MS Mincho"/>
          <w:lang w:eastAsia="ja-JP"/>
        </w:rPr>
      </w:pPr>
      <w:r w:rsidRPr="008C6DE4">
        <w:rPr>
          <w:rFonts w:eastAsia="MS Mincho"/>
          <w:lang w:eastAsia="ja-JP"/>
        </w:rPr>
        <w:t>For the SSB for RLM and CORESET for RMSI scheduling multiplexing patterns 2, UE is expected to receive PDSCH that corresponds to the PDCCH that UE monitors in the Type0-PDCCH CSS set, on SSB symbols to be measured for RLM.</w:t>
      </w:r>
    </w:p>
    <w:bookmarkEnd w:id="116"/>
    <w:p w14:paraId="20D1809D" w14:textId="00228426" w:rsidR="00474203" w:rsidRPr="008C6DE4" w:rsidRDefault="0048284E" w:rsidP="0048284E">
      <w:pPr>
        <w:pStyle w:val="Heading4"/>
        <w:rPr>
          <w:lang w:eastAsia="zh-CN"/>
        </w:rPr>
      </w:pPr>
      <w:r w:rsidRPr="008C6DE4">
        <w:t>8.1.7.4</w:t>
      </w:r>
      <w:r w:rsidR="00474203" w:rsidRPr="008C6DE4">
        <w:tab/>
        <w:t>Scheduling availability of UE performing radio link monitoring on FR1 or FR2 in case of FR1-FR2 inter-band CA</w:t>
      </w:r>
      <w:r w:rsidR="00474203" w:rsidRPr="008C6DE4">
        <w:rPr>
          <w:lang w:eastAsia="zh-CN"/>
        </w:rPr>
        <w:t xml:space="preserve"> and NR-DC</w:t>
      </w:r>
    </w:p>
    <w:p w14:paraId="203FD09E" w14:textId="77777777" w:rsidR="00474203" w:rsidRPr="008C6DE4" w:rsidRDefault="00474203" w:rsidP="00474203">
      <w:pPr>
        <w:rPr>
          <w:lang w:eastAsia="zh-CN"/>
        </w:rPr>
      </w:pPr>
      <w:r w:rsidRPr="008C6DE4">
        <w:rPr>
          <w:lang w:eastAsia="zh-CN"/>
        </w:rPr>
        <w:t>There are no scheduling restrictions on FR1 serving cell(s) due to radio link monitoring performed on FR2 serving PCell and/or PSCell.</w:t>
      </w:r>
    </w:p>
    <w:p w14:paraId="4B32FF1C" w14:textId="77777777" w:rsidR="00474203" w:rsidRPr="008C6DE4" w:rsidRDefault="00474203" w:rsidP="00474203">
      <w:pPr>
        <w:rPr>
          <w:lang w:eastAsia="zh-CN"/>
        </w:rPr>
      </w:pPr>
      <w:r w:rsidRPr="008C6DE4">
        <w:rPr>
          <w:lang w:eastAsia="zh-CN"/>
        </w:rPr>
        <w:t>There are no scheduling restrictions on FR2 serving cell(s) due to radio link monitoring performed on FR1 serving PCell and/or PSCell.</w:t>
      </w:r>
    </w:p>
    <w:p w14:paraId="1BFCEA89" w14:textId="2C6750F2" w:rsidR="00D40AEE" w:rsidRPr="008C6DE4" w:rsidRDefault="00D40AEE" w:rsidP="00D40AEE">
      <w:pPr>
        <w:rPr>
          <w:noProof/>
        </w:rPr>
      </w:pPr>
      <w:r w:rsidRPr="00CC6EC5">
        <w:rPr>
          <w:lang w:eastAsia="zh-CN"/>
        </w:rPr>
        <w:t>NR-DC in Rel-15 only includes the scenarios where all serving cells in MCG are in FR1 and all serving cells in SCG are in FR2</w:t>
      </w:r>
      <w:r w:rsidRPr="00CC6EC5">
        <w:t>.</w:t>
      </w:r>
    </w:p>
    <w:bookmarkEnd w:id="105"/>
    <w:p w14:paraId="6CAA550A" w14:textId="77777777" w:rsidR="00977C68" w:rsidRPr="008C6DE4" w:rsidRDefault="00977C68" w:rsidP="00977C68">
      <w:pPr>
        <w:pStyle w:val="Heading2"/>
      </w:pPr>
      <w:r w:rsidRPr="008C6DE4">
        <w:t>8.2</w:t>
      </w:r>
      <w:r w:rsidRPr="008C6DE4">
        <w:tab/>
        <w:t>Interruption</w:t>
      </w:r>
    </w:p>
    <w:p w14:paraId="5D8D4A21" w14:textId="1B560E08" w:rsidR="00977C68" w:rsidRPr="008C6DE4" w:rsidRDefault="0048284E" w:rsidP="0048284E">
      <w:pPr>
        <w:pStyle w:val="Heading3"/>
      </w:pPr>
      <w:r w:rsidRPr="008C6DE4">
        <w:t>8.2.1</w:t>
      </w:r>
      <w:r w:rsidR="00977C68" w:rsidRPr="008C6DE4">
        <w:tab/>
        <w:t>EN-DC Interruption</w:t>
      </w:r>
    </w:p>
    <w:p w14:paraId="1061CA9A" w14:textId="360ACFC7" w:rsidR="00977C68" w:rsidRPr="008C6DE4" w:rsidRDefault="0048284E" w:rsidP="0048284E">
      <w:pPr>
        <w:pStyle w:val="Heading4"/>
      </w:pPr>
      <w:r w:rsidRPr="008C6DE4">
        <w:t>8.2.1.1</w:t>
      </w:r>
      <w:r w:rsidR="00977C68" w:rsidRPr="008C6DE4">
        <w:tab/>
        <w:t>Introduction</w:t>
      </w:r>
    </w:p>
    <w:p w14:paraId="12A63E08" w14:textId="7352686C" w:rsidR="00977C68" w:rsidRPr="008C6DE4" w:rsidRDefault="00977C68" w:rsidP="00977C68">
      <w:pPr>
        <w:rPr>
          <w:rFonts w:eastAsia="MS Mincho"/>
          <w:lang w:eastAsia="zh-CN"/>
        </w:rPr>
      </w:pPr>
      <w:r w:rsidRPr="008C6DE4">
        <w:rPr>
          <w:rFonts w:eastAsia="MS Mincho"/>
        </w:rPr>
        <w:t xml:space="preserve">This </w:t>
      </w:r>
      <w:r w:rsidR="00854981" w:rsidRPr="008C6DE4">
        <w:rPr>
          <w:rFonts w:eastAsia="MS Mincho"/>
        </w:rPr>
        <w:t>clause</w:t>
      </w:r>
      <w:r w:rsidRPr="008C6DE4">
        <w:rPr>
          <w:rFonts w:eastAsia="MS Mincho"/>
        </w:rPr>
        <w:t xml:space="preserve"> contains the requirements related to the interruptions on </w:t>
      </w:r>
      <w:r w:rsidRPr="008C6DE4">
        <w:rPr>
          <w:rFonts w:eastAsia="MS Mincho"/>
          <w:lang w:eastAsia="zh-CN"/>
        </w:rPr>
        <w:t>P</w:t>
      </w:r>
      <w:r w:rsidRPr="008C6DE4">
        <w:rPr>
          <w:rFonts w:eastAsia="MS Mincho"/>
        </w:rPr>
        <w:t>SCell, and SCell, when</w:t>
      </w:r>
    </w:p>
    <w:p w14:paraId="0EA66258" w14:textId="4BCEB482" w:rsidR="00977C68" w:rsidRPr="008C6DE4" w:rsidRDefault="002320DB" w:rsidP="002320DB">
      <w:pPr>
        <w:pStyle w:val="B10"/>
      </w:pPr>
      <w:r>
        <w:rPr>
          <w:lang w:eastAsia="zh-CN"/>
        </w:rPr>
        <w:tab/>
      </w:r>
      <w:r w:rsidR="00977C68" w:rsidRPr="008C6DE4">
        <w:rPr>
          <w:lang w:eastAsia="zh-CN"/>
        </w:rPr>
        <w:t>E-UTRA PCell transitions between active and non-active during DRX, or</w:t>
      </w:r>
    </w:p>
    <w:p w14:paraId="20178E9B" w14:textId="53EFB1CC" w:rsidR="00977C68" w:rsidRPr="008C6DE4" w:rsidRDefault="002320DB" w:rsidP="002320DB">
      <w:pPr>
        <w:pStyle w:val="B10"/>
        <w:rPr>
          <w:lang w:eastAsia="zh-CN"/>
        </w:rPr>
      </w:pPr>
      <w:r>
        <w:rPr>
          <w:lang w:eastAsia="zh-CN"/>
        </w:rPr>
        <w:tab/>
      </w:r>
      <w:r w:rsidR="00977C68" w:rsidRPr="008C6DE4">
        <w:rPr>
          <w:lang w:eastAsia="zh-CN"/>
        </w:rPr>
        <w:t>E-UTRA PCell transitions from non-DRX to DRX, or</w:t>
      </w:r>
    </w:p>
    <w:p w14:paraId="42C69278" w14:textId="2D84BF65" w:rsidR="00977C68" w:rsidRPr="008C6DE4" w:rsidRDefault="002320DB" w:rsidP="002320DB">
      <w:pPr>
        <w:pStyle w:val="B10"/>
        <w:rPr>
          <w:lang w:eastAsia="zh-CN"/>
        </w:rPr>
      </w:pPr>
      <w:r>
        <w:rPr>
          <w:lang w:eastAsia="ko-KR"/>
        </w:rPr>
        <w:tab/>
      </w:r>
      <w:r w:rsidR="00977C68" w:rsidRPr="008C6DE4">
        <w:rPr>
          <w:lang w:eastAsia="ko-KR"/>
        </w:rPr>
        <w:t>E-UTRA</w:t>
      </w:r>
      <w:r w:rsidR="00977C68" w:rsidRPr="008C6DE4">
        <w:rPr>
          <w:lang w:eastAsia="zh-CN"/>
        </w:rPr>
        <w:t xml:space="preserve"> SCell in MCG or SCell in SCG is added or released, or</w:t>
      </w:r>
    </w:p>
    <w:p w14:paraId="56EDEE58" w14:textId="58AF48D3" w:rsidR="00977C68" w:rsidRPr="008C6DE4" w:rsidRDefault="002320DB" w:rsidP="002320DB">
      <w:pPr>
        <w:pStyle w:val="B10"/>
        <w:rPr>
          <w:lang w:eastAsia="zh-CN"/>
        </w:rPr>
      </w:pPr>
      <w:r>
        <w:rPr>
          <w:lang w:eastAsia="ko-KR"/>
        </w:rPr>
        <w:tab/>
      </w:r>
      <w:r w:rsidR="00977C68" w:rsidRPr="008C6DE4">
        <w:rPr>
          <w:lang w:eastAsia="ko-KR"/>
        </w:rPr>
        <w:t>E-UTRA</w:t>
      </w:r>
      <w:r w:rsidR="00977C68" w:rsidRPr="008C6DE4">
        <w:rPr>
          <w:lang w:eastAsia="zh-CN"/>
        </w:rPr>
        <w:t xml:space="preserve"> SCell in MCG or SCell in SCG is activated or deactivated, or</w:t>
      </w:r>
    </w:p>
    <w:p w14:paraId="00DD7D44" w14:textId="5789BD43" w:rsidR="00977C68" w:rsidRPr="008C6DE4" w:rsidRDefault="002320DB" w:rsidP="002320DB">
      <w:pPr>
        <w:pStyle w:val="B10"/>
        <w:rPr>
          <w:lang w:eastAsia="zh-CN"/>
        </w:rPr>
      </w:pPr>
      <w:r>
        <w:rPr>
          <w:lang w:eastAsia="zh-CN"/>
        </w:rPr>
        <w:tab/>
      </w:r>
      <w:r w:rsidR="00977C68" w:rsidRPr="008C6DE4">
        <w:rPr>
          <w:lang w:eastAsia="zh-CN"/>
        </w:rPr>
        <w:t>measurements on SCC with deactivated SCell in either E-UTRA MCG or NR SCG, or</w:t>
      </w:r>
    </w:p>
    <w:p w14:paraId="4C1B3E45" w14:textId="5A2EA1C8" w:rsidR="00977C68" w:rsidRPr="008C6DE4" w:rsidRDefault="002320DB" w:rsidP="002320DB">
      <w:pPr>
        <w:pStyle w:val="B10"/>
        <w:rPr>
          <w:lang w:eastAsia="zh-CN"/>
        </w:rPr>
      </w:pPr>
      <w:bookmarkStart w:id="117" w:name="_Hlk1046643"/>
      <w:r>
        <w:tab/>
      </w:r>
      <w:r w:rsidR="00977C68" w:rsidRPr="008C6DE4">
        <w:t xml:space="preserve">a supplementary UL </w:t>
      </w:r>
      <w:r w:rsidR="00977C68" w:rsidRPr="008C6DE4">
        <w:rPr>
          <w:lang w:eastAsia="zh-CN"/>
        </w:rPr>
        <w:t xml:space="preserve">carrier or an UL carrier </w:t>
      </w:r>
      <w:r w:rsidR="00977C68" w:rsidRPr="008C6DE4">
        <w:t>is configured or de-configured, or</w:t>
      </w:r>
    </w:p>
    <w:p w14:paraId="4C30A91F" w14:textId="4A016BD1" w:rsidR="00977C68" w:rsidRPr="008C6DE4" w:rsidRDefault="002320DB" w:rsidP="002320DB">
      <w:pPr>
        <w:pStyle w:val="B10"/>
        <w:rPr>
          <w:lang w:eastAsia="zh-CN"/>
        </w:rPr>
      </w:pPr>
      <w:r>
        <w:rPr>
          <w:lang w:eastAsia="zh-CN"/>
        </w:rPr>
        <w:tab/>
      </w:r>
      <w:r w:rsidR="00977C68" w:rsidRPr="008C6DE4">
        <w:rPr>
          <w:lang w:eastAsia="zh-CN"/>
        </w:rPr>
        <w:t>UL/DL BWP is switched on PSCell or SCell in SCG.</w:t>
      </w:r>
      <w:bookmarkEnd w:id="117"/>
    </w:p>
    <w:p w14:paraId="01D4D738" w14:textId="77777777" w:rsidR="00977C68" w:rsidRPr="008C6DE4" w:rsidRDefault="00977C68" w:rsidP="00977C68">
      <w:pPr>
        <w:rPr>
          <w:lang w:eastAsia="zh-CN"/>
        </w:rPr>
      </w:pPr>
      <w:r w:rsidRPr="008C6DE4">
        <w:rPr>
          <w:rFonts w:eastAsia="MS Mincho"/>
        </w:rPr>
        <w:t xml:space="preserve">The requirements shall apply for E-UTRA-NR DC </w:t>
      </w:r>
      <w:r w:rsidRPr="008C6DE4">
        <w:rPr>
          <w:lang w:eastAsia="zh-CN"/>
        </w:rPr>
        <w:t>with an</w:t>
      </w:r>
      <w:r w:rsidRPr="008C6DE4">
        <w:rPr>
          <w:rFonts w:eastAsia="MS Mincho"/>
        </w:rPr>
        <w:t xml:space="preserve"> E-UTRA </w:t>
      </w:r>
      <w:r w:rsidRPr="008C6DE4">
        <w:rPr>
          <w:lang w:eastAsia="zh-CN"/>
        </w:rPr>
        <w:t>PCell</w:t>
      </w:r>
      <w:r w:rsidRPr="008C6DE4">
        <w:rPr>
          <w:rFonts w:eastAsia="MS Mincho"/>
        </w:rPr>
        <w:t>.</w:t>
      </w:r>
    </w:p>
    <w:p w14:paraId="5D51215C" w14:textId="4397DC29" w:rsidR="00977C68" w:rsidRPr="008C6DE4" w:rsidRDefault="00977C68" w:rsidP="00977C68">
      <w:pPr>
        <w:rPr>
          <w:lang w:val="en-US"/>
        </w:rPr>
      </w:pPr>
      <w:r w:rsidRPr="008C6DE4">
        <w:rPr>
          <w:lang w:val="en-US" w:eastAsia="zh-CN"/>
        </w:rPr>
        <w:t xml:space="preserve">This </w:t>
      </w:r>
      <w:r w:rsidR="00854981" w:rsidRPr="008C6DE4">
        <w:rPr>
          <w:lang w:val="en-US" w:eastAsia="zh-CN"/>
        </w:rPr>
        <w:t>clause</w:t>
      </w:r>
      <w:r w:rsidRPr="008C6DE4">
        <w:rPr>
          <w:lang w:val="en-US" w:eastAsia="zh-CN"/>
        </w:rPr>
        <w:t xml:space="preserve"> contains interruptions where victim cell is PSCell or SCell belonging to SCG. Requirements for interruptions requirements when the victim cell is </w:t>
      </w:r>
      <w:r w:rsidRPr="008C6DE4">
        <w:rPr>
          <w:lang w:eastAsia="ko-KR"/>
        </w:rPr>
        <w:t>E-UTRA</w:t>
      </w:r>
      <w:r w:rsidRPr="008C6DE4">
        <w:rPr>
          <w:lang w:val="en-US" w:eastAsia="zh-CN"/>
        </w:rPr>
        <w:t xml:space="preserve"> PCell or </w:t>
      </w:r>
      <w:r w:rsidRPr="008C6DE4">
        <w:rPr>
          <w:lang w:eastAsia="ko-KR"/>
        </w:rPr>
        <w:t>E-UTRA</w:t>
      </w:r>
      <w:r w:rsidRPr="008C6DE4">
        <w:rPr>
          <w:lang w:val="en-US" w:eastAsia="zh-CN"/>
        </w:rPr>
        <w:t xml:space="preserve"> SCell belonging to MCG are specified in </w:t>
      </w:r>
      <w:r w:rsidRPr="008C6DE4">
        <w:t>TS 36.133</w:t>
      </w:r>
      <w:r w:rsidRPr="008C6DE4">
        <w:rPr>
          <w:lang w:eastAsia="zh-CN"/>
        </w:rPr>
        <w:t> </w:t>
      </w:r>
      <w:r w:rsidRPr="008C6DE4">
        <w:rPr>
          <w:lang w:val="en-US" w:eastAsia="zh-CN"/>
        </w:rPr>
        <w:t>[</w:t>
      </w:r>
      <w:r w:rsidRPr="008C6DE4">
        <w:t>15</w:t>
      </w:r>
      <w:r w:rsidRPr="008C6DE4">
        <w:rPr>
          <w:lang w:val="en-US" w:eastAsia="zh-CN"/>
        </w:rPr>
        <w:t>].</w:t>
      </w:r>
    </w:p>
    <w:p w14:paraId="0C79B21A" w14:textId="77777777" w:rsidR="00977C68" w:rsidRPr="008C6DE4" w:rsidRDefault="00977C68" w:rsidP="00977C68">
      <w:pPr>
        <w:rPr>
          <w:rFonts w:eastAsia="MS Mincho"/>
        </w:rPr>
      </w:pPr>
      <w:bookmarkStart w:id="118" w:name="_Toc5952627"/>
      <w:r w:rsidRPr="008C6DE4">
        <w:rPr>
          <w:lang w:val="en-US" w:eastAsia="zh-CN"/>
        </w:rPr>
        <w:t>For a UE which does not support per-FR measurement gaps, interruptions to the PSCell or activated SCG SCells may be caused by EUTRA PCell, EUTRA SCells or SCells on any frequency range. For UE which support per-FR gaps, interruptions to the PSCell or activated SCG SCells may be caused by EUTRA PCell, EUTRA SCells or SCells on the same frequency range as the victim cell.</w:t>
      </w:r>
    </w:p>
    <w:p w14:paraId="33B2343C" w14:textId="77777777" w:rsidR="00977C68" w:rsidRPr="008C6DE4" w:rsidRDefault="00977C68" w:rsidP="00977C68">
      <w:pPr>
        <w:pStyle w:val="Heading4"/>
      </w:pPr>
      <w:r w:rsidRPr="008C6DE4">
        <w:t>8.2.1.2</w:t>
      </w:r>
      <w:r w:rsidRPr="008C6DE4">
        <w:tab/>
        <w:t>Requirements</w:t>
      </w:r>
      <w:bookmarkEnd w:id="118"/>
    </w:p>
    <w:p w14:paraId="568AC2C1" w14:textId="77777777" w:rsidR="00977C68" w:rsidRPr="008C6DE4" w:rsidRDefault="00977C68" w:rsidP="00977C68">
      <w:pPr>
        <w:pStyle w:val="Heading5"/>
      </w:pPr>
      <w:bookmarkStart w:id="119" w:name="_Toc5952628"/>
      <w:r w:rsidRPr="008C6DE4">
        <w:t>8.2.1.2.1</w:t>
      </w:r>
      <w:r w:rsidRPr="008C6DE4">
        <w:tab/>
        <w:t>Interruptions at transitions between active and non-active during DRX</w:t>
      </w:r>
      <w:bookmarkEnd w:id="119"/>
    </w:p>
    <w:p w14:paraId="245E419A" w14:textId="77777777" w:rsidR="00977C68" w:rsidRPr="008C6DE4" w:rsidRDefault="00977C68" w:rsidP="00977C68">
      <w:pPr>
        <w:rPr>
          <w:rFonts w:eastAsia="MS Mincho"/>
          <w:lang w:eastAsia="zh-CN"/>
        </w:rPr>
      </w:pPr>
      <w:r w:rsidRPr="008C6DE4">
        <w:rPr>
          <w:rFonts w:eastAsia="MS Mincho"/>
          <w:lang w:eastAsia="zh-CN"/>
        </w:rPr>
        <w:t xml:space="preserve">Interruption on PSCell and the activated SCell if configured due to </w:t>
      </w:r>
      <w:r w:rsidRPr="008C6DE4">
        <w:rPr>
          <w:lang w:eastAsia="zh-CN"/>
        </w:rPr>
        <w:t xml:space="preserve">E-UTRA </w:t>
      </w:r>
      <w:r w:rsidRPr="008C6DE4">
        <w:rPr>
          <w:rFonts w:eastAsia="MS Mincho"/>
          <w:lang w:eastAsia="zh-CN"/>
        </w:rPr>
        <w:t xml:space="preserve">PCell transitions between active and non-active druing DRX when PSCell or SCell is in non-DRX </w:t>
      </w:r>
      <w:r w:rsidRPr="008C6DE4">
        <w:rPr>
          <w:lang w:eastAsia="zh-CN"/>
        </w:rPr>
        <w:t xml:space="preserve">are allowed with up to 1% probability of missed ACK/NACK when the configured E-UTRA PCell DRX cycle is less than 640 ms, and 0.625% probability of missed ACK/NACK is allowed when the configured E-UTRA PCell DRX cycle is 640 ms or longer. Each interruption </w:t>
      </w:r>
      <w:r w:rsidRPr="008C6DE4">
        <w:rPr>
          <w:rFonts w:eastAsia="MS Mincho"/>
          <w:lang w:eastAsia="zh-CN"/>
        </w:rPr>
        <w:t>shall not exceed X slot as defined in table 8.2.1.2.</w:t>
      </w:r>
      <w:r w:rsidRPr="008C6DE4">
        <w:rPr>
          <w:lang w:eastAsia="zh-CN"/>
        </w:rPr>
        <w:t>1</w:t>
      </w:r>
      <w:r w:rsidRPr="008C6DE4">
        <w:rPr>
          <w:rFonts w:eastAsia="MS Mincho"/>
          <w:lang w:eastAsia="zh-CN"/>
        </w:rPr>
        <w:t>-1.</w:t>
      </w:r>
    </w:p>
    <w:p w14:paraId="4F078277" w14:textId="77777777" w:rsidR="00977C68" w:rsidRPr="008C6DE4" w:rsidRDefault="00977C68" w:rsidP="002320DB">
      <w:pPr>
        <w:pStyle w:val="TH"/>
      </w:pPr>
      <w:r w:rsidRPr="008C6DE4">
        <w:t>Table 8.2.1.2.1-1: Interruption length X at transition between active and non-active during DRX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276"/>
        <w:gridCol w:w="1276"/>
        <w:gridCol w:w="1276"/>
      </w:tblGrid>
      <w:tr w:rsidR="00DD3199" w:rsidRPr="008C6DE4" w14:paraId="643BD994" w14:textId="77777777" w:rsidTr="00F15152">
        <w:trPr>
          <w:trHeight w:val="140"/>
          <w:jc w:val="center"/>
        </w:trPr>
        <w:tc>
          <w:tcPr>
            <w:tcW w:w="852" w:type="dxa"/>
            <w:vMerge w:val="restart"/>
            <w:tcBorders>
              <w:top w:val="single" w:sz="4" w:space="0" w:color="auto"/>
              <w:left w:val="single" w:sz="4" w:space="0" w:color="auto"/>
              <w:bottom w:val="single" w:sz="4" w:space="0" w:color="auto"/>
              <w:right w:val="single" w:sz="4" w:space="0" w:color="auto"/>
            </w:tcBorders>
            <w:vAlign w:val="center"/>
            <w:hideMark/>
          </w:tcPr>
          <w:p w14:paraId="6E25010B" w14:textId="77777777" w:rsidR="00977C68" w:rsidRPr="008C6DE4" w:rsidRDefault="00977C68" w:rsidP="002320DB">
            <w:pPr>
              <w:pStyle w:val="TAC"/>
            </w:pPr>
            <w:r w:rsidRPr="008C6DE4">
              <w:rPr>
                <w:noProof/>
                <w:lang w:val="en-US" w:eastAsia="zh-CN"/>
              </w:rPr>
              <w:drawing>
                <wp:inline distT="0" distB="0" distL="0" distR="0" wp14:anchorId="730CA4D2" wp14:editId="471C12C9">
                  <wp:extent cx="154305" cy="154305"/>
                  <wp:effectExtent l="0" t="0" r="0" b="0"/>
                  <wp:docPr id="13"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276" w:type="dxa"/>
            <w:vMerge w:val="restart"/>
            <w:tcBorders>
              <w:top w:val="single" w:sz="4" w:space="0" w:color="auto"/>
              <w:left w:val="single" w:sz="4" w:space="0" w:color="auto"/>
              <w:bottom w:val="single" w:sz="4" w:space="0" w:color="auto"/>
              <w:right w:val="single" w:sz="4" w:space="0" w:color="auto"/>
            </w:tcBorders>
            <w:hideMark/>
          </w:tcPr>
          <w:p w14:paraId="1CA5FFD4" w14:textId="77777777" w:rsidR="00977C68" w:rsidRPr="008C6DE4" w:rsidRDefault="00977C68" w:rsidP="002320DB">
            <w:pPr>
              <w:pStyle w:val="TAC"/>
            </w:pPr>
            <w:r w:rsidRPr="008C6DE4">
              <w:t>NR Slot length (ms)</w:t>
            </w:r>
          </w:p>
        </w:tc>
        <w:tc>
          <w:tcPr>
            <w:tcW w:w="2552" w:type="dxa"/>
            <w:gridSpan w:val="2"/>
            <w:tcBorders>
              <w:top w:val="single" w:sz="4" w:space="0" w:color="auto"/>
              <w:left w:val="single" w:sz="4" w:space="0" w:color="auto"/>
              <w:bottom w:val="single" w:sz="4" w:space="0" w:color="auto"/>
              <w:right w:val="single" w:sz="4" w:space="0" w:color="auto"/>
            </w:tcBorders>
            <w:hideMark/>
          </w:tcPr>
          <w:p w14:paraId="2754332C" w14:textId="6D54038C" w:rsidR="00977C68" w:rsidRPr="008C6DE4" w:rsidRDefault="00C36A74" w:rsidP="002320DB">
            <w:pPr>
              <w:pStyle w:val="TAC"/>
            </w:pPr>
            <w:r w:rsidRPr="008C6DE4">
              <w:t>Interruption length X (slots</w:t>
            </w:r>
          </w:p>
        </w:tc>
      </w:tr>
      <w:tr w:rsidR="00DD3199" w:rsidRPr="008C6DE4" w14:paraId="7776283A" w14:textId="77777777" w:rsidTr="00F15152">
        <w:trPr>
          <w:trHeight w:val="1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16DE40" w14:textId="77777777" w:rsidR="00977C68" w:rsidRPr="008C6DE4" w:rsidRDefault="00977C68" w:rsidP="002320DB">
            <w:pPr>
              <w:pStyle w:val="TAC"/>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593522" w14:textId="77777777" w:rsidR="00977C68" w:rsidRPr="008C6DE4" w:rsidRDefault="00977C68" w:rsidP="002320DB">
            <w:pPr>
              <w:pStyle w:val="TAC"/>
              <w:rPr>
                <w:b/>
              </w:rPr>
            </w:pPr>
          </w:p>
        </w:tc>
        <w:tc>
          <w:tcPr>
            <w:tcW w:w="1276" w:type="dxa"/>
            <w:tcBorders>
              <w:top w:val="single" w:sz="4" w:space="0" w:color="auto"/>
              <w:left w:val="single" w:sz="4" w:space="0" w:color="auto"/>
              <w:bottom w:val="single" w:sz="4" w:space="0" w:color="auto"/>
              <w:right w:val="single" w:sz="4" w:space="0" w:color="auto"/>
            </w:tcBorders>
            <w:hideMark/>
          </w:tcPr>
          <w:p w14:paraId="40584B2B" w14:textId="77777777" w:rsidR="00977C68" w:rsidRPr="008C6DE4" w:rsidRDefault="00977C68" w:rsidP="002320DB">
            <w:pPr>
              <w:pStyle w:val="TAC"/>
            </w:pPr>
            <w:r w:rsidRPr="008C6DE4">
              <w:t>Sync</w:t>
            </w:r>
          </w:p>
        </w:tc>
        <w:tc>
          <w:tcPr>
            <w:tcW w:w="1276" w:type="dxa"/>
            <w:tcBorders>
              <w:top w:val="single" w:sz="4" w:space="0" w:color="auto"/>
              <w:left w:val="single" w:sz="4" w:space="0" w:color="auto"/>
              <w:bottom w:val="single" w:sz="4" w:space="0" w:color="auto"/>
              <w:right w:val="single" w:sz="4" w:space="0" w:color="auto"/>
            </w:tcBorders>
            <w:hideMark/>
          </w:tcPr>
          <w:p w14:paraId="1648872B" w14:textId="77777777" w:rsidR="00977C68" w:rsidRPr="008C6DE4" w:rsidRDefault="00977C68" w:rsidP="002320DB">
            <w:pPr>
              <w:pStyle w:val="TAC"/>
            </w:pPr>
            <w:r w:rsidRPr="008C6DE4">
              <w:t>Async</w:t>
            </w:r>
          </w:p>
        </w:tc>
      </w:tr>
      <w:tr w:rsidR="00DD3199" w:rsidRPr="008C6DE4" w14:paraId="1C71B741"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0AF22E56" w14:textId="77777777" w:rsidR="00977C68" w:rsidRPr="008C6DE4" w:rsidRDefault="00977C68" w:rsidP="002320DB">
            <w:pPr>
              <w:pStyle w:val="TAC"/>
            </w:pPr>
            <w:r w:rsidRPr="008C6DE4">
              <w:t>0</w:t>
            </w:r>
          </w:p>
        </w:tc>
        <w:tc>
          <w:tcPr>
            <w:tcW w:w="1276" w:type="dxa"/>
            <w:tcBorders>
              <w:top w:val="single" w:sz="4" w:space="0" w:color="auto"/>
              <w:left w:val="single" w:sz="4" w:space="0" w:color="auto"/>
              <w:bottom w:val="single" w:sz="4" w:space="0" w:color="auto"/>
              <w:right w:val="single" w:sz="4" w:space="0" w:color="auto"/>
            </w:tcBorders>
            <w:hideMark/>
          </w:tcPr>
          <w:p w14:paraId="07E85710" w14:textId="77777777" w:rsidR="00977C68" w:rsidRPr="008C6DE4" w:rsidRDefault="00977C68" w:rsidP="002320DB">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7760AEAA" w14:textId="77777777" w:rsidR="00977C68" w:rsidRPr="008C6DE4" w:rsidRDefault="00977C68" w:rsidP="002320DB">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5319B641" w14:textId="77777777" w:rsidR="00977C68" w:rsidRPr="008C6DE4" w:rsidRDefault="00977C68" w:rsidP="002320DB">
            <w:pPr>
              <w:pStyle w:val="TAC"/>
            </w:pPr>
            <w:r w:rsidRPr="008C6DE4">
              <w:t>2</w:t>
            </w:r>
          </w:p>
        </w:tc>
      </w:tr>
      <w:tr w:rsidR="00DD3199" w:rsidRPr="008C6DE4" w14:paraId="46506726"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518FF1B5" w14:textId="77777777" w:rsidR="00977C68" w:rsidRPr="008C6DE4" w:rsidRDefault="00977C68" w:rsidP="002320DB">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1A389655" w14:textId="77777777" w:rsidR="00977C68" w:rsidRPr="008C6DE4" w:rsidRDefault="00977C68" w:rsidP="002320DB">
            <w:pPr>
              <w:pStyle w:val="TAC"/>
            </w:pPr>
            <w:r w:rsidRPr="008C6DE4">
              <w:t>0.5</w:t>
            </w:r>
          </w:p>
        </w:tc>
        <w:tc>
          <w:tcPr>
            <w:tcW w:w="1276" w:type="dxa"/>
            <w:tcBorders>
              <w:top w:val="single" w:sz="4" w:space="0" w:color="auto"/>
              <w:left w:val="single" w:sz="4" w:space="0" w:color="auto"/>
              <w:bottom w:val="single" w:sz="4" w:space="0" w:color="auto"/>
              <w:right w:val="single" w:sz="4" w:space="0" w:color="auto"/>
            </w:tcBorders>
            <w:hideMark/>
          </w:tcPr>
          <w:p w14:paraId="07EBEBBC" w14:textId="77777777" w:rsidR="00977C68" w:rsidRPr="008C6DE4" w:rsidRDefault="00977C68" w:rsidP="002320DB">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00BF4F43" w14:textId="77777777" w:rsidR="00977C68" w:rsidRPr="008C6DE4" w:rsidRDefault="00977C68" w:rsidP="002320DB">
            <w:pPr>
              <w:pStyle w:val="TAC"/>
            </w:pPr>
            <w:r w:rsidRPr="008C6DE4">
              <w:t>2</w:t>
            </w:r>
          </w:p>
        </w:tc>
      </w:tr>
      <w:tr w:rsidR="00DD3199" w:rsidRPr="008C6DE4" w14:paraId="110D4300"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15920449" w14:textId="77777777" w:rsidR="00977C68" w:rsidRPr="008C6DE4" w:rsidRDefault="00977C68" w:rsidP="002320DB">
            <w:pPr>
              <w:pStyle w:val="TAC"/>
            </w:pPr>
            <w:r w:rsidRPr="008C6DE4">
              <w:t>2</w:t>
            </w:r>
          </w:p>
        </w:tc>
        <w:tc>
          <w:tcPr>
            <w:tcW w:w="1276" w:type="dxa"/>
            <w:tcBorders>
              <w:top w:val="single" w:sz="4" w:space="0" w:color="auto"/>
              <w:left w:val="single" w:sz="4" w:space="0" w:color="auto"/>
              <w:bottom w:val="single" w:sz="4" w:space="0" w:color="auto"/>
              <w:right w:val="single" w:sz="4" w:space="0" w:color="auto"/>
            </w:tcBorders>
            <w:hideMark/>
          </w:tcPr>
          <w:p w14:paraId="1DBB1D8B" w14:textId="77777777" w:rsidR="00977C68" w:rsidRPr="008C6DE4" w:rsidRDefault="00977C68" w:rsidP="002320DB">
            <w:pPr>
              <w:pStyle w:val="TAC"/>
            </w:pPr>
            <w:r w:rsidRPr="008C6DE4">
              <w:t>0.25</w:t>
            </w:r>
          </w:p>
        </w:tc>
        <w:tc>
          <w:tcPr>
            <w:tcW w:w="2552" w:type="dxa"/>
            <w:gridSpan w:val="2"/>
            <w:tcBorders>
              <w:top w:val="single" w:sz="4" w:space="0" w:color="auto"/>
              <w:left w:val="single" w:sz="4" w:space="0" w:color="auto"/>
              <w:bottom w:val="single" w:sz="4" w:space="0" w:color="auto"/>
              <w:right w:val="single" w:sz="4" w:space="0" w:color="auto"/>
            </w:tcBorders>
            <w:hideMark/>
          </w:tcPr>
          <w:p w14:paraId="2E6919BD" w14:textId="77777777" w:rsidR="00977C68" w:rsidRPr="008C6DE4" w:rsidRDefault="00977C68" w:rsidP="002320DB">
            <w:pPr>
              <w:pStyle w:val="TAC"/>
            </w:pPr>
            <w:r w:rsidRPr="008C6DE4">
              <w:t>3</w:t>
            </w:r>
          </w:p>
        </w:tc>
      </w:tr>
      <w:tr w:rsidR="00977C68" w:rsidRPr="008C6DE4" w14:paraId="56121B94"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44D01A96" w14:textId="77777777" w:rsidR="00977C68" w:rsidRPr="008C6DE4" w:rsidRDefault="00977C68" w:rsidP="002320DB">
            <w:pPr>
              <w:pStyle w:val="TAC"/>
            </w:pPr>
            <w:r w:rsidRPr="008C6DE4">
              <w:t>3</w:t>
            </w:r>
          </w:p>
        </w:tc>
        <w:tc>
          <w:tcPr>
            <w:tcW w:w="1276" w:type="dxa"/>
            <w:tcBorders>
              <w:top w:val="single" w:sz="4" w:space="0" w:color="auto"/>
              <w:left w:val="single" w:sz="4" w:space="0" w:color="auto"/>
              <w:bottom w:val="single" w:sz="4" w:space="0" w:color="auto"/>
              <w:right w:val="single" w:sz="4" w:space="0" w:color="auto"/>
            </w:tcBorders>
            <w:hideMark/>
          </w:tcPr>
          <w:p w14:paraId="7E98C02F" w14:textId="77777777" w:rsidR="00977C68" w:rsidRPr="008C6DE4" w:rsidRDefault="00977C68" w:rsidP="002320DB">
            <w:pPr>
              <w:pStyle w:val="TAC"/>
            </w:pPr>
            <w:r w:rsidRPr="008C6DE4">
              <w:t>0.125</w:t>
            </w:r>
          </w:p>
        </w:tc>
        <w:tc>
          <w:tcPr>
            <w:tcW w:w="2552" w:type="dxa"/>
            <w:gridSpan w:val="2"/>
            <w:tcBorders>
              <w:top w:val="single" w:sz="4" w:space="0" w:color="auto"/>
              <w:left w:val="single" w:sz="4" w:space="0" w:color="auto"/>
              <w:bottom w:val="single" w:sz="4" w:space="0" w:color="auto"/>
              <w:right w:val="single" w:sz="4" w:space="0" w:color="auto"/>
            </w:tcBorders>
            <w:hideMark/>
          </w:tcPr>
          <w:p w14:paraId="4511C728" w14:textId="77777777" w:rsidR="00977C68" w:rsidRPr="008C6DE4" w:rsidRDefault="00977C68" w:rsidP="002320DB">
            <w:pPr>
              <w:pStyle w:val="TAC"/>
            </w:pPr>
            <w:r w:rsidRPr="008C6DE4">
              <w:t>5</w:t>
            </w:r>
          </w:p>
        </w:tc>
      </w:tr>
    </w:tbl>
    <w:p w14:paraId="0FB8D2A3" w14:textId="77777777" w:rsidR="00977C68" w:rsidRPr="008C6DE4" w:rsidRDefault="00977C68" w:rsidP="00977C68">
      <w:pPr>
        <w:rPr>
          <w:lang w:eastAsia="zh-CN"/>
        </w:rPr>
      </w:pPr>
    </w:p>
    <w:p w14:paraId="407570D6" w14:textId="77777777" w:rsidR="00977C68" w:rsidRPr="008C6DE4" w:rsidRDefault="00977C68" w:rsidP="00977C68">
      <w:pPr>
        <w:rPr>
          <w:lang w:eastAsia="zh-CN"/>
        </w:rPr>
      </w:pPr>
      <w:r w:rsidRPr="008C6DE4">
        <w:rPr>
          <w:lang w:eastAsia="zh-CN"/>
        </w:rPr>
        <w:t>When both E-UTRA PCell and PSCell are in DRX, no interruption is allowed.</w:t>
      </w:r>
    </w:p>
    <w:p w14:paraId="74768F5D" w14:textId="44191D14" w:rsidR="00977C68" w:rsidRPr="008C6DE4" w:rsidRDefault="0048284E" w:rsidP="0048284E">
      <w:pPr>
        <w:pStyle w:val="Heading5"/>
      </w:pPr>
      <w:r w:rsidRPr="008C6DE4">
        <w:t>8.2.1.2.2</w:t>
      </w:r>
      <w:r w:rsidR="00977C68" w:rsidRPr="008C6DE4">
        <w:tab/>
        <w:t>Interruptions at transitions from non-DRX to DRX</w:t>
      </w:r>
    </w:p>
    <w:p w14:paraId="0366E9E3" w14:textId="77777777" w:rsidR="00977C68" w:rsidRPr="008C6DE4" w:rsidRDefault="00977C68" w:rsidP="00977C68">
      <w:pPr>
        <w:rPr>
          <w:rFonts w:eastAsia="MS Mincho"/>
          <w:lang w:eastAsia="zh-CN"/>
        </w:rPr>
      </w:pPr>
      <w:r w:rsidRPr="008C6DE4">
        <w:rPr>
          <w:rFonts w:eastAsia="MS Mincho"/>
          <w:lang w:eastAsia="zh-CN"/>
        </w:rPr>
        <w:t xml:space="preserve">Interruption on PSCell and the activated SCell if configured due to </w:t>
      </w:r>
      <w:r w:rsidRPr="008C6DE4">
        <w:rPr>
          <w:lang w:eastAsia="zh-CN"/>
        </w:rPr>
        <w:t xml:space="preserve">E-UTRA </w:t>
      </w:r>
      <w:r w:rsidRPr="008C6DE4">
        <w:rPr>
          <w:rFonts w:eastAsia="MS Mincho"/>
          <w:lang w:eastAsia="zh-CN"/>
        </w:rPr>
        <w:t>PCell transitions from non-DRX to DRX when PSCell or SCell is in non-DRX shall not exceed X slot as defined in table 8.2.1.2.</w:t>
      </w:r>
      <w:r w:rsidRPr="008C6DE4">
        <w:rPr>
          <w:lang w:eastAsia="zh-CN"/>
        </w:rPr>
        <w:t>1</w:t>
      </w:r>
      <w:r w:rsidRPr="008C6DE4">
        <w:rPr>
          <w:rFonts w:eastAsia="MS Mincho"/>
          <w:lang w:eastAsia="zh-CN"/>
        </w:rPr>
        <w:t>-1.</w:t>
      </w:r>
    </w:p>
    <w:p w14:paraId="1E2749C3" w14:textId="77777777" w:rsidR="00977C68" w:rsidRPr="008C6DE4" w:rsidRDefault="00977C68" w:rsidP="00977C68">
      <w:pPr>
        <w:rPr>
          <w:lang w:eastAsia="zh-CN"/>
        </w:rPr>
      </w:pPr>
      <w:r w:rsidRPr="008C6DE4">
        <w:rPr>
          <w:lang w:eastAsia="zh-CN"/>
        </w:rPr>
        <w:t xml:space="preserve">When </w:t>
      </w:r>
      <w:r w:rsidRPr="008C6DE4">
        <w:rPr>
          <w:rFonts w:eastAsia="MS Mincho"/>
          <w:lang w:eastAsia="zh-CN"/>
        </w:rPr>
        <w:t>PSCell and the activated SCell</w:t>
      </w:r>
      <w:r w:rsidRPr="008C6DE4">
        <w:rPr>
          <w:lang w:eastAsia="zh-CN"/>
        </w:rPr>
        <w:t xml:space="preserve"> are in DRX, no interruption due to E-UTRA </w:t>
      </w:r>
      <w:r w:rsidRPr="008C6DE4">
        <w:rPr>
          <w:rFonts w:eastAsia="MS Mincho"/>
          <w:lang w:eastAsia="zh-CN"/>
        </w:rPr>
        <w:t>PCell transitions from non-DRX to DRX</w:t>
      </w:r>
      <w:r w:rsidRPr="008C6DE4">
        <w:rPr>
          <w:lang w:eastAsia="zh-CN"/>
        </w:rPr>
        <w:t xml:space="preserve"> is allowed.</w:t>
      </w:r>
    </w:p>
    <w:p w14:paraId="64457C54" w14:textId="77777777" w:rsidR="00977C68" w:rsidRPr="008C6DE4" w:rsidRDefault="00977C68" w:rsidP="00977C68">
      <w:pPr>
        <w:pStyle w:val="Heading5"/>
      </w:pPr>
      <w:bookmarkStart w:id="120" w:name="_Toc5952629"/>
      <w:r w:rsidRPr="008C6DE4">
        <w:t>8.2.1.2.3</w:t>
      </w:r>
      <w:r w:rsidRPr="008C6DE4">
        <w:tab/>
        <w:t>Interruptions at SCell addition/release</w:t>
      </w:r>
      <w:bookmarkEnd w:id="120"/>
    </w:p>
    <w:p w14:paraId="58BF8F16" w14:textId="77777777" w:rsidR="00977C68" w:rsidRPr="008C6DE4" w:rsidRDefault="00977C68" w:rsidP="00977C68">
      <w:pPr>
        <w:rPr>
          <w:rFonts w:eastAsia="MS Mincho"/>
          <w:lang w:eastAsia="zh-CN"/>
        </w:rPr>
      </w:pPr>
      <w:bookmarkStart w:id="121" w:name="_Toc535475968"/>
      <w:r w:rsidRPr="008C6DE4">
        <w:rPr>
          <w:rFonts w:eastAsia="MS Mincho"/>
          <w:lang w:eastAsia="zh-CN"/>
        </w:rPr>
        <w:t>The requirements in this clause shall apply for the UE configured with PSCell.</w:t>
      </w:r>
    </w:p>
    <w:p w14:paraId="47E12066" w14:textId="77777777" w:rsidR="00977C68" w:rsidRPr="008C6DE4" w:rsidRDefault="00977C68" w:rsidP="00977C68">
      <w:pPr>
        <w:rPr>
          <w:rFonts w:eastAsia="MS Mincho"/>
          <w:lang w:eastAsia="zh-CN"/>
        </w:rPr>
      </w:pPr>
      <w:r w:rsidRPr="008C6DE4">
        <w:rPr>
          <w:rFonts w:eastAsia="MS Mincho"/>
          <w:lang w:eastAsia="zh-CN"/>
        </w:rPr>
        <w:t xml:space="preserve">When one </w:t>
      </w:r>
      <w:r w:rsidRPr="008C6DE4">
        <w:rPr>
          <w:lang w:eastAsia="zh-CN"/>
        </w:rPr>
        <w:t xml:space="preserve">E-UTRA </w:t>
      </w:r>
      <w:r w:rsidRPr="008C6DE4">
        <w:rPr>
          <w:rFonts w:eastAsia="MS Mincho"/>
          <w:lang w:eastAsia="zh-CN"/>
        </w:rPr>
        <w:t>SCell</w:t>
      </w:r>
      <w:r w:rsidRPr="008C6DE4">
        <w:rPr>
          <w:lang w:eastAsia="zh-CN"/>
        </w:rPr>
        <w:t xml:space="preserve"> in MCG </w:t>
      </w:r>
      <w:r w:rsidRPr="008C6DE4">
        <w:rPr>
          <w:rFonts w:eastAsia="MS Mincho"/>
          <w:lang w:eastAsia="zh-CN"/>
        </w:rPr>
        <w:t>is added or released:</w:t>
      </w:r>
    </w:p>
    <w:p w14:paraId="255705ED" w14:textId="77777777" w:rsidR="00BA53BF" w:rsidRPr="008C6DE4" w:rsidRDefault="00BA53BF" w:rsidP="00BA53BF">
      <w:pPr>
        <w:pStyle w:val="B2"/>
      </w:pPr>
      <w:r w:rsidRPr="008C6DE4">
        <w:t>-</w:t>
      </w:r>
      <w:r w:rsidRPr="008C6DE4">
        <w:tab/>
        <w:t xml:space="preserve">the UE is allowed an interruption on any active </w:t>
      </w:r>
      <w:r w:rsidRPr="008C6DE4">
        <w:rPr>
          <w:lang w:eastAsia="zh-CN"/>
        </w:rPr>
        <w:t>serving cell in SCG</w:t>
      </w:r>
      <w:r w:rsidRPr="008C6DE4">
        <w:t>:</w:t>
      </w:r>
    </w:p>
    <w:p w14:paraId="168B1803" w14:textId="4923510D" w:rsidR="00BA53BF" w:rsidRPr="008C6DE4" w:rsidRDefault="00BA53BF" w:rsidP="00BA53BF">
      <w:pPr>
        <w:pStyle w:val="B2"/>
        <w:rPr>
          <w:rFonts w:ascii="Tms Rmn" w:eastAsia="MS Mincho" w:hAnsi="Tms Rmn"/>
        </w:rPr>
      </w:pPr>
      <w:r w:rsidRPr="008C6DE4">
        <w:rPr>
          <w:rFonts w:ascii="Tms Rmn" w:eastAsia="MS Mincho" w:hAnsi="Tms Rmn"/>
        </w:rPr>
        <w:t>-</w:t>
      </w:r>
      <w:r w:rsidRPr="008C6DE4">
        <w:rPr>
          <w:rFonts w:ascii="Tms Rmn" w:eastAsia="MS Mincho" w:hAnsi="Tms Rmn"/>
        </w:rPr>
        <w:tab/>
        <w:t xml:space="preserve">of up to </w:t>
      </w:r>
      <w:r w:rsidRPr="008C6DE4">
        <w:rPr>
          <w:rFonts w:ascii="Tms Rmn" w:hAnsi="Tms Rmn"/>
          <w:lang w:eastAsia="zh-CN"/>
        </w:rPr>
        <w:t>X1 slot</w:t>
      </w:r>
      <w:r w:rsidRPr="008C6DE4">
        <w:rPr>
          <w:rFonts w:ascii="Tms Rmn" w:eastAsia="MS Mincho" w:hAnsi="Tms Rmn"/>
        </w:rPr>
        <w:t xml:space="preserve">, if the active </w:t>
      </w:r>
      <w:r w:rsidRPr="008C6DE4">
        <w:rPr>
          <w:rFonts w:ascii="Tms Rmn" w:hAnsi="Tms Rmn"/>
          <w:lang w:eastAsia="zh-CN"/>
        </w:rPr>
        <w:t>serving cell</w:t>
      </w:r>
      <w:r w:rsidRPr="008C6DE4">
        <w:rPr>
          <w:rFonts w:ascii="Tms Rmn" w:eastAsia="MS Mincho" w:hAnsi="Tms Rmn"/>
        </w:rPr>
        <w:t xml:space="preserve"> is not in the same band as the </w:t>
      </w:r>
      <w:r w:rsidRPr="008C6DE4">
        <w:rPr>
          <w:rFonts w:ascii="Tms Rmn" w:hAnsi="Tms Rmn"/>
          <w:lang w:eastAsia="zh-CN"/>
        </w:rPr>
        <w:t xml:space="preserve">E-UTRA </w:t>
      </w:r>
      <w:r w:rsidRPr="008C6DE4">
        <w:rPr>
          <w:rFonts w:ascii="Tms Rmn" w:eastAsia="MS Mincho" w:hAnsi="Tms Rmn"/>
        </w:rPr>
        <w:t>SCell being added or released, or</w:t>
      </w:r>
    </w:p>
    <w:p w14:paraId="7124E66E" w14:textId="65F6CCA7" w:rsidR="00BA53BF" w:rsidRPr="008C6DE4" w:rsidRDefault="00BA53BF" w:rsidP="00BA53BF">
      <w:pPr>
        <w:pStyle w:val="B2"/>
        <w:rPr>
          <w:rFonts w:ascii="Tms Rmn" w:eastAsia="DengXian" w:hAnsi="Tms Rmn"/>
          <w:lang w:eastAsia="zh-CN"/>
        </w:rPr>
      </w:pPr>
      <w:r w:rsidRPr="008C6DE4">
        <w:rPr>
          <w:rFonts w:ascii="Tms Rmn" w:eastAsia="MS Mincho" w:hAnsi="Tms Rmn"/>
        </w:rPr>
        <w:t>-</w:t>
      </w:r>
      <w:r w:rsidRPr="008C6DE4">
        <w:rPr>
          <w:rFonts w:ascii="Tms Rmn" w:eastAsia="MS Mincho" w:hAnsi="Tms Rmn"/>
        </w:rPr>
        <w:tab/>
        <w:t>of up to max{</w:t>
      </w:r>
      <w:r w:rsidRPr="008C6DE4">
        <w:rPr>
          <w:rFonts w:ascii="Tms Rmn" w:hAnsi="Tms Rmn"/>
          <w:lang w:eastAsia="zh-CN"/>
        </w:rPr>
        <w:t xml:space="preserve">Y1 slot + </w:t>
      </w:r>
      <w:r w:rsidRPr="008C6DE4">
        <w:rPr>
          <w:lang w:eastAsia="zh-CN"/>
        </w:rPr>
        <w:t>T</w:t>
      </w:r>
      <w:r w:rsidRPr="008C6DE4">
        <w:rPr>
          <w:vertAlign w:val="subscript"/>
          <w:lang w:eastAsia="zh-CN"/>
        </w:rPr>
        <w:t>SMTC_duration</w:t>
      </w:r>
      <w:r w:rsidRPr="008C6DE4">
        <w:rPr>
          <w:rFonts w:ascii="Tms Rmn" w:eastAsia="MS Mincho" w:hAnsi="Tms Rmn"/>
        </w:rPr>
        <w:t xml:space="preserve">, 5ms} if the active </w:t>
      </w:r>
      <w:r w:rsidRPr="008C6DE4">
        <w:rPr>
          <w:rFonts w:ascii="Tms Rmn" w:hAnsi="Tms Rmn"/>
          <w:lang w:eastAsia="zh-CN"/>
        </w:rPr>
        <w:t>serving cells</w:t>
      </w:r>
      <w:r w:rsidRPr="008C6DE4">
        <w:rPr>
          <w:rFonts w:ascii="Tms Rmn" w:eastAsia="MS Mincho" w:hAnsi="Tms Rmn"/>
        </w:rPr>
        <w:t xml:space="preserve"> are in the same band as the </w:t>
      </w:r>
      <w:r w:rsidRPr="008C6DE4">
        <w:rPr>
          <w:rFonts w:ascii="Tms Rmn" w:hAnsi="Tms Rmn"/>
          <w:lang w:eastAsia="zh-CN"/>
        </w:rPr>
        <w:t xml:space="preserve">E-UTRA </w:t>
      </w:r>
      <w:r w:rsidRPr="008C6DE4">
        <w:rPr>
          <w:rFonts w:ascii="Tms Rmn" w:eastAsia="MS Mincho" w:hAnsi="Tms Rmn"/>
        </w:rPr>
        <w:t xml:space="preserve">SCell being added or released, provided </w:t>
      </w:r>
      <w:r w:rsidRPr="008C6DE4">
        <w:rPr>
          <w:lang w:eastAsia="zh-CN"/>
        </w:rPr>
        <w:t xml:space="preserve">the cell specific reference signals from the active </w:t>
      </w:r>
      <w:r w:rsidRPr="008C6DE4">
        <w:rPr>
          <w:rFonts w:ascii="Tms Rmn" w:hAnsi="Tms Rmn"/>
          <w:lang w:eastAsia="zh-CN"/>
        </w:rPr>
        <w:t>serving cells</w:t>
      </w:r>
      <w:r w:rsidRPr="008C6DE4">
        <w:rPr>
          <w:lang w:eastAsia="zh-CN"/>
        </w:rPr>
        <w:t xml:space="preserve"> and the E-UTRA SCell being added or released are available in the same slot</w:t>
      </w:r>
      <w:r w:rsidRPr="008C6DE4">
        <w:rPr>
          <w:rFonts w:ascii="Tms Rmn" w:eastAsia="MS Mincho" w:hAnsi="Tms Rmn"/>
        </w:rPr>
        <w:t xml:space="preserve">, </w:t>
      </w:r>
      <w:r w:rsidRPr="008C6DE4">
        <w:rPr>
          <w:lang w:eastAsia="zh-CN"/>
        </w:rPr>
        <w:t>where T</w:t>
      </w:r>
      <w:r w:rsidRPr="008C6DE4">
        <w:rPr>
          <w:vertAlign w:val="subscript"/>
          <w:lang w:eastAsia="zh-CN"/>
        </w:rPr>
        <w:t>SMTC_duration</w:t>
      </w:r>
      <w:r w:rsidRPr="008C6DE4">
        <w:rPr>
          <w:lang w:eastAsia="zh-CN"/>
        </w:rPr>
        <w:t xml:space="preserve"> is the longest SMTC duration among all above active serving cells in SCG;</w:t>
      </w:r>
    </w:p>
    <w:p w14:paraId="7AAC3FDC" w14:textId="77777777" w:rsidR="00977C68" w:rsidRPr="008C6DE4" w:rsidRDefault="00977C68" w:rsidP="002320DB">
      <w:pPr>
        <w:pStyle w:val="B3"/>
        <w:rPr>
          <w:lang w:eastAsia="zh-CN"/>
        </w:rPr>
      </w:pPr>
      <w:r w:rsidRPr="008C6DE4">
        <w:t xml:space="preserve">Where X1 and Y1 are specified in </w:t>
      </w:r>
      <w:r w:rsidRPr="008C6DE4">
        <w:rPr>
          <w:lang w:eastAsia="zh-CN"/>
        </w:rPr>
        <w:t>Table 8.2.1.2.3-1.</w:t>
      </w:r>
    </w:p>
    <w:p w14:paraId="3D1AC3BF" w14:textId="77777777" w:rsidR="00977C68" w:rsidRPr="008C6DE4" w:rsidRDefault="00977C68" w:rsidP="00977C68">
      <w:pPr>
        <w:rPr>
          <w:rFonts w:eastAsia="MS Mincho"/>
          <w:lang w:eastAsia="zh-CN"/>
        </w:rPr>
      </w:pPr>
      <w:r w:rsidRPr="008C6DE4">
        <w:rPr>
          <w:rFonts w:eastAsia="MS Mincho"/>
          <w:lang w:eastAsia="zh-CN"/>
        </w:rPr>
        <w:t>When one SCell</w:t>
      </w:r>
      <w:r w:rsidRPr="008C6DE4">
        <w:rPr>
          <w:lang w:eastAsia="zh-CN"/>
        </w:rPr>
        <w:t xml:space="preserve"> in SCG </w:t>
      </w:r>
      <w:r w:rsidRPr="008C6DE4">
        <w:rPr>
          <w:rFonts w:eastAsia="MS Mincho"/>
          <w:lang w:eastAsia="zh-CN"/>
        </w:rPr>
        <w:t>is added or released:</w:t>
      </w:r>
    </w:p>
    <w:p w14:paraId="46D454B9" w14:textId="77777777" w:rsidR="00977C68" w:rsidRPr="008C6DE4" w:rsidRDefault="00977C68" w:rsidP="002320DB">
      <w:pPr>
        <w:pStyle w:val="B10"/>
      </w:pPr>
      <w:r w:rsidRPr="008C6DE4">
        <w:t>-</w:t>
      </w:r>
      <w:r w:rsidRPr="008C6DE4">
        <w:tab/>
        <w:t xml:space="preserve">the UE is allowed an interruption on any active </w:t>
      </w:r>
      <w:r w:rsidRPr="008C6DE4">
        <w:rPr>
          <w:lang w:eastAsia="zh-CN"/>
        </w:rPr>
        <w:t>serving cell in SCG</w:t>
      </w:r>
      <w:r w:rsidRPr="008C6DE4">
        <w:t>:</w:t>
      </w:r>
    </w:p>
    <w:p w14:paraId="5AC30AFB" w14:textId="77777777" w:rsidR="00977C68" w:rsidRPr="008C6DE4" w:rsidRDefault="00977C68" w:rsidP="002320DB">
      <w:pPr>
        <w:pStyle w:val="B2"/>
      </w:pPr>
      <w:r w:rsidRPr="008C6DE4">
        <w:t>-</w:t>
      </w:r>
      <w:r w:rsidRPr="008C6DE4">
        <w:tab/>
        <w:t xml:space="preserve">of up to </w:t>
      </w:r>
      <w:r w:rsidRPr="008C6DE4">
        <w:rPr>
          <w:lang w:eastAsia="zh-CN"/>
        </w:rPr>
        <w:t>X1 slot</w:t>
      </w:r>
      <w:r w:rsidRPr="008C6DE4">
        <w:t xml:space="preserve">, if the active </w:t>
      </w:r>
      <w:r w:rsidRPr="008C6DE4">
        <w:rPr>
          <w:lang w:eastAsia="zh-CN"/>
        </w:rPr>
        <w:t>serving cell</w:t>
      </w:r>
      <w:r w:rsidRPr="008C6DE4">
        <w:t xml:space="preserve"> is not in the same band as any of the SCells being added or released, or</w:t>
      </w:r>
    </w:p>
    <w:p w14:paraId="07892DDB" w14:textId="77777777" w:rsidR="00977C68" w:rsidRPr="008C6DE4" w:rsidRDefault="00977C68" w:rsidP="002320DB">
      <w:pPr>
        <w:pStyle w:val="B2"/>
        <w:rPr>
          <w:lang w:eastAsia="zh-CN"/>
        </w:rPr>
      </w:pPr>
      <w:r w:rsidRPr="008C6DE4">
        <w:t>-</w:t>
      </w:r>
      <w:r w:rsidRPr="008C6DE4">
        <w:tab/>
        <w:t xml:space="preserve">of up to </w:t>
      </w:r>
      <w:r w:rsidRPr="008C6DE4">
        <w:rPr>
          <w:lang w:eastAsia="zh-CN"/>
        </w:rPr>
        <w:t>Y1 slot + T</w:t>
      </w:r>
      <w:r w:rsidRPr="008C6DE4">
        <w:rPr>
          <w:vertAlign w:val="subscript"/>
          <w:lang w:eastAsia="zh-CN"/>
        </w:rPr>
        <w:t>SMTC_duration</w:t>
      </w:r>
      <w:r w:rsidRPr="008C6DE4">
        <w:t xml:space="preserve"> if the active </w:t>
      </w:r>
      <w:r w:rsidRPr="008C6DE4">
        <w:rPr>
          <w:lang w:eastAsia="zh-CN"/>
        </w:rPr>
        <w:t>serving cells</w:t>
      </w:r>
      <w:r w:rsidRPr="008C6DE4">
        <w:t xml:space="preserve"> are in the same band as any of the SCells being added or released, provided </w:t>
      </w:r>
      <w:r w:rsidRPr="008C6DE4">
        <w:rPr>
          <w:lang w:eastAsia="zh-CN"/>
        </w:rPr>
        <w:t>the cell specific reference signals from the active serving cells and the SCells being added or released are available in the same slot</w:t>
      </w:r>
      <w:r w:rsidRPr="008C6DE4">
        <w:t xml:space="preserve">, </w:t>
      </w:r>
      <w:r w:rsidRPr="008C6DE4">
        <w:rPr>
          <w:lang w:eastAsia="zh-CN"/>
        </w:rPr>
        <w:t>where, T</w:t>
      </w:r>
      <w:r w:rsidRPr="008C6DE4">
        <w:rPr>
          <w:vertAlign w:val="subscript"/>
          <w:lang w:eastAsia="zh-CN"/>
        </w:rPr>
        <w:t>SMTC_duration</w:t>
      </w:r>
      <w:r w:rsidRPr="008C6DE4">
        <w:rPr>
          <w:lang w:eastAsia="zh-CN"/>
        </w:rPr>
        <w:t xml:space="preserve"> is</w:t>
      </w:r>
    </w:p>
    <w:p w14:paraId="0FE9E64B" w14:textId="602091AC" w:rsidR="00BC3CB1" w:rsidRDefault="00BC3CB1" w:rsidP="00BC3CB1">
      <w:pPr>
        <w:pStyle w:val="B3"/>
        <w:rPr>
          <w:lang w:eastAsia="zh-CN"/>
        </w:rPr>
      </w:pPr>
      <w:r>
        <w:rPr>
          <w:lang w:eastAsia="zh-CN"/>
        </w:rPr>
        <w:t>-</w:t>
      </w:r>
      <w:r>
        <w:rPr>
          <w:lang w:eastAsia="zh-CN"/>
        </w:rPr>
        <w:tab/>
        <w:t xml:space="preserve">the longest SMTC duration among all above active serving cells in SCG and the SCell being added when one SCell is added. If </w:t>
      </w:r>
      <w:r>
        <w:t>SSB configuration (</w:t>
      </w:r>
      <w:r>
        <w:rPr>
          <w:i/>
        </w:rPr>
        <w:t>absoluteFrequencySSB</w:t>
      </w:r>
      <w:r>
        <w:t>) but no SMTC configuration</w:t>
      </w:r>
      <w:r>
        <w:rPr>
          <w:lang w:eastAsia="zh-CN"/>
        </w:rPr>
        <w:t xml:space="preserve"> is provided for </w:t>
      </w:r>
      <w:r>
        <w:t>the SCell being added,</w:t>
      </w:r>
      <w:r>
        <w:rPr>
          <w:lang w:eastAsia="zh-CN"/>
        </w:rPr>
        <w:t xml:space="preserve"> the SSB transmission periodicity is assumed to be 5ms and T</w:t>
      </w:r>
      <w:r>
        <w:rPr>
          <w:vertAlign w:val="subscript"/>
          <w:lang w:eastAsia="zh-CN"/>
        </w:rPr>
        <w:t>SMTC duration</w:t>
      </w:r>
      <w:r>
        <w:rPr>
          <w:lang w:eastAsia="zh-CN"/>
        </w:rPr>
        <w:t xml:space="preserve"> for the SCell being added is x ms, where x = the </w:t>
      </w:r>
      <w:r>
        <w:t>number of consecutive subframes containing all SSBs in one SSB burst transmitted by the SCell being added</w:t>
      </w:r>
      <w:r>
        <w:rPr>
          <w:lang w:eastAsia="zh-CN"/>
        </w:rPr>
        <w:t xml:space="preserve">. If no </w:t>
      </w:r>
      <w:r>
        <w:t>SSB configuration (</w:t>
      </w:r>
      <w:r>
        <w:rPr>
          <w:i/>
        </w:rPr>
        <w:t>absoluteFrequencySSB</w:t>
      </w:r>
      <w:r>
        <w:t>) nor SMTC configuration</w:t>
      </w:r>
      <w:r>
        <w:rPr>
          <w:lang w:eastAsia="zh-CN"/>
        </w:rPr>
        <w:t xml:space="preserve"> is provided for </w:t>
      </w:r>
      <w:r>
        <w:t>the SCell being added,</w:t>
      </w:r>
      <w:r>
        <w:rPr>
          <w:lang w:eastAsia="zh-CN"/>
        </w:rPr>
        <w:t xml:space="preserve"> T</w:t>
      </w:r>
      <w:r>
        <w:rPr>
          <w:vertAlign w:val="subscript"/>
          <w:lang w:eastAsia="zh-CN"/>
        </w:rPr>
        <w:t>SMTC duration</w:t>
      </w:r>
      <w:r>
        <w:rPr>
          <w:lang w:eastAsia="zh-CN"/>
        </w:rPr>
        <w:t xml:space="preserve"> for the SCell being added is 0 ms;</w:t>
      </w:r>
    </w:p>
    <w:p w14:paraId="01E39E31" w14:textId="77777777" w:rsidR="00977C68" w:rsidRPr="008C6DE4" w:rsidRDefault="00977C68" w:rsidP="002320DB">
      <w:pPr>
        <w:pStyle w:val="B3"/>
        <w:rPr>
          <w:rFonts w:ascii="Tms Rmn" w:eastAsia="DengXian" w:hAnsi="Tms Rmn"/>
          <w:lang w:eastAsia="zh-CN"/>
        </w:rPr>
      </w:pPr>
      <w:r w:rsidRPr="008C6DE4">
        <w:rPr>
          <w:lang w:eastAsia="zh-CN"/>
        </w:rPr>
        <w:t>-</w:t>
      </w:r>
      <w:r w:rsidRPr="008C6DE4">
        <w:rPr>
          <w:lang w:eastAsia="zh-CN"/>
        </w:rPr>
        <w:tab/>
        <w:t>the longest SMTC duration among all above active serving cells in SCG when one SCell is released.</w:t>
      </w:r>
    </w:p>
    <w:p w14:paraId="14388117" w14:textId="77777777" w:rsidR="00977C68" w:rsidRPr="008C6DE4" w:rsidRDefault="00977C68" w:rsidP="002320DB">
      <w:pPr>
        <w:pStyle w:val="B3"/>
        <w:rPr>
          <w:rFonts w:eastAsia="DengXian"/>
          <w:lang w:eastAsia="zh-CN"/>
        </w:rPr>
      </w:pPr>
      <w:r w:rsidRPr="008C6DE4">
        <w:t xml:space="preserve">Where X1 and Y1 are specified in </w:t>
      </w:r>
      <w:r w:rsidRPr="008C6DE4">
        <w:rPr>
          <w:lang w:eastAsia="zh-CN"/>
        </w:rPr>
        <w:t>Table 8.2.1.2.3-2.</w:t>
      </w:r>
    </w:p>
    <w:p w14:paraId="56BD072E" w14:textId="77777777" w:rsidR="00977C68" w:rsidRPr="008C6DE4" w:rsidRDefault="00977C68" w:rsidP="00977C68">
      <w:pPr>
        <w:keepNext/>
        <w:keepLines/>
        <w:spacing w:before="60"/>
        <w:jc w:val="center"/>
      </w:pPr>
      <w:r w:rsidRPr="008C6DE4">
        <w:rPr>
          <w:rFonts w:ascii="Arial" w:hAnsi="Arial"/>
          <w:b/>
        </w:rPr>
        <w:t>Table 8.2.1.2.3-1: Interruption length X1 and Y1 at E-UTRA SCell addition/Release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102"/>
        <w:gridCol w:w="1069"/>
        <w:gridCol w:w="1099"/>
        <w:gridCol w:w="1851"/>
        <w:gridCol w:w="1851"/>
      </w:tblGrid>
      <w:tr w:rsidR="00106CDB" w:rsidRPr="008C6DE4" w14:paraId="543F6F0D" w14:textId="77777777" w:rsidTr="00F15152">
        <w:trPr>
          <w:trHeight w:val="205"/>
          <w:jc w:val="center"/>
        </w:trPr>
        <w:tc>
          <w:tcPr>
            <w:tcW w:w="733" w:type="dxa"/>
            <w:vMerge w:val="restart"/>
            <w:tcBorders>
              <w:top w:val="single" w:sz="4" w:space="0" w:color="auto"/>
              <w:left w:val="single" w:sz="4" w:space="0" w:color="auto"/>
              <w:bottom w:val="single" w:sz="4" w:space="0" w:color="auto"/>
              <w:right w:val="single" w:sz="4" w:space="0" w:color="auto"/>
            </w:tcBorders>
            <w:vAlign w:val="center"/>
            <w:hideMark/>
          </w:tcPr>
          <w:p w14:paraId="2CC9468E" w14:textId="77777777" w:rsidR="00106CDB" w:rsidRPr="008C6DE4" w:rsidRDefault="00106CDB" w:rsidP="00106CDB">
            <w:pPr>
              <w:pStyle w:val="TAH"/>
              <w:rPr>
                <w:lang w:eastAsia="ko-KR"/>
              </w:rPr>
            </w:pPr>
            <w:r w:rsidRPr="008C6DE4">
              <w:rPr>
                <w:noProof/>
                <w:lang w:val="en-US" w:eastAsia="zh-CN"/>
              </w:rPr>
              <w:drawing>
                <wp:inline distT="0" distB="0" distL="0" distR="0" wp14:anchorId="1B0984A9" wp14:editId="5733007D">
                  <wp:extent cx="154305" cy="154305"/>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102" w:type="dxa"/>
            <w:vMerge w:val="restart"/>
            <w:tcBorders>
              <w:top w:val="single" w:sz="4" w:space="0" w:color="auto"/>
              <w:left w:val="single" w:sz="4" w:space="0" w:color="auto"/>
              <w:bottom w:val="single" w:sz="4" w:space="0" w:color="auto"/>
              <w:right w:val="single" w:sz="4" w:space="0" w:color="auto"/>
            </w:tcBorders>
            <w:hideMark/>
          </w:tcPr>
          <w:p w14:paraId="40A47D11" w14:textId="77777777" w:rsidR="00106CDB" w:rsidRPr="008C6DE4" w:rsidRDefault="00106CDB" w:rsidP="00106CDB">
            <w:pPr>
              <w:pStyle w:val="TAH"/>
              <w:rPr>
                <w:lang w:eastAsia="ko-KR"/>
              </w:rPr>
            </w:pPr>
            <w:r w:rsidRPr="008C6DE4">
              <w:rPr>
                <w:lang w:eastAsia="ko-KR"/>
              </w:rPr>
              <w:t>NR Slot length (ms)</w:t>
            </w:r>
          </w:p>
        </w:tc>
        <w:tc>
          <w:tcPr>
            <w:tcW w:w="2168" w:type="dxa"/>
            <w:gridSpan w:val="2"/>
            <w:tcBorders>
              <w:top w:val="single" w:sz="4" w:space="0" w:color="auto"/>
              <w:left w:val="single" w:sz="4" w:space="0" w:color="auto"/>
              <w:bottom w:val="single" w:sz="4" w:space="0" w:color="auto"/>
              <w:right w:val="single" w:sz="4" w:space="0" w:color="auto"/>
            </w:tcBorders>
            <w:hideMark/>
          </w:tcPr>
          <w:p w14:paraId="015ED9F5" w14:textId="501ADEFF" w:rsidR="00106CDB" w:rsidRPr="008C6DE4" w:rsidRDefault="00106CDB" w:rsidP="00106CDB">
            <w:pPr>
              <w:pStyle w:val="TAH"/>
              <w:rPr>
                <w:lang w:eastAsia="ko-KR"/>
              </w:rPr>
            </w:pPr>
            <w:r w:rsidRPr="008C6DE4">
              <w:rPr>
                <w:lang w:val="fr-FR" w:eastAsia="ko-KR"/>
              </w:rPr>
              <w:t>Interruption length X1 (slots)</w:t>
            </w:r>
          </w:p>
        </w:tc>
        <w:tc>
          <w:tcPr>
            <w:tcW w:w="3702" w:type="dxa"/>
            <w:gridSpan w:val="2"/>
            <w:tcBorders>
              <w:top w:val="single" w:sz="4" w:space="0" w:color="auto"/>
              <w:left w:val="single" w:sz="4" w:space="0" w:color="auto"/>
              <w:bottom w:val="single" w:sz="4" w:space="0" w:color="auto"/>
              <w:right w:val="single" w:sz="4" w:space="0" w:color="auto"/>
            </w:tcBorders>
            <w:hideMark/>
          </w:tcPr>
          <w:p w14:paraId="2EDC4B3F" w14:textId="7057947B" w:rsidR="00106CDB" w:rsidRPr="008C6DE4" w:rsidRDefault="00106CDB" w:rsidP="00106CDB">
            <w:pPr>
              <w:pStyle w:val="TAH"/>
              <w:rPr>
                <w:lang w:eastAsia="ko-KR"/>
              </w:rPr>
            </w:pPr>
            <w:r w:rsidRPr="008C6DE4">
              <w:rPr>
                <w:lang w:val="fr-FR" w:eastAsia="ko-KR"/>
              </w:rPr>
              <w:t>Interruption length Y1 (slots)</w:t>
            </w:r>
          </w:p>
        </w:tc>
      </w:tr>
      <w:tr w:rsidR="00DD3199" w:rsidRPr="008C6DE4" w14:paraId="4FE4CD7F" w14:textId="77777777" w:rsidTr="00F15152">
        <w:trPr>
          <w:trHeight w:val="2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942FC9" w14:textId="77777777" w:rsidR="00977C68" w:rsidRPr="008C6DE4" w:rsidRDefault="00977C68" w:rsidP="00F15152">
            <w:pPr>
              <w:spacing w:after="0"/>
              <w:rPr>
                <w:rFonts w:ascii="Arial" w:hAnsi="Arial"/>
                <w:b/>
                <w:sz w:val="18"/>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F9FCF2" w14:textId="77777777" w:rsidR="00977C68" w:rsidRPr="008C6DE4" w:rsidRDefault="00977C68" w:rsidP="00F15152">
            <w:pPr>
              <w:spacing w:after="0"/>
              <w:rPr>
                <w:rFonts w:ascii="Arial" w:hAnsi="Arial"/>
                <w:b/>
                <w:sz w:val="18"/>
                <w:lang w:eastAsia="ko-KR"/>
              </w:rPr>
            </w:pPr>
          </w:p>
        </w:tc>
        <w:tc>
          <w:tcPr>
            <w:tcW w:w="1069" w:type="dxa"/>
            <w:tcBorders>
              <w:top w:val="single" w:sz="4" w:space="0" w:color="auto"/>
              <w:left w:val="single" w:sz="4" w:space="0" w:color="auto"/>
              <w:bottom w:val="single" w:sz="4" w:space="0" w:color="auto"/>
              <w:right w:val="single" w:sz="4" w:space="0" w:color="auto"/>
            </w:tcBorders>
            <w:hideMark/>
          </w:tcPr>
          <w:p w14:paraId="6469C254" w14:textId="77777777" w:rsidR="00977C68" w:rsidRPr="008C6DE4" w:rsidRDefault="00977C68" w:rsidP="00F15152">
            <w:pPr>
              <w:pStyle w:val="TAH"/>
              <w:rPr>
                <w:lang w:eastAsia="ko-KR"/>
              </w:rPr>
            </w:pPr>
            <w:r w:rsidRPr="008C6DE4">
              <w:rPr>
                <w:lang w:eastAsia="ko-KR"/>
              </w:rPr>
              <w:t>Sync</w:t>
            </w:r>
          </w:p>
        </w:tc>
        <w:tc>
          <w:tcPr>
            <w:tcW w:w="1099" w:type="dxa"/>
            <w:tcBorders>
              <w:top w:val="single" w:sz="4" w:space="0" w:color="auto"/>
              <w:left w:val="single" w:sz="4" w:space="0" w:color="auto"/>
              <w:bottom w:val="single" w:sz="4" w:space="0" w:color="auto"/>
              <w:right w:val="single" w:sz="4" w:space="0" w:color="auto"/>
            </w:tcBorders>
            <w:hideMark/>
          </w:tcPr>
          <w:p w14:paraId="4850F871" w14:textId="77777777" w:rsidR="00977C68" w:rsidRPr="008C6DE4" w:rsidRDefault="00977C68" w:rsidP="00F15152">
            <w:pPr>
              <w:pStyle w:val="TAH"/>
              <w:rPr>
                <w:lang w:eastAsia="ko-KR"/>
              </w:rPr>
            </w:pPr>
            <w:r w:rsidRPr="008C6DE4">
              <w:rPr>
                <w:lang w:eastAsia="ko-KR"/>
              </w:rPr>
              <w:t>Async</w:t>
            </w:r>
          </w:p>
        </w:tc>
        <w:tc>
          <w:tcPr>
            <w:tcW w:w="1851" w:type="dxa"/>
            <w:tcBorders>
              <w:top w:val="single" w:sz="4" w:space="0" w:color="auto"/>
              <w:left w:val="single" w:sz="4" w:space="0" w:color="auto"/>
              <w:bottom w:val="single" w:sz="4" w:space="0" w:color="auto"/>
              <w:right w:val="single" w:sz="4" w:space="0" w:color="auto"/>
            </w:tcBorders>
            <w:hideMark/>
          </w:tcPr>
          <w:p w14:paraId="6557DE6A" w14:textId="77777777" w:rsidR="00977C68" w:rsidRPr="008C6DE4" w:rsidRDefault="00977C68" w:rsidP="00F15152">
            <w:pPr>
              <w:pStyle w:val="TAH"/>
              <w:rPr>
                <w:lang w:eastAsia="ko-KR"/>
              </w:rPr>
            </w:pPr>
            <w:r w:rsidRPr="008C6DE4">
              <w:rPr>
                <w:lang w:eastAsia="ko-KR"/>
              </w:rPr>
              <w:t>Sync</w:t>
            </w:r>
          </w:p>
        </w:tc>
        <w:tc>
          <w:tcPr>
            <w:tcW w:w="1851" w:type="dxa"/>
            <w:tcBorders>
              <w:top w:val="single" w:sz="4" w:space="0" w:color="auto"/>
              <w:left w:val="single" w:sz="4" w:space="0" w:color="auto"/>
              <w:bottom w:val="single" w:sz="4" w:space="0" w:color="auto"/>
              <w:right w:val="single" w:sz="4" w:space="0" w:color="auto"/>
            </w:tcBorders>
            <w:hideMark/>
          </w:tcPr>
          <w:p w14:paraId="76FC80C4" w14:textId="77777777" w:rsidR="00977C68" w:rsidRPr="008C6DE4" w:rsidRDefault="00977C68" w:rsidP="00F15152">
            <w:pPr>
              <w:pStyle w:val="TAH"/>
              <w:rPr>
                <w:lang w:eastAsia="zh-CN"/>
              </w:rPr>
            </w:pPr>
            <w:r w:rsidRPr="008C6DE4">
              <w:rPr>
                <w:lang w:eastAsia="zh-CN"/>
              </w:rPr>
              <w:t>Async</w:t>
            </w:r>
          </w:p>
        </w:tc>
      </w:tr>
      <w:tr w:rsidR="00DD3199" w:rsidRPr="008C6DE4" w14:paraId="51052851"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17AC695D" w14:textId="77777777" w:rsidR="00977C68" w:rsidRPr="008C6DE4" w:rsidRDefault="00977C68" w:rsidP="00F15152">
            <w:pPr>
              <w:pStyle w:val="TAC"/>
              <w:rPr>
                <w:lang w:eastAsia="ko-KR"/>
              </w:rPr>
            </w:pPr>
            <w:r w:rsidRPr="008C6DE4">
              <w:rPr>
                <w:lang w:eastAsia="ko-KR"/>
              </w:rPr>
              <w:t>0</w:t>
            </w:r>
          </w:p>
        </w:tc>
        <w:tc>
          <w:tcPr>
            <w:tcW w:w="1102" w:type="dxa"/>
            <w:tcBorders>
              <w:top w:val="single" w:sz="4" w:space="0" w:color="auto"/>
              <w:left w:val="single" w:sz="4" w:space="0" w:color="auto"/>
              <w:bottom w:val="single" w:sz="4" w:space="0" w:color="auto"/>
              <w:right w:val="single" w:sz="4" w:space="0" w:color="auto"/>
            </w:tcBorders>
            <w:hideMark/>
          </w:tcPr>
          <w:p w14:paraId="4C52E1A9" w14:textId="77777777" w:rsidR="00977C68" w:rsidRPr="008C6DE4" w:rsidRDefault="00977C68" w:rsidP="00F15152">
            <w:pPr>
              <w:pStyle w:val="TAC"/>
              <w:rPr>
                <w:lang w:eastAsia="ko-KR"/>
              </w:rPr>
            </w:pPr>
            <w:r w:rsidRPr="008C6DE4">
              <w:rPr>
                <w:lang w:eastAsia="ko-KR"/>
              </w:rPr>
              <w:t>1</w:t>
            </w:r>
          </w:p>
        </w:tc>
        <w:tc>
          <w:tcPr>
            <w:tcW w:w="1069" w:type="dxa"/>
            <w:tcBorders>
              <w:top w:val="single" w:sz="4" w:space="0" w:color="auto"/>
              <w:left w:val="single" w:sz="4" w:space="0" w:color="auto"/>
              <w:bottom w:val="single" w:sz="4" w:space="0" w:color="auto"/>
              <w:right w:val="single" w:sz="4" w:space="0" w:color="auto"/>
            </w:tcBorders>
            <w:hideMark/>
          </w:tcPr>
          <w:p w14:paraId="22A7F82C" w14:textId="77777777" w:rsidR="00977C68" w:rsidRPr="008C6DE4" w:rsidRDefault="00977C68" w:rsidP="00F15152">
            <w:pPr>
              <w:pStyle w:val="TAC"/>
              <w:rPr>
                <w:lang w:eastAsia="ko-KR"/>
              </w:rPr>
            </w:pPr>
            <w:r w:rsidRPr="008C6DE4">
              <w:rPr>
                <w:lang w:eastAsia="ko-KR"/>
              </w:rPr>
              <w:t>1</w:t>
            </w:r>
          </w:p>
        </w:tc>
        <w:tc>
          <w:tcPr>
            <w:tcW w:w="1099" w:type="dxa"/>
            <w:tcBorders>
              <w:top w:val="single" w:sz="4" w:space="0" w:color="auto"/>
              <w:left w:val="single" w:sz="4" w:space="0" w:color="auto"/>
              <w:bottom w:val="single" w:sz="4" w:space="0" w:color="auto"/>
              <w:right w:val="single" w:sz="4" w:space="0" w:color="auto"/>
            </w:tcBorders>
            <w:hideMark/>
          </w:tcPr>
          <w:p w14:paraId="20E8796B" w14:textId="77777777" w:rsidR="00977C68" w:rsidRPr="008C6DE4" w:rsidRDefault="00977C68" w:rsidP="00F15152">
            <w:pPr>
              <w:pStyle w:val="TAC"/>
              <w:rPr>
                <w:lang w:eastAsia="ko-KR"/>
              </w:rPr>
            </w:pPr>
            <w:r w:rsidRPr="008C6DE4">
              <w:rPr>
                <w:lang w:eastAsia="ko-KR"/>
              </w:rPr>
              <w:t>2</w:t>
            </w:r>
          </w:p>
        </w:tc>
        <w:tc>
          <w:tcPr>
            <w:tcW w:w="1851" w:type="dxa"/>
            <w:tcBorders>
              <w:top w:val="single" w:sz="4" w:space="0" w:color="auto"/>
              <w:left w:val="single" w:sz="4" w:space="0" w:color="auto"/>
              <w:bottom w:val="single" w:sz="4" w:space="0" w:color="auto"/>
              <w:right w:val="single" w:sz="4" w:space="0" w:color="auto"/>
            </w:tcBorders>
            <w:hideMark/>
          </w:tcPr>
          <w:p w14:paraId="1186B1A6" w14:textId="77777777" w:rsidR="00977C68" w:rsidRPr="008C6DE4" w:rsidRDefault="00977C68" w:rsidP="00F15152">
            <w:pPr>
              <w:pStyle w:val="TAC"/>
              <w:rPr>
                <w:lang w:eastAsia="ko-KR"/>
              </w:rPr>
            </w:pPr>
            <w:r w:rsidRPr="008C6DE4">
              <w:rPr>
                <w:lang w:eastAsia="ko-KR"/>
              </w:rPr>
              <w:t>1</w:t>
            </w:r>
          </w:p>
        </w:tc>
        <w:tc>
          <w:tcPr>
            <w:tcW w:w="1851" w:type="dxa"/>
            <w:tcBorders>
              <w:top w:val="single" w:sz="4" w:space="0" w:color="auto"/>
              <w:left w:val="single" w:sz="4" w:space="0" w:color="auto"/>
              <w:bottom w:val="single" w:sz="4" w:space="0" w:color="auto"/>
              <w:right w:val="single" w:sz="4" w:space="0" w:color="auto"/>
            </w:tcBorders>
            <w:hideMark/>
          </w:tcPr>
          <w:p w14:paraId="7759F47C" w14:textId="77777777" w:rsidR="00977C68" w:rsidRPr="008C6DE4" w:rsidRDefault="00977C68" w:rsidP="00F15152">
            <w:pPr>
              <w:pStyle w:val="TAC"/>
              <w:rPr>
                <w:lang w:eastAsia="zh-CN"/>
              </w:rPr>
            </w:pPr>
            <w:r w:rsidRPr="008C6DE4">
              <w:rPr>
                <w:lang w:eastAsia="zh-CN"/>
              </w:rPr>
              <w:t>2</w:t>
            </w:r>
          </w:p>
        </w:tc>
      </w:tr>
      <w:tr w:rsidR="00DD3199" w:rsidRPr="008C6DE4" w14:paraId="36930778"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4DE87B39" w14:textId="77777777" w:rsidR="00977C68" w:rsidRPr="008C6DE4" w:rsidRDefault="00977C68" w:rsidP="00F15152">
            <w:pPr>
              <w:pStyle w:val="TAC"/>
              <w:rPr>
                <w:lang w:eastAsia="ko-KR"/>
              </w:rPr>
            </w:pPr>
            <w:r w:rsidRPr="008C6DE4">
              <w:rPr>
                <w:lang w:eastAsia="ko-KR"/>
              </w:rPr>
              <w:t>1</w:t>
            </w:r>
          </w:p>
        </w:tc>
        <w:tc>
          <w:tcPr>
            <w:tcW w:w="1102" w:type="dxa"/>
            <w:tcBorders>
              <w:top w:val="single" w:sz="4" w:space="0" w:color="auto"/>
              <w:left w:val="single" w:sz="4" w:space="0" w:color="auto"/>
              <w:bottom w:val="single" w:sz="4" w:space="0" w:color="auto"/>
              <w:right w:val="single" w:sz="4" w:space="0" w:color="auto"/>
            </w:tcBorders>
            <w:hideMark/>
          </w:tcPr>
          <w:p w14:paraId="6ACC24B4" w14:textId="77777777" w:rsidR="00977C68" w:rsidRPr="008C6DE4" w:rsidRDefault="00977C68" w:rsidP="00F15152">
            <w:pPr>
              <w:pStyle w:val="TAC"/>
              <w:rPr>
                <w:lang w:eastAsia="ko-KR"/>
              </w:rPr>
            </w:pPr>
            <w:r w:rsidRPr="008C6DE4">
              <w:rPr>
                <w:lang w:eastAsia="ko-KR"/>
              </w:rPr>
              <w:t>0.5</w:t>
            </w:r>
          </w:p>
        </w:tc>
        <w:tc>
          <w:tcPr>
            <w:tcW w:w="1069" w:type="dxa"/>
            <w:tcBorders>
              <w:top w:val="single" w:sz="4" w:space="0" w:color="auto"/>
              <w:left w:val="single" w:sz="4" w:space="0" w:color="auto"/>
              <w:bottom w:val="single" w:sz="4" w:space="0" w:color="auto"/>
              <w:right w:val="single" w:sz="4" w:space="0" w:color="auto"/>
            </w:tcBorders>
            <w:hideMark/>
          </w:tcPr>
          <w:p w14:paraId="34A8F5EB" w14:textId="77777777" w:rsidR="00977C68" w:rsidRPr="008C6DE4" w:rsidRDefault="00977C68" w:rsidP="00F15152">
            <w:pPr>
              <w:pStyle w:val="TAC"/>
              <w:rPr>
                <w:lang w:eastAsia="ko-KR"/>
              </w:rPr>
            </w:pPr>
            <w:r w:rsidRPr="008C6DE4">
              <w:rPr>
                <w:lang w:eastAsia="ko-KR"/>
              </w:rPr>
              <w:t>2</w:t>
            </w:r>
          </w:p>
        </w:tc>
        <w:tc>
          <w:tcPr>
            <w:tcW w:w="1099" w:type="dxa"/>
            <w:tcBorders>
              <w:top w:val="single" w:sz="4" w:space="0" w:color="auto"/>
              <w:left w:val="single" w:sz="4" w:space="0" w:color="auto"/>
              <w:bottom w:val="single" w:sz="4" w:space="0" w:color="auto"/>
              <w:right w:val="single" w:sz="4" w:space="0" w:color="auto"/>
            </w:tcBorders>
            <w:hideMark/>
          </w:tcPr>
          <w:p w14:paraId="50EEFAD5" w14:textId="77777777" w:rsidR="00977C68" w:rsidRPr="008C6DE4" w:rsidRDefault="00977C68" w:rsidP="00F15152">
            <w:pPr>
              <w:pStyle w:val="TAC"/>
              <w:rPr>
                <w:lang w:eastAsia="ko-KR"/>
              </w:rPr>
            </w:pPr>
            <w:r w:rsidRPr="008C6DE4">
              <w:rPr>
                <w:lang w:eastAsia="ko-KR"/>
              </w:rPr>
              <w:t>3</w:t>
            </w:r>
          </w:p>
        </w:tc>
        <w:tc>
          <w:tcPr>
            <w:tcW w:w="1851" w:type="dxa"/>
            <w:tcBorders>
              <w:top w:val="single" w:sz="4" w:space="0" w:color="auto"/>
              <w:left w:val="single" w:sz="4" w:space="0" w:color="auto"/>
              <w:bottom w:val="single" w:sz="4" w:space="0" w:color="auto"/>
              <w:right w:val="single" w:sz="4" w:space="0" w:color="auto"/>
            </w:tcBorders>
            <w:hideMark/>
          </w:tcPr>
          <w:p w14:paraId="7B199BA3" w14:textId="77777777" w:rsidR="00977C68" w:rsidRPr="008C6DE4" w:rsidRDefault="00977C68" w:rsidP="00F15152">
            <w:pPr>
              <w:pStyle w:val="TAC"/>
              <w:rPr>
                <w:lang w:eastAsia="ko-KR"/>
              </w:rPr>
            </w:pPr>
            <w:r w:rsidRPr="008C6DE4">
              <w:rPr>
                <w:lang w:eastAsia="ko-KR"/>
              </w:rPr>
              <w:t>2</w:t>
            </w:r>
          </w:p>
        </w:tc>
        <w:tc>
          <w:tcPr>
            <w:tcW w:w="1851" w:type="dxa"/>
            <w:tcBorders>
              <w:top w:val="single" w:sz="4" w:space="0" w:color="auto"/>
              <w:left w:val="single" w:sz="4" w:space="0" w:color="auto"/>
              <w:bottom w:val="single" w:sz="4" w:space="0" w:color="auto"/>
              <w:right w:val="single" w:sz="4" w:space="0" w:color="auto"/>
            </w:tcBorders>
            <w:hideMark/>
          </w:tcPr>
          <w:p w14:paraId="2074A963" w14:textId="77777777" w:rsidR="00977C68" w:rsidRPr="008C6DE4" w:rsidRDefault="00977C68" w:rsidP="00F15152">
            <w:pPr>
              <w:pStyle w:val="TAC"/>
              <w:rPr>
                <w:lang w:eastAsia="zh-CN"/>
              </w:rPr>
            </w:pPr>
            <w:r w:rsidRPr="008C6DE4">
              <w:rPr>
                <w:lang w:eastAsia="zh-CN"/>
              </w:rPr>
              <w:t>3</w:t>
            </w:r>
          </w:p>
        </w:tc>
      </w:tr>
      <w:tr w:rsidR="00DD3199" w:rsidRPr="008C6DE4" w14:paraId="63AFD4DE"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41924B87" w14:textId="77777777" w:rsidR="00977C68" w:rsidRPr="008C6DE4" w:rsidRDefault="00977C68" w:rsidP="00F15152">
            <w:pPr>
              <w:pStyle w:val="TAC"/>
              <w:rPr>
                <w:lang w:eastAsia="ko-KR"/>
              </w:rPr>
            </w:pPr>
            <w:r w:rsidRPr="008C6DE4">
              <w:rPr>
                <w:lang w:eastAsia="ko-KR"/>
              </w:rPr>
              <w:t>2</w:t>
            </w:r>
          </w:p>
        </w:tc>
        <w:tc>
          <w:tcPr>
            <w:tcW w:w="1102" w:type="dxa"/>
            <w:tcBorders>
              <w:top w:val="single" w:sz="4" w:space="0" w:color="auto"/>
              <w:left w:val="single" w:sz="4" w:space="0" w:color="auto"/>
              <w:bottom w:val="single" w:sz="4" w:space="0" w:color="auto"/>
              <w:right w:val="single" w:sz="4" w:space="0" w:color="auto"/>
            </w:tcBorders>
            <w:hideMark/>
          </w:tcPr>
          <w:p w14:paraId="24685814" w14:textId="77777777" w:rsidR="00977C68" w:rsidRPr="008C6DE4" w:rsidRDefault="00977C68" w:rsidP="00F15152">
            <w:pPr>
              <w:pStyle w:val="TAC"/>
              <w:rPr>
                <w:lang w:eastAsia="ko-KR"/>
              </w:rPr>
            </w:pPr>
            <w:r w:rsidRPr="008C6DE4">
              <w:rPr>
                <w:lang w:eastAsia="ko-KR"/>
              </w:rPr>
              <w:t>0.25</w:t>
            </w:r>
          </w:p>
        </w:tc>
        <w:tc>
          <w:tcPr>
            <w:tcW w:w="2168" w:type="dxa"/>
            <w:gridSpan w:val="2"/>
            <w:tcBorders>
              <w:top w:val="single" w:sz="4" w:space="0" w:color="auto"/>
              <w:left w:val="single" w:sz="4" w:space="0" w:color="auto"/>
              <w:bottom w:val="single" w:sz="4" w:space="0" w:color="auto"/>
              <w:right w:val="single" w:sz="4" w:space="0" w:color="auto"/>
            </w:tcBorders>
            <w:hideMark/>
          </w:tcPr>
          <w:p w14:paraId="5207CF88" w14:textId="77777777" w:rsidR="00977C68" w:rsidRPr="008C6DE4" w:rsidRDefault="00977C68" w:rsidP="00F15152">
            <w:pPr>
              <w:pStyle w:val="TAC"/>
              <w:rPr>
                <w:lang w:eastAsia="ko-KR"/>
              </w:rPr>
            </w:pPr>
            <w:r w:rsidRPr="008C6DE4">
              <w:rPr>
                <w:lang w:eastAsia="ko-KR"/>
              </w:rPr>
              <w:t>5</w:t>
            </w:r>
          </w:p>
        </w:tc>
        <w:tc>
          <w:tcPr>
            <w:tcW w:w="1851" w:type="dxa"/>
            <w:tcBorders>
              <w:top w:val="single" w:sz="4" w:space="0" w:color="auto"/>
              <w:left w:val="single" w:sz="4" w:space="0" w:color="auto"/>
              <w:bottom w:val="single" w:sz="4" w:space="0" w:color="auto"/>
              <w:right w:val="single" w:sz="4" w:space="0" w:color="auto"/>
            </w:tcBorders>
            <w:hideMark/>
          </w:tcPr>
          <w:p w14:paraId="10B16D33" w14:textId="77777777" w:rsidR="00977C68" w:rsidRPr="008C6DE4" w:rsidRDefault="00977C68" w:rsidP="00F15152">
            <w:pPr>
              <w:pStyle w:val="TAC"/>
              <w:rPr>
                <w:lang w:eastAsia="ko-KR"/>
              </w:rPr>
            </w:pPr>
            <w:r w:rsidRPr="008C6DE4">
              <w:rPr>
                <w:lang w:eastAsia="ko-KR"/>
              </w:rPr>
              <w:t>4</w:t>
            </w:r>
          </w:p>
        </w:tc>
        <w:tc>
          <w:tcPr>
            <w:tcW w:w="1851" w:type="dxa"/>
            <w:tcBorders>
              <w:top w:val="single" w:sz="4" w:space="0" w:color="auto"/>
              <w:left w:val="single" w:sz="4" w:space="0" w:color="auto"/>
              <w:bottom w:val="single" w:sz="4" w:space="0" w:color="auto"/>
              <w:right w:val="single" w:sz="4" w:space="0" w:color="auto"/>
            </w:tcBorders>
            <w:hideMark/>
          </w:tcPr>
          <w:p w14:paraId="01B6FA60" w14:textId="77777777" w:rsidR="00977C68" w:rsidRPr="008C6DE4" w:rsidRDefault="00977C68" w:rsidP="00F15152">
            <w:pPr>
              <w:pStyle w:val="TAC"/>
              <w:rPr>
                <w:lang w:eastAsia="zh-CN"/>
              </w:rPr>
            </w:pPr>
            <w:r w:rsidRPr="008C6DE4">
              <w:rPr>
                <w:lang w:eastAsia="zh-CN"/>
              </w:rPr>
              <w:t>5</w:t>
            </w:r>
          </w:p>
        </w:tc>
      </w:tr>
      <w:tr w:rsidR="00A84510" w:rsidRPr="008C6DE4" w14:paraId="355AF73C"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6B8637FE" w14:textId="77777777" w:rsidR="00A84510" w:rsidRPr="008C6DE4" w:rsidRDefault="00A84510" w:rsidP="00A84510">
            <w:pPr>
              <w:pStyle w:val="TAC"/>
              <w:rPr>
                <w:lang w:eastAsia="ko-KR"/>
              </w:rPr>
            </w:pPr>
            <w:r w:rsidRPr="008C6DE4">
              <w:rPr>
                <w:lang w:eastAsia="ko-KR"/>
              </w:rPr>
              <w:t>3</w:t>
            </w:r>
          </w:p>
        </w:tc>
        <w:tc>
          <w:tcPr>
            <w:tcW w:w="1102" w:type="dxa"/>
            <w:tcBorders>
              <w:top w:val="single" w:sz="4" w:space="0" w:color="auto"/>
              <w:left w:val="single" w:sz="4" w:space="0" w:color="auto"/>
              <w:bottom w:val="single" w:sz="4" w:space="0" w:color="auto"/>
              <w:right w:val="single" w:sz="4" w:space="0" w:color="auto"/>
            </w:tcBorders>
            <w:hideMark/>
          </w:tcPr>
          <w:p w14:paraId="171EF8F9" w14:textId="77777777" w:rsidR="00A84510" w:rsidRPr="008C6DE4" w:rsidRDefault="00A84510" w:rsidP="00A84510">
            <w:pPr>
              <w:pStyle w:val="TAC"/>
              <w:rPr>
                <w:lang w:eastAsia="ko-KR"/>
              </w:rPr>
            </w:pPr>
            <w:r w:rsidRPr="008C6DE4">
              <w:rPr>
                <w:lang w:eastAsia="ko-KR"/>
              </w:rPr>
              <w:t>0.125</w:t>
            </w:r>
          </w:p>
        </w:tc>
        <w:tc>
          <w:tcPr>
            <w:tcW w:w="2168" w:type="dxa"/>
            <w:gridSpan w:val="2"/>
            <w:tcBorders>
              <w:top w:val="single" w:sz="4" w:space="0" w:color="auto"/>
              <w:left w:val="single" w:sz="4" w:space="0" w:color="auto"/>
              <w:bottom w:val="single" w:sz="4" w:space="0" w:color="auto"/>
              <w:right w:val="single" w:sz="4" w:space="0" w:color="auto"/>
            </w:tcBorders>
            <w:hideMark/>
          </w:tcPr>
          <w:p w14:paraId="1A4218F0" w14:textId="40CE3590" w:rsidR="00A84510" w:rsidRPr="008C6DE4" w:rsidRDefault="00A84510" w:rsidP="00A84510">
            <w:pPr>
              <w:pStyle w:val="TAC"/>
              <w:rPr>
                <w:lang w:eastAsia="ko-KR"/>
              </w:rPr>
            </w:pPr>
            <w:r w:rsidRPr="008C6DE4">
              <w:rPr>
                <w:lang w:val="fr-FR" w:eastAsia="ko-KR"/>
              </w:rPr>
              <w:t>9</w:t>
            </w:r>
          </w:p>
        </w:tc>
        <w:tc>
          <w:tcPr>
            <w:tcW w:w="1851" w:type="dxa"/>
            <w:tcBorders>
              <w:top w:val="single" w:sz="4" w:space="0" w:color="auto"/>
              <w:left w:val="single" w:sz="4" w:space="0" w:color="auto"/>
              <w:bottom w:val="single" w:sz="4" w:space="0" w:color="auto"/>
              <w:right w:val="single" w:sz="4" w:space="0" w:color="auto"/>
            </w:tcBorders>
            <w:hideMark/>
          </w:tcPr>
          <w:p w14:paraId="74C376AB" w14:textId="3D3359DE" w:rsidR="00A84510" w:rsidRPr="008C6DE4" w:rsidRDefault="00A84510" w:rsidP="00A84510">
            <w:pPr>
              <w:pStyle w:val="TAC"/>
              <w:rPr>
                <w:lang w:eastAsia="ko-KR"/>
              </w:rPr>
            </w:pPr>
            <w:r w:rsidRPr="008C6DE4">
              <w:rPr>
                <w:lang w:val="fr-FR" w:eastAsia="ko-KR"/>
              </w:rPr>
              <w:t>N/A</w:t>
            </w:r>
          </w:p>
        </w:tc>
        <w:tc>
          <w:tcPr>
            <w:tcW w:w="1851" w:type="dxa"/>
            <w:tcBorders>
              <w:top w:val="single" w:sz="4" w:space="0" w:color="auto"/>
              <w:left w:val="single" w:sz="4" w:space="0" w:color="auto"/>
              <w:bottom w:val="single" w:sz="4" w:space="0" w:color="auto"/>
              <w:right w:val="single" w:sz="4" w:space="0" w:color="auto"/>
            </w:tcBorders>
            <w:hideMark/>
          </w:tcPr>
          <w:p w14:paraId="09AC62E7" w14:textId="467BCFA4" w:rsidR="00A84510" w:rsidRPr="008C6DE4" w:rsidRDefault="00A84510" w:rsidP="00A84510">
            <w:pPr>
              <w:pStyle w:val="TAC"/>
              <w:rPr>
                <w:lang w:eastAsia="zh-CN"/>
              </w:rPr>
            </w:pPr>
            <w:r w:rsidRPr="008C6DE4">
              <w:rPr>
                <w:lang w:val="fr-FR" w:eastAsia="ko-KR"/>
              </w:rPr>
              <w:t>N/A</w:t>
            </w:r>
          </w:p>
        </w:tc>
      </w:tr>
    </w:tbl>
    <w:p w14:paraId="7DCB7EED" w14:textId="77777777" w:rsidR="00977C68" w:rsidRPr="008C6DE4" w:rsidRDefault="00977C68" w:rsidP="00977C68"/>
    <w:p w14:paraId="02D14AE7" w14:textId="77777777" w:rsidR="00977C68" w:rsidRPr="008C6DE4" w:rsidRDefault="00977C68" w:rsidP="00977C68">
      <w:pPr>
        <w:pStyle w:val="TH"/>
      </w:pPr>
      <w:r w:rsidRPr="008C6DE4">
        <w:t>Table 8.2.1.2.3-2: Interruption length X1 and Y1 at SCell addition/Release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930"/>
        <w:gridCol w:w="2288"/>
        <w:gridCol w:w="709"/>
        <w:gridCol w:w="3666"/>
      </w:tblGrid>
      <w:tr w:rsidR="00A84510" w:rsidRPr="008C6DE4" w14:paraId="41483558" w14:textId="77777777" w:rsidTr="00F15152">
        <w:trPr>
          <w:trHeight w:val="424"/>
          <w:jc w:val="center"/>
        </w:trPr>
        <w:tc>
          <w:tcPr>
            <w:tcW w:w="591" w:type="dxa"/>
            <w:tcBorders>
              <w:top w:val="single" w:sz="4" w:space="0" w:color="auto"/>
              <w:left w:val="single" w:sz="4" w:space="0" w:color="auto"/>
              <w:bottom w:val="single" w:sz="4" w:space="0" w:color="auto"/>
              <w:right w:val="single" w:sz="4" w:space="0" w:color="auto"/>
            </w:tcBorders>
            <w:vAlign w:val="center"/>
            <w:hideMark/>
          </w:tcPr>
          <w:p w14:paraId="32333CB0" w14:textId="77777777" w:rsidR="00A84510" w:rsidRPr="008C6DE4" w:rsidRDefault="00A84510" w:rsidP="00A84510">
            <w:pPr>
              <w:pStyle w:val="TAH"/>
              <w:rPr>
                <w:lang w:eastAsia="ko-KR"/>
              </w:rPr>
            </w:pPr>
            <w:r w:rsidRPr="008C6DE4">
              <w:rPr>
                <w:noProof/>
                <w:lang w:val="en-US" w:eastAsia="zh-CN"/>
              </w:rPr>
              <w:drawing>
                <wp:inline distT="0" distB="0" distL="0" distR="0" wp14:anchorId="5AA6A4FC" wp14:editId="46142EC3">
                  <wp:extent cx="154305" cy="154305"/>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930" w:type="dxa"/>
            <w:tcBorders>
              <w:top w:val="single" w:sz="4" w:space="0" w:color="auto"/>
              <w:left w:val="single" w:sz="4" w:space="0" w:color="auto"/>
              <w:bottom w:val="single" w:sz="4" w:space="0" w:color="auto"/>
              <w:right w:val="single" w:sz="4" w:space="0" w:color="auto"/>
            </w:tcBorders>
            <w:hideMark/>
          </w:tcPr>
          <w:p w14:paraId="72ABEB54" w14:textId="77777777" w:rsidR="00A84510" w:rsidRPr="008C6DE4" w:rsidRDefault="00A84510" w:rsidP="00A84510">
            <w:pPr>
              <w:pStyle w:val="TAH"/>
              <w:rPr>
                <w:lang w:eastAsia="ko-KR"/>
              </w:rPr>
            </w:pPr>
            <w:r w:rsidRPr="008C6DE4">
              <w:rPr>
                <w:lang w:eastAsia="ko-KR"/>
              </w:rPr>
              <w:t>NR Slot length (ms) of victim cell</w:t>
            </w:r>
          </w:p>
        </w:tc>
        <w:tc>
          <w:tcPr>
            <w:tcW w:w="2997" w:type="dxa"/>
            <w:gridSpan w:val="2"/>
            <w:tcBorders>
              <w:top w:val="single" w:sz="4" w:space="0" w:color="auto"/>
              <w:left w:val="single" w:sz="4" w:space="0" w:color="auto"/>
              <w:bottom w:val="single" w:sz="4" w:space="0" w:color="auto"/>
              <w:right w:val="single" w:sz="4" w:space="0" w:color="auto"/>
            </w:tcBorders>
            <w:hideMark/>
          </w:tcPr>
          <w:p w14:paraId="486FD99F" w14:textId="034025EF" w:rsidR="00A84510" w:rsidRPr="008C6DE4" w:rsidRDefault="00A84510" w:rsidP="00A84510">
            <w:pPr>
              <w:pStyle w:val="TAH"/>
              <w:rPr>
                <w:lang w:eastAsia="ko-KR"/>
              </w:rPr>
            </w:pPr>
            <w:r w:rsidRPr="008C6DE4">
              <w:rPr>
                <w:lang w:val="fr-FR" w:eastAsia="ko-KR"/>
              </w:rPr>
              <w:t>Interruption length X1 (slots)</w:t>
            </w:r>
          </w:p>
        </w:tc>
        <w:tc>
          <w:tcPr>
            <w:tcW w:w="3666" w:type="dxa"/>
            <w:tcBorders>
              <w:top w:val="single" w:sz="4" w:space="0" w:color="auto"/>
              <w:left w:val="single" w:sz="4" w:space="0" w:color="auto"/>
              <w:bottom w:val="single" w:sz="4" w:space="0" w:color="auto"/>
              <w:right w:val="single" w:sz="4" w:space="0" w:color="auto"/>
            </w:tcBorders>
            <w:hideMark/>
          </w:tcPr>
          <w:p w14:paraId="05FC7604" w14:textId="32FB434A" w:rsidR="00A84510" w:rsidRPr="008C6DE4" w:rsidRDefault="00A84510" w:rsidP="00A84510">
            <w:pPr>
              <w:pStyle w:val="TAH"/>
              <w:rPr>
                <w:vertAlign w:val="superscript"/>
                <w:lang w:eastAsia="zh-CN"/>
              </w:rPr>
            </w:pPr>
            <w:r w:rsidRPr="008C6DE4">
              <w:rPr>
                <w:lang w:val="fr-FR" w:eastAsia="ko-KR"/>
              </w:rPr>
              <w:t>Interruption length Y1 (slots)</w:t>
            </w:r>
            <w:r w:rsidRPr="008C6DE4">
              <w:rPr>
                <w:vertAlign w:val="superscript"/>
                <w:lang w:val="fr-FR" w:eastAsia="ko-KR"/>
              </w:rPr>
              <w:t xml:space="preserve"> </w:t>
            </w:r>
          </w:p>
        </w:tc>
      </w:tr>
      <w:tr w:rsidR="00DD3199" w:rsidRPr="008C6DE4" w14:paraId="37FFAF35" w14:textId="77777777" w:rsidTr="00F15152">
        <w:trPr>
          <w:jc w:val="center"/>
        </w:trPr>
        <w:tc>
          <w:tcPr>
            <w:tcW w:w="591" w:type="dxa"/>
            <w:tcBorders>
              <w:top w:val="single" w:sz="4" w:space="0" w:color="auto"/>
              <w:left w:val="single" w:sz="4" w:space="0" w:color="auto"/>
              <w:bottom w:val="single" w:sz="4" w:space="0" w:color="auto"/>
              <w:right w:val="single" w:sz="4" w:space="0" w:color="auto"/>
            </w:tcBorders>
            <w:hideMark/>
          </w:tcPr>
          <w:p w14:paraId="0A334C29" w14:textId="77777777" w:rsidR="00977C68" w:rsidRPr="008C6DE4" w:rsidRDefault="00977C68" w:rsidP="00F15152">
            <w:pPr>
              <w:pStyle w:val="TAC"/>
              <w:rPr>
                <w:lang w:eastAsia="ko-KR"/>
              </w:rPr>
            </w:pPr>
            <w:r w:rsidRPr="008C6DE4">
              <w:rPr>
                <w:lang w:eastAsia="ko-KR"/>
              </w:rPr>
              <w:t>0</w:t>
            </w:r>
          </w:p>
        </w:tc>
        <w:tc>
          <w:tcPr>
            <w:tcW w:w="930" w:type="dxa"/>
            <w:tcBorders>
              <w:top w:val="single" w:sz="4" w:space="0" w:color="auto"/>
              <w:left w:val="single" w:sz="4" w:space="0" w:color="auto"/>
              <w:bottom w:val="single" w:sz="4" w:space="0" w:color="auto"/>
              <w:right w:val="single" w:sz="4" w:space="0" w:color="auto"/>
            </w:tcBorders>
            <w:hideMark/>
          </w:tcPr>
          <w:p w14:paraId="6CFD768A" w14:textId="77777777" w:rsidR="00977C68" w:rsidRPr="008C6DE4" w:rsidRDefault="00977C68" w:rsidP="00F15152">
            <w:pPr>
              <w:pStyle w:val="TAC"/>
              <w:rPr>
                <w:lang w:eastAsia="ko-KR"/>
              </w:rPr>
            </w:pPr>
            <w:r w:rsidRPr="008C6DE4">
              <w:rPr>
                <w:lang w:eastAsia="ko-KR"/>
              </w:rPr>
              <w:t>1</w:t>
            </w:r>
          </w:p>
        </w:tc>
        <w:tc>
          <w:tcPr>
            <w:tcW w:w="2997" w:type="dxa"/>
            <w:gridSpan w:val="2"/>
            <w:tcBorders>
              <w:top w:val="single" w:sz="4" w:space="0" w:color="auto"/>
              <w:left w:val="single" w:sz="4" w:space="0" w:color="auto"/>
              <w:bottom w:val="single" w:sz="4" w:space="0" w:color="auto"/>
              <w:right w:val="single" w:sz="4" w:space="0" w:color="auto"/>
            </w:tcBorders>
            <w:hideMark/>
          </w:tcPr>
          <w:p w14:paraId="52B98E6F" w14:textId="77777777" w:rsidR="00977C68" w:rsidRPr="008C6DE4" w:rsidRDefault="00977C68" w:rsidP="00F15152">
            <w:pPr>
              <w:pStyle w:val="TAC"/>
              <w:rPr>
                <w:lang w:eastAsia="ko-KR"/>
              </w:rPr>
            </w:pPr>
            <w:r w:rsidRPr="008C6DE4">
              <w:rPr>
                <w:lang w:eastAsia="zh-CN"/>
              </w:rPr>
              <w:t>1</w:t>
            </w:r>
          </w:p>
        </w:tc>
        <w:tc>
          <w:tcPr>
            <w:tcW w:w="3666" w:type="dxa"/>
            <w:tcBorders>
              <w:top w:val="single" w:sz="4" w:space="0" w:color="auto"/>
              <w:left w:val="single" w:sz="4" w:space="0" w:color="auto"/>
              <w:bottom w:val="single" w:sz="4" w:space="0" w:color="auto"/>
              <w:right w:val="single" w:sz="4" w:space="0" w:color="auto"/>
            </w:tcBorders>
            <w:hideMark/>
          </w:tcPr>
          <w:p w14:paraId="339A0D5E" w14:textId="77777777" w:rsidR="00977C68" w:rsidRPr="008C6DE4" w:rsidRDefault="00977C68" w:rsidP="00F15152">
            <w:pPr>
              <w:pStyle w:val="TAC"/>
              <w:rPr>
                <w:lang w:eastAsia="ko-KR"/>
              </w:rPr>
            </w:pPr>
            <w:r w:rsidRPr="008C6DE4">
              <w:rPr>
                <w:lang w:eastAsia="ko-KR"/>
              </w:rPr>
              <w:t>1</w:t>
            </w:r>
          </w:p>
        </w:tc>
      </w:tr>
      <w:tr w:rsidR="00DD3199" w:rsidRPr="008C6DE4" w14:paraId="0742E477" w14:textId="77777777" w:rsidTr="00F15152">
        <w:trPr>
          <w:jc w:val="center"/>
        </w:trPr>
        <w:tc>
          <w:tcPr>
            <w:tcW w:w="591" w:type="dxa"/>
            <w:tcBorders>
              <w:top w:val="single" w:sz="4" w:space="0" w:color="auto"/>
              <w:left w:val="single" w:sz="4" w:space="0" w:color="auto"/>
              <w:bottom w:val="single" w:sz="4" w:space="0" w:color="auto"/>
              <w:right w:val="single" w:sz="4" w:space="0" w:color="auto"/>
            </w:tcBorders>
            <w:hideMark/>
          </w:tcPr>
          <w:p w14:paraId="66F158D9" w14:textId="77777777" w:rsidR="00977C68" w:rsidRPr="008C6DE4" w:rsidRDefault="00977C68" w:rsidP="00F15152">
            <w:pPr>
              <w:pStyle w:val="TAC"/>
              <w:rPr>
                <w:lang w:eastAsia="ko-KR"/>
              </w:rPr>
            </w:pPr>
            <w:r w:rsidRPr="008C6DE4">
              <w:rPr>
                <w:lang w:eastAsia="ko-KR"/>
              </w:rPr>
              <w:t>1</w:t>
            </w:r>
          </w:p>
        </w:tc>
        <w:tc>
          <w:tcPr>
            <w:tcW w:w="930" w:type="dxa"/>
            <w:tcBorders>
              <w:top w:val="single" w:sz="4" w:space="0" w:color="auto"/>
              <w:left w:val="single" w:sz="4" w:space="0" w:color="auto"/>
              <w:bottom w:val="single" w:sz="4" w:space="0" w:color="auto"/>
              <w:right w:val="single" w:sz="4" w:space="0" w:color="auto"/>
            </w:tcBorders>
            <w:hideMark/>
          </w:tcPr>
          <w:p w14:paraId="53EA5971" w14:textId="77777777" w:rsidR="00977C68" w:rsidRPr="008C6DE4" w:rsidRDefault="00977C68" w:rsidP="00F15152">
            <w:pPr>
              <w:pStyle w:val="TAC"/>
              <w:rPr>
                <w:lang w:eastAsia="ko-KR"/>
              </w:rPr>
            </w:pPr>
            <w:r w:rsidRPr="008C6DE4">
              <w:rPr>
                <w:lang w:eastAsia="ko-KR"/>
              </w:rPr>
              <w:t>0.5</w:t>
            </w:r>
          </w:p>
        </w:tc>
        <w:tc>
          <w:tcPr>
            <w:tcW w:w="2997" w:type="dxa"/>
            <w:gridSpan w:val="2"/>
            <w:tcBorders>
              <w:top w:val="single" w:sz="4" w:space="0" w:color="auto"/>
              <w:left w:val="single" w:sz="4" w:space="0" w:color="auto"/>
              <w:bottom w:val="single" w:sz="4" w:space="0" w:color="auto"/>
              <w:right w:val="single" w:sz="4" w:space="0" w:color="auto"/>
            </w:tcBorders>
            <w:hideMark/>
          </w:tcPr>
          <w:p w14:paraId="6076315F" w14:textId="77777777" w:rsidR="00977C68" w:rsidRPr="008C6DE4" w:rsidRDefault="00977C68" w:rsidP="00F15152">
            <w:pPr>
              <w:pStyle w:val="TAC"/>
              <w:rPr>
                <w:lang w:eastAsia="ko-KR"/>
              </w:rPr>
            </w:pPr>
            <w:r w:rsidRPr="008C6DE4">
              <w:rPr>
                <w:lang w:eastAsia="zh-CN"/>
              </w:rPr>
              <w:t>2</w:t>
            </w:r>
          </w:p>
        </w:tc>
        <w:tc>
          <w:tcPr>
            <w:tcW w:w="3666" w:type="dxa"/>
            <w:tcBorders>
              <w:top w:val="single" w:sz="4" w:space="0" w:color="auto"/>
              <w:left w:val="single" w:sz="4" w:space="0" w:color="auto"/>
              <w:bottom w:val="single" w:sz="4" w:space="0" w:color="auto"/>
              <w:right w:val="single" w:sz="4" w:space="0" w:color="auto"/>
            </w:tcBorders>
            <w:hideMark/>
          </w:tcPr>
          <w:p w14:paraId="3150E3E0" w14:textId="77777777" w:rsidR="00977C68" w:rsidRPr="008C6DE4" w:rsidRDefault="00977C68" w:rsidP="00F15152">
            <w:pPr>
              <w:pStyle w:val="TAC"/>
              <w:rPr>
                <w:lang w:eastAsia="ko-KR"/>
              </w:rPr>
            </w:pPr>
            <w:r w:rsidRPr="008C6DE4">
              <w:rPr>
                <w:lang w:eastAsia="ko-KR"/>
              </w:rPr>
              <w:t>2</w:t>
            </w:r>
          </w:p>
        </w:tc>
      </w:tr>
      <w:tr w:rsidR="00DD3199" w:rsidRPr="008C6DE4" w14:paraId="00295441" w14:textId="77777777" w:rsidTr="00F15152">
        <w:trPr>
          <w:jc w:val="center"/>
        </w:trPr>
        <w:tc>
          <w:tcPr>
            <w:tcW w:w="591" w:type="dxa"/>
            <w:vMerge w:val="restart"/>
            <w:tcBorders>
              <w:top w:val="single" w:sz="4" w:space="0" w:color="auto"/>
              <w:left w:val="single" w:sz="4" w:space="0" w:color="auto"/>
              <w:bottom w:val="single" w:sz="4" w:space="0" w:color="auto"/>
              <w:right w:val="single" w:sz="4" w:space="0" w:color="auto"/>
            </w:tcBorders>
            <w:hideMark/>
          </w:tcPr>
          <w:p w14:paraId="2C4365C6" w14:textId="77777777" w:rsidR="00977C68" w:rsidRPr="008C6DE4" w:rsidRDefault="00977C68" w:rsidP="00F15152">
            <w:pPr>
              <w:pStyle w:val="TAC"/>
              <w:rPr>
                <w:lang w:eastAsia="ko-KR"/>
              </w:rPr>
            </w:pPr>
            <w:r w:rsidRPr="008C6DE4">
              <w:rPr>
                <w:lang w:eastAsia="ko-KR"/>
              </w:rPr>
              <w:t>2</w:t>
            </w:r>
          </w:p>
        </w:tc>
        <w:tc>
          <w:tcPr>
            <w:tcW w:w="930" w:type="dxa"/>
            <w:vMerge w:val="restart"/>
            <w:tcBorders>
              <w:top w:val="single" w:sz="4" w:space="0" w:color="auto"/>
              <w:left w:val="single" w:sz="4" w:space="0" w:color="auto"/>
              <w:bottom w:val="single" w:sz="4" w:space="0" w:color="auto"/>
              <w:right w:val="single" w:sz="4" w:space="0" w:color="auto"/>
            </w:tcBorders>
            <w:hideMark/>
          </w:tcPr>
          <w:p w14:paraId="30A42DC7" w14:textId="77777777" w:rsidR="00977C68" w:rsidRPr="008C6DE4" w:rsidRDefault="00977C68" w:rsidP="00F15152">
            <w:pPr>
              <w:pStyle w:val="TAC"/>
              <w:rPr>
                <w:lang w:eastAsia="ko-KR"/>
              </w:rPr>
            </w:pPr>
            <w:r w:rsidRPr="008C6DE4">
              <w:rPr>
                <w:lang w:eastAsia="ko-KR"/>
              </w:rPr>
              <w:t>0.25</w:t>
            </w:r>
          </w:p>
        </w:tc>
        <w:tc>
          <w:tcPr>
            <w:tcW w:w="2288" w:type="dxa"/>
            <w:tcBorders>
              <w:top w:val="single" w:sz="4" w:space="0" w:color="auto"/>
              <w:left w:val="single" w:sz="4" w:space="0" w:color="auto"/>
              <w:bottom w:val="single" w:sz="4" w:space="0" w:color="auto"/>
              <w:right w:val="single" w:sz="4" w:space="0" w:color="auto"/>
            </w:tcBorders>
            <w:hideMark/>
          </w:tcPr>
          <w:p w14:paraId="257D04C2" w14:textId="77777777" w:rsidR="00977C68" w:rsidRPr="008C6DE4" w:rsidRDefault="00977C68" w:rsidP="00F15152">
            <w:pPr>
              <w:pStyle w:val="TAC"/>
              <w:rPr>
                <w:lang w:eastAsia="zh-CN"/>
              </w:rPr>
            </w:pPr>
            <w:r w:rsidRPr="008C6DE4">
              <w:rPr>
                <w:lang w:eastAsia="zh-CN"/>
              </w:rPr>
              <w:t>Both aggressor cell and victim cell are on FR2</w:t>
            </w:r>
          </w:p>
        </w:tc>
        <w:tc>
          <w:tcPr>
            <w:tcW w:w="709" w:type="dxa"/>
            <w:tcBorders>
              <w:top w:val="single" w:sz="4" w:space="0" w:color="auto"/>
              <w:left w:val="single" w:sz="4" w:space="0" w:color="auto"/>
              <w:bottom w:val="single" w:sz="4" w:space="0" w:color="auto"/>
              <w:right w:val="single" w:sz="4" w:space="0" w:color="auto"/>
            </w:tcBorders>
            <w:hideMark/>
          </w:tcPr>
          <w:p w14:paraId="482C5BAB" w14:textId="77777777" w:rsidR="00977C68" w:rsidRPr="008C6DE4" w:rsidRDefault="00977C68" w:rsidP="00F15152">
            <w:pPr>
              <w:pStyle w:val="TAC"/>
              <w:rPr>
                <w:lang w:eastAsia="zh-CN"/>
              </w:rPr>
            </w:pPr>
            <w:r w:rsidRPr="008C6DE4">
              <w:rPr>
                <w:lang w:eastAsia="zh-CN"/>
              </w:rPr>
              <w:t>4</w:t>
            </w:r>
          </w:p>
        </w:tc>
        <w:tc>
          <w:tcPr>
            <w:tcW w:w="3666" w:type="dxa"/>
            <w:vMerge w:val="restart"/>
            <w:tcBorders>
              <w:top w:val="single" w:sz="4" w:space="0" w:color="auto"/>
              <w:left w:val="single" w:sz="4" w:space="0" w:color="auto"/>
              <w:bottom w:val="single" w:sz="4" w:space="0" w:color="auto"/>
              <w:right w:val="single" w:sz="4" w:space="0" w:color="auto"/>
            </w:tcBorders>
            <w:hideMark/>
          </w:tcPr>
          <w:p w14:paraId="68C59D1D" w14:textId="77777777" w:rsidR="00977C68" w:rsidRPr="008C6DE4" w:rsidRDefault="00977C68" w:rsidP="00F15152">
            <w:pPr>
              <w:pStyle w:val="TAC"/>
              <w:rPr>
                <w:lang w:eastAsia="zh-CN"/>
              </w:rPr>
            </w:pPr>
            <w:r w:rsidRPr="008C6DE4">
              <w:rPr>
                <w:lang w:eastAsia="zh-CN"/>
              </w:rPr>
              <w:t>4</w:t>
            </w:r>
          </w:p>
        </w:tc>
      </w:tr>
      <w:tr w:rsidR="00DD3199" w:rsidRPr="008C6DE4" w14:paraId="211D2ED5"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91F89C" w14:textId="77777777" w:rsidR="00977C68" w:rsidRPr="008C6DE4" w:rsidRDefault="00977C68" w:rsidP="00F15152">
            <w:pPr>
              <w:spacing w:after="0"/>
              <w:rPr>
                <w:rFonts w:ascii="Arial" w:hAnsi="Arial"/>
                <w:sz w:val="18"/>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FB5EF4" w14:textId="77777777" w:rsidR="00977C68" w:rsidRPr="008C6DE4" w:rsidRDefault="00977C68" w:rsidP="00F15152">
            <w:pPr>
              <w:spacing w:after="0"/>
              <w:rPr>
                <w:rFonts w:ascii="Arial" w:hAnsi="Arial"/>
                <w:sz w:val="18"/>
                <w:lang w:eastAsia="ko-KR"/>
              </w:rPr>
            </w:pPr>
          </w:p>
        </w:tc>
        <w:tc>
          <w:tcPr>
            <w:tcW w:w="2288" w:type="dxa"/>
            <w:tcBorders>
              <w:top w:val="single" w:sz="4" w:space="0" w:color="auto"/>
              <w:left w:val="single" w:sz="4" w:space="0" w:color="auto"/>
              <w:bottom w:val="single" w:sz="4" w:space="0" w:color="auto"/>
              <w:right w:val="single" w:sz="4" w:space="0" w:color="auto"/>
            </w:tcBorders>
            <w:hideMark/>
          </w:tcPr>
          <w:p w14:paraId="4476762E" w14:textId="77777777" w:rsidR="00977C68" w:rsidRPr="008C6DE4" w:rsidRDefault="00977C68" w:rsidP="00F15152">
            <w:pPr>
              <w:pStyle w:val="TAC"/>
              <w:rPr>
                <w:lang w:eastAsia="zh-CN"/>
              </w:rPr>
            </w:pPr>
            <w:r w:rsidRPr="008C6DE4">
              <w:rPr>
                <w:lang w:eastAsia="zh-CN"/>
              </w:rPr>
              <w:t>Either aggressor cell or victim cell is on FR1</w:t>
            </w:r>
          </w:p>
        </w:tc>
        <w:tc>
          <w:tcPr>
            <w:tcW w:w="709" w:type="dxa"/>
            <w:tcBorders>
              <w:top w:val="single" w:sz="4" w:space="0" w:color="auto"/>
              <w:left w:val="single" w:sz="4" w:space="0" w:color="auto"/>
              <w:bottom w:val="single" w:sz="4" w:space="0" w:color="auto"/>
              <w:right w:val="single" w:sz="4" w:space="0" w:color="auto"/>
            </w:tcBorders>
            <w:hideMark/>
          </w:tcPr>
          <w:p w14:paraId="0FA09DC1" w14:textId="77777777" w:rsidR="00977C68" w:rsidRPr="008C6DE4" w:rsidRDefault="00977C68" w:rsidP="00F15152">
            <w:pPr>
              <w:pStyle w:val="TAC"/>
              <w:rPr>
                <w:lang w:eastAsia="zh-CN"/>
              </w:rPr>
            </w:pPr>
            <w:r w:rsidRPr="008C6DE4">
              <w:rPr>
                <w:lang w:eastAsia="zh-CN"/>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09CD4" w14:textId="77777777" w:rsidR="00977C68" w:rsidRPr="008C6DE4" w:rsidRDefault="00977C68" w:rsidP="00F15152">
            <w:pPr>
              <w:spacing w:after="0"/>
              <w:rPr>
                <w:rFonts w:ascii="Arial" w:hAnsi="Arial"/>
                <w:sz w:val="18"/>
                <w:lang w:eastAsia="zh-CN"/>
              </w:rPr>
            </w:pPr>
          </w:p>
        </w:tc>
      </w:tr>
      <w:tr w:rsidR="00DD3199" w:rsidRPr="008C6DE4" w14:paraId="3D8A5EF6" w14:textId="77777777" w:rsidTr="00F15152">
        <w:trPr>
          <w:jc w:val="center"/>
        </w:trPr>
        <w:tc>
          <w:tcPr>
            <w:tcW w:w="591" w:type="dxa"/>
            <w:vMerge w:val="restart"/>
            <w:tcBorders>
              <w:top w:val="single" w:sz="4" w:space="0" w:color="auto"/>
              <w:left w:val="single" w:sz="4" w:space="0" w:color="auto"/>
              <w:bottom w:val="single" w:sz="4" w:space="0" w:color="auto"/>
              <w:right w:val="single" w:sz="4" w:space="0" w:color="auto"/>
            </w:tcBorders>
            <w:hideMark/>
          </w:tcPr>
          <w:p w14:paraId="779A7598" w14:textId="77777777" w:rsidR="00977C68" w:rsidRPr="008C6DE4" w:rsidRDefault="00977C68" w:rsidP="00F15152">
            <w:pPr>
              <w:pStyle w:val="TAC"/>
              <w:rPr>
                <w:lang w:eastAsia="ko-KR"/>
              </w:rPr>
            </w:pPr>
            <w:r w:rsidRPr="008C6DE4">
              <w:rPr>
                <w:lang w:eastAsia="ko-KR"/>
              </w:rPr>
              <w:t>3</w:t>
            </w:r>
          </w:p>
        </w:tc>
        <w:tc>
          <w:tcPr>
            <w:tcW w:w="930" w:type="dxa"/>
            <w:vMerge w:val="restart"/>
            <w:tcBorders>
              <w:top w:val="single" w:sz="4" w:space="0" w:color="auto"/>
              <w:left w:val="single" w:sz="4" w:space="0" w:color="auto"/>
              <w:bottom w:val="single" w:sz="4" w:space="0" w:color="auto"/>
              <w:right w:val="single" w:sz="4" w:space="0" w:color="auto"/>
            </w:tcBorders>
            <w:hideMark/>
          </w:tcPr>
          <w:p w14:paraId="7B9E4EB6" w14:textId="77777777" w:rsidR="00977C68" w:rsidRPr="008C6DE4" w:rsidRDefault="00977C68" w:rsidP="00F15152">
            <w:pPr>
              <w:pStyle w:val="TAC"/>
              <w:rPr>
                <w:lang w:eastAsia="ko-KR"/>
              </w:rPr>
            </w:pPr>
            <w:r w:rsidRPr="008C6DE4">
              <w:rPr>
                <w:lang w:eastAsia="ko-KR"/>
              </w:rPr>
              <w:t>0.125</w:t>
            </w:r>
          </w:p>
        </w:tc>
        <w:tc>
          <w:tcPr>
            <w:tcW w:w="2288" w:type="dxa"/>
            <w:tcBorders>
              <w:top w:val="single" w:sz="4" w:space="0" w:color="auto"/>
              <w:left w:val="single" w:sz="4" w:space="0" w:color="auto"/>
              <w:bottom w:val="single" w:sz="4" w:space="0" w:color="auto"/>
              <w:right w:val="single" w:sz="4" w:space="0" w:color="auto"/>
            </w:tcBorders>
            <w:hideMark/>
          </w:tcPr>
          <w:p w14:paraId="033E9E1F" w14:textId="77777777" w:rsidR="00977C68" w:rsidRPr="008C6DE4" w:rsidRDefault="00977C68" w:rsidP="00F15152">
            <w:pPr>
              <w:pStyle w:val="TAC"/>
              <w:rPr>
                <w:lang w:eastAsia="zh-CN"/>
              </w:rPr>
            </w:pPr>
            <w:r w:rsidRPr="008C6DE4">
              <w:rPr>
                <w:lang w:eastAsia="zh-CN"/>
              </w:rPr>
              <w:t>Aggressor cell is on FR2</w:t>
            </w:r>
          </w:p>
        </w:tc>
        <w:tc>
          <w:tcPr>
            <w:tcW w:w="709" w:type="dxa"/>
            <w:tcBorders>
              <w:top w:val="single" w:sz="4" w:space="0" w:color="auto"/>
              <w:left w:val="single" w:sz="4" w:space="0" w:color="auto"/>
              <w:bottom w:val="single" w:sz="4" w:space="0" w:color="auto"/>
              <w:right w:val="single" w:sz="4" w:space="0" w:color="auto"/>
            </w:tcBorders>
            <w:hideMark/>
          </w:tcPr>
          <w:p w14:paraId="1444C46F" w14:textId="77777777" w:rsidR="00977C68" w:rsidRPr="008C6DE4" w:rsidRDefault="00977C68" w:rsidP="00F15152">
            <w:pPr>
              <w:pStyle w:val="TAC"/>
              <w:rPr>
                <w:lang w:eastAsia="zh-CN"/>
              </w:rPr>
            </w:pPr>
            <w:r w:rsidRPr="008C6DE4">
              <w:rPr>
                <w:lang w:eastAsia="zh-CN"/>
              </w:rPr>
              <w:t>8</w:t>
            </w:r>
          </w:p>
        </w:tc>
        <w:tc>
          <w:tcPr>
            <w:tcW w:w="3666" w:type="dxa"/>
            <w:vMerge w:val="restart"/>
            <w:tcBorders>
              <w:top w:val="single" w:sz="4" w:space="0" w:color="auto"/>
              <w:left w:val="single" w:sz="4" w:space="0" w:color="auto"/>
              <w:bottom w:val="single" w:sz="4" w:space="0" w:color="auto"/>
              <w:right w:val="single" w:sz="4" w:space="0" w:color="auto"/>
            </w:tcBorders>
            <w:hideMark/>
          </w:tcPr>
          <w:p w14:paraId="2D30A082" w14:textId="77777777" w:rsidR="00977C68" w:rsidRPr="008C6DE4" w:rsidRDefault="00977C68" w:rsidP="00F15152">
            <w:pPr>
              <w:pStyle w:val="TAC"/>
              <w:rPr>
                <w:lang w:eastAsia="zh-CN"/>
              </w:rPr>
            </w:pPr>
            <w:r w:rsidRPr="008C6DE4">
              <w:rPr>
                <w:lang w:eastAsia="zh-CN"/>
              </w:rPr>
              <w:t>8</w:t>
            </w:r>
          </w:p>
        </w:tc>
      </w:tr>
      <w:tr w:rsidR="00977C68" w:rsidRPr="008C6DE4" w14:paraId="5977AE3D"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69E501" w14:textId="77777777" w:rsidR="00977C68" w:rsidRPr="008C6DE4" w:rsidRDefault="00977C68" w:rsidP="00F15152">
            <w:pPr>
              <w:spacing w:after="0"/>
              <w:rPr>
                <w:rFonts w:ascii="Arial" w:hAnsi="Arial"/>
                <w:sz w:val="18"/>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82FE79" w14:textId="77777777" w:rsidR="00977C68" w:rsidRPr="008C6DE4" w:rsidRDefault="00977C68" w:rsidP="00F15152">
            <w:pPr>
              <w:spacing w:after="0"/>
              <w:rPr>
                <w:rFonts w:ascii="Arial" w:hAnsi="Arial"/>
                <w:sz w:val="18"/>
                <w:lang w:eastAsia="ko-KR"/>
              </w:rPr>
            </w:pPr>
          </w:p>
        </w:tc>
        <w:tc>
          <w:tcPr>
            <w:tcW w:w="2288" w:type="dxa"/>
            <w:tcBorders>
              <w:top w:val="single" w:sz="4" w:space="0" w:color="auto"/>
              <w:left w:val="single" w:sz="4" w:space="0" w:color="auto"/>
              <w:bottom w:val="single" w:sz="4" w:space="0" w:color="auto"/>
              <w:right w:val="single" w:sz="4" w:space="0" w:color="auto"/>
            </w:tcBorders>
            <w:hideMark/>
          </w:tcPr>
          <w:p w14:paraId="3169611E" w14:textId="77777777" w:rsidR="00977C68" w:rsidRPr="008C6DE4" w:rsidRDefault="00977C68" w:rsidP="00F15152">
            <w:pPr>
              <w:pStyle w:val="TAC"/>
              <w:rPr>
                <w:lang w:eastAsia="zh-CN"/>
              </w:rPr>
            </w:pPr>
            <w:r w:rsidRPr="008C6DE4">
              <w:rPr>
                <w:lang w:eastAsia="zh-CN"/>
              </w:rPr>
              <w:t>Aggressor cell is on FR1</w:t>
            </w:r>
          </w:p>
        </w:tc>
        <w:tc>
          <w:tcPr>
            <w:tcW w:w="709" w:type="dxa"/>
            <w:tcBorders>
              <w:top w:val="single" w:sz="4" w:space="0" w:color="auto"/>
              <w:left w:val="single" w:sz="4" w:space="0" w:color="auto"/>
              <w:bottom w:val="single" w:sz="4" w:space="0" w:color="auto"/>
              <w:right w:val="single" w:sz="4" w:space="0" w:color="auto"/>
            </w:tcBorders>
            <w:hideMark/>
          </w:tcPr>
          <w:p w14:paraId="32BF992F" w14:textId="77777777" w:rsidR="00977C68" w:rsidRPr="008C6DE4" w:rsidRDefault="00977C68" w:rsidP="00F15152">
            <w:pPr>
              <w:pStyle w:val="TAC"/>
              <w:rPr>
                <w:lang w:eastAsia="zh-CN"/>
              </w:rPr>
            </w:pPr>
            <w:r w:rsidRPr="008C6DE4">
              <w:rPr>
                <w:lang w:eastAsia="zh-CN"/>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647F61" w14:textId="77777777" w:rsidR="00977C68" w:rsidRPr="008C6DE4" w:rsidRDefault="00977C68" w:rsidP="00F15152">
            <w:pPr>
              <w:spacing w:after="0"/>
              <w:rPr>
                <w:rFonts w:ascii="Arial" w:hAnsi="Arial"/>
                <w:sz w:val="18"/>
                <w:lang w:eastAsia="zh-CN"/>
              </w:rPr>
            </w:pPr>
          </w:p>
        </w:tc>
      </w:tr>
    </w:tbl>
    <w:p w14:paraId="5F6439B1" w14:textId="77777777" w:rsidR="00977C68" w:rsidRPr="008C6DE4" w:rsidRDefault="00977C68" w:rsidP="00977C68"/>
    <w:p w14:paraId="23062BD8" w14:textId="738BEE05" w:rsidR="00977C68" w:rsidRPr="008C6DE4" w:rsidRDefault="0048284E" w:rsidP="0048284E">
      <w:pPr>
        <w:pStyle w:val="Heading5"/>
      </w:pPr>
      <w:r w:rsidRPr="008C6DE4">
        <w:t>8.2.1.2.4</w:t>
      </w:r>
      <w:r w:rsidR="00977C68" w:rsidRPr="008C6DE4">
        <w:tab/>
        <w:t>Interruptions at SCell activation/deactivation</w:t>
      </w:r>
    </w:p>
    <w:p w14:paraId="3ECCD091" w14:textId="77777777" w:rsidR="00977C68" w:rsidRPr="008C6DE4" w:rsidRDefault="00977C68" w:rsidP="00977C68">
      <w:pPr>
        <w:rPr>
          <w:rFonts w:eastAsia="MS Mincho"/>
          <w:lang w:eastAsia="zh-CN"/>
        </w:rPr>
      </w:pPr>
      <w:r w:rsidRPr="008C6DE4">
        <w:rPr>
          <w:rFonts w:eastAsia="MS Mincho"/>
          <w:lang w:eastAsia="zh-CN"/>
        </w:rPr>
        <w:t>The requirements in this clause shall apply for the UE configured with PSCell and one SCell.</w:t>
      </w:r>
    </w:p>
    <w:p w14:paraId="526A0F02" w14:textId="77777777" w:rsidR="00977C68" w:rsidRPr="008C6DE4" w:rsidRDefault="00977C68" w:rsidP="00977C68">
      <w:pPr>
        <w:rPr>
          <w:rFonts w:eastAsia="MS Mincho"/>
          <w:lang w:eastAsia="zh-CN"/>
        </w:rPr>
      </w:pPr>
      <w:r w:rsidRPr="008C6DE4">
        <w:rPr>
          <w:rFonts w:eastAsia="MS Mincho"/>
          <w:lang w:eastAsia="zh-CN"/>
        </w:rPr>
        <w:t xml:space="preserve">When one </w:t>
      </w:r>
      <w:r w:rsidRPr="008C6DE4">
        <w:rPr>
          <w:lang w:eastAsia="zh-CN"/>
        </w:rPr>
        <w:t xml:space="preserve">E-UTRA </w:t>
      </w:r>
      <w:r w:rsidRPr="008C6DE4">
        <w:rPr>
          <w:rFonts w:eastAsia="MS Mincho"/>
          <w:lang w:eastAsia="zh-CN"/>
        </w:rPr>
        <w:t>SCell</w:t>
      </w:r>
      <w:r w:rsidRPr="008C6DE4">
        <w:rPr>
          <w:lang w:eastAsia="zh-CN"/>
        </w:rPr>
        <w:t xml:space="preserve"> in MCG </w:t>
      </w:r>
      <w:r w:rsidRPr="008C6DE4">
        <w:rPr>
          <w:rFonts w:eastAsia="MS Mincho"/>
          <w:lang w:eastAsia="zh-CN"/>
        </w:rPr>
        <w:t>is activated or deactivated:</w:t>
      </w:r>
    </w:p>
    <w:p w14:paraId="49CEB2BE" w14:textId="77777777" w:rsidR="00977C68" w:rsidRPr="008C6DE4" w:rsidRDefault="00977C68" w:rsidP="002320DB">
      <w:pPr>
        <w:pStyle w:val="B10"/>
      </w:pPr>
      <w:r w:rsidRPr="008C6DE4">
        <w:t>-</w:t>
      </w:r>
      <w:r w:rsidRPr="008C6DE4">
        <w:tab/>
        <w:t>the UE is allowed an interruption on any active serving cell</w:t>
      </w:r>
      <w:r w:rsidRPr="008C6DE4">
        <w:rPr>
          <w:lang w:eastAsia="zh-CN"/>
        </w:rPr>
        <w:t xml:space="preserve"> in SCG</w:t>
      </w:r>
      <w:r w:rsidRPr="008C6DE4">
        <w:t>:</w:t>
      </w:r>
    </w:p>
    <w:p w14:paraId="15B6A679" w14:textId="142AB7DA" w:rsidR="00BA53BF" w:rsidRPr="008C6DE4" w:rsidRDefault="00BA53BF" w:rsidP="00BA53BF">
      <w:pPr>
        <w:pStyle w:val="B2"/>
      </w:pPr>
      <w:r w:rsidRPr="008C6DE4">
        <w:t>-</w:t>
      </w:r>
      <w:r w:rsidRPr="008C6DE4">
        <w:tab/>
        <w:t xml:space="preserve">of up to </w:t>
      </w:r>
      <w:r w:rsidRPr="008C6DE4">
        <w:rPr>
          <w:lang w:eastAsia="zh-CN"/>
        </w:rPr>
        <w:t>X2 slot</w:t>
      </w:r>
      <w:r w:rsidRPr="008C6DE4">
        <w:t xml:space="preserve">, if the active </w:t>
      </w:r>
      <w:r w:rsidRPr="008C6DE4">
        <w:rPr>
          <w:lang w:eastAsia="zh-CN"/>
        </w:rPr>
        <w:t>serving cell</w:t>
      </w:r>
      <w:r w:rsidRPr="008C6DE4">
        <w:t xml:space="preserve"> is not in the same band as the </w:t>
      </w:r>
      <w:r w:rsidRPr="008C6DE4">
        <w:rPr>
          <w:lang w:eastAsia="zh-CN"/>
        </w:rPr>
        <w:t xml:space="preserve">E-UTRA </w:t>
      </w:r>
      <w:r w:rsidRPr="008C6DE4">
        <w:t>SCell being activated or deactivated, or</w:t>
      </w:r>
    </w:p>
    <w:p w14:paraId="1B1D33EB" w14:textId="5A26ED6F" w:rsidR="00BA53BF" w:rsidRPr="008C6DE4" w:rsidRDefault="00BA53BF" w:rsidP="00BA53BF">
      <w:pPr>
        <w:pStyle w:val="B2"/>
        <w:rPr>
          <w:rFonts w:eastAsia="DengXian"/>
          <w:lang w:eastAsia="zh-CN"/>
        </w:rPr>
      </w:pPr>
      <w:r w:rsidRPr="008C6DE4">
        <w:t>-</w:t>
      </w:r>
      <w:r w:rsidRPr="008C6DE4">
        <w:tab/>
        <w:t>of up to max{</w:t>
      </w:r>
      <w:r w:rsidRPr="008C6DE4">
        <w:rPr>
          <w:lang w:eastAsia="zh-CN"/>
        </w:rPr>
        <w:t>Y2 slot + T</w:t>
      </w:r>
      <w:r w:rsidRPr="008C6DE4">
        <w:rPr>
          <w:vertAlign w:val="subscript"/>
          <w:lang w:eastAsia="zh-CN"/>
        </w:rPr>
        <w:t>SMTC_duration</w:t>
      </w:r>
      <w:r w:rsidRPr="008C6DE4">
        <w:t>, 5ms} if the active</w:t>
      </w:r>
      <w:r w:rsidRPr="008C6DE4">
        <w:rPr>
          <w:lang w:eastAsia="zh-CN"/>
        </w:rPr>
        <w:t xml:space="preserve"> serving cells</w:t>
      </w:r>
      <w:r w:rsidRPr="008C6DE4">
        <w:t xml:space="preserve"> are in the same band as the </w:t>
      </w:r>
      <w:r w:rsidRPr="008C6DE4">
        <w:rPr>
          <w:lang w:eastAsia="zh-CN"/>
        </w:rPr>
        <w:t xml:space="preserve">E-UTRA </w:t>
      </w:r>
      <w:r w:rsidRPr="008C6DE4">
        <w:t xml:space="preserve">SCell being activated or deactivated, provided </w:t>
      </w:r>
      <w:r w:rsidRPr="008C6DE4">
        <w:rPr>
          <w:lang w:eastAsia="zh-CN"/>
        </w:rPr>
        <w:t>the cell specific reference signals from the active serving cells and the E-UTRA SCell being activated or deactivated are available in the same slot</w:t>
      </w:r>
      <w:r w:rsidRPr="008C6DE4">
        <w:t>,</w:t>
      </w:r>
      <w:r w:rsidRPr="008C6DE4">
        <w:rPr>
          <w:lang w:eastAsia="zh-CN"/>
        </w:rPr>
        <w:t xml:space="preserve"> where T</w:t>
      </w:r>
      <w:r w:rsidRPr="008C6DE4">
        <w:rPr>
          <w:vertAlign w:val="subscript"/>
          <w:lang w:eastAsia="zh-CN"/>
        </w:rPr>
        <w:t>SMTC_duration</w:t>
      </w:r>
      <w:r w:rsidRPr="008C6DE4">
        <w:rPr>
          <w:lang w:eastAsia="zh-CN"/>
        </w:rPr>
        <w:t xml:space="preserve"> is the longest SMTC duration among all above active serving cells in SCG.</w:t>
      </w:r>
    </w:p>
    <w:p w14:paraId="61DBC78F" w14:textId="77777777" w:rsidR="00977C68" w:rsidRPr="008C6DE4" w:rsidRDefault="00977C68" w:rsidP="002320DB">
      <w:pPr>
        <w:pStyle w:val="B3"/>
        <w:rPr>
          <w:rFonts w:eastAsia="DengXian"/>
          <w:lang w:eastAsia="zh-CN"/>
        </w:rPr>
      </w:pPr>
      <w:r w:rsidRPr="008C6DE4">
        <w:t>Where X2 and Y2 are specified in</w:t>
      </w:r>
      <w:r w:rsidRPr="008C6DE4">
        <w:rPr>
          <w:lang w:eastAsia="zh-CN"/>
        </w:rPr>
        <w:t xml:space="preserve"> Table 8.2.1.2.4-1.</w:t>
      </w:r>
    </w:p>
    <w:p w14:paraId="4783B10F" w14:textId="77777777" w:rsidR="00977C68" w:rsidRPr="008C6DE4" w:rsidRDefault="00977C68" w:rsidP="00977C68">
      <w:pPr>
        <w:rPr>
          <w:rFonts w:eastAsia="MS Mincho"/>
          <w:lang w:eastAsia="zh-CN"/>
        </w:rPr>
      </w:pPr>
      <w:r w:rsidRPr="008C6DE4">
        <w:rPr>
          <w:rFonts w:eastAsia="MS Mincho"/>
          <w:lang w:eastAsia="zh-CN"/>
        </w:rPr>
        <w:t>When one SCell</w:t>
      </w:r>
      <w:r w:rsidRPr="008C6DE4">
        <w:rPr>
          <w:lang w:eastAsia="zh-CN"/>
        </w:rPr>
        <w:t xml:space="preserve"> in SCG </w:t>
      </w:r>
      <w:r w:rsidRPr="008C6DE4">
        <w:rPr>
          <w:rFonts w:eastAsia="MS Mincho"/>
          <w:lang w:eastAsia="zh-CN"/>
        </w:rPr>
        <w:t>is activated or deactivated:</w:t>
      </w:r>
    </w:p>
    <w:p w14:paraId="222C6CCF" w14:textId="77777777" w:rsidR="00977C68" w:rsidRPr="008C6DE4" w:rsidRDefault="00977C68" w:rsidP="002320DB">
      <w:pPr>
        <w:pStyle w:val="B10"/>
      </w:pPr>
      <w:r w:rsidRPr="008C6DE4">
        <w:t>-</w:t>
      </w:r>
      <w:r w:rsidRPr="008C6DE4">
        <w:tab/>
        <w:t xml:space="preserve">an interruption on any </w:t>
      </w:r>
      <w:r w:rsidRPr="008C6DE4">
        <w:rPr>
          <w:lang w:eastAsia="zh-CN"/>
        </w:rPr>
        <w:t>serving cell in SCG</w:t>
      </w:r>
      <w:r w:rsidRPr="008C6DE4">
        <w:t>:</w:t>
      </w:r>
    </w:p>
    <w:p w14:paraId="44E2A3C1" w14:textId="3071DEA2" w:rsidR="00BA53BF" w:rsidRPr="008C6DE4" w:rsidRDefault="00BA53BF" w:rsidP="00BA53BF">
      <w:pPr>
        <w:pStyle w:val="B2"/>
      </w:pPr>
      <w:r w:rsidRPr="008C6DE4">
        <w:t>-</w:t>
      </w:r>
      <w:r w:rsidRPr="008C6DE4">
        <w:tab/>
        <w:t xml:space="preserve">of up to </w:t>
      </w:r>
      <w:r w:rsidRPr="008C6DE4">
        <w:rPr>
          <w:lang w:eastAsia="zh-CN"/>
        </w:rPr>
        <w:t>X2 slot</w:t>
      </w:r>
      <w:r w:rsidRPr="008C6DE4">
        <w:t xml:space="preserve">, if the active </w:t>
      </w:r>
      <w:r w:rsidRPr="008C6DE4">
        <w:rPr>
          <w:lang w:eastAsia="zh-CN"/>
        </w:rPr>
        <w:t>serving cell</w:t>
      </w:r>
      <w:r w:rsidRPr="008C6DE4">
        <w:t xml:space="preserve"> is not in the same band as the SCell being activated or deactivated, or</w:t>
      </w:r>
    </w:p>
    <w:p w14:paraId="45B0F8FB" w14:textId="10BC9349" w:rsidR="00BA53BF" w:rsidRPr="008C6DE4" w:rsidRDefault="00BA53BF" w:rsidP="00BA53BF">
      <w:pPr>
        <w:pStyle w:val="B2"/>
        <w:rPr>
          <w:lang w:eastAsia="zh-CN"/>
        </w:rPr>
      </w:pPr>
      <w:r w:rsidRPr="008C6DE4">
        <w:t>-</w:t>
      </w:r>
      <w:r w:rsidRPr="008C6DE4">
        <w:tab/>
        <w:t xml:space="preserve">of up to </w:t>
      </w:r>
      <w:r w:rsidRPr="008C6DE4">
        <w:rPr>
          <w:lang w:eastAsia="zh-CN"/>
        </w:rPr>
        <w:t>Y2 slot + T</w:t>
      </w:r>
      <w:r w:rsidRPr="008C6DE4">
        <w:rPr>
          <w:vertAlign w:val="subscript"/>
          <w:lang w:eastAsia="zh-CN"/>
        </w:rPr>
        <w:t>SMTC_duration</w:t>
      </w:r>
      <w:r w:rsidRPr="008C6DE4">
        <w:t xml:space="preserve"> if the active </w:t>
      </w:r>
      <w:r w:rsidRPr="008C6DE4">
        <w:rPr>
          <w:lang w:eastAsia="zh-CN"/>
        </w:rPr>
        <w:t>serving cells</w:t>
      </w:r>
      <w:r w:rsidRPr="008C6DE4">
        <w:t xml:space="preserve"> are in the same band as the SCell being activated or deactivated, provided </w:t>
      </w:r>
      <w:r w:rsidRPr="008C6DE4">
        <w:rPr>
          <w:lang w:eastAsia="zh-CN"/>
        </w:rPr>
        <w:t xml:space="preserve">the cell specific reference signals from the </w:t>
      </w:r>
      <w:r w:rsidRPr="008C6DE4">
        <w:t xml:space="preserve">active </w:t>
      </w:r>
      <w:r w:rsidRPr="008C6DE4">
        <w:rPr>
          <w:lang w:eastAsia="zh-CN"/>
        </w:rPr>
        <w:t>serving cells and the SCell being activated or deactivated are available in the same slot</w:t>
      </w:r>
      <w:r w:rsidRPr="008C6DE4">
        <w:t xml:space="preserve">, </w:t>
      </w:r>
      <w:r w:rsidRPr="008C6DE4">
        <w:rPr>
          <w:lang w:eastAsia="zh-CN"/>
        </w:rPr>
        <w:t>where, T</w:t>
      </w:r>
      <w:r w:rsidRPr="008C6DE4">
        <w:rPr>
          <w:vertAlign w:val="subscript"/>
          <w:lang w:eastAsia="zh-CN"/>
        </w:rPr>
        <w:t>SMTC_duration</w:t>
      </w:r>
      <w:r w:rsidRPr="008C6DE4">
        <w:rPr>
          <w:lang w:eastAsia="zh-CN"/>
        </w:rPr>
        <w:t xml:space="preserve"> is</w:t>
      </w:r>
    </w:p>
    <w:p w14:paraId="22C13243" w14:textId="6CB03F13" w:rsidR="00112881" w:rsidRDefault="00112881" w:rsidP="00112881">
      <w:pPr>
        <w:pStyle w:val="B3"/>
        <w:rPr>
          <w:lang w:eastAsia="zh-CN"/>
        </w:rPr>
      </w:pPr>
      <w:r>
        <w:rPr>
          <w:lang w:eastAsia="zh-CN"/>
        </w:rPr>
        <w:t>-</w:t>
      </w:r>
      <w:r>
        <w:rPr>
          <w:lang w:eastAsia="zh-CN"/>
        </w:rPr>
        <w:tab/>
        <w:t xml:space="preserve">the longest SMTC duration among all above active serving cells in SCG and the SCell being activated when one SCell is activated. If </w:t>
      </w:r>
      <w:r>
        <w:t>SSB configuration (</w:t>
      </w:r>
      <w:r>
        <w:rPr>
          <w:i/>
        </w:rPr>
        <w:t>absoluteFrequencySSB</w:t>
      </w:r>
      <w:r>
        <w:t>) but no SMTC configuration</w:t>
      </w:r>
      <w:r>
        <w:rPr>
          <w:lang w:eastAsia="zh-CN"/>
        </w:rPr>
        <w:t xml:space="preserve"> is provided for </w:t>
      </w:r>
      <w:r>
        <w:t>the SCell being activated,</w:t>
      </w:r>
      <w:r>
        <w:rPr>
          <w:lang w:eastAsia="zh-CN"/>
        </w:rPr>
        <w:t xml:space="preserve"> the SSB transmission periodicity is assumed to be 5ms and T</w:t>
      </w:r>
      <w:r>
        <w:rPr>
          <w:vertAlign w:val="subscript"/>
          <w:lang w:eastAsia="zh-CN"/>
        </w:rPr>
        <w:t>SMTC duration</w:t>
      </w:r>
      <w:r>
        <w:rPr>
          <w:lang w:eastAsia="zh-CN"/>
        </w:rPr>
        <w:t xml:space="preserve"> for the SCell being </w:t>
      </w:r>
      <w:r>
        <w:t>activated</w:t>
      </w:r>
      <w:r>
        <w:rPr>
          <w:lang w:eastAsia="zh-CN"/>
        </w:rPr>
        <w:t xml:space="preserve"> is x ms, where x = the </w:t>
      </w:r>
      <w:r>
        <w:t>number of consecutive subframes containing all SSBs in one SSB burst transmitted by the SCell being activated</w:t>
      </w:r>
      <w:r>
        <w:rPr>
          <w:lang w:eastAsia="zh-CN"/>
        </w:rPr>
        <w:t xml:space="preserve">. If no </w:t>
      </w:r>
      <w:r>
        <w:t>SSB configuration (</w:t>
      </w:r>
      <w:r>
        <w:rPr>
          <w:i/>
        </w:rPr>
        <w:t>absoluteFrequencySSB</w:t>
      </w:r>
      <w:r>
        <w:t>) nor SMTC configuration</w:t>
      </w:r>
      <w:r>
        <w:rPr>
          <w:lang w:eastAsia="zh-CN"/>
        </w:rPr>
        <w:t xml:space="preserve"> is provided for </w:t>
      </w:r>
      <w:r>
        <w:t>the SCell being activated,</w:t>
      </w:r>
      <w:r>
        <w:rPr>
          <w:lang w:eastAsia="zh-CN"/>
        </w:rPr>
        <w:t xml:space="preserve"> T</w:t>
      </w:r>
      <w:r>
        <w:rPr>
          <w:vertAlign w:val="subscript"/>
          <w:lang w:eastAsia="zh-CN"/>
        </w:rPr>
        <w:t>SMTC duration</w:t>
      </w:r>
      <w:r>
        <w:rPr>
          <w:lang w:eastAsia="zh-CN"/>
        </w:rPr>
        <w:t xml:space="preserve"> for the SCell being </w:t>
      </w:r>
      <w:r>
        <w:t>activated</w:t>
      </w:r>
      <w:r>
        <w:rPr>
          <w:lang w:eastAsia="zh-CN"/>
        </w:rPr>
        <w:t xml:space="preserve"> is 0ms;</w:t>
      </w:r>
    </w:p>
    <w:p w14:paraId="02A4C838" w14:textId="77777777" w:rsidR="00977C68" w:rsidRPr="008C6DE4" w:rsidRDefault="00977C68" w:rsidP="002320DB">
      <w:pPr>
        <w:pStyle w:val="B3"/>
        <w:rPr>
          <w:lang w:eastAsia="zh-CN"/>
        </w:rPr>
      </w:pPr>
      <w:r w:rsidRPr="008C6DE4">
        <w:rPr>
          <w:lang w:eastAsia="zh-CN"/>
        </w:rPr>
        <w:t>-</w:t>
      </w:r>
      <w:r w:rsidRPr="008C6DE4">
        <w:rPr>
          <w:lang w:eastAsia="zh-CN"/>
        </w:rPr>
        <w:tab/>
        <w:t>the longest SMTC duration among all above active serving cells in SCG when one SCell is deactivated.</w:t>
      </w:r>
    </w:p>
    <w:p w14:paraId="06A1BC60" w14:textId="77777777" w:rsidR="00977C68" w:rsidRPr="008C6DE4" w:rsidRDefault="00977C68" w:rsidP="002320DB">
      <w:pPr>
        <w:pStyle w:val="B3"/>
        <w:rPr>
          <w:rFonts w:ascii="Tms Rmn" w:eastAsia="DengXian" w:hAnsi="Tms Rmn"/>
          <w:lang w:eastAsia="zh-CN"/>
        </w:rPr>
      </w:pPr>
      <w:r w:rsidRPr="008C6DE4">
        <w:rPr>
          <w:rFonts w:ascii="Tms Rmn" w:eastAsia="MS Mincho" w:hAnsi="Tms Rmn"/>
        </w:rPr>
        <w:t xml:space="preserve">Where X2 and Y2 are specified in </w:t>
      </w:r>
      <w:r w:rsidRPr="008C6DE4">
        <w:rPr>
          <w:rFonts w:ascii="Tms Rmn" w:hAnsi="Tms Rmn"/>
          <w:lang w:eastAsia="zh-CN"/>
        </w:rPr>
        <w:t>Table 8.2.1.2.4-2.</w:t>
      </w:r>
    </w:p>
    <w:p w14:paraId="05C472EB" w14:textId="77777777" w:rsidR="00977C68" w:rsidRPr="008C6DE4" w:rsidRDefault="00977C68" w:rsidP="00977C68">
      <w:pPr>
        <w:pStyle w:val="TH"/>
      </w:pPr>
      <w:r w:rsidRPr="008C6DE4">
        <w:t>Table 8.2.1.2.4-1: Interruption length X2 and Y2 at E-UTRA SCell activation/deactivation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102"/>
        <w:gridCol w:w="1069"/>
        <w:gridCol w:w="1099"/>
        <w:gridCol w:w="1851"/>
        <w:gridCol w:w="1851"/>
      </w:tblGrid>
      <w:tr w:rsidR="004E2E49" w:rsidRPr="008C6DE4" w14:paraId="3FAFD53F" w14:textId="77777777" w:rsidTr="00F15152">
        <w:trPr>
          <w:trHeight w:val="205"/>
          <w:jc w:val="center"/>
        </w:trPr>
        <w:tc>
          <w:tcPr>
            <w:tcW w:w="733" w:type="dxa"/>
            <w:vMerge w:val="restart"/>
            <w:tcBorders>
              <w:top w:val="single" w:sz="4" w:space="0" w:color="auto"/>
              <w:left w:val="single" w:sz="4" w:space="0" w:color="auto"/>
              <w:bottom w:val="single" w:sz="4" w:space="0" w:color="auto"/>
              <w:right w:val="single" w:sz="4" w:space="0" w:color="auto"/>
            </w:tcBorders>
            <w:vAlign w:val="center"/>
            <w:hideMark/>
          </w:tcPr>
          <w:p w14:paraId="5C7942C7" w14:textId="77777777" w:rsidR="004E2E49" w:rsidRPr="008C6DE4" w:rsidRDefault="004E2E49" w:rsidP="004E2E49">
            <w:pPr>
              <w:pStyle w:val="TAH"/>
              <w:rPr>
                <w:lang w:eastAsia="ko-KR"/>
              </w:rPr>
            </w:pPr>
            <w:r w:rsidRPr="008C6DE4">
              <w:rPr>
                <w:noProof/>
                <w:lang w:val="en-US" w:eastAsia="zh-CN"/>
              </w:rPr>
              <w:drawing>
                <wp:inline distT="0" distB="0" distL="0" distR="0" wp14:anchorId="0F52D92B" wp14:editId="7861F06E">
                  <wp:extent cx="154305" cy="154305"/>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102" w:type="dxa"/>
            <w:vMerge w:val="restart"/>
            <w:tcBorders>
              <w:top w:val="single" w:sz="4" w:space="0" w:color="auto"/>
              <w:left w:val="single" w:sz="4" w:space="0" w:color="auto"/>
              <w:bottom w:val="single" w:sz="4" w:space="0" w:color="auto"/>
              <w:right w:val="single" w:sz="4" w:space="0" w:color="auto"/>
            </w:tcBorders>
            <w:hideMark/>
          </w:tcPr>
          <w:p w14:paraId="3303BDB0" w14:textId="77777777" w:rsidR="004E2E49" w:rsidRPr="008C6DE4" w:rsidRDefault="004E2E49" w:rsidP="004E2E49">
            <w:pPr>
              <w:pStyle w:val="TAH"/>
              <w:rPr>
                <w:lang w:eastAsia="ko-KR"/>
              </w:rPr>
            </w:pPr>
            <w:r w:rsidRPr="008C6DE4">
              <w:rPr>
                <w:lang w:eastAsia="ko-KR"/>
              </w:rPr>
              <w:t>NR Slot length (ms)</w:t>
            </w:r>
          </w:p>
        </w:tc>
        <w:tc>
          <w:tcPr>
            <w:tcW w:w="2168" w:type="dxa"/>
            <w:gridSpan w:val="2"/>
            <w:tcBorders>
              <w:top w:val="single" w:sz="4" w:space="0" w:color="auto"/>
              <w:left w:val="single" w:sz="4" w:space="0" w:color="auto"/>
              <w:bottom w:val="single" w:sz="4" w:space="0" w:color="auto"/>
              <w:right w:val="single" w:sz="4" w:space="0" w:color="auto"/>
            </w:tcBorders>
            <w:hideMark/>
          </w:tcPr>
          <w:p w14:paraId="3190E361" w14:textId="2D82F4A0" w:rsidR="004E2E49" w:rsidRPr="008C6DE4" w:rsidRDefault="004E2E49" w:rsidP="004E2E49">
            <w:pPr>
              <w:pStyle w:val="TAH"/>
              <w:rPr>
                <w:lang w:eastAsia="ko-KR"/>
              </w:rPr>
            </w:pPr>
            <w:r w:rsidRPr="008C6DE4">
              <w:rPr>
                <w:lang w:val="fr-FR" w:eastAsia="ko-KR"/>
              </w:rPr>
              <w:t>Interruption length X2 (slots)</w:t>
            </w:r>
          </w:p>
        </w:tc>
        <w:tc>
          <w:tcPr>
            <w:tcW w:w="3702" w:type="dxa"/>
            <w:gridSpan w:val="2"/>
            <w:tcBorders>
              <w:top w:val="single" w:sz="4" w:space="0" w:color="auto"/>
              <w:left w:val="single" w:sz="4" w:space="0" w:color="auto"/>
              <w:bottom w:val="single" w:sz="4" w:space="0" w:color="auto"/>
              <w:right w:val="single" w:sz="4" w:space="0" w:color="auto"/>
            </w:tcBorders>
            <w:hideMark/>
          </w:tcPr>
          <w:p w14:paraId="1E6FBCEF" w14:textId="65920820" w:rsidR="004E2E49" w:rsidRPr="008C6DE4" w:rsidRDefault="004E2E49" w:rsidP="004E2E49">
            <w:pPr>
              <w:pStyle w:val="TAH"/>
              <w:rPr>
                <w:lang w:eastAsia="ko-KR"/>
              </w:rPr>
            </w:pPr>
            <w:r w:rsidRPr="008C6DE4">
              <w:rPr>
                <w:lang w:val="fr-FR" w:eastAsia="ko-KR"/>
              </w:rPr>
              <w:t>Interruption length Y2 (slots)</w:t>
            </w:r>
          </w:p>
        </w:tc>
      </w:tr>
      <w:tr w:rsidR="00DD3199" w:rsidRPr="008C6DE4" w14:paraId="30CCFBCC" w14:textId="77777777" w:rsidTr="00F15152">
        <w:trPr>
          <w:trHeight w:val="2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94A31C" w14:textId="77777777" w:rsidR="00977C68" w:rsidRPr="008C6DE4" w:rsidRDefault="00977C68" w:rsidP="00F15152">
            <w:pPr>
              <w:spacing w:after="0"/>
              <w:rPr>
                <w:rFonts w:ascii="Arial" w:hAnsi="Arial"/>
                <w:b/>
                <w:sz w:val="18"/>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423F1C" w14:textId="77777777" w:rsidR="00977C68" w:rsidRPr="008C6DE4" w:rsidRDefault="00977C68" w:rsidP="00F15152">
            <w:pPr>
              <w:spacing w:after="0"/>
              <w:rPr>
                <w:rFonts w:ascii="Arial" w:hAnsi="Arial"/>
                <w:b/>
                <w:sz w:val="18"/>
                <w:lang w:eastAsia="ko-KR"/>
              </w:rPr>
            </w:pPr>
          </w:p>
        </w:tc>
        <w:tc>
          <w:tcPr>
            <w:tcW w:w="1069" w:type="dxa"/>
            <w:tcBorders>
              <w:top w:val="single" w:sz="4" w:space="0" w:color="auto"/>
              <w:left w:val="single" w:sz="4" w:space="0" w:color="auto"/>
              <w:bottom w:val="single" w:sz="4" w:space="0" w:color="auto"/>
              <w:right w:val="single" w:sz="4" w:space="0" w:color="auto"/>
            </w:tcBorders>
            <w:hideMark/>
          </w:tcPr>
          <w:p w14:paraId="147C227D" w14:textId="77777777" w:rsidR="00977C68" w:rsidRPr="008C6DE4" w:rsidRDefault="00977C68" w:rsidP="00F15152">
            <w:pPr>
              <w:pStyle w:val="TAH"/>
              <w:rPr>
                <w:lang w:eastAsia="ko-KR"/>
              </w:rPr>
            </w:pPr>
            <w:r w:rsidRPr="008C6DE4">
              <w:rPr>
                <w:lang w:eastAsia="ko-KR"/>
              </w:rPr>
              <w:t>Sync</w:t>
            </w:r>
          </w:p>
        </w:tc>
        <w:tc>
          <w:tcPr>
            <w:tcW w:w="1099" w:type="dxa"/>
            <w:tcBorders>
              <w:top w:val="single" w:sz="4" w:space="0" w:color="auto"/>
              <w:left w:val="single" w:sz="4" w:space="0" w:color="auto"/>
              <w:bottom w:val="single" w:sz="4" w:space="0" w:color="auto"/>
              <w:right w:val="single" w:sz="4" w:space="0" w:color="auto"/>
            </w:tcBorders>
            <w:hideMark/>
          </w:tcPr>
          <w:p w14:paraId="7943DF10" w14:textId="77777777" w:rsidR="00977C68" w:rsidRPr="008C6DE4" w:rsidRDefault="00977C68" w:rsidP="00F15152">
            <w:pPr>
              <w:pStyle w:val="TAH"/>
              <w:rPr>
                <w:lang w:eastAsia="ko-KR"/>
              </w:rPr>
            </w:pPr>
            <w:r w:rsidRPr="008C6DE4">
              <w:rPr>
                <w:lang w:eastAsia="ko-KR"/>
              </w:rPr>
              <w:t>Async</w:t>
            </w:r>
          </w:p>
        </w:tc>
        <w:tc>
          <w:tcPr>
            <w:tcW w:w="1851" w:type="dxa"/>
            <w:tcBorders>
              <w:top w:val="single" w:sz="4" w:space="0" w:color="auto"/>
              <w:left w:val="single" w:sz="4" w:space="0" w:color="auto"/>
              <w:bottom w:val="single" w:sz="4" w:space="0" w:color="auto"/>
              <w:right w:val="single" w:sz="4" w:space="0" w:color="auto"/>
            </w:tcBorders>
            <w:hideMark/>
          </w:tcPr>
          <w:p w14:paraId="3BD157DB" w14:textId="77777777" w:rsidR="00977C68" w:rsidRPr="008C6DE4" w:rsidRDefault="00977C68" w:rsidP="00F15152">
            <w:pPr>
              <w:pStyle w:val="TAH"/>
              <w:rPr>
                <w:lang w:eastAsia="ko-KR"/>
              </w:rPr>
            </w:pPr>
            <w:r w:rsidRPr="008C6DE4">
              <w:rPr>
                <w:lang w:eastAsia="ko-KR"/>
              </w:rPr>
              <w:t>Sync</w:t>
            </w:r>
          </w:p>
        </w:tc>
        <w:tc>
          <w:tcPr>
            <w:tcW w:w="1851" w:type="dxa"/>
            <w:tcBorders>
              <w:top w:val="single" w:sz="4" w:space="0" w:color="auto"/>
              <w:left w:val="single" w:sz="4" w:space="0" w:color="auto"/>
              <w:bottom w:val="single" w:sz="4" w:space="0" w:color="auto"/>
              <w:right w:val="single" w:sz="4" w:space="0" w:color="auto"/>
            </w:tcBorders>
            <w:hideMark/>
          </w:tcPr>
          <w:p w14:paraId="69244DE3" w14:textId="77777777" w:rsidR="00977C68" w:rsidRPr="008C6DE4" w:rsidRDefault="00977C68" w:rsidP="00F15152">
            <w:pPr>
              <w:pStyle w:val="TAH"/>
              <w:rPr>
                <w:lang w:eastAsia="zh-CN"/>
              </w:rPr>
            </w:pPr>
            <w:r w:rsidRPr="008C6DE4">
              <w:rPr>
                <w:lang w:eastAsia="zh-CN"/>
              </w:rPr>
              <w:t>Async</w:t>
            </w:r>
          </w:p>
        </w:tc>
      </w:tr>
      <w:tr w:rsidR="00DD3199" w:rsidRPr="008C6DE4" w14:paraId="0100DE5C"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42E47E07" w14:textId="77777777" w:rsidR="00977C68" w:rsidRPr="008C6DE4" w:rsidRDefault="00977C68" w:rsidP="00F15152">
            <w:pPr>
              <w:pStyle w:val="TAC"/>
              <w:rPr>
                <w:lang w:eastAsia="ko-KR"/>
              </w:rPr>
            </w:pPr>
            <w:r w:rsidRPr="008C6DE4">
              <w:rPr>
                <w:lang w:eastAsia="ko-KR"/>
              </w:rPr>
              <w:t>0</w:t>
            </w:r>
          </w:p>
        </w:tc>
        <w:tc>
          <w:tcPr>
            <w:tcW w:w="1102" w:type="dxa"/>
            <w:tcBorders>
              <w:top w:val="single" w:sz="4" w:space="0" w:color="auto"/>
              <w:left w:val="single" w:sz="4" w:space="0" w:color="auto"/>
              <w:bottom w:val="single" w:sz="4" w:space="0" w:color="auto"/>
              <w:right w:val="single" w:sz="4" w:space="0" w:color="auto"/>
            </w:tcBorders>
            <w:hideMark/>
          </w:tcPr>
          <w:p w14:paraId="52C39FDE" w14:textId="77777777" w:rsidR="00977C68" w:rsidRPr="008C6DE4" w:rsidRDefault="00977C68" w:rsidP="00F15152">
            <w:pPr>
              <w:pStyle w:val="TAC"/>
              <w:rPr>
                <w:lang w:eastAsia="ko-KR"/>
              </w:rPr>
            </w:pPr>
            <w:r w:rsidRPr="008C6DE4">
              <w:rPr>
                <w:lang w:eastAsia="ko-KR"/>
              </w:rPr>
              <w:t>1</w:t>
            </w:r>
          </w:p>
        </w:tc>
        <w:tc>
          <w:tcPr>
            <w:tcW w:w="1069" w:type="dxa"/>
            <w:tcBorders>
              <w:top w:val="single" w:sz="4" w:space="0" w:color="auto"/>
              <w:left w:val="single" w:sz="4" w:space="0" w:color="auto"/>
              <w:bottom w:val="single" w:sz="4" w:space="0" w:color="auto"/>
              <w:right w:val="single" w:sz="4" w:space="0" w:color="auto"/>
            </w:tcBorders>
            <w:hideMark/>
          </w:tcPr>
          <w:p w14:paraId="35D8F2DF" w14:textId="77777777" w:rsidR="00977C68" w:rsidRPr="008C6DE4" w:rsidRDefault="00977C68" w:rsidP="00F15152">
            <w:pPr>
              <w:pStyle w:val="TAC"/>
              <w:rPr>
                <w:lang w:eastAsia="ko-KR"/>
              </w:rPr>
            </w:pPr>
            <w:r w:rsidRPr="008C6DE4">
              <w:rPr>
                <w:lang w:eastAsia="ko-KR"/>
              </w:rPr>
              <w:t>1</w:t>
            </w:r>
          </w:p>
        </w:tc>
        <w:tc>
          <w:tcPr>
            <w:tcW w:w="1099" w:type="dxa"/>
            <w:tcBorders>
              <w:top w:val="single" w:sz="4" w:space="0" w:color="auto"/>
              <w:left w:val="single" w:sz="4" w:space="0" w:color="auto"/>
              <w:bottom w:val="single" w:sz="4" w:space="0" w:color="auto"/>
              <w:right w:val="single" w:sz="4" w:space="0" w:color="auto"/>
            </w:tcBorders>
            <w:hideMark/>
          </w:tcPr>
          <w:p w14:paraId="5EEA2C14" w14:textId="77777777" w:rsidR="00977C68" w:rsidRPr="008C6DE4" w:rsidRDefault="00977C68" w:rsidP="00F15152">
            <w:pPr>
              <w:pStyle w:val="TAC"/>
              <w:rPr>
                <w:lang w:eastAsia="ko-KR"/>
              </w:rPr>
            </w:pPr>
            <w:r w:rsidRPr="008C6DE4">
              <w:rPr>
                <w:lang w:eastAsia="ko-KR"/>
              </w:rPr>
              <w:t>2</w:t>
            </w:r>
          </w:p>
        </w:tc>
        <w:tc>
          <w:tcPr>
            <w:tcW w:w="1851" w:type="dxa"/>
            <w:tcBorders>
              <w:top w:val="single" w:sz="4" w:space="0" w:color="auto"/>
              <w:left w:val="single" w:sz="4" w:space="0" w:color="auto"/>
              <w:bottom w:val="single" w:sz="4" w:space="0" w:color="auto"/>
              <w:right w:val="single" w:sz="4" w:space="0" w:color="auto"/>
            </w:tcBorders>
            <w:hideMark/>
          </w:tcPr>
          <w:p w14:paraId="58A9D7A7" w14:textId="77777777" w:rsidR="00977C68" w:rsidRPr="008C6DE4" w:rsidRDefault="00977C68" w:rsidP="00F15152">
            <w:pPr>
              <w:pStyle w:val="TAC"/>
              <w:rPr>
                <w:lang w:eastAsia="ko-KR"/>
              </w:rPr>
            </w:pPr>
            <w:r w:rsidRPr="008C6DE4">
              <w:rPr>
                <w:lang w:eastAsia="ko-KR"/>
              </w:rPr>
              <w:t>1</w:t>
            </w:r>
          </w:p>
        </w:tc>
        <w:tc>
          <w:tcPr>
            <w:tcW w:w="1851" w:type="dxa"/>
            <w:tcBorders>
              <w:top w:val="single" w:sz="4" w:space="0" w:color="auto"/>
              <w:left w:val="single" w:sz="4" w:space="0" w:color="auto"/>
              <w:bottom w:val="single" w:sz="4" w:space="0" w:color="auto"/>
              <w:right w:val="single" w:sz="4" w:space="0" w:color="auto"/>
            </w:tcBorders>
            <w:hideMark/>
          </w:tcPr>
          <w:p w14:paraId="06C2FA16" w14:textId="77777777" w:rsidR="00977C68" w:rsidRPr="008C6DE4" w:rsidRDefault="00977C68" w:rsidP="00F15152">
            <w:pPr>
              <w:pStyle w:val="TAC"/>
              <w:rPr>
                <w:lang w:eastAsia="zh-CN"/>
              </w:rPr>
            </w:pPr>
            <w:r w:rsidRPr="008C6DE4">
              <w:rPr>
                <w:lang w:eastAsia="zh-CN"/>
              </w:rPr>
              <w:t>2</w:t>
            </w:r>
          </w:p>
        </w:tc>
      </w:tr>
      <w:tr w:rsidR="00DD3199" w:rsidRPr="008C6DE4" w14:paraId="3B8B4828"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195F2406" w14:textId="77777777" w:rsidR="00977C68" w:rsidRPr="008C6DE4" w:rsidRDefault="00977C68" w:rsidP="00F15152">
            <w:pPr>
              <w:pStyle w:val="TAC"/>
              <w:rPr>
                <w:lang w:eastAsia="ko-KR"/>
              </w:rPr>
            </w:pPr>
            <w:r w:rsidRPr="008C6DE4">
              <w:rPr>
                <w:lang w:eastAsia="ko-KR"/>
              </w:rPr>
              <w:t>1</w:t>
            </w:r>
          </w:p>
        </w:tc>
        <w:tc>
          <w:tcPr>
            <w:tcW w:w="1102" w:type="dxa"/>
            <w:tcBorders>
              <w:top w:val="single" w:sz="4" w:space="0" w:color="auto"/>
              <w:left w:val="single" w:sz="4" w:space="0" w:color="auto"/>
              <w:bottom w:val="single" w:sz="4" w:space="0" w:color="auto"/>
              <w:right w:val="single" w:sz="4" w:space="0" w:color="auto"/>
            </w:tcBorders>
            <w:hideMark/>
          </w:tcPr>
          <w:p w14:paraId="71F5C149" w14:textId="77777777" w:rsidR="00977C68" w:rsidRPr="008C6DE4" w:rsidRDefault="00977C68" w:rsidP="00F15152">
            <w:pPr>
              <w:pStyle w:val="TAC"/>
              <w:rPr>
                <w:lang w:eastAsia="ko-KR"/>
              </w:rPr>
            </w:pPr>
            <w:r w:rsidRPr="008C6DE4">
              <w:rPr>
                <w:lang w:eastAsia="ko-KR"/>
              </w:rPr>
              <w:t>0.5</w:t>
            </w:r>
          </w:p>
        </w:tc>
        <w:tc>
          <w:tcPr>
            <w:tcW w:w="1069" w:type="dxa"/>
            <w:tcBorders>
              <w:top w:val="single" w:sz="4" w:space="0" w:color="auto"/>
              <w:left w:val="single" w:sz="4" w:space="0" w:color="auto"/>
              <w:bottom w:val="single" w:sz="4" w:space="0" w:color="auto"/>
              <w:right w:val="single" w:sz="4" w:space="0" w:color="auto"/>
            </w:tcBorders>
            <w:hideMark/>
          </w:tcPr>
          <w:p w14:paraId="7C050151" w14:textId="77777777" w:rsidR="00977C68" w:rsidRPr="008C6DE4" w:rsidRDefault="00977C68" w:rsidP="00F15152">
            <w:pPr>
              <w:pStyle w:val="TAC"/>
              <w:rPr>
                <w:lang w:eastAsia="ko-KR"/>
              </w:rPr>
            </w:pPr>
            <w:r w:rsidRPr="008C6DE4">
              <w:rPr>
                <w:lang w:eastAsia="ko-KR"/>
              </w:rPr>
              <w:t>1</w:t>
            </w:r>
          </w:p>
        </w:tc>
        <w:tc>
          <w:tcPr>
            <w:tcW w:w="1099" w:type="dxa"/>
            <w:tcBorders>
              <w:top w:val="single" w:sz="4" w:space="0" w:color="auto"/>
              <w:left w:val="single" w:sz="4" w:space="0" w:color="auto"/>
              <w:bottom w:val="single" w:sz="4" w:space="0" w:color="auto"/>
              <w:right w:val="single" w:sz="4" w:space="0" w:color="auto"/>
            </w:tcBorders>
            <w:hideMark/>
          </w:tcPr>
          <w:p w14:paraId="67108951" w14:textId="77777777" w:rsidR="00977C68" w:rsidRPr="008C6DE4" w:rsidRDefault="00977C68" w:rsidP="00F15152">
            <w:pPr>
              <w:pStyle w:val="TAC"/>
              <w:rPr>
                <w:lang w:eastAsia="ko-KR"/>
              </w:rPr>
            </w:pPr>
            <w:r w:rsidRPr="008C6DE4">
              <w:rPr>
                <w:lang w:eastAsia="ko-KR"/>
              </w:rPr>
              <w:t>2</w:t>
            </w:r>
          </w:p>
        </w:tc>
        <w:tc>
          <w:tcPr>
            <w:tcW w:w="1851" w:type="dxa"/>
            <w:tcBorders>
              <w:top w:val="single" w:sz="4" w:space="0" w:color="auto"/>
              <w:left w:val="single" w:sz="4" w:space="0" w:color="auto"/>
              <w:bottom w:val="single" w:sz="4" w:space="0" w:color="auto"/>
              <w:right w:val="single" w:sz="4" w:space="0" w:color="auto"/>
            </w:tcBorders>
            <w:hideMark/>
          </w:tcPr>
          <w:p w14:paraId="0070E33D" w14:textId="77777777" w:rsidR="00977C68" w:rsidRPr="008C6DE4" w:rsidRDefault="00977C68" w:rsidP="00F15152">
            <w:pPr>
              <w:pStyle w:val="TAC"/>
              <w:rPr>
                <w:lang w:eastAsia="ko-KR"/>
              </w:rPr>
            </w:pPr>
            <w:r w:rsidRPr="008C6DE4">
              <w:rPr>
                <w:lang w:eastAsia="ko-KR"/>
              </w:rPr>
              <w:t>1</w:t>
            </w:r>
          </w:p>
        </w:tc>
        <w:tc>
          <w:tcPr>
            <w:tcW w:w="1851" w:type="dxa"/>
            <w:tcBorders>
              <w:top w:val="single" w:sz="4" w:space="0" w:color="auto"/>
              <w:left w:val="single" w:sz="4" w:space="0" w:color="auto"/>
              <w:bottom w:val="single" w:sz="4" w:space="0" w:color="auto"/>
              <w:right w:val="single" w:sz="4" w:space="0" w:color="auto"/>
            </w:tcBorders>
            <w:hideMark/>
          </w:tcPr>
          <w:p w14:paraId="05CA437A" w14:textId="77777777" w:rsidR="00977C68" w:rsidRPr="008C6DE4" w:rsidRDefault="00977C68" w:rsidP="00F15152">
            <w:pPr>
              <w:pStyle w:val="TAC"/>
              <w:rPr>
                <w:lang w:eastAsia="zh-CN"/>
              </w:rPr>
            </w:pPr>
            <w:r w:rsidRPr="008C6DE4">
              <w:rPr>
                <w:lang w:eastAsia="zh-CN"/>
              </w:rPr>
              <w:t>2</w:t>
            </w:r>
          </w:p>
        </w:tc>
      </w:tr>
      <w:tr w:rsidR="00DD3199" w:rsidRPr="008C6DE4" w14:paraId="050A45A6"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695C0BA4" w14:textId="77777777" w:rsidR="00977C68" w:rsidRPr="008C6DE4" w:rsidRDefault="00977C68" w:rsidP="00F15152">
            <w:pPr>
              <w:pStyle w:val="TAC"/>
              <w:rPr>
                <w:lang w:eastAsia="ko-KR"/>
              </w:rPr>
            </w:pPr>
            <w:r w:rsidRPr="008C6DE4">
              <w:rPr>
                <w:lang w:eastAsia="ko-KR"/>
              </w:rPr>
              <w:t>2</w:t>
            </w:r>
          </w:p>
        </w:tc>
        <w:tc>
          <w:tcPr>
            <w:tcW w:w="1102" w:type="dxa"/>
            <w:tcBorders>
              <w:top w:val="single" w:sz="4" w:space="0" w:color="auto"/>
              <w:left w:val="single" w:sz="4" w:space="0" w:color="auto"/>
              <w:bottom w:val="single" w:sz="4" w:space="0" w:color="auto"/>
              <w:right w:val="single" w:sz="4" w:space="0" w:color="auto"/>
            </w:tcBorders>
            <w:hideMark/>
          </w:tcPr>
          <w:p w14:paraId="0B377CC1" w14:textId="77777777" w:rsidR="00977C68" w:rsidRPr="008C6DE4" w:rsidRDefault="00977C68" w:rsidP="00F15152">
            <w:pPr>
              <w:pStyle w:val="TAC"/>
              <w:rPr>
                <w:lang w:eastAsia="ko-KR"/>
              </w:rPr>
            </w:pPr>
            <w:r w:rsidRPr="008C6DE4">
              <w:rPr>
                <w:lang w:eastAsia="ko-KR"/>
              </w:rPr>
              <w:t>0.25</w:t>
            </w:r>
          </w:p>
        </w:tc>
        <w:tc>
          <w:tcPr>
            <w:tcW w:w="2168" w:type="dxa"/>
            <w:gridSpan w:val="2"/>
            <w:tcBorders>
              <w:top w:val="single" w:sz="4" w:space="0" w:color="auto"/>
              <w:left w:val="single" w:sz="4" w:space="0" w:color="auto"/>
              <w:bottom w:val="single" w:sz="4" w:space="0" w:color="auto"/>
              <w:right w:val="single" w:sz="4" w:space="0" w:color="auto"/>
            </w:tcBorders>
            <w:hideMark/>
          </w:tcPr>
          <w:p w14:paraId="6AB9BA59" w14:textId="77777777" w:rsidR="00977C68" w:rsidRPr="008C6DE4" w:rsidRDefault="00977C68" w:rsidP="00F15152">
            <w:pPr>
              <w:pStyle w:val="TAC"/>
              <w:rPr>
                <w:lang w:eastAsia="ko-KR"/>
              </w:rPr>
            </w:pPr>
            <w:r w:rsidRPr="008C6DE4">
              <w:rPr>
                <w:lang w:eastAsia="ko-KR"/>
              </w:rPr>
              <w:t>3</w:t>
            </w:r>
          </w:p>
        </w:tc>
        <w:tc>
          <w:tcPr>
            <w:tcW w:w="1851" w:type="dxa"/>
            <w:tcBorders>
              <w:top w:val="single" w:sz="4" w:space="0" w:color="auto"/>
              <w:left w:val="single" w:sz="4" w:space="0" w:color="auto"/>
              <w:bottom w:val="single" w:sz="4" w:space="0" w:color="auto"/>
              <w:right w:val="single" w:sz="4" w:space="0" w:color="auto"/>
            </w:tcBorders>
            <w:hideMark/>
          </w:tcPr>
          <w:p w14:paraId="722ED80C" w14:textId="77777777" w:rsidR="00977C68" w:rsidRPr="008C6DE4" w:rsidRDefault="00977C68" w:rsidP="00F15152">
            <w:pPr>
              <w:pStyle w:val="TAC"/>
              <w:rPr>
                <w:lang w:eastAsia="ko-KR"/>
              </w:rPr>
            </w:pPr>
            <w:r w:rsidRPr="008C6DE4">
              <w:rPr>
                <w:lang w:eastAsia="ko-KR"/>
              </w:rPr>
              <w:t>2</w:t>
            </w:r>
          </w:p>
        </w:tc>
        <w:tc>
          <w:tcPr>
            <w:tcW w:w="1851" w:type="dxa"/>
            <w:tcBorders>
              <w:top w:val="single" w:sz="4" w:space="0" w:color="auto"/>
              <w:left w:val="single" w:sz="4" w:space="0" w:color="auto"/>
              <w:bottom w:val="single" w:sz="4" w:space="0" w:color="auto"/>
              <w:right w:val="single" w:sz="4" w:space="0" w:color="auto"/>
            </w:tcBorders>
            <w:hideMark/>
          </w:tcPr>
          <w:p w14:paraId="0A233DE6" w14:textId="77777777" w:rsidR="00977C68" w:rsidRPr="008C6DE4" w:rsidRDefault="00977C68" w:rsidP="00F15152">
            <w:pPr>
              <w:pStyle w:val="TAC"/>
              <w:rPr>
                <w:lang w:eastAsia="zh-CN"/>
              </w:rPr>
            </w:pPr>
            <w:r w:rsidRPr="008C6DE4">
              <w:rPr>
                <w:lang w:eastAsia="zh-CN"/>
              </w:rPr>
              <w:t>3</w:t>
            </w:r>
          </w:p>
        </w:tc>
      </w:tr>
      <w:tr w:rsidR="00977C68" w:rsidRPr="008C6DE4" w14:paraId="49FFEF93"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761EA168" w14:textId="77777777" w:rsidR="00977C68" w:rsidRPr="008C6DE4" w:rsidRDefault="00977C68" w:rsidP="00F15152">
            <w:pPr>
              <w:pStyle w:val="TAC"/>
              <w:rPr>
                <w:lang w:eastAsia="ko-KR"/>
              </w:rPr>
            </w:pPr>
            <w:r w:rsidRPr="008C6DE4">
              <w:rPr>
                <w:lang w:eastAsia="ko-KR"/>
              </w:rPr>
              <w:t>3</w:t>
            </w:r>
          </w:p>
        </w:tc>
        <w:tc>
          <w:tcPr>
            <w:tcW w:w="1102" w:type="dxa"/>
            <w:tcBorders>
              <w:top w:val="single" w:sz="4" w:space="0" w:color="auto"/>
              <w:left w:val="single" w:sz="4" w:space="0" w:color="auto"/>
              <w:bottom w:val="single" w:sz="4" w:space="0" w:color="auto"/>
              <w:right w:val="single" w:sz="4" w:space="0" w:color="auto"/>
            </w:tcBorders>
            <w:hideMark/>
          </w:tcPr>
          <w:p w14:paraId="10230427" w14:textId="77777777" w:rsidR="00977C68" w:rsidRPr="008C6DE4" w:rsidRDefault="00977C68" w:rsidP="00F15152">
            <w:pPr>
              <w:pStyle w:val="TAC"/>
              <w:rPr>
                <w:lang w:eastAsia="ko-KR"/>
              </w:rPr>
            </w:pPr>
            <w:r w:rsidRPr="008C6DE4">
              <w:rPr>
                <w:lang w:eastAsia="ko-KR"/>
              </w:rPr>
              <w:t>0.125</w:t>
            </w:r>
          </w:p>
        </w:tc>
        <w:tc>
          <w:tcPr>
            <w:tcW w:w="2168" w:type="dxa"/>
            <w:gridSpan w:val="2"/>
            <w:tcBorders>
              <w:top w:val="single" w:sz="4" w:space="0" w:color="auto"/>
              <w:left w:val="single" w:sz="4" w:space="0" w:color="auto"/>
              <w:bottom w:val="single" w:sz="4" w:space="0" w:color="auto"/>
              <w:right w:val="single" w:sz="4" w:space="0" w:color="auto"/>
            </w:tcBorders>
            <w:hideMark/>
          </w:tcPr>
          <w:p w14:paraId="2A62F8E7" w14:textId="77777777" w:rsidR="00977C68" w:rsidRPr="008C6DE4" w:rsidRDefault="00977C68" w:rsidP="00F15152">
            <w:pPr>
              <w:pStyle w:val="TAC"/>
              <w:rPr>
                <w:lang w:eastAsia="ko-KR"/>
              </w:rPr>
            </w:pPr>
            <w:r w:rsidRPr="008C6DE4">
              <w:rPr>
                <w:lang w:eastAsia="ko-KR"/>
              </w:rPr>
              <w:t>5</w:t>
            </w:r>
          </w:p>
        </w:tc>
        <w:tc>
          <w:tcPr>
            <w:tcW w:w="1851" w:type="dxa"/>
            <w:tcBorders>
              <w:top w:val="single" w:sz="4" w:space="0" w:color="auto"/>
              <w:left w:val="single" w:sz="4" w:space="0" w:color="auto"/>
              <w:bottom w:val="single" w:sz="4" w:space="0" w:color="auto"/>
              <w:right w:val="single" w:sz="4" w:space="0" w:color="auto"/>
            </w:tcBorders>
            <w:hideMark/>
          </w:tcPr>
          <w:p w14:paraId="31F37A41" w14:textId="0C7394CA" w:rsidR="00977C68" w:rsidRPr="008C6DE4" w:rsidRDefault="00977C68" w:rsidP="00F15152">
            <w:pPr>
              <w:pStyle w:val="TAC"/>
              <w:rPr>
                <w:lang w:eastAsia="ko-KR"/>
              </w:rPr>
            </w:pPr>
            <w:r w:rsidRPr="008C6DE4">
              <w:rPr>
                <w:lang w:eastAsia="ko-KR"/>
              </w:rPr>
              <w:t>N/A</w:t>
            </w:r>
          </w:p>
        </w:tc>
        <w:tc>
          <w:tcPr>
            <w:tcW w:w="1851" w:type="dxa"/>
            <w:tcBorders>
              <w:top w:val="single" w:sz="4" w:space="0" w:color="auto"/>
              <w:left w:val="single" w:sz="4" w:space="0" w:color="auto"/>
              <w:bottom w:val="single" w:sz="4" w:space="0" w:color="auto"/>
              <w:right w:val="single" w:sz="4" w:space="0" w:color="auto"/>
            </w:tcBorders>
            <w:hideMark/>
          </w:tcPr>
          <w:p w14:paraId="64A5DC43" w14:textId="491FD356" w:rsidR="00977C68" w:rsidRPr="008C6DE4" w:rsidRDefault="00977C68" w:rsidP="00F15152">
            <w:pPr>
              <w:pStyle w:val="TAC"/>
              <w:rPr>
                <w:lang w:eastAsia="zh-CN"/>
              </w:rPr>
            </w:pPr>
            <w:r w:rsidRPr="008C6DE4">
              <w:rPr>
                <w:lang w:eastAsia="ko-KR"/>
              </w:rPr>
              <w:t>N/A</w:t>
            </w:r>
          </w:p>
        </w:tc>
      </w:tr>
    </w:tbl>
    <w:p w14:paraId="7A96B031" w14:textId="77777777" w:rsidR="00977C68" w:rsidRPr="008C6DE4" w:rsidRDefault="00977C68" w:rsidP="00977C68"/>
    <w:p w14:paraId="01F2472F" w14:textId="77777777" w:rsidR="00977C68" w:rsidRPr="008C6DE4" w:rsidRDefault="00977C68" w:rsidP="00977C68">
      <w:pPr>
        <w:pStyle w:val="TH"/>
      </w:pPr>
      <w:r w:rsidRPr="008C6DE4">
        <w:t>Table 8.2.1.2.4-2: Interruption length X2 and Y2 at SCell activation/deactivation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1389"/>
        <w:gridCol w:w="2693"/>
        <w:gridCol w:w="1276"/>
        <w:gridCol w:w="2268"/>
      </w:tblGrid>
      <w:tr w:rsidR="004E2E49" w:rsidRPr="008C6DE4" w14:paraId="6B437664" w14:textId="77777777" w:rsidTr="00F15152">
        <w:trPr>
          <w:trHeight w:val="424"/>
          <w:jc w:val="center"/>
        </w:trPr>
        <w:tc>
          <w:tcPr>
            <w:tcW w:w="591" w:type="dxa"/>
            <w:tcBorders>
              <w:top w:val="single" w:sz="4" w:space="0" w:color="auto"/>
              <w:left w:val="single" w:sz="4" w:space="0" w:color="auto"/>
              <w:bottom w:val="single" w:sz="4" w:space="0" w:color="auto"/>
              <w:right w:val="single" w:sz="4" w:space="0" w:color="auto"/>
            </w:tcBorders>
            <w:vAlign w:val="center"/>
            <w:hideMark/>
          </w:tcPr>
          <w:p w14:paraId="46A18175" w14:textId="77777777" w:rsidR="004E2E49" w:rsidRPr="008C6DE4" w:rsidRDefault="004E2E49" w:rsidP="004E2E49">
            <w:pPr>
              <w:pStyle w:val="TAH"/>
              <w:rPr>
                <w:lang w:eastAsia="ko-KR"/>
              </w:rPr>
            </w:pPr>
            <w:r w:rsidRPr="008C6DE4">
              <w:rPr>
                <w:noProof/>
                <w:lang w:val="en-US" w:eastAsia="zh-CN"/>
              </w:rPr>
              <w:drawing>
                <wp:inline distT="0" distB="0" distL="0" distR="0" wp14:anchorId="6051936F" wp14:editId="349203AF">
                  <wp:extent cx="154305" cy="154305"/>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389" w:type="dxa"/>
            <w:tcBorders>
              <w:top w:val="single" w:sz="4" w:space="0" w:color="auto"/>
              <w:left w:val="single" w:sz="4" w:space="0" w:color="auto"/>
              <w:bottom w:val="single" w:sz="4" w:space="0" w:color="auto"/>
              <w:right w:val="single" w:sz="4" w:space="0" w:color="auto"/>
            </w:tcBorders>
            <w:hideMark/>
          </w:tcPr>
          <w:p w14:paraId="3CF045DD" w14:textId="77777777" w:rsidR="004E2E49" w:rsidRPr="008C6DE4" w:rsidRDefault="004E2E49" w:rsidP="004E2E49">
            <w:pPr>
              <w:pStyle w:val="TAH"/>
              <w:rPr>
                <w:lang w:eastAsia="ko-KR"/>
              </w:rPr>
            </w:pPr>
            <w:r w:rsidRPr="008C6DE4">
              <w:rPr>
                <w:lang w:eastAsia="ko-KR"/>
              </w:rPr>
              <w:t>NR Slot length (ms) of victim cell</w:t>
            </w:r>
          </w:p>
        </w:tc>
        <w:tc>
          <w:tcPr>
            <w:tcW w:w="3969" w:type="dxa"/>
            <w:gridSpan w:val="2"/>
            <w:tcBorders>
              <w:top w:val="single" w:sz="4" w:space="0" w:color="auto"/>
              <w:left w:val="single" w:sz="4" w:space="0" w:color="auto"/>
              <w:bottom w:val="single" w:sz="4" w:space="0" w:color="auto"/>
              <w:right w:val="single" w:sz="4" w:space="0" w:color="auto"/>
            </w:tcBorders>
            <w:hideMark/>
          </w:tcPr>
          <w:p w14:paraId="68B51064" w14:textId="54A677F8" w:rsidR="004E2E49" w:rsidRPr="008C6DE4" w:rsidRDefault="004E2E49" w:rsidP="004E2E49">
            <w:pPr>
              <w:pStyle w:val="TAH"/>
              <w:rPr>
                <w:lang w:eastAsia="ko-KR"/>
              </w:rPr>
            </w:pPr>
            <w:r w:rsidRPr="008C6DE4">
              <w:rPr>
                <w:lang w:val="fr-FR" w:eastAsia="ko-KR"/>
              </w:rPr>
              <w:t>Interruption length X2 (slots)</w:t>
            </w:r>
          </w:p>
        </w:tc>
        <w:tc>
          <w:tcPr>
            <w:tcW w:w="2268" w:type="dxa"/>
            <w:tcBorders>
              <w:top w:val="single" w:sz="4" w:space="0" w:color="auto"/>
              <w:left w:val="single" w:sz="4" w:space="0" w:color="auto"/>
              <w:bottom w:val="single" w:sz="4" w:space="0" w:color="auto"/>
              <w:right w:val="single" w:sz="4" w:space="0" w:color="auto"/>
            </w:tcBorders>
            <w:hideMark/>
          </w:tcPr>
          <w:p w14:paraId="0542B5C2" w14:textId="0FB2391C" w:rsidR="004E2E49" w:rsidRPr="008C6DE4" w:rsidRDefault="004E2E49" w:rsidP="004E2E49">
            <w:pPr>
              <w:pStyle w:val="TAH"/>
              <w:rPr>
                <w:vertAlign w:val="superscript"/>
                <w:lang w:eastAsia="zh-CN"/>
              </w:rPr>
            </w:pPr>
            <w:r w:rsidRPr="008C6DE4">
              <w:rPr>
                <w:lang w:val="fr-FR" w:eastAsia="ko-KR"/>
              </w:rPr>
              <w:t>Interruption length Y2 (slots)</w:t>
            </w:r>
          </w:p>
        </w:tc>
      </w:tr>
      <w:tr w:rsidR="00DD3199" w:rsidRPr="008C6DE4" w14:paraId="72D7A2C6" w14:textId="77777777" w:rsidTr="00F15152">
        <w:trPr>
          <w:jc w:val="center"/>
        </w:trPr>
        <w:tc>
          <w:tcPr>
            <w:tcW w:w="591" w:type="dxa"/>
            <w:tcBorders>
              <w:top w:val="single" w:sz="4" w:space="0" w:color="auto"/>
              <w:left w:val="single" w:sz="4" w:space="0" w:color="auto"/>
              <w:bottom w:val="single" w:sz="4" w:space="0" w:color="auto"/>
              <w:right w:val="single" w:sz="4" w:space="0" w:color="auto"/>
            </w:tcBorders>
            <w:hideMark/>
          </w:tcPr>
          <w:p w14:paraId="1621CCE5" w14:textId="77777777" w:rsidR="00977C68" w:rsidRPr="008C6DE4" w:rsidRDefault="00977C68" w:rsidP="00F15152">
            <w:pPr>
              <w:pStyle w:val="TAC"/>
              <w:rPr>
                <w:lang w:eastAsia="ko-KR"/>
              </w:rPr>
            </w:pPr>
            <w:r w:rsidRPr="008C6DE4">
              <w:rPr>
                <w:lang w:eastAsia="ko-KR"/>
              </w:rPr>
              <w:t>0</w:t>
            </w:r>
          </w:p>
        </w:tc>
        <w:tc>
          <w:tcPr>
            <w:tcW w:w="1389" w:type="dxa"/>
            <w:tcBorders>
              <w:top w:val="single" w:sz="4" w:space="0" w:color="auto"/>
              <w:left w:val="single" w:sz="4" w:space="0" w:color="auto"/>
              <w:bottom w:val="single" w:sz="4" w:space="0" w:color="auto"/>
              <w:right w:val="single" w:sz="4" w:space="0" w:color="auto"/>
            </w:tcBorders>
            <w:hideMark/>
          </w:tcPr>
          <w:p w14:paraId="29BE3CB1" w14:textId="77777777" w:rsidR="00977C68" w:rsidRPr="008C6DE4" w:rsidRDefault="00977C68" w:rsidP="00F15152">
            <w:pPr>
              <w:pStyle w:val="TAC"/>
              <w:rPr>
                <w:lang w:eastAsia="ko-KR"/>
              </w:rPr>
            </w:pPr>
            <w:r w:rsidRPr="008C6DE4">
              <w:rPr>
                <w:lang w:eastAsia="ko-KR"/>
              </w:rPr>
              <w:t>1</w:t>
            </w:r>
          </w:p>
        </w:tc>
        <w:tc>
          <w:tcPr>
            <w:tcW w:w="3969" w:type="dxa"/>
            <w:gridSpan w:val="2"/>
            <w:tcBorders>
              <w:top w:val="single" w:sz="4" w:space="0" w:color="auto"/>
              <w:left w:val="single" w:sz="4" w:space="0" w:color="auto"/>
              <w:bottom w:val="single" w:sz="4" w:space="0" w:color="auto"/>
              <w:right w:val="single" w:sz="4" w:space="0" w:color="auto"/>
            </w:tcBorders>
            <w:hideMark/>
          </w:tcPr>
          <w:p w14:paraId="022B216E" w14:textId="77777777" w:rsidR="00977C68" w:rsidRPr="008C6DE4" w:rsidRDefault="00977C68" w:rsidP="00F15152">
            <w:pPr>
              <w:pStyle w:val="TAC"/>
              <w:rPr>
                <w:lang w:eastAsia="ko-KR"/>
              </w:rPr>
            </w:pPr>
            <w:r w:rsidRPr="008C6DE4">
              <w:rPr>
                <w:lang w:eastAsia="zh-CN"/>
              </w:rPr>
              <w:t>1</w:t>
            </w:r>
          </w:p>
        </w:tc>
        <w:tc>
          <w:tcPr>
            <w:tcW w:w="2268" w:type="dxa"/>
            <w:tcBorders>
              <w:top w:val="single" w:sz="4" w:space="0" w:color="auto"/>
              <w:left w:val="single" w:sz="4" w:space="0" w:color="auto"/>
              <w:bottom w:val="single" w:sz="4" w:space="0" w:color="auto"/>
              <w:right w:val="single" w:sz="4" w:space="0" w:color="auto"/>
            </w:tcBorders>
            <w:hideMark/>
          </w:tcPr>
          <w:p w14:paraId="4BAE253E" w14:textId="77777777" w:rsidR="00977C68" w:rsidRPr="008C6DE4" w:rsidRDefault="00977C68" w:rsidP="00F15152">
            <w:pPr>
              <w:pStyle w:val="TAC"/>
              <w:rPr>
                <w:lang w:eastAsia="ko-KR"/>
              </w:rPr>
            </w:pPr>
            <w:r w:rsidRPr="008C6DE4">
              <w:rPr>
                <w:lang w:eastAsia="ko-KR"/>
              </w:rPr>
              <w:t>1</w:t>
            </w:r>
          </w:p>
        </w:tc>
      </w:tr>
      <w:tr w:rsidR="00DD3199" w:rsidRPr="008C6DE4" w14:paraId="353A96A3" w14:textId="77777777" w:rsidTr="00F15152">
        <w:trPr>
          <w:jc w:val="center"/>
        </w:trPr>
        <w:tc>
          <w:tcPr>
            <w:tcW w:w="591" w:type="dxa"/>
            <w:tcBorders>
              <w:top w:val="single" w:sz="4" w:space="0" w:color="auto"/>
              <w:left w:val="single" w:sz="4" w:space="0" w:color="auto"/>
              <w:bottom w:val="single" w:sz="4" w:space="0" w:color="auto"/>
              <w:right w:val="single" w:sz="4" w:space="0" w:color="auto"/>
            </w:tcBorders>
            <w:hideMark/>
          </w:tcPr>
          <w:p w14:paraId="558C824F" w14:textId="77777777" w:rsidR="00977C68" w:rsidRPr="008C6DE4" w:rsidRDefault="00977C68" w:rsidP="00F15152">
            <w:pPr>
              <w:pStyle w:val="TAC"/>
              <w:rPr>
                <w:lang w:eastAsia="ko-KR"/>
              </w:rPr>
            </w:pPr>
            <w:r w:rsidRPr="008C6DE4">
              <w:rPr>
                <w:lang w:eastAsia="ko-KR"/>
              </w:rPr>
              <w:t>1</w:t>
            </w:r>
          </w:p>
        </w:tc>
        <w:tc>
          <w:tcPr>
            <w:tcW w:w="1389" w:type="dxa"/>
            <w:tcBorders>
              <w:top w:val="single" w:sz="4" w:space="0" w:color="auto"/>
              <w:left w:val="single" w:sz="4" w:space="0" w:color="auto"/>
              <w:bottom w:val="single" w:sz="4" w:space="0" w:color="auto"/>
              <w:right w:val="single" w:sz="4" w:space="0" w:color="auto"/>
            </w:tcBorders>
            <w:hideMark/>
          </w:tcPr>
          <w:p w14:paraId="0A6FFE9F" w14:textId="77777777" w:rsidR="00977C68" w:rsidRPr="008C6DE4" w:rsidRDefault="00977C68" w:rsidP="00F15152">
            <w:pPr>
              <w:pStyle w:val="TAC"/>
              <w:rPr>
                <w:lang w:eastAsia="ko-KR"/>
              </w:rPr>
            </w:pPr>
            <w:r w:rsidRPr="008C6DE4">
              <w:rPr>
                <w:lang w:eastAsia="ko-KR"/>
              </w:rPr>
              <w:t>0.5</w:t>
            </w:r>
          </w:p>
        </w:tc>
        <w:tc>
          <w:tcPr>
            <w:tcW w:w="3969" w:type="dxa"/>
            <w:gridSpan w:val="2"/>
            <w:tcBorders>
              <w:top w:val="single" w:sz="4" w:space="0" w:color="auto"/>
              <w:left w:val="single" w:sz="4" w:space="0" w:color="auto"/>
              <w:bottom w:val="single" w:sz="4" w:space="0" w:color="auto"/>
              <w:right w:val="single" w:sz="4" w:space="0" w:color="auto"/>
            </w:tcBorders>
            <w:hideMark/>
          </w:tcPr>
          <w:p w14:paraId="0587DF26" w14:textId="77777777" w:rsidR="00977C68" w:rsidRPr="008C6DE4" w:rsidRDefault="00977C68" w:rsidP="00F15152">
            <w:pPr>
              <w:pStyle w:val="TAC"/>
              <w:rPr>
                <w:lang w:eastAsia="ko-KR"/>
              </w:rPr>
            </w:pPr>
            <w:r w:rsidRPr="008C6DE4">
              <w:rPr>
                <w:lang w:eastAsia="zh-CN"/>
              </w:rPr>
              <w:t>1</w:t>
            </w:r>
          </w:p>
        </w:tc>
        <w:tc>
          <w:tcPr>
            <w:tcW w:w="2268" w:type="dxa"/>
            <w:tcBorders>
              <w:top w:val="single" w:sz="4" w:space="0" w:color="auto"/>
              <w:left w:val="single" w:sz="4" w:space="0" w:color="auto"/>
              <w:bottom w:val="single" w:sz="4" w:space="0" w:color="auto"/>
              <w:right w:val="single" w:sz="4" w:space="0" w:color="auto"/>
            </w:tcBorders>
            <w:hideMark/>
          </w:tcPr>
          <w:p w14:paraId="48886FEC" w14:textId="77777777" w:rsidR="00977C68" w:rsidRPr="008C6DE4" w:rsidRDefault="00977C68" w:rsidP="00F15152">
            <w:pPr>
              <w:pStyle w:val="TAC"/>
              <w:rPr>
                <w:lang w:eastAsia="ko-KR"/>
              </w:rPr>
            </w:pPr>
            <w:r w:rsidRPr="008C6DE4">
              <w:rPr>
                <w:lang w:eastAsia="ko-KR"/>
              </w:rPr>
              <w:t>1</w:t>
            </w:r>
          </w:p>
        </w:tc>
      </w:tr>
      <w:tr w:rsidR="00DD3199" w:rsidRPr="008C6DE4" w14:paraId="67D4435B" w14:textId="77777777" w:rsidTr="00F15152">
        <w:trPr>
          <w:jc w:val="center"/>
        </w:trPr>
        <w:tc>
          <w:tcPr>
            <w:tcW w:w="591" w:type="dxa"/>
            <w:vMerge w:val="restart"/>
            <w:tcBorders>
              <w:top w:val="single" w:sz="4" w:space="0" w:color="auto"/>
              <w:left w:val="single" w:sz="4" w:space="0" w:color="auto"/>
              <w:bottom w:val="single" w:sz="4" w:space="0" w:color="auto"/>
              <w:right w:val="single" w:sz="4" w:space="0" w:color="auto"/>
            </w:tcBorders>
            <w:hideMark/>
          </w:tcPr>
          <w:p w14:paraId="23B1C641" w14:textId="77777777" w:rsidR="00977C68" w:rsidRPr="008C6DE4" w:rsidRDefault="00977C68" w:rsidP="00F15152">
            <w:pPr>
              <w:pStyle w:val="TAC"/>
              <w:rPr>
                <w:lang w:eastAsia="ko-KR"/>
              </w:rPr>
            </w:pPr>
            <w:r w:rsidRPr="008C6DE4">
              <w:rPr>
                <w:lang w:eastAsia="ko-KR"/>
              </w:rPr>
              <w:t>2</w:t>
            </w:r>
          </w:p>
        </w:tc>
        <w:tc>
          <w:tcPr>
            <w:tcW w:w="1389" w:type="dxa"/>
            <w:vMerge w:val="restart"/>
            <w:tcBorders>
              <w:top w:val="single" w:sz="4" w:space="0" w:color="auto"/>
              <w:left w:val="single" w:sz="4" w:space="0" w:color="auto"/>
              <w:bottom w:val="single" w:sz="4" w:space="0" w:color="auto"/>
              <w:right w:val="single" w:sz="4" w:space="0" w:color="auto"/>
            </w:tcBorders>
            <w:hideMark/>
          </w:tcPr>
          <w:p w14:paraId="760F79B0" w14:textId="77777777" w:rsidR="00977C68" w:rsidRPr="008C6DE4" w:rsidRDefault="00977C68" w:rsidP="00F15152">
            <w:pPr>
              <w:pStyle w:val="TAC"/>
              <w:rPr>
                <w:lang w:eastAsia="ko-KR"/>
              </w:rPr>
            </w:pPr>
            <w:r w:rsidRPr="008C6DE4">
              <w:rPr>
                <w:lang w:eastAsia="ko-KR"/>
              </w:rPr>
              <w:t>0.25</w:t>
            </w:r>
          </w:p>
        </w:tc>
        <w:tc>
          <w:tcPr>
            <w:tcW w:w="2693" w:type="dxa"/>
            <w:tcBorders>
              <w:top w:val="single" w:sz="4" w:space="0" w:color="auto"/>
              <w:left w:val="single" w:sz="4" w:space="0" w:color="auto"/>
              <w:bottom w:val="single" w:sz="4" w:space="0" w:color="auto"/>
              <w:right w:val="single" w:sz="4" w:space="0" w:color="auto"/>
            </w:tcBorders>
            <w:hideMark/>
          </w:tcPr>
          <w:p w14:paraId="4ABC391E" w14:textId="77777777" w:rsidR="00977C68" w:rsidRPr="008C6DE4" w:rsidRDefault="00977C68" w:rsidP="00F15152">
            <w:pPr>
              <w:pStyle w:val="TAC"/>
              <w:rPr>
                <w:lang w:eastAsia="zh-CN"/>
              </w:rPr>
            </w:pPr>
            <w:r w:rsidRPr="008C6DE4">
              <w:rPr>
                <w:lang w:eastAsia="zh-CN"/>
              </w:rPr>
              <w:t>Both aggressor cell and victim cell are on FR2</w:t>
            </w:r>
          </w:p>
        </w:tc>
        <w:tc>
          <w:tcPr>
            <w:tcW w:w="1276" w:type="dxa"/>
            <w:tcBorders>
              <w:top w:val="single" w:sz="4" w:space="0" w:color="auto"/>
              <w:left w:val="single" w:sz="4" w:space="0" w:color="auto"/>
              <w:bottom w:val="single" w:sz="4" w:space="0" w:color="auto"/>
              <w:right w:val="single" w:sz="4" w:space="0" w:color="auto"/>
            </w:tcBorders>
            <w:hideMark/>
          </w:tcPr>
          <w:p w14:paraId="31E80832" w14:textId="77777777" w:rsidR="00977C68" w:rsidRPr="008C6DE4" w:rsidRDefault="00977C68" w:rsidP="00F15152">
            <w:pPr>
              <w:pStyle w:val="TAC"/>
              <w:rPr>
                <w:lang w:eastAsia="zh-CN"/>
              </w:rPr>
            </w:pPr>
            <w:r w:rsidRPr="008C6DE4">
              <w:rPr>
                <w:lang w:eastAsia="zh-CN"/>
              </w:rPr>
              <w:t>2</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2D8F26E7" w14:textId="77777777" w:rsidR="00977C68" w:rsidRPr="008C6DE4" w:rsidRDefault="00977C68" w:rsidP="00F15152">
            <w:pPr>
              <w:pStyle w:val="TAC"/>
              <w:rPr>
                <w:lang w:eastAsia="zh-CN"/>
              </w:rPr>
            </w:pPr>
            <w:r w:rsidRPr="008C6DE4">
              <w:rPr>
                <w:lang w:eastAsia="zh-CN"/>
              </w:rPr>
              <w:t>2</w:t>
            </w:r>
          </w:p>
        </w:tc>
      </w:tr>
      <w:tr w:rsidR="00DD3199" w:rsidRPr="008C6DE4" w14:paraId="3B6D7340"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8F949" w14:textId="77777777" w:rsidR="00977C68" w:rsidRPr="008C6DE4" w:rsidRDefault="00977C68" w:rsidP="00F15152">
            <w:pPr>
              <w:spacing w:after="0"/>
              <w:rPr>
                <w:rFonts w:ascii="Arial" w:hAnsi="Arial"/>
                <w:sz w:val="18"/>
                <w:lang w:eastAsia="ko-KR"/>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1FF04FB2" w14:textId="77777777" w:rsidR="00977C68" w:rsidRPr="008C6DE4" w:rsidRDefault="00977C68" w:rsidP="00F15152">
            <w:pPr>
              <w:spacing w:after="0"/>
              <w:rPr>
                <w:rFonts w:ascii="Arial" w:hAnsi="Arial"/>
                <w:sz w:val="18"/>
                <w:lang w:eastAsia="ko-KR"/>
              </w:rPr>
            </w:pPr>
          </w:p>
        </w:tc>
        <w:tc>
          <w:tcPr>
            <w:tcW w:w="2693" w:type="dxa"/>
            <w:tcBorders>
              <w:top w:val="single" w:sz="4" w:space="0" w:color="auto"/>
              <w:left w:val="single" w:sz="4" w:space="0" w:color="auto"/>
              <w:bottom w:val="single" w:sz="4" w:space="0" w:color="auto"/>
              <w:right w:val="single" w:sz="4" w:space="0" w:color="auto"/>
            </w:tcBorders>
            <w:hideMark/>
          </w:tcPr>
          <w:p w14:paraId="612E21E6" w14:textId="77777777" w:rsidR="00977C68" w:rsidRPr="008C6DE4" w:rsidRDefault="00977C68" w:rsidP="00F15152">
            <w:pPr>
              <w:pStyle w:val="TAC"/>
              <w:rPr>
                <w:lang w:eastAsia="zh-CN"/>
              </w:rPr>
            </w:pPr>
            <w:r w:rsidRPr="008C6DE4">
              <w:rPr>
                <w:lang w:eastAsia="zh-CN"/>
              </w:rPr>
              <w:t>Either aggressor cell or victim cell is on FR1</w:t>
            </w:r>
          </w:p>
        </w:tc>
        <w:tc>
          <w:tcPr>
            <w:tcW w:w="1276" w:type="dxa"/>
            <w:tcBorders>
              <w:top w:val="single" w:sz="4" w:space="0" w:color="auto"/>
              <w:left w:val="single" w:sz="4" w:space="0" w:color="auto"/>
              <w:bottom w:val="single" w:sz="4" w:space="0" w:color="auto"/>
              <w:right w:val="single" w:sz="4" w:space="0" w:color="auto"/>
            </w:tcBorders>
            <w:hideMark/>
          </w:tcPr>
          <w:p w14:paraId="41D76446" w14:textId="77777777" w:rsidR="00977C68" w:rsidRPr="008C6DE4" w:rsidRDefault="00977C68" w:rsidP="00F15152">
            <w:pPr>
              <w:pStyle w:val="TAC"/>
              <w:rPr>
                <w:lang w:eastAsia="zh-CN"/>
              </w:rPr>
            </w:pPr>
            <w:r w:rsidRPr="008C6DE4">
              <w:rPr>
                <w:lang w:eastAsia="zh-CN"/>
              </w:rPr>
              <w:t>3</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F2EA499" w14:textId="77777777" w:rsidR="00977C68" w:rsidRPr="008C6DE4" w:rsidRDefault="00977C68" w:rsidP="00F15152">
            <w:pPr>
              <w:spacing w:after="0"/>
              <w:rPr>
                <w:rFonts w:ascii="Arial" w:hAnsi="Arial"/>
                <w:sz w:val="18"/>
                <w:lang w:eastAsia="zh-CN"/>
              </w:rPr>
            </w:pPr>
          </w:p>
        </w:tc>
      </w:tr>
      <w:tr w:rsidR="00DD3199" w:rsidRPr="008C6DE4" w14:paraId="0F11A9D2" w14:textId="77777777" w:rsidTr="00F15152">
        <w:trPr>
          <w:jc w:val="center"/>
        </w:trPr>
        <w:tc>
          <w:tcPr>
            <w:tcW w:w="591" w:type="dxa"/>
            <w:vMerge w:val="restart"/>
            <w:tcBorders>
              <w:top w:val="single" w:sz="4" w:space="0" w:color="auto"/>
              <w:left w:val="single" w:sz="4" w:space="0" w:color="auto"/>
              <w:bottom w:val="single" w:sz="4" w:space="0" w:color="auto"/>
              <w:right w:val="single" w:sz="4" w:space="0" w:color="auto"/>
            </w:tcBorders>
            <w:hideMark/>
          </w:tcPr>
          <w:p w14:paraId="70EB26DA" w14:textId="77777777" w:rsidR="00977C68" w:rsidRPr="008C6DE4" w:rsidRDefault="00977C68" w:rsidP="00F15152">
            <w:pPr>
              <w:pStyle w:val="TAC"/>
              <w:rPr>
                <w:lang w:eastAsia="ko-KR"/>
              </w:rPr>
            </w:pPr>
            <w:r w:rsidRPr="008C6DE4">
              <w:rPr>
                <w:lang w:eastAsia="ko-KR"/>
              </w:rPr>
              <w:t>3</w:t>
            </w:r>
          </w:p>
        </w:tc>
        <w:tc>
          <w:tcPr>
            <w:tcW w:w="1389" w:type="dxa"/>
            <w:vMerge w:val="restart"/>
            <w:tcBorders>
              <w:top w:val="single" w:sz="4" w:space="0" w:color="auto"/>
              <w:left w:val="single" w:sz="4" w:space="0" w:color="auto"/>
              <w:bottom w:val="single" w:sz="4" w:space="0" w:color="auto"/>
              <w:right w:val="single" w:sz="4" w:space="0" w:color="auto"/>
            </w:tcBorders>
            <w:hideMark/>
          </w:tcPr>
          <w:p w14:paraId="083E79C7" w14:textId="77777777" w:rsidR="00977C68" w:rsidRPr="008C6DE4" w:rsidRDefault="00977C68" w:rsidP="00F15152">
            <w:pPr>
              <w:pStyle w:val="TAC"/>
              <w:rPr>
                <w:lang w:eastAsia="ko-KR"/>
              </w:rPr>
            </w:pPr>
            <w:r w:rsidRPr="008C6DE4">
              <w:rPr>
                <w:lang w:eastAsia="ko-KR"/>
              </w:rPr>
              <w:t>0.125</w:t>
            </w:r>
          </w:p>
        </w:tc>
        <w:tc>
          <w:tcPr>
            <w:tcW w:w="2693" w:type="dxa"/>
            <w:tcBorders>
              <w:top w:val="single" w:sz="4" w:space="0" w:color="auto"/>
              <w:left w:val="single" w:sz="4" w:space="0" w:color="auto"/>
              <w:bottom w:val="single" w:sz="4" w:space="0" w:color="auto"/>
              <w:right w:val="single" w:sz="4" w:space="0" w:color="auto"/>
            </w:tcBorders>
            <w:hideMark/>
          </w:tcPr>
          <w:p w14:paraId="5FD26F14" w14:textId="77777777" w:rsidR="00977C68" w:rsidRPr="008C6DE4" w:rsidRDefault="00977C68" w:rsidP="00F15152">
            <w:pPr>
              <w:pStyle w:val="TAC"/>
              <w:rPr>
                <w:lang w:eastAsia="zh-CN"/>
              </w:rPr>
            </w:pPr>
            <w:r w:rsidRPr="008C6DE4">
              <w:rPr>
                <w:lang w:eastAsia="zh-CN"/>
              </w:rPr>
              <w:t>Aggressor cell is on FR2</w:t>
            </w:r>
          </w:p>
        </w:tc>
        <w:tc>
          <w:tcPr>
            <w:tcW w:w="1276" w:type="dxa"/>
            <w:tcBorders>
              <w:top w:val="single" w:sz="4" w:space="0" w:color="auto"/>
              <w:left w:val="single" w:sz="4" w:space="0" w:color="auto"/>
              <w:bottom w:val="single" w:sz="4" w:space="0" w:color="auto"/>
              <w:right w:val="single" w:sz="4" w:space="0" w:color="auto"/>
            </w:tcBorders>
            <w:hideMark/>
          </w:tcPr>
          <w:p w14:paraId="26FC3D6A" w14:textId="77777777" w:rsidR="00977C68" w:rsidRPr="008C6DE4" w:rsidRDefault="00977C68" w:rsidP="00F15152">
            <w:pPr>
              <w:pStyle w:val="TAC"/>
              <w:rPr>
                <w:lang w:eastAsia="zh-CN"/>
              </w:rPr>
            </w:pPr>
            <w:r w:rsidRPr="008C6DE4">
              <w:rPr>
                <w:lang w:eastAsia="zh-CN"/>
              </w:rPr>
              <w:t>4</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35CCDB9B" w14:textId="77777777" w:rsidR="00977C68" w:rsidRPr="008C6DE4" w:rsidRDefault="00977C68" w:rsidP="00F15152">
            <w:pPr>
              <w:pStyle w:val="TAC"/>
              <w:rPr>
                <w:lang w:eastAsia="zh-CN"/>
              </w:rPr>
            </w:pPr>
            <w:r w:rsidRPr="008C6DE4">
              <w:rPr>
                <w:lang w:eastAsia="zh-CN"/>
              </w:rPr>
              <w:t>4</w:t>
            </w:r>
          </w:p>
        </w:tc>
      </w:tr>
      <w:tr w:rsidR="00977C68" w:rsidRPr="008C6DE4" w14:paraId="3C560E98"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AC8EF8" w14:textId="77777777" w:rsidR="00977C68" w:rsidRPr="008C6DE4" w:rsidRDefault="00977C68" w:rsidP="00F15152">
            <w:pPr>
              <w:spacing w:after="0"/>
              <w:rPr>
                <w:rFonts w:ascii="Arial" w:hAnsi="Arial"/>
                <w:sz w:val="18"/>
                <w:lang w:eastAsia="ko-KR"/>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7DF583FA" w14:textId="77777777" w:rsidR="00977C68" w:rsidRPr="008C6DE4" w:rsidRDefault="00977C68" w:rsidP="00F15152">
            <w:pPr>
              <w:spacing w:after="0"/>
              <w:rPr>
                <w:rFonts w:ascii="Arial" w:hAnsi="Arial"/>
                <w:sz w:val="18"/>
                <w:lang w:eastAsia="ko-KR"/>
              </w:rPr>
            </w:pPr>
          </w:p>
        </w:tc>
        <w:tc>
          <w:tcPr>
            <w:tcW w:w="2693" w:type="dxa"/>
            <w:tcBorders>
              <w:top w:val="single" w:sz="4" w:space="0" w:color="auto"/>
              <w:left w:val="single" w:sz="4" w:space="0" w:color="auto"/>
              <w:bottom w:val="single" w:sz="4" w:space="0" w:color="auto"/>
              <w:right w:val="single" w:sz="4" w:space="0" w:color="auto"/>
            </w:tcBorders>
            <w:hideMark/>
          </w:tcPr>
          <w:p w14:paraId="4ED4FD63" w14:textId="77777777" w:rsidR="00977C68" w:rsidRPr="008C6DE4" w:rsidRDefault="00977C68" w:rsidP="00F15152">
            <w:pPr>
              <w:pStyle w:val="TAC"/>
              <w:rPr>
                <w:lang w:eastAsia="zh-CN"/>
              </w:rPr>
            </w:pPr>
            <w:r w:rsidRPr="008C6DE4">
              <w:rPr>
                <w:lang w:eastAsia="zh-CN"/>
              </w:rPr>
              <w:t>Aggressor cell is on FR1</w:t>
            </w:r>
          </w:p>
        </w:tc>
        <w:tc>
          <w:tcPr>
            <w:tcW w:w="1276" w:type="dxa"/>
            <w:tcBorders>
              <w:top w:val="single" w:sz="4" w:space="0" w:color="auto"/>
              <w:left w:val="single" w:sz="4" w:space="0" w:color="auto"/>
              <w:bottom w:val="single" w:sz="4" w:space="0" w:color="auto"/>
              <w:right w:val="single" w:sz="4" w:space="0" w:color="auto"/>
            </w:tcBorders>
            <w:hideMark/>
          </w:tcPr>
          <w:p w14:paraId="5C09AAA3" w14:textId="77777777" w:rsidR="00977C68" w:rsidRPr="008C6DE4" w:rsidRDefault="00977C68" w:rsidP="00F15152">
            <w:pPr>
              <w:pStyle w:val="TAC"/>
              <w:rPr>
                <w:lang w:eastAsia="zh-CN"/>
              </w:rPr>
            </w:pPr>
            <w:r w:rsidRPr="008C6DE4">
              <w:rPr>
                <w:lang w:eastAsia="zh-CN"/>
              </w:rPr>
              <w:t>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9E409BA" w14:textId="77777777" w:rsidR="00977C68" w:rsidRPr="008C6DE4" w:rsidRDefault="00977C68" w:rsidP="00F15152">
            <w:pPr>
              <w:spacing w:after="0"/>
              <w:rPr>
                <w:rFonts w:ascii="Arial" w:hAnsi="Arial"/>
                <w:sz w:val="18"/>
                <w:lang w:eastAsia="zh-CN"/>
              </w:rPr>
            </w:pPr>
          </w:p>
        </w:tc>
      </w:tr>
    </w:tbl>
    <w:p w14:paraId="4C7AB7F5" w14:textId="77777777" w:rsidR="00977C68" w:rsidRPr="008C6DE4" w:rsidRDefault="00977C68" w:rsidP="00977C68"/>
    <w:p w14:paraId="1AF00A92" w14:textId="7D8CDA7A" w:rsidR="00977C68" w:rsidRPr="008C6DE4" w:rsidRDefault="0048284E" w:rsidP="0048284E">
      <w:pPr>
        <w:pStyle w:val="Heading5"/>
      </w:pPr>
      <w:r w:rsidRPr="008C6DE4">
        <w:t>8.2.1.2.5</w:t>
      </w:r>
      <w:r w:rsidR="00977C68" w:rsidRPr="008C6DE4">
        <w:tab/>
        <w:t>Interruptions during measurements on SCC</w:t>
      </w:r>
    </w:p>
    <w:p w14:paraId="05D25158" w14:textId="77777777" w:rsidR="00977C68" w:rsidRPr="008C6DE4" w:rsidRDefault="00977C68" w:rsidP="00977C68">
      <w:pPr>
        <w:pStyle w:val="H6"/>
        <w:rPr>
          <w:lang w:eastAsia="zh-CN"/>
        </w:rPr>
      </w:pPr>
      <w:r w:rsidRPr="008C6DE4">
        <w:rPr>
          <w:lang w:eastAsia="zh-CN"/>
        </w:rPr>
        <w:t>8.2.1.2.5.1</w:t>
      </w:r>
      <w:r w:rsidRPr="008C6DE4">
        <w:rPr>
          <w:lang w:eastAsia="zh-CN"/>
        </w:rPr>
        <w:tab/>
        <w:t>Interruptions during measurements on deactivated NR SCC</w:t>
      </w:r>
    </w:p>
    <w:p w14:paraId="70874953" w14:textId="77777777" w:rsidR="00977C68" w:rsidRPr="008C6DE4" w:rsidRDefault="00977C68" w:rsidP="00977C68">
      <w:r w:rsidRPr="008C6DE4">
        <w:rPr>
          <w:lang w:eastAsia="zh-CN"/>
        </w:rPr>
        <w:t xml:space="preserve">Interruption on PSCell and other activated NR SCell(s) during measurement on the deactivated NR SCC shall meet requirements in clause </w:t>
      </w:r>
      <w:r w:rsidRPr="008C6DE4">
        <w:t>8.2.2.2.3, where the term PCell in clause 8.2.2.2.3 shall be deemed to be replaced with PSCell.</w:t>
      </w:r>
    </w:p>
    <w:p w14:paraId="1114E360" w14:textId="77777777" w:rsidR="00977C68" w:rsidRPr="008C6DE4" w:rsidRDefault="00977C68" w:rsidP="00977C68">
      <w:pPr>
        <w:pStyle w:val="H6"/>
        <w:rPr>
          <w:lang w:eastAsia="zh-CN"/>
        </w:rPr>
      </w:pPr>
      <w:r w:rsidRPr="008C6DE4">
        <w:rPr>
          <w:lang w:eastAsia="zh-CN"/>
        </w:rPr>
        <w:t>8.2.1.2.5.2</w:t>
      </w:r>
      <w:r w:rsidRPr="008C6DE4">
        <w:rPr>
          <w:lang w:eastAsia="zh-CN"/>
        </w:rPr>
        <w:tab/>
        <w:t>Interruptions during measurements on deactivated E-UTRAN SCC</w:t>
      </w:r>
    </w:p>
    <w:p w14:paraId="696394D7" w14:textId="77777777" w:rsidR="00977C68" w:rsidRPr="008C6DE4" w:rsidRDefault="00977C68" w:rsidP="00977C68">
      <w:pPr>
        <w:rPr>
          <w:lang w:eastAsia="zh-CN"/>
        </w:rPr>
      </w:pPr>
      <w:r w:rsidRPr="008C6DE4">
        <w:rPr>
          <w:lang w:eastAsia="zh-CN"/>
        </w:rPr>
        <w:t>When one E-UTRA SCell in MCG is deactivated, the UE is allowed due to measurements on the E-UTRA SCC with the deactivated E-UTRA SCell:</w:t>
      </w:r>
    </w:p>
    <w:p w14:paraId="2C51FA70" w14:textId="77777777" w:rsidR="00977C68" w:rsidRPr="008C6DE4" w:rsidRDefault="00977C68" w:rsidP="002320DB">
      <w:pPr>
        <w:pStyle w:val="B10"/>
      </w:pPr>
      <w:r w:rsidRPr="008C6DE4">
        <w:t>-</w:t>
      </w:r>
      <w:r w:rsidRPr="008C6DE4">
        <w:tab/>
        <w:t xml:space="preserve">an interruption on PSCell or any activated SCell with up to 0.5% probability of missed ACK/NACK when any of the configured </w:t>
      </w:r>
      <w:r w:rsidRPr="008C6DE4">
        <w:rPr>
          <w:i/>
        </w:rPr>
        <w:t xml:space="preserve">measCycleSCell </w:t>
      </w:r>
      <w:r w:rsidRPr="008C6DE4">
        <w:t>[15] for the deactivated E-UTRA SCells</w:t>
      </w:r>
      <w:r w:rsidRPr="008C6DE4">
        <w:rPr>
          <w:i/>
        </w:rPr>
        <w:t xml:space="preserve"> </w:t>
      </w:r>
      <w:r w:rsidRPr="008C6DE4">
        <w:t>is 640 ms or longer.</w:t>
      </w:r>
    </w:p>
    <w:p w14:paraId="6001579A" w14:textId="77777777" w:rsidR="00977C68" w:rsidRPr="008C6DE4" w:rsidRDefault="00977C68" w:rsidP="002320DB">
      <w:pPr>
        <w:pStyle w:val="B10"/>
      </w:pPr>
      <w:r w:rsidRPr="008C6DE4">
        <w:t>-</w:t>
      </w:r>
      <w:r w:rsidRPr="008C6DE4">
        <w:tab/>
        <w:t xml:space="preserve">an interruption on PSCell or any activated SCell with up to 0.5% probability of missed ACK/NACK regardless of the configured </w:t>
      </w:r>
      <w:r w:rsidRPr="008C6DE4">
        <w:rPr>
          <w:i/>
        </w:rPr>
        <w:t xml:space="preserve">measCycleSCell </w:t>
      </w:r>
      <w:r w:rsidRPr="008C6DE4">
        <w:t>[15]</w:t>
      </w:r>
      <w:r w:rsidRPr="008C6DE4">
        <w:rPr>
          <w:i/>
        </w:rPr>
        <w:t xml:space="preserve"> </w:t>
      </w:r>
      <w:r w:rsidRPr="008C6DE4">
        <w:t>for the</w:t>
      </w:r>
      <w:r w:rsidRPr="008C6DE4">
        <w:rPr>
          <w:lang w:eastAsia="zh-CN"/>
        </w:rPr>
        <w:t xml:space="preserve"> </w:t>
      </w:r>
      <w:r w:rsidRPr="008C6DE4">
        <w:t xml:space="preserve">deactivated E-UTRA SCells if indicated by the network using IE </w:t>
      </w:r>
      <w:r w:rsidRPr="008C6DE4">
        <w:rPr>
          <w:i/>
        </w:rPr>
        <w:t xml:space="preserve">allowInterruptions </w:t>
      </w:r>
      <w:r w:rsidRPr="008C6DE4">
        <w:t>[15].</w:t>
      </w:r>
    </w:p>
    <w:p w14:paraId="2E8AA2A3" w14:textId="77777777" w:rsidR="00977C68" w:rsidRPr="008C6DE4" w:rsidRDefault="00977C68" w:rsidP="002320DB">
      <w:pPr>
        <w:pStyle w:val="B10"/>
        <w:rPr>
          <w:lang w:eastAsia="zh-CN"/>
        </w:rPr>
      </w:pPr>
      <w:r w:rsidRPr="008C6DE4">
        <w:rPr>
          <w:lang w:eastAsia="zh-CN"/>
        </w:rPr>
        <w:t>Each interruption shall not exceed</w:t>
      </w:r>
    </w:p>
    <w:p w14:paraId="178E0C14" w14:textId="77777777" w:rsidR="00977C68" w:rsidRPr="008C6DE4" w:rsidRDefault="00977C68" w:rsidP="002320DB">
      <w:pPr>
        <w:pStyle w:val="B2"/>
      </w:pPr>
      <w:r w:rsidRPr="008C6DE4">
        <w:t>-</w:t>
      </w:r>
      <w:r w:rsidRPr="008C6DE4">
        <w:tab/>
      </w:r>
      <w:r w:rsidRPr="008C6DE4">
        <w:rPr>
          <w:lang w:eastAsia="zh-CN"/>
        </w:rPr>
        <w:t>X3 slot</w:t>
      </w:r>
      <w:r w:rsidRPr="008C6DE4">
        <w:t>, if the PSCell or activated SCell is not in the same band as the E-UTRA deactivated SCC being measured, or</w:t>
      </w:r>
    </w:p>
    <w:p w14:paraId="3F720BF8" w14:textId="77777777" w:rsidR="00977C68" w:rsidRPr="008C6DE4" w:rsidRDefault="00977C68" w:rsidP="002320DB">
      <w:pPr>
        <w:pStyle w:val="B2"/>
        <w:rPr>
          <w:lang w:eastAsia="zh-CN"/>
        </w:rPr>
      </w:pPr>
      <w:r w:rsidRPr="008C6DE4">
        <w:t>-</w:t>
      </w:r>
      <w:r w:rsidRPr="008C6DE4">
        <w:tab/>
      </w:r>
      <w:r w:rsidRPr="008C6DE4">
        <w:rPr>
          <w:lang w:eastAsia="zh-CN"/>
        </w:rPr>
        <w:t>Y3 slot + SMTC duration</w:t>
      </w:r>
      <w:r w:rsidRPr="008C6DE4">
        <w:t xml:space="preserve">, if the PSCell or activated SCell is in the same band as the E-UTRA deactivated SCC being measured, provided </w:t>
      </w:r>
      <w:r w:rsidRPr="008C6DE4">
        <w:rPr>
          <w:lang w:eastAsia="zh-CN"/>
        </w:rPr>
        <w:t>the cell specific reference signals from the PSCell or activated SCell and the E-UTRA deactivated SCC being measured are available in the same slot</w:t>
      </w:r>
      <w:r w:rsidRPr="008C6DE4">
        <w:t>.</w:t>
      </w:r>
    </w:p>
    <w:p w14:paraId="1542057C" w14:textId="77777777" w:rsidR="00977C68" w:rsidRPr="008C6DE4" w:rsidRDefault="00977C68" w:rsidP="00977C68">
      <w:pPr>
        <w:pStyle w:val="TH"/>
      </w:pPr>
      <w:r w:rsidRPr="008C6DE4">
        <w:t>Table 8.2.1.2.5.2-1: Interruption length X3 and Y3 at measurements on deactivated E-UTRA SCC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102"/>
        <w:gridCol w:w="1069"/>
        <w:gridCol w:w="1099"/>
        <w:gridCol w:w="1851"/>
        <w:gridCol w:w="1851"/>
      </w:tblGrid>
      <w:tr w:rsidR="00872F0B" w:rsidRPr="008C6DE4" w14:paraId="50A71316" w14:textId="77777777" w:rsidTr="00F15152">
        <w:trPr>
          <w:trHeight w:val="205"/>
          <w:jc w:val="center"/>
        </w:trPr>
        <w:tc>
          <w:tcPr>
            <w:tcW w:w="733" w:type="dxa"/>
            <w:vMerge w:val="restart"/>
            <w:tcBorders>
              <w:top w:val="single" w:sz="4" w:space="0" w:color="auto"/>
              <w:left w:val="single" w:sz="4" w:space="0" w:color="auto"/>
              <w:bottom w:val="single" w:sz="4" w:space="0" w:color="auto"/>
              <w:right w:val="single" w:sz="4" w:space="0" w:color="auto"/>
            </w:tcBorders>
            <w:vAlign w:val="center"/>
            <w:hideMark/>
          </w:tcPr>
          <w:p w14:paraId="20D9181A" w14:textId="77777777" w:rsidR="00872F0B" w:rsidRPr="008C6DE4" w:rsidRDefault="00872F0B" w:rsidP="00872F0B">
            <w:pPr>
              <w:pStyle w:val="TAH"/>
              <w:rPr>
                <w:lang w:eastAsia="ko-KR"/>
              </w:rPr>
            </w:pPr>
            <w:r w:rsidRPr="008C6DE4">
              <w:rPr>
                <w:noProof/>
                <w:lang w:val="en-US" w:eastAsia="zh-CN"/>
              </w:rPr>
              <w:drawing>
                <wp:inline distT="0" distB="0" distL="0" distR="0" wp14:anchorId="60A41BCD" wp14:editId="12CB6F67">
                  <wp:extent cx="154305" cy="154305"/>
                  <wp:effectExtent l="0" t="0" r="0" b="0"/>
                  <wp:docPr id="14"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102" w:type="dxa"/>
            <w:vMerge w:val="restart"/>
            <w:tcBorders>
              <w:top w:val="single" w:sz="4" w:space="0" w:color="auto"/>
              <w:left w:val="single" w:sz="4" w:space="0" w:color="auto"/>
              <w:bottom w:val="single" w:sz="4" w:space="0" w:color="auto"/>
              <w:right w:val="single" w:sz="4" w:space="0" w:color="auto"/>
            </w:tcBorders>
            <w:hideMark/>
          </w:tcPr>
          <w:p w14:paraId="437E5DCF" w14:textId="77777777" w:rsidR="00872F0B" w:rsidRPr="008C6DE4" w:rsidRDefault="00872F0B" w:rsidP="00872F0B">
            <w:pPr>
              <w:pStyle w:val="TAH"/>
              <w:rPr>
                <w:lang w:eastAsia="ko-KR"/>
              </w:rPr>
            </w:pPr>
            <w:r w:rsidRPr="008C6DE4">
              <w:rPr>
                <w:lang w:eastAsia="ko-KR"/>
              </w:rPr>
              <w:t>NR Slot length (ms)</w:t>
            </w:r>
          </w:p>
        </w:tc>
        <w:tc>
          <w:tcPr>
            <w:tcW w:w="2168" w:type="dxa"/>
            <w:gridSpan w:val="2"/>
            <w:tcBorders>
              <w:top w:val="single" w:sz="4" w:space="0" w:color="auto"/>
              <w:left w:val="single" w:sz="4" w:space="0" w:color="auto"/>
              <w:bottom w:val="single" w:sz="4" w:space="0" w:color="auto"/>
              <w:right w:val="single" w:sz="4" w:space="0" w:color="auto"/>
            </w:tcBorders>
            <w:hideMark/>
          </w:tcPr>
          <w:p w14:paraId="61E1A929" w14:textId="1334136B" w:rsidR="00872F0B" w:rsidRPr="008C6DE4" w:rsidRDefault="00872F0B" w:rsidP="00872F0B">
            <w:pPr>
              <w:pStyle w:val="TAH"/>
              <w:rPr>
                <w:lang w:eastAsia="ko-KR"/>
              </w:rPr>
            </w:pPr>
            <w:r w:rsidRPr="008C6DE4">
              <w:rPr>
                <w:lang w:val="fr-FR" w:eastAsia="ko-KR"/>
              </w:rPr>
              <w:t>Interruption length X3 (slots)</w:t>
            </w:r>
          </w:p>
        </w:tc>
        <w:tc>
          <w:tcPr>
            <w:tcW w:w="3702" w:type="dxa"/>
            <w:gridSpan w:val="2"/>
            <w:tcBorders>
              <w:top w:val="single" w:sz="4" w:space="0" w:color="auto"/>
              <w:left w:val="single" w:sz="4" w:space="0" w:color="auto"/>
              <w:bottom w:val="single" w:sz="4" w:space="0" w:color="auto"/>
              <w:right w:val="single" w:sz="4" w:space="0" w:color="auto"/>
            </w:tcBorders>
            <w:hideMark/>
          </w:tcPr>
          <w:p w14:paraId="2923775E" w14:textId="16D9AAE9" w:rsidR="00872F0B" w:rsidRPr="008C6DE4" w:rsidRDefault="00872F0B" w:rsidP="00872F0B">
            <w:pPr>
              <w:pStyle w:val="TAH"/>
              <w:rPr>
                <w:lang w:eastAsia="ko-KR"/>
              </w:rPr>
            </w:pPr>
            <w:r w:rsidRPr="008C6DE4">
              <w:rPr>
                <w:lang w:val="fr-FR" w:eastAsia="ko-KR"/>
              </w:rPr>
              <w:t>Interruption length Y3 (slots)</w:t>
            </w:r>
          </w:p>
        </w:tc>
      </w:tr>
      <w:tr w:rsidR="00DD3199" w:rsidRPr="008C6DE4" w14:paraId="08E24CB2" w14:textId="77777777" w:rsidTr="00F15152">
        <w:trPr>
          <w:trHeight w:val="2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9406D7" w14:textId="77777777" w:rsidR="00977C68" w:rsidRPr="008C6DE4" w:rsidRDefault="00977C68" w:rsidP="00F15152">
            <w:pPr>
              <w:spacing w:after="0"/>
              <w:rPr>
                <w:rFonts w:ascii="Arial" w:hAnsi="Arial"/>
                <w:b/>
                <w:sz w:val="18"/>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D72366" w14:textId="77777777" w:rsidR="00977C68" w:rsidRPr="008C6DE4" w:rsidRDefault="00977C68" w:rsidP="00F15152">
            <w:pPr>
              <w:spacing w:after="0"/>
              <w:rPr>
                <w:rFonts w:ascii="Arial" w:hAnsi="Arial"/>
                <w:b/>
                <w:sz w:val="18"/>
                <w:lang w:eastAsia="ko-KR"/>
              </w:rPr>
            </w:pPr>
          </w:p>
        </w:tc>
        <w:tc>
          <w:tcPr>
            <w:tcW w:w="1069" w:type="dxa"/>
            <w:tcBorders>
              <w:top w:val="single" w:sz="4" w:space="0" w:color="auto"/>
              <w:left w:val="single" w:sz="4" w:space="0" w:color="auto"/>
              <w:bottom w:val="single" w:sz="4" w:space="0" w:color="auto"/>
              <w:right w:val="single" w:sz="4" w:space="0" w:color="auto"/>
            </w:tcBorders>
            <w:hideMark/>
          </w:tcPr>
          <w:p w14:paraId="3175C9DC" w14:textId="77777777" w:rsidR="00977C68" w:rsidRPr="008C6DE4" w:rsidRDefault="00977C68" w:rsidP="00F15152">
            <w:pPr>
              <w:pStyle w:val="TAH"/>
              <w:rPr>
                <w:lang w:eastAsia="ko-KR"/>
              </w:rPr>
            </w:pPr>
            <w:r w:rsidRPr="008C6DE4">
              <w:rPr>
                <w:lang w:eastAsia="ko-KR"/>
              </w:rPr>
              <w:t>Sync</w:t>
            </w:r>
          </w:p>
        </w:tc>
        <w:tc>
          <w:tcPr>
            <w:tcW w:w="1099" w:type="dxa"/>
            <w:tcBorders>
              <w:top w:val="single" w:sz="4" w:space="0" w:color="auto"/>
              <w:left w:val="single" w:sz="4" w:space="0" w:color="auto"/>
              <w:bottom w:val="single" w:sz="4" w:space="0" w:color="auto"/>
              <w:right w:val="single" w:sz="4" w:space="0" w:color="auto"/>
            </w:tcBorders>
            <w:hideMark/>
          </w:tcPr>
          <w:p w14:paraId="0ECDD38B" w14:textId="77777777" w:rsidR="00977C68" w:rsidRPr="008C6DE4" w:rsidRDefault="00977C68" w:rsidP="00F15152">
            <w:pPr>
              <w:pStyle w:val="TAH"/>
              <w:rPr>
                <w:lang w:eastAsia="ko-KR"/>
              </w:rPr>
            </w:pPr>
            <w:r w:rsidRPr="008C6DE4">
              <w:rPr>
                <w:lang w:eastAsia="ko-KR"/>
              </w:rPr>
              <w:t>Async</w:t>
            </w:r>
          </w:p>
        </w:tc>
        <w:tc>
          <w:tcPr>
            <w:tcW w:w="1851" w:type="dxa"/>
            <w:tcBorders>
              <w:top w:val="single" w:sz="4" w:space="0" w:color="auto"/>
              <w:left w:val="single" w:sz="4" w:space="0" w:color="auto"/>
              <w:bottom w:val="single" w:sz="4" w:space="0" w:color="auto"/>
              <w:right w:val="single" w:sz="4" w:space="0" w:color="auto"/>
            </w:tcBorders>
            <w:hideMark/>
          </w:tcPr>
          <w:p w14:paraId="09392E14" w14:textId="77777777" w:rsidR="00977C68" w:rsidRPr="008C6DE4" w:rsidRDefault="00977C68" w:rsidP="00F15152">
            <w:pPr>
              <w:pStyle w:val="TAH"/>
              <w:rPr>
                <w:lang w:eastAsia="ko-KR"/>
              </w:rPr>
            </w:pPr>
            <w:r w:rsidRPr="008C6DE4">
              <w:rPr>
                <w:lang w:eastAsia="ko-KR"/>
              </w:rPr>
              <w:t>Sync</w:t>
            </w:r>
          </w:p>
        </w:tc>
        <w:tc>
          <w:tcPr>
            <w:tcW w:w="1851" w:type="dxa"/>
            <w:tcBorders>
              <w:top w:val="single" w:sz="4" w:space="0" w:color="auto"/>
              <w:left w:val="single" w:sz="4" w:space="0" w:color="auto"/>
              <w:bottom w:val="single" w:sz="4" w:space="0" w:color="auto"/>
              <w:right w:val="single" w:sz="4" w:space="0" w:color="auto"/>
            </w:tcBorders>
            <w:hideMark/>
          </w:tcPr>
          <w:p w14:paraId="71A959AE" w14:textId="77777777" w:rsidR="00977C68" w:rsidRPr="008C6DE4" w:rsidRDefault="00977C68" w:rsidP="00F15152">
            <w:pPr>
              <w:pStyle w:val="TAH"/>
              <w:rPr>
                <w:lang w:eastAsia="zh-CN"/>
              </w:rPr>
            </w:pPr>
            <w:r w:rsidRPr="008C6DE4">
              <w:rPr>
                <w:lang w:eastAsia="zh-CN"/>
              </w:rPr>
              <w:t>Async</w:t>
            </w:r>
          </w:p>
        </w:tc>
      </w:tr>
      <w:tr w:rsidR="00DD3199" w:rsidRPr="008C6DE4" w14:paraId="202846B6"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6CA4EC1A" w14:textId="77777777" w:rsidR="00977C68" w:rsidRPr="008C6DE4" w:rsidRDefault="00977C68" w:rsidP="00F15152">
            <w:pPr>
              <w:pStyle w:val="TAC"/>
              <w:rPr>
                <w:lang w:eastAsia="ko-KR"/>
              </w:rPr>
            </w:pPr>
            <w:r w:rsidRPr="008C6DE4">
              <w:rPr>
                <w:lang w:eastAsia="ko-KR"/>
              </w:rPr>
              <w:t>0</w:t>
            </w:r>
          </w:p>
        </w:tc>
        <w:tc>
          <w:tcPr>
            <w:tcW w:w="1102" w:type="dxa"/>
            <w:tcBorders>
              <w:top w:val="single" w:sz="4" w:space="0" w:color="auto"/>
              <w:left w:val="single" w:sz="4" w:space="0" w:color="auto"/>
              <w:bottom w:val="single" w:sz="4" w:space="0" w:color="auto"/>
              <w:right w:val="single" w:sz="4" w:space="0" w:color="auto"/>
            </w:tcBorders>
            <w:hideMark/>
          </w:tcPr>
          <w:p w14:paraId="0E029E6E" w14:textId="77777777" w:rsidR="00977C68" w:rsidRPr="008C6DE4" w:rsidRDefault="00977C68" w:rsidP="00F15152">
            <w:pPr>
              <w:pStyle w:val="TAC"/>
              <w:rPr>
                <w:lang w:eastAsia="ko-KR"/>
              </w:rPr>
            </w:pPr>
            <w:r w:rsidRPr="008C6DE4">
              <w:rPr>
                <w:lang w:eastAsia="ko-KR"/>
              </w:rPr>
              <w:t>1</w:t>
            </w:r>
          </w:p>
        </w:tc>
        <w:tc>
          <w:tcPr>
            <w:tcW w:w="1069" w:type="dxa"/>
            <w:tcBorders>
              <w:top w:val="single" w:sz="4" w:space="0" w:color="auto"/>
              <w:left w:val="single" w:sz="4" w:space="0" w:color="auto"/>
              <w:bottom w:val="single" w:sz="4" w:space="0" w:color="auto"/>
              <w:right w:val="single" w:sz="4" w:space="0" w:color="auto"/>
            </w:tcBorders>
            <w:hideMark/>
          </w:tcPr>
          <w:p w14:paraId="1584948A" w14:textId="77777777" w:rsidR="00977C68" w:rsidRPr="008C6DE4" w:rsidRDefault="00977C68" w:rsidP="00F15152">
            <w:pPr>
              <w:pStyle w:val="TAC"/>
              <w:rPr>
                <w:lang w:eastAsia="ko-KR"/>
              </w:rPr>
            </w:pPr>
            <w:r w:rsidRPr="008C6DE4">
              <w:rPr>
                <w:lang w:eastAsia="ko-KR"/>
              </w:rPr>
              <w:t>1</w:t>
            </w:r>
          </w:p>
        </w:tc>
        <w:tc>
          <w:tcPr>
            <w:tcW w:w="1099" w:type="dxa"/>
            <w:tcBorders>
              <w:top w:val="single" w:sz="4" w:space="0" w:color="auto"/>
              <w:left w:val="single" w:sz="4" w:space="0" w:color="auto"/>
              <w:bottom w:val="single" w:sz="4" w:space="0" w:color="auto"/>
              <w:right w:val="single" w:sz="4" w:space="0" w:color="auto"/>
            </w:tcBorders>
            <w:hideMark/>
          </w:tcPr>
          <w:p w14:paraId="1A433CEA" w14:textId="77777777" w:rsidR="00977C68" w:rsidRPr="008C6DE4" w:rsidRDefault="00977C68" w:rsidP="00F15152">
            <w:pPr>
              <w:pStyle w:val="TAC"/>
              <w:rPr>
                <w:lang w:eastAsia="ko-KR"/>
              </w:rPr>
            </w:pPr>
            <w:r w:rsidRPr="008C6DE4">
              <w:rPr>
                <w:lang w:eastAsia="ko-KR"/>
              </w:rPr>
              <w:t>2</w:t>
            </w:r>
          </w:p>
        </w:tc>
        <w:tc>
          <w:tcPr>
            <w:tcW w:w="1851" w:type="dxa"/>
            <w:tcBorders>
              <w:top w:val="single" w:sz="4" w:space="0" w:color="auto"/>
              <w:left w:val="single" w:sz="4" w:space="0" w:color="auto"/>
              <w:bottom w:val="single" w:sz="4" w:space="0" w:color="auto"/>
              <w:right w:val="single" w:sz="4" w:space="0" w:color="auto"/>
            </w:tcBorders>
            <w:hideMark/>
          </w:tcPr>
          <w:p w14:paraId="20849B20" w14:textId="77777777" w:rsidR="00977C68" w:rsidRPr="008C6DE4" w:rsidRDefault="00977C68" w:rsidP="00F15152">
            <w:pPr>
              <w:pStyle w:val="TAC"/>
              <w:rPr>
                <w:lang w:eastAsia="ko-KR"/>
              </w:rPr>
            </w:pPr>
            <w:r w:rsidRPr="008C6DE4">
              <w:rPr>
                <w:lang w:eastAsia="ko-KR"/>
              </w:rPr>
              <w:t>1</w:t>
            </w:r>
          </w:p>
        </w:tc>
        <w:tc>
          <w:tcPr>
            <w:tcW w:w="1851" w:type="dxa"/>
            <w:tcBorders>
              <w:top w:val="single" w:sz="4" w:space="0" w:color="auto"/>
              <w:left w:val="single" w:sz="4" w:space="0" w:color="auto"/>
              <w:bottom w:val="single" w:sz="4" w:space="0" w:color="auto"/>
              <w:right w:val="single" w:sz="4" w:space="0" w:color="auto"/>
            </w:tcBorders>
            <w:hideMark/>
          </w:tcPr>
          <w:p w14:paraId="1A3FE45B" w14:textId="77777777" w:rsidR="00977C68" w:rsidRPr="008C6DE4" w:rsidRDefault="00977C68" w:rsidP="00F15152">
            <w:pPr>
              <w:pStyle w:val="TAC"/>
              <w:rPr>
                <w:lang w:eastAsia="zh-CN"/>
              </w:rPr>
            </w:pPr>
            <w:r w:rsidRPr="008C6DE4">
              <w:rPr>
                <w:lang w:eastAsia="zh-CN"/>
              </w:rPr>
              <w:t>2</w:t>
            </w:r>
          </w:p>
        </w:tc>
      </w:tr>
      <w:tr w:rsidR="00DD3199" w:rsidRPr="008C6DE4" w14:paraId="56E1ECBB"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442D6AD1" w14:textId="77777777" w:rsidR="00977C68" w:rsidRPr="008C6DE4" w:rsidRDefault="00977C68" w:rsidP="00F15152">
            <w:pPr>
              <w:pStyle w:val="TAC"/>
              <w:rPr>
                <w:lang w:eastAsia="ko-KR"/>
              </w:rPr>
            </w:pPr>
            <w:r w:rsidRPr="008C6DE4">
              <w:rPr>
                <w:lang w:eastAsia="ko-KR"/>
              </w:rPr>
              <w:t>1</w:t>
            </w:r>
          </w:p>
        </w:tc>
        <w:tc>
          <w:tcPr>
            <w:tcW w:w="1102" w:type="dxa"/>
            <w:tcBorders>
              <w:top w:val="single" w:sz="4" w:space="0" w:color="auto"/>
              <w:left w:val="single" w:sz="4" w:space="0" w:color="auto"/>
              <w:bottom w:val="single" w:sz="4" w:space="0" w:color="auto"/>
              <w:right w:val="single" w:sz="4" w:space="0" w:color="auto"/>
            </w:tcBorders>
            <w:hideMark/>
          </w:tcPr>
          <w:p w14:paraId="1D679E55" w14:textId="77777777" w:rsidR="00977C68" w:rsidRPr="008C6DE4" w:rsidRDefault="00977C68" w:rsidP="00F15152">
            <w:pPr>
              <w:pStyle w:val="TAC"/>
              <w:rPr>
                <w:lang w:eastAsia="ko-KR"/>
              </w:rPr>
            </w:pPr>
            <w:r w:rsidRPr="008C6DE4">
              <w:rPr>
                <w:lang w:eastAsia="ko-KR"/>
              </w:rPr>
              <w:t>0.5</w:t>
            </w:r>
          </w:p>
        </w:tc>
        <w:tc>
          <w:tcPr>
            <w:tcW w:w="1069" w:type="dxa"/>
            <w:tcBorders>
              <w:top w:val="single" w:sz="4" w:space="0" w:color="auto"/>
              <w:left w:val="single" w:sz="4" w:space="0" w:color="auto"/>
              <w:bottom w:val="single" w:sz="4" w:space="0" w:color="auto"/>
              <w:right w:val="single" w:sz="4" w:space="0" w:color="auto"/>
            </w:tcBorders>
            <w:hideMark/>
          </w:tcPr>
          <w:p w14:paraId="2B31E485" w14:textId="77777777" w:rsidR="00977C68" w:rsidRPr="008C6DE4" w:rsidRDefault="00977C68" w:rsidP="00F15152">
            <w:pPr>
              <w:pStyle w:val="TAC"/>
              <w:rPr>
                <w:lang w:eastAsia="ko-KR"/>
              </w:rPr>
            </w:pPr>
            <w:r w:rsidRPr="008C6DE4">
              <w:rPr>
                <w:lang w:eastAsia="ko-KR"/>
              </w:rPr>
              <w:t>1</w:t>
            </w:r>
          </w:p>
        </w:tc>
        <w:tc>
          <w:tcPr>
            <w:tcW w:w="1099" w:type="dxa"/>
            <w:tcBorders>
              <w:top w:val="single" w:sz="4" w:space="0" w:color="auto"/>
              <w:left w:val="single" w:sz="4" w:space="0" w:color="auto"/>
              <w:bottom w:val="single" w:sz="4" w:space="0" w:color="auto"/>
              <w:right w:val="single" w:sz="4" w:space="0" w:color="auto"/>
            </w:tcBorders>
            <w:hideMark/>
          </w:tcPr>
          <w:p w14:paraId="34187A4A" w14:textId="77777777" w:rsidR="00977C68" w:rsidRPr="008C6DE4" w:rsidRDefault="00977C68" w:rsidP="00F15152">
            <w:pPr>
              <w:pStyle w:val="TAC"/>
              <w:rPr>
                <w:lang w:eastAsia="ko-KR"/>
              </w:rPr>
            </w:pPr>
            <w:r w:rsidRPr="008C6DE4">
              <w:rPr>
                <w:lang w:eastAsia="ko-KR"/>
              </w:rPr>
              <w:t>2</w:t>
            </w:r>
          </w:p>
        </w:tc>
        <w:tc>
          <w:tcPr>
            <w:tcW w:w="1851" w:type="dxa"/>
            <w:tcBorders>
              <w:top w:val="single" w:sz="4" w:space="0" w:color="auto"/>
              <w:left w:val="single" w:sz="4" w:space="0" w:color="auto"/>
              <w:bottom w:val="single" w:sz="4" w:space="0" w:color="auto"/>
              <w:right w:val="single" w:sz="4" w:space="0" w:color="auto"/>
            </w:tcBorders>
            <w:hideMark/>
          </w:tcPr>
          <w:p w14:paraId="2A1836A9" w14:textId="77777777" w:rsidR="00977C68" w:rsidRPr="008C6DE4" w:rsidRDefault="00977C68" w:rsidP="00F15152">
            <w:pPr>
              <w:pStyle w:val="TAC"/>
              <w:rPr>
                <w:lang w:eastAsia="ko-KR"/>
              </w:rPr>
            </w:pPr>
            <w:r w:rsidRPr="008C6DE4">
              <w:rPr>
                <w:lang w:eastAsia="ko-KR"/>
              </w:rPr>
              <w:t>1</w:t>
            </w:r>
          </w:p>
        </w:tc>
        <w:tc>
          <w:tcPr>
            <w:tcW w:w="1851" w:type="dxa"/>
            <w:tcBorders>
              <w:top w:val="single" w:sz="4" w:space="0" w:color="auto"/>
              <w:left w:val="single" w:sz="4" w:space="0" w:color="auto"/>
              <w:bottom w:val="single" w:sz="4" w:space="0" w:color="auto"/>
              <w:right w:val="single" w:sz="4" w:space="0" w:color="auto"/>
            </w:tcBorders>
            <w:hideMark/>
          </w:tcPr>
          <w:p w14:paraId="7DF5B9B2" w14:textId="77777777" w:rsidR="00977C68" w:rsidRPr="008C6DE4" w:rsidRDefault="00977C68" w:rsidP="00F15152">
            <w:pPr>
              <w:pStyle w:val="TAC"/>
              <w:rPr>
                <w:lang w:eastAsia="zh-CN"/>
              </w:rPr>
            </w:pPr>
            <w:r w:rsidRPr="008C6DE4">
              <w:rPr>
                <w:lang w:eastAsia="zh-CN"/>
              </w:rPr>
              <w:t>2</w:t>
            </w:r>
          </w:p>
        </w:tc>
      </w:tr>
      <w:tr w:rsidR="00DD3199" w:rsidRPr="008C6DE4" w14:paraId="267D4D53"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3443A092" w14:textId="77777777" w:rsidR="00977C68" w:rsidRPr="008C6DE4" w:rsidRDefault="00977C68" w:rsidP="00F15152">
            <w:pPr>
              <w:pStyle w:val="TAC"/>
              <w:rPr>
                <w:lang w:eastAsia="ko-KR"/>
              </w:rPr>
            </w:pPr>
            <w:r w:rsidRPr="008C6DE4">
              <w:rPr>
                <w:lang w:eastAsia="ko-KR"/>
              </w:rPr>
              <w:t>2</w:t>
            </w:r>
          </w:p>
        </w:tc>
        <w:tc>
          <w:tcPr>
            <w:tcW w:w="1102" w:type="dxa"/>
            <w:tcBorders>
              <w:top w:val="single" w:sz="4" w:space="0" w:color="auto"/>
              <w:left w:val="single" w:sz="4" w:space="0" w:color="auto"/>
              <w:bottom w:val="single" w:sz="4" w:space="0" w:color="auto"/>
              <w:right w:val="single" w:sz="4" w:space="0" w:color="auto"/>
            </w:tcBorders>
            <w:hideMark/>
          </w:tcPr>
          <w:p w14:paraId="2173C454" w14:textId="77777777" w:rsidR="00977C68" w:rsidRPr="008C6DE4" w:rsidRDefault="00977C68" w:rsidP="00F15152">
            <w:pPr>
              <w:pStyle w:val="TAC"/>
              <w:rPr>
                <w:lang w:eastAsia="ko-KR"/>
              </w:rPr>
            </w:pPr>
            <w:r w:rsidRPr="008C6DE4">
              <w:rPr>
                <w:lang w:eastAsia="ko-KR"/>
              </w:rPr>
              <w:t>0.25</w:t>
            </w:r>
          </w:p>
        </w:tc>
        <w:tc>
          <w:tcPr>
            <w:tcW w:w="2168" w:type="dxa"/>
            <w:gridSpan w:val="2"/>
            <w:tcBorders>
              <w:top w:val="single" w:sz="4" w:space="0" w:color="auto"/>
              <w:left w:val="single" w:sz="4" w:space="0" w:color="auto"/>
              <w:bottom w:val="single" w:sz="4" w:space="0" w:color="auto"/>
              <w:right w:val="single" w:sz="4" w:space="0" w:color="auto"/>
            </w:tcBorders>
            <w:hideMark/>
          </w:tcPr>
          <w:p w14:paraId="713F8256" w14:textId="77777777" w:rsidR="00977C68" w:rsidRPr="008C6DE4" w:rsidRDefault="00977C68" w:rsidP="00F15152">
            <w:pPr>
              <w:pStyle w:val="TAC"/>
              <w:rPr>
                <w:lang w:eastAsia="ko-KR"/>
              </w:rPr>
            </w:pPr>
            <w:r w:rsidRPr="008C6DE4">
              <w:rPr>
                <w:lang w:eastAsia="ko-KR"/>
              </w:rPr>
              <w:t>3</w:t>
            </w:r>
          </w:p>
        </w:tc>
        <w:tc>
          <w:tcPr>
            <w:tcW w:w="1851" w:type="dxa"/>
            <w:tcBorders>
              <w:top w:val="single" w:sz="4" w:space="0" w:color="auto"/>
              <w:left w:val="single" w:sz="4" w:space="0" w:color="auto"/>
              <w:bottom w:val="single" w:sz="4" w:space="0" w:color="auto"/>
              <w:right w:val="single" w:sz="4" w:space="0" w:color="auto"/>
            </w:tcBorders>
            <w:hideMark/>
          </w:tcPr>
          <w:p w14:paraId="2C780372" w14:textId="77777777" w:rsidR="00977C68" w:rsidRPr="008C6DE4" w:rsidRDefault="00977C68" w:rsidP="00F15152">
            <w:pPr>
              <w:pStyle w:val="TAC"/>
              <w:rPr>
                <w:lang w:eastAsia="ko-KR"/>
              </w:rPr>
            </w:pPr>
            <w:r w:rsidRPr="008C6DE4">
              <w:rPr>
                <w:lang w:eastAsia="ko-KR"/>
              </w:rPr>
              <w:t>2</w:t>
            </w:r>
          </w:p>
        </w:tc>
        <w:tc>
          <w:tcPr>
            <w:tcW w:w="1851" w:type="dxa"/>
            <w:tcBorders>
              <w:top w:val="single" w:sz="4" w:space="0" w:color="auto"/>
              <w:left w:val="single" w:sz="4" w:space="0" w:color="auto"/>
              <w:bottom w:val="single" w:sz="4" w:space="0" w:color="auto"/>
              <w:right w:val="single" w:sz="4" w:space="0" w:color="auto"/>
            </w:tcBorders>
            <w:hideMark/>
          </w:tcPr>
          <w:p w14:paraId="1328FCF7" w14:textId="77777777" w:rsidR="00977C68" w:rsidRPr="008C6DE4" w:rsidRDefault="00977C68" w:rsidP="00F15152">
            <w:pPr>
              <w:pStyle w:val="TAC"/>
              <w:rPr>
                <w:lang w:eastAsia="zh-CN"/>
              </w:rPr>
            </w:pPr>
            <w:r w:rsidRPr="008C6DE4">
              <w:rPr>
                <w:lang w:eastAsia="zh-CN"/>
              </w:rPr>
              <w:t>3</w:t>
            </w:r>
          </w:p>
        </w:tc>
      </w:tr>
      <w:tr w:rsidR="00977C68" w:rsidRPr="008C6DE4" w14:paraId="4323FD46"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300C2878" w14:textId="77777777" w:rsidR="00977C68" w:rsidRPr="008C6DE4" w:rsidRDefault="00977C68" w:rsidP="00F15152">
            <w:pPr>
              <w:pStyle w:val="TAC"/>
              <w:rPr>
                <w:lang w:eastAsia="ko-KR"/>
              </w:rPr>
            </w:pPr>
            <w:r w:rsidRPr="008C6DE4">
              <w:rPr>
                <w:lang w:eastAsia="ko-KR"/>
              </w:rPr>
              <w:t>3</w:t>
            </w:r>
          </w:p>
        </w:tc>
        <w:tc>
          <w:tcPr>
            <w:tcW w:w="1102" w:type="dxa"/>
            <w:tcBorders>
              <w:top w:val="single" w:sz="4" w:space="0" w:color="auto"/>
              <w:left w:val="single" w:sz="4" w:space="0" w:color="auto"/>
              <w:bottom w:val="single" w:sz="4" w:space="0" w:color="auto"/>
              <w:right w:val="single" w:sz="4" w:space="0" w:color="auto"/>
            </w:tcBorders>
            <w:hideMark/>
          </w:tcPr>
          <w:p w14:paraId="5D7949BA" w14:textId="77777777" w:rsidR="00977C68" w:rsidRPr="008C6DE4" w:rsidRDefault="00977C68" w:rsidP="00F15152">
            <w:pPr>
              <w:pStyle w:val="TAC"/>
              <w:rPr>
                <w:lang w:eastAsia="ko-KR"/>
              </w:rPr>
            </w:pPr>
            <w:r w:rsidRPr="008C6DE4">
              <w:rPr>
                <w:lang w:eastAsia="ko-KR"/>
              </w:rPr>
              <w:t>0.125</w:t>
            </w:r>
          </w:p>
        </w:tc>
        <w:tc>
          <w:tcPr>
            <w:tcW w:w="2168" w:type="dxa"/>
            <w:gridSpan w:val="2"/>
            <w:tcBorders>
              <w:top w:val="single" w:sz="4" w:space="0" w:color="auto"/>
              <w:left w:val="single" w:sz="4" w:space="0" w:color="auto"/>
              <w:bottom w:val="single" w:sz="4" w:space="0" w:color="auto"/>
              <w:right w:val="single" w:sz="4" w:space="0" w:color="auto"/>
            </w:tcBorders>
            <w:hideMark/>
          </w:tcPr>
          <w:p w14:paraId="110E3F03" w14:textId="77777777" w:rsidR="00977C68" w:rsidRPr="008C6DE4" w:rsidRDefault="00977C68" w:rsidP="00F15152">
            <w:pPr>
              <w:pStyle w:val="TAC"/>
              <w:rPr>
                <w:lang w:eastAsia="ko-KR"/>
              </w:rPr>
            </w:pPr>
            <w:r w:rsidRPr="008C6DE4">
              <w:rPr>
                <w:lang w:eastAsia="ko-KR"/>
              </w:rPr>
              <w:t>5</w:t>
            </w:r>
          </w:p>
        </w:tc>
        <w:tc>
          <w:tcPr>
            <w:tcW w:w="1851" w:type="dxa"/>
            <w:tcBorders>
              <w:top w:val="single" w:sz="4" w:space="0" w:color="auto"/>
              <w:left w:val="single" w:sz="4" w:space="0" w:color="auto"/>
              <w:bottom w:val="single" w:sz="4" w:space="0" w:color="auto"/>
              <w:right w:val="single" w:sz="4" w:space="0" w:color="auto"/>
            </w:tcBorders>
            <w:hideMark/>
          </w:tcPr>
          <w:p w14:paraId="6A9412C8" w14:textId="64FB6ECB" w:rsidR="00977C68" w:rsidRPr="008C6DE4" w:rsidRDefault="00977C68" w:rsidP="00F15152">
            <w:pPr>
              <w:pStyle w:val="TAC"/>
              <w:rPr>
                <w:lang w:eastAsia="ko-KR"/>
              </w:rPr>
            </w:pPr>
            <w:r w:rsidRPr="008C6DE4">
              <w:rPr>
                <w:lang w:eastAsia="ko-KR"/>
              </w:rPr>
              <w:t>N/A</w:t>
            </w:r>
          </w:p>
        </w:tc>
        <w:tc>
          <w:tcPr>
            <w:tcW w:w="1851" w:type="dxa"/>
            <w:tcBorders>
              <w:top w:val="single" w:sz="4" w:space="0" w:color="auto"/>
              <w:left w:val="single" w:sz="4" w:space="0" w:color="auto"/>
              <w:bottom w:val="single" w:sz="4" w:space="0" w:color="auto"/>
              <w:right w:val="single" w:sz="4" w:space="0" w:color="auto"/>
            </w:tcBorders>
            <w:hideMark/>
          </w:tcPr>
          <w:p w14:paraId="4DA16171" w14:textId="1CD658CF" w:rsidR="00977C68" w:rsidRPr="008C6DE4" w:rsidRDefault="00977C68" w:rsidP="00F15152">
            <w:pPr>
              <w:pStyle w:val="TAC"/>
              <w:rPr>
                <w:lang w:eastAsia="zh-CN"/>
              </w:rPr>
            </w:pPr>
            <w:r w:rsidRPr="008C6DE4">
              <w:rPr>
                <w:lang w:eastAsia="ko-KR"/>
              </w:rPr>
              <w:t>N/A</w:t>
            </w:r>
          </w:p>
        </w:tc>
      </w:tr>
    </w:tbl>
    <w:p w14:paraId="56B83C5F" w14:textId="77777777" w:rsidR="00977C68" w:rsidRPr="008C6DE4" w:rsidRDefault="00977C68" w:rsidP="00977C68"/>
    <w:p w14:paraId="74F0EF76" w14:textId="77777777" w:rsidR="00977C68" w:rsidRPr="008C6DE4" w:rsidRDefault="00977C68" w:rsidP="00977C68">
      <w:pPr>
        <w:pStyle w:val="Heading5"/>
      </w:pPr>
      <w:bookmarkStart w:id="122" w:name="_Toc5952630"/>
      <w:r w:rsidRPr="008C6DE4">
        <w:t>8.2.1.2.6</w:t>
      </w:r>
      <w:r w:rsidRPr="008C6DE4">
        <w:tab/>
        <w:t>Interruptions at UL carrier RRC reconfiguration</w:t>
      </w:r>
      <w:bookmarkEnd w:id="122"/>
    </w:p>
    <w:p w14:paraId="5A1F71BC" w14:textId="77777777" w:rsidR="00977C68" w:rsidRPr="008C6DE4" w:rsidRDefault="00977C68" w:rsidP="00977C68">
      <w:pPr>
        <w:rPr>
          <w:lang w:val="en-US" w:eastAsia="zh-CN"/>
        </w:rPr>
      </w:pPr>
      <w:r w:rsidRPr="008C6DE4">
        <w:rPr>
          <w:rFonts w:eastAsia="MS Mincho"/>
          <w:lang w:eastAsia="zh-CN"/>
        </w:rPr>
        <w:t xml:space="preserve">The requirements in this clause shall apply </w:t>
      </w:r>
      <w:r w:rsidRPr="008C6DE4">
        <w:rPr>
          <w:rFonts w:eastAsia="MS Mincho"/>
        </w:rPr>
        <w:t xml:space="preserve">when a supplementary UL </w:t>
      </w:r>
      <w:r w:rsidRPr="008C6DE4">
        <w:rPr>
          <w:lang w:eastAsia="zh-CN"/>
        </w:rPr>
        <w:t xml:space="preserve">carrier or an UL carrier </w:t>
      </w:r>
      <w:r w:rsidRPr="008C6DE4">
        <w:rPr>
          <w:rFonts w:eastAsia="MS Mincho"/>
        </w:rPr>
        <w:t xml:space="preserve">is configured or de-configured in NR non-standalone operation as defined in </w:t>
      </w:r>
      <w:r w:rsidRPr="008C6DE4">
        <w:t>TS 38.331 </w:t>
      </w:r>
      <w:r w:rsidRPr="008C6DE4">
        <w:rPr>
          <w:rFonts w:eastAsia="MS Mincho"/>
        </w:rPr>
        <w:t>[2]</w:t>
      </w:r>
      <w:r w:rsidRPr="008C6DE4">
        <w:t>.</w:t>
      </w:r>
    </w:p>
    <w:p w14:paraId="035B1A7C" w14:textId="3BF34641" w:rsidR="00977C68" w:rsidRPr="008C6DE4" w:rsidRDefault="00977C68" w:rsidP="00977C68">
      <w:pPr>
        <w:rPr>
          <w:rFonts w:eastAsia="MS Mincho"/>
        </w:rPr>
      </w:pPr>
      <w:r w:rsidRPr="008C6DE4">
        <w:rPr>
          <w:rFonts w:eastAsia="MS Mincho"/>
          <w:lang w:eastAsia="zh-CN"/>
        </w:rPr>
        <w:t>When an UL carrier</w:t>
      </w:r>
      <w:r w:rsidRPr="008C6DE4">
        <w:rPr>
          <w:lang w:eastAsia="zh-CN"/>
        </w:rPr>
        <w:t xml:space="preserve"> or supplementary UL carrier</w:t>
      </w:r>
      <w:r w:rsidRPr="008C6DE4">
        <w:rPr>
          <w:rFonts w:eastAsia="MS Mincho"/>
          <w:lang w:eastAsia="zh-CN"/>
        </w:rPr>
        <w:t xml:space="preserve"> is configured or </w:t>
      </w:r>
      <w:r w:rsidR="00EC5965" w:rsidRPr="008C6DE4">
        <w:rPr>
          <w:rFonts w:eastAsia="MS Mincho"/>
          <w:lang w:eastAsia="zh-CN"/>
        </w:rPr>
        <w:t>de</w:t>
      </w:r>
      <w:r w:rsidR="00EC5965" w:rsidRPr="008C6DE4">
        <w:rPr>
          <w:rFonts w:asciiTheme="minorEastAsia" w:hAnsiTheme="minorEastAsia" w:hint="eastAsia"/>
          <w:lang w:eastAsia="zh-CN"/>
        </w:rPr>
        <w:t>-</w:t>
      </w:r>
      <w:r w:rsidR="00EC5965" w:rsidRPr="008C6DE4">
        <w:rPr>
          <w:rFonts w:eastAsia="MS Mincho"/>
          <w:lang w:eastAsia="zh-CN"/>
        </w:rPr>
        <w:t>configured</w:t>
      </w:r>
      <w:r w:rsidRPr="008C6DE4">
        <w:rPr>
          <w:lang w:eastAsia="zh-CN"/>
        </w:rPr>
        <w:t xml:space="preserve">, an interruption of up to X4 slot, is allowed during the RRC reconfiguration procedure [2] on E-UTRA PCell, all activated E-UTRA SCells, PSCell and all activated SCells within the same FR as the reconfigured uplink carrier. </w:t>
      </w:r>
      <w:r w:rsidRPr="008C6DE4">
        <w:rPr>
          <w:rFonts w:eastAsia="MS Mincho"/>
        </w:rPr>
        <w:t>The interruption is for both uplink and downlink of E-UTRA PCell, all activated E-UTRA SCells, PSCell and all activated SCells within the same FR as the configured or de-configured UL.</w:t>
      </w:r>
    </w:p>
    <w:p w14:paraId="5913AAB6" w14:textId="77777777" w:rsidR="00977C68" w:rsidRPr="008C6DE4" w:rsidRDefault="00977C68" w:rsidP="00977C68">
      <w:pPr>
        <w:pStyle w:val="TH"/>
        <w:rPr>
          <w:rFonts w:eastAsia="MS Mincho"/>
        </w:rPr>
      </w:pPr>
      <w:r w:rsidRPr="008C6DE4">
        <w:t>Table 8.2.1.2.6-1: Interruption length X4 at UL carrier RRC reconfiguration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276"/>
        <w:gridCol w:w="1276"/>
        <w:gridCol w:w="1276"/>
      </w:tblGrid>
      <w:tr w:rsidR="00DD3199" w:rsidRPr="008C6DE4" w14:paraId="76A9FD3C" w14:textId="77777777" w:rsidTr="00F15152">
        <w:trPr>
          <w:trHeight w:val="140"/>
          <w:jc w:val="center"/>
        </w:trPr>
        <w:tc>
          <w:tcPr>
            <w:tcW w:w="852" w:type="dxa"/>
            <w:vMerge w:val="restart"/>
            <w:tcBorders>
              <w:top w:val="single" w:sz="4" w:space="0" w:color="auto"/>
              <w:left w:val="single" w:sz="4" w:space="0" w:color="auto"/>
              <w:bottom w:val="single" w:sz="4" w:space="0" w:color="auto"/>
              <w:right w:val="single" w:sz="4" w:space="0" w:color="auto"/>
            </w:tcBorders>
            <w:vAlign w:val="center"/>
            <w:hideMark/>
          </w:tcPr>
          <w:p w14:paraId="6288F3A3" w14:textId="77777777" w:rsidR="00977C68" w:rsidRPr="008C6DE4" w:rsidRDefault="00977C68" w:rsidP="00F15152">
            <w:pPr>
              <w:pStyle w:val="TAH"/>
              <w:rPr>
                <w:lang w:eastAsia="ko-KR"/>
              </w:rPr>
            </w:pPr>
            <w:r w:rsidRPr="008C6DE4">
              <w:rPr>
                <w:noProof/>
                <w:lang w:val="en-US" w:eastAsia="zh-CN"/>
              </w:rPr>
              <w:drawing>
                <wp:inline distT="0" distB="0" distL="0" distR="0" wp14:anchorId="217D736C" wp14:editId="64C1C821">
                  <wp:extent cx="154305" cy="154305"/>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276" w:type="dxa"/>
            <w:vMerge w:val="restart"/>
            <w:tcBorders>
              <w:top w:val="single" w:sz="4" w:space="0" w:color="auto"/>
              <w:left w:val="single" w:sz="4" w:space="0" w:color="auto"/>
              <w:bottom w:val="single" w:sz="4" w:space="0" w:color="auto"/>
              <w:right w:val="single" w:sz="4" w:space="0" w:color="auto"/>
            </w:tcBorders>
            <w:hideMark/>
          </w:tcPr>
          <w:p w14:paraId="3AF7A728" w14:textId="77777777" w:rsidR="00977C68" w:rsidRPr="008C6DE4" w:rsidRDefault="00977C68" w:rsidP="00F15152">
            <w:pPr>
              <w:pStyle w:val="TAH"/>
              <w:rPr>
                <w:lang w:eastAsia="ko-KR"/>
              </w:rPr>
            </w:pPr>
            <w:r w:rsidRPr="008C6DE4">
              <w:rPr>
                <w:lang w:eastAsia="ko-KR"/>
              </w:rPr>
              <w:t>NR Slot length (ms)</w:t>
            </w:r>
          </w:p>
        </w:tc>
        <w:tc>
          <w:tcPr>
            <w:tcW w:w="2552" w:type="dxa"/>
            <w:gridSpan w:val="2"/>
            <w:tcBorders>
              <w:top w:val="single" w:sz="4" w:space="0" w:color="auto"/>
              <w:left w:val="single" w:sz="4" w:space="0" w:color="auto"/>
              <w:bottom w:val="single" w:sz="4" w:space="0" w:color="auto"/>
              <w:right w:val="single" w:sz="4" w:space="0" w:color="auto"/>
            </w:tcBorders>
            <w:hideMark/>
          </w:tcPr>
          <w:p w14:paraId="49D4756F" w14:textId="4B6797C9" w:rsidR="00977C68" w:rsidRPr="008C6DE4" w:rsidRDefault="00961177" w:rsidP="00F15152">
            <w:pPr>
              <w:pStyle w:val="TAH"/>
              <w:rPr>
                <w:lang w:eastAsia="ko-KR"/>
              </w:rPr>
            </w:pPr>
            <w:r w:rsidRPr="008C6DE4">
              <w:rPr>
                <w:lang w:eastAsia="ko-KR"/>
              </w:rPr>
              <w:t>Interruption length X4 (slots)</w:t>
            </w:r>
          </w:p>
        </w:tc>
      </w:tr>
      <w:tr w:rsidR="00DD3199" w:rsidRPr="008C6DE4" w14:paraId="052B29E4" w14:textId="77777777" w:rsidTr="00F15152">
        <w:trPr>
          <w:trHeight w:val="1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64E5CC" w14:textId="77777777" w:rsidR="00977C68" w:rsidRPr="008C6DE4" w:rsidRDefault="00977C68" w:rsidP="00F15152">
            <w:pPr>
              <w:spacing w:after="0"/>
              <w:rPr>
                <w:rFonts w:ascii="Arial" w:hAnsi="Arial"/>
                <w:b/>
                <w:sz w:val="18"/>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0BED1" w14:textId="77777777" w:rsidR="00977C68" w:rsidRPr="008C6DE4" w:rsidRDefault="00977C68" w:rsidP="00F15152">
            <w:pPr>
              <w:spacing w:after="0"/>
              <w:rPr>
                <w:rFonts w:ascii="Arial" w:hAnsi="Arial"/>
                <w:b/>
                <w:sz w:val="18"/>
                <w:lang w:eastAsia="ko-KR"/>
              </w:rPr>
            </w:pPr>
          </w:p>
        </w:tc>
        <w:tc>
          <w:tcPr>
            <w:tcW w:w="1276" w:type="dxa"/>
            <w:tcBorders>
              <w:top w:val="single" w:sz="4" w:space="0" w:color="auto"/>
              <w:left w:val="single" w:sz="4" w:space="0" w:color="auto"/>
              <w:bottom w:val="single" w:sz="4" w:space="0" w:color="auto"/>
              <w:right w:val="single" w:sz="4" w:space="0" w:color="auto"/>
            </w:tcBorders>
            <w:hideMark/>
          </w:tcPr>
          <w:p w14:paraId="1A352D92" w14:textId="77777777" w:rsidR="00977C68" w:rsidRPr="008C6DE4" w:rsidRDefault="00977C68" w:rsidP="00F15152">
            <w:pPr>
              <w:pStyle w:val="TAH"/>
              <w:rPr>
                <w:lang w:eastAsia="ko-KR"/>
              </w:rPr>
            </w:pPr>
            <w:r w:rsidRPr="008C6DE4">
              <w:rPr>
                <w:lang w:eastAsia="ko-KR"/>
              </w:rPr>
              <w:t>Sync</w:t>
            </w:r>
          </w:p>
        </w:tc>
        <w:tc>
          <w:tcPr>
            <w:tcW w:w="1276" w:type="dxa"/>
            <w:tcBorders>
              <w:top w:val="single" w:sz="4" w:space="0" w:color="auto"/>
              <w:left w:val="single" w:sz="4" w:space="0" w:color="auto"/>
              <w:bottom w:val="single" w:sz="4" w:space="0" w:color="auto"/>
              <w:right w:val="single" w:sz="4" w:space="0" w:color="auto"/>
            </w:tcBorders>
            <w:hideMark/>
          </w:tcPr>
          <w:p w14:paraId="0522051F" w14:textId="77777777" w:rsidR="00977C68" w:rsidRPr="008C6DE4" w:rsidRDefault="00977C68" w:rsidP="00F15152">
            <w:pPr>
              <w:pStyle w:val="TAH"/>
              <w:rPr>
                <w:lang w:eastAsia="ko-KR"/>
              </w:rPr>
            </w:pPr>
            <w:r w:rsidRPr="008C6DE4">
              <w:rPr>
                <w:lang w:eastAsia="ko-KR"/>
              </w:rPr>
              <w:t>Async</w:t>
            </w:r>
          </w:p>
        </w:tc>
      </w:tr>
      <w:tr w:rsidR="00DD3199" w:rsidRPr="008C6DE4" w14:paraId="4540AA9B"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63F2C912" w14:textId="77777777" w:rsidR="00977C68" w:rsidRPr="008C6DE4" w:rsidRDefault="00977C68" w:rsidP="00F15152">
            <w:pPr>
              <w:pStyle w:val="TAC"/>
              <w:rPr>
                <w:lang w:eastAsia="ko-KR"/>
              </w:rPr>
            </w:pPr>
            <w:r w:rsidRPr="008C6DE4">
              <w:rPr>
                <w:lang w:eastAsia="ko-KR"/>
              </w:rPr>
              <w:t>0</w:t>
            </w:r>
          </w:p>
        </w:tc>
        <w:tc>
          <w:tcPr>
            <w:tcW w:w="1276" w:type="dxa"/>
            <w:tcBorders>
              <w:top w:val="single" w:sz="4" w:space="0" w:color="auto"/>
              <w:left w:val="single" w:sz="4" w:space="0" w:color="auto"/>
              <w:bottom w:val="single" w:sz="4" w:space="0" w:color="auto"/>
              <w:right w:val="single" w:sz="4" w:space="0" w:color="auto"/>
            </w:tcBorders>
            <w:hideMark/>
          </w:tcPr>
          <w:p w14:paraId="7418AF0C" w14:textId="77777777" w:rsidR="00977C68" w:rsidRPr="008C6DE4" w:rsidRDefault="00977C68" w:rsidP="00F15152">
            <w:pPr>
              <w:pStyle w:val="TAC"/>
              <w:rPr>
                <w:lang w:eastAsia="ko-KR"/>
              </w:rPr>
            </w:pPr>
            <w:r w:rsidRPr="008C6DE4">
              <w:rPr>
                <w:lang w:eastAsia="ko-KR"/>
              </w:rPr>
              <w:t>1</w:t>
            </w:r>
          </w:p>
        </w:tc>
        <w:tc>
          <w:tcPr>
            <w:tcW w:w="1276" w:type="dxa"/>
            <w:tcBorders>
              <w:top w:val="single" w:sz="4" w:space="0" w:color="auto"/>
              <w:left w:val="single" w:sz="4" w:space="0" w:color="auto"/>
              <w:bottom w:val="single" w:sz="4" w:space="0" w:color="auto"/>
              <w:right w:val="single" w:sz="4" w:space="0" w:color="auto"/>
            </w:tcBorders>
            <w:hideMark/>
          </w:tcPr>
          <w:p w14:paraId="720054B2" w14:textId="77777777" w:rsidR="00977C68" w:rsidRPr="008C6DE4" w:rsidRDefault="00977C68" w:rsidP="00F15152">
            <w:pPr>
              <w:pStyle w:val="TAC"/>
              <w:rPr>
                <w:lang w:eastAsia="ko-KR"/>
              </w:rPr>
            </w:pPr>
            <w:r w:rsidRPr="008C6DE4">
              <w:rPr>
                <w:lang w:eastAsia="ko-KR"/>
              </w:rPr>
              <w:t>1</w:t>
            </w:r>
          </w:p>
        </w:tc>
        <w:tc>
          <w:tcPr>
            <w:tcW w:w="1276" w:type="dxa"/>
            <w:tcBorders>
              <w:top w:val="single" w:sz="4" w:space="0" w:color="auto"/>
              <w:left w:val="single" w:sz="4" w:space="0" w:color="auto"/>
              <w:bottom w:val="single" w:sz="4" w:space="0" w:color="auto"/>
              <w:right w:val="single" w:sz="4" w:space="0" w:color="auto"/>
            </w:tcBorders>
            <w:hideMark/>
          </w:tcPr>
          <w:p w14:paraId="11BE1BE4" w14:textId="77777777" w:rsidR="00977C68" w:rsidRPr="008C6DE4" w:rsidRDefault="00977C68" w:rsidP="00F15152">
            <w:pPr>
              <w:pStyle w:val="TAC"/>
              <w:rPr>
                <w:lang w:eastAsia="ko-KR"/>
              </w:rPr>
            </w:pPr>
            <w:r w:rsidRPr="008C6DE4">
              <w:rPr>
                <w:lang w:eastAsia="ko-KR"/>
              </w:rPr>
              <w:t>2</w:t>
            </w:r>
          </w:p>
        </w:tc>
      </w:tr>
      <w:tr w:rsidR="00DD3199" w:rsidRPr="008C6DE4" w14:paraId="64244595"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5CDDDFA9" w14:textId="77777777" w:rsidR="00977C68" w:rsidRPr="008C6DE4" w:rsidRDefault="00977C68" w:rsidP="00F15152">
            <w:pPr>
              <w:pStyle w:val="TAC"/>
              <w:rPr>
                <w:lang w:eastAsia="ko-KR"/>
              </w:rPr>
            </w:pPr>
            <w:r w:rsidRPr="008C6DE4">
              <w:rPr>
                <w:lang w:eastAsia="ko-KR"/>
              </w:rPr>
              <w:t>1</w:t>
            </w:r>
          </w:p>
        </w:tc>
        <w:tc>
          <w:tcPr>
            <w:tcW w:w="1276" w:type="dxa"/>
            <w:tcBorders>
              <w:top w:val="single" w:sz="4" w:space="0" w:color="auto"/>
              <w:left w:val="single" w:sz="4" w:space="0" w:color="auto"/>
              <w:bottom w:val="single" w:sz="4" w:space="0" w:color="auto"/>
              <w:right w:val="single" w:sz="4" w:space="0" w:color="auto"/>
            </w:tcBorders>
            <w:hideMark/>
          </w:tcPr>
          <w:p w14:paraId="46DA510D" w14:textId="77777777" w:rsidR="00977C68" w:rsidRPr="008C6DE4" w:rsidRDefault="00977C68" w:rsidP="00F15152">
            <w:pPr>
              <w:pStyle w:val="TAC"/>
              <w:rPr>
                <w:lang w:eastAsia="ko-KR"/>
              </w:rPr>
            </w:pPr>
            <w:r w:rsidRPr="008C6DE4">
              <w:rPr>
                <w:lang w:eastAsia="ko-KR"/>
              </w:rPr>
              <w:t>0.5</w:t>
            </w:r>
          </w:p>
        </w:tc>
        <w:tc>
          <w:tcPr>
            <w:tcW w:w="1276" w:type="dxa"/>
            <w:tcBorders>
              <w:top w:val="single" w:sz="4" w:space="0" w:color="auto"/>
              <w:left w:val="single" w:sz="4" w:space="0" w:color="auto"/>
              <w:bottom w:val="single" w:sz="4" w:space="0" w:color="auto"/>
              <w:right w:val="single" w:sz="4" w:space="0" w:color="auto"/>
            </w:tcBorders>
            <w:hideMark/>
          </w:tcPr>
          <w:p w14:paraId="406446D3" w14:textId="77777777" w:rsidR="00977C68" w:rsidRPr="008C6DE4" w:rsidRDefault="00977C68" w:rsidP="00F15152">
            <w:pPr>
              <w:pStyle w:val="TAC"/>
              <w:rPr>
                <w:lang w:eastAsia="ko-KR"/>
              </w:rPr>
            </w:pPr>
            <w:r w:rsidRPr="008C6DE4">
              <w:rPr>
                <w:lang w:eastAsia="ko-KR"/>
              </w:rPr>
              <w:t>2</w:t>
            </w:r>
          </w:p>
        </w:tc>
        <w:tc>
          <w:tcPr>
            <w:tcW w:w="1276" w:type="dxa"/>
            <w:tcBorders>
              <w:top w:val="single" w:sz="4" w:space="0" w:color="auto"/>
              <w:left w:val="single" w:sz="4" w:space="0" w:color="auto"/>
              <w:bottom w:val="single" w:sz="4" w:space="0" w:color="auto"/>
              <w:right w:val="single" w:sz="4" w:space="0" w:color="auto"/>
            </w:tcBorders>
            <w:hideMark/>
          </w:tcPr>
          <w:p w14:paraId="61FDE418" w14:textId="77777777" w:rsidR="00977C68" w:rsidRPr="008C6DE4" w:rsidRDefault="00977C68" w:rsidP="00F15152">
            <w:pPr>
              <w:pStyle w:val="TAC"/>
              <w:rPr>
                <w:lang w:eastAsia="ko-KR"/>
              </w:rPr>
            </w:pPr>
            <w:r w:rsidRPr="008C6DE4">
              <w:rPr>
                <w:lang w:eastAsia="ko-KR"/>
              </w:rPr>
              <w:t>3</w:t>
            </w:r>
          </w:p>
        </w:tc>
      </w:tr>
      <w:tr w:rsidR="00DD3199" w:rsidRPr="008C6DE4" w14:paraId="258A82A6"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5E8E4F4D" w14:textId="77777777" w:rsidR="00977C68" w:rsidRPr="008C6DE4" w:rsidRDefault="00977C68" w:rsidP="00F15152">
            <w:pPr>
              <w:pStyle w:val="TAC"/>
              <w:rPr>
                <w:lang w:eastAsia="ko-KR"/>
              </w:rPr>
            </w:pPr>
            <w:r w:rsidRPr="008C6DE4">
              <w:rPr>
                <w:lang w:eastAsia="ko-KR"/>
              </w:rPr>
              <w:t>2</w:t>
            </w:r>
          </w:p>
        </w:tc>
        <w:tc>
          <w:tcPr>
            <w:tcW w:w="1276" w:type="dxa"/>
            <w:tcBorders>
              <w:top w:val="single" w:sz="4" w:space="0" w:color="auto"/>
              <w:left w:val="single" w:sz="4" w:space="0" w:color="auto"/>
              <w:bottom w:val="single" w:sz="4" w:space="0" w:color="auto"/>
              <w:right w:val="single" w:sz="4" w:space="0" w:color="auto"/>
            </w:tcBorders>
            <w:hideMark/>
          </w:tcPr>
          <w:p w14:paraId="14852593" w14:textId="77777777" w:rsidR="00977C68" w:rsidRPr="008C6DE4" w:rsidRDefault="00977C68" w:rsidP="00F15152">
            <w:pPr>
              <w:pStyle w:val="TAC"/>
              <w:rPr>
                <w:lang w:eastAsia="ko-KR"/>
              </w:rPr>
            </w:pPr>
            <w:r w:rsidRPr="008C6DE4">
              <w:rPr>
                <w:lang w:eastAsia="ko-KR"/>
              </w:rPr>
              <w:t>0.25</w:t>
            </w:r>
          </w:p>
        </w:tc>
        <w:tc>
          <w:tcPr>
            <w:tcW w:w="2552" w:type="dxa"/>
            <w:gridSpan w:val="2"/>
            <w:tcBorders>
              <w:top w:val="single" w:sz="4" w:space="0" w:color="auto"/>
              <w:left w:val="single" w:sz="4" w:space="0" w:color="auto"/>
              <w:bottom w:val="single" w:sz="4" w:space="0" w:color="auto"/>
              <w:right w:val="single" w:sz="4" w:space="0" w:color="auto"/>
            </w:tcBorders>
            <w:hideMark/>
          </w:tcPr>
          <w:p w14:paraId="52FF41C2" w14:textId="77777777" w:rsidR="00977C68" w:rsidRPr="008C6DE4" w:rsidRDefault="00977C68" w:rsidP="00F15152">
            <w:pPr>
              <w:pStyle w:val="TAC"/>
              <w:rPr>
                <w:lang w:eastAsia="ko-KR"/>
              </w:rPr>
            </w:pPr>
            <w:r w:rsidRPr="008C6DE4">
              <w:rPr>
                <w:lang w:eastAsia="ko-KR"/>
              </w:rPr>
              <w:t>5</w:t>
            </w:r>
          </w:p>
        </w:tc>
      </w:tr>
      <w:tr w:rsidR="00977C68" w:rsidRPr="008C6DE4" w14:paraId="206320FD"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4DC2E59B" w14:textId="77777777" w:rsidR="00977C68" w:rsidRPr="008C6DE4" w:rsidRDefault="00977C68" w:rsidP="00F15152">
            <w:pPr>
              <w:pStyle w:val="TAC"/>
              <w:rPr>
                <w:lang w:eastAsia="ko-KR"/>
              </w:rPr>
            </w:pPr>
            <w:r w:rsidRPr="008C6DE4">
              <w:rPr>
                <w:lang w:eastAsia="ko-KR"/>
              </w:rPr>
              <w:t>3</w:t>
            </w:r>
          </w:p>
        </w:tc>
        <w:tc>
          <w:tcPr>
            <w:tcW w:w="1276" w:type="dxa"/>
            <w:tcBorders>
              <w:top w:val="single" w:sz="4" w:space="0" w:color="auto"/>
              <w:left w:val="single" w:sz="4" w:space="0" w:color="auto"/>
              <w:bottom w:val="single" w:sz="4" w:space="0" w:color="auto"/>
              <w:right w:val="single" w:sz="4" w:space="0" w:color="auto"/>
            </w:tcBorders>
            <w:hideMark/>
          </w:tcPr>
          <w:p w14:paraId="48EF5A34" w14:textId="77777777" w:rsidR="00977C68" w:rsidRPr="008C6DE4" w:rsidRDefault="00977C68" w:rsidP="00F15152">
            <w:pPr>
              <w:pStyle w:val="TAC"/>
              <w:rPr>
                <w:lang w:eastAsia="ko-KR"/>
              </w:rPr>
            </w:pPr>
            <w:r w:rsidRPr="008C6DE4">
              <w:rPr>
                <w:lang w:eastAsia="ko-KR"/>
              </w:rPr>
              <w:t>0.125</w:t>
            </w:r>
          </w:p>
        </w:tc>
        <w:tc>
          <w:tcPr>
            <w:tcW w:w="2552" w:type="dxa"/>
            <w:gridSpan w:val="2"/>
            <w:tcBorders>
              <w:top w:val="single" w:sz="4" w:space="0" w:color="auto"/>
              <w:left w:val="single" w:sz="4" w:space="0" w:color="auto"/>
              <w:bottom w:val="single" w:sz="4" w:space="0" w:color="auto"/>
              <w:right w:val="single" w:sz="4" w:space="0" w:color="auto"/>
            </w:tcBorders>
            <w:hideMark/>
          </w:tcPr>
          <w:p w14:paraId="21645023" w14:textId="77777777" w:rsidR="00977C68" w:rsidRPr="008C6DE4" w:rsidRDefault="00977C68" w:rsidP="00F15152">
            <w:pPr>
              <w:pStyle w:val="TAC"/>
              <w:rPr>
                <w:lang w:eastAsia="ko-KR"/>
              </w:rPr>
            </w:pPr>
            <w:r w:rsidRPr="008C6DE4">
              <w:rPr>
                <w:lang w:eastAsia="ko-KR"/>
              </w:rPr>
              <w:t>9</w:t>
            </w:r>
          </w:p>
        </w:tc>
      </w:tr>
    </w:tbl>
    <w:p w14:paraId="15F54E53" w14:textId="77777777" w:rsidR="00977C68" w:rsidRPr="008C6DE4" w:rsidRDefault="00977C68" w:rsidP="00977C68"/>
    <w:p w14:paraId="7ECA7368" w14:textId="24362361" w:rsidR="00977C68" w:rsidRPr="008C6DE4" w:rsidRDefault="00977C68" w:rsidP="00977C68">
      <w:pPr>
        <w:pStyle w:val="Heading5"/>
        <w:rPr>
          <w:lang w:val="en-US" w:eastAsia="zh-CN"/>
        </w:rPr>
      </w:pPr>
      <w:r w:rsidRPr="008C6DE4">
        <w:rPr>
          <w:lang w:val="en-US" w:eastAsia="zh-CN"/>
        </w:rPr>
        <w:t>8.2.1.2.7</w:t>
      </w:r>
      <w:r w:rsidRPr="008C6DE4">
        <w:rPr>
          <w:lang w:val="en-US" w:eastAsia="zh-CN"/>
        </w:rPr>
        <w:tab/>
      </w:r>
      <w:r w:rsidR="00483BE0" w:rsidRPr="008C6DE4">
        <w:rPr>
          <w:lang w:val="en-US" w:eastAsia="zh-CN"/>
        </w:rPr>
        <w:t xml:space="preserve">Interruptions </w:t>
      </w:r>
      <w:r w:rsidRPr="008C6DE4">
        <w:rPr>
          <w:lang w:val="en-US" w:eastAsia="zh-CN"/>
        </w:rPr>
        <w:t>due to Active BWP switching Requirement</w:t>
      </w:r>
      <w:bookmarkEnd w:id="121"/>
    </w:p>
    <w:p w14:paraId="37BA51E5" w14:textId="1503B023" w:rsidR="00977C68" w:rsidRPr="008C6DE4" w:rsidRDefault="00977C68" w:rsidP="00977C68">
      <w:pPr>
        <w:rPr>
          <w:rFonts w:cs="v4.2.0"/>
          <w:lang w:val="en-US" w:eastAsia="zh-CN"/>
        </w:rPr>
      </w:pPr>
      <w:r w:rsidRPr="008C6DE4">
        <w:rPr>
          <w:lang w:eastAsia="zh-CN"/>
        </w:rPr>
        <w:t xml:space="preserve">The requirements for DCI-based and timer-based BWP switches in this </w:t>
      </w:r>
      <w:r w:rsidR="00854981" w:rsidRPr="008C6DE4">
        <w:rPr>
          <w:lang w:eastAsia="zh-CN"/>
        </w:rPr>
        <w:t>clause</w:t>
      </w:r>
      <w:r w:rsidRPr="008C6DE4">
        <w:rPr>
          <w:lang w:eastAsia="zh-CN"/>
        </w:rPr>
        <w:t xml:space="preserve"> only apply to the case </w:t>
      </w:r>
      <w:r w:rsidRPr="008C6DE4">
        <w:t>that the BWP switch is performed on a single CC.</w:t>
      </w:r>
    </w:p>
    <w:p w14:paraId="01E49470" w14:textId="3976AEC4" w:rsidR="00977C68" w:rsidRPr="008C6DE4" w:rsidRDefault="00977C68" w:rsidP="00977C68">
      <w:pPr>
        <w:rPr>
          <w:rFonts w:cs="v4.2.0"/>
        </w:rPr>
      </w:pPr>
      <w:r w:rsidRPr="008C6DE4">
        <w:rPr>
          <w:rFonts w:cs="v4.2.0"/>
          <w:lang w:eastAsia="zh-CN"/>
        </w:rPr>
        <w:t xml:space="preserve">When </w:t>
      </w:r>
      <w:r w:rsidRPr="008C6DE4">
        <w:rPr>
          <w:rFonts w:cs="v4.2.0"/>
        </w:rPr>
        <w:t>UE receives a DCI indicating UE to switch its active BWP involving changes in any of the parameters listed in Table 8.2.1.2.7-2, the UE is allowed to cause interruption of up to X slot to other active serving cells if the UE is not capable of per-FR gap</w:t>
      </w:r>
      <w:r w:rsidRPr="008C6DE4">
        <w:rPr>
          <w:rFonts w:cs="v4.2.0"/>
          <w:lang w:eastAsia="zh-CN"/>
        </w:rPr>
        <w:t>, or if the BWP switching involves SCS changing</w:t>
      </w:r>
      <w:r w:rsidRPr="008C6DE4">
        <w:rPr>
          <w:rFonts w:cs="v4.2.0"/>
        </w:rPr>
        <w:t xml:space="preserve">. When the BWP switch imposes changes in any of the parameters listed in Table 8.2.1.2.7-2 and the UE is capable of per-FR gap, the UE is allowed to cause interruption of up to X slot to other active serving cells in the same frequency range wherein the UE is performing BWP switching. X is defined in Table 8.2.1.2.7-1. The starting time of interruption is only allowed within the BWP switching delay </w:t>
      </w:r>
      <w:r w:rsidRPr="008C6DE4">
        <w:rPr>
          <w:lang w:eastAsia="zh-CN"/>
        </w:rPr>
        <w:t>T</w:t>
      </w:r>
      <w:r w:rsidRPr="008C6DE4">
        <w:rPr>
          <w:vertAlign w:val="subscript"/>
          <w:lang w:eastAsia="zh-CN"/>
        </w:rPr>
        <w:t>BWPswitchDelay</w:t>
      </w:r>
      <w:r w:rsidRPr="008C6DE4">
        <w:rPr>
          <w:rFonts w:cs="v4.2.0"/>
        </w:rPr>
        <w:t xml:space="preserve"> as defined in clause 8.6.2. </w:t>
      </w:r>
      <w:r w:rsidR="00D40AEE" w:rsidRPr="008C6DE4">
        <w:rPr>
          <w:rFonts w:cs="v4.2.0"/>
        </w:rPr>
        <w:t xml:space="preserve">Interruptions are not allowed during BWP switch involving </w:t>
      </w:r>
      <w:r w:rsidR="00D40AEE">
        <w:rPr>
          <w:rFonts w:cs="v4.2.0"/>
        </w:rPr>
        <w:t xml:space="preserve">any </w:t>
      </w:r>
      <w:r w:rsidR="00D40AEE" w:rsidRPr="008C6DE4">
        <w:rPr>
          <w:rFonts w:cs="v4.2.0"/>
        </w:rPr>
        <w:t>other parameter change.</w:t>
      </w:r>
    </w:p>
    <w:p w14:paraId="391F42C9" w14:textId="5AAEB3C7" w:rsidR="00977C68" w:rsidRPr="008C6DE4" w:rsidRDefault="00977C68" w:rsidP="00977C68">
      <w:pPr>
        <w:rPr>
          <w:rFonts w:cs="v4.2.0"/>
        </w:rPr>
      </w:pPr>
      <w:r w:rsidRPr="008C6DE4">
        <w:rPr>
          <w:rFonts w:cs="v4.2.0"/>
          <w:lang w:eastAsia="zh-CN"/>
        </w:rPr>
        <w:t xml:space="preserve">When a BWP timer </w:t>
      </w:r>
      <w:r w:rsidRPr="008C6DE4">
        <w:rPr>
          <w:rFonts w:cs="v4.2.0"/>
          <w:i/>
          <w:lang w:eastAsia="zh-CN"/>
        </w:rPr>
        <w:t xml:space="preserve">bwp-InactivityTimer </w:t>
      </w:r>
      <w:r w:rsidRPr="008C6DE4">
        <w:rPr>
          <w:rFonts w:cs="v4.2.0"/>
          <w:lang w:eastAsia="zh-CN"/>
        </w:rPr>
        <w:t xml:space="preserve">defined in </w:t>
      </w:r>
      <w:r w:rsidRPr="008C6DE4">
        <w:t>TS 38.331 </w:t>
      </w:r>
      <w:r w:rsidRPr="008C6DE4">
        <w:rPr>
          <w:rFonts w:cs="v4.2.0"/>
          <w:lang w:eastAsia="zh-CN"/>
        </w:rPr>
        <w:t>[2] expires</w:t>
      </w:r>
      <w:r w:rsidRPr="008C6DE4">
        <w:rPr>
          <w:rFonts w:cs="v4.2.0"/>
        </w:rPr>
        <w:t xml:space="preserve">, UE is allowed to cause interruption of up to X slot to other active serving cells due to switching its active BWP involving changes in any of the parameters listed in Table 8.2.1.2.7-2 if the UE is not capable of per-FR gap, or if the BWP switching involves SCS changing. When the BWP switch imposes changes in any of the parameters listed in Table 8.2.1.2.7-2 and the UE is capable of per-FR </w:t>
      </w:r>
      <w:r w:rsidR="00483BE0" w:rsidRPr="008C6DE4">
        <w:rPr>
          <w:rFonts w:cs="v4.2.0"/>
        </w:rPr>
        <w:t>gap,</w:t>
      </w:r>
      <w:r w:rsidRPr="008C6DE4">
        <w:rPr>
          <w:rFonts w:cs="v4.2.0"/>
        </w:rPr>
        <w:t xml:space="preserve"> the UE is allowed to cause interruption of up to X slot to other active serving cells in the same frequency range wherein the UE is performing BWP switching. X is defined in Table 8.2.1.2.7-1. </w:t>
      </w:r>
      <w:r w:rsidR="00D40AEE" w:rsidRPr="008C6DE4">
        <w:rPr>
          <w:rFonts w:cs="v4.2.0"/>
        </w:rPr>
        <w:t xml:space="preserve">The starting time of interruption is only allowed within the BWP switching delay </w:t>
      </w:r>
      <w:r w:rsidR="00D40AEE" w:rsidRPr="008C6DE4">
        <w:rPr>
          <w:lang w:eastAsia="zh-CN"/>
        </w:rPr>
        <w:t>T</w:t>
      </w:r>
      <w:r w:rsidR="00D40AEE" w:rsidRPr="008C6DE4">
        <w:rPr>
          <w:vertAlign w:val="subscript"/>
          <w:lang w:eastAsia="zh-CN"/>
        </w:rPr>
        <w:t>BWPswitchDelay</w:t>
      </w:r>
      <w:r w:rsidR="00D40AEE" w:rsidRPr="008C6DE4">
        <w:rPr>
          <w:rFonts w:cs="v4.2.0"/>
        </w:rPr>
        <w:t xml:space="preserve"> as defined in clause 8.6.2. Interruptions are not allowed during BWP switch involving </w:t>
      </w:r>
      <w:r w:rsidR="00D40AEE">
        <w:rPr>
          <w:rFonts w:cs="v4.2.0"/>
        </w:rPr>
        <w:t xml:space="preserve">any </w:t>
      </w:r>
      <w:r w:rsidR="00D40AEE" w:rsidRPr="008C6DE4">
        <w:rPr>
          <w:rFonts w:cs="v4.2.0"/>
        </w:rPr>
        <w:t>other parameter change.</w:t>
      </w:r>
    </w:p>
    <w:p w14:paraId="7F51F867" w14:textId="57C810A2" w:rsidR="00977C68" w:rsidRPr="008C6DE4" w:rsidRDefault="00977C68" w:rsidP="00977C68">
      <w:pPr>
        <w:rPr>
          <w:rFonts w:cs="v4.2.0"/>
        </w:rPr>
      </w:pPr>
      <w:r w:rsidRPr="008C6DE4">
        <w:rPr>
          <w:rFonts w:cs="v4.2.0"/>
        </w:rPr>
        <w:t>When UE receives an RRC reconfiguration that only requests UE to switch its active BWP on one single CC, the UE is allowed to cause interruption of up to X slot to other active serving cells due to switching its active BWP involving changes in any of the parameters listed in Table 8.2.1.2.7-2 if the UE is not capable of per-FR gap, or if the BWP switching involves SCS changing. When the BWP switch imposes changes in any of the parameters listed in Table 8.2.1.2.7-2 and the UE is capable of per-</w:t>
      </w:r>
      <w:r w:rsidR="00462B25" w:rsidRPr="008C6DE4">
        <w:rPr>
          <w:rFonts w:cs="v4.2.0"/>
        </w:rPr>
        <w:t xml:space="preserve">FR gap, </w:t>
      </w:r>
      <w:r w:rsidRPr="008C6DE4">
        <w:rPr>
          <w:rFonts w:cs="v4.2.0"/>
        </w:rPr>
        <w:t xml:space="preserve">the UE is allowed to cause interruption of up to X slot to other active serving cells in the same frequency range wherein the UE is performing BWP switching. X is defined in </w:t>
      </w:r>
      <w:r w:rsidR="00586F5E" w:rsidRPr="008C6DE4">
        <w:rPr>
          <w:rFonts w:cs="v4.2.0"/>
        </w:rPr>
        <w:t xml:space="preserve">Table 8.2.1.2.7-1. </w:t>
      </w:r>
      <w:r w:rsidRPr="008C6DE4">
        <w:rPr>
          <w:rFonts w:cs="v4.2.0"/>
        </w:rPr>
        <w:t>The interruption is only allowed within the delay T</w:t>
      </w:r>
      <w:r w:rsidRPr="008C6DE4">
        <w:rPr>
          <w:rFonts w:cs="v4.2.0"/>
          <w:vertAlign w:val="subscript"/>
        </w:rPr>
        <w:t>RRCprocessingDelay</w:t>
      </w:r>
      <w:r w:rsidRPr="008C6DE4">
        <w:rPr>
          <w:rFonts w:cs="v4.2.0"/>
        </w:rPr>
        <w:t xml:space="preserve"> + T</w:t>
      </w:r>
      <w:r w:rsidRPr="008C6DE4">
        <w:rPr>
          <w:rFonts w:cs="v4.2.0"/>
          <w:vertAlign w:val="subscript"/>
        </w:rPr>
        <w:t>BWPswitchDelayRRC</w:t>
      </w:r>
      <w:r w:rsidRPr="008C6DE4">
        <w:rPr>
          <w:rFonts w:cs="v4.2.0"/>
        </w:rPr>
        <w:t xml:space="preserve"> defined in </w:t>
      </w:r>
      <w:r w:rsidRPr="008C6DE4">
        <w:rPr>
          <w:lang w:val="en-US" w:eastAsia="ko-KR"/>
        </w:rPr>
        <w:t>clause </w:t>
      </w:r>
      <w:r w:rsidRPr="008C6DE4">
        <w:rPr>
          <w:rFonts w:cs="v4.2.0"/>
        </w:rPr>
        <w:t>8.6.3.</w:t>
      </w:r>
    </w:p>
    <w:p w14:paraId="06B38108" w14:textId="77777777" w:rsidR="00977C68" w:rsidRPr="008C6DE4" w:rsidRDefault="00977C68" w:rsidP="00977C68">
      <w:pPr>
        <w:pStyle w:val="TH"/>
      </w:pPr>
      <w:r w:rsidRPr="008C6DE4">
        <w:t xml:space="preserve">Table </w:t>
      </w:r>
      <w:r w:rsidRPr="008C6DE4">
        <w:rPr>
          <w:lang w:val="en-US" w:eastAsia="zh-CN"/>
        </w:rPr>
        <w:t>8.2.1.2.7</w:t>
      </w:r>
      <w:r w:rsidRPr="008C6DE4">
        <w:t>-1: interruption length 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276"/>
        <w:gridCol w:w="2552"/>
      </w:tblGrid>
      <w:tr w:rsidR="00DD3199" w:rsidRPr="008C6DE4" w14:paraId="3BD9483D" w14:textId="77777777" w:rsidTr="00F15152">
        <w:trPr>
          <w:trHeight w:val="230"/>
          <w:jc w:val="center"/>
        </w:trPr>
        <w:tc>
          <w:tcPr>
            <w:tcW w:w="852" w:type="dxa"/>
            <w:vMerge w:val="restart"/>
            <w:tcBorders>
              <w:top w:val="single" w:sz="4" w:space="0" w:color="auto"/>
              <w:left w:val="single" w:sz="4" w:space="0" w:color="auto"/>
              <w:bottom w:val="single" w:sz="4" w:space="0" w:color="auto"/>
              <w:right w:val="single" w:sz="4" w:space="0" w:color="auto"/>
            </w:tcBorders>
            <w:vAlign w:val="center"/>
            <w:hideMark/>
          </w:tcPr>
          <w:p w14:paraId="2F69BBE4" w14:textId="77777777" w:rsidR="00977C68" w:rsidRPr="008C6DE4" w:rsidRDefault="00977C68" w:rsidP="001D3DB6">
            <w:pPr>
              <w:pStyle w:val="TAH"/>
            </w:pPr>
            <w:r w:rsidRPr="008C6DE4">
              <w:rPr>
                <w:noProof/>
                <w:lang w:val="en-US" w:eastAsia="zh-CN"/>
              </w:rPr>
              <w:drawing>
                <wp:inline distT="0" distB="0" distL="0" distR="0" wp14:anchorId="79278848" wp14:editId="7CA41A61">
                  <wp:extent cx="154305" cy="154305"/>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276" w:type="dxa"/>
            <w:vMerge w:val="restart"/>
            <w:tcBorders>
              <w:top w:val="single" w:sz="4" w:space="0" w:color="auto"/>
              <w:left w:val="single" w:sz="4" w:space="0" w:color="auto"/>
              <w:bottom w:val="single" w:sz="4" w:space="0" w:color="auto"/>
              <w:right w:val="single" w:sz="4" w:space="0" w:color="auto"/>
            </w:tcBorders>
            <w:hideMark/>
          </w:tcPr>
          <w:p w14:paraId="0659E536" w14:textId="77777777" w:rsidR="00977C68" w:rsidRPr="008C6DE4" w:rsidRDefault="00977C68" w:rsidP="001D3DB6">
            <w:pPr>
              <w:pStyle w:val="TAH"/>
            </w:pPr>
            <w:r w:rsidRPr="008C6DE4">
              <w:t>NR Slot length (ms)</w:t>
            </w:r>
          </w:p>
        </w:tc>
        <w:tc>
          <w:tcPr>
            <w:tcW w:w="2552" w:type="dxa"/>
            <w:vMerge w:val="restart"/>
            <w:tcBorders>
              <w:top w:val="single" w:sz="4" w:space="0" w:color="auto"/>
              <w:left w:val="single" w:sz="4" w:space="0" w:color="auto"/>
              <w:bottom w:val="single" w:sz="4" w:space="0" w:color="auto"/>
              <w:right w:val="single" w:sz="4" w:space="0" w:color="auto"/>
            </w:tcBorders>
            <w:hideMark/>
          </w:tcPr>
          <w:p w14:paraId="41BAF1C1" w14:textId="18CDBEAD" w:rsidR="00977C68" w:rsidRPr="008C6DE4" w:rsidRDefault="001D3DB6" w:rsidP="001D3DB6">
            <w:pPr>
              <w:pStyle w:val="TAH"/>
            </w:pPr>
            <w:r>
              <w:t>Interruption length X (slots)</w:t>
            </w:r>
          </w:p>
        </w:tc>
      </w:tr>
      <w:tr w:rsidR="00DD3199" w:rsidRPr="008C6DE4" w14:paraId="71C8E622" w14:textId="77777777" w:rsidTr="00F15152">
        <w:trPr>
          <w:trHeight w:val="23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B51ECF" w14:textId="77777777" w:rsidR="00977C68" w:rsidRPr="008C6DE4" w:rsidRDefault="00977C68" w:rsidP="001D3DB6">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6BAC16" w14:textId="77777777" w:rsidR="00977C68" w:rsidRPr="008C6DE4" w:rsidRDefault="00977C68" w:rsidP="001D3DB6">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B5AD5F" w14:textId="77777777" w:rsidR="00977C68" w:rsidRPr="008C6DE4" w:rsidRDefault="00977C68" w:rsidP="001D3DB6">
            <w:pPr>
              <w:pStyle w:val="TAH"/>
            </w:pPr>
          </w:p>
        </w:tc>
      </w:tr>
      <w:tr w:rsidR="00DD3199" w:rsidRPr="008C6DE4" w14:paraId="24EBDCAE"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43319146" w14:textId="77777777" w:rsidR="00977C68" w:rsidRPr="008C6DE4" w:rsidRDefault="00977C68" w:rsidP="001D3DB6">
            <w:pPr>
              <w:pStyle w:val="TAC"/>
            </w:pPr>
            <w:r w:rsidRPr="008C6DE4">
              <w:t>0</w:t>
            </w:r>
          </w:p>
        </w:tc>
        <w:tc>
          <w:tcPr>
            <w:tcW w:w="1276" w:type="dxa"/>
            <w:tcBorders>
              <w:top w:val="single" w:sz="4" w:space="0" w:color="auto"/>
              <w:left w:val="single" w:sz="4" w:space="0" w:color="auto"/>
              <w:bottom w:val="single" w:sz="4" w:space="0" w:color="auto"/>
              <w:right w:val="single" w:sz="4" w:space="0" w:color="auto"/>
            </w:tcBorders>
            <w:hideMark/>
          </w:tcPr>
          <w:p w14:paraId="5F9F0C0F" w14:textId="77777777" w:rsidR="00977C68" w:rsidRPr="008C6DE4" w:rsidRDefault="00977C68" w:rsidP="001D3DB6">
            <w:pPr>
              <w:pStyle w:val="TAC"/>
            </w:pPr>
            <w:r w:rsidRPr="008C6DE4">
              <w:t>1</w:t>
            </w:r>
          </w:p>
        </w:tc>
        <w:tc>
          <w:tcPr>
            <w:tcW w:w="2552" w:type="dxa"/>
            <w:tcBorders>
              <w:top w:val="single" w:sz="4" w:space="0" w:color="auto"/>
              <w:left w:val="single" w:sz="4" w:space="0" w:color="auto"/>
              <w:bottom w:val="single" w:sz="4" w:space="0" w:color="auto"/>
              <w:right w:val="single" w:sz="4" w:space="0" w:color="auto"/>
            </w:tcBorders>
            <w:hideMark/>
          </w:tcPr>
          <w:p w14:paraId="739E8F49" w14:textId="77777777" w:rsidR="00977C68" w:rsidRPr="008C6DE4" w:rsidRDefault="00977C68" w:rsidP="001D3DB6">
            <w:pPr>
              <w:pStyle w:val="TAC"/>
              <w:rPr>
                <w:lang w:eastAsia="zh-CN"/>
              </w:rPr>
            </w:pPr>
            <w:r w:rsidRPr="008C6DE4">
              <w:rPr>
                <w:lang w:eastAsia="zh-CN"/>
              </w:rPr>
              <w:t>1</w:t>
            </w:r>
          </w:p>
        </w:tc>
      </w:tr>
      <w:tr w:rsidR="00DD3199" w:rsidRPr="008C6DE4" w14:paraId="6D65E340"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077DCE1D" w14:textId="77777777" w:rsidR="00977C68" w:rsidRPr="008C6DE4" w:rsidRDefault="00977C68" w:rsidP="001D3DB6">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0058EC48" w14:textId="77777777" w:rsidR="00977C68" w:rsidRPr="008C6DE4" w:rsidRDefault="00977C68" w:rsidP="001D3DB6">
            <w:pPr>
              <w:pStyle w:val="TAC"/>
            </w:pPr>
            <w:r w:rsidRPr="008C6DE4">
              <w:t>0.5</w:t>
            </w:r>
          </w:p>
        </w:tc>
        <w:tc>
          <w:tcPr>
            <w:tcW w:w="2552" w:type="dxa"/>
            <w:tcBorders>
              <w:top w:val="single" w:sz="4" w:space="0" w:color="auto"/>
              <w:left w:val="single" w:sz="4" w:space="0" w:color="auto"/>
              <w:bottom w:val="single" w:sz="4" w:space="0" w:color="auto"/>
              <w:right w:val="single" w:sz="4" w:space="0" w:color="auto"/>
            </w:tcBorders>
            <w:hideMark/>
          </w:tcPr>
          <w:p w14:paraId="6E6D2D0B" w14:textId="77777777" w:rsidR="00977C68" w:rsidRPr="008C6DE4" w:rsidRDefault="00977C68" w:rsidP="001D3DB6">
            <w:pPr>
              <w:pStyle w:val="TAC"/>
              <w:rPr>
                <w:lang w:eastAsia="zh-CN"/>
              </w:rPr>
            </w:pPr>
            <w:r w:rsidRPr="008C6DE4">
              <w:rPr>
                <w:lang w:eastAsia="zh-CN"/>
              </w:rPr>
              <w:t>1</w:t>
            </w:r>
          </w:p>
        </w:tc>
      </w:tr>
      <w:tr w:rsidR="00DD3199" w:rsidRPr="008C6DE4" w14:paraId="0152D065"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78CBF7D2" w14:textId="77777777" w:rsidR="00977C68" w:rsidRPr="008C6DE4" w:rsidRDefault="00977C68" w:rsidP="001D3DB6">
            <w:pPr>
              <w:pStyle w:val="TAC"/>
            </w:pPr>
            <w:r w:rsidRPr="008C6DE4">
              <w:t>2</w:t>
            </w:r>
          </w:p>
        </w:tc>
        <w:tc>
          <w:tcPr>
            <w:tcW w:w="1276" w:type="dxa"/>
            <w:tcBorders>
              <w:top w:val="single" w:sz="4" w:space="0" w:color="auto"/>
              <w:left w:val="single" w:sz="4" w:space="0" w:color="auto"/>
              <w:bottom w:val="single" w:sz="4" w:space="0" w:color="auto"/>
              <w:right w:val="single" w:sz="4" w:space="0" w:color="auto"/>
            </w:tcBorders>
            <w:hideMark/>
          </w:tcPr>
          <w:p w14:paraId="43EF30F2" w14:textId="77777777" w:rsidR="00977C68" w:rsidRPr="008C6DE4" w:rsidRDefault="00977C68" w:rsidP="001D3DB6">
            <w:pPr>
              <w:pStyle w:val="TAC"/>
            </w:pPr>
            <w:r w:rsidRPr="008C6DE4">
              <w:t>0.25</w:t>
            </w:r>
          </w:p>
        </w:tc>
        <w:tc>
          <w:tcPr>
            <w:tcW w:w="2552" w:type="dxa"/>
            <w:tcBorders>
              <w:top w:val="single" w:sz="4" w:space="0" w:color="auto"/>
              <w:left w:val="single" w:sz="4" w:space="0" w:color="auto"/>
              <w:bottom w:val="single" w:sz="4" w:space="0" w:color="auto"/>
              <w:right w:val="single" w:sz="4" w:space="0" w:color="auto"/>
            </w:tcBorders>
            <w:hideMark/>
          </w:tcPr>
          <w:p w14:paraId="4A357EEB" w14:textId="77777777" w:rsidR="00977C68" w:rsidRPr="008C6DE4" w:rsidRDefault="00977C68" w:rsidP="001D3DB6">
            <w:pPr>
              <w:pStyle w:val="TAC"/>
              <w:rPr>
                <w:lang w:eastAsia="zh-CN"/>
              </w:rPr>
            </w:pPr>
            <w:r w:rsidRPr="008C6DE4">
              <w:rPr>
                <w:lang w:eastAsia="zh-CN"/>
              </w:rPr>
              <w:t>3</w:t>
            </w:r>
          </w:p>
        </w:tc>
      </w:tr>
      <w:tr w:rsidR="00DD3199" w:rsidRPr="008C6DE4" w14:paraId="41D7F992"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6111700E" w14:textId="77777777" w:rsidR="00977C68" w:rsidRPr="008C6DE4" w:rsidRDefault="00977C68" w:rsidP="001D3DB6">
            <w:pPr>
              <w:pStyle w:val="TAC"/>
            </w:pPr>
            <w:r w:rsidRPr="008C6DE4">
              <w:t>3</w:t>
            </w:r>
          </w:p>
        </w:tc>
        <w:tc>
          <w:tcPr>
            <w:tcW w:w="1276" w:type="dxa"/>
            <w:tcBorders>
              <w:top w:val="single" w:sz="4" w:space="0" w:color="auto"/>
              <w:left w:val="single" w:sz="4" w:space="0" w:color="auto"/>
              <w:bottom w:val="single" w:sz="4" w:space="0" w:color="auto"/>
              <w:right w:val="single" w:sz="4" w:space="0" w:color="auto"/>
            </w:tcBorders>
            <w:hideMark/>
          </w:tcPr>
          <w:p w14:paraId="7504C038" w14:textId="77777777" w:rsidR="00977C68" w:rsidRPr="008C6DE4" w:rsidRDefault="00977C68" w:rsidP="001D3DB6">
            <w:pPr>
              <w:pStyle w:val="TAC"/>
            </w:pPr>
            <w:r w:rsidRPr="008C6DE4">
              <w:t>0.125</w:t>
            </w:r>
          </w:p>
        </w:tc>
        <w:tc>
          <w:tcPr>
            <w:tcW w:w="2552" w:type="dxa"/>
            <w:tcBorders>
              <w:top w:val="single" w:sz="4" w:space="0" w:color="auto"/>
              <w:left w:val="single" w:sz="4" w:space="0" w:color="auto"/>
              <w:bottom w:val="single" w:sz="4" w:space="0" w:color="auto"/>
              <w:right w:val="single" w:sz="4" w:space="0" w:color="auto"/>
            </w:tcBorders>
            <w:hideMark/>
          </w:tcPr>
          <w:p w14:paraId="524F28AB" w14:textId="77777777" w:rsidR="00977C68" w:rsidRPr="008C6DE4" w:rsidRDefault="00977C68" w:rsidP="001D3DB6">
            <w:pPr>
              <w:pStyle w:val="TAC"/>
              <w:rPr>
                <w:lang w:eastAsia="zh-CN"/>
              </w:rPr>
            </w:pPr>
            <w:r w:rsidRPr="008C6DE4">
              <w:rPr>
                <w:lang w:eastAsia="zh-CN"/>
              </w:rPr>
              <w:t>5</w:t>
            </w:r>
          </w:p>
        </w:tc>
      </w:tr>
      <w:tr w:rsidR="00977C68" w:rsidRPr="008C6DE4" w14:paraId="079C6146" w14:textId="77777777" w:rsidTr="00F15152">
        <w:trPr>
          <w:jc w:val="center"/>
        </w:trPr>
        <w:tc>
          <w:tcPr>
            <w:tcW w:w="4680" w:type="dxa"/>
            <w:gridSpan w:val="3"/>
            <w:tcBorders>
              <w:top w:val="single" w:sz="4" w:space="0" w:color="auto"/>
              <w:left w:val="single" w:sz="4" w:space="0" w:color="auto"/>
              <w:bottom w:val="single" w:sz="4" w:space="0" w:color="auto"/>
              <w:right w:val="single" w:sz="4" w:space="0" w:color="auto"/>
            </w:tcBorders>
            <w:hideMark/>
          </w:tcPr>
          <w:p w14:paraId="158E1A87" w14:textId="57CDCC00" w:rsidR="00977C68" w:rsidRPr="008C6DE4" w:rsidRDefault="001D3DB6" w:rsidP="001D3DB6">
            <w:pPr>
              <w:pStyle w:val="TAN"/>
              <w:rPr>
                <w:lang w:eastAsia="zh-CN"/>
              </w:rPr>
            </w:pPr>
            <w:r>
              <w:rPr>
                <w:lang w:eastAsia="zh-CN"/>
              </w:rPr>
              <w:t>Note1:</w:t>
            </w:r>
            <w:r>
              <w:rPr>
                <w:sz w:val="28"/>
              </w:rPr>
              <w:tab/>
            </w:r>
            <w:r>
              <w:rPr>
                <w:lang w:eastAsia="zh-CN"/>
              </w:rPr>
              <w:t>void</w:t>
            </w:r>
          </w:p>
        </w:tc>
      </w:tr>
    </w:tbl>
    <w:p w14:paraId="154C5EB3" w14:textId="77777777" w:rsidR="00977C68" w:rsidRPr="008C6DE4" w:rsidRDefault="00977C68" w:rsidP="00977C68">
      <w:pPr>
        <w:rPr>
          <w:rFonts w:ascii="Tms Rmn" w:hAnsi="Tms Rmn"/>
          <w:lang w:eastAsia="zh-CN"/>
        </w:rPr>
      </w:pPr>
    </w:p>
    <w:p w14:paraId="2DD9A935" w14:textId="77777777" w:rsidR="00977C68" w:rsidRPr="008C6DE4" w:rsidRDefault="00977C68" w:rsidP="00977C68">
      <w:pPr>
        <w:pStyle w:val="TH"/>
      </w:pPr>
      <w:r w:rsidRPr="008C6DE4">
        <w:t xml:space="preserve">Table </w:t>
      </w:r>
      <w:r w:rsidRPr="008C6DE4">
        <w:rPr>
          <w:lang w:val="en-US" w:eastAsia="zh-CN"/>
        </w:rPr>
        <w:t>8.2.1.2.7</w:t>
      </w:r>
      <w:r w:rsidRPr="008C6DE4">
        <w:t>-2: Parameters which cause interruption other than SCS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2828"/>
      </w:tblGrid>
      <w:tr w:rsidR="00DD3199" w:rsidRPr="008C6DE4" w14:paraId="73679932" w14:textId="77777777" w:rsidTr="00F15152">
        <w:trPr>
          <w:trHeight w:val="293"/>
          <w:jc w:val="center"/>
        </w:trPr>
        <w:tc>
          <w:tcPr>
            <w:tcW w:w="4680" w:type="dxa"/>
            <w:tcBorders>
              <w:top w:val="single" w:sz="4" w:space="0" w:color="auto"/>
              <w:left w:val="single" w:sz="4" w:space="0" w:color="auto"/>
              <w:bottom w:val="single" w:sz="4" w:space="0" w:color="auto"/>
              <w:right w:val="single" w:sz="4" w:space="0" w:color="auto"/>
            </w:tcBorders>
            <w:vAlign w:val="center"/>
            <w:hideMark/>
          </w:tcPr>
          <w:p w14:paraId="123D283B" w14:textId="77777777" w:rsidR="00977C68" w:rsidRPr="008C6DE4" w:rsidRDefault="00977C68" w:rsidP="001D3DB6">
            <w:pPr>
              <w:pStyle w:val="TAH"/>
            </w:pPr>
            <w:r w:rsidRPr="008C6DE4">
              <w:t>Parameters</w:t>
            </w:r>
          </w:p>
        </w:tc>
        <w:tc>
          <w:tcPr>
            <w:tcW w:w="2828" w:type="dxa"/>
            <w:tcBorders>
              <w:top w:val="single" w:sz="4" w:space="0" w:color="auto"/>
              <w:left w:val="single" w:sz="4" w:space="0" w:color="auto"/>
              <w:bottom w:val="single" w:sz="4" w:space="0" w:color="auto"/>
              <w:right w:val="single" w:sz="4" w:space="0" w:color="auto"/>
            </w:tcBorders>
            <w:hideMark/>
          </w:tcPr>
          <w:p w14:paraId="4F3D07F8" w14:textId="77777777" w:rsidR="00977C68" w:rsidRPr="008C6DE4" w:rsidRDefault="00977C68" w:rsidP="001D3DB6">
            <w:pPr>
              <w:pStyle w:val="TAH"/>
            </w:pPr>
            <w:r w:rsidRPr="008C6DE4">
              <w:t>Comment</w:t>
            </w:r>
          </w:p>
        </w:tc>
      </w:tr>
      <w:tr w:rsidR="00DD3199" w:rsidRPr="008C6DE4" w14:paraId="45B489EB" w14:textId="77777777" w:rsidTr="00F15152">
        <w:trPr>
          <w:trHeight w:val="293"/>
          <w:jc w:val="center"/>
        </w:trPr>
        <w:tc>
          <w:tcPr>
            <w:tcW w:w="4680" w:type="dxa"/>
            <w:tcBorders>
              <w:top w:val="single" w:sz="4" w:space="0" w:color="auto"/>
              <w:left w:val="single" w:sz="4" w:space="0" w:color="auto"/>
              <w:bottom w:val="single" w:sz="4" w:space="0" w:color="auto"/>
              <w:right w:val="single" w:sz="4" w:space="0" w:color="auto"/>
            </w:tcBorders>
            <w:vAlign w:val="center"/>
            <w:hideMark/>
          </w:tcPr>
          <w:p w14:paraId="686D06C7" w14:textId="77777777" w:rsidR="00977C68" w:rsidRPr="008C6DE4" w:rsidRDefault="00977C68" w:rsidP="00F15152">
            <w:pPr>
              <w:pStyle w:val="TAH"/>
              <w:rPr>
                <w:rFonts w:ascii="Times New Roman" w:hAnsi="Times New Roman" w:cs="v4.2.0"/>
                <w:b w:val="0"/>
                <w:i/>
                <w:sz w:val="20"/>
                <w:lang w:eastAsia="zh-CN"/>
              </w:rPr>
            </w:pPr>
            <w:r w:rsidRPr="008C6DE4">
              <w:rPr>
                <w:rFonts w:ascii="Times New Roman" w:hAnsi="Times New Roman" w:cs="v4.2.0"/>
                <w:b w:val="0"/>
                <w:i/>
                <w:sz w:val="20"/>
                <w:lang w:eastAsia="zh-CN"/>
              </w:rPr>
              <w:t>locationAndBandwidth</w:t>
            </w:r>
          </w:p>
        </w:tc>
        <w:tc>
          <w:tcPr>
            <w:tcW w:w="2828" w:type="dxa"/>
            <w:vMerge w:val="restart"/>
            <w:tcBorders>
              <w:top w:val="single" w:sz="4" w:space="0" w:color="auto"/>
              <w:left w:val="single" w:sz="4" w:space="0" w:color="auto"/>
              <w:bottom w:val="single" w:sz="4" w:space="0" w:color="auto"/>
              <w:right w:val="single" w:sz="4" w:space="0" w:color="auto"/>
            </w:tcBorders>
            <w:vAlign w:val="center"/>
            <w:hideMark/>
          </w:tcPr>
          <w:p w14:paraId="39A9E49F" w14:textId="77777777" w:rsidR="00977C68" w:rsidRPr="008C6DE4" w:rsidRDefault="00977C68" w:rsidP="00F15152">
            <w:pPr>
              <w:pStyle w:val="TAH"/>
              <w:rPr>
                <w:rFonts w:ascii="Times New Roman" w:hAnsi="Times New Roman" w:cs="v4.2.0"/>
                <w:b w:val="0"/>
                <w:sz w:val="20"/>
                <w:lang w:eastAsia="zh-CN"/>
              </w:rPr>
            </w:pPr>
            <w:r w:rsidRPr="008C6DE4">
              <w:rPr>
                <w:b w:val="0"/>
                <w:lang w:eastAsia="zh-CN"/>
              </w:rPr>
              <w:t>From TS 38.331 [2]</w:t>
            </w:r>
          </w:p>
        </w:tc>
      </w:tr>
      <w:tr w:rsidR="00DD3199" w:rsidRPr="008C6DE4" w14:paraId="2FF8DA1E" w14:textId="77777777" w:rsidTr="00F15152">
        <w:trPr>
          <w:trHeight w:val="293"/>
          <w:jc w:val="center"/>
        </w:trPr>
        <w:tc>
          <w:tcPr>
            <w:tcW w:w="4680" w:type="dxa"/>
            <w:tcBorders>
              <w:top w:val="single" w:sz="4" w:space="0" w:color="auto"/>
              <w:left w:val="single" w:sz="4" w:space="0" w:color="auto"/>
              <w:bottom w:val="single" w:sz="4" w:space="0" w:color="auto"/>
              <w:right w:val="single" w:sz="4" w:space="0" w:color="auto"/>
            </w:tcBorders>
            <w:vAlign w:val="center"/>
            <w:hideMark/>
          </w:tcPr>
          <w:p w14:paraId="3A1BD443" w14:textId="77777777" w:rsidR="00977C68" w:rsidRPr="008C6DE4" w:rsidRDefault="00977C68" w:rsidP="00F15152">
            <w:pPr>
              <w:pStyle w:val="TAH"/>
              <w:rPr>
                <w:rFonts w:ascii="Times New Roman" w:hAnsi="Times New Roman" w:cs="v4.2.0"/>
                <w:b w:val="0"/>
                <w:i/>
                <w:sz w:val="20"/>
                <w:lang w:eastAsia="zh-CN"/>
              </w:rPr>
            </w:pPr>
            <w:r w:rsidRPr="008C6DE4">
              <w:rPr>
                <w:rFonts w:ascii="Times New Roman" w:hAnsi="Times New Roman" w:cs="v4.2.0"/>
                <w:b w:val="0"/>
                <w:i/>
                <w:sz w:val="20"/>
                <w:lang w:eastAsia="zh-CN"/>
              </w:rPr>
              <w:t>nrofSRS-Ports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AAEAA6" w14:textId="77777777" w:rsidR="00977C68" w:rsidRPr="008C6DE4" w:rsidRDefault="00977C68" w:rsidP="00F15152">
            <w:pPr>
              <w:spacing w:after="0"/>
              <w:rPr>
                <w:rFonts w:cs="v4.2.0"/>
                <w:lang w:eastAsia="zh-CN"/>
              </w:rPr>
            </w:pPr>
          </w:p>
        </w:tc>
      </w:tr>
    </w:tbl>
    <w:p w14:paraId="0EC22182" w14:textId="77777777" w:rsidR="00977C68" w:rsidRPr="008C6DE4" w:rsidRDefault="00977C68" w:rsidP="00977C68"/>
    <w:p w14:paraId="488C2F60" w14:textId="5B6B20DF" w:rsidR="00977C68" w:rsidRPr="008C6DE4" w:rsidRDefault="0048284E" w:rsidP="0048284E">
      <w:pPr>
        <w:pStyle w:val="Heading3"/>
      </w:pPr>
      <w:r w:rsidRPr="008C6DE4">
        <w:t>8.2.2</w:t>
      </w:r>
      <w:r w:rsidR="00977C68" w:rsidRPr="008C6DE4">
        <w:tab/>
        <w:t>SA: Interruptions with Standalone NR Carrier Aggregation</w:t>
      </w:r>
    </w:p>
    <w:p w14:paraId="450243BA" w14:textId="3885C446" w:rsidR="00977C68" w:rsidRPr="008C6DE4" w:rsidRDefault="0048284E" w:rsidP="0048284E">
      <w:pPr>
        <w:pStyle w:val="Heading4"/>
      </w:pPr>
      <w:r w:rsidRPr="008C6DE4">
        <w:t>8.2.2.1</w:t>
      </w:r>
      <w:r w:rsidR="00977C68" w:rsidRPr="008C6DE4">
        <w:tab/>
        <w:t>Introduction</w:t>
      </w:r>
    </w:p>
    <w:p w14:paraId="02ED05D9" w14:textId="77777777" w:rsidR="00977C68" w:rsidRPr="008C6DE4" w:rsidRDefault="00977C68" w:rsidP="002320DB">
      <w:r w:rsidRPr="008C6DE4">
        <w:t xml:space="preserve">This </w:t>
      </w:r>
      <w:r w:rsidRPr="008C6DE4">
        <w:rPr>
          <w:lang w:val="en-US" w:eastAsia="ko-KR"/>
        </w:rPr>
        <w:t>clause</w:t>
      </w:r>
      <w:r w:rsidRPr="008C6DE4">
        <w:t xml:space="preserve"> contains the requirements related to the interruptions on PCell and activated SCell if configured, when </w:t>
      </w:r>
    </w:p>
    <w:p w14:paraId="5A06100D" w14:textId="5031AB55" w:rsidR="00977C68" w:rsidRPr="008C6DE4" w:rsidRDefault="002320DB" w:rsidP="002320DB">
      <w:pPr>
        <w:pStyle w:val="B10"/>
      </w:pPr>
      <w:r>
        <w:tab/>
      </w:r>
      <w:r w:rsidR="00977C68" w:rsidRPr="008C6DE4">
        <w:t xml:space="preserve">up to 7 SCells are configured, </w:t>
      </w:r>
      <w:r w:rsidR="005A79CE" w:rsidRPr="008C6DE4">
        <w:t>de</w:t>
      </w:r>
      <w:r w:rsidR="005A79CE" w:rsidRPr="008C6DE4">
        <w:rPr>
          <w:lang w:eastAsia="zh-CN"/>
        </w:rPr>
        <w:t>-</w:t>
      </w:r>
      <w:r w:rsidR="005A79CE" w:rsidRPr="008C6DE4">
        <w:t>configured</w:t>
      </w:r>
      <w:r w:rsidR="00977C68" w:rsidRPr="008C6DE4">
        <w:t>, activated or deactivated</w:t>
      </w:r>
      <w:bookmarkStart w:id="123" w:name="_Hlk1047099"/>
      <w:r w:rsidR="00977C68" w:rsidRPr="008C6DE4">
        <w:t>, or</w:t>
      </w:r>
    </w:p>
    <w:p w14:paraId="35A2A1BC" w14:textId="1C86C1C9" w:rsidR="00977C68" w:rsidRPr="008C6DE4" w:rsidRDefault="002320DB" w:rsidP="002320DB">
      <w:pPr>
        <w:pStyle w:val="B10"/>
      </w:pPr>
      <w:r>
        <w:tab/>
      </w:r>
      <w:r w:rsidR="00977C68" w:rsidRPr="008C6DE4">
        <w:t>a supplementary UL carrier or an UL carrier is configured or de-configured, or</w:t>
      </w:r>
    </w:p>
    <w:p w14:paraId="3B238011" w14:textId="78C4F0B1" w:rsidR="00977C68" w:rsidRPr="008C6DE4" w:rsidRDefault="002320DB" w:rsidP="002320DB">
      <w:pPr>
        <w:pStyle w:val="B10"/>
      </w:pPr>
      <w:r>
        <w:tab/>
      </w:r>
      <w:r w:rsidR="00977C68" w:rsidRPr="008C6DE4">
        <w:t>measurements on SCC with deactivated SCell in NR SCG, or</w:t>
      </w:r>
    </w:p>
    <w:p w14:paraId="5BF4CCB0" w14:textId="3652AABE" w:rsidR="00977C68" w:rsidRPr="008C6DE4" w:rsidRDefault="002320DB" w:rsidP="002320DB">
      <w:pPr>
        <w:pStyle w:val="B10"/>
      </w:pPr>
      <w:r>
        <w:tab/>
      </w:r>
      <w:r w:rsidR="00977C68" w:rsidRPr="008C6DE4">
        <w:t>UL/DL BWP is switched on PCell or SCell</w:t>
      </w:r>
      <w:bookmarkEnd w:id="123"/>
      <w:r w:rsidR="00977C68" w:rsidRPr="008C6DE4">
        <w:t>.</w:t>
      </w:r>
    </w:p>
    <w:p w14:paraId="595D64D6" w14:textId="77777777" w:rsidR="00977C68" w:rsidRPr="008C6DE4" w:rsidRDefault="00977C68" w:rsidP="00977C68">
      <w:pPr>
        <w:pStyle w:val="NO"/>
        <w:rPr>
          <w:lang w:eastAsia="zh-CN"/>
        </w:rPr>
      </w:pPr>
      <w:r w:rsidRPr="008C6DE4">
        <w:t>Note:</w:t>
      </w:r>
      <w:r w:rsidRPr="008C6DE4">
        <w:tab/>
        <w:t>interruptions at SCell addition/release, activation/deactivation and during measurements on SCC may not be required by all UEs.</w:t>
      </w:r>
    </w:p>
    <w:p w14:paraId="7077D2CB" w14:textId="0D17FEC2" w:rsidR="00D40AEE" w:rsidRPr="008C6DE4" w:rsidRDefault="00D40AEE" w:rsidP="00D40AEE">
      <w:r w:rsidRPr="008C6DE4">
        <w:t xml:space="preserve">The interruptions shall not interrupt RRC signalling or ACK/NACKs related to RRC reconfiguration procedure [2] for SCell addition/release or MAC control signalling [17] for SCell activation/deactivation command. </w:t>
      </w:r>
    </w:p>
    <w:p w14:paraId="3FDEB859" w14:textId="77777777" w:rsidR="00D40AEE" w:rsidRPr="008C6DE4" w:rsidRDefault="00D40AEE" w:rsidP="00D40AEE">
      <w:pPr>
        <w:rPr>
          <w:rFonts w:ascii="Tms Rmn" w:eastAsia="DengXian" w:hAnsi="Tms Rmn"/>
          <w:lang w:eastAsia="zh-CN"/>
        </w:rPr>
      </w:pPr>
      <w:r w:rsidRPr="008C6DE4">
        <w:rPr>
          <w:rFonts w:ascii="Tms Rmn" w:eastAsia="DengXian" w:hAnsi="Tms Rmn"/>
          <w:lang w:eastAsia="zh-CN"/>
        </w:rPr>
        <w:t xml:space="preserve">This </w:t>
      </w:r>
      <w:r w:rsidRPr="008C6DE4">
        <w:rPr>
          <w:lang w:val="en-US" w:eastAsia="ko-KR"/>
        </w:rPr>
        <w:t>clause</w:t>
      </w:r>
      <w:r w:rsidRPr="008C6DE4">
        <w:rPr>
          <w:rFonts w:ascii="Tms Rmn" w:eastAsia="DengXian" w:hAnsi="Tms Rmn"/>
          <w:lang w:eastAsia="zh-CN"/>
        </w:rPr>
        <w:t xml:space="preserve"> additionally contains requirements related to interruptions at inter-frequency SFTD between PCell in FR1 and neighbour cell in FR2.</w:t>
      </w:r>
    </w:p>
    <w:p w14:paraId="5E52F8E2" w14:textId="2F4886AC" w:rsidR="00D40AEE" w:rsidRPr="008C6DE4" w:rsidRDefault="00D40AEE" w:rsidP="00D40AEE">
      <w:pPr>
        <w:rPr>
          <w:rFonts w:ascii="Tms Rmn" w:eastAsia="MS Mincho" w:hAnsi="Tms Rmn"/>
          <w:lang w:eastAsia="zh-CN"/>
        </w:rPr>
      </w:pPr>
      <w:r w:rsidRPr="008C6DE4">
        <w:rPr>
          <w:rFonts w:ascii="Tms Rmn" w:eastAsia="MS Mincho" w:hAnsi="Tms Rmn"/>
          <w:lang w:eastAsia="zh-CN"/>
        </w:rPr>
        <w:t xml:space="preserve">For a UE which does not support per-FR measurement gap, interruptions to the </w:t>
      </w:r>
      <w:r w:rsidRPr="008C6DE4">
        <w:t xml:space="preserve">PCell and activated SCell </w:t>
      </w:r>
      <w:r w:rsidRPr="008C6DE4">
        <w:rPr>
          <w:rFonts w:ascii="Tms Rmn" w:eastAsia="MS Mincho" w:hAnsi="Tms Rmn"/>
          <w:lang w:eastAsia="zh-CN"/>
        </w:rPr>
        <w:t xml:space="preserve">may be caused by SCells on any frequency range. For </w:t>
      </w:r>
      <w:r>
        <w:rPr>
          <w:rFonts w:ascii="Tms Rmn" w:eastAsia="MS Mincho" w:hAnsi="Tms Rmn"/>
          <w:lang w:eastAsia="zh-CN"/>
        </w:rPr>
        <w:t xml:space="preserve">a </w:t>
      </w:r>
      <w:r w:rsidRPr="008C6DE4">
        <w:rPr>
          <w:rFonts w:ascii="Tms Rmn" w:eastAsia="MS Mincho" w:hAnsi="Tms Rmn"/>
          <w:lang w:eastAsia="zh-CN"/>
        </w:rPr>
        <w:t>UE which support</w:t>
      </w:r>
      <w:r>
        <w:rPr>
          <w:rFonts w:ascii="Tms Rmn" w:eastAsia="MS Mincho" w:hAnsi="Tms Rmn"/>
          <w:lang w:eastAsia="zh-CN"/>
        </w:rPr>
        <w:t>s</w:t>
      </w:r>
      <w:r w:rsidRPr="008C6DE4">
        <w:rPr>
          <w:rFonts w:ascii="Tms Rmn" w:eastAsia="MS Mincho" w:hAnsi="Tms Rmn"/>
          <w:lang w:eastAsia="zh-CN"/>
        </w:rPr>
        <w:t xml:space="preserve"> per-FR gap, interruptions to </w:t>
      </w:r>
      <w:r w:rsidRPr="008C6DE4">
        <w:t>PCell and activated SCell</w:t>
      </w:r>
      <w:r w:rsidRPr="008C6DE4">
        <w:rPr>
          <w:rFonts w:ascii="Tms Rmn" w:eastAsia="MS Mincho" w:hAnsi="Tms Rmn"/>
          <w:lang w:eastAsia="zh-CN"/>
        </w:rPr>
        <w:t xml:space="preserve"> may be caused by SCells on the same frequency range as the victim cell.</w:t>
      </w:r>
    </w:p>
    <w:p w14:paraId="1BB94013" w14:textId="2E12614B" w:rsidR="00977C68" w:rsidRPr="008C6DE4" w:rsidRDefault="0048284E" w:rsidP="0048284E">
      <w:pPr>
        <w:pStyle w:val="Heading4"/>
      </w:pPr>
      <w:r w:rsidRPr="008C6DE4">
        <w:t>8.2.2.2</w:t>
      </w:r>
      <w:r w:rsidR="00977C68" w:rsidRPr="008C6DE4">
        <w:tab/>
        <w:t>Requirements</w:t>
      </w:r>
    </w:p>
    <w:p w14:paraId="2CDBDE36" w14:textId="77777777" w:rsidR="00977C68" w:rsidRPr="008C6DE4" w:rsidRDefault="00977C68" w:rsidP="00977C68">
      <w:pPr>
        <w:pStyle w:val="Heading5"/>
      </w:pPr>
      <w:bookmarkStart w:id="124" w:name="_Toc5952632"/>
      <w:r w:rsidRPr="008C6DE4">
        <w:t>8.2.2.2.1</w:t>
      </w:r>
      <w:r w:rsidRPr="008C6DE4">
        <w:tab/>
        <w:t>Interruptions at SCell addition/release</w:t>
      </w:r>
      <w:bookmarkEnd w:id="124"/>
    </w:p>
    <w:p w14:paraId="09E89822" w14:textId="77777777" w:rsidR="00977C68" w:rsidRPr="008C6DE4" w:rsidRDefault="00977C68" w:rsidP="00977C68">
      <w:r w:rsidRPr="008C6DE4">
        <w:t xml:space="preserve">When any number of SCells between one and 7 is added or released using the same </w:t>
      </w:r>
      <w:r w:rsidRPr="008C6DE4">
        <w:rPr>
          <w:i/>
        </w:rPr>
        <w:t>RRCConnectionReconfiguration</w:t>
      </w:r>
      <w:r w:rsidRPr="008C6DE4">
        <w:rPr>
          <w:i/>
          <w:iCs/>
        </w:rPr>
        <w:t xml:space="preserve"> </w:t>
      </w:r>
      <w:r w:rsidRPr="008C6DE4">
        <w:t>message as defined in TS 38.331 [2], the UE is allowed an interruption on any active serving cell during the RRC reconfiguration procedure as follows:</w:t>
      </w:r>
    </w:p>
    <w:p w14:paraId="3B211403" w14:textId="77777777" w:rsidR="00977C68" w:rsidRPr="008C6DE4" w:rsidRDefault="00977C68" w:rsidP="002320DB">
      <w:pPr>
        <w:pStyle w:val="B10"/>
      </w:pPr>
      <w:r w:rsidRPr="008C6DE4">
        <w:t>-</w:t>
      </w:r>
      <w:r w:rsidRPr="008C6DE4">
        <w:tab/>
        <w:t>an interruption on any active serving cell:</w:t>
      </w:r>
    </w:p>
    <w:p w14:paraId="170EAC46" w14:textId="0FEAF2D9" w:rsidR="00193345" w:rsidRPr="008C6DE4" w:rsidRDefault="00193345" w:rsidP="00193345">
      <w:pPr>
        <w:pStyle w:val="B2"/>
      </w:pPr>
      <w:r w:rsidRPr="008C6DE4">
        <w:t>-</w:t>
      </w:r>
      <w:r w:rsidRPr="008C6DE4">
        <w:tab/>
        <w:t>of up to the duration shown in table 8.2.2.2.1-1, if the active serving cell is not in the same band as the SCell being added or released, or</w:t>
      </w:r>
    </w:p>
    <w:p w14:paraId="28F3C17A" w14:textId="08779EF3" w:rsidR="00193345" w:rsidRPr="008C6DE4" w:rsidRDefault="00193345" w:rsidP="00193345">
      <w:pPr>
        <w:pStyle w:val="B2"/>
      </w:pPr>
      <w:r w:rsidRPr="008C6DE4">
        <w:t>-</w:t>
      </w:r>
      <w:r w:rsidRPr="008C6DE4">
        <w:tab/>
        <w:t>of up to the duration shown in table 8.2.2.2.1-2, if the active serving cells are in the same band as the SCell being added or released</w:t>
      </w:r>
      <w:r w:rsidRPr="008C6DE4">
        <w:rPr>
          <w:rFonts w:ascii="Tms Rmn" w:eastAsia="MS Mincho" w:hAnsi="Tms Rmn"/>
        </w:rPr>
        <w:t xml:space="preserve">, provided </w:t>
      </w:r>
      <w:r w:rsidRPr="008C6DE4">
        <w:rPr>
          <w:lang w:eastAsia="zh-CN"/>
        </w:rPr>
        <w:t xml:space="preserve">the cell specific reference signals from the active </w:t>
      </w:r>
      <w:r w:rsidRPr="008C6DE4">
        <w:t>serving cells</w:t>
      </w:r>
      <w:r w:rsidRPr="008C6DE4">
        <w:rPr>
          <w:lang w:eastAsia="zh-CN"/>
        </w:rPr>
        <w:t xml:space="preserve"> and the SCell being added or released are available in the same slot</w:t>
      </w:r>
      <w:r w:rsidRPr="008C6DE4">
        <w:t>.</w:t>
      </w:r>
    </w:p>
    <w:p w14:paraId="28EF9A9D" w14:textId="77777777" w:rsidR="00977C68" w:rsidRPr="008C6DE4" w:rsidRDefault="00977C68" w:rsidP="00977C68">
      <w:pPr>
        <w:pStyle w:val="TH"/>
      </w:pPr>
      <w:r w:rsidRPr="008C6DE4">
        <w:t>Table 8.2.2.2.1-1: Interruption duration for SCell addition/release for inter-band 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1361"/>
        <w:gridCol w:w="2521"/>
        <w:gridCol w:w="2890"/>
      </w:tblGrid>
      <w:tr w:rsidR="00DD3199" w:rsidRPr="008C6DE4" w14:paraId="1DAEA88F" w14:textId="77777777" w:rsidTr="00F15152">
        <w:trPr>
          <w:trHeight w:val="631"/>
          <w:jc w:val="center"/>
        </w:trPr>
        <w:tc>
          <w:tcPr>
            <w:tcW w:w="649" w:type="dxa"/>
            <w:tcBorders>
              <w:top w:val="single" w:sz="4" w:space="0" w:color="auto"/>
              <w:left w:val="single" w:sz="4" w:space="0" w:color="auto"/>
              <w:bottom w:val="single" w:sz="4" w:space="0" w:color="auto"/>
              <w:right w:val="single" w:sz="4" w:space="0" w:color="auto"/>
            </w:tcBorders>
            <w:vAlign w:val="center"/>
            <w:hideMark/>
          </w:tcPr>
          <w:p w14:paraId="0B0B525A" w14:textId="77777777" w:rsidR="00977C68" w:rsidRPr="008C6DE4" w:rsidRDefault="00977C68" w:rsidP="00F15152">
            <w:pPr>
              <w:keepNext/>
              <w:keepLines/>
              <w:spacing w:after="0"/>
              <w:jc w:val="center"/>
              <w:rPr>
                <w:lang w:eastAsia="ko-KR"/>
              </w:rPr>
            </w:pPr>
            <w:r w:rsidRPr="008C6DE4">
              <w:rPr>
                <w:rFonts w:ascii="Arial" w:hAnsi="Arial"/>
                <w:b/>
                <w:noProof/>
                <w:sz w:val="18"/>
                <w:lang w:val="en-US" w:eastAsia="zh-CN"/>
              </w:rPr>
              <w:drawing>
                <wp:inline distT="0" distB="0" distL="0" distR="0" wp14:anchorId="3E94EE8E" wp14:editId="7290860A">
                  <wp:extent cx="142240" cy="16002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160020"/>
                          </a:xfrm>
                          <a:prstGeom prst="rect">
                            <a:avLst/>
                          </a:prstGeom>
                          <a:noFill/>
                          <a:ln>
                            <a:noFill/>
                          </a:ln>
                        </pic:spPr>
                      </pic:pic>
                    </a:graphicData>
                  </a:graphic>
                </wp:inline>
              </w:drawing>
            </w:r>
          </w:p>
        </w:tc>
        <w:tc>
          <w:tcPr>
            <w:tcW w:w="1361" w:type="dxa"/>
            <w:tcBorders>
              <w:top w:val="single" w:sz="4" w:space="0" w:color="auto"/>
              <w:left w:val="single" w:sz="4" w:space="0" w:color="auto"/>
              <w:bottom w:val="single" w:sz="4" w:space="0" w:color="auto"/>
              <w:right w:val="single" w:sz="4" w:space="0" w:color="auto"/>
            </w:tcBorders>
            <w:hideMark/>
          </w:tcPr>
          <w:p w14:paraId="4C630DF4" w14:textId="77777777" w:rsidR="00977C68" w:rsidRPr="008C6DE4" w:rsidRDefault="00977C68" w:rsidP="00F15152">
            <w:pPr>
              <w:keepNext/>
              <w:keepLines/>
              <w:spacing w:after="0"/>
              <w:jc w:val="center"/>
              <w:rPr>
                <w:lang w:eastAsia="ko-KR"/>
              </w:rPr>
            </w:pPr>
            <w:r w:rsidRPr="008C6DE4">
              <w:rPr>
                <w:rFonts w:ascii="Arial" w:hAnsi="Arial"/>
                <w:b/>
                <w:sz w:val="18"/>
                <w:lang w:eastAsia="ko-KR"/>
              </w:rPr>
              <w:t>NR Slot length (ms) of victim cell</w:t>
            </w:r>
          </w:p>
        </w:tc>
        <w:tc>
          <w:tcPr>
            <w:tcW w:w="5411" w:type="dxa"/>
            <w:gridSpan w:val="2"/>
            <w:tcBorders>
              <w:top w:val="single" w:sz="4" w:space="0" w:color="auto"/>
              <w:left w:val="single" w:sz="4" w:space="0" w:color="auto"/>
              <w:bottom w:val="single" w:sz="4" w:space="0" w:color="auto"/>
              <w:right w:val="single" w:sz="4" w:space="0" w:color="auto"/>
            </w:tcBorders>
            <w:hideMark/>
          </w:tcPr>
          <w:p w14:paraId="0F1B1984" w14:textId="20C1346D" w:rsidR="00977C68" w:rsidRPr="008C6DE4" w:rsidRDefault="00EE6A1F" w:rsidP="00F15152">
            <w:pPr>
              <w:keepNext/>
              <w:keepLines/>
              <w:spacing w:after="0"/>
              <w:jc w:val="center"/>
              <w:rPr>
                <w:lang w:eastAsia="ko-KR"/>
              </w:rPr>
            </w:pPr>
            <w:r w:rsidRPr="008C6DE4">
              <w:rPr>
                <w:rFonts w:ascii="Arial" w:hAnsi="Arial"/>
                <w:b/>
                <w:sz w:val="18"/>
                <w:lang w:eastAsia="ko-KR"/>
              </w:rPr>
              <w:t>Interruption length (slots)</w:t>
            </w:r>
          </w:p>
        </w:tc>
      </w:tr>
      <w:tr w:rsidR="00DD3199" w:rsidRPr="008C6DE4" w14:paraId="03035F53"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508533FD" w14:textId="77777777" w:rsidR="00977C68" w:rsidRPr="008C6DE4" w:rsidRDefault="00977C68" w:rsidP="00F15152">
            <w:pPr>
              <w:pStyle w:val="TAC"/>
              <w:rPr>
                <w:lang w:eastAsia="ko-KR"/>
              </w:rPr>
            </w:pPr>
            <w:r w:rsidRPr="008C6DE4">
              <w:rPr>
                <w:lang w:eastAsia="ko-KR"/>
              </w:rPr>
              <w:t>0</w:t>
            </w:r>
          </w:p>
        </w:tc>
        <w:tc>
          <w:tcPr>
            <w:tcW w:w="1361" w:type="dxa"/>
            <w:tcBorders>
              <w:top w:val="single" w:sz="4" w:space="0" w:color="auto"/>
              <w:left w:val="single" w:sz="4" w:space="0" w:color="auto"/>
              <w:bottom w:val="single" w:sz="4" w:space="0" w:color="auto"/>
              <w:right w:val="single" w:sz="4" w:space="0" w:color="auto"/>
            </w:tcBorders>
            <w:hideMark/>
          </w:tcPr>
          <w:p w14:paraId="21285A09" w14:textId="77777777" w:rsidR="00977C68" w:rsidRPr="008C6DE4" w:rsidRDefault="00977C68" w:rsidP="00F15152">
            <w:pPr>
              <w:pStyle w:val="TAC"/>
              <w:rPr>
                <w:lang w:eastAsia="ko-KR"/>
              </w:rPr>
            </w:pPr>
            <w:r w:rsidRPr="008C6DE4">
              <w:rPr>
                <w:lang w:eastAsia="ko-KR"/>
              </w:rPr>
              <w:t>1</w:t>
            </w:r>
          </w:p>
        </w:tc>
        <w:tc>
          <w:tcPr>
            <w:tcW w:w="5411" w:type="dxa"/>
            <w:gridSpan w:val="2"/>
            <w:tcBorders>
              <w:top w:val="single" w:sz="4" w:space="0" w:color="auto"/>
              <w:left w:val="single" w:sz="4" w:space="0" w:color="auto"/>
              <w:bottom w:val="single" w:sz="4" w:space="0" w:color="auto"/>
              <w:right w:val="single" w:sz="4" w:space="0" w:color="auto"/>
            </w:tcBorders>
            <w:hideMark/>
          </w:tcPr>
          <w:p w14:paraId="2412DF0B" w14:textId="77777777" w:rsidR="00977C68" w:rsidRPr="008C6DE4" w:rsidRDefault="00977C68" w:rsidP="00F15152">
            <w:pPr>
              <w:pStyle w:val="TAC"/>
              <w:rPr>
                <w:szCs w:val="18"/>
                <w:lang w:eastAsia="ko-KR"/>
              </w:rPr>
            </w:pPr>
            <w:r w:rsidRPr="008C6DE4">
              <w:rPr>
                <w:szCs w:val="18"/>
                <w:lang w:eastAsia="ko-KR"/>
              </w:rPr>
              <w:t xml:space="preserve">1 </w:t>
            </w:r>
          </w:p>
        </w:tc>
      </w:tr>
      <w:tr w:rsidR="00DD3199" w:rsidRPr="008C6DE4" w14:paraId="1339ECCE"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336C9AB7" w14:textId="77777777" w:rsidR="00977C68" w:rsidRPr="008C6DE4" w:rsidRDefault="00977C68" w:rsidP="00F15152">
            <w:pPr>
              <w:pStyle w:val="TAC"/>
              <w:rPr>
                <w:lang w:eastAsia="ko-KR"/>
              </w:rPr>
            </w:pPr>
            <w:r w:rsidRPr="008C6DE4">
              <w:rPr>
                <w:lang w:eastAsia="ko-KR"/>
              </w:rPr>
              <w:t>1</w:t>
            </w:r>
          </w:p>
        </w:tc>
        <w:tc>
          <w:tcPr>
            <w:tcW w:w="1361" w:type="dxa"/>
            <w:tcBorders>
              <w:top w:val="single" w:sz="4" w:space="0" w:color="auto"/>
              <w:left w:val="single" w:sz="4" w:space="0" w:color="auto"/>
              <w:bottom w:val="single" w:sz="4" w:space="0" w:color="auto"/>
              <w:right w:val="single" w:sz="4" w:space="0" w:color="auto"/>
            </w:tcBorders>
            <w:hideMark/>
          </w:tcPr>
          <w:p w14:paraId="687834B9" w14:textId="77777777" w:rsidR="00977C68" w:rsidRPr="008C6DE4" w:rsidRDefault="00977C68" w:rsidP="00F15152">
            <w:pPr>
              <w:pStyle w:val="TAC"/>
              <w:rPr>
                <w:lang w:eastAsia="ko-KR"/>
              </w:rPr>
            </w:pPr>
            <w:r w:rsidRPr="008C6DE4">
              <w:rPr>
                <w:lang w:eastAsia="ko-KR"/>
              </w:rPr>
              <w:t>0.5</w:t>
            </w:r>
          </w:p>
        </w:tc>
        <w:tc>
          <w:tcPr>
            <w:tcW w:w="5411" w:type="dxa"/>
            <w:gridSpan w:val="2"/>
            <w:tcBorders>
              <w:top w:val="single" w:sz="4" w:space="0" w:color="auto"/>
              <w:left w:val="single" w:sz="4" w:space="0" w:color="auto"/>
              <w:bottom w:val="single" w:sz="4" w:space="0" w:color="auto"/>
              <w:right w:val="single" w:sz="4" w:space="0" w:color="auto"/>
            </w:tcBorders>
            <w:hideMark/>
          </w:tcPr>
          <w:p w14:paraId="668B90AB" w14:textId="77777777" w:rsidR="00977C68" w:rsidRPr="008C6DE4" w:rsidRDefault="00977C68" w:rsidP="00F15152">
            <w:pPr>
              <w:pStyle w:val="TAC"/>
              <w:rPr>
                <w:szCs w:val="18"/>
                <w:lang w:eastAsia="ko-KR"/>
              </w:rPr>
            </w:pPr>
            <w:r w:rsidRPr="008C6DE4">
              <w:rPr>
                <w:szCs w:val="18"/>
                <w:lang w:eastAsia="ko-KR"/>
              </w:rPr>
              <w:t xml:space="preserve">2 </w:t>
            </w:r>
          </w:p>
        </w:tc>
      </w:tr>
      <w:tr w:rsidR="00DD3199" w:rsidRPr="008C6DE4" w14:paraId="57201D3E" w14:textId="77777777" w:rsidTr="00F15152">
        <w:trPr>
          <w:jc w:val="center"/>
        </w:trPr>
        <w:tc>
          <w:tcPr>
            <w:tcW w:w="649" w:type="dxa"/>
            <w:vMerge w:val="restart"/>
            <w:tcBorders>
              <w:top w:val="single" w:sz="4" w:space="0" w:color="auto"/>
              <w:left w:val="single" w:sz="4" w:space="0" w:color="auto"/>
              <w:bottom w:val="single" w:sz="4" w:space="0" w:color="auto"/>
              <w:right w:val="single" w:sz="4" w:space="0" w:color="auto"/>
            </w:tcBorders>
            <w:hideMark/>
          </w:tcPr>
          <w:p w14:paraId="303E57E7" w14:textId="77777777" w:rsidR="00977C68" w:rsidRPr="008C6DE4" w:rsidRDefault="00977C68" w:rsidP="00F15152">
            <w:pPr>
              <w:pStyle w:val="TAC"/>
              <w:rPr>
                <w:lang w:eastAsia="ko-KR"/>
              </w:rPr>
            </w:pPr>
            <w:r w:rsidRPr="008C6DE4">
              <w:rPr>
                <w:lang w:eastAsia="ko-KR"/>
              </w:rPr>
              <w:t>2</w:t>
            </w:r>
          </w:p>
        </w:tc>
        <w:tc>
          <w:tcPr>
            <w:tcW w:w="1361" w:type="dxa"/>
            <w:vMerge w:val="restart"/>
            <w:tcBorders>
              <w:top w:val="single" w:sz="4" w:space="0" w:color="auto"/>
              <w:left w:val="single" w:sz="4" w:space="0" w:color="auto"/>
              <w:bottom w:val="single" w:sz="4" w:space="0" w:color="auto"/>
              <w:right w:val="single" w:sz="4" w:space="0" w:color="auto"/>
            </w:tcBorders>
            <w:hideMark/>
          </w:tcPr>
          <w:p w14:paraId="62BF142E" w14:textId="77777777" w:rsidR="00977C68" w:rsidRPr="008C6DE4" w:rsidRDefault="00977C68" w:rsidP="00F15152">
            <w:pPr>
              <w:pStyle w:val="TAC"/>
              <w:rPr>
                <w:lang w:eastAsia="ko-KR"/>
              </w:rPr>
            </w:pPr>
            <w:r w:rsidRPr="008C6DE4">
              <w:rPr>
                <w:lang w:eastAsia="ko-KR"/>
              </w:rPr>
              <w:t>0.25</w:t>
            </w:r>
          </w:p>
        </w:tc>
        <w:tc>
          <w:tcPr>
            <w:tcW w:w="2521" w:type="dxa"/>
            <w:tcBorders>
              <w:top w:val="single" w:sz="4" w:space="0" w:color="auto"/>
              <w:left w:val="single" w:sz="4" w:space="0" w:color="auto"/>
              <w:bottom w:val="single" w:sz="4" w:space="0" w:color="auto"/>
              <w:right w:val="single" w:sz="4" w:space="0" w:color="auto"/>
            </w:tcBorders>
            <w:hideMark/>
          </w:tcPr>
          <w:p w14:paraId="57760BB1" w14:textId="77777777" w:rsidR="00977C68" w:rsidRPr="008C6DE4" w:rsidRDefault="00977C68" w:rsidP="00F15152">
            <w:pPr>
              <w:keepNext/>
              <w:keepLines/>
              <w:spacing w:after="0"/>
              <w:jc w:val="center"/>
              <w:rPr>
                <w:rFonts w:ascii="Arial" w:hAnsi="Arial"/>
                <w:sz w:val="18"/>
                <w:lang w:eastAsia="zh-CN"/>
              </w:rPr>
            </w:pPr>
            <w:r w:rsidRPr="008C6DE4">
              <w:rPr>
                <w:rFonts w:ascii="Arial" w:hAnsi="Arial"/>
                <w:sz w:val="18"/>
                <w:lang w:eastAsia="zh-CN"/>
              </w:rPr>
              <w:t>Both aggressor cell and victim cell are on FR2</w:t>
            </w:r>
          </w:p>
        </w:tc>
        <w:tc>
          <w:tcPr>
            <w:tcW w:w="2890" w:type="dxa"/>
            <w:tcBorders>
              <w:top w:val="single" w:sz="4" w:space="0" w:color="auto"/>
              <w:left w:val="single" w:sz="4" w:space="0" w:color="auto"/>
              <w:bottom w:val="single" w:sz="4" w:space="0" w:color="auto"/>
              <w:right w:val="single" w:sz="4" w:space="0" w:color="auto"/>
            </w:tcBorders>
            <w:hideMark/>
          </w:tcPr>
          <w:p w14:paraId="66AB5D1D" w14:textId="77777777" w:rsidR="00977C68" w:rsidRPr="008C6DE4" w:rsidRDefault="00977C68" w:rsidP="00F15152">
            <w:pPr>
              <w:pStyle w:val="TAC"/>
              <w:rPr>
                <w:szCs w:val="18"/>
                <w:lang w:eastAsia="ko-KR"/>
              </w:rPr>
            </w:pPr>
            <w:r w:rsidRPr="008C6DE4">
              <w:rPr>
                <w:szCs w:val="18"/>
                <w:lang w:eastAsia="ko-KR"/>
              </w:rPr>
              <w:t xml:space="preserve">4 </w:t>
            </w:r>
          </w:p>
        </w:tc>
      </w:tr>
      <w:tr w:rsidR="00DD3199" w:rsidRPr="008C6DE4" w14:paraId="12604E98"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0EA918" w14:textId="77777777" w:rsidR="00977C68" w:rsidRPr="008C6DE4" w:rsidRDefault="00977C68" w:rsidP="00F15152">
            <w:pPr>
              <w:spacing w:after="0"/>
              <w:rPr>
                <w:rFonts w:ascii="Arial" w:hAnsi="Arial"/>
                <w:sz w:val="18"/>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79C1D3" w14:textId="77777777" w:rsidR="00977C68" w:rsidRPr="008C6DE4" w:rsidRDefault="00977C68" w:rsidP="00F15152">
            <w:pPr>
              <w:spacing w:after="0"/>
              <w:rPr>
                <w:rFonts w:ascii="Arial" w:hAnsi="Arial"/>
                <w:sz w:val="18"/>
                <w:lang w:eastAsia="ko-KR"/>
              </w:rPr>
            </w:pPr>
          </w:p>
        </w:tc>
        <w:tc>
          <w:tcPr>
            <w:tcW w:w="2521" w:type="dxa"/>
            <w:tcBorders>
              <w:top w:val="single" w:sz="4" w:space="0" w:color="auto"/>
              <w:left w:val="single" w:sz="4" w:space="0" w:color="auto"/>
              <w:bottom w:val="single" w:sz="4" w:space="0" w:color="auto"/>
              <w:right w:val="single" w:sz="4" w:space="0" w:color="auto"/>
            </w:tcBorders>
            <w:hideMark/>
          </w:tcPr>
          <w:p w14:paraId="090DC021" w14:textId="77777777" w:rsidR="00977C68" w:rsidRPr="008C6DE4" w:rsidRDefault="00977C68" w:rsidP="00F15152">
            <w:pPr>
              <w:keepNext/>
              <w:keepLines/>
              <w:spacing w:after="0"/>
              <w:jc w:val="center"/>
              <w:rPr>
                <w:rFonts w:ascii="Arial" w:hAnsi="Arial"/>
                <w:sz w:val="18"/>
                <w:lang w:eastAsia="zh-CN"/>
              </w:rPr>
            </w:pPr>
            <w:r w:rsidRPr="008C6DE4">
              <w:rPr>
                <w:rFonts w:ascii="Arial" w:hAnsi="Arial"/>
                <w:sz w:val="18"/>
                <w:lang w:eastAsia="zh-CN"/>
              </w:rPr>
              <w:t>Either aggressor cell or victim cell is on FR1</w:t>
            </w:r>
          </w:p>
        </w:tc>
        <w:tc>
          <w:tcPr>
            <w:tcW w:w="2890" w:type="dxa"/>
            <w:tcBorders>
              <w:top w:val="single" w:sz="4" w:space="0" w:color="auto"/>
              <w:left w:val="single" w:sz="4" w:space="0" w:color="auto"/>
              <w:bottom w:val="single" w:sz="4" w:space="0" w:color="auto"/>
              <w:right w:val="single" w:sz="4" w:space="0" w:color="auto"/>
            </w:tcBorders>
            <w:hideMark/>
          </w:tcPr>
          <w:p w14:paraId="6F906ADB" w14:textId="77777777" w:rsidR="00977C68" w:rsidRPr="008C6DE4" w:rsidRDefault="00977C68" w:rsidP="00F15152">
            <w:pPr>
              <w:pStyle w:val="TAC"/>
              <w:rPr>
                <w:szCs w:val="18"/>
                <w:lang w:eastAsia="ko-KR"/>
              </w:rPr>
            </w:pPr>
            <w:r w:rsidRPr="008C6DE4">
              <w:rPr>
                <w:szCs w:val="18"/>
                <w:lang w:eastAsia="ko-KR"/>
              </w:rPr>
              <w:t>5</w:t>
            </w:r>
          </w:p>
        </w:tc>
      </w:tr>
      <w:tr w:rsidR="00DD3199" w:rsidRPr="008C6DE4" w14:paraId="194B3A99" w14:textId="77777777" w:rsidTr="00F15152">
        <w:trPr>
          <w:jc w:val="center"/>
        </w:trPr>
        <w:tc>
          <w:tcPr>
            <w:tcW w:w="649" w:type="dxa"/>
            <w:vMerge w:val="restart"/>
            <w:tcBorders>
              <w:top w:val="single" w:sz="4" w:space="0" w:color="auto"/>
              <w:left w:val="single" w:sz="4" w:space="0" w:color="auto"/>
              <w:bottom w:val="single" w:sz="4" w:space="0" w:color="auto"/>
              <w:right w:val="single" w:sz="4" w:space="0" w:color="auto"/>
            </w:tcBorders>
            <w:hideMark/>
          </w:tcPr>
          <w:p w14:paraId="13B3DA97" w14:textId="77777777" w:rsidR="00977C68" w:rsidRPr="008C6DE4" w:rsidRDefault="00977C68" w:rsidP="00F15152">
            <w:pPr>
              <w:pStyle w:val="TAC"/>
              <w:rPr>
                <w:lang w:eastAsia="ko-KR"/>
              </w:rPr>
            </w:pPr>
            <w:r w:rsidRPr="008C6DE4">
              <w:rPr>
                <w:lang w:eastAsia="ko-KR"/>
              </w:rPr>
              <w:t>3</w:t>
            </w:r>
          </w:p>
        </w:tc>
        <w:tc>
          <w:tcPr>
            <w:tcW w:w="1361" w:type="dxa"/>
            <w:vMerge w:val="restart"/>
            <w:tcBorders>
              <w:top w:val="single" w:sz="4" w:space="0" w:color="auto"/>
              <w:left w:val="single" w:sz="4" w:space="0" w:color="auto"/>
              <w:bottom w:val="single" w:sz="4" w:space="0" w:color="auto"/>
              <w:right w:val="single" w:sz="4" w:space="0" w:color="auto"/>
            </w:tcBorders>
            <w:hideMark/>
          </w:tcPr>
          <w:p w14:paraId="75D57D43" w14:textId="77777777" w:rsidR="00977C68" w:rsidRPr="008C6DE4" w:rsidRDefault="00977C68" w:rsidP="00F15152">
            <w:pPr>
              <w:pStyle w:val="TAC"/>
              <w:rPr>
                <w:lang w:eastAsia="ko-KR"/>
              </w:rPr>
            </w:pPr>
            <w:r w:rsidRPr="008C6DE4">
              <w:rPr>
                <w:lang w:eastAsia="ko-KR"/>
              </w:rPr>
              <w:t>0.125</w:t>
            </w:r>
          </w:p>
        </w:tc>
        <w:tc>
          <w:tcPr>
            <w:tcW w:w="2521" w:type="dxa"/>
            <w:tcBorders>
              <w:top w:val="single" w:sz="4" w:space="0" w:color="auto"/>
              <w:left w:val="single" w:sz="4" w:space="0" w:color="auto"/>
              <w:bottom w:val="single" w:sz="4" w:space="0" w:color="auto"/>
              <w:right w:val="single" w:sz="4" w:space="0" w:color="auto"/>
            </w:tcBorders>
            <w:hideMark/>
          </w:tcPr>
          <w:p w14:paraId="1A336C34" w14:textId="77777777" w:rsidR="00977C68" w:rsidRPr="008C6DE4" w:rsidRDefault="00977C68" w:rsidP="00F15152">
            <w:pPr>
              <w:keepNext/>
              <w:keepLines/>
              <w:spacing w:after="0"/>
              <w:jc w:val="center"/>
              <w:rPr>
                <w:rFonts w:ascii="Arial" w:hAnsi="Arial"/>
                <w:sz w:val="18"/>
                <w:lang w:eastAsia="zh-CN"/>
              </w:rPr>
            </w:pPr>
            <w:r w:rsidRPr="008C6DE4">
              <w:rPr>
                <w:rFonts w:ascii="Arial" w:hAnsi="Arial"/>
                <w:sz w:val="18"/>
                <w:lang w:eastAsia="zh-CN"/>
              </w:rPr>
              <w:t>Aggressor cell is on FR2</w:t>
            </w:r>
          </w:p>
        </w:tc>
        <w:tc>
          <w:tcPr>
            <w:tcW w:w="2890" w:type="dxa"/>
            <w:tcBorders>
              <w:top w:val="single" w:sz="4" w:space="0" w:color="auto"/>
              <w:left w:val="single" w:sz="4" w:space="0" w:color="auto"/>
              <w:bottom w:val="single" w:sz="4" w:space="0" w:color="auto"/>
              <w:right w:val="single" w:sz="4" w:space="0" w:color="auto"/>
            </w:tcBorders>
            <w:hideMark/>
          </w:tcPr>
          <w:p w14:paraId="41CAB9EB" w14:textId="77777777" w:rsidR="00977C68" w:rsidRPr="008C6DE4" w:rsidRDefault="00977C68" w:rsidP="00F15152">
            <w:pPr>
              <w:pStyle w:val="TAC"/>
              <w:rPr>
                <w:szCs w:val="18"/>
                <w:lang w:eastAsia="ko-KR"/>
              </w:rPr>
            </w:pPr>
            <w:r w:rsidRPr="008C6DE4">
              <w:rPr>
                <w:szCs w:val="18"/>
                <w:lang w:eastAsia="ko-KR"/>
              </w:rPr>
              <w:t xml:space="preserve">8 </w:t>
            </w:r>
          </w:p>
        </w:tc>
      </w:tr>
      <w:tr w:rsidR="00DD3199" w:rsidRPr="008C6DE4" w14:paraId="04F4CE28"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13CB55" w14:textId="77777777" w:rsidR="00977C68" w:rsidRPr="008C6DE4" w:rsidRDefault="00977C68" w:rsidP="00F15152">
            <w:pPr>
              <w:spacing w:after="0"/>
              <w:rPr>
                <w:rFonts w:ascii="Arial" w:hAnsi="Arial"/>
                <w:sz w:val="18"/>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6C6E38" w14:textId="77777777" w:rsidR="00977C68" w:rsidRPr="008C6DE4" w:rsidRDefault="00977C68" w:rsidP="00F15152">
            <w:pPr>
              <w:spacing w:after="0"/>
              <w:rPr>
                <w:rFonts w:ascii="Arial" w:hAnsi="Arial"/>
                <w:sz w:val="18"/>
                <w:lang w:eastAsia="ko-KR"/>
              </w:rPr>
            </w:pPr>
          </w:p>
        </w:tc>
        <w:tc>
          <w:tcPr>
            <w:tcW w:w="2521" w:type="dxa"/>
            <w:tcBorders>
              <w:top w:val="single" w:sz="4" w:space="0" w:color="auto"/>
              <w:left w:val="single" w:sz="4" w:space="0" w:color="auto"/>
              <w:bottom w:val="single" w:sz="4" w:space="0" w:color="auto"/>
              <w:right w:val="single" w:sz="4" w:space="0" w:color="auto"/>
            </w:tcBorders>
            <w:hideMark/>
          </w:tcPr>
          <w:p w14:paraId="0ACD3B61" w14:textId="77777777" w:rsidR="00977C68" w:rsidRPr="008C6DE4" w:rsidRDefault="00977C68" w:rsidP="00F15152">
            <w:pPr>
              <w:keepNext/>
              <w:keepLines/>
              <w:spacing w:after="0"/>
              <w:jc w:val="center"/>
              <w:rPr>
                <w:rFonts w:ascii="Arial" w:hAnsi="Arial"/>
                <w:sz w:val="18"/>
                <w:lang w:eastAsia="zh-CN"/>
              </w:rPr>
            </w:pPr>
            <w:r w:rsidRPr="008C6DE4">
              <w:rPr>
                <w:rFonts w:ascii="Arial" w:hAnsi="Arial"/>
                <w:sz w:val="18"/>
                <w:lang w:eastAsia="zh-CN"/>
              </w:rPr>
              <w:t>Aggressor cell is on FR1</w:t>
            </w:r>
          </w:p>
        </w:tc>
        <w:tc>
          <w:tcPr>
            <w:tcW w:w="2890" w:type="dxa"/>
            <w:tcBorders>
              <w:top w:val="single" w:sz="4" w:space="0" w:color="auto"/>
              <w:left w:val="single" w:sz="4" w:space="0" w:color="auto"/>
              <w:bottom w:val="single" w:sz="4" w:space="0" w:color="auto"/>
              <w:right w:val="single" w:sz="4" w:space="0" w:color="auto"/>
            </w:tcBorders>
            <w:hideMark/>
          </w:tcPr>
          <w:p w14:paraId="7E6BB467" w14:textId="77777777" w:rsidR="00977C68" w:rsidRPr="008C6DE4" w:rsidRDefault="00977C68" w:rsidP="00F15152">
            <w:pPr>
              <w:pStyle w:val="TAC"/>
              <w:rPr>
                <w:szCs w:val="18"/>
                <w:lang w:eastAsia="ko-KR"/>
              </w:rPr>
            </w:pPr>
            <w:r w:rsidRPr="008C6DE4">
              <w:rPr>
                <w:szCs w:val="18"/>
                <w:lang w:eastAsia="ko-KR"/>
              </w:rPr>
              <w:t xml:space="preserve">9 </w:t>
            </w:r>
          </w:p>
        </w:tc>
      </w:tr>
    </w:tbl>
    <w:p w14:paraId="5C973DC6" w14:textId="77777777" w:rsidR="00977C68" w:rsidRPr="008C6DE4" w:rsidRDefault="00977C68" w:rsidP="00977C68"/>
    <w:p w14:paraId="75119A09" w14:textId="77777777" w:rsidR="00462087" w:rsidRDefault="00462087" w:rsidP="00462087">
      <w:pPr>
        <w:keepNext/>
        <w:keepLines/>
        <w:spacing w:before="60"/>
        <w:jc w:val="center"/>
      </w:pPr>
      <w:bookmarkStart w:id="125" w:name="_Toc5952633"/>
      <w:r>
        <w:rPr>
          <w:rFonts w:ascii="Arial" w:hAnsi="Arial"/>
          <w:b/>
        </w:rPr>
        <w:t>Table 8.2.2.2.1-2: Interruption duration for SCell addition/release for intra-band 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2109"/>
        <w:gridCol w:w="6141"/>
      </w:tblGrid>
      <w:tr w:rsidR="00462087" w14:paraId="511FFACA" w14:textId="77777777" w:rsidTr="00662690">
        <w:trPr>
          <w:trHeight w:val="631"/>
          <w:jc w:val="center"/>
        </w:trPr>
        <w:tc>
          <w:tcPr>
            <w:tcW w:w="716" w:type="pct"/>
            <w:tcBorders>
              <w:top w:val="single" w:sz="4" w:space="0" w:color="auto"/>
              <w:left w:val="single" w:sz="4" w:space="0" w:color="auto"/>
              <w:bottom w:val="single" w:sz="4" w:space="0" w:color="auto"/>
              <w:right w:val="single" w:sz="4" w:space="0" w:color="auto"/>
            </w:tcBorders>
            <w:vAlign w:val="center"/>
            <w:hideMark/>
          </w:tcPr>
          <w:p w14:paraId="3F4F319F" w14:textId="77777777" w:rsidR="00462087" w:rsidRDefault="00462087" w:rsidP="001E7463">
            <w:pPr>
              <w:keepNext/>
              <w:keepLines/>
              <w:spacing w:after="0"/>
              <w:jc w:val="center"/>
              <w:rPr>
                <w:lang w:eastAsia="ko-KR"/>
              </w:rPr>
            </w:pPr>
            <w:r>
              <w:rPr>
                <w:rFonts w:ascii="Arial" w:hAnsi="Arial"/>
                <w:b/>
                <w:noProof/>
                <w:sz w:val="18"/>
                <w:lang w:val="en-US" w:eastAsia="zh-CN"/>
              </w:rPr>
              <w:drawing>
                <wp:inline distT="0" distB="0" distL="0" distR="0" wp14:anchorId="75532F4D" wp14:editId="134A95FC">
                  <wp:extent cx="146050" cy="160655"/>
                  <wp:effectExtent l="0" t="0" r="635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6050" cy="160655"/>
                          </a:xfrm>
                          <a:prstGeom prst="rect">
                            <a:avLst/>
                          </a:prstGeom>
                          <a:noFill/>
                          <a:ln>
                            <a:noFill/>
                          </a:ln>
                        </pic:spPr>
                      </pic:pic>
                    </a:graphicData>
                  </a:graphic>
                </wp:inline>
              </w:drawing>
            </w:r>
          </w:p>
        </w:tc>
        <w:tc>
          <w:tcPr>
            <w:tcW w:w="1095" w:type="pct"/>
            <w:tcBorders>
              <w:top w:val="single" w:sz="4" w:space="0" w:color="auto"/>
              <w:left w:val="single" w:sz="4" w:space="0" w:color="auto"/>
              <w:bottom w:val="single" w:sz="4" w:space="0" w:color="auto"/>
              <w:right w:val="single" w:sz="4" w:space="0" w:color="auto"/>
            </w:tcBorders>
            <w:hideMark/>
          </w:tcPr>
          <w:p w14:paraId="5C2F7F65" w14:textId="77777777" w:rsidR="00462087" w:rsidRDefault="00462087" w:rsidP="001E7463">
            <w:pPr>
              <w:keepNext/>
              <w:keepLines/>
              <w:spacing w:after="0"/>
              <w:jc w:val="center"/>
              <w:rPr>
                <w:lang w:eastAsia="ko-KR"/>
              </w:rPr>
            </w:pPr>
            <w:r>
              <w:rPr>
                <w:rFonts w:ascii="Arial" w:hAnsi="Arial"/>
                <w:b/>
                <w:sz w:val="18"/>
                <w:lang w:eastAsia="ko-KR"/>
              </w:rPr>
              <w:t>NR Slot length (ms)</w:t>
            </w:r>
          </w:p>
        </w:tc>
        <w:tc>
          <w:tcPr>
            <w:tcW w:w="3189" w:type="pct"/>
            <w:tcBorders>
              <w:top w:val="single" w:sz="4" w:space="0" w:color="auto"/>
              <w:left w:val="single" w:sz="4" w:space="0" w:color="auto"/>
              <w:bottom w:val="single" w:sz="4" w:space="0" w:color="auto"/>
              <w:right w:val="single" w:sz="4" w:space="0" w:color="auto"/>
            </w:tcBorders>
            <w:hideMark/>
          </w:tcPr>
          <w:p w14:paraId="25372F58" w14:textId="77777777" w:rsidR="00462087" w:rsidRDefault="00462087" w:rsidP="001E7463">
            <w:pPr>
              <w:keepNext/>
              <w:keepLines/>
              <w:spacing w:after="0"/>
              <w:jc w:val="center"/>
              <w:rPr>
                <w:lang w:eastAsia="ko-KR"/>
              </w:rPr>
            </w:pPr>
            <w:r>
              <w:rPr>
                <w:rFonts w:ascii="Arial" w:hAnsi="Arial"/>
                <w:b/>
                <w:sz w:val="18"/>
                <w:lang w:eastAsia="ko-KR"/>
              </w:rPr>
              <w:t>Interruption length (slot)</w:t>
            </w:r>
          </w:p>
        </w:tc>
      </w:tr>
      <w:tr w:rsidR="00462087" w14:paraId="6F452B2B" w14:textId="77777777" w:rsidTr="00662690">
        <w:trPr>
          <w:jc w:val="center"/>
        </w:trPr>
        <w:tc>
          <w:tcPr>
            <w:tcW w:w="716" w:type="pct"/>
            <w:tcBorders>
              <w:top w:val="single" w:sz="4" w:space="0" w:color="auto"/>
              <w:left w:val="single" w:sz="4" w:space="0" w:color="auto"/>
              <w:bottom w:val="single" w:sz="4" w:space="0" w:color="auto"/>
              <w:right w:val="single" w:sz="4" w:space="0" w:color="auto"/>
            </w:tcBorders>
            <w:hideMark/>
          </w:tcPr>
          <w:p w14:paraId="52E4FD96" w14:textId="77777777" w:rsidR="00462087" w:rsidRDefault="00462087" w:rsidP="001E7463">
            <w:pPr>
              <w:pStyle w:val="TAC"/>
              <w:rPr>
                <w:lang w:eastAsia="ko-KR"/>
              </w:rPr>
            </w:pPr>
            <w:r>
              <w:rPr>
                <w:lang w:eastAsia="ko-KR"/>
              </w:rPr>
              <w:t>0</w:t>
            </w:r>
          </w:p>
        </w:tc>
        <w:tc>
          <w:tcPr>
            <w:tcW w:w="1095" w:type="pct"/>
            <w:tcBorders>
              <w:top w:val="single" w:sz="4" w:space="0" w:color="auto"/>
              <w:left w:val="single" w:sz="4" w:space="0" w:color="auto"/>
              <w:bottom w:val="single" w:sz="4" w:space="0" w:color="auto"/>
              <w:right w:val="single" w:sz="4" w:space="0" w:color="auto"/>
            </w:tcBorders>
            <w:hideMark/>
          </w:tcPr>
          <w:p w14:paraId="35E1340B" w14:textId="77777777" w:rsidR="00462087" w:rsidRDefault="00462087" w:rsidP="001E7463">
            <w:pPr>
              <w:pStyle w:val="TAC"/>
              <w:rPr>
                <w:lang w:eastAsia="ko-KR"/>
              </w:rPr>
            </w:pPr>
            <w:r>
              <w:rPr>
                <w:lang w:eastAsia="ko-KR"/>
              </w:rPr>
              <w:t>1</w:t>
            </w:r>
          </w:p>
        </w:tc>
        <w:tc>
          <w:tcPr>
            <w:tcW w:w="3189" w:type="pct"/>
            <w:tcBorders>
              <w:top w:val="single" w:sz="4" w:space="0" w:color="auto"/>
              <w:left w:val="single" w:sz="4" w:space="0" w:color="auto"/>
              <w:bottom w:val="single" w:sz="4" w:space="0" w:color="auto"/>
              <w:right w:val="single" w:sz="4" w:space="0" w:color="auto"/>
            </w:tcBorders>
            <w:hideMark/>
          </w:tcPr>
          <w:p w14:paraId="1B964797" w14:textId="77777777" w:rsidR="00462087" w:rsidRDefault="00462087" w:rsidP="001E7463">
            <w:pPr>
              <w:pStyle w:val="TAC"/>
              <w:rPr>
                <w:szCs w:val="18"/>
                <w:lang w:eastAsia="ko-KR"/>
              </w:rPr>
            </w:pPr>
            <w:r>
              <w:rPr>
                <w:szCs w:val="18"/>
                <w:lang w:val="fr-FR" w:eastAsia="ko-KR"/>
              </w:rPr>
              <w:t xml:space="preserve">1 + </w:t>
            </w:r>
            <w:r>
              <w:rPr>
                <w:szCs w:val="18"/>
                <w:lang w:val="fr-FR" w:eastAsia="zh-CN"/>
              </w:rPr>
              <w:t>T</w:t>
            </w:r>
            <w:r>
              <w:rPr>
                <w:szCs w:val="18"/>
                <w:vertAlign w:val="subscript"/>
                <w:lang w:val="fr-FR" w:eastAsia="zh-CN"/>
              </w:rPr>
              <w:t>SMTC_duration</w:t>
            </w:r>
            <w:r>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462087" w14:paraId="6BC30264" w14:textId="77777777" w:rsidTr="00662690">
        <w:trPr>
          <w:jc w:val="center"/>
        </w:trPr>
        <w:tc>
          <w:tcPr>
            <w:tcW w:w="716" w:type="pct"/>
            <w:tcBorders>
              <w:top w:val="single" w:sz="4" w:space="0" w:color="auto"/>
              <w:left w:val="single" w:sz="4" w:space="0" w:color="auto"/>
              <w:bottom w:val="single" w:sz="4" w:space="0" w:color="auto"/>
              <w:right w:val="single" w:sz="4" w:space="0" w:color="auto"/>
            </w:tcBorders>
            <w:hideMark/>
          </w:tcPr>
          <w:p w14:paraId="4B95FD1E" w14:textId="77777777" w:rsidR="00462087" w:rsidRDefault="00462087" w:rsidP="001E7463">
            <w:pPr>
              <w:pStyle w:val="TAC"/>
              <w:rPr>
                <w:lang w:eastAsia="ko-KR"/>
              </w:rPr>
            </w:pPr>
            <w:r>
              <w:rPr>
                <w:lang w:eastAsia="ko-KR"/>
              </w:rPr>
              <w:t>1</w:t>
            </w:r>
          </w:p>
        </w:tc>
        <w:tc>
          <w:tcPr>
            <w:tcW w:w="1095" w:type="pct"/>
            <w:tcBorders>
              <w:top w:val="single" w:sz="4" w:space="0" w:color="auto"/>
              <w:left w:val="single" w:sz="4" w:space="0" w:color="auto"/>
              <w:bottom w:val="single" w:sz="4" w:space="0" w:color="auto"/>
              <w:right w:val="single" w:sz="4" w:space="0" w:color="auto"/>
            </w:tcBorders>
            <w:hideMark/>
          </w:tcPr>
          <w:p w14:paraId="541C4256" w14:textId="77777777" w:rsidR="00462087" w:rsidRDefault="00462087" w:rsidP="001E7463">
            <w:pPr>
              <w:pStyle w:val="TAC"/>
              <w:rPr>
                <w:lang w:eastAsia="ko-KR"/>
              </w:rPr>
            </w:pPr>
            <w:r>
              <w:rPr>
                <w:lang w:eastAsia="ko-KR"/>
              </w:rPr>
              <w:t>0.5</w:t>
            </w:r>
          </w:p>
        </w:tc>
        <w:tc>
          <w:tcPr>
            <w:tcW w:w="3189" w:type="pct"/>
            <w:tcBorders>
              <w:top w:val="single" w:sz="4" w:space="0" w:color="auto"/>
              <w:left w:val="single" w:sz="4" w:space="0" w:color="auto"/>
              <w:bottom w:val="single" w:sz="4" w:space="0" w:color="auto"/>
              <w:right w:val="single" w:sz="4" w:space="0" w:color="auto"/>
            </w:tcBorders>
            <w:hideMark/>
          </w:tcPr>
          <w:p w14:paraId="5B29C04C" w14:textId="77777777" w:rsidR="00462087" w:rsidRDefault="00462087" w:rsidP="001E7463">
            <w:pPr>
              <w:pStyle w:val="TAC"/>
              <w:rPr>
                <w:szCs w:val="18"/>
                <w:lang w:eastAsia="ko-KR"/>
              </w:rPr>
            </w:pPr>
            <w:r>
              <w:rPr>
                <w:szCs w:val="18"/>
                <w:lang w:val="fr-FR" w:eastAsia="ko-KR"/>
              </w:rPr>
              <w:t xml:space="preserve">2 + </w:t>
            </w:r>
            <w:r>
              <w:rPr>
                <w:szCs w:val="18"/>
                <w:lang w:val="fr-FR" w:eastAsia="zh-CN"/>
              </w:rPr>
              <w:t>T</w:t>
            </w:r>
            <w:r>
              <w:rPr>
                <w:szCs w:val="18"/>
                <w:vertAlign w:val="subscript"/>
                <w:lang w:val="fr-FR" w:eastAsia="zh-CN"/>
              </w:rPr>
              <w:t>SMTC_duration</w:t>
            </w:r>
            <w:r>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462087" w14:paraId="73D604EF" w14:textId="77777777" w:rsidTr="00662690">
        <w:trPr>
          <w:jc w:val="center"/>
        </w:trPr>
        <w:tc>
          <w:tcPr>
            <w:tcW w:w="716" w:type="pct"/>
            <w:tcBorders>
              <w:top w:val="single" w:sz="4" w:space="0" w:color="auto"/>
              <w:left w:val="single" w:sz="4" w:space="0" w:color="auto"/>
              <w:bottom w:val="single" w:sz="4" w:space="0" w:color="auto"/>
              <w:right w:val="single" w:sz="4" w:space="0" w:color="auto"/>
            </w:tcBorders>
            <w:hideMark/>
          </w:tcPr>
          <w:p w14:paraId="333FADEA" w14:textId="77777777" w:rsidR="00462087" w:rsidRDefault="00462087" w:rsidP="001E7463">
            <w:pPr>
              <w:pStyle w:val="TAC"/>
              <w:rPr>
                <w:lang w:eastAsia="ko-KR"/>
              </w:rPr>
            </w:pPr>
            <w:r>
              <w:rPr>
                <w:lang w:eastAsia="ko-KR"/>
              </w:rPr>
              <w:t>2</w:t>
            </w:r>
          </w:p>
        </w:tc>
        <w:tc>
          <w:tcPr>
            <w:tcW w:w="1095" w:type="pct"/>
            <w:tcBorders>
              <w:top w:val="single" w:sz="4" w:space="0" w:color="auto"/>
              <w:left w:val="single" w:sz="4" w:space="0" w:color="auto"/>
              <w:bottom w:val="single" w:sz="4" w:space="0" w:color="auto"/>
              <w:right w:val="single" w:sz="4" w:space="0" w:color="auto"/>
            </w:tcBorders>
            <w:hideMark/>
          </w:tcPr>
          <w:p w14:paraId="2CFFBFF4" w14:textId="77777777" w:rsidR="00462087" w:rsidRDefault="00462087" w:rsidP="001E7463">
            <w:pPr>
              <w:pStyle w:val="TAC"/>
              <w:rPr>
                <w:lang w:eastAsia="ko-KR"/>
              </w:rPr>
            </w:pPr>
            <w:r>
              <w:rPr>
                <w:lang w:eastAsia="ko-KR"/>
              </w:rPr>
              <w:t>0.25</w:t>
            </w:r>
          </w:p>
        </w:tc>
        <w:tc>
          <w:tcPr>
            <w:tcW w:w="3189" w:type="pct"/>
            <w:tcBorders>
              <w:top w:val="single" w:sz="4" w:space="0" w:color="auto"/>
              <w:left w:val="single" w:sz="4" w:space="0" w:color="auto"/>
              <w:bottom w:val="single" w:sz="4" w:space="0" w:color="auto"/>
              <w:right w:val="single" w:sz="4" w:space="0" w:color="auto"/>
            </w:tcBorders>
            <w:hideMark/>
          </w:tcPr>
          <w:p w14:paraId="6A73B43A" w14:textId="77777777" w:rsidR="00462087" w:rsidRDefault="00462087" w:rsidP="001E7463">
            <w:pPr>
              <w:pStyle w:val="TAC"/>
              <w:rPr>
                <w:szCs w:val="18"/>
                <w:lang w:eastAsia="ko-KR"/>
              </w:rPr>
            </w:pPr>
            <w:r>
              <w:rPr>
                <w:szCs w:val="18"/>
                <w:lang w:val="fr-FR" w:eastAsia="ko-KR"/>
              </w:rPr>
              <w:t xml:space="preserve">4 + </w:t>
            </w:r>
            <w:r>
              <w:rPr>
                <w:szCs w:val="18"/>
                <w:lang w:val="fr-FR" w:eastAsia="zh-CN"/>
              </w:rPr>
              <w:t>T</w:t>
            </w:r>
            <w:r>
              <w:rPr>
                <w:szCs w:val="18"/>
                <w:vertAlign w:val="subscript"/>
                <w:lang w:val="fr-FR" w:eastAsia="zh-CN"/>
              </w:rPr>
              <w:t>SMTC_duration</w:t>
            </w:r>
            <w:r>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462087" w14:paraId="0B765048" w14:textId="77777777" w:rsidTr="00662690">
        <w:trPr>
          <w:jc w:val="center"/>
        </w:trPr>
        <w:tc>
          <w:tcPr>
            <w:tcW w:w="716" w:type="pct"/>
            <w:tcBorders>
              <w:top w:val="single" w:sz="4" w:space="0" w:color="auto"/>
              <w:left w:val="single" w:sz="4" w:space="0" w:color="auto"/>
              <w:bottom w:val="single" w:sz="4" w:space="0" w:color="auto"/>
              <w:right w:val="single" w:sz="4" w:space="0" w:color="auto"/>
            </w:tcBorders>
            <w:hideMark/>
          </w:tcPr>
          <w:p w14:paraId="74884C4B" w14:textId="77777777" w:rsidR="00462087" w:rsidRDefault="00462087" w:rsidP="001E7463">
            <w:pPr>
              <w:pStyle w:val="TAC"/>
              <w:rPr>
                <w:lang w:eastAsia="ko-KR"/>
              </w:rPr>
            </w:pPr>
            <w:r>
              <w:rPr>
                <w:lang w:eastAsia="ko-KR"/>
              </w:rPr>
              <w:t>3</w:t>
            </w:r>
          </w:p>
        </w:tc>
        <w:tc>
          <w:tcPr>
            <w:tcW w:w="1095" w:type="pct"/>
            <w:tcBorders>
              <w:top w:val="single" w:sz="4" w:space="0" w:color="auto"/>
              <w:left w:val="single" w:sz="4" w:space="0" w:color="auto"/>
              <w:bottom w:val="single" w:sz="4" w:space="0" w:color="auto"/>
              <w:right w:val="single" w:sz="4" w:space="0" w:color="auto"/>
            </w:tcBorders>
            <w:hideMark/>
          </w:tcPr>
          <w:p w14:paraId="2BE3C2AC" w14:textId="77777777" w:rsidR="00462087" w:rsidRDefault="00462087" w:rsidP="001E7463">
            <w:pPr>
              <w:pStyle w:val="TAC"/>
              <w:rPr>
                <w:lang w:eastAsia="ko-KR"/>
              </w:rPr>
            </w:pPr>
            <w:r>
              <w:rPr>
                <w:lang w:eastAsia="ko-KR"/>
              </w:rPr>
              <w:t>0.125</w:t>
            </w:r>
          </w:p>
        </w:tc>
        <w:tc>
          <w:tcPr>
            <w:tcW w:w="3189" w:type="pct"/>
            <w:tcBorders>
              <w:top w:val="single" w:sz="4" w:space="0" w:color="auto"/>
              <w:left w:val="single" w:sz="4" w:space="0" w:color="auto"/>
              <w:bottom w:val="single" w:sz="4" w:space="0" w:color="auto"/>
              <w:right w:val="single" w:sz="4" w:space="0" w:color="auto"/>
            </w:tcBorders>
            <w:hideMark/>
          </w:tcPr>
          <w:p w14:paraId="5BB009D6" w14:textId="77777777" w:rsidR="00462087" w:rsidRDefault="00462087" w:rsidP="001E7463">
            <w:pPr>
              <w:pStyle w:val="TAC"/>
              <w:rPr>
                <w:szCs w:val="18"/>
                <w:lang w:eastAsia="ko-KR"/>
              </w:rPr>
            </w:pPr>
            <w:r>
              <w:rPr>
                <w:szCs w:val="18"/>
                <w:lang w:val="fr-FR" w:eastAsia="ko-KR"/>
              </w:rPr>
              <w:t xml:space="preserve">8 + </w:t>
            </w:r>
            <w:r>
              <w:rPr>
                <w:szCs w:val="18"/>
                <w:lang w:val="fr-FR" w:eastAsia="zh-CN"/>
              </w:rPr>
              <w:t>T</w:t>
            </w:r>
            <w:r>
              <w:rPr>
                <w:szCs w:val="18"/>
                <w:vertAlign w:val="subscript"/>
                <w:lang w:val="fr-FR" w:eastAsia="zh-CN"/>
              </w:rPr>
              <w:t>SMTC_duration</w:t>
            </w:r>
            <w:r>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462087" w14:paraId="40B5C83E" w14:textId="77777777" w:rsidTr="001E7463">
        <w:trPr>
          <w:jc w:val="center"/>
        </w:trPr>
        <w:tc>
          <w:tcPr>
            <w:tcW w:w="5000" w:type="pct"/>
            <w:gridSpan w:val="3"/>
            <w:tcBorders>
              <w:top w:val="single" w:sz="4" w:space="0" w:color="auto"/>
              <w:left w:val="single" w:sz="4" w:space="0" w:color="auto"/>
              <w:bottom w:val="single" w:sz="4" w:space="0" w:color="auto"/>
              <w:right w:val="single" w:sz="4" w:space="0" w:color="auto"/>
            </w:tcBorders>
            <w:hideMark/>
          </w:tcPr>
          <w:p w14:paraId="54F27F18" w14:textId="77777777" w:rsidR="00462087" w:rsidRDefault="00462087" w:rsidP="001E7463">
            <w:pPr>
              <w:pStyle w:val="TAN"/>
              <w:rPr>
                <w:lang w:eastAsia="zh-CN"/>
              </w:rPr>
            </w:pPr>
            <w:r>
              <w:rPr>
                <w:lang w:eastAsia="ko-KR"/>
              </w:rPr>
              <w:t>NOTE 1:</w:t>
            </w:r>
            <w:r>
              <w:rPr>
                <w:lang w:eastAsia="ko-KR"/>
              </w:rPr>
              <w:tab/>
            </w:r>
            <w:r>
              <w:rPr>
                <w:lang w:eastAsia="zh-CN"/>
              </w:rPr>
              <w:t>T</w:t>
            </w:r>
            <w:r>
              <w:rPr>
                <w:vertAlign w:val="subscript"/>
                <w:lang w:eastAsia="zh-CN"/>
              </w:rPr>
              <w:t>SMTC_duration</w:t>
            </w:r>
            <w:r>
              <w:rPr>
                <w:lang w:eastAsia="zh-CN"/>
              </w:rPr>
              <w:t xml:space="preserve"> measured in subframes is</w:t>
            </w:r>
          </w:p>
          <w:p w14:paraId="7602AA9C" w14:textId="3C3E53FA" w:rsidR="00462087" w:rsidRDefault="00462087" w:rsidP="001E7463">
            <w:pPr>
              <w:pStyle w:val="TAN"/>
              <w:rPr>
                <w:lang w:eastAsia="ko-KR"/>
              </w:rPr>
            </w:pPr>
            <w:r>
              <w:rPr>
                <w:lang w:eastAsia="ko-KR"/>
              </w:rPr>
              <w:tab/>
              <w:t xml:space="preserve">- the longest SMTC duration </w:t>
            </w:r>
            <w:r>
              <w:rPr>
                <w:lang w:eastAsia="zh-CN"/>
              </w:rPr>
              <w:t xml:space="preserve">among all above </w:t>
            </w:r>
            <w:r>
              <w:rPr>
                <w:rFonts w:eastAsia="MS Mincho"/>
                <w:lang w:eastAsia="ko-KR"/>
              </w:rPr>
              <w:t xml:space="preserve">active </w:t>
            </w:r>
            <w:r>
              <w:rPr>
                <w:lang w:eastAsia="zh-CN"/>
              </w:rPr>
              <w:t>serving cells</w:t>
            </w:r>
            <w:r>
              <w:rPr>
                <w:lang w:eastAsia="ko-KR"/>
              </w:rPr>
              <w:t xml:space="preserve"> and the SCell being added when one SCell is added</w:t>
            </w:r>
            <w:r>
              <w:rPr>
                <w:lang w:eastAsia="zh-CN"/>
              </w:rPr>
              <w:t xml:space="preserve">. If </w:t>
            </w:r>
            <w:r>
              <w:t>SSB configuration (</w:t>
            </w:r>
            <w:r>
              <w:rPr>
                <w:i/>
              </w:rPr>
              <w:t>absoluteFrequencySSB</w:t>
            </w:r>
            <w:r>
              <w:t>) but no SMTC configuration</w:t>
            </w:r>
            <w:r>
              <w:rPr>
                <w:lang w:eastAsia="zh-CN"/>
              </w:rPr>
              <w:t xml:space="preserve"> is provided for </w:t>
            </w:r>
            <w:r>
              <w:t>the SCell being added,</w:t>
            </w:r>
            <w:r>
              <w:rPr>
                <w:lang w:eastAsia="zh-CN"/>
              </w:rPr>
              <w:t xml:space="preserve"> the SSB transmission periodicity is assumed to be 5ms and T</w:t>
            </w:r>
            <w:r>
              <w:rPr>
                <w:vertAlign w:val="subscript"/>
                <w:lang w:eastAsia="zh-CN"/>
              </w:rPr>
              <w:t>SMTC duration</w:t>
            </w:r>
            <w:r>
              <w:rPr>
                <w:lang w:eastAsia="zh-CN"/>
              </w:rPr>
              <w:t xml:space="preserve"> for the SCell being added is x ms, where x = the number of consecutive subframes containing all SSBs in one SSB burst transmitted by the SCell being added. If no </w:t>
            </w:r>
            <w:r>
              <w:t>SSB configuration (</w:t>
            </w:r>
            <w:r>
              <w:rPr>
                <w:i/>
              </w:rPr>
              <w:t>absoluteFrequencySSB</w:t>
            </w:r>
            <w:r>
              <w:t>) nor SMTC configuration</w:t>
            </w:r>
            <w:r>
              <w:rPr>
                <w:lang w:eastAsia="zh-CN"/>
              </w:rPr>
              <w:t xml:space="preserve"> is provided for </w:t>
            </w:r>
            <w:r>
              <w:t>the SCell being added,</w:t>
            </w:r>
            <w:r>
              <w:rPr>
                <w:lang w:eastAsia="zh-CN"/>
              </w:rPr>
              <w:t xml:space="preserve"> T</w:t>
            </w:r>
            <w:r>
              <w:rPr>
                <w:vertAlign w:val="subscript"/>
                <w:lang w:eastAsia="zh-CN"/>
              </w:rPr>
              <w:t>SMTC duration</w:t>
            </w:r>
            <w:r>
              <w:rPr>
                <w:lang w:eastAsia="zh-CN"/>
              </w:rPr>
              <w:t xml:space="preserve"> for the SCell being added is 0ms</w:t>
            </w:r>
            <w:r>
              <w:rPr>
                <w:lang w:eastAsia="ko-KR"/>
              </w:rPr>
              <w:t>;</w:t>
            </w:r>
          </w:p>
          <w:p w14:paraId="5F581C47" w14:textId="77777777" w:rsidR="00462087" w:rsidRDefault="00462087" w:rsidP="001E7463">
            <w:pPr>
              <w:pStyle w:val="TAN"/>
              <w:rPr>
                <w:lang w:eastAsia="ko-KR"/>
              </w:rPr>
            </w:pPr>
            <w:r>
              <w:rPr>
                <w:lang w:eastAsia="ko-KR"/>
              </w:rPr>
              <w:tab/>
            </w:r>
            <w:r>
              <w:rPr>
                <w:rFonts w:eastAsia="MS Mincho"/>
                <w:lang w:eastAsia="ko-KR"/>
              </w:rPr>
              <w:t xml:space="preserve">- the longest </w:t>
            </w:r>
            <w:r>
              <w:rPr>
                <w:lang w:eastAsia="ko-KR"/>
              </w:rPr>
              <w:t xml:space="preserve">SMTC duration </w:t>
            </w:r>
            <w:r>
              <w:rPr>
                <w:lang w:eastAsia="zh-CN"/>
              </w:rPr>
              <w:t xml:space="preserve">among all </w:t>
            </w:r>
            <w:r>
              <w:rPr>
                <w:rFonts w:eastAsia="MS Mincho"/>
                <w:lang w:eastAsia="ko-KR"/>
              </w:rPr>
              <w:t xml:space="preserve">active </w:t>
            </w:r>
            <w:r>
              <w:rPr>
                <w:lang w:eastAsia="zh-CN"/>
              </w:rPr>
              <w:t>serving cells</w:t>
            </w:r>
            <w:r>
              <w:rPr>
                <w:lang w:eastAsia="ko-KR"/>
              </w:rPr>
              <w:t xml:space="preserve"> in the same band when one SCell is released.  </w:t>
            </w:r>
          </w:p>
          <w:p w14:paraId="5241C880" w14:textId="77777777" w:rsidR="00462087" w:rsidRDefault="00462087" w:rsidP="001E7463">
            <w:pPr>
              <w:pStyle w:val="TAN"/>
              <w:rPr>
                <w:lang w:eastAsia="ko-KR"/>
              </w:rPr>
            </w:pPr>
            <w:r>
              <w:rPr>
                <w:lang w:eastAsia="ko-KR"/>
              </w:rPr>
              <w:t>NOTE 2:</w:t>
            </w:r>
            <w:r>
              <w:rPr>
                <w:lang w:eastAsia="ko-KR"/>
              </w:rPr>
              <w:tab/>
            </w:r>
            <m:oMath>
              <m:sSubSup>
                <m:sSubSupPr>
                  <m:ctrlPr>
                    <w:rPr>
                      <w:rFonts w:ascii="Cambria Math" w:hAnsi="Cambria Math"/>
                      <w:i/>
                      <w:sz w:val="24"/>
                      <w:szCs w:val="24"/>
                    </w:rPr>
                  </m:ctrlPr>
                </m:sSubSupPr>
                <m:e>
                  <m:r>
                    <w:rPr>
                      <w:rFonts w:ascii="Cambria Math" w:hAnsi="Cambria Math"/>
                    </w:rPr>
                    <m:t>N</m:t>
                  </m:r>
                </m:e>
                <m:sub>
                  <m:r>
                    <m:rPr>
                      <m:sty m:val="p"/>
                    </m:rPr>
                    <w:rPr>
                      <w:rFonts w:ascii="Cambria Math" w:hAnsi="Cambria Math"/>
                    </w:rPr>
                    <m:t>slot</m:t>
                  </m:r>
                </m:sub>
                <m:sup>
                  <m:r>
                    <m:rPr>
                      <m:sty m:val="p"/>
                    </m:rPr>
                    <w:rPr>
                      <w:rFonts w:ascii="Cambria Math" w:hAnsi="Cambria Math"/>
                    </w:rPr>
                    <m:t>subframe</m:t>
                  </m:r>
                  <m:r>
                    <w:rPr>
                      <w:rFonts w:ascii="Cambria Math" w:hAnsi="Cambria Math"/>
                    </w:rPr>
                    <m:t>,μ</m:t>
                  </m:r>
                </m:sup>
              </m:sSubSup>
            </m:oMath>
            <w:r>
              <w:t xml:space="preserve"> is as defined in TS 38.211 [6].</w:t>
            </w:r>
          </w:p>
        </w:tc>
      </w:tr>
    </w:tbl>
    <w:p w14:paraId="18CFC206" w14:textId="77777777" w:rsidR="00462087" w:rsidRDefault="00462087" w:rsidP="00462087"/>
    <w:p w14:paraId="0537147A" w14:textId="77777777" w:rsidR="00977C68" w:rsidRPr="008C6DE4" w:rsidRDefault="00977C68" w:rsidP="00977C68">
      <w:pPr>
        <w:pStyle w:val="Heading5"/>
      </w:pPr>
      <w:r w:rsidRPr="008C6DE4">
        <w:t>8.2.2.2.2</w:t>
      </w:r>
      <w:r w:rsidRPr="008C6DE4">
        <w:tab/>
        <w:t>Interruptions at SCell activation/deactivation</w:t>
      </w:r>
      <w:bookmarkEnd w:id="125"/>
    </w:p>
    <w:p w14:paraId="2D193469" w14:textId="77777777" w:rsidR="00977C68" w:rsidRPr="008C6DE4" w:rsidRDefault="00977C68" w:rsidP="00977C68">
      <w:r w:rsidRPr="008C6DE4">
        <w:t>When an intra-band SCell is activated or deactivated as defined in TS 37.340 [</w:t>
      </w:r>
      <w:r w:rsidRPr="008C6DE4">
        <w:rPr>
          <w:lang w:eastAsia="zh-CN"/>
        </w:rPr>
        <w:t>17</w:t>
      </w:r>
      <w:r w:rsidRPr="008C6DE4">
        <w:t>], the UE is allowed</w:t>
      </w:r>
    </w:p>
    <w:p w14:paraId="3AFC5A70" w14:textId="77777777" w:rsidR="00977C68" w:rsidRPr="008C6DE4" w:rsidRDefault="00977C68" w:rsidP="002320DB">
      <w:pPr>
        <w:pStyle w:val="B10"/>
      </w:pPr>
      <w:r w:rsidRPr="008C6DE4">
        <w:t>-</w:t>
      </w:r>
      <w:r w:rsidRPr="008C6DE4">
        <w:tab/>
        <w:t>an interruption on any active serving cell:</w:t>
      </w:r>
    </w:p>
    <w:p w14:paraId="4058526A" w14:textId="1DDD74EB" w:rsidR="00193345" w:rsidRPr="008C6DE4" w:rsidRDefault="00193345" w:rsidP="00193345">
      <w:pPr>
        <w:pStyle w:val="B2"/>
      </w:pPr>
      <w:r w:rsidRPr="008C6DE4">
        <w:t>-</w:t>
      </w:r>
      <w:r w:rsidRPr="008C6DE4">
        <w:tab/>
        <w:t>of up to the duration shown in table 8.2.2.2.2-1, if the active serving cell is not in the same band as the SCell being activated or deactivated, or</w:t>
      </w:r>
    </w:p>
    <w:p w14:paraId="175E8D65" w14:textId="417118C9" w:rsidR="00193345" w:rsidRPr="008C6DE4" w:rsidRDefault="00193345" w:rsidP="00193345">
      <w:pPr>
        <w:pStyle w:val="B2"/>
      </w:pPr>
      <w:r w:rsidRPr="008C6DE4">
        <w:t>-</w:t>
      </w:r>
      <w:r w:rsidRPr="008C6DE4">
        <w:tab/>
        <w:t>of up to the duration shown in table 8.2.2.2.2-2, if the active serving cells are in the same band as the SCell being activated or deactivated</w:t>
      </w:r>
      <w:r w:rsidRPr="008C6DE4">
        <w:rPr>
          <w:rFonts w:ascii="Tms Rmn" w:eastAsia="MS Mincho" w:hAnsi="Tms Rmn"/>
        </w:rPr>
        <w:t xml:space="preserve"> provided </w:t>
      </w:r>
      <w:r w:rsidRPr="008C6DE4">
        <w:rPr>
          <w:lang w:eastAsia="zh-CN"/>
        </w:rPr>
        <w:t xml:space="preserve">the cell specific reference signals from the </w:t>
      </w:r>
      <w:r w:rsidRPr="008C6DE4">
        <w:t>active serving cells</w:t>
      </w:r>
      <w:r w:rsidRPr="008C6DE4">
        <w:rPr>
          <w:lang w:eastAsia="zh-CN"/>
        </w:rPr>
        <w:t xml:space="preserve"> and the SCell being </w:t>
      </w:r>
      <w:r w:rsidRPr="008C6DE4">
        <w:t>activated or deactivated</w:t>
      </w:r>
      <w:r w:rsidRPr="008C6DE4">
        <w:rPr>
          <w:lang w:eastAsia="zh-CN"/>
        </w:rPr>
        <w:t xml:space="preserve"> are available in the same slot</w:t>
      </w:r>
      <w:r w:rsidRPr="008C6DE4">
        <w:t>.</w:t>
      </w:r>
    </w:p>
    <w:p w14:paraId="2A9C9829" w14:textId="77777777" w:rsidR="00977C68" w:rsidRPr="008C6DE4" w:rsidRDefault="00977C68" w:rsidP="00977C68">
      <w:pPr>
        <w:pStyle w:val="TH"/>
      </w:pPr>
      <w:r w:rsidRPr="008C6DE4">
        <w:t>Table 8.2.2.2.2-1: Interruption duration for SCell activation/deactivation for inter-band 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1361"/>
        <w:gridCol w:w="2521"/>
        <w:gridCol w:w="2890"/>
      </w:tblGrid>
      <w:tr w:rsidR="00DD3199" w:rsidRPr="008C6DE4" w14:paraId="03839275" w14:textId="77777777" w:rsidTr="00F15152">
        <w:trPr>
          <w:trHeight w:val="631"/>
          <w:jc w:val="center"/>
        </w:trPr>
        <w:tc>
          <w:tcPr>
            <w:tcW w:w="649" w:type="dxa"/>
            <w:tcBorders>
              <w:top w:val="single" w:sz="4" w:space="0" w:color="auto"/>
              <w:left w:val="single" w:sz="4" w:space="0" w:color="auto"/>
              <w:bottom w:val="single" w:sz="4" w:space="0" w:color="auto"/>
              <w:right w:val="single" w:sz="4" w:space="0" w:color="auto"/>
            </w:tcBorders>
            <w:vAlign w:val="center"/>
            <w:hideMark/>
          </w:tcPr>
          <w:p w14:paraId="54861B16" w14:textId="77777777" w:rsidR="00977C68" w:rsidRPr="008C6DE4" w:rsidRDefault="00977C68" w:rsidP="00F15152">
            <w:pPr>
              <w:keepNext/>
              <w:keepLines/>
              <w:spacing w:after="0"/>
              <w:jc w:val="center"/>
              <w:rPr>
                <w:lang w:eastAsia="ko-KR"/>
              </w:rPr>
            </w:pPr>
            <w:r w:rsidRPr="008C6DE4">
              <w:rPr>
                <w:rFonts w:ascii="Arial" w:hAnsi="Arial"/>
                <w:b/>
                <w:noProof/>
                <w:sz w:val="18"/>
                <w:lang w:val="en-US" w:eastAsia="zh-CN"/>
              </w:rPr>
              <w:drawing>
                <wp:inline distT="0" distB="0" distL="0" distR="0" wp14:anchorId="7701696D" wp14:editId="0C366FDD">
                  <wp:extent cx="142240" cy="160020"/>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160020"/>
                          </a:xfrm>
                          <a:prstGeom prst="rect">
                            <a:avLst/>
                          </a:prstGeom>
                          <a:noFill/>
                          <a:ln>
                            <a:noFill/>
                          </a:ln>
                        </pic:spPr>
                      </pic:pic>
                    </a:graphicData>
                  </a:graphic>
                </wp:inline>
              </w:drawing>
            </w:r>
          </w:p>
        </w:tc>
        <w:tc>
          <w:tcPr>
            <w:tcW w:w="1361" w:type="dxa"/>
            <w:tcBorders>
              <w:top w:val="single" w:sz="4" w:space="0" w:color="auto"/>
              <w:left w:val="single" w:sz="4" w:space="0" w:color="auto"/>
              <w:bottom w:val="single" w:sz="4" w:space="0" w:color="auto"/>
              <w:right w:val="single" w:sz="4" w:space="0" w:color="auto"/>
            </w:tcBorders>
            <w:hideMark/>
          </w:tcPr>
          <w:p w14:paraId="37C9EBB1" w14:textId="77777777" w:rsidR="00977C68" w:rsidRPr="008C6DE4" w:rsidRDefault="00977C68" w:rsidP="00F15152">
            <w:pPr>
              <w:keepNext/>
              <w:keepLines/>
              <w:spacing w:after="0"/>
              <w:jc w:val="center"/>
              <w:rPr>
                <w:lang w:eastAsia="ko-KR"/>
              </w:rPr>
            </w:pPr>
            <w:r w:rsidRPr="008C6DE4">
              <w:rPr>
                <w:rFonts w:ascii="Arial" w:hAnsi="Arial"/>
                <w:b/>
                <w:sz w:val="18"/>
                <w:lang w:eastAsia="ko-KR"/>
              </w:rPr>
              <w:t>NR Slot length (ms) of victim cell</w:t>
            </w:r>
          </w:p>
        </w:tc>
        <w:tc>
          <w:tcPr>
            <w:tcW w:w="5411" w:type="dxa"/>
            <w:gridSpan w:val="2"/>
            <w:tcBorders>
              <w:top w:val="single" w:sz="4" w:space="0" w:color="auto"/>
              <w:left w:val="single" w:sz="4" w:space="0" w:color="auto"/>
              <w:bottom w:val="single" w:sz="4" w:space="0" w:color="auto"/>
              <w:right w:val="single" w:sz="4" w:space="0" w:color="auto"/>
            </w:tcBorders>
            <w:hideMark/>
          </w:tcPr>
          <w:p w14:paraId="5863B0D4" w14:textId="5A159F9D" w:rsidR="00977C68" w:rsidRPr="008C6DE4" w:rsidRDefault="008E2467" w:rsidP="00F15152">
            <w:pPr>
              <w:keepNext/>
              <w:keepLines/>
              <w:spacing w:after="0"/>
              <w:jc w:val="center"/>
              <w:rPr>
                <w:lang w:eastAsia="ko-KR"/>
              </w:rPr>
            </w:pPr>
            <w:r w:rsidRPr="008C6DE4">
              <w:rPr>
                <w:rFonts w:ascii="Arial" w:hAnsi="Arial"/>
                <w:b/>
                <w:sz w:val="18"/>
                <w:lang w:eastAsia="ko-KR"/>
              </w:rPr>
              <w:t>Interruption length (slots)</w:t>
            </w:r>
          </w:p>
        </w:tc>
      </w:tr>
      <w:tr w:rsidR="00DD3199" w:rsidRPr="008C6DE4" w14:paraId="02169544"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69963305" w14:textId="77777777" w:rsidR="00977C68" w:rsidRPr="008C6DE4" w:rsidRDefault="00977C68" w:rsidP="00F15152">
            <w:pPr>
              <w:pStyle w:val="TAC"/>
              <w:rPr>
                <w:lang w:eastAsia="ko-KR"/>
              </w:rPr>
            </w:pPr>
            <w:r w:rsidRPr="008C6DE4">
              <w:rPr>
                <w:lang w:eastAsia="ko-KR"/>
              </w:rPr>
              <w:t>0</w:t>
            </w:r>
          </w:p>
        </w:tc>
        <w:tc>
          <w:tcPr>
            <w:tcW w:w="1361" w:type="dxa"/>
            <w:tcBorders>
              <w:top w:val="single" w:sz="4" w:space="0" w:color="auto"/>
              <w:left w:val="single" w:sz="4" w:space="0" w:color="auto"/>
              <w:bottom w:val="single" w:sz="4" w:space="0" w:color="auto"/>
              <w:right w:val="single" w:sz="4" w:space="0" w:color="auto"/>
            </w:tcBorders>
            <w:hideMark/>
          </w:tcPr>
          <w:p w14:paraId="42304093" w14:textId="77777777" w:rsidR="00977C68" w:rsidRPr="008C6DE4" w:rsidRDefault="00977C68" w:rsidP="00F15152">
            <w:pPr>
              <w:pStyle w:val="TAC"/>
              <w:rPr>
                <w:lang w:eastAsia="ko-KR"/>
              </w:rPr>
            </w:pPr>
            <w:r w:rsidRPr="008C6DE4">
              <w:rPr>
                <w:lang w:eastAsia="ko-KR"/>
              </w:rPr>
              <w:t>1</w:t>
            </w:r>
          </w:p>
        </w:tc>
        <w:tc>
          <w:tcPr>
            <w:tcW w:w="2521" w:type="dxa"/>
            <w:tcBorders>
              <w:top w:val="single" w:sz="4" w:space="0" w:color="auto"/>
              <w:left w:val="single" w:sz="4" w:space="0" w:color="auto"/>
              <w:bottom w:val="single" w:sz="4" w:space="0" w:color="auto"/>
              <w:right w:val="single" w:sz="4" w:space="0" w:color="auto"/>
            </w:tcBorders>
          </w:tcPr>
          <w:p w14:paraId="502A279C" w14:textId="77777777" w:rsidR="00977C68" w:rsidRPr="008C6DE4" w:rsidRDefault="00977C68" w:rsidP="00F15152">
            <w:pPr>
              <w:pStyle w:val="TAC"/>
              <w:rPr>
                <w:szCs w:val="18"/>
                <w:lang w:eastAsia="ko-KR"/>
              </w:rPr>
            </w:pPr>
          </w:p>
        </w:tc>
        <w:tc>
          <w:tcPr>
            <w:tcW w:w="2890" w:type="dxa"/>
            <w:tcBorders>
              <w:top w:val="single" w:sz="4" w:space="0" w:color="auto"/>
              <w:left w:val="single" w:sz="4" w:space="0" w:color="auto"/>
              <w:bottom w:val="single" w:sz="4" w:space="0" w:color="auto"/>
              <w:right w:val="single" w:sz="4" w:space="0" w:color="auto"/>
            </w:tcBorders>
            <w:hideMark/>
          </w:tcPr>
          <w:p w14:paraId="7C3E6E33" w14:textId="77777777" w:rsidR="00977C68" w:rsidRPr="008C6DE4" w:rsidRDefault="00977C68" w:rsidP="00F15152">
            <w:pPr>
              <w:pStyle w:val="TAC"/>
              <w:rPr>
                <w:szCs w:val="18"/>
                <w:lang w:eastAsia="ko-KR"/>
              </w:rPr>
            </w:pPr>
            <w:r w:rsidRPr="008C6DE4">
              <w:rPr>
                <w:szCs w:val="18"/>
                <w:lang w:eastAsia="ko-KR"/>
              </w:rPr>
              <w:t xml:space="preserve">1 </w:t>
            </w:r>
          </w:p>
        </w:tc>
      </w:tr>
      <w:tr w:rsidR="00DD3199" w:rsidRPr="008C6DE4" w14:paraId="328E1F21"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3768F332" w14:textId="77777777" w:rsidR="00977C68" w:rsidRPr="008C6DE4" w:rsidRDefault="00977C68" w:rsidP="00F15152">
            <w:pPr>
              <w:pStyle w:val="TAC"/>
              <w:rPr>
                <w:lang w:eastAsia="ko-KR"/>
              </w:rPr>
            </w:pPr>
            <w:r w:rsidRPr="008C6DE4">
              <w:rPr>
                <w:lang w:eastAsia="ko-KR"/>
              </w:rPr>
              <w:t>1</w:t>
            </w:r>
          </w:p>
        </w:tc>
        <w:tc>
          <w:tcPr>
            <w:tcW w:w="1361" w:type="dxa"/>
            <w:tcBorders>
              <w:top w:val="single" w:sz="4" w:space="0" w:color="auto"/>
              <w:left w:val="single" w:sz="4" w:space="0" w:color="auto"/>
              <w:bottom w:val="single" w:sz="4" w:space="0" w:color="auto"/>
              <w:right w:val="single" w:sz="4" w:space="0" w:color="auto"/>
            </w:tcBorders>
            <w:hideMark/>
          </w:tcPr>
          <w:p w14:paraId="5046A66C" w14:textId="77777777" w:rsidR="00977C68" w:rsidRPr="008C6DE4" w:rsidRDefault="00977C68" w:rsidP="00F15152">
            <w:pPr>
              <w:pStyle w:val="TAC"/>
              <w:rPr>
                <w:lang w:eastAsia="ko-KR"/>
              </w:rPr>
            </w:pPr>
            <w:r w:rsidRPr="008C6DE4">
              <w:rPr>
                <w:lang w:eastAsia="ko-KR"/>
              </w:rPr>
              <w:t>0.5</w:t>
            </w:r>
          </w:p>
        </w:tc>
        <w:tc>
          <w:tcPr>
            <w:tcW w:w="2521" w:type="dxa"/>
            <w:tcBorders>
              <w:top w:val="single" w:sz="4" w:space="0" w:color="auto"/>
              <w:left w:val="single" w:sz="4" w:space="0" w:color="auto"/>
              <w:bottom w:val="single" w:sz="4" w:space="0" w:color="auto"/>
              <w:right w:val="single" w:sz="4" w:space="0" w:color="auto"/>
            </w:tcBorders>
          </w:tcPr>
          <w:p w14:paraId="416B653C" w14:textId="77777777" w:rsidR="00977C68" w:rsidRPr="008C6DE4" w:rsidRDefault="00977C68" w:rsidP="00F15152">
            <w:pPr>
              <w:pStyle w:val="TAC"/>
              <w:rPr>
                <w:szCs w:val="18"/>
                <w:lang w:eastAsia="ko-KR"/>
              </w:rPr>
            </w:pPr>
          </w:p>
        </w:tc>
        <w:tc>
          <w:tcPr>
            <w:tcW w:w="2890" w:type="dxa"/>
            <w:tcBorders>
              <w:top w:val="single" w:sz="4" w:space="0" w:color="auto"/>
              <w:left w:val="single" w:sz="4" w:space="0" w:color="auto"/>
              <w:bottom w:val="single" w:sz="4" w:space="0" w:color="auto"/>
              <w:right w:val="single" w:sz="4" w:space="0" w:color="auto"/>
            </w:tcBorders>
            <w:hideMark/>
          </w:tcPr>
          <w:p w14:paraId="50178D22" w14:textId="77777777" w:rsidR="00977C68" w:rsidRPr="008C6DE4" w:rsidRDefault="00977C68" w:rsidP="00F15152">
            <w:pPr>
              <w:pStyle w:val="TAC"/>
              <w:rPr>
                <w:szCs w:val="18"/>
                <w:lang w:eastAsia="ko-KR"/>
              </w:rPr>
            </w:pPr>
            <w:r w:rsidRPr="008C6DE4">
              <w:rPr>
                <w:szCs w:val="18"/>
                <w:lang w:eastAsia="ko-KR"/>
              </w:rPr>
              <w:t xml:space="preserve">1 </w:t>
            </w:r>
          </w:p>
        </w:tc>
      </w:tr>
      <w:tr w:rsidR="00DD3199" w:rsidRPr="008C6DE4" w14:paraId="56AFD96E" w14:textId="77777777" w:rsidTr="00F15152">
        <w:trPr>
          <w:jc w:val="center"/>
        </w:trPr>
        <w:tc>
          <w:tcPr>
            <w:tcW w:w="649" w:type="dxa"/>
            <w:vMerge w:val="restart"/>
            <w:tcBorders>
              <w:top w:val="single" w:sz="4" w:space="0" w:color="auto"/>
              <w:left w:val="single" w:sz="4" w:space="0" w:color="auto"/>
              <w:bottom w:val="single" w:sz="4" w:space="0" w:color="auto"/>
              <w:right w:val="single" w:sz="4" w:space="0" w:color="auto"/>
            </w:tcBorders>
            <w:hideMark/>
          </w:tcPr>
          <w:p w14:paraId="114CFD4C" w14:textId="77777777" w:rsidR="00977C68" w:rsidRPr="008C6DE4" w:rsidRDefault="00977C68" w:rsidP="00F15152">
            <w:pPr>
              <w:pStyle w:val="TAC"/>
              <w:rPr>
                <w:lang w:eastAsia="ko-KR"/>
              </w:rPr>
            </w:pPr>
            <w:r w:rsidRPr="008C6DE4">
              <w:rPr>
                <w:lang w:eastAsia="ko-KR"/>
              </w:rPr>
              <w:t>2</w:t>
            </w:r>
          </w:p>
        </w:tc>
        <w:tc>
          <w:tcPr>
            <w:tcW w:w="1361" w:type="dxa"/>
            <w:vMerge w:val="restart"/>
            <w:tcBorders>
              <w:top w:val="single" w:sz="4" w:space="0" w:color="auto"/>
              <w:left w:val="single" w:sz="4" w:space="0" w:color="auto"/>
              <w:bottom w:val="single" w:sz="4" w:space="0" w:color="auto"/>
              <w:right w:val="single" w:sz="4" w:space="0" w:color="auto"/>
            </w:tcBorders>
            <w:hideMark/>
          </w:tcPr>
          <w:p w14:paraId="519E0AF3" w14:textId="77777777" w:rsidR="00977C68" w:rsidRPr="008C6DE4" w:rsidRDefault="00977C68" w:rsidP="00F15152">
            <w:pPr>
              <w:pStyle w:val="TAC"/>
              <w:rPr>
                <w:lang w:eastAsia="ko-KR"/>
              </w:rPr>
            </w:pPr>
            <w:r w:rsidRPr="008C6DE4">
              <w:rPr>
                <w:lang w:eastAsia="ko-KR"/>
              </w:rPr>
              <w:t>0.25</w:t>
            </w:r>
          </w:p>
        </w:tc>
        <w:tc>
          <w:tcPr>
            <w:tcW w:w="2521" w:type="dxa"/>
            <w:tcBorders>
              <w:top w:val="single" w:sz="4" w:space="0" w:color="auto"/>
              <w:left w:val="single" w:sz="4" w:space="0" w:color="auto"/>
              <w:bottom w:val="single" w:sz="4" w:space="0" w:color="auto"/>
              <w:right w:val="single" w:sz="4" w:space="0" w:color="auto"/>
            </w:tcBorders>
            <w:hideMark/>
          </w:tcPr>
          <w:p w14:paraId="3716EAEA" w14:textId="77777777" w:rsidR="00977C68" w:rsidRPr="008C6DE4" w:rsidRDefault="00977C68" w:rsidP="00F15152">
            <w:pPr>
              <w:keepNext/>
              <w:keepLines/>
              <w:spacing w:after="0"/>
              <w:jc w:val="center"/>
              <w:rPr>
                <w:rFonts w:ascii="Arial" w:hAnsi="Arial"/>
                <w:sz w:val="18"/>
                <w:lang w:eastAsia="zh-CN"/>
              </w:rPr>
            </w:pPr>
            <w:r w:rsidRPr="008C6DE4">
              <w:rPr>
                <w:rFonts w:ascii="Arial" w:hAnsi="Arial"/>
                <w:sz w:val="18"/>
                <w:lang w:eastAsia="zh-CN"/>
              </w:rPr>
              <w:t>Both aggressor cell and victim cell are on FR2</w:t>
            </w:r>
          </w:p>
        </w:tc>
        <w:tc>
          <w:tcPr>
            <w:tcW w:w="2890" w:type="dxa"/>
            <w:tcBorders>
              <w:top w:val="single" w:sz="4" w:space="0" w:color="auto"/>
              <w:left w:val="single" w:sz="4" w:space="0" w:color="auto"/>
              <w:bottom w:val="single" w:sz="4" w:space="0" w:color="auto"/>
              <w:right w:val="single" w:sz="4" w:space="0" w:color="auto"/>
            </w:tcBorders>
            <w:hideMark/>
          </w:tcPr>
          <w:p w14:paraId="053ED64C" w14:textId="77777777" w:rsidR="00977C68" w:rsidRPr="008C6DE4" w:rsidRDefault="00977C68" w:rsidP="00F15152">
            <w:pPr>
              <w:pStyle w:val="TAC"/>
              <w:rPr>
                <w:szCs w:val="18"/>
                <w:lang w:eastAsia="ko-KR"/>
              </w:rPr>
            </w:pPr>
            <w:r w:rsidRPr="008C6DE4">
              <w:rPr>
                <w:szCs w:val="18"/>
                <w:lang w:eastAsia="ko-KR"/>
              </w:rPr>
              <w:t xml:space="preserve">2 </w:t>
            </w:r>
          </w:p>
        </w:tc>
      </w:tr>
      <w:tr w:rsidR="00DD3199" w:rsidRPr="008C6DE4" w14:paraId="10BF8AF3"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35372A" w14:textId="77777777" w:rsidR="00977C68" w:rsidRPr="008C6DE4" w:rsidRDefault="00977C68" w:rsidP="00F15152">
            <w:pPr>
              <w:spacing w:after="0"/>
              <w:rPr>
                <w:rFonts w:ascii="Arial" w:hAnsi="Arial"/>
                <w:sz w:val="18"/>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9216CF" w14:textId="77777777" w:rsidR="00977C68" w:rsidRPr="008C6DE4" w:rsidRDefault="00977C68" w:rsidP="00F15152">
            <w:pPr>
              <w:spacing w:after="0"/>
              <w:rPr>
                <w:rFonts w:ascii="Arial" w:hAnsi="Arial"/>
                <w:sz w:val="18"/>
                <w:lang w:eastAsia="ko-KR"/>
              </w:rPr>
            </w:pPr>
          </w:p>
        </w:tc>
        <w:tc>
          <w:tcPr>
            <w:tcW w:w="2521" w:type="dxa"/>
            <w:tcBorders>
              <w:top w:val="single" w:sz="4" w:space="0" w:color="auto"/>
              <w:left w:val="single" w:sz="4" w:space="0" w:color="auto"/>
              <w:bottom w:val="single" w:sz="4" w:space="0" w:color="auto"/>
              <w:right w:val="single" w:sz="4" w:space="0" w:color="auto"/>
            </w:tcBorders>
            <w:hideMark/>
          </w:tcPr>
          <w:p w14:paraId="4E81C0CA" w14:textId="77777777" w:rsidR="00977C68" w:rsidRPr="008C6DE4" w:rsidRDefault="00977C68" w:rsidP="00F15152">
            <w:pPr>
              <w:keepNext/>
              <w:keepLines/>
              <w:spacing w:after="0"/>
              <w:jc w:val="center"/>
              <w:rPr>
                <w:rFonts w:ascii="Arial" w:hAnsi="Arial"/>
                <w:sz w:val="18"/>
                <w:lang w:eastAsia="zh-CN"/>
              </w:rPr>
            </w:pPr>
            <w:r w:rsidRPr="008C6DE4">
              <w:rPr>
                <w:rFonts w:ascii="Arial" w:hAnsi="Arial"/>
                <w:sz w:val="18"/>
                <w:lang w:eastAsia="zh-CN"/>
              </w:rPr>
              <w:t>Either aggressor cell or victim cell is on FR1</w:t>
            </w:r>
          </w:p>
        </w:tc>
        <w:tc>
          <w:tcPr>
            <w:tcW w:w="2890" w:type="dxa"/>
            <w:tcBorders>
              <w:top w:val="single" w:sz="4" w:space="0" w:color="auto"/>
              <w:left w:val="single" w:sz="4" w:space="0" w:color="auto"/>
              <w:bottom w:val="single" w:sz="4" w:space="0" w:color="auto"/>
              <w:right w:val="single" w:sz="4" w:space="0" w:color="auto"/>
            </w:tcBorders>
            <w:hideMark/>
          </w:tcPr>
          <w:p w14:paraId="62CDEB0F" w14:textId="77777777" w:rsidR="00977C68" w:rsidRPr="008C6DE4" w:rsidRDefault="00977C68" w:rsidP="00F15152">
            <w:pPr>
              <w:pStyle w:val="TAC"/>
              <w:rPr>
                <w:szCs w:val="18"/>
                <w:lang w:eastAsia="ko-KR"/>
              </w:rPr>
            </w:pPr>
            <w:r w:rsidRPr="008C6DE4">
              <w:rPr>
                <w:szCs w:val="18"/>
                <w:lang w:eastAsia="ko-KR"/>
              </w:rPr>
              <w:t>3</w:t>
            </w:r>
          </w:p>
        </w:tc>
      </w:tr>
      <w:tr w:rsidR="00DD3199" w:rsidRPr="008C6DE4" w14:paraId="72B7BD37" w14:textId="77777777" w:rsidTr="00F15152">
        <w:trPr>
          <w:jc w:val="center"/>
        </w:trPr>
        <w:tc>
          <w:tcPr>
            <w:tcW w:w="649" w:type="dxa"/>
            <w:vMerge w:val="restart"/>
            <w:tcBorders>
              <w:top w:val="single" w:sz="4" w:space="0" w:color="auto"/>
              <w:left w:val="single" w:sz="4" w:space="0" w:color="auto"/>
              <w:bottom w:val="single" w:sz="4" w:space="0" w:color="auto"/>
              <w:right w:val="single" w:sz="4" w:space="0" w:color="auto"/>
            </w:tcBorders>
            <w:hideMark/>
          </w:tcPr>
          <w:p w14:paraId="1F42405B" w14:textId="77777777" w:rsidR="00977C68" w:rsidRPr="008C6DE4" w:rsidRDefault="00977C68" w:rsidP="00F15152">
            <w:pPr>
              <w:pStyle w:val="TAC"/>
              <w:rPr>
                <w:lang w:eastAsia="ko-KR"/>
              </w:rPr>
            </w:pPr>
            <w:r w:rsidRPr="008C6DE4">
              <w:rPr>
                <w:lang w:eastAsia="ko-KR"/>
              </w:rPr>
              <w:t>3</w:t>
            </w:r>
          </w:p>
        </w:tc>
        <w:tc>
          <w:tcPr>
            <w:tcW w:w="1361" w:type="dxa"/>
            <w:vMerge w:val="restart"/>
            <w:tcBorders>
              <w:top w:val="single" w:sz="4" w:space="0" w:color="auto"/>
              <w:left w:val="single" w:sz="4" w:space="0" w:color="auto"/>
              <w:bottom w:val="single" w:sz="4" w:space="0" w:color="auto"/>
              <w:right w:val="single" w:sz="4" w:space="0" w:color="auto"/>
            </w:tcBorders>
            <w:hideMark/>
          </w:tcPr>
          <w:p w14:paraId="4BAB9FC0" w14:textId="77777777" w:rsidR="00977C68" w:rsidRPr="008C6DE4" w:rsidRDefault="00977C68" w:rsidP="00F15152">
            <w:pPr>
              <w:pStyle w:val="TAC"/>
              <w:rPr>
                <w:lang w:eastAsia="ko-KR"/>
              </w:rPr>
            </w:pPr>
            <w:r w:rsidRPr="008C6DE4">
              <w:rPr>
                <w:lang w:eastAsia="ko-KR"/>
              </w:rPr>
              <w:t>0.125</w:t>
            </w:r>
          </w:p>
        </w:tc>
        <w:tc>
          <w:tcPr>
            <w:tcW w:w="2521" w:type="dxa"/>
            <w:tcBorders>
              <w:top w:val="single" w:sz="4" w:space="0" w:color="auto"/>
              <w:left w:val="single" w:sz="4" w:space="0" w:color="auto"/>
              <w:bottom w:val="single" w:sz="4" w:space="0" w:color="auto"/>
              <w:right w:val="single" w:sz="4" w:space="0" w:color="auto"/>
            </w:tcBorders>
            <w:hideMark/>
          </w:tcPr>
          <w:p w14:paraId="121C678A" w14:textId="77777777" w:rsidR="00977C68" w:rsidRPr="008C6DE4" w:rsidRDefault="00977C68" w:rsidP="00F15152">
            <w:pPr>
              <w:keepNext/>
              <w:keepLines/>
              <w:spacing w:after="0"/>
              <w:jc w:val="center"/>
              <w:rPr>
                <w:rFonts w:ascii="Arial" w:hAnsi="Arial"/>
                <w:sz w:val="18"/>
                <w:lang w:eastAsia="zh-CN"/>
              </w:rPr>
            </w:pPr>
            <w:r w:rsidRPr="008C6DE4">
              <w:rPr>
                <w:rFonts w:ascii="Arial" w:hAnsi="Arial"/>
                <w:sz w:val="18"/>
                <w:lang w:eastAsia="zh-CN"/>
              </w:rPr>
              <w:t>Aggressor cell is on FR2</w:t>
            </w:r>
          </w:p>
        </w:tc>
        <w:tc>
          <w:tcPr>
            <w:tcW w:w="2890" w:type="dxa"/>
            <w:tcBorders>
              <w:top w:val="single" w:sz="4" w:space="0" w:color="auto"/>
              <w:left w:val="single" w:sz="4" w:space="0" w:color="auto"/>
              <w:bottom w:val="single" w:sz="4" w:space="0" w:color="auto"/>
              <w:right w:val="single" w:sz="4" w:space="0" w:color="auto"/>
            </w:tcBorders>
            <w:hideMark/>
          </w:tcPr>
          <w:p w14:paraId="66BCC3FD" w14:textId="77777777" w:rsidR="00977C68" w:rsidRPr="008C6DE4" w:rsidRDefault="00977C68" w:rsidP="00F15152">
            <w:pPr>
              <w:pStyle w:val="TAC"/>
              <w:rPr>
                <w:szCs w:val="18"/>
                <w:lang w:eastAsia="ko-KR"/>
              </w:rPr>
            </w:pPr>
            <w:r w:rsidRPr="008C6DE4">
              <w:rPr>
                <w:szCs w:val="18"/>
                <w:lang w:eastAsia="ko-KR"/>
              </w:rPr>
              <w:t xml:space="preserve">4 </w:t>
            </w:r>
          </w:p>
        </w:tc>
      </w:tr>
      <w:tr w:rsidR="00DD3199" w:rsidRPr="008C6DE4" w14:paraId="73D41232"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E2CDEF" w14:textId="77777777" w:rsidR="00977C68" w:rsidRPr="008C6DE4" w:rsidRDefault="00977C68" w:rsidP="00F15152">
            <w:pPr>
              <w:spacing w:after="0"/>
              <w:rPr>
                <w:rFonts w:ascii="Arial" w:hAnsi="Arial"/>
                <w:sz w:val="18"/>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3137A" w14:textId="77777777" w:rsidR="00977C68" w:rsidRPr="008C6DE4" w:rsidRDefault="00977C68" w:rsidP="00F15152">
            <w:pPr>
              <w:spacing w:after="0"/>
              <w:rPr>
                <w:rFonts w:ascii="Arial" w:hAnsi="Arial"/>
                <w:sz w:val="18"/>
                <w:lang w:eastAsia="ko-KR"/>
              </w:rPr>
            </w:pPr>
          </w:p>
        </w:tc>
        <w:tc>
          <w:tcPr>
            <w:tcW w:w="2521" w:type="dxa"/>
            <w:tcBorders>
              <w:top w:val="single" w:sz="4" w:space="0" w:color="auto"/>
              <w:left w:val="single" w:sz="4" w:space="0" w:color="auto"/>
              <w:bottom w:val="single" w:sz="4" w:space="0" w:color="auto"/>
              <w:right w:val="single" w:sz="4" w:space="0" w:color="auto"/>
            </w:tcBorders>
            <w:hideMark/>
          </w:tcPr>
          <w:p w14:paraId="7E0F1E5C" w14:textId="77777777" w:rsidR="00977C68" w:rsidRPr="008C6DE4" w:rsidRDefault="00977C68" w:rsidP="00F15152">
            <w:pPr>
              <w:keepNext/>
              <w:keepLines/>
              <w:spacing w:after="0"/>
              <w:jc w:val="center"/>
              <w:rPr>
                <w:rFonts w:ascii="Arial" w:hAnsi="Arial"/>
                <w:sz w:val="18"/>
                <w:lang w:eastAsia="zh-CN"/>
              </w:rPr>
            </w:pPr>
            <w:r w:rsidRPr="008C6DE4">
              <w:rPr>
                <w:rFonts w:ascii="Arial" w:hAnsi="Arial"/>
                <w:sz w:val="18"/>
                <w:lang w:eastAsia="zh-CN"/>
              </w:rPr>
              <w:t>Aggressor cell is on FR1</w:t>
            </w:r>
          </w:p>
        </w:tc>
        <w:tc>
          <w:tcPr>
            <w:tcW w:w="2890" w:type="dxa"/>
            <w:tcBorders>
              <w:top w:val="single" w:sz="4" w:space="0" w:color="auto"/>
              <w:left w:val="single" w:sz="4" w:space="0" w:color="auto"/>
              <w:bottom w:val="single" w:sz="4" w:space="0" w:color="auto"/>
              <w:right w:val="single" w:sz="4" w:space="0" w:color="auto"/>
            </w:tcBorders>
            <w:hideMark/>
          </w:tcPr>
          <w:p w14:paraId="250CB6F8" w14:textId="77777777" w:rsidR="00977C68" w:rsidRPr="008C6DE4" w:rsidRDefault="00977C68" w:rsidP="00F15152">
            <w:pPr>
              <w:pStyle w:val="TAC"/>
              <w:rPr>
                <w:szCs w:val="18"/>
                <w:lang w:eastAsia="ko-KR"/>
              </w:rPr>
            </w:pPr>
            <w:r w:rsidRPr="008C6DE4">
              <w:rPr>
                <w:szCs w:val="18"/>
                <w:lang w:eastAsia="ko-KR"/>
              </w:rPr>
              <w:t xml:space="preserve">5 </w:t>
            </w:r>
          </w:p>
        </w:tc>
      </w:tr>
    </w:tbl>
    <w:p w14:paraId="3D3FC0A8" w14:textId="77777777" w:rsidR="00977C68" w:rsidRPr="008C6DE4" w:rsidRDefault="00977C68" w:rsidP="00977C68"/>
    <w:p w14:paraId="7AFE4725" w14:textId="77777777" w:rsidR="00462087" w:rsidRDefault="00462087" w:rsidP="00462087">
      <w:pPr>
        <w:keepNext/>
        <w:keepLines/>
        <w:spacing w:before="60"/>
        <w:jc w:val="center"/>
      </w:pPr>
      <w:r>
        <w:rPr>
          <w:rFonts w:ascii="Arial" w:hAnsi="Arial"/>
          <w:b/>
        </w:rPr>
        <w:t>Table 8.2.2.2.2-2: Interruption duration for SCell activation/deactivation for intra-band 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2455"/>
        <w:gridCol w:w="5267"/>
      </w:tblGrid>
      <w:tr w:rsidR="00462087" w14:paraId="6859CD32" w14:textId="77777777" w:rsidTr="00662690">
        <w:trPr>
          <w:trHeight w:val="365"/>
          <w:jc w:val="center"/>
        </w:trPr>
        <w:tc>
          <w:tcPr>
            <w:tcW w:w="990" w:type="pct"/>
            <w:tcBorders>
              <w:top w:val="single" w:sz="4" w:space="0" w:color="auto"/>
              <w:left w:val="single" w:sz="4" w:space="0" w:color="auto"/>
              <w:bottom w:val="single" w:sz="4" w:space="0" w:color="auto"/>
              <w:right w:val="single" w:sz="4" w:space="0" w:color="auto"/>
            </w:tcBorders>
            <w:vAlign w:val="center"/>
            <w:hideMark/>
          </w:tcPr>
          <w:p w14:paraId="07FC5260" w14:textId="77777777" w:rsidR="00462087" w:rsidRDefault="00462087" w:rsidP="001E7463">
            <w:pPr>
              <w:keepNext/>
              <w:keepLines/>
              <w:spacing w:after="0"/>
              <w:jc w:val="center"/>
              <w:rPr>
                <w:lang w:eastAsia="ko-KR"/>
              </w:rPr>
            </w:pPr>
            <w:r>
              <w:rPr>
                <w:rFonts w:ascii="Arial" w:hAnsi="Arial"/>
                <w:b/>
                <w:noProof/>
                <w:sz w:val="18"/>
                <w:lang w:val="en-US" w:eastAsia="zh-CN"/>
              </w:rPr>
              <w:drawing>
                <wp:inline distT="0" distB="0" distL="0" distR="0" wp14:anchorId="1B549793" wp14:editId="1747A757">
                  <wp:extent cx="146050" cy="160655"/>
                  <wp:effectExtent l="0" t="0" r="635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6050" cy="160655"/>
                          </a:xfrm>
                          <a:prstGeom prst="rect">
                            <a:avLst/>
                          </a:prstGeom>
                          <a:noFill/>
                          <a:ln>
                            <a:noFill/>
                          </a:ln>
                        </pic:spPr>
                      </pic:pic>
                    </a:graphicData>
                  </a:graphic>
                </wp:inline>
              </w:drawing>
            </w:r>
          </w:p>
        </w:tc>
        <w:tc>
          <w:tcPr>
            <w:tcW w:w="1275" w:type="pct"/>
            <w:tcBorders>
              <w:top w:val="single" w:sz="4" w:space="0" w:color="auto"/>
              <w:left w:val="single" w:sz="4" w:space="0" w:color="auto"/>
              <w:bottom w:val="single" w:sz="4" w:space="0" w:color="auto"/>
              <w:right w:val="single" w:sz="4" w:space="0" w:color="auto"/>
            </w:tcBorders>
            <w:hideMark/>
          </w:tcPr>
          <w:p w14:paraId="75F0F122" w14:textId="77777777" w:rsidR="00462087" w:rsidRDefault="00462087" w:rsidP="001E7463">
            <w:pPr>
              <w:keepNext/>
              <w:keepLines/>
              <w:spacing w:after="0"/>
              <w:jc w:val="center"/>
              <w:rPr>
                <w:lang w:eastAsia="ko-KR"/>
              </w:rPr>
            </w:pPr>
            <w:r>
              <w:rPr>
                <w:rFonts w:ascii="Arial" w:hAnsi="Arial"/>
                <w:b/>
                <w:sz w:val="18"/>
                <w:lang w:eastAsia="ko-KR"/>
              </w:rPr>
              <w:t>NR Slot length (ms)</w:t>
            </w:r>
          </w:p>
        </w:tc>
        <w:tc>
          <w:tcPr>
            <w:tcW w:w="2735" w:type="pct"/>
            <w:tcBorders>
              <w:top w:val="single" w:sz="4" w:space="0" w:color="auto"/>
              <w:left w:val="single" w:sz="4" w:space="0" w:color="auto"/>
              <w:bottom w:val="single" w:sz="4" w:space="0" w:color="auto"/>
              <w:right w:val="single" w:sz="4" w:space="0" w:color="auto"/>
            </w:tcBorders>
            <w:hideMark/>
          </w:tcPr>
          <w:p w14:paraId="375F9166" w14:textId="77777777" w:rsidR="00462087" w:rsidRDefault="00462087" w:rsidP="001E7463">
            <w:pPr>
              <w:keepNext/>
              <w:keepLines/>
              <w:spacing w:after="0"/>
              <w:jc w:val="center"/>
              <w:rPr>
                <w:lang w:eastAsia="zh-CN"/>
              </w:rPr>
            </w:pPr>
            <w:r>
              <w:rPr>
                <w:rFonts w:ascii="Arial" w:hAnsi="Arial"/>
                <w:b/>
                <w:sz w:val="18"/>
                <w:lang w:eastAsia="ko-KR"/>
              </w:rPr>
              <w:t>Interruption length (slots)</w:t>
            </w:r>
          </w:p>
        </w:tc>
      </w:tr>
      <w:tr w:rsidR="00462087" w14:paraId="6CCDE25E" w14:textId="77777777" w:rsidTr="00662690">
        <w:trPr>
          <w:jc w:val="center"/>
        </w:trPr>
        <w:tc>
          <w:tcPr>
            <w:tcW w:w="990" w:type="pct"/>
            <w:tcBorders>
              <w:top w:val="single" w:sz="4" w:space="0" w:color="auto"/>
              <w:left w:val="single" w:sz="4" w:space="0" w:color="auto"/>
              <w:bottom w:val="single" w:sz="4" w:space="0" w:color="auto"/>
              <w:right w:val="single" w:sz="4" w:space="0" w:color="auto"/>
            </w:tcBorders>
            <w:hideMark/>
          </w:tcPr>
          <w:p w14:paraId="5821DA85" w14:textId="77777777" w:rsidR="00462087" w:rsidRDefault="00462087" w:rsidP="001E7463">
            <w:pPr>
              <w:keepNext/>
              <w:keepLines/>
              <w:spacing w:after="0"/>
              <w:jc w:val="center"/>
              <w:rPr>
                <w:lang w:eastAsia="ko-KR"/>
              </w:rPr>
            </w:pPr>
            <w:r>
              <w:rPr>
                <w:rFonts w:ascii="Arial" w:hAnsi="Arial"/>
                <w:sz w:val="18"/>
                <w:lang w:eastAsia="ko-KR"/>
              </w:rPr>
              <w:t>0</w:t>
            </w:r>
          </w:p>
        </w:tc>
        <w:tc>
          <w:tcPr>
            <w:tcW w:w="1275" w:type="pct"/>
            <w:tcBorders>
              <w:top w:val="single" w:sz="4" w:space="0" w:color="auto"/>
              <w:left w:val="single" w:sz="4" w:space="0" w:color="auto"/>
              <w:bottom w:val="single" w:sz="4" w:space="0" w:color="auto"/>
              <w:right w:val="single" w:sz="4" w:space="0" w:color="auto"/>
            </w:tcBorders>
            <w:hideMark/>
          </w:tcPr>
          <w:p w14:paraId="25C8F49D" w14:textId="77777777" w:rsidR="00462087" w:rsidRDefault="00462087" w:rsidP="001E7463">
            <w:pPr>
              <w:keepNext/>
              <w:keepLines/>
              <w:spacing w:after="0"/>
              <w:jc w:val="center"/>
              <w:rPr>
                <w:lang w:eastAsia="ko-KR"/>
              </w:rPr>
            </w:pPr>
            <w:r>
              <w:rPr>
                <w:rFonts w:ascii="Arial" w:hAnsi="Arial"/>
                <w:sz w:val="18"/>
                <w:lang w:eastAsia="ko-KR"/>
              </w:rPr>
              <w:t>1</w:t>
            </w:r>
          </w:p>
        </w:tc>
        <w:tc>
          <w:tcPr>
            <w:tcW w:w="2735" w:type="pct"/>
            <w:tcBorders>
              <w:top w:val="single" w:sz="4" w:space="0" w:color="auto"/>
              <w:left w:val="single" w:sz="4" w:space="0" w:color="auto"/>
              <w:bottom w:val="single" w:sz="4" w:space="0" w:color="auto"/>
              <w:right w:val="single" w:sz="4" w:space="0" w:color="auto"/>
            </w:tcBorders>
            <w:hideMark/>
          </w:tcPr>
          <w:p w14:paraId="295CEBC6" w14:textId="77777777" w:rsidR="00462087" w:rsidRDefault="00462087" w:rsidP="001E7463">
            <w:pPr>
              <w:keepNext/>
              <w:keepLines/>
              <w:spacing w:after="0"/>
              <w:jc w:val="center"/>
              <w:rPr>
                <w:lang w:eastAsia="ko-KR"/>
              </w:rPr>
            </w:pPr>
            <w:r>
              <w:rPr>
                <w:rFonts w:ascii="Arial" w:hAnsi="Arial"/>
                <w:sz w:val="18"/>
                <w:lang w:val="fr-FR" w:eastAsia="ko-KR"/>
              </w:rPr>
              <w:t xml:space="preserve">1 + </w:t>
            </w:r>
            <w:r>
              <w:rPr>
                <w:rFonts w:ascii="Arial" w:hAnsi="Arial" w:cs="Arial"/>
                <w:sz w:val="18"/>
                <w:szCs w:val="18"/>
                <w:lang w:val="fr-FR" w:eastAsia="zh-CN"/>
              </w:rPr>
              <w:t>T</w:t>
            </w:r>
            <w:r>
              <w:rPr>
                <w:rFonts w:ascii="Arial" w:hAnsi="Arial" w:cs="Arial"/>
                <w:sz w:val="18"/>
                <w:szCs w:val="18"/>
                <w:vertAlign w:val="subscript"/>
                <w:lang w:val="fr-FR" w:eastAsia="zh-CN"/>
              </w:rPr>
              <w:t>SMTC_duration</w:t>
            </w:r>
            <w:r>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462087" w14:paraId="47093E81" w14:textId="77777777" w:rsidTr="00662690">
        <w:trPr>
          <w:jc w:val="center"/>
        </w:trPr>
        <w:tc>
          <w:tcPr>
            <w:tcW w:w="990" w:type="pct"/>
            <w:tcBorders>
              <w:top w:val="single" w:sz="4" w:space="0" w:color="auto"/>
              <w:left w:val="single" w:sz="4" w:space="0" w:color="auto"/>
              <w:bottom w:val="single" w:sz="4" w:space="0" w:color="auto"/>
              <w:right w:val="single" w:sz="4" w:space="0" w:color="auto"/>
            </w:tcBorders>
            <w:hideMark/>
          </w:tcPr>
          <w:p w14:paraId="31722F61" w14:textId="77777777" w:rsidR="00462087" w:rsidRDefault="00462087" w:rsidP="001E7463">
            <w:pPr>
              <w:keepNext/>
              <w:keepLines/>
              <w:spacing w:after="0"/>
              <w:jc w:val="center"/>
              <w:rPr>
                <w:lang w:eastAsia="ko-KR"/>
              </w:rPr>
            </w:pPr>
            <w:r>
              <w:rPr>
                <w:rFonts w:ascii="Arial" w:hAnsi="Arial"/>
                <w:sz w:val="18"/>
                <w:lang w:eastAsia="ko-KR"/>
              </w:rPr>
              <w:t>1</w:t>
            </w:r>
          </w:p>
        </w:tc>
        <w:tc>
          <w:tcPr>
            <w:tcW w:w="1275" w:type="pct"/>
            <w:tcBorders>
              <w:top w:val="single" w:sz="4" w:space="0" w:color="auto"/>
              <w:left w:val="single" w:sz="4" w:space="0" w:color="auto"/>
              <w:bottom w:val="single" w:sz="4" w:space="0" w:color="auto"/>
              <w:right w:val="single" w:sz="4" w:space="0" w:color="auto"/>
            </w:tcBorders>
            <w:hideMark/>
          </w:tcPr>
          <w:p w14:paraId="04906034" w14:textId="77777777" w:rsidR="00462087" w:rsidRDefault="00462087" w:rsidP="001E7463">
            <w:pPr>
              <w:keepNext/>
              <w:keepLines/>
              <w:spacing w:after="0"/>
              <w:jc w:val="center"/>
              <w:rPr>
                <w:lang w:eastAsia="ko-KR"/>
              </w:rPr>
            </w:pPr>
            <w:r>
              <w:rPr>
                <w:rFonts w:ascii="Arial" w:hAnsi="Arial"/>
                <w:sz w:val="18"/>
                <w:lang w:eastAsia="ko-KR"/>
              </w:rPr>
              <w:t>0.5</w:t>
            </w:r>
          </w:p>
        </w:tc>
        <w:tc>
          <w:tcPr>
            <w:tcW w:w="2735" w:type="pct"/>
            <w:tcBorders>
              <w:top w:val="single" w:sz="4" w:space="0" w:color="auto"/>
              <w:left w:val="single" w:sz="4" w:space="0" w:color="auto"/>
              <w:bottom w:val="single" w:sz="4" w:space="0" w:color="auto"/>
              <w:right w:val="single" w:sz="4" w:space="0" w:color="auto"/>
            </w:tcBorders>
            <w:hideMark/>
          </w:tcPr>
          <w:p w14:paraId="31C754B4" w14:textId="77777777" w:rsidR="00462087" w:rsidRDefault="00462087" w:rsidP="001E7463">
            <w:pPr>
              <w:keepNext/>
              <w:keepLines/>
              <w:spacing w:after="0"/>
              <w:jc w:val="center"/>
              <w:rPr>
                <w:lang w:eastAsia="ko-KR"/>
              </w:rPr>
            </w:pPr>
            <w:r>
              <w:rPr>
                <w:rFonts w:ascii="Arial" w:hAnsi="Arial"/>
                <w:sz w:val="18"/>
                <w:lang w:val="fr-FR" w:eastAsia="ko-KR"/>
              </w:rPr>
              <w:t xml:space="preserve">1 + </w:t>
            </w:r>
            <w:r>
              <w:rPr>
                <w:rFonts w:ascii="Arial" w:hAnsi="Arial" w:cs="Arial"/>
                <w:sz w:val="18"/>
                <w:szCs w:val="18"/>
                <w:lang w:val="fr-FR" w:eastAsia="zh-CN"/>
              </w:rPr>
              <w:t>T</w:t>
            </w:r>
            <w:r>
              <w:rPr>
                <w:rFonts w:ascii="Arial" w:hAnsi="Arial" w:cs="Arial"/>
                <w:sz w:val="18"/>
                <w:szCs w:val="18"/>
                <w:vertAlign w:val="subscript"/>
                <w:lang w:val="fr-FR" w:eastAsia="zh-CN"/>
              </w:rPr>
              <w:t>SMTC_duration</w:t>
            </w:r>
            <w:r>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462087" w14:paraId="6297A318" w14:textId="77777777" w:rsidTr="00662690">
        <w:trPr>
          <w:jc w:val="center"/>
        </w:trPr>
        <w:tc>
          <w:tcPr>
            <w:tcW w:w="990" w:type="pct"/>
            <w:tcBorders>
              <w:top w:val="single" w:sz="4" w:space="0" w:color="auto"/>
              <w:left w:val="single" w:sz="4" w:space="0" w:color="auto"/>
              <w:bottom w:val="single" w:sz="4" w:space="0" w:color="auto"/>
              <w:right w:val="single" w:sz="4" w:space="0" w:color="auto"/>
            </w:tcBorders>
            <w:hideMark/>
          </w:tcPr>
          <w:p w14:paraId="48AFAEC8" w14:textId="77777777" w:rsidR="00462087" w:rsidRDefault="00462087" w:rsidP="001E7463">
            <w:pPr>
              <w:keepNext/>
              <w:keepLines/>
              <w:spacing w:after="0"/>
              <w:jc w:val="center"/>
              <w:rPr>
                <w:lang w:eastAsia="ko-KR"/>
              </w:rPr>
            </w:pPr>
            <w:r>
              <w:rPr>
                <w:rFonts w:ascii="Arial" w:hAnsi="Arial"/>
                <w:sz w:val="18"/>
                <w:lang w:eastAsia="ko-KR"/>
              </w:rPr>
              <w:t>2</w:t>
            </w:r>
          </w:p>
        </w:tc>
        <w:tc>
          <w:tcPr>
            <w:tcW w:w="1275" w:type="pct"/>
            <w:tcBorders>
              <w:top w:val="single" w:sz="4" w:space="0" w:color="auto"/>
              <w:left w:val="single" w:sz="4" w:space="0" w:color="auto"/>
              <w:bottom w:val="single" w:sz="4" w:space="0" w:color="auto"/>
              <w:right w:val="single" w:sz="4" w:space="0" w:color="auto"/>
            </w:tcBorders>
            <w:hideMark/>
          </w:tcPr>
          <w:p w14:paraId="16D11948" w14:textId="77777777" w:rsidR="00462087" w:rsidRDefault="00462087" w:rsidP="001E7463">
            <w:pPr>
              <w:keepNext/>
              <w:keepLines/>
              <w:spacing w:after="0"/>
              <w:jc w:val="center"/>
              <w:rPr>
                <w:lang w:eastAsia="ko-KR"/>
              </w:rPr>
            </w:pPr>
            <w:r>
              <w:rPr>
                <w:rFonts w:ascii="Arial" w:hAnsi="Arial"/>
                <w:sz w:val="18"/>
                <w:lang w:eastAsia="ko-KR"/>
              </w:rPr>
              <w:t>0.25</w:t>
            </w:r>
          </w:p>
        </w:tc>
        <w:tc>
          <w:tcPr>
            <w:tcW w:w="2735" w:type="pct"/>
            <w:tcBorders>
              <w:top w:val="single" w:sz="4" w:space="0" w:color="auto"/>
              <w:left w:val="single" w:sz="4" w:space="0" w:color="auto"/>
              <w:bottom w:val="single" w:sz="4" w:space="0" w:color="auto"/>
              <w:right w:val="single" w:sz="4" w:space="0" w:color="auto"/>
            </w:tcBorders>
            <w:hideMark/>
          </w:tcPr>
          <w:p w14:paraId="6EC3A4D6" w14:textId="77777777" w:rsidR="00462087" w:rsidRDefault="00462087" w:rsidP="001E7463">
            <w:pPr>
              <w:keepNext/>
              <w:keepLines/>
              <w:spacing w:after="0"/>
              <w:jc w:val="center"/>
              <w:rPr>
                <w:lang w:eastAsia="ko-KR"/>
              </w:rPr>
            </w:pPr>
            <w:r>
              <w:rPr>
                <w:rFonts w:ascii="Arial" w:hAnsi="Arial"/>
                <w:sz w:val="18"/>
                <w:lang w:val="fr-FR" w:eastAsia="ko-KR"/>
              </w:rPr>
              <w:t xml:space="preserve">2 + </w:t>
            </w:r>
            <w:r>
              <w:rPr>
                <w:rFonts w:ascii="Arial" w:hAnsi="Arial" w:cs="Arial"/>
                <w:sz w:val="18"/>
                <w:szCs w:val="18"/>
                <w:lang w:val="fr-FR" w:eastAsia="zh-CN"/>
              </w:rPr>
              <w:t>T</w:t>
            </w:r>
            <w:r>
              <w:rPr>
                <w:rFonts w:ascii="Arial" w:hAnsi="Arial" w:cs="Arial"/>
                <w:sz w:val="18"/>
                <w:szCs w:val="18"/>
                <w:vertAlign w:val="subscript"/>
                <w:lang w:val="fr-FR" w:eastAsia="zh-CN"/>
              </w:rPr>
              <w:t>SMTC_duration</w:t>
            </w:r>
            <w:r>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462087" w14:paraId="10937F74" w14:textId="77777777" w:rsidTr="00662690">
        <w:trPr>
          <w:jc w:val="center"/>
        </w:trPr>
        <w:tc>
          <w:tcPr>
            <w:tcW w:w="990" w:type="pct"/>
            <w:tcBorders>
              <w:top w:val="single" w:sz="4" w:space="0" w:color="auto"/>
              <w:left w:val="single" w:sz="4" w:space="0" w:color="auto"/>
              <w:bottom w:val="single" w:sz="4" w:space="0" w:color="auto"/>
              <w:right w:val="single" w:sz="4" w:space="0" w:color="auto"/>
            </w:tcBorders>
            <w:hideMark/>
          </w:tcPr>
          <w:p w14:paraId="6E58CB93" w14:textId="77777777" w:rsidR="00462087" w:rsidRDefault="00462087" w:rsidP="001E7463">
            <w:pPr>
              <w:keepNext/>
              <w:keepLines/>
              <w:spacing w:after="0"/>
              <w:jc w:val="center"/>
              <w:rPr>
                <w:lang w:eastAsia="ko-KR"/>
              </w:rPr>
            </w:pPr>
            <w:r>
              <w:rPr>
                <w:rFonts w:ascii="Arial" w:hAnsi="Arial"/>
                <w:sz w:val="18"/>
                <w:lang w:eastAsia="ko-KR"/>
              </w:rPr>
              <w:t>3</w:t>
            </w:r>
          </w:p>
        </w:tc>
        <w:tc>
          <w:tcPr>
            <w:tcW w:w="1275" w:type="pct"/>
            <w:tcBorders>
              <w:top w:val="single" w:sz="4" w:space="0" w:color="auto"/>
              <w:left w:val="single" w:sz="4" w:space="0" w:color="auto"/>
              <w:bottom w:val="single" w:sz="4" w:space="0" w:color="auto"/>
              <w:right w:val="single" w:sz="4" w:space="0" w:color="auto"/>
            </w:tcBorders>
            <w:hideMark/>
          </w:tcPr>
          <w:p w14:paraId="5F86A9E8" w14:textId="77777777" w:rsidR="00462087" w:rsidRDefault="00462087" w:rsidP="001E7463">
            <w:pPr>
              <w:keepNext/>
              <w:keepLines/>
              <w:spacing w:after="0"/>
              <w:jc w:val="center"/>
              <w:rPr>
                <w:lang w:eastAsia="ko-KR"/>
              </w:rPr>
            </w:pPr>
            <w:r>
              <w:rPr>
                <w:rFonts w:ascii="Arial" w:hAnsi="Arial"/>
                <w:sz w:val="18"/>
                <w:lang w:eastAsia="ko-KR"/>
              </w:rPr>
              <w:t>0.125</w:t>
            </w:r>
          </w:p>
        </w:tc>
        <w:tc>
          <w:tcPr>
            <w:tcW w:w="2735" w:type="pct"/>
            <w:tcBorders>
              <w:top w:val="single" w:sz="4" w:space="0" w:color="auto"/>
              <w:left w:val="single" w:sz="4" w:space="0" w:color="auto"/>
              <w:bottom w:val="single" w:sz="4" w:space="0" w:color="auto"/>
              <w:right w:val="single" w:sz="4" w:space="0" w:color="auto"/>
            </w:tcBorders>
            <w:hideMark/>
          </w:tcPr>
          <w:p w14:paraId="4C310B83" w14:textId="77777777" w:rsidR="00462087" w:rsidRDefault="00462087" w:rsidP="001E7463">
            <w:pPr>
              <w:keepNext/>
              <w:keepLines/>
              <w:spacing w:after="0"/>
              <w:jc w:val="center"/>
              <w:rPr>
                <w:lang w:eastAsia="zh-CN"/>
              </w:rPr>
            </w:pPr>
            <w:r>
              <w:rPr>
                <w:rFonts w:ascii="Arial" w:hAnsi="Arial"/>
                <w:sz w:val="18"/>
                <w:lang w:val="fr-FR" w:eastAsia="ko-KR"/>
              </w:rPr>
              <w:t xml:space="preserve">4 + </w:t>
            </w:r>
            <w:r>
              <w:rPr>
                <w:rFonts w:ascii="Arial" w:hAnsi="Arial" w:cs="Arial"/>
                <w:sz w:val="18"/>
                <w:szCs w:val="18"/>
                <w:lang w:val="fr-FR" w:eastAsia="zh-CN"/>
              </w:rPr>
              <w:t>T</w:t>
            </w:r>
            <w:r>
              <w:rPr>
                <w:rFonts w:ascii="Arial" w:hAnsi="Arial" w:cs="Arial"/>
                <w:sz w:val="18"/>
                <w:szCs w:val="18"/>
                <w:vertAlign w:val="subscript"/>
                <w:lang w:val="fr-FR" w:eastAsia="zh-CN"/>
              </w:rPr>
              <w:t>SMTC_duration</w:t>
            </w:r>
            <w:r>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462087" w14:paraId="0FD5E23A" w14:textId="77777777" w:rsidTr="001E7463">
        <w:trPr>
          <w:jc w:val="center"/>
        </w:trPr>
        <w:tc>
          <w:tcPr>
            <w:tcW w:w="5000" w:type="pct"/>
            <w:gridSpan w:val="3"/>
            <w:tcBorders>
              <w:top w:val="single" w:sz="4" w:space="0" w:color="auto"/>
              <w:left w:val="single" w:sz="4" w:space="0" w:color="auto"/>
              <w:bottom w:val="single" w:sz="4" w:space="0" w:color="auto"/>
              <w:right w:val="single" w:sz="4" w:space="0" w:color="auto"/>
            </w:tcBorders>
            <w:hideMark/>
          </w:tcPr>
          <w:p w14:paraId="058D36F9" w14:textId="77777777" w:rsidR="00462087" w:rsidRDefault="00462087" w:rsidP="001E7463">
            <w:pPr>
              <w:pStyle w:val="TAN"/>
              <w:rPr>
                <w:lang w:eastAsia="zh-CN"/>
              </w:rPr>
            </w:pPr>
            <w:r>
              <w:rPr>
                <w:lang w:eastAsia="ko-KR"/>
              </w:rPr>
              <w:t>NOTE 1:</w:t>
            </w:r>
            <w:r>
              <w:rPr>
                <w:lang w:eastAsia="ko-KR"/>
              </w:rPr>
              <w:tab/>
            </w:r>
            <w:r>
              <w:rPr>
                <w:lang w:eastAsia="zh-CN"/>
              </w:rPr>
              <w:t>T</w:t>
            </w:r>
            <w:r>
              <w:rPr>
                <w:vertAlign w:val="subscript"/>
                <w:lang w:eastAsia="zh-CN"/>
              </w:rPr>
              <w:t>SMTC_duration</w:t>
            </w:r>
            <w:r>
              <w:rPr>
                <w:lang w:eastAsia="zh-CN"/>
              </w:rPr>
              <w:t xml:space="preserve"> measured in subframes is</w:t>
            </w:r>
          </w:p>
          <w:p w14:paraId="158299EB" w14:textId="2E16A783" w:rsidR="00462087" w:rsidRDefault="00462087" w:rsidP="001E7463">
            <w:pPr>
              <w:pStyle w:val="TAN"/>
              <w:rPr>
                <w:lang w:eastAsia="ko-KR"/>
              </w:rPr>
            </w:pPr>
            <w:r>
              <w:rPr>
                <w:lang w:eastAsia="ko-KR"/>
              </w:rPr>
              <w:tab/>
              <w:t xml:space="preserve">- the longest SMTC duration </w:t>
            </w:r>
            <w:r>
              <w:rPr>
                <w:lang w:eastAsia="zh-CN"/>
              </w:rPr>
              <w:t xml:space="preserve">among all above </w:t>
            </w:r>
            <w:r>
              <w:rPr>
                <w:rFonts w:eastAsia="MS Mincho"/>
                <w:lang w:eastAsia="ko-KR"/>
              </w:rPr>
              <w:t xml:space="preserve">active </w:t>
            </w:r>
            <w:r>
              <w:rPr>
                <w:lang w:eastAsia="zh-CN"/>
              </w:rPr>
              <w:t>serving cells</w:t>
            </w:r>
            <w:r>
              <w:rPr>
                <w:lang w:eastAsia="ko-KR"/>
              </w:rPr>
              <w:t xml:space="preserve"> and the SCell being activated when </w:t>
            </w:r>
            <w:r>
              <w:rPr>
                <w:lang w:eastAsia="zh-CN"/>
              </w:rPr>
              <w:t xml:space="preserve">one SCell is activated. If </w:t>
            </w:r>
            <w:r>
              <w:t>SSB configuration (</w:t>
            </w:r>
            <w:r>
              <w:rPr>
                <w:i/>
              </w:rPr>
              <w:t>absoluteFrequencySSB</w:t>
            </w:r>
            <w:r>
              <w:t>) but no SMTC configuration</w:t>
            </w:r>
            <w:r>
              <w:rPr>
                <w:lang w:eastAsia="zh-CN"/>
              </w:rPr>
              <w:t xml:space="preserve"> is provided for </w:t>
            </w:r>
            <w:r>
              <w:t>the SCell being activated,</w:t>
            </w:r>
            <w:r>
              <w:rPr>
                <w:lang w:eastAsia="zh-CN"/>
              </w:rPr>
              <w:t xml:space="preserve"> the SSB transmission periodicity is assumed to be 5ms and T</w:t>
            </w:r>
            <w:r>
              <w:rPr>
                <w:vertAlign w:val="subscript"/>
                <w:lang w:eastAsia="zh-CN"/>
              </w:rPr>
              <w:t>SMTC duration</w:t>
            </w:r>
            <w:r>
              <w:rPr>
                <w:lang w:eastAsia="zh-CN"/>
              </w:rPr>
              <w:t xml:space="preserve"> for the SCell being </w:t>
            </w:r>
            <w:r>
              <w:t>activated</w:t>
            </w:r>
            <w:r>
              <w:rPr>
                <w:lang w:eastAsia="zh-CN"/>
              </w:rPr>
              <w:t xml:space="preserve"> is x ms, where x = the number of consecutive subframes containing all SSBs in one SSB burst transmitted by the SCell being activated. If no </w:t>
            </w:r>
            <w:r>
              <w:t>SSB configuration (</w:t>
            </w:r>
            <w:r>
              <w:rPr>
                <w:i/>
              </w:rPr>
              <w:t>absoluteFrequencySSB</w:t>
            </w:r>
            <w:r>
              <w:t>) nor SMTC configuration</w:t>
            </w:r>
            <w:r>
              <w:rPr>
                <w:lang w:eastAsia="zh-CN"/>
              </w:rPr>
              <w:t xml:space="preserve"> is provided for </w:t>
            </w:r>
            <w:r>
              <w:t>the SCell being activated,</w:t>
            </w:r>
            <w:r>
              <w:rPr>
                <w:lang w:eastAsia="zh-CN"/>
              </w:rPr>
              <w:t xml:space="preserve"> T</w:t>
            </w:r>
            <w:r>
              <w:rPr>
                <w:vertAlign w:val="subscript"/>
                <w:lang w:eastAsia="zh-CN"/>
              </w:rPr>
              <w:t>SMTC duration</w:t>
            </w:r>
            <w:r>
              <w:rPr>
                <w:lang w:eastAsia="zh-CN"/>
              </w:rPr>
              <w:t xml:space="preserve"> for the SCell being </w:t>
            </w:r>
            <w:r>
              <w:t>activated</w:t>
            </w:r>
            <w:r>
              <w:rPr>
                <w:lang w:eastAsia="zh-CN"/>
              </w:rPr>
              <w:t xml:space="preserve"> is 0ms</w:t>
            </w:r>
            <w:r>
              <w:rPr>
                <w:lang w:eastAsia="ko-KR"/>
              </w:rPr>
              <w:t>;</w:t>
            </w:r>
          </w:p>
          <w:p w14:paraId="4E578D55" w14:textId="77777777" w:rsidR="00462087" w:rsidRDefault="00462087" w:rsidP="001E7463">
            <w:pPr>
              <w:pStyle w:val="TAN"/>
              <w:rPr>
                <w:lang w:eastAsia="zh-CN"/>
              </w:rPr>
            </w:pPr>
            <w:r>
              <w:rPr>
                <w:lang w:eastAsia="ko-KR"/>
              </w:rPr>
              <w:tab/>
            </w:r>
            <w:r>
              <w:rPr>
                <w:rFonts w:eastAsia="MS Mincho"/>
                <w:lang w:eastAsia="ko-KR"/>
              </w:rPr>
              <w:t xml:space="preserve">- the </w:t>
            </w:r>
            <w:r>
              <w:rPr>
                <w:lang w:eastAsia="ko-KR"/>
              </w:rPr>
              <w:t xml:space="preserve">longest SMTC duration </w:t>
            </w:r>
            <w:r>
              <w:rPr>
                <w:lang w:eastAsia="zh-CN"/>
              </w:rPr>
              <w:t xml:space="preserve">among all </w:t>
            </w:r>
            <w:r>
              <w:rPr>
                <w:rFonts w:eastAsia="MS Mincho"/>
                <w:lang w:eastAsia="ko-KR"/>
              </w:rPr>
              <w:t xml:space="preserve">active </w:t>
            </w:r>
            <w:r>
              <w:rPr>
                <w:lang w:eastAsia="zh-CN"/>
              </w:rPr>
              <w:t>serving</w:t>
            </w:r>
            <w:r>
              <w:rPr>
                <w:lang w:eastAsia="ko-KR"/>
              </w:rPr>
              <w:t>NOTE 2:</w:t>
            </w:r>
            <w:r>
              <w:rPr>
                <w:lang w:eastAsia="ko-KR"/>
              </w:rPr>
              <w:tab/>
            </w:r>
            <m:oMath>
              <m:sSubSup>
                <m:sSubSupPr>
                  <m:ctrlPr>
                    <w:rPr>
                      <w:rFonts w:ascii="Cambria Math" w:hAnsi="Cambria Math"/>
                      <w:i/>
                      <w:sz w:val="24"/>
                      <w:szCs w:val="24"/>
                    </w:rPr>
                  </m:ctrlPr>
                </m:sSubSupPr>
                <m:e>
                  <m:r>
                    <w:rPr>
                      <w:rFonts w:ascii="Cambria Math" w:hAnsi="Cambria Math"/>
                    </w:rPr>
                    <m:t>N</m:t>
                  </m:r>
                </m:e>
                <m:sub>
                  <m:r>
                    <m:rPr>
                      <m:sty m:val="p"/>
                    </m:rPr>
                    <w:rPr>
                      <w:rFonts w:ascii="Cambria Math" w:hAnsi="Cambria Math"/>
                    </w:rPr>
                    <m:t>slot</m:t>
                  </m:r>
                </m:sub>
                <m:sup>
                  <m:r>
                    <m:rPr>
                      <m:sty m:val="p"/>
                    </m:rPr>
                    <w:rPr>
                      <w:rFonts w:ascii="Cambria Math" w:hAnsi="Cambria Math"/>
                    </w:rPr>
                    <m:t>subframe</m:t>
                  </m:r>
                  <m:r>
                    <w:rPr>
                      <w:rFonts w:ascii="Cambria Math" w:hAnsi="Cambria Math"/>
                    </w:rPr>
                    <m:t>,μ</m:t>
                  </m:r>
                </m:sup>
              </m:sSubSup>
            </m:oMath>
            <w:r>
              <w:t xml:space="preserve"> is as defined in TS 38.211 [6].</w:t>
            </w:r>
          </w:p>
        </w:tc>
      </w:tr>
    </w:tbl>
    <w:p w14:paraId="3C7BF9B0" w14:textId="77777777" w:rsidR="00977C68" w:rsidRPr="008C6DE4" w:rsidRDefault="00977C68" w:rsidP="00977C68"/>
    <w:p w14:paraId="7B26AA6D" w14:textId="224AA2F8" w:rsidR="00977C68" w:rsidRPr="008C6DE4" w:rsidRDefault="00977C68" w:rsidP="00977C68">
      <w:pPr>
        <w:pStyle w:val="Heading5"/>
      </w:pPr>
      <w:bookmarkStart w:id="126" w:name="_Toc5952634"/>
      <w:r w:rsidRPr="008C6DE4">
        <w:t>8.2.2.2.3</w:t>
      </w:r>
      <w:r w:rsidRPr="008C6DE4">
        <w:tab/>
      </w:r>
      <w:bookmarkEnd w:id="126"/>
      <w:r w:rsidRPr="008C6DE4">
        <w:t>Interruptions during measurements on deactivated SCC</w:t>
      </w:r>
    </w:p>
    <w:p w14:paraId="16D22CDC" w14:textId="11636555" w:rsidR="00B44C0E" w:rsidRDefault="00B44C0E" w:rsidP="00B44C0E">
      <w:r w:rsidRPr="008C6DE4">
        <w:t>Interruptions on PCell</w:t>
      </w:r>
      <w:r>
        <w:t xml:space="preserve"> or activated SCell(s)</w:t>
      </w:r>
      <w:r w:rsidRPr="008C6DE4">
        <w:t xml:space="preserve"> due to measurements when an SCell is deactivated are allowed with up to 0.5% probability of missed ACK/NACK when the configured </w:t>
      </w:r>
      <w:r w:rsidRPr="008C6DE4">
        <w:rPr>
          <w:rFonts w:cs="v4.2.0"/>
          <w:i/>
        </w:rPr>
        <w:t xml:space="preserve">measCycleSCell </w:t>
      </w:r>
      <w:r w:rsidRPr="008C6DE4">
        <w:rPr>
          <w:rFonts w:cs="v4.2.0"/>
          <w:iCs/>
        </w:rPr>
        <w:t xml:space="preserve">[2] is 640 ms or longer. </w:t>
      </w:r>
    </w:p>
    <w:p w14:paraId="180FB5A3" w14:textId="0FE434B4" w:rsidR="00B44C0E" w:rsidRDefault="00B44C0E" w:rsidP="00B44C0E">
      <w:pPr>
        <w:pStyle w:val="B10"/>
      </w:pPr>
      <w:r>
        <w:t>-</w:t>
      </w:r>
      <w:r>
        <w:tab/>
        <w:t>If the</w:t>
      </w:r>
      <w:r w:rsidRPr="008C6DE4">
        <w:t xml:space="preserve"> PCell</w:t>
      </w:r>
      <w:r>
        <w:t xml:space="preserve"> or activated SCell(s)</w:t>
      </w:r>
      <w:r w:rsidRPr="008C6DE4">
        <w:t xml:space="preserve"> is not in the same band as the deactivated SCell</w:t>
      </w:r>
      <w:r>
        <w:t>, the UE is only allowed</w:t>
      </w:r>
      <w:r w:rsidRPr="008C6DE4">
        <w:t xml:space="preserve"> to cause interruptions</w:t>
      </w:r>
      <w:r>
        <w:t xml:space="preserve"> on </w:t>
      </w:r>
      <w:r w:rsidRPr="008C6DE4">
        <w:t>PCell</w:t>
      </w:r>
      <w:r>
        <w:t xml:space="preserve"> or activated SCell(s)</w:t>
      </w:r>
      <w:r w:rsidRPr="008C6DE4">
        <w:t xml:space="preserve"> immediately before and immediately after an SMTC.</w:t>
      </w:r>
      <w:r>
        <w:t xml:space="preserve"> </w:t>
      </w:r>
      <w:r w:rsidRPr="008C6DE4">
        <w:rPr>
          <w:lang w:eastAsia="zh-CN"/>
        </w:rPr>
        <w:t xml:space="preserve">Each interruption shall not exceed requirement in </w:t>
      </w:r>
      <w:r w:rsidRPr="008C6DE4">
        <w:t>Table 8.2.2.2.2-1</w:t>
      </w:r>
      <w:r>
        <w:t>.</w:t>
      </w:r>
    </w:p>
    <w:p w14:paraId="2DB7ED28" w14:textId="4F9060ED" w:rsidR="00B44C0E" w:rsidRDefault="00B44C0E" w:rsidP="00B44C0E">
      <w:pPr>
        <w:pStyle w:val="B10"/>
      </w:pPr>
      <w:r>
        <w:t>-</w:t>
      </w:r>
      <w:r>
        <w:tab/>
        <w:t xml:space="preserve">If </w:t>
      </w:r>
      <w:r w:rsidRPr="008C6DE4">
        <w:t>the PCell</w:t>
      </w:r>
      <w:r>
        <w:t xml:space="preserve"> or activated SCell(s)</w:t>
      </w:r>
      <w:r w:rsidRPr="008C6DE4">
        <w:t xml:space="preserve"> is in the same band as the deactivated SCell</w:t>
      </w:r>
      <w:r>
        <w:t xml:space="preserve">, the UE is only allowed to cause an interruption on </w:t>
      </w:r>
      <w:r w:rsidRPr="008C6DE4">
        <w:t>PCell</w:t>
      </w:r>
      <w:r>
        <w:t xml:space="preserve"> or activated SCell(s) no earlier than X slots before </w:t>
      </w:r>
      <w:r w:rsidRPr="008C6DE4">
        <w:t>T</w:t>
      </w:r>
      <w:r w:rsidRPr="00320196">
        <w:rPr>
          <w:vertAlign w:val="subscript"/>
        </w:rPr>
        <w:t>SMTC_duration</w:t>
      </w:r>
      <w:r>
        <w:t xml:space="preserve"> and no later than X slots after </w:t>
      </w:r>
      <w:r w:rsidRPr="008C6DE4">
        <w:t>T</w:t>
      </w:r>
      <w:r w:rsidRPr="00320196">
        <w:rPr>
          <w:vertAlign w:val="subscript"/>
        </w:rPr>
        <w:t>SMTC_duration</w:t>
      </w:r>
      <w:r>
        <w:rPr>
          <w:rFonts w:hint="eastAsia"/>
          <w:lang w:eastAsia="zh-CN"/>
        </w:rPr>
        <w:t>,</w:t>
      </w:r>
      <w:r>
        <w:rPr>
          <w:lang w:eastAsia="zh-CN"/>
        </w:rPr>
        <w:t xml:space="preserve"> </w:t>
      </w:r>
      <w:r>
        <w:t xml:space="preserve">provided </w:t>
      </w:r>
      <w:r w:rsidRPr="008C6DE4">
        <w:rPr>
          <w:lang w:eastAsia="zh-CN"/>
        </w:rPr>
        <w:t xml:space="preserve">the cell specific reference signals from the </w:t>
      </w:r>
      <w:r w:rsidRPr="008C6DE4">
        <w:t>active serving cells</w:t>
      </w:r>
      <w:r w:rsidRPr="008C6DE4">
        <w:rPr>
          <w:lang w:eastAsia="zh-CN"/>
        </w:rPr>
        <w:t xml:space="preserve"> and the </w:t>
      </w:r>
      <w:r w:rsidRPr="008C6DE4">
        <w:t>deactivated SCell</w:t>
      </w:r>
      <w:r w:rsidRPr="008C6DE4">
        <w:rPr>
          <w:lang w:eastAsia="zh-CN"/>
        </w:rPr>
        <w:t xml:space="preserve"> are available in the same slot</w:t>
      </w:r>
      <w:r>
        <w:t xml:space="preserve">, where </w:t>
      </w:r>
      <w:r>
        <w:rPr>
          <w:lang w:eastAsia="zh-CN"/>
        </w:rPr>
        <w:t xml:space="preserve">X and </w:t>
      </w:r>
      <w:r w:rsidRPr="008C6DE4">
        <w:t>T</w:t>
      </w:r>
      <w:r w:rsidRPr="00320196">
        <w:rPr>
          <w:vertAlign w:val="subscript"/>
        </w:rPr>
        <w:t>SMTC_duration</w:t>
      </w:r>
      <w:r>
        <w:rPr>
          <w:lang w:eastAsia="zh-CN"/>
        </w:rPr>
        <w:t xml:space="preserve"> are given by </w:t>
      </w:r>
      <w:r>
        <w:t>Table 8.2.2.2.3</w:t>
      </w:r>
      <w:r w:rsidRPr="008C6DE4">
        <w:t>-1</w:t>
      </w:r>
      <w:r>
        <w:t>. The interruption shall not exceed requirements in Table 8.2.2.2.3-1.</w:t>
      </w:r>
    </w:p>
    <w:p w14:paraId="70E347C0" w14:textId="77777777" w:rsidR="00B44C0E" w:rsidRDefault="00B44C0E" w:rsidP="00B44C0E">
      <w:pPr>
        <w:pStyle w:val="B10"/>
      </w:pPr>
    </w:p>
    <w:p w14:paraId="3CF8B71E" w14:textId="00A7DB91" w:rsidR="00B44C0E" w:rsidRDefault="00B44C0E" w:rsidP="00B44C0E"/>
    <w:p w14:paraId="2C95DB15" w14:textId="77777777" w:rsidR="00B44C0E" w:rsidRPr="008C6DE4" w:rsidRDefault="00B44C0E" w:rsidP="00B44C0E">
      <w:pPr>
        <w:keepNext/>
        <w:keepLines/>
        <w:spacing w:before="60"/>
        <w:jc w:val="center"/>
      </w:pPr>
      <w:r w:rsidRPr="00B44C0E">
        <w:rPr>
          <w:rFonts w:ascii="Arial" w:hAnsi="Arial"/>
          <w:b/>
        </w:rPr>
        <w:t>Table 8.2.2.2.</w:t>
      </w:r>
      <w:r>
        <w:rPr>
          <w:rFonts w:ascii="Arial" w:hAnsi="Arial"/>
          <w:b/>
        </w:rPr>
        <w:t>3</w:t>
      </w:r>
      <w:r w:rsidRPr="00B44C0E">
        <w:rPr>
          <w:rFonts w:ascii="Arial" w:hAnsi="Arial"/>
          <w:b/>
        </w:rPr>
        <w:t>-</w:t>
      </w:r>
      <w:r>
        <w:rPr>
          <w:rFonts w:ascii="Arial" w:hAnsi="Arial"/>
          <w:b/>
        </w:rPr>
        <w:t>1</w:t>
      </w:r>
      <w:r w:rsidRPr="00B44C0E">
        <w:rPr>
          <w:rFonts w:ascii="Arial" w:hAnsi="Arial"/>
          <w:b/>
        </w:rPr>
        <w:t xml:space="preserve">: Interruption duration for </w:t>
      </w:r>
      <w:r>
        <w:rPr>
          <w:rFonts w:ascii="Arial" w:hAnsi="Arial"/>
          <w:b/>
        </w:rPr>
        <w:t xml:space="preserve">measurement on deactivated </w:t>
      </w:r>
      <w:r w:rsidRPr="00B44C0E">
        <w:rPr>
          <w:rFonts w:ascii="Arial" w:hAnsi="Arial"/>
          <w:b/>
        </w:rPr>
        <w:t>SCell for intra-band 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1344"/>
        <w:gridCol w:w="1576"/>
        <w:gridCol w:w="2977"/>
      </w:tblGrid>
      <w:tr w:rsidR="00B44C0E" w:rsidRPr="008C6DE4" w14:paraId="4A2B63CF" w14:textId="77777777" w:rsidTr="00B44C0E">
        <w:trPr>
          <w:trHeight w:val="365"/>
          <w:jc w:val="center"/>
        </w:trPr>
        <w:tc>
          <w:tcPr>
            <w:tcW w:w="1044" w:type="dxa"/>
            <w:tcBorders>
              <w:top w:val="single" w:sz="4" w:space="0" w:color="auto"/>
              <w:left w:val="single" w:sz="4" w:space="0" w:color="auto"/>
              <w:bottom w:val="single" w:sz="4" w:space="0" w:color="auto"/>
              <w:right w:val="single" w:sz="4" w:space="0" w:color="auto"/>
            </w:tcBorders>
            <w:vAlign w:val="center"/>
            <w:hideMark/>
          </w:tcPr>
          <w:p w14:paraId="0C027EA9" w14:textId="77777777" w:rsidR="00B44C0E" w:rsidRPr="008C6DE4" w:rsidRDefault="00B44C0E" w:rsidP="00B44C0E">
            <w:pPr>
              <w:pStyle w:val="TAC"/>
              <w:rPr>
                <w:lang w:eastAsia="ko-KR"/>
              </w:rPr>
            </w:pPr>
            <w:r w:rsidRPr="008C6DE4">
              <w:rPr>
                <w:noProof/>
                <w:lang w:val="en-US" w:eastAsia="zh-CN"/>
              </w:rPr>
              <w:drawing>
                <wp:inline distT="0" distB="0" distL="0" distR="0" wp14:anchorId="5CCC8495" wp14:editId="2D07298A">
                  <wp:extent cx="142240" cy="160020"/>
                  <wp:effectExtent l="0" t="0" r="0" b="0"/>
                  <wp:docPr id="40"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160020"/>
                          </a:xfrm>
                          <a:prstGeom prst="rect">
                            <a:avLst/>
                          </a:prstGeom>
                          <a:noFill/>
                          <a:ln>
                            <a:noFill/>
                          </a:ln>
                        </pic:spPr>
                      </pic:pic>
                    </a:graphicData>
                  </a:graphic>
                </wp:inline>
              </w:drawing>
            </w:r>
          </w:p>
        </w:tc>
        <w:tc>
          <w:tcPr>
            <w:tcW w:w="1344" w:type="dxa"/>
            <w:tcBorders>
              <w:top w:val="single" w:sz="4" w:space="0" w:color="auto"/>
              <w:left w:val="single" w:sz="4" w:space="0" w:color="auto"/>
              <w:bottom w:val="single" w:sz="4" w:space="0" w:color="auto"/>
              <w:right w:val="single" w:sz="4" w:space="0" w:color="auto"/>
            </w:tcBorders>
            <w:hideMark/>
          </w:tcPr>
          <w:p w14:paraId="56C1DE8D" w14:textId="77777777" w:rsidR="00B44C0E" w:rsidRPr="008C6DE4" w:rsidRDefault="00B44C0E" w:rsidP="00B44C0E">
            <w:pPr>
              <w:pStyle w:val="TAH"/>
              <w:rPr>
                <w:lang w:eastAsia="ko-KR"/>
              </w:rPr>
            </w:pPr>
            <w:r w:rsidRPr="008C6DE4">
              <w:rPr>
                <w:lang w:eastAsia="ko-KR"/>
              </w:rPr>
              <w:t>NR Slot length (ms)</w:t>
            </w:r>
          </w:p>
        </w:tc>
        <w:tc>
          <w:tcPr>
            <w:tcW w:w="1576" w:type="dxa"/>
            <w:tcBorders>
              <w:top w:val="single" w:sz="4" w:space="0" w:color="auto"/>
              <w:left w:val="single" w:sz="4" w:space="0" w:color="auto"/>
              <w:bottom w:val="single" w:sz="4" w:space="0" w:color="auto"/>
              <w:right w:val="single" w:sz="4" w:space="0" w:color="auto"/>
            </w:tcBorders>
          </w:tcPr>
          <w:p w14:paraId="6683BA29" w14:textId="77777777" w:rsidR="00B44C0E" w:rsidRPr="008C6DE4" w:rsidRDefault="00B44C0E" w:rsidP="00B44C0E">
            <w:pPr>
              <w:pStyle w:val="TAH"/>
              <w:rPr>
                <w:lang w:eastAsia="zh-CN"/>
              </w:rPr>
            </w:pPr>
            <w:r>
              <w:rPr>
                <w:lang w:eastAsia="zh-CN"/>
              </w:rPr>
              <w:t>X (slots)</w:t>
            </w:r>
          </w:p>
        </w:tc>
        <w:tc>
          <w:tcPr>
            <w:tcW w:w="2977" w:type="dxa"/>
            <w:tcBorders>
              <w:top w:val="single" w:sz="4" w:space="0" w:color="auto"/>
              <w:left w:val="single" w:sz="4" w:space="0" w:color="auto"/>
              <w:bottom w:val="single" w:sz="4" w:space="0" w:color="auto"/>
              <w:right w:val="single" w:sz="4" w:space="0" w:color="auto"/>
            </w:tcBorders>
            <w:hideMark/>
          </w:tcPr>
          <w:p w14:paraId="6689A928" w14:textId="77777777" w:rsidR="00B44C0E" w:rsidRPr="008C6DE4" w:rsidRDefault="00B44C0E" w:rsidP="00B44C0E">
            <w:pPr>
              <w:pStyle w:val="TAH"/>
              <w:rPr>
                <w:lang w:eastAsia="zh-CN"/>
              </w:rPr>
            </w:pPr>
            <w:r>
              <w:rPr>
                <w:lang w:eastAsia="ko-KR"/>
              </w:rPr>
              <w:t xml:space="preserve">Interruption length </w:t>
            </w:r>
            <w:r w:rsidRPr="008C6DE4">
              <w:rPr>
                <w:lang w:eastAsia="ko-KR"/>
              </w:rPr>
              <w:t>(slots)</w:t>
            </w:r>
          </w:p>
        </w:tc>
      </w:tr>
      <w:tr w:rsidR="00B44C0E" w:rsidRPr="008C6DE4" w14:paraId="0F8070BE" w14:textId="77777777" w:rsidTr="00B44C0E">
        <w:trPr>
          <w:jc w:val="center"/>
        </w:trPr>
        <w:tc>
          <w:tcPr>
            <w:tcW w:w="1044" w:type="dxa"/>
            <w:tcBorders>
              <w:top w:val="single" w:sz="4" w:space="0" w:color="auto"/>
              <w:left w:val="single" w:sz="4" w:space="0" w:color="auto"/>
              <w:bottom w:val="single" w:sz="4" w:space="0" w:color="auto"/>
              <w:right w:val="single" w:sz="4" w:space="0" w:color="auto"/>
            </w:tcBorders>
            <w:hideMark/>
          </w:tcPr>
          <w:p w14:paraId="7DA0D4D6" w14:textId="77777777" w:rsidR="00B44C0E" w:rsidRPr="008C6DE4" w:rsidRDefault="00B44C0E" w:rsidP="00B44C0E">
            <w:pPr>
              <w:pStyle w:val="TAC"/>
              <w:rPr>
                <w:lang w:eastAsia="ko-KR"/>
              </w:rPr>
            </w:pPr>
            <w:r w:rsidRPr="008C6DE4">
              <w:rPr>
                <w:lang w:eastAsia="ko-KR"/>
              </w:rPr>
              <w:t>0</w:t>
            </w:r>
          </w:p>
        </w:tc>
        <w:tc>
          <w:tcPr>
            <w:tcW w:w="1344" w:type="dxa"/>
            <w:tcBorders>
              <w:top w:val="single" w:sz="4" w:space="0" w:color="auto"/>
              <w:left w:val="single" w:sz="4" w:space="0" w:color="auto"/>
              <w:bottom w:val="single" w:sz="4" w:space="0" w:color="auto"/>
              <w:right w:val="single" w:sz="4" w:space="0" w:color="auto"/>
            </w:tcBorders>
            <w:hideMark/>
          </w:tcPr>
          <w:p w14:paraId="1E121160" w14:textId="77777777" w:rsidR="00B44C0E" w:rsidRPr="008C6DE4" w:rsidRDefault="00B44C0E" w:rsidP="00B44C0E">
            <w:pPr>
              <w:pStyle w:val="TAC"/>
              <w:rPr>
                <w:lang w:eastAsia="ko-KR"/>
              </w:rPr>
            </w:pPr>
            <w:r w:rsidRPr="008C6DE4">
              <w:rPr>
                <w:lang w:eastAsia="ko-KR"/>
              </w:rPr>
              <w:t>1</w:t>
            </w:r>
          </w:p>
        </w:tc>
        <w:tc>
          <w:tcPr>
            <w:tcW w:w="1576" w:type="dxa"/>
            <w:tcBorders>
              <w:top w:val="single" w:sz="4" w:space="0" w:color="auto"/>
              <w:left w:val="single" w:sz="4" w:space="0" w:color="auto"/>
              <w:bottom w:val="single" w:sz="4" w:space="0" w:color="auto"/>
              <w:right w:val="single" w:sz="4" w:space="0" w:color="auto"/>
            </w:tcBorders>
          </w:tcPr>
          <w:p w14:paraId="36315EA0" w14:textId="77777777" w:rsidR="00B44C0E" w:rsidRDefault="00B44C0E" w:rsidP="00B44C0E">
            <w:pPr>
              <w:pStyle w:val="TAC"/>
              <w:rPr>
                <w:lang w:val="fr-FR" w:eastAsia="zh-CN"/>
              </w:rPr>
            </w:pPr>
            <w:r>
              <w:rPr>
                <w:rFonts w:hint="eastAsia"/>
                <w:lang w:val="fr-FR" w:eastAsia="zh-CN"/>
              </w:rPr>
              <w:t>1</w:t>
            </w:r>
          </w:p>
        </w:tc>
        <w:tc>
          <w:tcPr>
            <w:tcW w:w="2977" w:type="dxa"/>
            <w:tcBorders>
              <w:top w:val="single" w:sz="4" w:space="0" w:color="auto"/>
              <w:left w:val="single" w:sz="4" w:space="0" w:color="auto"/>
              <w:bottom w:val="single" w:sz="4" w:space="0" w:color="auto"/>
              <w:right w:val="single" w:sz="4" w:space="0" w:color="auto"/>
            </w:tcBorders>
            <w:hideMark/>
          </w:tcPr>
          <w:p w14:paraId="1F07F64B" w14:textId="77777777" w:rsidR="00B44C0E" w:rsidRPr="008C6DE4" w:rsidRDefault="00B44C0E" w:rsidP="00B44C0E">
            <w:pPr>
              <w:pStyle w:val="TAC"/>
              <w:rPr>
                <w:lang w:eastAsia="ko-KR"/>
              </w:rPr>
            </w:pPr>
            <w:r>
              <w:rPr>
                <w:lang w:val="fr-FR" w:eastAsia="ko-KR"/>
              </w:rPr>
              <w:t>2</w:t>
            </w:r>
            <w:r w:rsidRPr="008C6DE4">
              <w:rPr>
                <w:lang w:val="fr-FR" w:eastAsia="ko-KR"/>
              </w:rPr>
              <w:t xml:space="preserve"> + </w:t>
            </w:r>
            <w:r w:rsidRPr="008C6DE4">
              <w:rPr>
                <w:rFonts w:cs="Arial"/>
                <w:szCs w:val="18"/>
                <w:lang w:val="fr-FR" w:eastAsia="zh-CN"/>
              </w:rPr>
              <w:t>T</w:t>
            </w:r>
            <w:r w:rsidRPr="008C6DE4">
              <w:rPr>
                <w:rFonts w:cs="Arial"/>
                <w:szCs w:val="18"/>
                <w:vertAlign w:val="subscript"/>
                <w:lang w:val="fr-FR" w:eastAsia="zh-CN"/>
              </w:rPr>
              <w:t>SMTC_duration</w:t>
            </w:r>
            <w:r w:rsidRPr="008C6DE4">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B44C0E" w:rsidRPr="008C6DE4" w14:paraId="510D59CC" w14:textId="77777777" w:rsidTr="00B44C0E">
        <w:trPr>
          <w:jc w:val="center"/>
        </w:trPr>
        <w:tc>
          <w:tcPr>
            <w:tcW w:w="1044" w:type="dxa"/>
            <w:tcBorders>
              <w:top w:val="single" w:sz="4" w:space="0" w:color="auto"/>
              <w:left w:val="single" w:sz="4" w:space="0" w:color="auto"/>
              <w:bottom w:val="single" w:sz="4" w:space="0" w:color="auto"/>
              <w:right w:val="single" w:sz="4" w:space="0" w:color="auto"/>
            </w:tcBorders>
            <w:hideMark/>
          </w:tcPr>
          <w:p w14:paraId="4D71E62A" w14:textId="77777777" w:rsidR="00B44C0E" w:rsidRPr="008C6DE4" w:rsidRDefault="00B44C0E" w:rsidP="00B44C0E">
            <w:pPr>
              <w:pStyle w:val="TAC"/>
              <w:rPr>
                <w:lang w:eastAsia="ko-KR"/>
              </w:rPr>
            </w:pPr>
            <w:r w:rsidRPr="008C6DE4">
              <w:rPr>
                <w:lang w:eastAsia="ko-KR"/>
              </w:rPr>
              <w:t>1</w:t>
            </w:r>
          </w:p>
        </w:tc>
        <w:tc>
          <w:tcPr>
            <w:tcW w:w="1344" w:type="dxa"/>
            <w:tcBorders>
              <w:top w:val="single" w:sz="4" w:space="0" w:color="auto"/>
              <w:left w:val="single" w:sz="4" w:space="0" w:color="auto"/>
              <w:bottom w:val="single" w:sz="4" w:space="0" w:color="auto"/>
              <w:right w:val="single" w:sz="4" w:space="0" w:color="auto"/>
            </w:tcBorders>
            <w:hideMark/>
          </w:tcPr>
          <w:p w14:paraId="2597BB7E" w14:textId="77777777" w:rsidR="00B44C0E" w:rsidRPr="008C6DE4" w:rsidRDefault="00B44C0E" w:rsidP="00B44C0E">
            <w:pPr>
              <w:pStyle w:val="TAC"/>
              <w:rPr>
                <w:lang w:eastAsia="ko-KR"/>
              </w:rPr>
            </w:pPr>
            <w:r w:rsidRPr="008C6DE4">
              <w:rPr>
                <w:lang w:eastAsia="ko-KR"/>
              </w:rPr>
              <w:t>0.5</w:t>
            </w:r>
          </w:p>
        </w:tc>
        <w:tc>
          <w:tcPr>
            <w:tcW w:w="1576" w:type="dxa"/>
            <w:tcBorders>
              <w:top w:val="single" w:sz="4" w:space="0" w:color="auto"/>
              <w:left w:val="single" w:sz="4" w:space="0" w:color="auto"/>
              <w:bottom w:val="single" w:sz="4" w:space="0" w:color="auto"/>
              <w:right w:val="single" w:sz="4" w:space="0" w:color="auto"/>
            </w:tcBorders>
          </w:tcPr>
          <w:p w14:paraId="49008945" w14:textId="77777777" w:rsidR="00B44C0E" w:rsidRDefault="00B44C0E" w:rsidP="00B44C0E">
            <w:pPr>
              <w:pStyle w:val="TAC"/>
              <w:rPr>
                <w:lang w:val="fr-FR" w:eastAsia="zh-CN"/>
              </w:rPr>
            </w:pPr>
            <w:r>
              <w:rPr>
                <w:rFonts w:hint="eastAsia"/>
                <w:lang w:val="fr-FR" w:eastAsia="zh-CN"/>
              </w:rPr>
              <w:t>1</w:t>
            </w:r>
          </w:p>
        </w:tc>
        <w:tc>
          <w:tcPr>
            <w:tcW w:w="2977" w:type="dxa"/>
            <w:tcBorders>
              <w:top w:val="single" w:sz="4" w:space="0" w:color="auto"/>
              <w:left w:val="single" w:sz="4" w:space="0" w:color="auto"/>
              <w:bottom w:val="single" w:sz="4" w:space="0" w:color="auto"/>
              <w:right w:val="single" w:sz="4" w:space="0" w:color="auto"/>
            </w:tcBorders>
            <w:hideMark/>
          </w:tcPr>
          <w:p w14:paraId="349EF442" w14:textId="77777777" w:rsidR="00B44C0E" w:rsidRPr="008C6DE4" w:rsidRDefault="00B44C0E" w:rsidP="00B44C0E">
            <w:pPr>
              <w:pStyle w:val="TAC"/>
              <w:rPr>
                <w:lang w:eastAsia="ko-KR"/>
              </w:rPr>
            </w:pPr>
            <w:r>
              <w:rPr>
                <w:lang w:val="fr-FR" w:eastAsia="ko-KR"/>
              </w:rPr>
              <w:t>2</w:t>
            </w:r>
            <w:r w:rsidRPr="008C6DE4">
              <w:rPr>
                <w:lang w:val="fr-FR" w:eastAsia="ko-KR"/>
              </w:rPr>
              <w:t xml:space="preserve"> + </w:t>
            </w:r>
            <w:r w:rsidRPr="008C6DE4">
              <w:rPr>
                <w:rFonts w:cs="Arial"/>
                <w:szCs w:val="18"/>
                <w:lang w:val="fr-FR" w:eastAsia="zh-CN"/>
              </w:rPr>
              <w:t>T</w:t>
            </w:r>
            <w:r w:rsidRPr="008C6DE4">
              <w:rPr>
                <w:rFonts w:cs="Arial"/>
                <w:szCs w:val="18"/>
                <w:vertAlign w:val="subscript"/>
                <w:lang w:val="fr-FR" w:eastAsia="zh-CN"/>
              </w:rPr>
              <w:t>SMTC_duration</w:t>
            </w:r>
            <w:r w:rsidRPr="008C6DE4">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B44C0E" w:rsidRPr="008C6DE4" w14:paraId="04E50882" w14:textId="77777777" w:rsidTr="00B44C0E">
        <w:trPr>
          <w:jc w:val="center"/>
        </w:trPr>
        <w:tc>
          <w:tcPr>
            <w:tcW w:w="1044" w:type="dxa"/>
            <w:tcBorders>
              <w:top w:val="single" w:sz="4" w:space="0" w:color="auto"/>
              <w:left w:val="single" w:sz="4" w:space="0" w:color="auto"/>
              <w:bottom w:val="single" w:sz="4" w:space="0" w:color="auto"/>
              <w:right w:val="single" w:sz="4" w:space="0" w:color="auto"/>
            </w:tcBorders>
            <w:hideMark/>
          </w:tcPr>
          <w:p w14:paraId="083ACE70" w14:textId="77777777" w:rsidR="00B44C0E" w:rsidRPr="008C6DE4" w:rsidRDefault="00B44C0E" w:rsidP="00B44C0E">
            <w:pPr>
              <w:pStyle w:val="TAC"/>
              <w:rPr>
                <w:lang w:eastAsia="ko-KR"/>
              </w:rPr>
            </w:pPr>
            <w:r w:rsidRPr="008C6DE4">
              <w:rPr>
                <w:lang w:eastAsia="ko-KR"/>
              </w:rPr>
              <w:t>2</w:t>
            </w:r>
          </w:p>
        </w:tc>
        <w:tc>
          <w:tcPr>
            <w:tcW w:w="1344" w:type="dxa"/>
            <w:tcBorders>
              <w:top w:val="single" w:sz="4" w:space="0" w:color="auto"/>
              <w:left w:val="single" w:sz="4" w:space="0" w:color="auto"/>
              <w:bottom w:val="single" w:sz="4" w:space="0" w:color="auto"/>
              <w:right w:val="single" w:sz="4" w:space="0" w:color="auto"/>
            </w:tcBorders>
            <w:hideMark/>
          </w:tcPr>
          <w:p w14:paraId="530E64AB" w14:textId="77777777" w:rsidR="00B44C0E" w:rsidRPr="008C6DE4" w:rsidRDefault="00B44C0E" w:rsidP="00B44C0E">
            <w:pPr>
              <w:pStyle w:val="TAC"/>
              <w:rPr>
                <w:lang w:eastAsia="ko-KR"/>
              </w:rPr>
            </w:pPr>
            <w:r w:rsidRPr="008C6DE4">
              <w:rPr>
                <w:lang w:eastAsia="ko-KR"/>
              </w:rPr>
              <w:t>0.25</w:t>
            </w:r>
          </w:p>
        </w:tc>
        <w:tc>
          <w:tcPr>
            <w:tcW w:w="1576" w:type="dxa"/>
            <w:tcBorders>
              <w:top w:val="single" w:sz="4" w:space="0" w:color="auto"/>
              <w:left w:val="single" w:sz="4" w:space="0" w:color="auto"/>
              <w:bottom w:val="single" w:sz="4" w:space="0" w:color="auto"/>
              <w:right w:val="single" w:sz="4" w:space="0" w:color="auto"/>
            </w:tcBorders>
          </w:tcPr>
          <w:p w14:paraId="6A38E6FC" w14:textId="77777777" w:rsidR="00B44C0E" w:rsidRDefault="00B44C0E" w:rsidP="00B44C0E">
            <w:pPr>
              <w:pStyle w:val="TAC"/>
              <w:rPr>
                <w:lang w:val="fr-FR" w:eastAsia="zh-CN"/>
              </w:rPr>
            </w:pPr>
            <w:r>
              <w:rPr>
                <w:rFonts w:hint="eastAsia"/>
                <w:lang w:val="fr-FR" w:eastAsia="zh-CN"/>
              </w:rPr>
              <w:t>2</w:t>
            </w:r>
          </w:p>
        </w:tc>
        <w:tc>
          <w:tcPr>
            <w:tcW w:w="2977" w:type="dxa"/>
            <w:tcBorders>
              <w:top w:val="single" w:sz="4" w:space="0" w:color="auto"/>
              <w:left w:val="single" w:sz="4" w:space="0" w:color="auto"/>
              <w:bottom w:val="single" w:sz="4" w:space="0" w:color="auto"/>
              <w:right w:val="single" w:sz="4" w:space="0" w:color="auto"/>
            </w:tcBorders>
            <w:hideMark/>
          </w:tcPr>
          <w:p w14:paraId="24023CD9" w14:textId="77777777" w:rsidR="00B44C0E" w:rsidRPr="008C6DE4" w:rsidRDefault="00B44C0E" w:rsidP="00B44C0E">
            <w:pPr>
              <w:pStyle w:val="TAC"/>
              <w:rPr>
                <w:lang w:eastAsia="ko-KR"/>
              </w:rPr>
            </w:pPr>
            <w:r>
              <w:rPr>
                <w:lang w:val="fr-FR" w:eastAsia="ko-KR"/>
              </w:rPr>
              <w:t>4</w:t>
            </w:r>
            <w:r w:rsidRPr="008C6DE4">
              <w:rPr>
                <w:lang w:val="fr-FR" w:eastAsia="ko-KR"/>
              </w:rPr>
              <w:t xml:space="preserve"> + </w:t>
            </w:r>
            <w:r w:rsidRPr="008C6DE4">
              <w:rPr>
                <w:rFonts w:cs="Arial"/>
                <w:szCs w:val="18"/>
                <w:lang w:val="fr-FR" w:eastAsia="zh-CN"/>
              </w:rPr>
              <w:t>T</w:t>
            </w:r>
            <w:r w:rsidRPr="008C6DE4">
              <w:rPr>
                <w:rFonts w:cs="Arial"/>
                <w:szCs w:val="18"/>
                <w:vertAlign w:val="subscript"/>
                <w:lang w:val="fr-FR" w:eastAsia="zh-CN"/>
              </w:rPr>
              <w:t>SMTC_duration</w:t>
            </w:r>
            <w:r w:rsidRPr="008C6DE4">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B44C0E" w:rsidRPr="008C6DE4" w14:paraId="679B98E6" w14:textId="77777777" w:rsidTr="00B44C0E">
        <w:trPr>
          <w:jc w:val="center"/>
        </w:trPr>
        <w:tc>
          <w:tcPr>
            <w:tcW w:w="1044" w:type="dxa"/>
            <w:tcBorders>
              <w:top w:val="single" w:sz="4" w:space="0" w:color="auto"/>
              <w:left w:val="single" w:sz="4" w:space="0" w:color="auto"/>
              <w:bottom w:val="single" w:sz="4" w:space="0" w:color="auto"/>
              <w:right w:val="single" w:sz="4" w:space="0" w:color="auto"/>
            </w:tcBorders>
            <w:hideMark/>
          </w:tcPr>
          <w:p w14:paraId="61841521" w14:textId="77777777" w:rsidR="00B44C0E" w:rsidRPr="008C6DE4" w:rsidRDefault="00B44C0E" w:rsidP="00B44C0E">
            <w:pPr>
              <w:pStyle w:val="TAC"/>
              <w:rPr>
                <w:lang w:eastAsia="ko-KR"/>
              </w:rPr>
            </w:pPr>
            <w:r w:rsidRPr="008C6DE4">
              <w:rPr>
                <w:lang w:eastAsia="ko-KR"/>
              </w:rPr>
              <w:t>3</w:t>
            </w:r>
          </w:p>
        </w:tc>
        <w:tc>
          <w:tcPr>
            <w:tcW w:w="1344" w:type="dxa"/>
            <w:tcBorders>
              <w:top w:val="single" w:sz="4" w:space="0" w:color="auto"/>
              <w:left w:val="single" w:sz="4" w:space="0" w:color="auto"/>
              <w:bottom w:val="single" w:sz="4" w:space="0" w:color="auto"/>
              <w:right w:val="single" w:sz="4" w:space="0" w:color="auto"/>
            </w:tcBorders>
            <w:hideMark/>
          </w:tcPr>
          <w:p w14:paraId="232B6BC8" w14:textId="77777777" w:rsidR="00B44C0E" w:rsidRPr="008C6DE4" w:rsidRDefault="00B44C0E" w:rsidP="00B44C0E">
            <w:pPr>
              <w:pStyle w:val="TAC"/>
              <w:rPr>
                <w:lang w:eastAsia="ko-KR"/>
              </w:rPr>
            </w:pPr>
            <w:r w:rsidRPr="008C6DE4">
              <w:rPr>
                <w:lang w:eastAsia="ko-KR"/>
              </w:rPr>
              <w:t>0.125</w:t>
            </w:r>
          </w:p>
        </w:tc>
        <w:tc>
          <w:tcPr>
            <w:tcW w:w="1576" w:type="dxa"/>
            <w:tcBorders>
              <w:top w:val="single" w:sz="4" w:space="0" w:color="auto"/>
              <w:left w:val="single" w:sz="4" w:space="0" w:color="auto"/>
              <w:bottom w:val="single" w:sz="4" w:space="0" w:color="auto"/>
              <w:right w:val="single" w:sz="4" w:space="0" w:color="auto"/>
            </w:tcBorders>
          </w:tcPr>
          <w:p w14:paraId="53D2947F" w14:textId="77777777" w:rsidR="00B44C0E" w:rsidRDefault="00B44C0E" w:rsidP="00B44C0E">
            <w:pPr>
              <w:pStyle w:val="TAC"/>
              <w:rPr>
                <w:lang w:val="fr-FR" w:eastAsia="zh-CN"/>
              </w:rPr>
            </w:pPr>
            <w:r>
              <w:rPr>
                <w:rFonts w:hint="eastAsia"/>
                <w:lang w:val="fr-FR" w:eastAsia="zh-CN"/>
              </w:rPr>
              <w:t>4</w:t>
            </w:r>
          </w:p>
        </w:tc>
        <w:tc>
          <w:tcPr>
            <w:tcW w:w="2977" w:type="dxa"/>
            <w:tcBorders>
              <w:top w:val="single" w:sz="4" w:space="0" w:color="auto"/>
              <w:left w:val="single" w:sz="4" w:space="0" w:color="auto"/>
              <w:bottom w:val="single" w:sz="4" w:space="0" w:color="auto"/>
              <w:right w:val="single" w:sz="4" w:space="0" w:color="auto"/>
            </w:tcBorders>
            <w:hideMark/>
          </w:tcPr>
          <w:p w14:paraId="5097B8DB" w14:textId="77777777" w:rsidR="00B44C0E" w:rsidRPr="008C6DE4" w:rsidRDefault="00B44C0E" w:rsidP="00B44C0E">
            <w:pPr>
              <w:pStyle w:val="TAC"/>
              <w:rPr>
                <w:lang w:eastAsia="zh-CN"/>
              </w:rPr>
            </w:pPr>
            <w:r>
              <w:rPr>
                <w:lang w:val="fr-FR" w:eastAsia="ko-KR"/>
              </w:rPr>
              <w:t>8</w:t>
            </w:r>
            <w:r w:rsidRPr="008C6DE4">
              <w:rPr>
                <w:lang w:val="fr-FR" w:eastAsia="ko-KR"/>
              </w:rPr>
              <w:t xml:space="preserve"> + </w:t>
            </w:r>
            <w:r w:rsidRPr="008C6DE4">
              <w:rPr>
                <w:rFonts w:cs="Arial"/>
                <w:szCs w:val="18"/>
                <w:lang w:val="fr-FR" w:eastAsia="zh-CN"/>
              </w:rPr>
              <w:t>T</w:t>
            </w:r>
            <w:r w:rsidRPr="008C6DE4">
              <w:rPr>
                <w:rFonts w:cs="Arial"/>
                <w:szCs w:val="18"/>
                <w:vertAlign w:val="subscript"/>
                <w:lang w:val="fr-FR" w:eastAsia="zh-CN"/>
              </w:rPr>
              <w:t>SMTC_duration</w:t>
            </w:r>
            <w:r w:rsidRPr="008C6DE4">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B44C0E" w:rsidRPr="008C6DE4" w14:paraId="227E66CA" w14:textId="77777777" w:rsidTr="00A9182B">
        <w:trPr>
          <w:jc w:val="center"/>
        </w:trPr>
        <w:tc>
          <w:tcPr>
            <w:tcW w:w="6941" w:type="dxa"/>
            <w:gridSpan w:val="4"/>
            <w:tcBorders>
              <w:top w:val="single" w:sz="4" w:space="0" w:color="auto"/>
              <w:left w:val="single" w:sz="4" w:space="0" w:color="auto"/>
              <w:bottom w:val="single" w:sz="4" w:space="0" w:color="auto"/>
              <w:right w:val="single" w:sz="4" w:space="0" w:color="auto"/>
            </w:tcBorders>
          </w:tcPr>
          <w:p w14:paraId="5745AC9C" w14:textId="77777777" w:rsidR="00B44C0E" w:rsidRPr="00B44C0E" w:rsidRDefault="00B44C0E" w:rsidP="00B44C0E">
            <w:pPr>
              <w:pStyle w:val="TAN"/>
              <w:rPr>
                <w:lang w:eastAsia="zh-CN"/>
              </w:rPr>
            </w:pPr>
            <w:r w:rsidRPr="008C6DE4">
              <w:rPr>
                <w:lang w:eastAsia="ko-KR"/>
              </w:rPr>
              <w:t>NOTE 1:</w:t>
            </w:r>
            <w:r w:rsidRPr="008C6DE4">
              <w:rPr>
                <w:lang w:eastAsia="ko-KR"/>
              </w:rPr>
              <w:tab/>
            </w:r>
            <w:r w:rsidRPr="008C6DE4">
              <w:rPr>
                <w:lang w:eastAsia="zh-CN"/>
              </w:rPr>
              <w:t>T</w:t>
            </w:r>
            <w:r w:rsidRPr="008C6DE4">
              <w:rPr>
                <w:vertAlign w:val="subscript"/>
                <w:lang w:eastAsia="zh-CN"/>
              </w:rPr>
              <w:t>SMTC_duration</w:t>
            </w:r>
            <w:r w:rsidRPr="008C6DE4">
              <w:rPr>
                <w:lang w:eastAsia="zh-CN"/>
              </w:rPr>
              <w:t xml:space="preserve"> measured in subframes is</w:t>
            </w:r>
            <w:r>
              <w:rPr>
                <w:rFonts w:hint="eastAsia"/>
                <w:lang w:eastAsia="zh-CN"/>
              </w:rPr>
              <w:t xml:space="preserve"> </w:t>
            </w:r>
            <w:r w:rsidRPr="008C6DE4">
              <w:rPr>
                <w:lang w:eastAsia="ko-KR"/>
              </w:rPr>
              <w:t xml:space="preserve">the longest SMTC duration </w:t>
            </w:r>
            <w:r w:rsidRPr="008C6DE4">
              <w:rPr>
                <w:lang w:eastAsia="zh-CN"/>
              </w:rPr>
              <w:t xml:space="preserve">among all above </w:t>
            </w:r>
            <w:r w:rsidRPr="008C6DE4">
              <w:rPr>
                <w:rFonts w:eastAsia="MS Mincho"/>
                <w:lang w:eastAsia="ko-KR"/>
              </w:rPr>
              <w:t xml:space="preserve">active </w:t>
            </w:r>
            <w:r w:rsidRPr="008C6DE4">
              <w:rPr>
                <w:lang w:eastAsia="zh-CN"/>
              </w:rPr>
              <w:t>serving cells</w:t>
            </w:r>
            <w:r w:rsidRPr="008C6DE4">
              <w:rPr>
                <w:lang w:eastAsia="ko-KR"/>
              </w:rPr>
              <w:t xml:space="preserve"> and the </w:t>
            </w:r>
            <w:r>
              <w:rPr>
                <w:lang w:eastAsia="ko-KR"/>
              </w:rPr>
              <w:t xml:space="preserve">deactivated </w:t>
            </w:r>
            <w:r w:rsidRPr="008C6DE4">
              <w:rPr>
                <w:lang w:eastAsia="ko-KR"/>
              </w:rPr>
              <w:t xml:space="preserve">SCell </w:t>
            </w:r>
            <w:r>
              <w:rPr>
                <w:lang w:eastAsia="ko-KR"/>
              </w:rPr>
              <w:t>to be measured</w:t>
            </w:r>
            <w:r w:rsidRPr="008C6DE4">
              <w:rPr>
                <w:lang w:eastAsia="ko-KR"/>
              </w:rPr>
              <w:t>;</w:t>
            </w:r>
          </w:p>
          <w:p w14:paraId="26FBBC95" w14:textId="77777777" w:rsidR="00B44C0E" w:rsidRPr="008C6DE4" w:rsidRDefault="00B44C0E" w:rsidP="00B44C0E">
            <w:pPr>
              <w:pStyle w:val="TAN"/>
              <w:rPr>
                <w:lang w:eastAsia="zh-CN"/>
              </w:rPr>
            </w:pPr>
            <w:r w:rsidRPr="008C6DE4">
              <w:rPr>
                <w:lang w:eastAsia="ko-KR"/>
              </w:rPr>
              <w:t>NOTE 2:</w:t>
            </w:r>
            <w:r w:rsidRPr="008C6DE4">
              <w:rPr>
                <w:lang w:eastAsia="ko-KR"/>
              </w:rPr>
              <w:tab/>
            </w:r>
            <m:oMath>
              <m:sSubSup>
                <m:sSubSupPr>
                  <m:ctrlPr>
                    <w:rPr>
                      <w:rFonts w:ascii="Cambria Math" w:hAnsi="Cambria Math"/>
                      <w:i/>
                      <w:sz w:val="24"/>
                      <w:szCs w:val="24"/>
                    </w:rPr>
                  </m:ctrlPr>
                </m:sSubSupPr>
                <m:e>
                  <m:r>
                    <w:rPr>
                      <w:rFonts w:ascii="Cambria Math" w:hAnsi="Cambria Math"/>
                    </w:rPr>
                    <m:t>N</m:t>
                  </m:r>
                </m:e>
                <m:sub>
                  <m:r>
                    <m:rPr>
                      <m:sty m:val="p"/>
                    </m:rPr>
                    <w:rPr>
                      <w:rFonts w:ascii="Cambria Math" w:hAnsi="Cambria Math"/>
                    </w:rPr>
                    <m:t>slot</m:t>
                  </m:r>
                </m:sub>
                <m:sup>
                  <m:r>
                    <m:rPr>
                      <m:sty m:val="p"/>
                    </m:rPr>
                    <w:rPr>
                      <w:rFonts w:ascii="Cambria Math" w:hAnsi="Cambria Math"/>
                    </w:rPr>
                    <m:t>subframe</m:t>
                  </m:r>
                  <m:r>
                    <w:rPr>
                      <w:rFonts w:ascii="Cambria Math" w:hAnsi="Cambria Math"/>
                    </w:rPr>
                    <m:t>,μ</m:t>
                  </m:r>
                </m:sup>
              </m:sSubSup>
            </m:oMath>
            <w:r w:rsidRPr="008C6DE4">
              <w:t xml:space="preserve"> is as defined in TS 38.211 [6].</w:t>
            </w:r>
          </w:p>
        </w:tc>
      </w:tr>
    </w:tbl>
    <w:p w14:paraId="264E8EA7" w14:textId="77777777" w:rsidR="00B44C0E" w:rsidRPr="008C6DE4" w:rsidRDefault="00B44C0E" w:rsidP="00977C68">
      <w:pPr>
        <w:rPr>
          <w:lang w:eastAsia="zh-CN"/>
        </w:rPr>
      </w:pPr>
    </w:p>
    <w:p w14:paraId="1934F1BB" w14:textId="38CA3248" w:rsidR="00977C68" w:rsidRPr="008C6DE4" w:rsidRDefault="0048284E" w:rsidP="0048284E">
      <w:pPr>
        <w:pStyle w:val="Heading5"/>
      </w:pPr>
      <w:r w:rsidRPr="008C6DE4">
        <w:t>8.2.2.2.4</w:t>
      </w:r>
      <w:r w:rsidR="00977C68" w:rsidRPr="008C6DE4">
        <w:tab/>
        <w:t>Interruptions at UL carrier RRC reconfiguration</w:t>
      </w:r>
    </w:p>
    <w:p w14:paraId="1F2A44C3" w14:textId="77777777" w:rsidR="00977C68" w:rsidRPr="008C6DE4" w:rsidRDefault="00977C68" w:rsidP="00977C68">
      <w:pPr>
        <w:rPr>
          <w:lang w:val="en-US" w:eastAsia="zh-CN"/>
        </w:rPr>
      </w:pPr>
      <w:r w:rsidRPr="008C6DE4">
        <w:rPr>
          <w:rFonts w:eastAsia="MS Mincho"/>
          <w:lang w:eastAsia="zh-CN"/>
        </w:rPr>
        <w:t xml:space="preserve">The requirements in this clause shall apply </w:t>
      </w:r>
      <w:r w:rsidRPr="008C6DE4">
        <w:rPr>
          <w:rFonts w:eastAsia="MS Mincho"/>
        </w:rPr>
        <w:t xml:space="preserve">when a supplementary UL </w:t>
      </w:r>
      <w:r w:rsidRPr="008C6DE4">
        <w:rPr>
          <w:lang w:eastAsia="zh-CN"/>
        </w:rPr>
        <w:t xml:space="preserve">carrier or an UL carrier </w:t>
      </w:r>
      <w:r w:rsidRPr="008C6DE4">
        <w:rPr>
          <w:rFonts w:eastAsia="MS Mincho"/>
        </w:rPr>
        <w:t xml:space="preserve">is configured or de-configured in NR standalone carrier aggregation as defined in </w:t>
      </w:r>
      <w:r w:rsidRPr="008C6DE4">
        <w:t>TS 38.331 </w:t>
      </w:r>
      <w:r w:rsidRPr="008C6DE4">
        <w:rPr>
          <w:rFonts w:eastAsia="MS Mincho"/>
        </w:rPr>
        <w:t>[2]</w:t>
      </w:r>
      <w:r w:rsidRPr="008C6DE4">
        <w:t>.</w:t>
      </w:r>
    </w:p>
    <w:p w14:paraId="339CBEAA" w14:textId="09781C26" w:rsidR="00977C68" w:rsidRPr="008C6DE4" w:rsidRDefault="00977C68" w:rsidP="00977C68">
      <w:pPr>
        <w:rPr>
          <w:rFonts w:eastAsia="MS Mincho"/>
        </w:rPr>
      </w:pPr>
      <w:r w:rsidRPr="008C6DE4">
        <w:rPr>
          <w:rFonts w:eastAsia="MS Mincho"/>
          <w:lang w:eastAsia="zh-CN"/>
        </w:rPr>
        <w:t>When an UL carrier</w:t>
      </w:r>
      <w:r w:rsidRPr="008C6DE4">
        <w:rPr>
          <w:lang w:eastAsia="zh-CN"/>
        </w:rPr>
        <w:t xml:space="preserve"> or supplementary UL carrier</w:t>
      </w:r>
      <w:r w:rsidRPr="008C6DE4">
        <w:rPr>
          <w:rFonts w:eastAsia="MS Mincho"/>
          <w:lang w:eastAsia="zh-CN"/>
        </w:rPr>
        <w:t xml:space="preserve"> is configured or </w:t>
      </w:r>
      <w:r w:rsidR="006542CD" w:rsidRPr="008C6DE4">
        <w:rPr>
          <w:rFonts w:eastAsia="MS Mincho"/>
          <w:lang w:eastAsia="zh-CN"/>
        </w:rPr>
        <w:t>de</w:t>
      </w:r>
      <w:r w:rsidR="006542CD" w:rsidRPr="008C6DE4">
        <w:rPr>
          <w:rFonts w:asciiTheme="minorEastAsia" w:hAnsiTheme="minorEastAsia" w:hint="eastAsia"/>
          <w:lang w:eastAsia="zh-CN"/>
        </w:rPr>
        <w:t>-</w:t>
      </w:r>
      <w:r w:rsidR="006542CD" w:rsidRPr="008C6DE4">
        <w:rPr>
          <w:rFonts w:eastAsia="MS Mincho"/>
          <w:lang w:eastAsia="zh-CN"/>
        </w:rPr>
        <w:t>configured</w:t>
      </w:r>
      <w:r w:rsidRPr="008C6DE4">
        <w:rPr>
          <w:lang w:eastAsia="zh-CN"/>
        </w:rPr>
        <w:t xml:space="preserve">, an interruption of up to </w:t>
      </w:r>
      <w:r w:rsidRPr="008C6DE4">
        <w:t>the duration shown in table 8.2.2.2.4-1</w:t>
      </w:r>
      <w:r w:rsidRPr="008C6DE4">
        <w:rPr>
          <w:lang w:eastAsia="zh-CN"/>
        </w:rPr>
        <w:t xml:space="preserve">, is allowed during the RRC reconfiguration procedure [2] on PCell and all activated SCells within the same FR as the reconfigured uplink carrier. </w:t>
      </w:r>
      <w:r w:rsidRPr="008C6DE4">
        <w:rPr>
          <w:rFonts w:eastAsia="MS Mincho"/>
        </w:rPr>
        <w:t>The interruption is for both uplink and downlink of PCell and all the activated SCells within the same FR as the configured or de-configured UL.</w:t>
      </w:r>
    </w:p>
    <w:p w14:paraId="1F4B40B9" w14:textId="77777777" w:rsidR="00977C68" w:rsidRPr="008C6DE4" w:rsidRDefault="00977C68" w:rsidP="00977C68">
      <w:pPr>
        <w:pStyle w:val="TH"/>
        <w:rPr>
          <w:rFonts w:eastAsia="MS Mincho"/>
        </w:rPr>
      </w:pPr>
      <w:r w:rsidRPr="008C6DE4">
        <w:t>Table 8.2.2.2.4-1: Interruption duration for UL carrier RRC reconfiguration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992"/>
        <w:gridCol w:w="1969"/>
      </w:tblGrid>
      <w:tr w:rsidR="00DD3199" w:rsidRPr="008C6DE4" w14:paraId="06497EB7" w14:textId="77777777" w:rsidTr="00F15152">
        <w:trPr>
          <w:trHeight w:val="631"/>
          <w:jc w:val="center"/>
        </w:trPr>
        <w:tc>
          <w:tcPr>
            <w:tcW w:w="649" w:type="dxa"/>
            <w:tcBorders>
              <w:top w:val="single" w:sz="4" w:space="0" w:color="auto"/>
              <w:left w:val="single" w:sz="4" w:space="0" w:color="auto"/>
              <w:bottom w:val="single" w:sz="4" w:space="0" w:color="auto"/>
              <w:right w:val="single" w:sz="4" w:space="0" w:color="auto"/>
            </w:tcBorders>
            <w:vAlign w:val="center"/>
            <w:hideMark/>
          </w:tcPr>
          <w:p w14:paraId="24FEBF31" w14:textId="77777777" w:rsidR="00977C68" w:rsidRPr="008C6DE4" w:rsidRDefault="00977C68" w:rsidP="00F15152">
            <w:pPr>
              <w:pStyle w:val="TAH"/>
              <w:rPr>
                <w:lang w:eastAsia="ko-KR"/>
              </w:rPr>
            </w:pPr>
            <w:r w:rsidRPr="008C6DE4">
              <w:rPr>
                <w:noProof/>
                <w:lang w:val="en-US" w:eastAsia="zh-CN"/>
              </w:rPr>
              <w:drawing>
                <wp:inline distT="0" distB="0" distL="0" distR="0" wp14:anchorId="02E575E5" wp14:editId="37E88764">
                  <wp:extent cx="142240" cy="160020"/>
                  <wp:effectExtent l="0" t="0" r="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160020"/>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hideMark/>
          </w:tcPr>
          <w:p w14:paraId="5BF9874D" w14:textId="77777777" w:rsidR="00977C68" w:rsidRPr="008C6DE4" w:rsidRDefault="00977C68" w:rsidP="00F15152">
            <w:pPr>
              <w:pStyle w:val="TAH"/>
              <w:rPr>
                <w:lang w:eastAsia="ko-KR"/>
              </w:rPr>
            </w:pPr>
            <w:r w:rsidRPr="008C6DE4">
              <w:rPr>
                <w:lang w:eastAsia="ko-KR"/>
              </w:rPr>
              <w:t>NR Slot length (ms)</w:t>
            </w:r>
          </w:p>
        </w:tc>
        <w:tc>
          <w:tcPr>
            <w:tcW w:w="1969" w:type="dxa"/>
            <w:tcBorders>
              <w:top w:val="single" w:sz="4" w:space="0" w:color="auto"/>
              <w:left w:val="single" w:sz="4" w:space="0" w:color="auto"/>
              <w:bottom w:val="single" w:sz="4" w:space="0" w:color="auto"/>
              <w:right w:val="single" w:sz="4" w:space="0" w:color="auto"/>
            </w:tcBorders>
          </w:tcPr>
          <w:p w14:paraId="3ACC9E13" w14:textId="77777777" w:rsidR="00986AFF" w:rsidRPr="008C6DE4" w:rsidRDefault="00986AFF" w:rsidP="00986AFF">
            <w:pPr>
              <w:pStyle w:val="TAH"/>
              <w:rPr>
                <w:lang w:eastAsia="ko-KR"/>
              </w:rPr>
            </w:pPr>
            <w:r w:rsidRPr="008C6DE4">
              <w:rPr>
                <w:lang w:eastAsia="ko-KR"/>
              </w:rPr>
              <w:t>Interruption length (slots)</w:t>
            </w:r>
          </w:p>
          <w:p w14:paraId="3CEDB51A" w14:textId="77777777" w:rsidR="00977C68" w:rsidRPr="008C6DE4" w:rsidRDefault="00977C68" w:rsidP="00F15152">
            <w:pPr>
              <w:pStyle w:val="TAH"/>
              <w:rPr>
                <w:lang w:eastAsia="ko-KR"/>
              </w:rPr>
            </w:pPr>
          </w:p>
        </w:tc>
      </w:tr>
      <w:tr w:rsidR="00DD3199" w:rsidRPr="008C6DE4" w14:paraId="4F61BE8C"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4C8EE4E8" w14:textId="77777777" w:rsidR="00977C68" w:rsidRPr="008C6DE4" w:rsidRDefault="00977C68" w:rsidP="00F15152">
            <w:pPr>
              <w:pStyle w:val="TAC"/>
              <w:rPr>
                <w:lang w:eastAsia="ko-KR"/>
              </w:rPr>
            </w:pPr>
            <w:r w:rsidRPr="008C6DE4">
              <w:rPr>
                <w:lang w:eastAsia="ko-KR"/>
              </w:rPr>
              <w:t>0</w:t>
            </w:r>
          </w:p>
        </w:tc>
        <w:tc>
          <w:tcPr>
            <w:tcW w:w="992" w:type="dxa"/>
            <w:tcBorders>
              <w:top w:val="single" w:sz="4" w:space="0" w:color="auto"/>
              <w:left w:val="single" w:sz="4" w:space="0" w:color="auto"/>
              <w:bottom w:val="single" w:sz="4" w:space="0" w:color="auto"/>
              <w:right w:val="single" w:sz="4" w:space="0" w:color="auto"/>
            </w:tcBorders>
            <w:hideMark/>
          </w:tcPr>
          <w:p w14:paraId="20F07B7D" w14:textId="77777777" w:rsidR="00977C68" w:rsidRPr="008C6DE4" w:rsidRDefault="00977C68" w:rsidP="00F15152">
            <w:pPr>
              <w:pStyle w:val="TAC"/>
              <w:rPr>
                <w:lang w:eastAsia="ko-KR"/>
              </w:rPr>
            </w:pPr>
            <w:r w:rsidRPr="008C6DE4">
              <w:rPr>
                <w:lang w:eastAsia="ko-KR"/>
              </w:rPr>
              <w:t>1</w:t>
            </w:r>
          </w:p>
        </w:tc>
        <w:tc>
          <w:tcPr>
            <w:tcW w:w="1969" w:type="dxa"/>
            <w:tcBorders>
              <w:top w:val="single" w:sz="4" w:space="0" w:color="auto"/>
              <w:left w:val="single" w:sz="4" w:space="0" w:color="auto"/>
              <w:bottom w:val="single" w:sz="4" w:space="0" w:color="auto"/>
              <w:right w:val="single" w:sz="4" w:space="0" w:color="auto"/>
            </w:tcBorders>
            <w:hideMark/>
          </w:tcPr>
          <w:p w14:paraId="44BE30C5" w14:textId="77777777" w:rsidR="00977C68" w:rsidRPr="008C6DE4" w:rsidRDefault="00977C68" w:rsidP="00F15152">
            <w:pPr>
              <w:pStyle w:val="TAC"/>
              <w:rPr>
                <w:lang w:eastAsia="ko-KR"/>
              </w:rPr>
            </w:pPr>
            <w:r w:rsidRPr="008C6DE4">
              <w:rPr>
                <w:lang w:eastAsia="ko-KR"/>
              </w:rPr>
              <w:t>1</w:t>
            </w:r>
          </w:p>
        </w:tc>
      </w:tr>
      <w:tr w:rsidR="00DD3199" w:rsidRPr="008C6DE4" w14:paraId="57443094"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73D7D78C" w14:textId="77777777" w:rsidR="00977C68" w:rsidRPr="008C6DE4" w:rsidRDefault="00977C68" w:rsidP="00F15152">
            <w:pPr>
              <w:pStyle w:val="TAC"/>
              <w:rPr>
                <w:lang w:eastAsia="ko-KR"/>
              </w:rPr>
            </w:pPr>
            <w:r w:rsidRPr="008C6DE4">
              <w:rPr>
                <w:lang w:eastAsia="ko-KR"/>
              </w:rPr>
              <w:t>1</w:t>
            </w:r>
          </w:p>
        </w:tc>
        <w:tc>
          <w:tcPr>
            <w:tcW w:w="992" w:type="dxa"/>
            <w:tcBorders>
              <w:top w:val="single" w:sz="4" w:space="0" w:color="auto"/>
              <w:left w:val="single" w:sz="4" w:space="0" w:color="auto"/>
              <w:bottom w:val="single" w:sz="4" w:space="0" w:color="auto"/>
              <w:right w:val="single" w:sz="4" w:space="0" w:color="auto"/>
            </w:tcBorders>
            <w:hideMark/>
          </w:tcPr>
          <w:p w14:paraId="3A751C22" w14:textId="77777777" w:rsidR="00977C68" w:rsidRPr="008C6DE4" w:rsidRDefault="00977C68" w:rsidP="00F15152">
            <w:pPr>
              <w:pStyle w:val="TAC"/>
              <w:rPr>
                <w:lang w:eastAsia="ko-KR"/>
              </w:rPr>
            </w:pPr>
            <w:r w:rsidRPr="008C6DE4">
              <w:rPr>
                <w:lang w:eastAsia="ko-KR"/>
              </w:rPr>
              <w:t>0.5</w:t>
            </w:r>
          </w:p>
        </w:tc>
        <w:tc>
          <w:tcPr>
            <w:tcW w:w="1969" w:type="dxa"/>
            <w:tcBorders>
              <w:top w:val="single" w:sz="4" w:space="0" w:color="auto"/>
              <w:left w:val="single" w:sz="4" w:space="0" w:color="auto"/>
              <w:bottom w:val="single" w:sz="4" w:space="0" w:color="auto"/>
              <w:right w:val="single" w:sz="4" w:space="0" w:color="auto"/>
            </w:tcBorders>
            <w:hideMark/>
          </w:tcPr>
          <w:p w14:paraId="39C50B02" w14:textId="77777777" w:rsidR="00977C68" w:rsidRPr="008C6DE4" w:rsidRDefault="00977C68" w:rsidP="00F15152">
            <w:pPr>
              <w:pStyle w:val="TAC"/>
              <w:rPr>
                <w:lang w:eastAsia="zh-CN"/>
              </w:rPr>
            </w:pPr>
            <w:r w:rsidRPr="008C6DE4">
              <w:rPr>
                <w:lang w:eastAsia="zh-CN"/>
              </w:rPr>
              <w:t>2</w:t>
            </w:r>
          </w:p>
        </w:tc>
      </w:tr>
      <w:tr w:rsidR="00DD3199" w:rsidRPr="008C6DE4" w14:paraId="2B0FFC52"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6E088A56" w14:textId="77777777" w:rsidR="00977C68" w:rsidRPr="008C6DE4" w:rsidRDefault="00977C68" w:rsidP="00F15152">
            <w:pPr>
              <w:pStyle w:val="TAC"/>
              <w:rPr>
                <w:lang w:eastAsia="ko-KR"/>
              </w:rPr>
            </w:pPr>
            <w:r w:rsidRPr="008C6DE4">
              <w:rPr>
                <w:lang w:eastAsia="ko-KR"/>
              </w:rPr>
              <w:t>2</w:t>
            </w:r>
          </w:p>
        </w:tc>
        <w:tc>
          <w:tcPr>
            <w:tcW w:w="992" w:type="dxa"/>
            <w:tcBorders>
              <w:top w:val="single" w:sz="4" w:space="0" w:color="auto"/>
              <w:left w:val="single" w:sz="4" w:space="0" w:color="auto"/>
              <w:bottom w:val="single" w:sz="4" w:space="0" w:color="auto"/>
              <w:right w:val="single" w:sz="4" w:space="0" w:color="auto"/>
            </w:tcBorders>
            <w:hideMark/>
          </w:tcPr>
          <w:p w14:paraId="58AFE6A6" w14:textId="77777777" w:rsidR="00977C68" w:rsidRPr="008C6DE4" w:rsidRDefault="00977C68" w:rsidP="00F15152">
            <w:pPr>
              <w:pStyle w:val="TAC"/>
              <w:rPr>
                <w:lang w:eastAsia="ko-KR"/>
              </w:rPr>
            </w:pPr>
            <w:r w:rsidRPr="008C6DE4">
              <w:rPr>
                <w:lang w:eastAsia="ko-KR"/>
              </w:rPr>
              <w:t>0.25</w:t>
            </w:r>
          </w:p>
        </w:tc>
        <w:tc>
          <w:tcPr>
            <w:tcW w:w="1969" w:type="dxa"/>
            <w:tcBorders>
              <w:top w:val="single" w:sz="4" w:space="0" w:color="auto"/>
              <w:left w:val="single" w:sz="4" w:space="0" w:color="auto"/>
              <w:bottom w:val="single" w:sz="4" w:space="0" w:color="auto"/>
              <w:right w:val="single" w:sz="4" w:space="0" w:color="auto"/>
            </w:tcBorders>
            <w:hideMark/>
          </w:tcPr>
          <w:p w14:paraId="6F304D3C" w14:textId="77777777" w:rsidR="00977C68" w:rsidRPr="008C6DE4" w:rsidRDefault="00977C68" w:rsidP="00F15152">
            <w:pPr>
              <w:pStyle w:val="TAC"/>
              <w:rPr>
                <w:lang w:eastAsia="zh-CN"/>
              </w:rPr>
            </w:pPr>
            <w:r w:rsidRPr="008C6DE4">
              <w:rPr>
                <w:lang w:eastAsia="zh-CN"/>
              </w:rPr>
              <w:t>4</w:t>
            </w:r>
          </w:p>
        </w:tc>
      </w:tr>
      <w:tr w:rsidR="00977C68" w:rsidRPr="008C6DE4" w14:paraId="71F2514D"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1F4FA3A4" w14:textId="77777777" w:rsidR="00977C68" w:rsidRPr="008C6DE4" w:rsidRDefault="00977C68" w:rsidP="00F15152">
            <w:pPr>
              <w:pStyle w:val="TAC"/>
              <w:rPr>
                <w:lang w:eastAsia="ko-KR"/>
              </w:rPr>
            </w:pPr>
            <w:r w:rsidRPr="008C6DE4">
              <w:rPr>
                <w:lang w:eastAsia="ko-KR"/>
              </w:rPr>
              <w:t>3</w:t>
            </w:r>
          </w:p>
        </w:tc>
        <w:tc>
          <w:tcPr>
            <w:tcW w:w="992" w:type="dxa"/>
            <w:tcBorders>
              <w:top w:val="single" w:sz="4" w:space="0" w:color="auto"/>
              <w:left w:val="single" w:sz="4" w:space="0" w:color="auto"/>
              <w:bottom w:val="single" w:sz="4" w:space="0" w:color="auto"/>
              <w:right w:val="single" w:sz="4" w:space="0" w:color="auto"/>
            </w:tcBorders>
            <w:hideMark/>
          </w:tcPr>
          <w:p w14:paraId="4D4599DA" w14:textId="77777777" w:rsidR="00977C68" w:rsidRPr="008C6DE4" w:rsidRDefault="00977C68" w:rsidP="00F15152">
            <w:pPr>
              <w:pStyle w:val="TAC"/>
              <w:rPr>
                <w:lang w:eastAsia="ko-KR"/>
              </w:rPr>
            </w:pPr>
            <w:r w:rsidRPr="008C6DE4">
              <w:rPr>
                <w:lang w:eastAsia="ko-KR"/>
              </w:rPr>
              <w:t>0.125</w:t>
            </w:r>
          </w:p>
        </w:tc>
        <w:tc>
          <w:tcPr>
            <w:tcW w:w="1969" w:type="dxa"/>
            <w:tcBorders>
              <w:top w:val="single" w:sz="4" w:space="0" w:color="auto"/>
              <w:left w:val="single" w:sz="4" w:space="0" w:color="auto"/>
              <w:bottom w:val="single" w:sz="4" w:space="0" w:color="auto"/>
              <w:right w:val="single" w:sz="4" w:space="0" w:color="auto"/>
            </w:tcBorders>
            <w:hideMark/>
          </w:tcPr>
          <w:p w14:paraId="022C20C8" w14:textId="77777777" w:rsidR="00977C68" w:rsidRPr="008C6DE4" w:rsidRDefault="00977C68" w:rsidP="00F15152">
            <w:pPr>
              <w:pStyle w:val="TAC"/>
              <w:rPr>
                <w:lang w:eastAsia="zh-CN"/>
              </w:rPr>
            </w:pPr>
            <w:r w:rsidRPr="008C6DE4">
              <w:rPr>
                <w:lang w:eastAsia="zh-CN"/>
              </w:rPr>
              <w:t>8</w:t>
            </w:r>
          </w:p>
        </w:tc>
      </w:tr>
    </w:tbl>
    <w:p w14:paraId="7825DD19" w14:textId="77777777" w:rsidR="00977C68" w:rsidRPr="008C6DE4" w:rsidRDefault="00977C68" w:rsidP="00977C68">
      <w:pPr>
        <w:rPr>
          <w:rFonts w:eastAsia="MS Mincho"/>
        </w:rPr>
      </w:pPr>
    </w:p>
    <w:p w14:paraId="5FA00F07" w14:textId="3C9984C8" w:rsidR="00977C68" w:rsidRPr="008C6DE4" w:rsidRDefault="00977C68" w:rsidP="00977C68">
      <w:pPr>
        <w:pStyle w:val="Heading5"/>
        <w:rPr>
          <w:lang w:val="en-US" w:eastAsia="zh-CN"/>
        </w:rPr>
      </w:pPr>
      <w:r w:rsidRPr="008C6DE4">
        <w:rPr>
          <w:lang w:val="en-US" w:eastAsia="zh-CN"/>
        </w:rPr>
        <w:t>8.2.2.2.5</w:t>
      </w:r>
      <w:r w:rsidRPr="008C6DE4">
        <w:rPr>
          <w:lang w:val="en-US" w:eastAsia="zh-CN"/>
        </w:rPr>
        <w:tab/>
      </w:r>
      <w:r w:rsidR="00FD57AD" w:rsidRPr="008C6DE4">
        <w:rPr>
          <w:lang w:val="en-US" w:eastAsia="zh-CN"/>
        </w:rPr>
        <w:t xml:space="preserve">Interruptions </w:t>
      </w:r>
      <w:r w:rsidRPr="008C6DE4">
        <w:rPr>
          <w:lang w:val="en-US" w:eastAsia="zh-CN"/>
        </w:rPr>
        <w:t>due to Active BWP switching Requirement</w:t>
      </w:r>
    </w:p>
    <w:p w14:paraId="1A6D5EA1" w14:textId="25BE87EE" w:rsidR="00977C68" w:rsidRPr="008C6DE4" w:rsidRDefault="00977C68" w:rsidP="00977C68">
      <w:pPr>
        <w:rPr>
          <w:rFonts w:cs="v4.2.0"/>
          <w:lang w:val="en-US" w:eastAsia="zh-CN"/>
        </w:rPr>
      </w:pPr>
      <w:r w:rsidRPr="008C6DE4">
        <w:rPr>
          <w:lang w:eastAsia="zh-CN"/>
        </w:rPr>
        <w:t xml:space="preserve">The requirements for DCI-based and timer-based BWP switches in this </w:t>
      </w:r>
      <w:r w:rsidR="00854981" w:rsidRPr="008C6DE4">
        <w:rPr>
          <w:lang w:eastAsia="zh-CN"/>
        </w:rPr>
        <w:t>clause</w:t>
      </w:r>
      <w:r w:rsidRPr="008C6DE4">
        <w:rPr>
          <w:lang w:eastAsia="zh-CN"/>
        </w:rPr>
        <w:t xml:space="preserve"> only apply to the case </w:t>
      </w:r>
      <w:r w:rsidRPr="008C6DE4">
        <w:t>that the BWP switch is performed on a single CC.</w:t>
      </w:r>
    </w:p>
    <w:p w14:paraId="70D40D38" w14:textId="2F062BC3" w:rsidR="00977C68" w:rsidRPr="008C6DE4" w:rsidRDefault="00977C68" w:rsidP="00977C68">
      <w:pPr>
        <w:rPr>
          <w:rFonts w:cs="v4.2.0"/>
        </w:rPr>
      </w:pPr>
      <w:r w:rsidRPr="008C6DE4">
        <w:rPr>
          <w:rFonts w:cs="v4.2.0"/>
          <w:lang w:eastAsia="zh-CN"/>
        </w:rPr>
        <w:t xml:space="preserve">When </w:t>
      </w:r>
      <w:r w:rsidRPr="008C6DE4">
        <w:rPr>
          <w:rFonts w:cs="v4.2.0"/>
        </w:rPr>
        <w:t xml:space="preserve">UE receives a DCI indicating UE to switch its active BWP involving changes in any of the parameters listed in Table 8.2.2.2.5-2, the UE is allowed to cause interruption of up to X slot to other active serving cells if the UE is not capable of per-FR gap, or if the BWP switching involves SCS changing. When the BWP switch imposes changes in any of the parameters listed in Table 8.2.2.2.5-2 and the UE is capable of per-FR gap the UE is allowed to cause interruption of up to X slot to other active serving cells in the same frequency range wherein the UE is performing BWP switching. X is defined in Table 8.2.2.2.5-1. The starting time of interruption is only allowed within the BWP switching delay </w:t>
      </w:r>
      <w:r w:rsidRPr="008C6DE4">
        <w:rPr>
          <w:lang w:eastAsia="zh-CN"/>
        </w:rPr>
        <w:t>T</w:t>
      </w:r>
      <w:r w:rsidRPr="008C6DE4">
        <w:rPr>
          <w:vertAlign w:val="subscript"/>
          <w:lang w:eastAsia="zh-CN"/>
        </w:rPr>
        <w:t>BWPswitchDelay</w:t>
      </w:r>
      <w:r w:rsidRPr="008C6DE4">
        <w:rPr>
          <w:rFonts w:cs="v4.2.0"/>
        </w:rPr>
        <w:t xml:space="preserve"> as defined in clause 8.6.2. </w:t>
      </w:r>
      <w:r w:rsidR="004C54CE" w:rsidRPr="008C6DE4">
        <w:rPr>
          <w:rFonts w:cs="v4.2.0"/>
        </w:rPr>
        <w:t xml:space="preserve">Interruptions are not allowed during BWP switch involving </w:t>
      </w:r>
      <w:r w:rsidR="004C54CE">
        <w:rPr>
          <w:rFonts w:cs="v4.2.0"/>
        </w:rPr>
        <w:t xml:space="preserve">any </w:t>
      </w:r>
      <w:r w:rsidR="004C54CE" w:rsidRPr="008C6DE4">
        <w:rPr>
          <w:rFonts w:cs="v4.2.0"/>
        </w:rPr>
        <w:t>other parameter change.</w:t>
      </w:r>
    </w:p>
    <w:p w14:paraId="0F32D2CA" w14:textId="2EF51E9C" w:rsidR="0017683A" w:rsidRPr="008C6DE4" w:rsidRDefault="0017683A" w:rsidP="0017683A">
      <w:pPr>
        <w:rPr>
          <w:rFonts w:cs="v4.2.0"/>
        </w:rPr>
      </w:pPr>
      <w:r w:rsidRPr="008C6DE4">
        <w:rPr>
          <w:rFonts w:cs="v4.2.0"/>
          <w:lang w:eastAsia="zh-CN"/>
        </w:rPr>
        <w:t xml:space="preserve">When a BWP timer </w:t>
      </w:r>
      <w:r w:rsidRPr="008C6DE4">
        <w:rPr>
          <w:i/>
        </w:rPr>
        <w:t xml:space="preserve">bwp-InactivityTimer </w:t>
      </w:r>
      <w:r w:rsidRPr="008C6DE4">
        <w:t>defined in TS 38.331 [2]</w:t>
      </w:r>
      <w:r w:rsidRPr="008C6DE4">
        <w:rPr>
          <w:rFonts w:cs="v4.2.0"/>
          <w:lang w:eastAsia="zh-CN"/>
        </w:rPr>
        <w:t xml:space="preserve"> expires</w:t>
      </w:r>
      <w:r w:rsidRPr="008C6DE4">
        <w:rPr>
          <w:rFonts w:cs="v4.2.0"/>
        </w:rPr>
        <w:t xml:space="preserve">, UE is allowed to cause interruption of up to X slot to other active serving cells due to switching its active BWP involving changes in any of the parameters listed in Table 8.2.2.2.5-2 if the UE is not capable of per-FR gap, or if the BWP switching involves SCS changing. When the BWP switch imposes changes in any of the parameters listed in Table 8.2.2.2.5-2 and the UE is capable of per-FR gap, the UE is allowed to cause interruption of up to X slot to other active serving cells in the same frequency range wherein the UE is performing BWP switching. X is defined in Table 8.2.2.2.5-1. The starting time of interruption is only allowed within the BWP switching delay </w:t>
      </w:r>
      <w:r w:rsidRPr="008C6DE4">
        <w:rPr>
          <w:lang w:eastAsia="zh-CN"/>
        </w:rPr>
        <w:t>T</w:t>
      </w:r>
      <w:r w:rsidRPr="008C6DE4">
        <w:rPr>
          <w:vertAlign w:val="subscript"/>
          <w:lang w:eastAsia="zh-CN"/>
        </w:rPr>
        <w:t>BWPswitchDelay</w:t>
      </w:r>
      <w:r w:rsidRPr="008C6DE4">
        <w:rPr>
          <w:rFonts w:cs="v4.2.0"/>
        </w:rPr>
        <w:t xml:space="preserve"> as defined in clause 8.6.2. </w:t>
      </w:r>
      <w:r w:rsidR="004C54CE" w:rsidRPr="008C6DE4">
        <w:rPr>
          <w:rFonts w:cs="v4.2.0"/>
        </w:rPr>
        <w:t xml:space="preserve">Interruptions are not allowed during BWP switch involving </w:t>
      </w:r>
      <w:r w:rsidR="004C54CE">
        <w:rPr>
          <w:rFonts w:cs="v4.2.0"/>
        </w:rPr>
        <w:t xml:space="preserve">any </w:t>
      </w:r>
      <w:r w:rsidR="004C54CE" w:rsidRPr="008C6DE4">
        <w:rPr>
          <w:rFonts w:cs="v4.2.0"/>
        </w:rPr>
        <w:t>other parameter change.</w:t>
      </w:r>
    </w:p>
    <w:p w14:paraId="2BCD56A4" w14:textId="0C6348EF" w:rsidR="0017683A" w:rsidRPr="008C6DE4" w:rsidRDefault="0017683A" w:rsidP="0017683A">
      <w:pPr>
        <w:rPr>
          <w:rFonts w:cs="v4.2.0"/>
        </w:rPr>
      </w:pPr>
      <w:r w:rsidRPr="008C6DE4">
        <w:rPr>
          <w:rFonts w:cs="v4.2.0"/>
        </w:rPr>
        <w:t xml:space="preserve">When UE receives an RRC reconfiguration that only requests UE to switch its active BWP on one single CC, the UE is allowed to cause interruption of up to X slot to other active serving cells due to switching its active BWP involving changes in any of the parameters listed in Table 8.2.2.2.5-2 if the UE is not capable of per-FR gap, or if the BWP switching involves SCS changing. When the BWP switch imposes changes in any of the parameters listed in Table 8.2.2.2.5-2 and the UE is capable of per-FR gap, </w:t>
      </w:r>
      <w:r w:rsidR="004C54CE" w:rsidRPr="008C6DE4">
        <w:rPr>
          <w:rFonts w:cs="v4.2.0"/>
        </w:rPr>
        <w:t>the UE is allowed to cause interruption of up to X slot to other active serving cells in the same frequency range wherein the UE is performing BWP switching. X is defined in Table 8.2.2.2.5-1. The interruption is only allowed within the delay T</w:t>
      </w:r>
      <w:r w:rsidR="004C54CE" w:rsidRPr="008C6DE4">
        <w:rPr>
          <w:rFonts w:cs="v4.2.0"/>
          <w:vertAlign w:val="subscript"/>
        </w:rPr>
        <w:t>RRCprocessingDelay</w:t>
      </w:r>
      <w:r w:rsidR="004C54CE" w:rsidRPr="008C6DE4">
        <w:rPr>
          <w:rFonts w:cs="v4.2.0"/>
        </w:rPr>
        <w:t xml:space="preserve"> + T</w:t>
      </w:r>
      <w:r w:rsidR="004C54CE" w:rsidRPr="008C6DE4">
        <w:rPr>
          <w:rFonts w:cs="v4.2.0"/>
          <w:vertAlign w:val="subscript"/>
        </w:rPr>
        <w:t>BWPswitchDelayRRC</w:t>
      </w:r>
      <w:r w:rsidR="004C54CE" w:rsidRPr="008C6DE4">
        <w:rPr>
          <w:rFonts w:cs="v4.2.0"/>
        </w:rPr>
        <w:t xml:space="preserve"> defined in </w:t>
      </w:r>
      <w:r w:rsidR="004C54CE" w:rsidRPr="008C6DE4">
        <w:rPr>
          <w:lang w:val="en-US" w:eastAsia="ko-KR"/>
        </w:rPr>
        <w:t>clause</w:t>
      </w:r>
      <w:r w:rsidR="004C54CE" w:rsidRPr="008C6DE4">
        <w:rPr>
          <w:rFonts w:cs="v4.2.0"/>
        </w:rPr>
        <w:t> 8.6.3.</w:t>
      </w:r>
    </w:p>
    <w:p w14:paraId="0FCE7969" w14:textId="77777777" w:rsidR="00977C68" w:rsidRPr="008C6DE4" w:rsidRDefault="00977C68" w:rsidP="00977C68">
      <w:pPr>
        <w:pStyle w:val="TH"/>
      </w:pPr>
      <w:r w:rsidRPr="008C6DE4">
        <w:t xml:space="preserve">Table </w:t>
      </w:r>
      <w:r w:rsidRPr="008C6DE4">
        <w:rPr>
          <w:lang w:val="en-US" w:eastAsia="zh-CN"/>
        </w:rPr>
        <w:t>8.2.2.2.5</w:t>
      </w:r>
      <w:r w:rsidRPr="008C6DE4">
        <w:t>-1: Interruption length 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276"/>
        <w:gridCol w:w="2552"/>
      </w:tblGrid>
      <w:tr w:rsidR="00DD3199" w:rsidRPr="008C6DE4" w14:paraId="39B823F6" w14:textId="77777777" w:rsidTr="00F15152">
        <w:trPr>
          <w:trHeight w:val="230"/>
          <w:jc w:val="center"/>
        </w:trPr>
        <w:tc>
          <w:tcPr>
            <w:tcW w:w="852" w:type="dxa"/>
            <w:vMerge w:val="restart"/>
            <w:tcBorders>
              <w:top w:val="single" w:sz="4" w:space="0" w:color="auto"/>
              <w:left w:val="single" w:sz="4" w:space="0" w:color="auto"/>
              <w:bottom w:val="single" w:sz="4" w:space="0" w:color="auto"/>
              <w:right w:val="single" w:sz="4" w:space="0" w:color="auto"/>
            </w:tcBorders>
            <w:vAlign w:val="center"/>
            <w:hideMark/>
          </w:tcPr>
          <w:p w14:paraId="7F146238" w14:textId="77777777" w:rsidR="00977C68" w:rsidRPr="008C6DE4" w:rsidRDefault="00977C68" w:rsidP="001D3DB6">
            <w:pPr>
              <w:pStyle w:val="TAH"/>
            </w:pPr>
            <w:r w:rsidRPr="008C6DE4">
              <w:rPr>
                <w:noProof/>
                <w:lang w:val="en-US" w:eastAsia="zh-CN"/>
              </w:rPr>
              <w:drawing>
                <wp:inline distT="0" distB="0" distL="0" distR="0" wp14:anchorId="6E9EDFD1" wp14:editId="5FFD599F">
                  <wp:extent cx="154305" cy="154305"/>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276" w:type="dxa"/>
            <w:vMerge w:val="restart"/>
            <w:tcBorders>
              <w:top w:val="single" w:sz="4" w:space="0" w:color="auto"/>
              <w:left w:val="single" w:sz="4" w:space="0" w:color="auto"/>
              <w:bottom w:val="single" w:sz="4" w:space="0" w:color="auto"/>
              <w:right w:val="single" w:sz="4" w:space="0" w:color="auto"/>
            </w:tcBorders>
            <w:hideMark/>
          </w:tcPr>
          <w:p w14:paraId="4C08FD92" w14:textId="77777777" w:rsidR="00977C68" w:rsidRPr="008C6DE4" w:rsidRDefault="00977C68" w:rsidP="001D3DB6">
            <w:pPr>
              <w:pStyle w:val="TAH"/>
            </w:pPr>
            <w:r w:rsidRPr="008C6DE4">
              <w:t>NR Slot length (ms)</w:t>
            </w:r>
          </w:p>
        </w:tc>
        <w:tc>
          <w:tcPr>
            <w:tcW w:w="2552" w:type="dxa"/>
            <w:vMerge w:val="restart"/>
            <w:tcBorders>
              <w:top w:val="single" w:sz="4" w:space="0" w:color="auto"/>
              <w:left w:val="single" w:sz="4" w:space="0" w:color="auto"/>
              <w:bottom w:val="single" w:sz="4" w:space="0" w:color="auto"/>
              <w:right w:val="single" w:sz="4" w:space="0" w:color="auto"/>
            </w:tcBorders>
            <w:hideMark/>
          </w:tcPr>
          <w:p w14:paraId="0FF4B45E" w14:textId="57F1A122" w:rsidR="00977C68" w:rsidRPr="008C6DE4" w:rsidRDefault="001D3DB6" w:rsidP="001D3DB6">
            <w:pPr>
              <w:pStyle w:val="TAH"/>
            </w:pPr>
            <w:r w:rsidRPr="00DD3199">
              <w:t>Interruption length X (slots)</w:t>
            </w:r>
          </w:p>
        </w:tc>
      </w:tr>
      <w:tr w:rsidR="00DD3199" w:rsidRPr="008C6DE4" w14:paraId="070067BA" w14:textId="77777777" w:rsidTr="00F15152">
        <w:trPr>
          <w:trHeight w:val="23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48557A" w14:textId="77777777" w:rsidR="00977C68" w:rsidRPr="008C6DE4" w:rsidRDefault="00977C68" w:rsidP="001D3DB6">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04239B" w14:textId="77777777" w:rsidR="00977C68" w:rsidRPr="008C6DE4" w:rsidRDefault="00977C68" w:rsidP="001D3DB6">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D6B591" w14:textId="77777777" w:rsidR="00977C68" w:rsidRPr="008C6DE4" w:rsidRDefault="00977C68" w:rsidP="001D3DB6">
            <w:pPr>
              <w:pStyle w:val="TAH"/>
            </w:pPr>
          </w:p>
        </w:tc>
      </w:tr>
      <w:tr w:rsidR="00DD3199" w:rsidRPr="008C6DE4" w14:paraId="172EAA22"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3597FB33" w14:textId="77777777" w:rsidR="00977C68" w:rsidRPr="008C6DE4" w:rsidRDefault="00977C68" w:rsidP="001D3DB6">
            <w:pPr>
              <w:pStyle w:val="TAC"/>
            </w:pPr>
            <w:r w:rsidRPr="008C6DE4">
              <w:t>0</w:t>
            </w:r>
          </w:p>
        </w:tc>
        <w:tc>
          <w:tcPr>
            <w:tcW w:w="1276" w:type="dxa"/>
            <w:tcBorders>
              <w:top w:val="single" w:sz="4" w:space="0" w:color="auto"/>
              <w:left w:val="single" w:sz="4" w:space="0" w:color="auto"/>
              <w:bottom w:val="single" w:sz="4" w:space="0" w:color="auto"/>
              <w:right w:val="single" w:sz="4" w:space="0" w:color="auto"/>
            </w:tcBorders>
            <w:hideMark/>
          </w:tcPr>
          <w:p w14:paraId="228CA8F3" w14:textId="77777777" w:rsidR="00977C68" w:rsidRPr="008C6DE4" w:rsidRDefault="00977C68" w:rsidP="001D3DB6">
            <w:pPr>
              <w:pStyle w:val="TAC"/>
            </w:pPr>
            <w:r w:rsidRPr="008C6DE4">
              <w:t>1</w:t>
            </w:r>
          </w:p>
        </w:tc>
        <w:tc>
          <w:tcPr>
            <w:tcW w:w="2552" w:type="dxa"/>
            <w:tcBorders>
              <w:top w:val="single" w:sz="4" w:space="0" w:color="auto"/>
              <w:left w:val="single" w:sz="4" w:space="0" w:color="auto"/>
              <w:bottom w:val="single" w:sz="4" w:space="0" w:color="auto"/>
              <w:right w:val="single" w:sz="4" w:space="0" w:color="auto"/>
            </w:tcBorders>
            <w:hideMark/>
          </w:tcPr>
          <w:p w14:paraId="093A2874" w14:textId="77777777" w:rsidR="00977C68" w:rsidRPr="008C6DE4" w:rsidRDefault="00977C68" w:rsidP="001D3DB6">
            <w:pPr>
              <w:pStyle w:val="TAC"/>
              <w:rPr>
                <w:lang w:eastAsia="zh-CN"/>
              </w:rPr>
            </w:pPr>
            <w:r w:rsidRPr="008C6DE4">
              <w:rPr>
                <w:lang w:eastAsia="zh-CN"/>
              </w:rPr>
              <w:t>1</w:t>
            </w:r>
          </w:p>
        </w:tc>
      </w:tr>
      <w:tr w:rsidR="00DD3199" w:rsidRPr="008C6DE4" w14:paraId="747A0D4F"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74419278" w14:textId="77777777" w:rsidR="00977C68" w:rsidRPr="008C6DE4" w:rsidRDefault="00977C68" w:rsidP="001D3DB6">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129D07AC" w14:textId="77777777" w:rsidR="00977C68" w:rsidRPr="008C6DE4" w:rsidRDefault="00977C68" w:rsidP="001D3DB6">
            <w:pPr>
              <w:pStyle w:val="TAC"/>
            </w:pPr>
            <w:r w:rsidRPr="008C6DE4">
              <w:t>0.5</w:t>
            </w:r>
          </w:p>
        </w:tc>
        <w:tc>
          <w:tcPr>
            <w:tcW w:w="2552" w:type="dxa"/>
            <w:tcBorders>
              <w:top w:val="single" w:sz="4" w:space="0" w:color="auto"/>
              <w:left w:val="single" w:sz="4" w:space="0" w:color="auto"/>
              <w:bottom w:val="single" w:sz="4" w:space="0" w:color="auto"/>
              <w:right w:val="single" w:sz="4" w:space="0" w:color="auto"/>
            </w:tcBorders>
            <w:hideMark/>
          </w:tcPr>
          <w:p w14:paraId="2D3C118D" w14:textId="77777777" w:rsidR="00977C68" w:rsidRPr="008C6DE4" w:rsidRDefault="00977C68" w:rsidP="001D3DB6">
            <w:pPr>
              <w:pStyle w:val="TAC"/>
              <w:rPr>
                <w:lang w:eastAsia="zh-CN"/>
              </w:rPr>
            </w:pPr>
            <w:r w:rsidRPr="008C6DE4">
              <w:rPr>
                <w:lang w:eastAsia="zh-CN"/>
              </w:rPr>
              <w:t>1</w:t>
            </w:r>
          </w:p>
        </w:tc>
      </w:tr>
      <w:tr w:rsidR="00DD3199" w:rsidRPr="008C6DE4" w14:paraId="182786EC"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095D8DA8" w14:textId="77777777" w:rsidR="00977C68" w:rsidRPr="008C6DE4" w:rsidRDefault="00977C68" w:rsidP="001D3DB6">
            <w:pPr>
              <w:pStyle w:val="TAC"/>
            </w:pPr>
            <w:r w:rsidRPr="008C6DE4">
              <w:t>2</w:t>
            </w:r>
          </w:p>
        </w:tc>
        <w:tc>
          <w:tcPr>
            <w:tcW w:w="1276" w:type="dxa"/>
            <w:tcBorders>
              <w:top w:val="single" w:sz="4" w:space="0" w:color="auto"/>
              <w:left w:val="single" w:sz="4" w:space="0" w:color="auto"/>
              <w:bottom w:val="single" w:sz="4" w:space="0" w:color="auto"/>
              <w:right w:val="single" w:sz="4" w:space="0" w:color="auto"/>
            </w:tcBorders>
            <w:hideMark/>
          </w:tcPr>
          <w:p w14:paraId="6510268B" w14:textId="77777777" w:rsidR="00977C68" w:rsidRPr="008C6DE4" w:rsidRDefault="00977C68" w:rsidP="001D3DB6">
            <w:pPr>
              <w:pStyle w:val="TAC"/>
            </w:pPr>
            <w:r w:rsidRPr="008C6DE4">
              <w:t>0.25</w:t>
            </w:r>
          </w:p>
        </w:tc>
        <w:tc>
          <w:tcPr>
            <w:tcW w:w="2552" w:type="dxa"/>
            <w:tcBorders>
              <w:top w:val="single" w:sz="4" w:space="0" w:color="auto"/>
              <w:left w:val="single" w:sz="4" w:space="0" w:color="auto"/>
              <w:bottom w:val="single" w:sz="4" w:space="0" w:color="auto"/>
              <w:right w:val="single" w:sz="4" w:space="0" w:color="auto"/>
            </w:tcBorders>
            <w:hideMark/>
          </w:tcPr>
          <w:p w14:paraId="37A38B66" w14:textId="77777777" w:rsidR="00977C68" w:rsidRPr="008C6DE4" w:rsidRDefault="00977C68" w:rsidP="001D3DB6">
            <w:pPr>
              <w:pStyle w:val="TAC"/>
              <w:rPr>
                <w:lang w:eastAsia="zh-CN"/>
              </w:rPr>
            </w:pPr>
            <w:r w:rsidRPr="008C6DE4">
              <w:rPr>
                <w:lang w:eastAsia="zh-CN"/>
              </w:rPr>
              <w:t>3</w:t>
            </w:r>
          </w:p>
        </w:tc>
      </w:tr>
      <w:tr w:rsidR="00DD3199" w:rsidRPr="008C6DE4" w14:paraId="1FC3C0D2"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3F6FCE6C" w14:textId="77777777" w:rsidR="00977C68" w:rsidRPr="008C6DE4" w:rsidRDefault="00977C68" w:rsidP="001D3DB6">
            <w:pPr>
              <w:pStyle w:val="TAC"/>
            </w:pPr>
            <w:r w:rsidRPr="008C6DE4">
              <w:t>3</w:t>
            </w:r>
          </w:p>
        </w:tc>
        <w:tc>
          <w:tcPr>
            <w:tcW w:w="1276" w:type="dxa"/>
            <w:tcBorders>
              <w:top w:val="single" w:sz="4" w:space="0" w:color="auto"/>
              <w:left w:val="single" w:sz="4" w:space="0" w:color="auto"/>
              <w:bottom w:val="single" w:sz="4" w:space="0" w:color="auto"/>
              <w:right w:val="single" w:sz="4" w:space="0" w:color="auto"/>
            </w:tcBorders>
            <w:hideMark/>
          </w:tcPr>
          <w:p w14:paraId="3F4ED209" w14:textId="77777777" w:rsidR="00977C68" w:rsidRPr="008C6DE4" w:rsidRDefault="00977C68" w:rsidP="001D3DB6">
            <w:pPr>
              <w:pStyle w:val="TAC"/>
            </w:pPr>
            <w:r w:rsidRPr="008C6DE4">
              <w:t>0.125</w:t>
            </w:r>
          </w:p>
        </w:tc>
        <w:tc>
          <w:tcPr>
            <w:tcW w:w="2552" w:type="dxa"/>
            <w:tcBorders>
              <w:top w:val="single" w:sz="4" w:space="0" w:color="auto"/>
              <w:left w:val="single" w:sz="4" w:space="0" w:color="auto"/>
              <w:bottom w:val="single" w:sz="4" w:space="0" w:color="auto"/>
              <w:right w:val="single" w:sz="4" w:space="0" w:color="auto"/>
            </w:tcBorders>
            <w:hideMark/>
          </w:tcPr>
          <w:p w14:paraId="4DDC8414" w14:textId="77777777" w:rsidR="00977C68" w:rsidRPr="008C6DE4" w:rsidRDefault="00977C68" w:rsidP="001D3DB6">
            <w:pPr>
              <w:pStyle w:val="TAC"/>
              <w:rPr>
                <w:lang w:eastAsia="zh-CN"/>
              </w:rPr>
            </w:pPr>
            <w:r w:rsidRPr="008C6DE4">
              <w:rPr>
                <w:lang w:eastAsia="zh-CN"/>
              </w:rPr>
              <w:t>5</w:t>
            </w:r>
          </w:p>
        </w:tc>
      </w:tr>
      <w:tr w:rsidR="00977C68" w:rsidRPr="008C6DE4" w14:paraId="3E06B001" w14:textId="77777777" w:rsidTr="00F15152">
        <w:trPr>
          <w:jc w:val="center"/>
        </w:trPr>
        <w:tc>
          <w:tcPr>
            <w:tcW w:w="4680" w:type="dxa"/>
            <w:gridSpan w:val="3"/>
            <w:tcBorders>
              <w:top w:val="single" w:sz="4" w:space="0" w:color="auto"/>
              <w:left w:val="single" w:sz="4" w:space="0" w:color="auto"/>
              <w:bottom w:val="single" w:sz="4" w:space="0" w:color="auto"/>
              <w:right w:val="single" w:sz="4" w:space="0" w:color="auto"/>
            </w:tcBorders>
            <w:hideMark/>
          </w:tcPr>
          <w:p w14:paraId="33C8EBB1" w14:textId="2E410CA0" w:rsidR="00977C68" w:rsidRPr="008C6DE4" w:rsidRDefault="001D3DB6" w:rsidP="001D3DB6">
            <w:pPr>
              <w:pStyle w:val="TAN"/>
              <w:rPr>
                <w:lang w:eastAsia="zh-CN"/>
              </w:rPr>
            </w:pPr>
            <w:r>
              <w:rPr>
                <w:lang w:eastAsia="zh-CN"/>
              </w:rPr>
              <w:t>Note1:</w:t>
            </w:r>
            <w:r>
              <w:tab/>
            </w:r>
            <w:r>
              <w:rPr>
                <w:lang w:eastAsia="zh-CN"/>
              </w:rPr>
              <w:t>void</w:t>
            </w:r>
          </w:p>
        </w:tc>
      </w:tr>
    </w:tbl>
    <w:p w14:paraId="219AF3E0" w14:textId="77777777" w:rsidR="00977C68" w:rsidRPr="008C6DE4" w:rsidRDefault="00977C68" w:rsidP="00977C68"/>
    <w:p w14:paraId="508AA63A" w14:textId="77777777" w:rsidR="00977C68" w:rsidRPr="008C6DE4" w:rsidRDefault="00977C68" w:rsidP="00977C68">
      <w:pPr>
        <w:pStyle w:val="TH"/>
      </w:pPr>
      <w:r w:rsidRPr="008C6DE4">
        <w:t xml:space="preserve">Table </w:t>
      </w:r>
      <w:r w:rsidRPr="008C6DE4">
        <w:rPr>
          <w:lang w:val="en-US" w:eastAsia="zh-CN"/>
        </w:rPr>
        <w:t>8.2.2.2.5</w:t>
      </w:r>
      <w:r w:rsidRPr="008C6DE4">
        <w:t>-2: Parameters which cause interruption other than SCS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2828"/>
      </w:tblGrid>
      <w:tr w:rsidR="00DD3199" w:rsidRPr="008C6DE4" w14:paraId="2BC08E4F" w14:textId="77777777" w:rsidTr="00F15152">
        <w:trPr>
          <w:trHeight w:val="293"/>
          <w:jc w:val="center"/>
        </w:trPr>
        <w:tc>
          <w:tcPr>
            <w:tcW w:w="4680" w:type="dxa"/>
            <w:tcBorders>
              <w:top w:val="single" w:sz="4" w:space="0" w:color="auto"/>
              <w:left w:val="single" w:sz="4" w:space="0" w:color="auto"/>
              <w:bottom w:val="single" w:sz="4" w:space="0" w:color="auto"/>
              <w:right w:val="single" w:sz="4" w:space="0" w:color="auto"/>
            </w:tcBorders>
            <w:vAlign w:val="center"/>
            <w:hideMark/>
          </w:tcPr>
          <w:p w14:paraId="7217CE57" w14:textId="77777777" w:rsidR="00977C68" w:rsidRPr="008C6DE4" w:rsidRDefault="00977C68" w:rsidP="00F15152">
            <w:pPr>
              <w:pStyle w:val="TAH"/>
            </w:pPr>
            <w:r w:rsidRPr="008C6DE4">
              <w:t>Parameters</w:t>
            </w:r>
          </w:p>
        </w:tc>
        <w:tc>
          <w:tcPr>
            <w:tcW w:w="2828" w:type="dxa"/>
            <w:tcBorders>
              <w:top w:val="single" w:sz="4" w:space="0" w:color="auto"/>
              <w:left w:val="single" w:sz="4" w:space="0" w:color="auto"/>
              <w:bottom w:val="single" w:sz="4" w:space="0" w:color="auto"/>
              <w:right w:val="single" w:sz="4" w:space="0" w:color="auto"/>
            </w:tcBorders>
            <w:hideMark/>
          </w:tcPr>
          <w:p w14:paraId="1653E68E" w14:textId="77777777" w:rsidR="00977C68" w:rsidRPr="008C6DE4" w:rsidRDefault="00977C68" w:rsidP="00F15152">
            <w:pPr>
              <w:pStyle w:val="TAH"/>
            </w:pPr>
            <w:r w:rsidRPr="008C6DE4">
              <w:t>Comment</w:t>
            </w:r>
          </w:p>
        </w:tc>
      </w:tr>
      <w:tr w:rsidR="00DD3199" w:rsidRPr="008C6DE4" w14:paraId="3B12571B" w14:textId="77777777" w:rsidTr="00F15152">
        <w:trPr>
          <w:trHeight w:val="293"/>
          <w:jc w:val="center"/>
        </w:trPr>
        <w:tc>
          <w:tcPr>
            <w:tcW w:w="4680" w:type="dxa"/>
            <w:tcBorders>
              <w:top w:val="single" w:sz="4" w:space="0" w:color="auto"/>
              <w:left w:val="single" w:sz="4" w:space="0" w:color="auto"/>
              <w:bottom w:val="single" w:sz="4" w:space="0" w:color="auto"/>
              <w:right w:val="single" w:sz="4" w:space="0" w:color="auto"/>
            </w:tcBorders>
            <w:vAlign w:val="center"/>
            <w:hideMark/>
          </w:tcPr>
          <w:p w14:paraId="1520336F" w14:textId="77777777" w:rsidR="00977C68" w:rsidRPr="008C6DE4" w:rsidRDefault="00977C68" w:rsidP="00F15152">
            <w:pPr>
              <w:pStyle w:val="TAH"/>
              <w:rPr>
                <w:rFonts w:ascii="Times New Roman" w:hAnsi="Times New Roman" w:cs="v4.2.0"/>
                <w:b w:val="0"/>
                <w:i/>
                <w:sz w:val="20"/>
                <w:lang w:eastAsia="zh-CN"/>
              </w:rPr>
            </w:pPr>
            <w:r w:rsidRPr="008C6DE4">
              <w:rPr>
                <w:rFonts w:ascii="Times New Roman" w:hAnsi="Times New Roman" w:cs="v4.2.0"/>
                <w:b w:val="0"/>
                <w:i/>
                <w:sz w:val="20"/>
                <w:lang w:eastAsia="zh-CN"/>
              </w:rPr>
              <w:t>locationAndBandwidth</w:t>
            </w:r>
          </w:p>
        </w:tc>
        <w:tc>
          <w:tcPr>
            <w:tcW w:w="2828" w:type="dxa"/>
            <w:vMerge w:val="restart"/>
            <w:tcBorders>
              <w:top w:val="single" w:sz="4" w:space="0" w:color="auto"/>
              <w:left w:val="single" w:sz="4" w:space="0" w:color="auto"/>
              <w:bottom w:val="single" w:sz="4" w:space="0" w:color="auto"/>
              <w:right w:val="single" w:sz="4" w:space="0" w:color="auto"/>
            </w:tcBorders>
            <w:vAlign w:val="center"/>
            <w:hideMark/>
          </w:tcPr>
          <w:p w14:paraId="0F61EEC9" w14:textId="77777777" w:rsidR="00977C68" w:rsidRPr="008C6DE4" w:rsidRDefault="00977C68" w:rsidP="00F15152">
            <w:pPr>
              <w:pStyle w:val="TAH"/>
              <w:rPr>
                <w:rFonts w:ascii="Times New Roman" w:hAnsi="Times New Roman" w:cs="v4.2.0"/>
                <w:b w:val="0"/>
                <w:sz w:val="20"/>
                <w:lang w:eastAsia="zh-CN"/>
              </w:rPr>
            </w:pPr>
            <w:r w:rsidRPr="008C6DE4">
              <w:rPr>
                <w:b w:val="0"/>
                <w:lang w:eastAsia="zh-CN"/>
              </w:rPr>
              <w:t>From TS 38.331 [2]</w:t>
            </w:r>
          </w:p>
        </w:tc>
      </w:tr>
      <w:tr w:rsidR="00DD3199" w:rsidRPr="008C6DE4" w14:paraId="7DF9F59E" w14:textId="77777777" w:rsidTr="00F15152">
        <w:trPr>
          <w:trHeight w:val="293"/>
          <w:jc w:val="center"/>
        </w:trPr>
        <w:tc>
          <w:tcPr>
            <w:tcW w:w="4680" w:type="dxa"/>
            <w:tcBorders>
              <w:top w:val="single" w:sz="4" w:space="0" w:color="auto"/>
              <w:left w:val="single" w:sz="4" w:space="0" w:color="auto"/>
              <w:bottom w:val="single" w:sz="4" w:space="0" w:color="auto"/>
              <w:right w:val="single" w:sz="4" w:space="0" w:color="auto"/>
            </w:tcBorders>
            <w:vAlign w:val="center"/>
            <w:hideMark/>
          </w:tcPr>
          <w:p w14:paraId="49A48897" w14:textId="77777777" w:rsidR="00977C68" w:rsidRPr="008C6DE4" w:rsidRDefault="00977C68" w:rsidP="00F15152">
            <w:pPr>
              <w:pStyle w:val="TAH"/>
              <w:rPr>
                <w:rFonts w:ascii="Times New Roman" w:hAnsi="Times New Roman" w:cs="v4.2.0"/>
                <w:b w:val="0"/>
                <w:i/>
                <w:sz w:val="20"/>
                <w:lang w:eastAsia="zh-CN"/>
              </w:rPr>
            </w:pPr>
            <w:r w:rsidRPr="008C6DE4">
              <w:rPr>
                <w:rFonts w:ascii="Times New Roman" w:hAnsi="Times New Roman" w:cs="v4.2.0"/>
                <w:b w:val="0"/>
                <w:i/>
                <w:sz w:val="20"/>
                <w:lang w:eastAsia="zh-CN"/>
              </w:rPr>
              <w:t>nrofSRS-Ports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18E445" w14:textId="77777777" w:rsidR="00977C68" w:rsidRPr="008C6DE4" w:rsidRDefault="00977C68" w:rsidP="00F15152">
            <w:pPr>
              <w:spacing w:after="0"/>
              <w:rPr>
                <w:rFonts w:cs="v4.2.0"/>
                <w:lang w:eastAsia="zh-CN"/>
              </w:rPr>
            </w:pPr>
          </w:p>
        </w:tc>
      </w:tr>
    </w:tbl>
    <w:p w14:paraId="6A526A95" w14:textId="77777777" w:rsidR="00977C68" w:rsidRPr="008C6DE4" w:rsidRDefault="00977C68" w:rsidP="00977C68"/>
    <w:p w14:paraId="1A7E992C" w14:textId="294657C8" w:rsidR="00977C68" w:rsidRPr="008C6DE4" w:rsidRDefault="0048284E" w:rsidP="0048284E">
      <w:pPr>
        <w:pStyle w:val="Heading5"/>
      </w:pPr>
      <w:r w:rsidRPr="008C6DE4">
        <w:t>8.2.2.2.6</w:t>
      </w:r>
      <w:r w:rsidR="00977C68" w:rsidRPr="008C6DE4">
        <w:tab/>
        <w:t>Interruptions at inter-frequency SFTD measurement</w:t>
      </w:r>
    </w:p>
    <w:p w14:paraId="05C6E26A" w14:textId="0BB65602" w:rsidR="00977C68" w:rsidRPr="008C6DE4" w:rsidRDefault="00977C68" w:rsidP="00977C68">
      <w:pPr>
        <w:overflowPunct w:val="0"/>
        <w:autoSpaceDE w:val="0"/>
        <w:autoSpaceDN w:val="0"/>
        <w:adjustRightInd w:val="0"/>
        <w:textAlignment w:val="baseline"/>
        <w:rPr>
          <w:lang w:eastAsia="ko-KR"/>
        </w:rPr>
      </w:pPr>
      <w:r w:rsidRPr="008C6DE4">
        <w:rPr>
          <w:lang w:eastAsia="ko-KR"/>
        </w:rPr>
        <w:t>The requirements in this clause concern interruptions on PCell, as well as on activated SCells in MCG, when the UE is performing SFTD measurements on inter-frequency neighbour cell(s). The following requirements apply when no PSCell is configured.</w:t>
      </w:r>
    </w:p>
    <w:p w14:paraId="39E89D2D" w14:textId="77777777" w:rsidR="00977C68" w:rsidRPr="008C6DE4" w:rsidRDefault="00977C68" w:rsidP="00977C68">
      <w:pPr>
        <w:overflowPunct w:val="0"/>
        <w:autoSpaceDE w:val="0"/>
        <w:autoSpaceDN w:val="0"/>
        <w:adjustRightInd w:val="0"/>
        <w:textAlignment w:val="baseline"/>
        <w:rPr>
          <w:lang w:val="en-US" w:eastAsia="zh-CN"/>
        </w:rPr>
      </w:pPr>
      <w:r w:rsidRPr="008C6DE4">
        <w:rPr>
          <w:lang w:val="en-US" w:eastAsia="zh-CN"/>
        </w:rPr>
        <w:t>For a UE with per-FR gap capability:</w:t>
      </w:r>
    </w:p>
    <w:p w14:paraId="2BE2A8AE" w14:textId="77777777" w:rsidR="00977C68" w:rsidRPr="008C6DE4" w:rsidRDefault="00977C68" w:rsidP="00977C68">
      <w:pPr>
        <w:pStyle w:val="B10"/>
        <w:rPr>
          <w:lang w:eastAsia="zh-CN"/>
        </w:rPr>
      </w:pPr>
      <w:r w:rsidRPr="008C6DE4">
        <w:rPr>
          <w:lang w:eastAsia="zh-CN"/>
        </w:rPr>
        <w:t>-</w:t>
      </w:r>
      <w:r w:rsidRPr="008C6DE4">
        <w:rPr>
          <w:lang w:eastAsia="zh-CN"/>
        </w:rPr>
        <w:tab/>
        <w:t>for neighbour cell in FR1:</w:t>
      </w:r>
    </w:p>
    <w:p w14:paraId="316DF32E" w14:textId="77777777" w:rsidR="00977C68" w:rsidRPr="008C6DE4" w:rsidRDefault="00977C68" w:rsidP="00977C68">
      <w:pPr>
        <w:pStyle w:val="B2"/>
        <w:rPr>
          <w:lang w:eastAsia="zh-CN"/>
        </w:rPr>
      </w:pPr>
      <w:r w:rsidRPr="008C6DE4">
        <w:rPr>
          <w:lang w:eastAsia="zh-CN"/>
        </w:rPr>
        <w:t>-</w:t>
      </w:r>
      <w:r w:rsidRPr="008C6DE4">
        <w:rPr>
          <w:lang w:eastAsia="zh-CN"/>
        </w:rPr>
        <w:tab/>
      </w:r>
      <w:r w:rsidRPr="008C6DE4">
        <w:rPr>
          <w:lang w:eastAsia="ko-KR"/>
        </w:rPr>
        <w:t xml:space="preserve">the percentage of interrupted slots on uplink and downlink </w:t>
      </w:r>
      <w:r w:rsidRPr="008C6DE4">
        <w:rPr>
          <w:lang w:val="en-US" w:eastAsia="ko-KR"/>
        </w:rPr>
        <w:t xml:space="preserve">on FR1 serving cells </w:t>
      </w:r>
      <w:r w:rsidRPr="008C6DE4">
        <w:rPr>
          <w:lang w:eastAsia="zh-CN"/>
        </w:rPr>
        <w:t xml:space="preserve">during the SFTD measurement period </w:t>
      </w:r>
      <w:r w:rsidRPr="008C6DE4">
        <w:rPr>
          <w:lang w:eastAsia="ko-KR"/>
        </w:rPr>
        <w:t>T</w:t>
      </w:r>
      <w:r w:rsidRPr="008C6DE4">
        <w:rPr>
          <w:vertAlign w:val="subscript"/>
          <w:lang w:eastAsia="ko-KR"/>
        </w:rPr>
        <w:t>measure_SFTD1</w:t>
      </w:r>
      <w:r w:rsidRPr="008C6DE4">
        <w:rPr>
          <w:lang w:eastAsia="ko-KR"/>
        </w:rPr>
        <w:t xml:space="preserve"> specified in Clause 9.3.8 shall not exceed the percentages specified in Table</w:t>
      </w:r>
      <w:r w:rsidRPr="008C6DE4">
        <w:t xml:space="preserve"> </w:t>
      </w:r>
      <w:r w:rsidRPr="008C6DE4">
        <w:rPr>
          <w:lang w:eastAsia="ko-KR"/>
        </w:rPr>
        <w:t>8.2.2.2.6-1. No interruption is allowed on FR2 serving cells.</w:t>
      </w:r>
    </w:p>
    <w:p w14:paraId="6216E8A0" w14:textId="77777777" w:rsidR="00977C68" w:rsidRPr="008C6DE4" w:rsidRDefault="00977C68" w:rsidP="00977C68">
      <w:pPr>
        <w:pStyle w:val="B2"/>
        <w:rPr>
          <w:lang w:eastAsia="ko-KR"/>
        </w:rPr>
      </w:pPr>
      <w:r w:rsidRPr="008C6DE4">
        <w:rPr>
          <w:lang w:eastAsia="zh-CN"/>
        </w:rPr>
        <w:t>-</w:t>
      </w:r>
      <w:r w:rsidRPr="008C6DE4">
        <w:rPr>
          <w:lang w:eastAsia="zh-CN"/>
        </w:rPr>
        <w:tab/>
      </w:r>
      <w:r w:rsidRPr="008C6DE4">
        <w:rPr>
          <w:lang w:eastAsia="ko-KR"/>
        </w:rPr>
        <w:t xml:space="preserve">the length of each interruption </w:t>
      </w:r>
      <w:r w:rsidRPr="008C6DE4">
        <w:rPr>
          <w:lang w:val="en-US" w:eastAsia="ko-KR"/>
        </w:rPr>
        <w:t>on FR1 serving cells</w:t>
      </w:r>
      <w:r w:rsidRPr="008C6DE4">
        <w:rPr>
          <w:lang w:eastAsia="ko-KR"/>
        </w:rPr>
        <w:t xml:space="preserve"> shall not exceed</w:t>
      </w:r>
      <w:r w:rsidRPr="008C6DE4">
        <w:t xml:space="preserve"> the number of slots specified in </w:t>
      </w:r>
      <w:r w:rsidRPr="008C6DE4">
        <w:rPr>
          <w:lang w:eastAsia="ko-KR"/>
        </w:rPr>
        <w:t>Table 8.2.2.2.6-2.</w:t>
      </w:r>
    </w:p>
    <w:p w14:paraId="23E735D1" w14:textId="77777777" w:rsidR="00977C68" w:rsidRPr="008C6DE4" w:rsidRDefault="00977C68" w:rsidP="00977C68">
      <w:pPr>
        <w:pStyle w:val="B10"/>
        <w:rPr>
          <w:lang w:eastAsia="ko-KR"/>
        </w:rPr>
      </w:pPr>
      <w:r w:rsidRPr="008C6DE4">
        <w:rPr>
          <w:lang w:eastAsia="zh-CN"/>
        </w:rPr>
        <w:t>-</w:t>
      </w:r>
      <w:r w:rsidRPr="008C6DE4">
        <w:rPr>
          <w:lang w:eastAsia="zh-CN"/>
        </w:rPr>
        <w:tab/>
      </w:r>
      <w:r w:rsidRPr="008C6DE4">
        <w:rPr>
          <w:lang w:eastAsia="ko-KR"/>
        </w:rPr>
        <w:t>for neighbour cell in FR2:</w:t>
      </w:r>
    </w:p>
    <w:p w14:paraId="780857C8" w14:textId="6D0E349C" w:rsidR="00977C68" w:rsidRPr="008C6DE4" w:rsidRDefault="00977C68" w:rsidP="00977C68">
      <w:pPr>
        <w:pStyle w:val="B2"/>
        <w:rPr>
          <w:lang w:eastAsia="ko-KR"/>
        </w:rPr>
      </w:pPr>
      <w:r w:rsidRPr="008C6DE4">
        <w:rPr>
          <w:lang w:eastAsia="zh-CN"/>
        </w:rPr>
        <w:t>-</w:t>
      </w:r>
      <w:r w:rsidRPr="008C6DE4">
        <w:rPr>
          <w:lang w:eastAsia="zh-CN"/>
        </w:rPr>
        <w:tab/>
      </w:r>
      <w:r w:rsidRPr="008C6DE4">
        <w:rPr>
          <w:lang w:eastAsia="ko-KR"/>
        </w:rPr>
        <w:t xml:space="preserve">the percentage of interrupted slots on uplink and downlink on FR2 serving cells </w:t>
      </w:r>
      <w:r w:rsidRPr="008C6DE4">
        <w:rPr>
          <w:lang w:eastAsia="zh-CN"/>
        </w:rPr>
        <w:t xml:space="preserve">during the SFTD measurement period </w:t>
      </w:r>
      <w:r w:rsidRPr="008C6DE4">
        <w:rPr>
          <w:lang w:eastAsia="ko-KR"/>
        </w:rPr>
        <w:t>T</w:t>
      </w:r>
      <w:r w:rsidRPr="008C6DE4">
        <w:rPr>
          <w:vertAlign w:val="subscript"/>
          <w:lang w:eastAsia="ko-KR"/>
        </w:rPr>
        <w:t>measure_SFTD1</w:t>
      </w:r>
      <w:r w:rsidRPr="008C6DE4">
        <w:rPr>
          <w:lang w:eastAsia="ko-KR"/>
        </w:rPr>
        <w:t xml:space="preserve"> specified in Clause 9.3.8 shall not exceed the percentages specified in Table</w:t>
      </w:r>
      <w:r w:rsidRPr="008C6DE4">
        <w:t xml:space="preserve"> </w:t>
      </w:r>
      <w:r w:rsidRPr="008C6DE4">
        <w:rPr>
          <w:lang w:eastAsia="ko-KR"/>
        </w:rPr>
        <w:t>8.2.2.2.6-1. No interruption is allowed on FR1 serving cells.</w:t>
      </w:r>
    </w:p>
    <w:p w14:paraId="731C9115" w14:textId="77777777" w:rsidR="00977C68" w:rsidRPr="008C6DE4" w:rsidRDefault="00977C68" w:rsidP="00977C68">
      <w:pPr>
        <w:pStyle w:val="B2"/>
        <w:rPr>
          <w:lang w:eastAsia="zh-CN"/>
        </w:rPr>
      </w:pPr>
      <w:r w:rsidRPr="008C6DE4">
        <w:rPr>
          <w:lang w:eastAsia="zh-CN"/>
        </w:rPr>
        <w:t>-</w:t>
      </w:r>
      <w:r w:rsidRPr="008C6DE4">
        <w:rPr>
          <w:lang w:eastAsia="zh-CN"/>
        </w:rPr>
        <w:tab/>
      </w:r>
      <w:r w:rsidRPr="008C6DE4">
        <w:rPr>
          <w:lang w:eastAsia="ko-KR"/>
        </w:rPr>
        <w:t xml:space="preserve">the length of each interruption </w:t>
      </w:r>
      <w:r w:rsidRPr="008C6DE4">
        <w:rPr>
          <w:lang w:val="en-US" w:eastAsia="ko-KR"/>
        </w:rPr>
        <w:t>on FR2 serving cells</w:t>
      </w:r>
      <w:r w:rsidRPr="008C6DE4">
        <w:rPr>
          <w:lang w:eastAsia="ko-KR"/>
        </w:rPr>
        <w:t xml:space="preserve"> shall not exceed</w:t>
      </w:r>
      <w:r w:rsidRPr="008C6DE4">
        <w:t xml:space="preserve"> the number of slots specified in </w:t>
      </w:r>
      <w:r w:rsidRPr="008C6DE4">
        <w:rPr>
          <w:lang w:eastAsia="ko-KR"/>
        </w:rPr>
        <w:t>Table 8.2.2.2.6-2.</w:t>
      </w:r>
    </w:p>
    <w:p w14:paraId="7D6A8277" w14:textId="77777777" w:rsidR="00977C68" w:rsidRPr="008C6DE4" w:rsidRDefault="00977C68" w:rsidP="00977C68">
      <w:pPr>
        <w:overflowPunct w:val="0"/>
        <w:autoSpaceDE w:val="0"/>
        <w:autoSpaceDN w:val="0"/>
        <w:adjustRightInd w:val="0"/>
        <w:textAlignment w:val="baseline"/>
        <w:rPr>
          <w:lang w:val="en-US" w:eastAsia="zh-CN"/>
        </w:rPr>
      </w:pPr>
      <w:r w:rsidRPr="008C6DE4">
        <w:rPr>
          <w:lang w:val="en-US" w:eastAsia="zh-CN"/>
        </w:rPr>
        <w:t>For a UE with per-UE gap capability:</w:t>
      </w:r>
    </w:p>
    <w:p w14:paraId="7A1C1B0B" w14:textId="77777777" w:rsidR="00977C68" w:rsidRPr="008C6DE4" w:rsidRDefault="00977C68" w:rsidP="00977C68">
      <w:pPr>
        <w:pStyle w:val="B10"/>
        <w:rPr>
          <w:lang w:eastAsia="ko-KR"/>
        </w:rPr>
      </w:pPr>
      <w:r w:rsidRPr="008C6DE4">
        <w:rPr>
          <w:lang w:eastAsia="zh-CN"/>
        </w:rPr>
        <w:t>-</w:t>
      </w:r>
      <w:r w:rsidRPr="008C6DE4">
        <w:rPr>
          <w:lang w:eastAsia="zh-CN"/>
        </w:rPr>
        <w:tab/>
      </w:r>
      <w:r w:rsidRPr="008C6DE4">
        <w:rPr>
          <w:lang w:eastAsia="ko-KR"/>
        </w:rPr>
        <w:t>for neighbour cell in FR1 or FR2:</w:t>
      </w:r>
    </w:p>
    <w:p w14:paraId="2346731A" w14:textId="77777777" w:rsidR="00977C68" w:rsidRPr="008C6DE4" w:rsidRDefault="00977C68" w:rsidP="00977C68">
      <w:pPr>
        <w:pStyle w:val="B2"/>
        <w:rPr>
          <w:lang w:eastAsia="ko-KR"/>
        </w:rPr>
      </w:pPr>
      <w:r w:rsidRPr="008C6DE4">
        <w:rPr>
          <w:lang w:eastAsia="zh-CN"/>
        </w:rPr>
        <w:t>-</w:t>
      </w:r>
      <w:r w:rsidRPr="008C6DE4">
        <w:rPr>
          <w:lang w:eastAsia="zh-CN"/>
        </w:rPr>
        <w:tab/>
      </w:r>
      <w:r w:rsidRPr="008C6DE4">
        <w:rPr>
          <w:lang w:eastAsia="ko-KR"/>
        </w:rPr>
        <w:t xml:space="preserve">the percentage of interrupted slots on uplink and downlink on FR1 and FR2 serving cells </w:t>
      </w:r>
      <w:r w:rsidRPr="008C6DE4">
        <w:rPr>
          <w:lang w:eastAsia="zh-CN"/>
        </w:rPr>
        <w:t xml:space="preserve">during the SFTD measurement period </w:t>
      </w:r>
      <w:r w:rsidRPr="008C6DE4">
        <w:rPr>
          <w:lang w:eastAsia="ko-KR"/>
        </w:rPr>
        <w:t>T</w:t>
      </w:r>
      <w:r w:rsidRPr="008C6DE4">
        <w:rPr>
          <w:vertAlign w:val="subscript"/>
          <w:lang w:eastAsia="ko-KR"/>
        </w:rPr>
        <w:t>measure_SFTD1</w:t>
      </w:r>
      <w:r w:rsidRPr="008C6DE4">
        <w:rPr>
          <w:lang w:eastAsia="ko-KR"/>
        </w:rPr>
        <w:t xml:space="preserve"> specified in Clause 9.3.8 shall not exceed the percentages specified in Table</w:t>
      </w:r>
      <w:r w:rsidRPr="008C6DE4">
        <w:t xml:space="preserve"> </w:t>
      </w:r>
      <w:r w:rsidRPr="008C6DE4">
        <w:rPr>
          <w:lang w:eastAsia="ko-KR"/>
        </w:rPr>
        <w:t xml:space="preserve">8.2.2.2.6-1. </w:t>
      </w:r>
    </w:p>
    <w:p w14:paraId="60BA7AE5" w14:textId="77777777" w:rsidR="00977C68" w:rsidRPr="008C6DE4" w:rsidRDefault="00977C68" w:rsidP="00977C68">
      <w:pPr>
        <w:pStyle w:val="B2"/>
        <w:rPr>
          <w:lang w:eastAsia="ko-KR"/>
        </w:rPr>
      </w:pPr>
      <w:r w:rsidRPr="008C6DE4">
        <w:rPr>
          <w:lang w:eastAsia="zh-CN"/>
        </w:rPr>
        <w:t>-</w:t>
      </w:r>
      <w:r w:rsidRPr="008C6DE4">
        <w:rPr>
          <w:lang w:eastAsia="zh-CN"/>
        </w:rPr>
        <w:tab/>
      </w:r>
      <w:r w:rsidRPr="008C6DE4">
        <w:rPr>
          <w:lang w:eastAsia="ko-KR"/>
        </w:rPr>
        <w:t>the length of each interruption on FR1 and FR2 serving cells shall not exceed</w:t>
      </w:r>
      <w:r w:rsidRPr="008C6DE4">
        <w:t xml:space="preserve"> the number of slots specified in </w:t>
      </w:r>
      <w:r w:rsidRPr="008C6DE4">
        <w:rPr>
          <w:lang w:eastAsia="ko-KR"/>
        </w:rPr>
        <w:t>Table 8.2.2.2.6-2.</w:t>
      </w:r>
    </w:p>
    <w:p w14:paraId="7AC64F13" w14:textId="580D8C8F" w:rsidR="00977C68" w:rsidRPr="008C6DE4" w:rsidRDefault="00977C68" w:rsidP="00977C68">
      <w:pPr>
        <w:pStyle w:val="TH"/>
        <w:rPr>
          <w:lang w:val="en-US" w:eastAsia="zh-CN"/>
        </w:rPr>
      </w:pPr>
      <w:r w:rsidRPr="008C6DE4">
        <w:rPr>
          <w:lang w:eastAsia="ko-KR"/>
        </w:rPr>
        <w:t xml:space="preserve">Table </w:t>
      </w:r>
      <w:r w:rsidRPr="008C6DE4">
        <w:rPr>
          <w:lang w:val="en-US" w:eastAsia="zh-CN"/>
        </w:rPr>
        <w:t>8</w:t>
      </w:r>
      <w:r w:rsidRPr="008C6DE4">
        <w:rPr>
          <w:lang w:eastAsia="ko-KR"/>
        </w:rPr>
        <w:t>.</w:t>
      </w:r>
      <w:r w:rsidRPr="008C6DE4">
        <w:rPr>
          <w:lang w:eastAsia="zh-CN"/>
        </w:rPr>
        <w:t>2</w:t>
      </w:r>
      <w:r w:rsidRPr="008C6DE4">
        <w:rPr>
          <w:lang w:eastAsia="ko-KR"/>
        </w:rPr>
        <w:t>.2.2.6-1: Requirement</w:t>
      </w:r>
      <w:r w:rsidRPr="008C6DE4">
        <w:rPr>
          <w:lang w:val="en-US" w:eastAsia="zh-CN"/>
        </w:rPr>
        <w:t>s</w:t>
      </w:r>
      <w:r w:rsidRPr="008C6DE4">
        <w:rPr>
          <w:lang w:eastAsia="ko-KR"/>
        </w:rPr>
        <w:t xml:space="preserve"> on </w:t>
      </w:r>
      <w:r w:rsidRPr="008C6DE4">
        <w:rPr>
          <w:lang w:val="en-US" w:eastAsia="zh-CN"/>
        </w:rPr>
        <w:t>maximum percentage of interrupted slots in serving cell in inter-frequency SFTD</w:t>
      </w:r>
    </w:p>
    <w:tbl>
      <w:tblPr>
        <w:tblW w:w="822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973"/>
        <w:gridCol w:w="911"/>
        <w:gridCol w:w="951"/>
        <w:gridCol w:w="992"/>
        <w:gridCol w:w="992"/>
        <w:gridCol w:w="992"/>
        <w:gridCol w:w="993"/>
      </w:tblGrid>
      <w:tr w:rsidR="00DD3199" w:rsidRPr="008C6DE4" w14:paraId="6A8C0BDC" w14:textId="77777777" w:rsidTr="00DD3199">
        <w:tc>
          <w:tcPr>
            <w:tcW w:w="1421" w:type="dxa"/>
            <w:vMerge w:val="restart"/>
            <w:tcBorders>
              <w:top w:val="single" w:sz="4" w:space="0" w:color="auto"/>
              <w:left w:val="single" w:sz="4" w:space="0" w:color="auto"/>
              <w:bottom w:val="single" w:sz="4" w:space="0" w:color="auto"/>
              <w:right w:val="single" w:sz="4" w:space="0" w:color="auto"/>
            </w:tcBorders>
            <w:hideMark/>
          </w:tcPr>
          <w:p w14:paraId="24D492B3" w14:textId="77777777" w:rsidR="00977C68" w:rsidRPr="008C6DE4" w:rsidRDefault="00977C68" w:rsidP="004C54CE">
            <w:pPr>
              <w:pStyle w:val="TAH"/>
              <w:rPr>
                <w:lang w:val="en-US" w:eastAsia="zh-CN"/>
              </w:rPr>
            </w:pPr>
            <w:r w:rsidRPr="008C6DE4">
              <w:rPr>
                <w:lang w:val="en-US" w:eastAsia="zh-CN"/>
              </w:rPr>
              <w:t>SFTD configuration</w:t>
            </w:r>
          </w:p>
        </w:tc>
        <w:tc>
          <w:tcPr>
            <w:tcW w:w="973" w:type="dxa"/>
            <w:vMerge w:val="restart"/>
            <w:tcBorders>
              <w:top w:val="single" w:sz="4" w:space="0" w:color="auto"/>
              <w:left w:val="single" w:sz="4" w:space="0" w:color="auto"/>
              <w:bottom w:val="single" w:sz="4" w:space="0" w:color="auto"/>
              <w:right w:val="single" w:sz="4" w:space="0" w:color="auto"/>
            </w:tcBorders>
            <w:hideMark/>
          </w:tcPr>
          <w:p w14:paraId="0A0CAE2E" w14:textId="77777777" w:rsidR="00977C68" w:rsidRPr="008C6DE4" w:rsidRDefault="00977C68" w:rsidP="004C54CE">
            <w:pPr>
              <w:pStyle w:val="TAH"/>
              <w:rPr>
                <w:lang w:val="en-US" w:eastAsia="zh-CN"/>
              </w:rPr>
            </w:pPr>
            <w:r w:rsidRPr="008C6DE4">
              <w:rPr>
                <w:lang w:val="en-US" w:eastAsia="zh-CN"/>
              </w:rPr>
              <w:t xml:space="preserve">Serving cell </w:t>
            </w:r>
            <w:r w:rsidRPr="008C6DE4">
              <w:rPr>
                <w:rFonts w:cs="Arial"/>
                <w:lang w:val="en-US" w:eastAsia="zh-CN"/>
              </w:rPr>
              <w:t>µ</w:t>
            </w:r>
          </w:p>
        </w:tc>
        <w:tc>
          <w:tcPr>
            <w:tcW w:w="5831" w:type="dxa"/>
            <w:gridSpan w:val="6"/>
            <w:tcBorders>
              <w:top w:val="single" w:sz="4" w:space="0" w:color="auto"/>
              <w:left w:val="single" w:sz="4" w:space="0" w:color="auto"/>
              <w:bottom w:val="single" w:sz="4" w:space="0" w:color="auto"/>
              <w:right w:val="single" w:sz="4" w:space="0" w:color="auto"/>
            </w:tcBorders>
            <w:hideMark/>
          </w:tcPr>
          <w:p w14:paraId="2382C353" w14:textId="77777777" w:rsidR="00977C68" w:rsidRPr="008C6DE4" w:rsidRDefault="00977C68" w:rsidP="004C54CE">
            <w:pPr>
              <w:pStyle w:val="TAH"/>
              <w:rPr>
                <w:lang w:val="en-US" w:eastAsia="zh-CN"/>
              </w:rPr>
            </w:pPr>
            <w:r w:rsidRPr="008C6DE4">
              <w:rPr>
                <w:lang w:val="en-US" w:eastAsia="zh-CN"/>
              </w:rPr>
              <w:t>Neighbour cell SMTC periodicity</w:t>
            </w:r>
          </w:p>
        </w:tc>
      </w:tr>
      <w:tr w:rsidR="00DD3199" w:rsidRPr="008C6DE4" w14:paraId="1F6C02A3" w14:textId="77777777" w:rsidTr="00DD3199">
        <w:tc>
          <w:tcPr>
            <w:tcW w:w="1421" w:type="dxa"/>
            <w:vMerge/>
            <w:tcBorders>
              <w:top w:val="single" w:sz="4" w:space="0" w:color="auto"/>
              <w:left w:val="single" w:sz="4" w:space="0" w:color="auto"/>
              <w:bottom w:val="single" w:sz="4" w:space="0" w:color="auto"/>
              <w:right w:val="single" w:sz="4" w:space="0" w:color="auto"/>
            </w:tcBorders>
            <w:vAlign w:val="center"/>
            <w:hideMark/>
          </w:tcPr>
          <w:p w14:paraId="19AFE66B" w14:textId="77777777" w:rsidR="00977C68" w:rsidRPr="008C6DE4" w:rsidRDefault="00977C68" w:rsidP="004C54CE">
            <w:pPr>
              <w:pStyle w:val="TAH"/>
              <w:rPr>
                <w:lang w:val="en-US" w:eastAsia="zh-CN"/>
              </w:rPr>
            </w:pPr>
          </w:p>
        </w:tc>
        <w:tc>
          <w:tcPr>
            <w:tcW w:w="973" w:type="dxa"/>
            <w:vMerge/>
            <w:tcBorders>
              <w:top w:val="single" w:sz="4" w:space="0" w:color="auto"/>
              <w:left w:val="single" w:sz="4" w:space="0" w:color="auto"/>
              <w:bottom w:val="single" w:sz="4" w:space="0" w:color="auto"/>
              <w:right w:val="single" w:sz="4" w:space="0" w:color="auto"/>
            </w:tcBorders>
            <w:vAlign w:val="center"/>
            <w:hideMark/>
          </w:tcPr>
          <w:p w14:paraId="0C275524" w14:textId="77777777" w:rsidR="00977C68" w:rsidRPr="008C6DE4" w:rsidRDefault="00977C68" w:rsidP="004C54CE">
            <w:pPr>
              <w:pStyle w:val="TAH"/>
              <w:rPr>
                <w:lang w:val="en-US" w:eastAsia="zh-CN"/>
              </w:rPr>
            </w:pPr>
          </w:p>
        </w:tc>
        <w:tc>
          <w:tcPr>
            <w:tcW w:w="911" w:type="dxa"/>
            <w:tcBorders>
              <w:top w:val="single" w:sz="4" w:space="0" w:color="auto"/>
              <w:left w:val="single" w:sz="4" w:space="0" w:color="auto"/>
              <w:bottom w:val="single" w:sz="4" w:space="0" w:color="auto"/>
              <w:right w:val="single" w:sz="4" w:space="0" w:color="auto"/>
            </w:tcBorders>
            <w:hideMark/>
          </w:tcPr>
          <w:p w14:paraId="5BF9F761" w14:textId="77777777" w:rsidR="00977C68" w:rsidRPr="008C6DE4" w:rsidRDefault="00977C68" w:rsidP="004C54CE">
            <w:pPr>
              <w:pStyle w:val="TAH"/>
              <w:rPr>
                <w:lang w:val="en-US" w:eastAsia="zh-CN"/>
              </w:rPr>
            </w:pPr>
            <w:r w:rsidRPr="008C6DE4">
              <w:rPr>
                <w:lang w:val="en-US" w:eastAsia="zh-CN"/>
              </w:rPr>
              <w:t>5ms</w:t>
            </w:r>
          </w:p>
        </w:tc>
        <w:tc>
          <w:tcPr>
            <w:tcW w:w="951" w:type="dxa"/>
            <w:tcBorders>
              <w:top w:val="single" w:sz="4" w:space="0" w:color="auto"/>
              <w:left w:val="single" w:sz="4" w:space="0" w:color="auto"/>
              <w:bottom w:val="single" w:sz="4" w:space="0" w:color="auto"/>
              <w:right w:val="single" w:sz="4" w:space="0" w:color="auto"/>
            </w:tcBorders>
            <w:hideMark/>
          </w:tcPr>
          <w:p w14:paraId="1F943203" w14:textId="77777777" w:rsidR="00977C68" w:rsidRPr="008C6DE4" w:rsidRDefault="00977C68" w:rsidP="004C54CE">
            <w:pPr>
              <w:pStyle w:val="TAH"/>
              <w:rPr>
                <w:lang w:val="en-US" w:eastAsia="zh-CN"/>
              </w:rPr>
            </w:pPr>
            <w:r w:rsidRPr="008C6DE4">
              <w:rPr>
                <w:lang w:val="en-US" w:eastAsia="zh-CN"/>
              </w:rPr>
              <w:t>10ms</w:t>
            </w:r>
          </w:p>
        </w:tc>
        <w:tc>
          <w:tcPr>
            <w:tcW w:w="992" w:type="dxa"/>
            <w:tcBorders>
              <w:top w:val="single" w:sz="4" w:space="0" w:color="auto"/>
              <w:left w:val="single" w:sz="4" w:space="0" w:color="auto"/>
              <w:bottom w:val="single" w:sz="4" w:space="0" w:color="auto"/>
              <w:right w:val="single" w:sz="4" w:space="0" w:color="auto"/>
            </w:tcBorders>
            <w:hideMark/>
          </w:tcPr>
          <w:p w14:paraId="134F548A" w14:textId="77777777" w:rsidR="00977C68" w:rsidRPr="008C6DE4" w:rsidRDefault="00977C68" w:rsidP="004C54CE">
            <w:pPr>
              <w:pStyle w:val="TAH"/>
              <w:rPr>
                <w:lang w:val="en-US" w:eastAsia="zh-CN"/>
              </w:rPr>
            </w:pPr>
            <w:r w:rsidRPr="008C6DE4">
              <w:rPr>
                <w:lang w:val="en-US" w:eastAsia="zh-CN"/>
              </w:rPr>
              <w:t>20ms</w:t>
            </w:r>
          </w:p>
        </w:tc>
        <w:tc>
          <w:tcPr>
            <w:tcW w:w="992" w:type="dxa"/>
            <w:tcBorders>
              <w:top w:val="single" w:sz="4" w:space="0" w:color="auto"/>
              <w:left w:val="single" w:sz="4" w:space="0" w:color="auto"/>
              <w:bottom w:val="single" w:sz="4" w:space="0" w:color="auto"/>
              <w:right w:val="single" w:sz="4" w:space="0" w:color="auto"/>
            </w:tcBorders>
            <w:hideMark/>
          </w:tcPr>
          <w:p w14:paraId="656AF57E" w14:textId="77777777" w:rsidR="00977C68" w:rsidRPr="008C6DE4" w:rsidRDefault="00977C68" w:rsidP="004C54CE">
            <w:pPr>
              <w:pStyle w:val="TAH"/>
              <w:rPr>
                <w:lang w:val="en-US" w:eastAsia="zh-CN"/>
              </w:rPr>
            </w:pPr>
            <w:r w:rsidRPr="008C6DE4">
              <w:rPr>
                <w:lang w:val="en-US" w:eastAsia="zh-CN"/>
              </w:rPr>
              <w:t>40ms</w:t>
            </w:r>
          </w:p>
        </w:tc>
        <w:tc>
          <w:tcPr>
            <w:tcW w:w="992" w:type="dxa"/>
            <w:tcBorders>
              <w:top w:val="single" w:sz="4" w:space="0" w:color="auto"/>
              <w:left w:val="single" w:sz="4" w:space="0" w:color="auto"/>
              <w:bottom w:val="single" w:sz="4" w:space="0" w:color="auto"/>
              <w:right w:val="single" w:sz="4" w:space="0" w:color="auto"/>
            </w:tcBorders>
            <w:hideMark/>
          </w:tcPr>
          <w:p w14:paraId="5358C7ED" w14:textId="77777777" w:rsidR="00977C68" w:rsidRPr="008C6DE4" w:rsidRDefault="00977C68" w:rsidP="004C54CE">
            <w:pPr>
              <w:pStyle w:val="TAH"/>
              <w:rPr>
                <w:lang w:val="en-US" w:eastAsia="zh-CN"/>
              </w:rPr>
            </w:pPr>
            <w:r w:rsidRPr="008C6DE4">
              <w:rPr>
                <w:lang w:val="en-US" w:eastAsia="zh-CN"/>
              </w:rPr>
              <w:t>80ms</w:t>
            </w:r>
          </w:p>
        </w:tc>
        <w:tc>
          <w:tcPr>
            <w:tcW w:w="993" w:type="dxa"/>
            <w:tcBorders>
              <w:top w:val="single" w:sz="4" w:space="0" w:color="auto"/>
              <w:left w:val="single" w:sz="4" w:space="0" w:color="auto"/>
              <w:bottom w:val="single" w:sz="4" w:space="0" w:color="auto"/>
              <w:right w:val="single" w:sz="4" w:space="0" w:color="auto"/>
            </w:tcBorders>
            <w:hideMark/>
          </w:tcPr>
          <w:p w14:paraId="0FFAB12F" w14:textId="77777777" w:rsidR="00977C68" w:rsidRPr="008C6DE4" w:rsidRDefault="00977C68" w:rsidP="004C54CE">
            <w:pPr>
              <w:pStyle w:val="TAH"/>
              <w:rPr>
                <w:lang w:val="en-US" w:eastAsia="zh-CN"/>
              </w:rPr>
            </w:pPr>
            <w:r w:rsidRPr="008C6DE4">
              <w:rPr>
                <w:lang w:val="en-US" w:eastAsia="zh-CN"/>
              </w:rPr>
              <w:t>160ms</w:t>
            </w:r>
          </w:p>
        </w:tc>
      </w:tr>
      <w:tr w:rsidR="004C54CE" w:rsidRPr="008C6DE4" w14:paraId="0F5EA3F4" w14:textId="77777777" w:rsidTr="00DD3199">
        <w:tc>
          <w:tcPr>
            <w:tcW w:w="1421" w:type="dxa"/>
            <w:vMerge w:val="restart"/>
            <w:tcBorders>
              <w:top w:val="single" w:sz="4" w:space="0" w:color="auto"/>
              <w:left w:val="single" w:sz="4" w:space="0" w:color="auto"/>
              <w:right w:val="single" w:sz="4" w:space="0" w:color="auto"/>
            </w:tcBorders>
            <w:hideMark/>
          </w:tcPr>
          <w:p w14:paraId="0DADE14A" w14:textId="77777777" w:rsidR="004C54CE" w:rsidRPr="008C6DE4" w:rsidRDefault="004C54CE" w:rsidP="004C54CE">
            <w:pPr>
              <w:pStyle w:val="TAC"/>
              <w:rPr>
                <w:lang w:val="en-US" w:eastAsia="zh-CN"/>
              </w:rPr>
            </w:pPr>
            <w:r w:rsidRPr="008C6DE4">
              <w:rPr>
                <w:lang w:val="en-US" w:eastAsia="zh-CN"/>
              </w:rPr>
              <w:t>With RSRP report</w:t>
            </w:r>
          </w:p>
        </w:tc>
        <w:tc>
          <w:tcPr>
            <w:tcW w:w="973" w:type="dxa"/>
            <w:tcBorders>
              <w:top w:val="single" w:sz="4" w:space="0" w:color="auto"/>
              <w:left w:val="single" w:sz="4" w:space="0" w:color="auto"/>
              <w:bottom w:val="single" w:sz="4" w:space="0" w:color="auto"/>
              <w:right w:val="single" w:sz="4" w:space="0" w:color="auto"/>
            </w:tcBorders>
            <w:hideMark/>
          </w:tcPr>
          <w:p w14:paraId="62A87E97" w14:textId="77777777" w:rsidR="004C54CE" w:rsidRPr="008C6DE4" w:rsidRDefault="004C54CE" w:rsidP="004C54CE">
            <w:pPr>
              <w:pStyle w:val="TAC"/>
              <w:rPr>
                <w:lang w:val="en-US" w:eastAsia="zh-CN"/>
              </w:rPr>
            </w:pPr>
            <w:r w:rsidRPr="008C6DE4">
              <w:rPr>
                <w:rFonts w:cs="Arial"/>
                <w:lang w:val="en-US" w:eastAsia="zh-CN"/>
              </w:rPr>
              <w:t>0</w:t>
            </w:r>
          </w:p>
        </w:tc>
        <w:tc>
          <w:tcPr>
            <w:tcW w:w="911" w:type="dxa"/>
            <w:vMerge w:val="restart"/>
            <w:tcBorders>
              <w:top w:val="single" w:sz="4" w:space="0" w:color="auto"/>
              <w:left w:val="single" w:sz="4" w:space="0" w:color="auto"/>
              <w:right w:val="single" w:sz="4" w:space="0" w:color="auto"/>
            </w:tcBorders>
            <w:vAlign w:val="center"/>
            <w:hideMark/>
          </w:tcPr>
          <w:p w14:paraId="750D5539" w14:textId="35779A95" w:rsidR="004C54CE" w:rsidRPr="008C6DE4" w:rsidRDefault="004C54CE" w:rsidP="004C54CE">
            <w:pPr>
              <w:pStyle w:val="TAC"/>
              <w:rPr>
                <w:lang w:val="en-US" w:eastAsia="zh-CN"/>
              </w:rPr>
            </w:pPr>
            <w:r w:rsidRPr="008C6DE4">
              <w:rPr>
                <w:lang w:val="en-US" w:eastAsia="zh-CN"/>
              </w:rPr>
              <w:t>8.4%</w:t>
            </w:r>
          </w:p>
        </w:tc>
        <w:tc>
          <w:tcPr>
            <w:tcW w:w="951" w:type="dxa"/>
            <w:vMerge w:val="restart"/>
            <w:tcBorders>
              <w:top w:val="single" w:sz="4" w:space="0" w:color="auto"/>
              <w:left w:val="single" w:sz="4" w:space="0" w:color="auto"/>
              <w:right w:val="single" w:sz="4" w:space="0" w:color="auto"/>
            </w:tcBorders>
            <w:vAlign w:val="center"/>
            <w:hideMark/>
          </w:tcPr>
          <w:p w14:paraId="1B8B5AE7" w14:textId="5B5894C0" w:rsidR="004C54CE" w:rsidRPr="008C6DE4" w:rsidRDefault="004C54CE" w:rsidP="004C54CE">
            <w:pPr>
              <w:pStyle w:val="TAC"/>
              <w:rPr>
                <w:lang w:val="en-US" w:eastAsia="zh-CN"/>
              </w:rPr>
            </w:pPr>
            <w:r w:rsidRPr="008C6DE4">
              <w:rPr>
                <w:lang w:val="en-US" w:eastAsia="zh-CN"/>
              </w:rPr>
              <w:t>6.3%</w:t>
            </w:r>
          </w:p>
        </w:tc>
        <w:tc>
          <w:tcPr>
            <w:tcW w:w="992" w:type="dxa"/>
            <w:vMerge w:val="restart"/>
            <w:tcBorders>
              <w:top w:val="single" w:sz="4" w:space="0" w:color="auto"/>
              <w:left w:val="single" w:sz="4" w:space="0" w:color="auto"/>
              <w:right w:val="single" w:sz="4" w:space="0" w:color="auto"/>
            </w:tcBorders>
            <w:vAlign w:val="center"/>
            <w:hideMark/>
          </w:tcPr>
          <w:p w14:paraId="4C2B18AC" w14:textId="321C58FA" w:rsidR="004C54CE" w:rsidRPr="008C6DE4" w:rsidRDefault="004C54CE" w:rsidP="004C54CE">
            <w:pPr>
              <w:pStyle w:val="TAC"/>
              <w:rPr>
                <w:lang w:val="en-US" w:eastAsia="zh-CN"/>
              </w:rPr>
            </w:pPr>
            <w:r w:rsidRPr="008C6DE4">
              <w:rPr>
                <w:lang w:val="en-US" w:eastAsia="zh-CN"/>
              </w:rPr>
              <w:t>8.4%</w:t>
            </w:r>
          </w:p>
        </w:tc>
        <w:tc>
          <w:tcPr>
            <w:tcW w:w="992" w:type="dxa"/>
            <w:vMerge w:val="restart"/>
            <w:tcBorders>
              <w:top w:val="single" w:sz="4" w:space="0" w:color="auto"/>
              <w:left w:val="single" w:sz="4" w:space="0" w:color="auto"/>
              <w:right w:val="single" w:sz="4" w:space="0" w:color="auto"/>
            </w:tcBorders>
            <w:vAlign w:val="center"/>
            <w:hideMark/>
          </w:tcPr>
          <w:p w14:paraId="2C5E66A3" w14:textId="5D2AFF3E" w:rsidR="004C54CE" w:rsidRPr="008C6DE4" w:rsidRDefault="004C54CE" w:rsidP="004C54CE">
            <w:pPr>
              <w:pStyle w:val="TAC"/>
              <w:rPr>
                <w:lang w:val="en-US" w:eastAsia="zh-CN"/>
              </w:rPr>
            </w:pPr>
            <w:r w:rsidRPr="008C6DE4">
              <w:rPr>
                <w:lang w:val="en-US" w:eastAsia="zh-CN"/>
              </w:rPr>
              <w:t>6.3%</w:t>
            </w:r>
          </w:p>
        </w:tc>
        <w:tc>
          <w:tcPr>
            <w:tcW w:w="992" w:type="dxa"/>
            <w:vMerge w:val="restart"/>
            <w:tcBorders>
              <w:top w:val="single" w:sz="4" w:space="0" w:color="auto"/>
              <w:left w:val="single" w:sz="4" w:space="0" w:color="auto"/>
              <w:right w:val="single" w:sz="4" w:space="0" w:color="auto"/>
            </w:tcBorders>
            <w:vAlign w:val="center"/>
            <w:hideMark/>
          </w:tcPr>
          <w:p w14:paraId="3C944120" w14:textId="655A203A" w:rsidR="004C54CE" w:rsidRPr="008C6DE4" w:rsidRDefault="004C54CE" w:rsidP="004C54CE">
            <w:pPr>
              <w:pStyle w:val="TAC"/>
              <w:rPr>
                <w:lang w:val="en-US" w:eastAsia="zh-CN"/>
              </w:rPr>
            </w:pPr>
            <w:r w:rsidRPr="008C6DE4">
              <w:rPr>
                <w:lang w:val="en-US" w:eastAsia="zh-CN"/>
              </w:rPr>
              <w:t>5.3%</w:t>
            </w:r>
          </w:p>
        </w:tc>
        <w:tc>
          <w:tcPr>
            <w:tcW w:w="993" w:type="dxa"/>
            <w:vMerge w:val="restart"/>
            <w:tcBorders>
              <w:top w:val="single" w:sz="4" w:space="0" w:color="auto"/>
              <w:left w:val="single" w:sz="4" w:space="0" w:color="auto"/>
              <w:right w:val="single" w:sz="4" w:space="0" w:color="auto"/>
            </w:tcBorders>
            <w:vAlign w:val="center"/>
            <w:hideMark/>
          </w:tcPr>
          <w:p w14:paraId="1E932E29" w14:textId="2351EDC4" w:rsidR="004C54CE" w:rsidRPr="008C6DE4" w:rsidRDefault="004C54CE" w:rsidP="004C54CE">
            <w:pPr>
              <w:pStyle w:val="TAC"/>
              <w:rPr>
                <w:lang w:val="en-US" w:eastAsia="zh-CN"/>
              </w:rPr>
            </w:pPr>
            <w:r w:rsidRPr="008C6DE4">
              <w:rPr>
                <w:lang w:val="en-US" w:eastAsia="zh-CN"/>
              </w:rPr>
              <w:t>4.7%</w:t>
            </w:r>
          </w:p>
        </w:tc>
      </w:tr>
      <w:tr w:rsidR="004C54CE" w:rsidRPr="008C6DE4" w14:paraId="376D49FB" w14:textId="77777777" w:rsidTr="00DD3199">
        <w:tc>
          <w:tcPr>
            <w:tcW w:w="1421" w:type="dxa"/>
            <w:vMerge/>
            <w:tcBorders>
              <w:left w:val="single" w:sz="4" w:space="0" w:color="auto"/>
              <w:right w:val="single" w:sz="4" w:space="0" w:color="auto"/>
            </w:tcBorders>
            <w:vAlign w:val="center"/>
            <w:hideMark/>
          </w:tcPr>
          <w:p w14:paraId="3CC47EF0" w14:textId="77777777" w:rsidR="004C54CE" w:rsidRPr="008C6DE4" w:rsidRDefault="004C54CE" w:rsidP="004C54CE">
            <w:pPr>
              <w:pStyle w:val="TAC"/>
              <w:rPr>
                <w:lang w:val="en-US" w:eastAsia="zh-CN"/>
              </w:rPr>
            </w:pPr>
          </w:p>
        </w:tc>
        <w:tc>
          <w:tcPr>
            <w:tcW w:w="973" w:type="dxa"/>
            <w:tcBorders>
              <w:top w:val="single" w:sz="4" w:space="0" w:color="auto"/>
              <w:left w:val="single" w:sz="4" w:space="0" w:color="auto"/>
              <w:bottom w:val="single" w:sz="4" w:space="0" w:color="auto"/>
              <w:right w:val="single" w:sz="4" w:space="0" w:color="auto"/>
            </w:tcBorders>
            <w:hideMark/>
          </w:tcPr>
          <w:p w14:paraId="594698F9" w14:textId="77777777" w:rsidR="004C54CE" w:rsidRPr="008C6DE4" w:rsidRDefault="004C54CE" w:rsidP="004C54CE">
            <w:pPr>
              <w:pStyle w:val="TAC"/>
              <w:rPr>
                <w:lang w:val="en-US" w:eastAsia="zh-CN"/>
              </w:rPr>
            </w:pPr>
            <w:r w:rsidRPr="008C6DE4">
              <w:rPr>
                <w:lang w:val="en-US" w:eastAsia="zh-CN"/>
              </w:rPr>
              <w:t>1</w:t>
            </w:r>
          </w:p>
        </w:tc>
        <w:tc>
          <w:tcPr>
            <w:tcW w:w="911" w:type="dxa"/>
            <w:vMerge/>
            <w:tcBorders>
              <w:left w:val="single" w:sz="4" w:space="0" w:color="auto"/>
              <w:right w:val="single" w:sz="4" w:space="0" w:color="auto"/>
            </w:tcBorders>
            <w:vAlign w:val="center"/>
          </w:tcPr>
          <w:p w14:paraId="046775DB" w14:textId="77777777" w:rsidR="004C54CE" w:rsidRPr="008C6DE4" w:rsidRDefault="004C54CE" w:rsidP="004C54CE">
            <w:pPr>
              <w:pStyle w:val="TAC"/>
              <w:rPr>
                <w:lang w:val="en-US" w:eastAsia="zh-CN"/>
              </w:rPr>
            </w:pPr>
          </w:p>
        </w:tc>
        <w:tc>
          <w:tcPr>
            <w:tcW w:w="951" w:type="dxa"/>
            <w:vMerge/>
            <w:tcBorders>
              <w:left w:val="single" w:sz="4" w:space="0" w:color="auto"/>
              <w:right w:val="single" w:sz="4" w:space="0" w:color="auto"/>
            </w:tcBorders>
            <w:vAlign w:val="center"/>
          </w:tcPr>
          <w:p w14:paraId="10210D88" w14:textId="77777777" w:rsidR="004C54CE" w:rsidRPr="008C6DE4" w:rsidRDefault="004C54CE" w:rsidP="004C54CE">
            <w:pPr>
              <w:pStyle w:val="TAC"/>
              <w:rPr>
                <w:lang w:val="en-US" w:eastAsia="zh-CN"/>
              </w:rPr>
            </w:pPr>
          </w:p>
        </w:tc>
        <w:tc>
          <w:tcPr>
            <w:tcW w:w="992" w:type="dxa"/>
            <w:vMerge/>
            <w:tcBorders>
              <w:left w:val="single" w:sz="4" w:space="0" w:color="auto"/>
              <w:right w:val="single" w:sz="4" w:space="0" w:color="auto"/>
            </w:tcBorders>
            <w:vAlign w:val="center"/>
          </w:tcPr>
          <w:p w14:paraId="5F10CC02" w14:textId="77777777" w:rsidR="004C54CE" w:rsidRPr="008C6DE4" w:rsidRDefault="004C54CE" w:rsidP="004C54CE">
            <w:pPr>
              <w:pStyle w:val="TAC"/>
              <w:rPr>
                <w:lang w:val="en-US" w:eastAsia="zh-CN"/>
              </w:rPr>
            </w:pPr>
          </w:p>
        </w:tc>
        <w:tc>
          <w:tcPr>
            <w:tcW w:w="992" w:type="dxa"/>
            <w:vMerge/>
            <w:tcBorders>
              <w:left w:val="single" w:sz="4" w:space="0" w:color="auto"/>
              <w:right w:val="single" w:sz="4" w:space="0" w:color="auto"/>
            </w:tcBorders>
            <w:vAlign w:val="center"/>
          </w:tcPr>
          <w:p w14:paraId="226F4C02" w14:textId="77777777" w:rsidR="004C54CE" w:rsidRPr="008C6DE4" w:rsidRDefault="004C54CE" w:rsidP="004C54CE">
            <w:pPr>
              <w:pStyle w:val="TAC"/>
              <w:rPr>
                <w:lang w:val="en-US" w:eastAsia="zh-CN"/>
              </w:rPr>
            </w:pPr>
          </w:p>
        </w:tc>
        <w:tc>
          <w:tcPr>
            <w:tcW w:w="992" w:type="dxa"/>
            <w:vMerge/>
            <w:tcBorders>
              <w:left w:val="single" w:sz="4" w:space="0" w:color="auto"/>
              <w:right w:val="single" w:sz="4" w:space="0" w:color="auto"/>
            </w:tcBorders>
            <w:vAlign w:val="center"/>
          </w:tcPr>
          <w:p w14:paraId="22C3B60E" w14:textId="77777777" w:rsidR="004C54CE" w:rsidRPr="008C6DE4" w:rsidRDefault="004C54CE" w:rsidP="004C54CE">
            <w:pPr>
              <w:pStyle w:val="TAC"/>
              <w:rPr>
                <w:lang w:val="en-US" w:eastAsia="zh-CN"/>
              </w:rPr>
            </w:pPr>
          </w:p>
        </w:tc>
        <w:tc>
          <w:tcPr>
            <w:tcW w:w="993" w:type="dxa"/>
            <w:vMerge/>
            <w:tcBorders>
              <w:left w:val="single" w:sz="4" w:space="0" w:color="auto"/>
              <w:right w:val="single" w:sz="4" w:space="0" w:color="auto"/>
            </w:tcBorders>
            <w:vAlign w:val="center"/>
          </w:tcPr>
          <w:p w14:paraId="492BFBF2" w14:textId="77777777" w:rsidR="004C54CE" w:rsidRPr="008C6DE4" w:rsidRDefault="004C54CE" w:rsidP="004C54CE">
            <w:pPr>
              <w:pStyle w:val="TAC"/>
              <w:rPr>
                <w:lang w:val="en-US" w:eastAsia="zh-CN"/>
              </w:rPr>
            </w:pPr>
          </w:p>
        </w:tc>
      </w:tr>
      <w:tr w:rsidR="004C54CE" w:rsidRPr="008C6DE4" w14:paraId="4EA22987" w14:textId="77777777" w:rsidTr="00DD3199">
        <w:tc>
          <w:tcPr>
            <w:tcW w:w="1421" w:type="dxa"/>
            <w:vMerge/>
            <w:tcBorders>
              <w:left w:val="single" w:sz="4" w:space="0" w:color="auto"/>
              <w:right w:val="single" w:sz="4" w:space="0" w:color="auto"/>
            </w:tcBorders>
            <w:vAlign w:val="center"/>
          </w:tcPr>
          <w:p w14:paraId="76BBFE91" w14:textId="77777777" w:rsidR="004C54CE" w:rsidRPr="008C6DE4" w:rsidRDefault="004C54CE" w:rsidP="004C54CE">
            <w:pPr>
              <w:pStyle w:val="TAC"/>
              <w:rPr>
                <w:lang w:val="en-US" w:eastAsia="zh-CN"/>
              </w:rPr>
            </w:pPr>
          </w:p>
        </w:tc>
        <w:tc>
          <w:tcPr>
            <w:tcW w:w="973" w:type="dxa"/>
            <w:tcBorders>
              <w:top w:val="single" w:sz="4" w:space="0" w:color="auto"/>
              <w:left w:val="single" w:sz="4" w:space="0" w:color="auto"/>
              <w:bottom w:val="single" w:sz="4" w:space="0" w:color="auto"/>
              <w:right w:val="single" w:sz="4" w:space="0" w:color="auto"/>
            </w:tcBorders>
          </w:tcPr>
          <w:p w14:paraId="2521FF75" w14:textId="77777777" w:rsidR="004C54CE" w:rsidRPr="008C6DE4" w:rsidRDefault="004C54CE" w:rsidP="004C54CE">
            <w:pPr>
              <w:pStyle w:val="TAC"/>
              <w:rPr>
                <w:lang w:val="en-US" w:eastAsia="zh-CN"/>
              </w:rPr>
            </w:pPr>
            <w:r w:rsidRPr="008C6DE4">
              <w:rPr>
                <w:rFonts w:hint="eastAsia"/>
                <w:lang w:val="en-US" w:eastAsia="zh-CN"/>
              </w:rPr>
              <w:t>2</w:t>
            </w:r>
          </w:p>
        </w:tc>
        <w:tc>
          <w:tcPr>
            <w:tcW w:w="911" w:type="dxa"/>
            <w:vMerge/>
            <w:tcBorders>
              <w:left w:val="single" w:sz="4" w:space="0" w:color="auto"/>
              <w:right w:val="single" w:sz="4" w:space="0" w:color="auto"/>
            </w:tcBorders>
            <w:vAlign w:val="center"/>
          </w:tcPr>
          <w:p w14:paraId="2451EBDF" w14:textId="77777777" w:rsidR="004C54CE" w:rsidRPr="008C6DE4" w:rsidRDefault="004C54CE" w:rsidP="004C54CE">
            <w:pPr>
              <w:pStyle w:val="TAC"/>
              <w:rPr>
                <w:lang w:val="en-US" w:eastAsia="zh-CN"/>
              </w:rPr>
            </w:pPr>
          </w:p>
        </w:tc>
        <w:tc>
          <w:tcPr>
            <w:tcW w:w="951" w:type="dxa"/>
            <w:vMerge/>
            <w:tcBorders>
              <w:left w:val="single" w:sz="4" w:space="0" w:color="auto"/>
              <w:right w:val="single" w:sz="4" w:space="0" w:color="auto"/>
            </w:tcBorders>
            <w:vAlign w:val="center"/>
          </w:tcPr>
          <w:p w14:paraId="75D27E9C" w14:textId="77777777" w:rsidR="004C54CE" w:rsidRPr="008C6DE4" w:rsidRDefault="004C54CE" w:rsidP="004C54CE">
            <w:pPr>
              <w:pStyle w:val="TAC"/>
              <w:rPr>
                <w:lang w:val="en-US" w:eastAsia="zh-CN"/>
              </w:rPr>
            </w:pPr>
          </w:p>
        </w:tc>
        <w:tc>
          <w:tcPr>
            <w:tcW w:w="992" w:type="dxa"/>
            <w:vMerge/>
            <w:tcBorders>
              <w:left w:val="single" w:sz="4" w:space="0" w:color="auto"/>
              <w:right w:val="single" w:sz="4" w:space="0" w:color="auto"/>
            </w:tcBorders>
            <w:vAlign w:val="center"/>
          </w:tcPr>
          <w:p w14:paraId="27501425" w14:textId="77777777" w:rsidR="004C54CE" w:rsidRPr="008C6DE4" w:rsidRDefault="004C54CE" w:rsidP="004C54CE">
            <w:pPr>
              <w:pStyle w:val="TAC"/>
              <w:rPr>
                <w:lang w:val="en-US" w:eastAsia="zh-CN"/>
              </w:rPr>
            </w:pPr>
          </w:p>
        </w:tc>
        <w:tc>
          <w:tcPr>
            <w:tcW w:w="992" w:type="dxa"/>
            <w:vMerge/>
            <w:tcBorders>
              <w:left w:val="single" w:sz="4" w:space="0" w:color="auto"/>
              <w:right w:val="single" w:sz="4" w:space="0" w:color="auto"/>
            </w:tcBorders>
            <w:vAlign w:val="center"/>
          </w:tcPr>
          <w:p w14:paraId="46219174" w14:textId="77777777" w:rsidR="004C54CE" w:rsidRPr="008C6DE4" w:rsidRDefault="004C54CE" w:rsidP="004C54CE">
            <w:pPr>
              <w:pStyle w:val="TAC"/>
              <w:rPr>
                <w:lang w:val="en-US" w:eastAsia="zh-CN"/>
              </w:rPr>
            </w:pPr>
          </w:p>
        </w:tc>
        <w:tc>
          <w:tcPr>
            <w:tcW w:w="992" w:type="dxa"/>
            <w:vMerge/>
            <w:tcBorders>
              <w:left w:val="single" w:sz="4" w:space="0" w:color="auto"/>
              <w:right w:val="single" w:sz="4" w:space="0" w:color="auto"/>
            </w:tcBorders>
            <w:vAlign w:val="center"/>
          </w:tcPr>
          <w:p w14:paraId="10D5E9F5" w14:textId="77777777" w:rsidR="004C54CE" w:rsidRPr="008C6DE4" w:rsidRDefault="004C54CE" w:rsidP="004C54CE">
            <w:pPr>
              <w:pStyle w:val="TAC"/>
              <w:rPr>
                <w:lang w:val="en-US" w:eastAsia="zh-CN"/>
              </w:rPr>
            </w:pPr>
          </w:p>
        </w:tc>
        <w:tc>
          <w:tcPr>
            <w:tcW w:w="993" w:type="dxa"/>
            <w:vMerge/>
            <w:tcBorders>
              <w:left w:val="single" w:sz="4" w:space="0" w:color="auto"/>
              <w:right w:val="single" w:sz="4" w:space="0" w:color="auto"/>
            </w:tcBorders>
            <w:vAlign w:val="center"/>
          </w:tcPr>
          <w:p w14:paraId="797D152C" w14:textId="77777777" w:rsidR="004C54CE" w:rsidRPr="008C6DE4" w:rsidRDefault="004C54CE" w:rsidP="004C54CE">
            <w:pPr>
              <w:pStyle w:val="TAC"/>
              <w:rPr>
                <w:lang w:val="en-US" w:eastAsia="zh-CN"/>
              </w:rPr>
            </w:pPr>
          </w:p>
        </w:tc>
      </w:tr>
      <w:tr w:rsidR="004C54CE" w:rsidRPr="008C6DE4" w14:paraId="2106E042" w14:textId="77777777" w:rsidTr="00F15152">
        <w:tc>
          <w:tcPr>
            <w:tcW w:w="1421" w:type="dxa"/>
            <w:vMerge/>
            <w:tcBorders>
              <w:left w:val="single" w:sz="4" w:space="0" w:color="auto"/>
              <w:right w:val="single" w:sz="4" w:space="0" w:color="auto"/>
            </w:tcBorders>
            <w:vAlign w:val="center"/>
          </w:tcPr>
          <w:p w14:paraId="3E1FF34A" w14:textId="77777777" w:rsidR="004C54CE" w:rsidRPr="008C6DE4" w:rsidRDefault="004C54CE" w:rsidP="004C54CE">
            <w:pPr>
              <w:pStyle w:val="TAC"/>
              <w:rPr>
                <w:lang w:val="en-US" w:eastAsia="zh-CN"/>
              </w:rPr>
            </w:pPr>
          </w:p>
        </w:tc>
        <w:tc>
          <w:tcPr>
            <w:tcW w:w="973" w:type="dxa"/>
            <w:tcBorders>
              <w:top w:val="single" w:sz="4" w:space="0" w:color="auto"/>
              <w:left w:val="single" w:sz="4" w:space="0" w:color="auto"/>
              <w:bottom w:val="single" w:sz="4" w:space="0" w:color="auto"/>
              <w:right w:val="single" w:sz="4" w:space="0" w:color="auto"/>
            </w:tcBorders>
          </w:tcPr>
          <w:p w14:paraId="6AC53027" w14:textId="77777777" w:rsidR="004C54CE" w:rsidRPr="008C6DE4" w:rsidRDefault="004C54CE" w:rsidP="004C54CE">
            <w:pPr>
              <w:pStyle w:val="TAC"/>
              <w:rPr>
                <w:lang w:val="en-US" w:eastAsia="zh-CN"/>
              </w:rPr>
            </w:pPr>
            <w:r w:rsidRPr="008C6DE4">
              <w:rPr>
                <w:rFonts w:hint="eastAsia"/>
                <w:lang w:val="en-US" w:eastAsia="zh-CN"/>
              </w:rPr>
              <w:t>3</w:t>
            </w:r>
          </w:p>
        </w:tc>
        <w:tc>
          <w:tcPr>
            <w:tcW w:w="911" w:type="dxa"/>
            <w:vMerge/>
            <w:tcBorders>
              <w:left w:val="single" w:sz="4" w:space="0" w:color="auto"/>
              <w:right w:val="single" w:sz="4" w:space="0" w:color="auto"/>
            </w:tcBorders>
            <w:vAlign w:val="center"/>
          </w:tcPr>
          <w:p w14:paraId="29D532F1" w14:textId="77777777" w:rsidR="004C54CE" w:rsidRPr="008C6DE4" w:rsidRDefault="004C54CE" w:rsidP="004C54CE">
            <w:pPr>
              <w:pStyle w:val="TAC"/>
              <w:rPr>
                <w:lang w:val="en-US" w:eastAsia="zh-CN"/>
              </w:rPr>
            </w:pPr>
          </w:p>
        </w:tc>
        <w:tc>
          <w:tcPr>
            <w:tcW w:w="951" w:type="dxa"/>
            <w:vMerge/>
            <w:tcBorders>
              <w:left w:val="single" w:sz="4" w:space="0" w:color="auto"/>
              <w:right w:val="single" w:sz="4" w:space="0" w:color="auto"/>
            </w:tcBorders>
            <w:vAlign w:val="center"/>
          </w:tcPr>
          <w:p w14:paraId="73101B3E" w14:textId="77777777" w:rsidR="004C54CE" w:rsidRPr="008C6DE4" w:rsidRDefault="004C54CE" w:rsidP="004C54CE">
            <w:pPr>
              <w:pStyle w:val="TAC"/>
              <w:rPr>
                <w:lang w:val="en-US" w:eastAsia="zh-CN"/>
              </w:rPr>
            </w:pPr>
          </w:p>
        </w:tc>
        <w:tc>
          <w:tcPr>
            <w:tcW w:w="992" w:type="dxa"/>
            <w:vMerge/>
            <w:tcBorders>
              <w:left w:val="single" w:sz="4" w:space="0" w:color="auto"/>
              <w:right w:val="single" w:sz="4" w:space="0" w:color="auto"/>
            </w:tcBorders>
            <w:vAlign w:val="center"/>
          </w:tcPr>
          <w:p w14:paraId="4BF2159B" w14:textId="77777777" w:rsidR="004C54CE" w:rsidRPr="008C6DE4" w:rsidRDefault="004C54CE" w:rsidP="004C54CE">
            <w:pPr>
              <w:pStyle w:val="TAC"/>
              <w:rPr>
                <w:lang w:val="en-US" w:eastAsia="zh-CN"/>
              </w:rPr>
            </w:pPr>
          </w:p>
        </w:tc>
        <w:tc>
          <w:tcPr>
            <w:tcW w:w="992" w:type="dxa"/>
            <w:vMerge/>
            <w:tcBorders>
              <w:left w:val="single" w:sz="4" w:space="0" w:color="auto"/>
              <w:right w:val="single" w:sz="4" w:space="0" w:color="auto"/>
            </w:tcBorders>
            <w:vAlign w:val="center"/>
          </w:tcPr>
          <w:p w14:paraId="2133AD5B" w14:textId="77777777" w:rsidR="004C54CE" w:rsidRPr="008C6DE4" w:rsidRDefault="004C54CE" w:rsidP="004C54CE">
            <w:pPr>
              <w:pStyle w:val="TAC"/>
              <w:rPr>
                <w:lang w:val="en-US" w:eastAsia="zh-CN"/>
              </w:rPr>
            </w:pPr>
          </w:p>
        </w:tc>
        <w:tc>
          <w:tcPr>
            <w:tcW w:w="992" w:type="dxa"/>
            <w:vMerge/>
            <w:tcBorders>
              <w:left w:val="single" w:sz="4" w:space="0" w:color="auto"/>
              <w:right w:val="single" w:sz="4" w:space="0" w:color="auto"/>
            </w:tcBorders>
            <w:vAlign w:val="center"/>
          </w:tcPr>
          <w:p w14:paraId="568E51ED" w14:textId="77777777" w:rsidR="004C54CE" w:rsidRPr="008C6DE4" w:rsidRDefault="004C54CE" w:rsidP="004C54CE">
            <w:pPr>
              <w:pStyle w:val="TAC"/>
              <w:rPr>
                <w:lang w:val="en-US" w:eastAsia="zh-CN"/>
              </w:rPr>
            </w:pPr>
          </w:p>
        </w:tc>
        <w:tc>
          <w:tcPr>
            <w:tcW w:w="993" w:type="dxa"/>
            <w:vMerge/>
            <w:tcBorders>
              <w:left w:val="single" w:sz="4" w:space="0" w:color="auto"/>
              <w:right w:val="single" w:sz="4" w:space="0" w:color="auto"/>
            </w:tcBorders>
            <w:vAlign w:val="center"/>
          </w:tcPr>
          <w:p w14:paraId="2CE9D115" w14:textId="77777777" w:rsidR="004C54CE" w:rsidRPr="008C6DE4" w:rsidRDefault="004C54CE" w:rsidP="004C54CE">
            <w:pPr>
              <w:pStyle w:val="TAC"/>
              <w:rPr>
                <w:lang w:val="en-US" w:eastAsia="zh-CN"/>
              </w:rPr>
            </w:pPr>
          </w:p>
        </w:tc>
      </w:tr>
      <w:tr w:rsidR="004C54CE" w:rsidRPr="008C6DE4" w14:paraId="19821CB0" w14:textId="77777777" w:rsidTr="00DD3199">
        <w:tc>
          <w:tcPr>
            <w:tcW w:w="1421" w:type="dxa"/>
            <w:vMerge w:val="restart"/>
            <w:tcBorders>
              <w:top w:val="single" w:sz="4" w:space="0" w:color="auto"/>
              <w:left w:val="single" w:sz="4" w:space="0" w:color="auto"/>
              <w:right w:val="single" w:sz="4" w:space="0" w:color="auto"/>
            </w:tcBorders>
            <w:hideMark/>
          </w:tcPr>
          <w:p w14:paraId="1FD5FE59" w14:textId="77777777" w:rsidR="004C54CE" w:rsidRPr="008C6DE4" w:rsidRDefault="004C54CE" w:rsidP="004C54CE">
            <w:pPr>
              <w:pStyle w:val="TAC"/>
              <w:rPr>
                <w:lang w:val="en-US" w:eastAsia="zh-CN"/>
              </w:rPr>
            </w:pPr>
            <w:r w:rsidRPr="008C6DE4">
              <w:rPr>
                <w:lang w:val="en-US" w:eastAsia="zh-CN"/>
              </w:rPr>
              <w:t>Without RSRP report</w:t>
            </w:r>
          </w:p>
        </w:tc>
        <w:tc>
          <w:tcPr>
            <w:tcW w:w="973" w:type="dxa"/>
            <w:tcBorders>
              <w:top w:val="single" w:sz="4" w:space="0" w:color="auto"/>
              <w:left w:val="single" w:sz="4" w:space="0" w:color="auto"/>
              <w:bottom w:val="single" w:sz="4" w:space="0" w:color="auto"/>
              <w:right w:val="single" w:sz="4" w:space="0" w:color="auto"/>
            </w:tcBorders>
            <w:hideMark/>
          </w:tcPr>
          <w:p w14:paraId="6F8B62E9" w14:textId="77777777" w:rsidR="004C54CE" w:rsidRPr="008C6DE4" w:rsidRDefault="004C54CE" w:rsidP="004C54CE">
            <w:pPr>
              <w:pStyle w:val="TAC"/>
              <w:rPr>
                <w:lang w:val="en-US" w:eastAsia="zh-CN"/>
              </w:rPr>
            </w:pPr>
            <w:r w:rsidRPr="008C6DE4">
              <w:rPr>
                <w:lang w:val="en-US" w:eastAsia="zh-CN"/>
              </w:rPr>
              <w:t>0</w:t>
            </w:r>
          </w:p>
        </w:tc>
        <w:tc>
          <w:tcPr>
            <w:tcW w:w="911" w:type="dxa"/>
            <w:vMerge w:val="restart"/>
            <w:tcBorders>
              <w:top w:val="single" w:sz="4" w:space="0" w:color="auto"/>
              <w:left w:val="single" w:sz="4" w:space="0" w:color="auto"/>
              <w:right w:val="single" w:sz="4" w:space="0" w:color="auto"/>
            </w:tcBorders>
            <w:vAlign w:val="center"/>
            <w:hideMark/>
          </w:tcPr>
          <w:p w14:paraId="515E88E4" w14:textId="43C6341B" w:rsidR="004C54CE" w:rsidRPr="008C6DE4" w:rsidRDefault="004C54CE" w:rsidP="004C54CE">
            <w:pPr>
              <w:pStyle w:val="TAC"/>
              <w:rPr>
                <w:lang w:val="en-US" w:eastAsia="zh-CN"/>
              </w:rPr>
            </w:pPr>
            <w:r w:rsidRPr="008C6DE4">
              <w:rPr>
                <w:lang w:val="en-US" w:eastAsia="zh-CN"/>
              </w:rPr>
              <w:t>11.4%</w:t>
            </w:r>
          </w:p>
        </w:tc>
        <w:tc>
          <w:tcPr>
            <w:tcW w:w="951" w:type="dxa"/>
            <w:vMerge w:val="restart"/>
            <w:tcBorders>
              <w:top w:val="single" w:sz="4" w:space="0" w:color="auto"/>
              <w:left w:val="single" w:sz="4" w:space="0" w:color="auto"/>
              <w:right w:val="single" w:sz="4" w:space="0" w:color="auto"/>
            </w:tcBorders>
            <w:vAlign w:val="center"/>
            <w:hideMark/>
          </w:tcPr>
          <w:p w14:paraId="32B68399" w14:textId="489D3EBC" w:rsidR="004C54CE" w:rsidRPr="008C6DE4" w:rsidRDefault="004C54CE" w:rsidP="004C54CE">
            <w:pPr>
              <w:pStyle w:val="TAC"/>
              <w:rPr>
                <w:lang w:val="en-US" w:eastAsia="zh-CN"/>
              </w:rPr>
            </w:pPr>
            <w:r w:rsidRPr="008C6DE4">
              <w:rPr>
                <w:lang w:val="en-US" w:eastAsia="zh-CN"/>
              </w:rPr>
              <w:t>8.6%</w:t>
            </w:r>
          </w:p>
        </w:tc>
        <w:tc>
          <w:tcPr>
            <w:tcW w:w="992" w:type="dxa"/>
            <w:vMerge w:val="restart"/>
            <w:tcBorders>
              <w:top w:val="single" w:sz="4" w:space="0" w:color="auto"/>
              <w:left w:val="single" w:sz="4" w:space="0" w:color="auto"/>
              <w:right w:val="single" w:sz="4" w:space="0" w:color="auto"/>
            </w:tcBorders>
            <w:vAlign w:val="center"/>
            <w:hideMark/>
          </w:tcPr>
          <w:p w14:paraId="1EE34639" w14:textId="6E970FAC" w:rsidR="004C54CE" w:rsidRPr="008C6DE4" w:rsidRDefault="004C54CE" w:rsidP="004C54CE">
            <w:pPr>
              <w:pStyle w:val="TAC"/>
              <w:rPr>
                <w:lang w:val="en-US" w:eastAsia="zh-CN"/>
              </w:rPr>
            </w:pPr>
            <w:r w:rsidRPr="008C6DE4">
              <w:rPr>
                <w:lang w:val="en-US" w:eastAsia="zh-CN"/>
              </w:rPr>
              <w:t>7.9%</w:t>
            </w:r>
          </w:p>
        </w:tc>
        <w:tc>
          <w:tcPr>
            <w:tcW w:w="992" w:type="dxa"/>
            <w:vMerge w:val="restart"/>
            <w:tcBorders>
              <w:top w:val="single" w:sz="4" w:space="0" w:color="auto"/>
              <w:left w:val="single" w:sz="4" w:space="0" w:color="auto"/>
              <w:right w:val="single" w:sz="4" w:space="0" w:color="auto"/>
            </w:tcBorders>
            <w:vAlign w:val="center"/>
            <w:hideMark/>
          </w:tcPr>
          <w:p w14:paraId="1009B0AF" w14:textId="461DDD5F" w:rsidR="004C54CE" w:rsidRPr="008C6DE4" w:rsidRDefault="004C54CE" w:rsidP="004C54CE">
            <w:pPr>
              <w:pStyle w:val="TAC"/>
              <w:rPr>
                <w:lang w:val="en-US" w:eastAsia="zh-CN"/>
              </w:rPr>
            </w:pPr>
            <w:r w:rsidRPr="008C6DE4">
              <w:rPr>
                <w:lang w:val="en-US" w:eastAsia="zh-CN"/>
              </w:rPr>
              <w:t>6.8%</w:t>
            </w:r>
          </w:p>
        </w:tc>
        <w:tc>
          <w:tcPr>
            <w:tcW w:w="992" w:type="dxa"/>
            <w:vMerge w:val="restart"/>
            <w:tcBorders>
              <w:top w:val="single" w:sz="4" w:space="0" w:color="auto"/>
              <w:left w:val="single" w:sz="4" w:space="0" w:color="auto"/>
              <w:right w:val="single" w:sz="4" w:space="0" w:color="auto"/>
            </w:tcBorders>
            <w:vAlign w:val="center"/>
            <w:hideMark/>
          </w:tcPr>
          <w:p w14:paraId="5ECBD0FC" w14:textId="7851D486" w:rsidR="004C54CE" w:rsidRPr="008C6DE4" w:rsidRDefault="004C54CE" w:rsidP="004C54CE">
            <w:pPr>
              <w:pStyle w:val="TAC"/>
              <w:rPr>
                <w:lang w:val="en-US" w:eastAsia="zh-CN"/>
              </w:rPr>
            </w:pPr>
            <w:r w:rsidRPr="008C6DE4">
              <w:rPr>
                <w:lang w:val="en-US" w:eastAsia="zh-CN"/>
              </w:rPr>
              <w:t>6.3%</w:t>
            </w:r>
          </w:p>
        </w:tc>
        <w:tc>
          <w:tcPr>
            <w:tcW w:w="993" w:type="dxa"/>
            <w:vMerge w:val="restart"/>
            <w:tcBorders>
              <w:top w:val="single" w:sz="4" w:space="0" w:color="auto"/>
              <w:left w:val="single" w:sz="4" w:space="0" w:color="auto"/>
              <w:right w:val="single" w:sz="4" w:space="0" w:color="auto"/>
            </w:tcBorders>
            <w:vAlign w:val="center"/>
            <w:hideMark/>
          </w:tcPr>
          <w:p w14:paraId="4C1D4237" w14:textId="6D1F5CA6" w:rsidR="004C54CE" w:rsidRPr="008C6DE4" w:rsidRDefault="004C54CE" w:rsidP="004C54CE">
            <w:pPr>
              <w:pStyle w:val="TAC"/>
              <w:rPr>
                <w:lang w:val="en-US" w:eastAsia="zh-CN"/>
              </w:rPr>
            </w:pPr>
            <w:r w:rsidRPr="008C6DE4">
              <w:rPr>
                <w:lang w:val="en-US" w:eastAsia="zh-CN"/>
              </w:rPr>
              <w:t>6.0%</w:t>
            </w:r>
          </w:p>
        </w:tc>
      </w:tr>
      <w:tr w:rsidR="00DD3199" w:rsidRPr="008C6DE4" w14:paraId="6CC75CEE" w14:textId="77777777" w:rsidTr="00DD3199">
        <w:tc>
          <w:tcPr>
            <w:tcW w:w="1421" w:type="dxa"/>
            <w:vMerge/>
            <w:tcBorders>
              <w:left w:val="single" w:sz="4" w:space="0" w:color="auto"/>
              <w:right w:val="single" w:sz="4" w:space="0" w:color="auto"/>
            </w:tcBorders>
            <w:vAlign w:val="center"/>
            <w:hideMark/>
          </w:tcPr>
          <w:p w14:paraId="2F934436" w14:textId="77777777" w:rsidR="00977C68" w:rsidRPr="008C6DE4" w:rsidRDefault="00977C68" w:rsidP="004C54CE">
            <w:pPr>
              <w:pStyle w:val="TAC"/>
              <w:rPr>
                <w:lang w:val="en-US" w:eastAsia="zh-CN"/>
              </w:rPr>
            </w:pPr>
          </w:p>
        </w:tc>
        <w:tc>
          <w:tcPr>
            <w:tcW w:w="973" w:type="dxa"/>
            <w:tcBorders>
              <w:top w:val="single" w:sz="4" w:space="0" w:color="auto"/>
              <w:left w:val="single" w:sz="4" w:space="0" w:color="auto"/>
              <w:bottom w:val="single" w:sz="4" w:space="0" w:color="auto"/>
              <w:right w:val="single" w:sz="4" w:space="0" w:color="auto"/>
            </w:tcBorders>
            <w:hideMark/>
          </w:tcPr>
          <w:p w14:paraId="3FAC8EE7" w14:textId="77777777" w:rsidR="00977C68" w:rsidRPr="008C6DE4" w:rsidRDefault="00977C68" w:rsidP="004C54CE">
            <w:pPr>
              <w:pStyle w:val="TAC"/>
              <w:rPr>
                <w:lang w:val="en-US" w:eastAsia="zh-CN"/>
              </w:rPr>
            </w:pPr>
            <w:r w:rsidRPr="008C6DE4">
              <w:rPr>
                <w:lang w:val="en-US" w:eastAsia="zh-CN"/>
              </w:rPr>
              <w:t>1</w:t>
            </w:r>
          </w:p>
        </w:tc>
        <w:tc>
          <w:tcPr>
            <w:tcW w:w="911" w:type="dxa"/>
            <w:vMerge/>
            <w:tcBorders>
              <w:left w:val="single" w:sz="4" w:space="0" w:color="auto"/>
              <w:right w:val="single" w:sz="4" w:space="0" w:color="auto"/>
            </w:tcBorders>
          </w:tcPr>
          <w:p w14:paraId="59F3121A" w14:textId="77777777" w:rsidR="00977C68" w:rsidRPr="008C6DE4" w:rsidRDefault="00977C68" w:rsidP="004C54CE">
            <w:pPr>
              <w:pStyle w:val="TAC"/>
              <w:rPr>
                <w:lang w:val="en-US" w:eastAsia="zh-CN"/>
              </w:rPr>
            </w:pPr>
          </w:p>
        </w:tc>
        <w:tc>
          <w:tcPr>
            <w:tcW w:w="951" w:type="dxa"/>
            <w:vMerge/>
            <w:tcBorders>
              <w:left w:val="single" w:sz="4" w:space="0" w:color="auto"/>
              <w:right w:val="single" w:sz="4" w:space="0" w:color="auto"/>
            </w:tcBorders>
          </w:tcPr>
          <w:p w14:paraId="5D0A55A5" w14:textId="77777777" w:rsidR="00977C68" w:rsidRPr="008C6DE4" w:rsidRDefault="00977C68" w:rsidP="004C54CE">
            <w:pPr>
              <w:pStyle w:val="TAC"/>
              <w:rPr>
                <w:lang w:val="en-US" w:eastAsia="zh-CN"/>
              </w:rPr>
            </w:pPr>
          </w:p>
        </w:tc>
        <w:tc>
          <w:tcPr>
            <w:tcW w:w="992" w:type="dxa"/>
            <w:vMerge/>
            <w:tcBorders>
              <w:left w:val="single" w:sz="4" w:space="0" w:color="auto"/>
              <w:right w:val="single" w:sz="4" w:space="0" w:color="auto"/>
            </w:tcBorders>
          </w:tcPr>
          <w:p w14:paraId="708491DA" w14:textId="77777777" w:rsidR="00977C68" w:rsidRPr="008C6DE4" w:rsidRDefault="00977C68" w:rsidP="004C54CE">
            <w:pPr>
              <w:pStyle w:val="TAC"/>
              <w:rPr>
                <w:lang w:val="en-US" w:eastAsia="zh-CN"/>
              </w:rPr>
            </w:pPr>
          </w:p>
        </w:tc>
        <w:tc>
          <w:tcPr>
            <w:tcW w:w="992" w:type="dxa"/>
            <w:vMerge/>
            <w:tcBorders>
              <w:left w:val="single" w:sz="4" w:space="0" w:color="auto"/>
              <w:right w:val="single" w:sz="4" w:space="0" w:color="auto"/>
            </w:tcBorders>
          </w:tcPr>
          <w:p w14:paraId="28DC3C27" w14:textId="77777777" w:rsidR="00977C68" w:rsidRPr="008C6DE4" w:rsidRDefault="00977C68" w:rsidP="004C54CE">
            <w:pPr>
              <w:pStyle w:val="TAC"/>
              <w:rPr>
                <w:lang w:val="en-US" w:eastAsia="zh-CN"/>
              </w:rPr>
            </w:pPr>
          </w:p>
        </w:tc>
        <w:tc>
          <w:tcPr>
            <w:tcW w:w="992" w:type="dxa"/>
            <w:vMerge/>
            <w:tcBorders>
              <w:left w:val="single" w:sz="4" w:space="0" w:color="auto"/>
              <w:right w:val="single" w:sz="4" w:space="0" w:color="auto"/>
            </w:tcBorders>
          </w:tcPr>
          <w:p w14:paraId="23FC63A2" w14:textId="77777777" w:rsidR="00977C68" w:rsidRPr="008C6DE4" w:rsidRDefault="00977C68" w:rsidP="004C54CE">
            <w:pPr>
              <w:pStyle w:val="TAC"/>
              <w:rPr>
                <w:lang w:val="en-US" w:eastAsia="zh-CN"/>
              </w:rPr>
            </w:pPr>
          </w:p>
        </w:tc>
        <w:tc>
          <w:tcPr>
            <w:tcW w:w="993" w:type="dxa"/>
            <w:vMerge/>
            <w:tcBorders>
              <w:left w:val="single" w:sz="4" w:space="0" w:color="auto"/>
              <w:right w:val="single" w:sz="4" w:space="0" w:color="auto"/>
            </w:tcBorders>
          </w:tcPr>
          <w:p w14:paraId="248711EC" w14:textId="77777777" w:rsidR="00977C68" w:rsidRPr="008C6DE4" w:rsidRDefault="00977C68" w:rsidP="004C54CE">
            <w:pPr>
              <w:pStyle w:val="TAC"/>
              <w:rPr>
                <w:lang w:val="en-US" w:eastAsia="zh-CN"/>
              </w:rPr>
            </w:pPr>
          </w:p>
        </w:tc>
      </w:tr>
      <w:tr w:rsidR="00DD3199" w:rsidRPr="008C6DE4" w14:paraId="71FBC5C5" w14:textId="77777777" w:rsidTr="00DD3199">
        <w:tc>
          <w:tcPr>
            <w:tcW w:w="1421" w:type="dxa"/>
            <w:vMerge/>
            <w:tcBorders>
              <w:left w:val="single" w:sz="4" w:space="0" w:color="auto"/>
              <w:right w:val="single" w:sz="4" w:space="0" w:color="auto"/>
            </w:tcBorders>
            <w:vAlign w:val="center"/>
          </w:tcPr>
          <w:p w14:paraId="3744FA44" w14:textId="77777777" w:rsidR="00977C68" w:rsidRPr="008C6DE4" w:rsidRDefault="00977C68" w:rsidP="004C54CE">
            <w:pPr>
              <w:pStyle w:val="TAC"/>
              <w:rPr>
                <w:lang w:val="en-US" w:eastAsia="zh-CN"/>
              </w:rPr>
            </w:pPr>
          </w:p>
        </w:tc>
        <w:tc>
          <w:tcPr>
            <w:tcW w:w="973" w:type="dxa"/>
            <w:tcBorders>
              <w:top w:val="single" w:sz="4" w:space="0" w:color="auto"/>
              <w:left w:val="single" w:sz="4" w:space="0" w:color="auto"/>
              <w:bottom w:val="single" w:sz="4" w:space="0" w:color="auto"/>
              <w:right w:val="single" w:sz="4" w:space="0" w:color="auto"/>
            </w:tcBorders>
          </w:tcPr>
          <w:p w14:paraId="6C41DA71" w14:textId="77777777" w:rsidR="00977C68" w:rsidRPr="008C6DE4" w:rsidRDefault="00977C68" w:rsidP="004C54CE">
            <w:pPr>
              <w:pStyle w:val="TAC"/>
              <w:rPr>
                <w:lang w:val="en-US" w:eastAsia="zh-CN"/>
              </w:rPr>
            </w:pPr>
            <w:r w:rsidRPr="008C6DE4">
              <w:rPr>
                <w:rFonts w:hint="eastAsia"/>
                <w:lang w:val="en-US" w:eastAsia="zh-CN"/>
              </w:rPr>
              <w:t>2</w:t>
            </w:r>
          </w:p>
        </w:tc>
        <w:tc>
          <w:tcPr>
            <w:tcW w:w="911" w:type="dxa"/>
            <w:vMerge/>
            <w:tcBorders>
              <w:left w:val="single" w:sz="4" w:space="0" w:color="auto"/>
              <w:right w:val="single" w:sz="4" w:space="0" w:color="auto"/>
            </w:tcBorders>
          </w:tcPr>
          <w:p w14:paraId="356615CA" w14:textId="77777777" w:rsidR="00977C68" w:rsidRPr="008C6DE4" w:rsidRDefault="00977C68" w:rsidP="004C54CE">
            <w:pPr>
              <w:pStyle w:val="TAC"/>
              <w:rPr>
                <w:lang w:val="en-US" w:eastAsia="zh-CN"/>
              </w:rPr>
            </w:pPr>
          </w:p>
        </w:tc>
        <w:tc>
          <w:tcPr>
            <w:tcW w:w="951" w:type="dxa"/>
            <w:vMerge/>
            <w:tcBorders>
              <w:left w:val="single" w:sz="4" w:space="0" w:color="auto"/>
              <w:right w:val="single" w:sz="4" w:space="0" w:color="auto"/>
            </w:tcBorders>
          </w:tcPr>
          <w:p w14:paraId="285EC039" w14:textId="77777777" w:rsidR="00977C68" w:rsidRPr="008C6DE4" w:rsidRDefault="00977C68" w:rsidP="004C54CE">
            <w:pPr>
              <w:pStyle w:val="TAC"/>
              <w:rPr>
                <w:lang w:val="en-US" w:eastAsia="zh-CN"/>
              </w:rPr>
            </w:pPr>
          </w:p>
        </w:tc>
        <w:tc>
          <w:tcPr>
            <w:tcW w:w="992" w:type="dxa"/>
            <w:vMerge/>
            <w:tcBorders>
              <w:left w:val="single" w:sz="4" w:space="0" w:color="auto"/>
              <w:right w:val="single" w:sz="4" w:space="0" w:color="auto"/>
            </w:tcBorders>
          </w:tcPr>
          <w:p w14:paraId="56011C61" w14:textId="77777777" w:rsidR="00977C68" w:rsidRPr="008C6DE4" w:rsidRDefault="00977C68" w:rsidP="004C54CE">
            <w:pPr>
              <w:pStyle w:val="TAC"/>
              <w:rPr>
                <w:lang w:val="en-US" w:eastAsia="zh-CN"/>
              </w:rPr>
            </w:pPr>
          </w:p>
        </w:tc>
        <w:tc>
          <w:tcPr>
            <w:tcW w:w="992" w:type="dxa"/>
            <w:vMerge/>
            <w:tcBorders>
              <w:left w:val="single" w:sz="4" w:space="0" w:color="auto"/>
              <w:right w:val="single" w:sz="4" w:space="0" w:color="auto"/>
            </w:tcBorders>
          </w:tcPr>
          <w:p w14:paraId="03AA8EA2" w14:textId="77777777" w:rsidR="00977C68" w:rsidRPr="008C6DE4" w:rsidRDefault="00977C68" w:rsidP="004C54CE">
            <w:pPr>
              <w:pStyle w:val="TAC"/>
              <w:rPr>
                <w:lang w:val="en-US" w:eastAsia="zh-CN"/>
              </w:rPr>
            </w:pPr>
          </w:p>
        </w:tc>
        <w:tc>
          <w:tcPr>
            <w:tcW w:w="992" w:type="dxa"/>
            <w:vMerge/>
            <w:tcBorders>
              <w:left w:val="single" w:sz="4" w:space="0" w:color="auto"/>
              <w:right w:val="single" w:sz="4" w:space="0" w:color="auto"/>
            </w:tcBorders>
          </w:tcPr>
          <w:p w14:paraId="412E84B7" w14:textId="77777777" w:rsidR="00977C68" w:rsidRPr="008C6DE4" w:rsidRDefault="00977C68" w:rsidP="004C54CE">
            <w:pPr>
              <w:pStyle w:val="TAC"/>
              <w:rPr>
                <w:lang w:val="en-US" w:eastAsia="zh-CN"/>
              </w:rPr>
            </w:pPr>
          </w:p>
        </w:tc>
        <w:tc>
          <w:tcPr>
            <w:tcW w:w="993" w:type="dxa"/>
            <w:vMerge/>
            <w:tcBorders>
              <w:left w:val="single" w:sz="4" w:space="0" w:color="auto"/>
              <w:right w:val="single" w:sz="4" w:space="0" w:color="auto"/>
            </w:tcBorders>
          </w:tcPr>
          <w:p w14:paraId="30A62C3C" w14:textId="77777777" w:rsidR="00977C68" w:rsidRPr="008C6DE4" w:rsidRDefault="00977C68" w:rsidP="004C54CE">
            <w:pPr>
              <w:pStyle w:val="TAC"/>
              <w:rPr>
                <w:lang w:val="en-US" w:eastAsia="zh-CN"/>
              </w:rPr>
            </w:pPr>
          </w:p>
        </w:tc>
      </w:tr>
      <w:tr w:rsidR="00DD3199" w:rsidRPr="008C6DE4" w14:paraId="60D8339B" w14:textId="77777777" w:rsidTr="00F15152">
        <w:tc>
          <w:tcPr>
            <w:tcW w:w="1421" w:type="dxa"/>
            <w:vMerge/>
            <w:tcBorders>
              <w:left w:val="single" w:sz="4" w:space="0" w:color="auto"/>
              <w:bottom w:val="single" w:sz="4" w:space="0" w:color="auto"/>
              <w:right w:val="single" w:sz="4" w:space="0" w:color="auto"/>
            </w:tcBorders>
            <w:vAlign w:val="center"/>
          </w:tcPr>
          <w:p w14:paraId="62DF1DCF" w14:textId="77777777" w:rsidR="00977C68" w:rsidRPr="008C6DE4" w:rsidRDefault="00977C68" w:rsidP="004C54CE">
            <w:pPr>
              <w:pStyle w:val="TAC"/>
              <w:rPr>
                <w:lang w:val="en-US" w:eastAsia="zh-CN"/>
              </w:rPr>
            </w:pPr>
          </w:p>
        </w:tc>
        <w:tc>
          <w:tcPr>
            <w:tcW w:w="973" w:type="dxa"/>
            <w:tcBorders>
              <w:top w:val="single" w:sz="4" w:space="0" w:color="auto"/>
              <w:left w:val="single" w:sz="4" w:space="0" w:color="auto"/>
              <w:bottom w:val="single" w:sz="4" w:space="0" w:color="auto"/>
              <w:right w:val="single" w:sz="4" w:space="0" w:color="auto"/>
            </w:tcBorders>
          </w:tcPr>
          <w:p w14:paraId="24878929" w14:textId="77777777" w:rsidR="00977C68" w:rsidRPr="008C6DE4" w:rsidRDefault="00977C68" w:rsidP="004C54CE">
            <w:pPr>
              <w:pStyle w:val="TAC"/>
              <w:rPr>
                <w:lang w:val="en-US" w:eastAsia="zh-CN"/>
              </w:rPr>
            </w:pPr>
            <w:r w:rsidRPr="008C6DE4">
              <w:rPr>
                <w:rFonts w:hint="eastAsia"/>
                <w:lang w:val="en-US" w:eastAsia="zh-CN"/>
              </w:rPr>
              <w:t>3</w:t>
            </w:r>
          </w:p>
        </w:tc>
        <w:tc>
          <w:tcPr>
            <w:tcW w:w="911" w:type="dxa"/>
            <w:vMerge/>
            <w:tcBorders>
              <w:left w:val="single" w:sz="4" w:space="0" w:color="auto"/>
              <w:bottom w:val="single" w:sz="4" w:space="0" w:color="auto"/>
              <w:right w:val="single" w:sz="4" w:space="0" w:color="auto"/>
            </w:tcBorders>
          </w:tcPr>
          <w:p w14:paraId="7EA5A024" w14:textId="77777777" w:rsidR="00977C68" w:rsidRPr="008C6DE4" w:rsidRDefault="00977C68" w:rsidP="004C54CE">
            <w:pPr>
              <w:pStyle w:val="TAC"/>
              <w:rPr>
                <w:lang w:val="en-US" w:eastAsia="zh-CN"/>
              </w:rPr>
            </w:pPr>
          </w:p>
        </w:tc>
        <w:tc>
          <w:tcPr>
            <w:tcW w:w="951" w:type="dxa"/>
            <w:vMerge/>
            <w:tcBorders>
              <w:left w:val="single" w:sz="4" w:space="0" w:color="auto"/>
              <w:bottom w:val="single" w:sz="4" w:space="0" w:color="auto"/>
              <w:right w:val="single" w:sz="4" w:space="0" w:color="auto"/>
            </w:tcBorders>
          </w:tcPr>
          <w:p w14:paraId="32FD7266" w14:textId="77777777" w:rsidR="00977C68" w:rsidRPr="008C6DE4" w:rsidRDefault="00977C68" w:rsidP="004C54CE">
            <w:pPr>
              <w:pStyle w:val="TAC"/>
              <w:rPr>
                <w:lang w:val="en-US" w:eastAsia="zh-CN"/>
              </w:rPr>
            </w:pPr>
          </w:p>
        </w:tc>
        <w:tc>
          <w:tcPr>
            <w:tcW w:w="992" w:type="dxa"/>
            <w:vMerge/>
            <w:tcBorders>
              <w:left w:val="single" w:sz="4" w:space="0" w:color="auto"/>
              <w:bottom w:val="single" w:sz="4" w:space="0" w:color="auto"/>
              <w:right w:val="single" w:sz="4" w:space="0" w:color="auto"/>
            </w:tcBorders>
          </w:tcPr>
          <w:p w14:paraId="401A8D7E" w14:textId="77777777" w:rsidR="00977C68" w:rsidRPr="008C6DE4" w:rsidRDefault="00977C68" w:rsidP="004C54CE">
            <w:pPr>
              <w:pStyle w:val="TAC"/>
              <w:rPr>
                <w:lang w:val="en-US" w:eastAsia="zh-CN"/>
              </w:rPr>
            </w:pPr>
          </w:p>
        </w:tc>
        <w:tc>
          <w:tcPr>
            <w:tcW w:w="992" w:type="dxa"/>
            <w:vMerge/>
            <w:tcBorders>
              <w:left w:val="single" w:sz="4" w:space="0" w:color="auto"/>
              <w:bottom w:val="single" w:sz="4" w:space="0" w:color="auto"/>
              <w:right w:val="single" w:sz="4" w:space="0" w:color="auto"/>
            </w:tcBorders>
          </w:tcPr>
          <w:p w14:paraId="55B2FDD4" w14:textId="77777777" w:rsidR="00977C68" w:rsidRPr="008C6DE4" w:rsidRDefault="00977C68" w:rsidP="004C54CE">
            <w:pPr>
              <w:pStyle w:val="TAC"/>
              <w:rPr>
                <w:lang w:val="en-US" w:eastAsia="zh-CN"/>
              </w:rPr>
            </w:pPr>
          </w:p>
        </w:tc>
        <w:tc>
          <w:tcPr>
            <w:tcW w:w="992" w:type="dxa"/>
            <w:vMerge/>
            <w:tcBorders>
              <w:left w:val="single" w:sz="4" w:space="0" w:color="auto"/>
              <w:bottom w:val="single" w:sz="4" w:space="0" w:color="auto"/>
              <w:right w:val="single" w:sz="4" w:space="0" w:color="auto"/>
            </w:tcBorders>
          </w:tcPr>
          <w:p w14:paraId="4EC08CCD" w14:textId="77777777" w:rsidR="00977C68" w:rsidRPr="008C6DE4" w:rsidRDefault="00977C68" w:rsidP="004C54CE">
            <w:pPr>
              <w:pStyle w:val="TAC"/>
              <w:rPr>
                <w:lang w:val="en-US" w:eastAsia="zh-CN"/>
              </w:rPr>
            </w:pPr>
          </w:p>
        </w:tc>
        <w:tc>
          <w:tcPr>
            <w:tcW w:w="993" w:type="dxa"/>
            <w:vMerge/>
            <w:tcBorders>
              <w:left w:val="single" w:sz="4" w:space="0" w:color="auto"/>
              <w:bottom w:val="single" w:sz="4" w:space="0" w:color="auto"/>
              <w:right w:val="single" w:sz="4" w:space="0" w:color="auto"/>
            </w:tcBorders>
          </w:tcPr>
          <w:p w14:paraId="4BE665B2" w14:textId="77777777" w:rsidR="00977C68" w:rsidRPr="008C6DE4" w:rsidRDefault="00977C68" w:rsidP="004C54CE">
            <w:pPr>
              <w:pStyle w:val="TAC"/>
              <w:rPr>
                <w:lang w:val="en-US" w:eastAsia="zh-CN"/>
              </w:rPr>
            </w:pPr>
          </w:p>
        </w:tc>
      </w:tr>
    </w:tbl>
    <w:p w14:paraId="59F07C2E" w14:textId="77777777" w:rsidR="00977C68" w:rsidRPr="008C6DE4" w:rsidRDefault="00977C68" w:rsidP="00977C68">
      <w:pPr>
        <w:rPr>
          <w:lang w:eastAsia="ko-KR"/>
        </w:rPr>
      </w:pPr>
    </w:p>
    <w:p w14:paraId="79D8DE54" w14:textId="77777777" w:rsidR="00977C68" w:rsidRPr="008C6DE4" w:rsidRDefault="00977C68" w:rsidP="00977C68">
      <w:pPr>
        <w:keepNext/>
        <w:keepLines/>
        <w:spacing w:before="60"/>
        <w:jc w:val="center"/>
        <w:rPr>
          <w:rFonts w:ascii="Arial" w:hAnsi="Arial"/>
          <w:b/>
        </w:rPr>
      </w:pPr>
      <w:r w:rsidRPr="008C6DE4">
        <w:rPr>
          <w:rFonts w:ascii="Arial" w:hAnsi="Arial"/>
          <w:b/>
        </w:rPr>
        <w:t>Table 8.2.2.2.6-2: Interruption duration for FR1 serving cell in inter-frequency SFTD with neighbour cell in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992"/>
        <w:gridCol w:w="1969"/>
      </w:tblGrid>
      <w:tr w:rsidR="00DD3199" w:rsidRPr="008C6DE4" w14:paraId="08B2A540" w14:textId="77777777" w:rsidTr="00F15152">
        <w:trPr>
          <w:trHeight w:val="631"/>
          <w:jc w:val="center"/>
        </w:trPr>
        <w:tc>
          <w:tcPr>
            <w:tcW w:w="649" w:type="dxa"/>
            <w:tcBorders>
              <w:top w:val="single" w:sz="4" w:space="0" w:color="auto"/>
              <w:left w:val="single" w:sz="4" w:space="0" w:color="auto"/>
              <w:bottom w:val="single" w:sz="4" w:space="0" w:color="auto"/>
              <w:right w:val="single" w:sz="4" w:space="0" w:color="auto"/>
            </w:tcBorders>
            <w:vAlign w:val="center"/>
            <w:hideMark/>
          </w:tcPr>
          <w:p w14:paraId="0FD632C1" w14:textId="77777777" w:rsidR="00977C68" w:rsidRPr="008C6DE4" w:rsidRDefault="00977C68" w:rsidP="004C54CE">
            <w:pPr>
              <w:pStyle w:val="TAH"/>
            </w:pPr>
            <w:r w:rsidRPr="008C6DE4">
              <w:rPr>
                <w:noProof/>
                <w:lang w:val="en-US" w:eastAsia="zh-CN"/>
              </w:rPr>
              <w:drawing>
                <wp:inline distT="0" distB="0" distL="0" distR="0" wp14:anchorId="15641CFA" wp14:editId="3CB87218">
                  <wp:extent cx="142240" cy="160020"/>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160020"/>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hideMark/>
          </w:tcPr>
          <w:p w14:paraId="2765E1DE" w14:textId="77777777" w:rsidR="00977C68" w:rsidRPr="008C6DE4" w:rsidRDefault="00977C68" w:rsidP="004C54CE">
            <w:pPr>
              <w:pStyle w:val="TAH"/>
            </w:pPr>
            <w:r w:rsidRPr="008C6DE4">
              <w:t>NR Slot length (ms)</w:t>
            </w:r>
          </w:p>
        </w:tc>
        <w:tc>
          <w:tcPr>
            <w:tcW w:w="1969" w:type="dxa"/>
            <w:tcBorders>
              <w:top w:val="single" w:sz="4" w:space="0" w:color="auto"/>
              <w:left w:val="single" w:sz="4" w:space="0" w:color="auto"/>
              <w:bottom w:val="single" w:sz="4" w:space="0" w:color="auto"/>
              <w:right w:val="single" w:sz="4" w:space="0" w:color="auto"/>
            </w:tcBorders>
          </w:tcPr>
          <w:p w14:paraId="0A96CDA1" w14:textId="77777777" w:rsidR="00977C68" w:rsidRPr="008C6DE4" w:rsidRDefault="00977C68" w:rsidP="004C54CE">
            <w:pPr>
              <w:pStyle w:val="TAH"/>
            </w:pPr>
            <w:r w:rsidRPr="008C6DE4">
              <w:t>Interruption length (slots)</w:t>
            </w:r>
          </w:p>
          <w:p w14:paraId="565B5402" w14:textId="77777777" w:rsidR="00977C68" w:rsidRPr="008C6DE4" w:rsidRDefault="00977C68" w:rsidP="004C54CE">
            <w:pPr>
              <w:pStyle w:val="TAH"/>
            </w:pPr>
          </w:p>
        </w:tc>
      </w:tr>
      <w:tr w:rsidR="004C54CE" w:rsidRPr="008C6DE4" w14:paraId="78D62AE0"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487A3788" w14:textId="77777777" w:rsidR="004C54CE" w:rsidRPr="008C6DE4" w:rsidRDefault="004C54CE" w:rsidP="004C54CE">
            <w:pPr>
              <w:pStyle w:val="TAC"/>
            </w:pPr>
            <w:r w:rsidRPr="008C6DE4">
              <w:t>0</w:t>
            </w:r>
          </w:p>
        </w:tc>
        <w:tc>
          <w:tcPr>
            <w:tcW w:w="992" w:type="dxa"/>
            <w:tcBorders>
              <w:top w:val="single" w:sz="4" w:space="0" w:color="auto"/>
              <w:left w:val="single" w:sz="4" w:space="0" w:color="auto"/>
              <w:bottom w:val="single" w:sz="4" w:space="0" w:color="auto"/>
              <w:right w:val="single" w:sz="4" w:space="0" w:color="auto"/>
            </w:tcBorders>
            <w:hideMark/>
          </w:tcPr>
          <w:p w14:paraId="13B1277D" w14:textId="77777777" w:rsidR="004C54CE" w:rsidRPr="008C6DE4" w:rsidRDefault="004C54CE" w:rsidP="004C54CE">
            <w:pPr>
              <w:pStyle w:val="TAC"/>
            </w:pPr>
            <w:r w:rsidRPr="008C6DE4">
              <w:t>1</w:t>
            </w:r>
          </w:p>
        </w:tc>
        <w:tc>
          <w:tcPr>
            <w:tcW w:w="1969" w:type="dxa"/>
            <w:tcBorders>
              <w:top w:val="single" w:sz="4" w:space="0" w:color="auto"/>
              <w:left w:val="single" w:sz="4" w:space="0" w:color="auto"/>
              <w:bottom w:val="single" w:sz="4" w:space="0" w:color="auto"/>
              <w:right w:val="single" w:sz="4" w:space="0" w:color="auto"/>
            </w:tcBorders>
            <w:hideMark/>
          </w:tcPr>
          <w:p w14:paraId="0E449A0A" w14:textId="104EE1BC" w:rsidR="004C54CE" w:rsidRPr="008C6DE4" w:rsidRDefault="004C54CE" w:rsidP="004C54CE">
            <w:pPr>
              <w:pStyle w:val="TAC"/>
            </w:pPr>
            <w:r w:rsidRPr="008C6DE4">
              <w:t>1</w:t>
            </w:r>
          </w:p>
        </w:tc>
      </w:tr>
      <w:tr w:rsidR="004C54CE" w:rsidRPr="008C6DE4" w14:paraId="2E3E0FDD"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4B37CAE3" w14:textId="77777777" w:rsidR="004C54CE" w:rsidRPr="008C6DE4" w:rsidRDefault="004C54CE" w:rsidP="004C54CE">
            <w:pPr>
              <w:pStyle w:val="TAC"/>
            </w:pPr>
            <w:r w:rsidRPr="008C6DE4">
              <w:t>1</w:t>
            </w:r>
          </w:p>
        </w:tc>
        <w:tc>
          <w:tcPr>
            <w:tcW w:w="992" w:type="dxa"/>
            <w:tcBorders>
              <w:top w:val="single" w:sz="4" w:space="0" w:color="auto"/>
              <w:left w:val="single" w:sz="4" w:space="0" w:color="auto"/>
              <w:bottom w:val="single" w:sz="4" w:space="0" w:color="auto"/>
              <w:right w:val="single" w:sz="4" w:space="0" w:color="auto"/>
            </w:tcBorders>
            <w:hideMark/>
          </w:tcPr>
          <w:p w14:paraId="366F3584" w14:textId="77777777" w:rsidR="004C54CE" w:rsidRPr="008C6DE4" w:rsidRDefault="004C54CE" w:rsidP="004C54CE">
            <w:pPr>
              <w:pStyle w:val="TAC"/>
            </w:pPr>
            <w:r w:rsidRPr="008C6DE4">
              <w:t>0.5</w:t>
            </w:r>
          </w:p>
        </w:tc>
        <w:tc>
          <w:tcPr>
            <w:tcW w:w="1969" w:type="dxa"/>
            <w:tcBorders>
              <w:top w:val="single" w:sz="4" w:space="0" w:color="auto"/>
              <w:left w:val="single" w:sz="4" w:space="0" w:color="auto"/>
              <w:bottom w:val="single" w:sz="4" w:space="0" w:color="auto"/>
              <w:right w:val="single" w:sz="4" w:space="0" w:color="auto"/>
            </w:tcBorders>
            <w:hideMark/>
          </w:tcPr>
          <w:p w14:paraId="6364D4A1" w14:textId="740C3F62" w:rsidR="004C54CE" w:rsidRPr="008C6DE4" w:rsidRDefault="004C54CE" w:rsidP="004C54CE">
            <w:pPr>
              <w:pStyle w:val="TAC"/>
              <w:rPr>
                <w:lang w:eastAsia="zh-CN"/>
              </w:rPr>
            </w:pPr>
            <w:r w:rsidRPr="008C6DE4">
              <w:rPr>
                <w:lang w:eastAsia="zh-CN"/>
              </w:rPr>
              <w:t>2</w:t>
            </w:r>
          </w:p>
        </w:tc>
      </w:tr>
      <w:tr w:rsidR="004C54CE" w:rsidRPr="008C6DE4" w14:paraId="35C9999F"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1DF34FED" w14:textId="77777777" w:rsidR="004C54CE" w:rsidRPr="008C6DE4" w:rsidRDefault="004C54CE" w:rsidP="004C54CE">
            <w:pPr>
              <w:pStyle w:val="TAC"/>
            </w:pPr>
            <w:r w:rsidRPr="008C6DE4">
              <w:t>2</w:t>
            </w:r>
          </w:p>
        </w:tc>
        <w:tc>
          <w:tcPr>
            <w:tcW w:w="992" w:type="dxa"/>
            <w:tcBorders>
              <w:top w:val="single" w:sz="4" w:space="0" w:color="auto"/>
              <w:left w:val="single" w:sz="4" w:space="0" w:color="auto"/>
              <w:bottom w:val="single" w:sz="4" w:space="0" w:color="auto"/>
              <w:right w:val="single" w:sz="4" w:space="0" w:color="auto"/>
            </w:tcBorders>
            <w:hideMark/>
          </w:tcPr>
          <w:p w14:paraId="1A4E0B3F" w14:textId="77777777" w:rsidR="004C54CE" w:rsidRPr="008C6DE4" w:rsidRDefault="004C54CE" w:rsidP="004C54CE">
            <w:pPr>
              <w:pStyle w:val="TAC"/>
            </w:pPr>
            <w:r w:rsidRPr="008C6DE4">
              <w:t>0.25</w:t>
            </w:r>
          </w:p>
        </w:tc>
        <w:tc>
          <w:tcPr>
            <w:tcW w:w="1969" w:type="dxa"/>
            <w:tcBorders>
              <w:top w:val="single" w:sz="4" w:space="0" w:color="auto"/>
              <w:left w:val="single" w:sz="4" w:space="0" w:color="auto"/>
              <w:bottom w:val="single" w:sz="4" w:space="0" w:color="auto"/>
              <w:right w:val="single" w:sz="4" w:space="0" w:color="auto"/>
            </w:tcBorders>
            <w:hideMark/>
          </w:tcPr>
          <w:p w14:paraId="3F1222B0" w14:textId="3677BB7D" w:rsidR="004C54CE" w:rsidRPr="008C6DE4" w:rsidRDefault="004C54CE" w:rsidP="004C54CE">
            <w:pPr>
              <w:pStyle w:val="TAC"/>
              <w:rPr>
                <w:lang w:eastAsia="zh-CN"/>
              </w:rPr>
            </w:pPr>
            <w:r w:rsidRPr="008C6DE4">
              <w:rPr>
                <w:lang w:eastAsia="zh-CN"/>
              </w:rPr>
              <w:t>4</w:t>
            </w:r>
          </w:p>
        </w:tc>
      </w:tr>
      <w:tr w:rsidR="004C54CE" w:rsidRPr="008C6DE4" w14:paraId="633DE89E"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tcPr>
          <w:p w14:paraId="772F2026" w14:textId="1DA747C0" w:rsidR="004C54CE" w:rsidRPr="008C6DE4" w:rsidRDefault="004C54CE" w:rsidP="004C54CE">
            <w:pPr>
              <w:pStyle w:val="TAC"/>
            </w:pPr>
            <w:r w:rsidRPr="008C6DE4">
              <w:rPr>
                <w:rFonts w:hint="eastAsia"/>
              </w:rPr>
              <w:t>3</w:t>
            </w:r>
          </w:p>
        </w:tc>
        <w:tc>
          <w:tcPr>
            <w:tcW w:w="992" w:type="dxa"/>
            <w:tcBorders>
              <w:top w:val="single" w:sz="4" w:space="0" w:color="auto"/>
              <w:left w:val="single" w:sz="4" w:space="0" w:color="auto"/>
              <w:bottom w:val="single" w:sz="4" w:space="0" w:color="auto"/>
              <w:right w:val="single" w:sz="4" w:space="0" w:color="auto"/>
            </w:tcBorders>
          </w:tcPr>
          <w:p w14:paraId="65F142B8" w14:textId="357853E3" w:rsidR="004C54CE" w:rsidRPr="008C6DE4" w:rsidRDefault="004C54CE" w:rsidP="004C54CE">
            <w:pPr>
              <w:pStyle w:val="TAC"/>
            </w:pPr>
            <w:r w:rsidRPr="008C6DE4">
              <w:rPr>
                <w:rFonts w:hint="eastAsia"/>
              </w:rPr>
              <w:t>0.125</w:t>
            </w:r>
          </w:p>
        </w:tc>
        <w:tc>
          <w:tcPr>
            <w:tcW w:w="1969" w:type="dxa"/>
            <w:tcBorders>
              <w:top w:val="single" w:sz="4" w:space="0" w:color="auto"/>
              <w:left w:val="single" w:sz="4" w:space="0" w:color="auto"/>
              <w:bottom w:val="single" w:sz="4" w:space="0" w:color="auto"/>
              <w:right w:val="single" w:sz="4" w:space="0" w:color="auto"/>
            </w:tcBorders>
          </w:tcPr>
          <w:p w14:paraId="739982DA" w14:textId="502F25EB" w:rsidR="004C54CE" w:rsidRPr="008C6DE4" w:rsidRDefault="004C54CE" w:rsidP="004C54CE">
            <w:pPr>
              <w:pStyle w:val="TAC"/>
              <w:rPr>
                <w:lang w:eastAsia="zh-CN"/>
              </w:rPr>
            </w:pPr>
            <w:r w:rsidRPr="008C6DE4">
              <w:rPr>
                <w:lang w:eastAsia="zh-CN"/>
              </w:rPr>
              <w:t>8</w:t>
            </w:r>
          </w:p>
        </w:tc>
      </w:tr>
    </w:tbl>
    <w:p w14:paraId="38EA4AF0" w14:textId="77777777" w:rsidR="00977C68" w:rsidRPr="008C6DE4" w:rsidRDefault="00977C68" w:rsidP="00977C68">
      <w:pPr>
        <w:rPr>
          <w:lang w:eastAsia="ko-KR"/>
        </w:rPr>
      </w:pPr>
    </w:p>
    <w:p w14:paraId="0F49BE3B" w14:textId="77777777" w:rsidR="00977C68" w:rsidRPr="008C6DE4" w:rsidRDefault="00977C68" w:rsidP="00977C68">
      <w:pPr>
        <w:keepNext/>
        <w:keepLines/>
        <w:overflowPunct w:val="0"/>
        <w:autoSpaceDE w:val="0"/>
        <w:autoSpaceDN w:val="0"/>
        <w:adjustRightInd w:val="0"/>
        <w:spacing w:before="60"/>
        <w:jc w:val="center"/>
        <w:textAlignment w:val="baseline"/>
        <w:rPr>
          <w:rFonts w:ascii="Arial" w:hAnsi="Arial"/>
          <w:b/>
          <w:lang w:eastAsia="ko-KR"/>
        </w:rPr>
      </w:pPr>
      <w:r w:rsidRPr="008C6DE4">
        <w:rPr>
          <w:rFonts w:ascii="Arial" w:hAnsi="Arial"/>
          <w:b/>
          <w:lang w:eastAsia="ko-KR"/>
        </w:rPr>
        <w:t xml:space="preserve">Table </w:t>
      </w:r>
      <w:r w:rsidRPr="008C6DE4">
        <w:rPr>
          <w:rFonts w:ascii="Arial" w:hAnsi="Arial"/>
          <w:b/>
          <w:lang w:val="en-US" w:eastAsia="zh-CN"/>
        </w:rPr>
        <w:t>8</w:t>
      </w:r>
      <w:r w:rsidRPr="008C6DE4">
        <w:rPr>
          <w:rFonts w:ascii="Arial" w:hAnsi="Arial"/>
          <w:b/>
          <w:lang w:eastAsia="ko-KR"/>
        </w:rPr>
        <w:t>.</w:t>
      </w:r>
      <w:r w:rsidRPr="008C6DE4">
        <w:rPr>
          <w:rFonts w:ascii="Arial" w:hAnsi="Arial"/>
          <w:b/>
          <w:lang w:eastAsia="zh-CN"/>
        </w:rPr>
        <w:t>2</w:t>
      </w:r>
      <w:r w:rsidRPr="008C6DE4">
        <w:rPr>
          <w:rFonts w:ascii="Arial" w:hAnsi="Arial"/>
          <w:b/>
          <w:lang w:eastAsia="ko-KR"/>
        </w:rPr>
        <w:t>.2.2.6-3: Void</w:t>
      </w:r>
    </w:p>
    <w:p w14:paraId="41950E00" w14:textId="3C6D1624" w:rsidR="00977C68" w:rsidRPr="008C6DE4" w:rsidRDefault="00977C68" w:rsidP="00977C68">
      <w:pPr>
        <w:keepNext/>
        <w:keepLines/>
        <w:spacing w:before="60"/>
        <w:jc w:val="center"/>
        <w:rPr>
          <w:rFonts w:ascii="Arial" w:hAnsi="Arial"/>
          <w:b/>
        </w:rPr>
      </w:pPr>
      <w:r w:rsidRPr="008C6DE4">
        <w:rPr>
          <w:rFonts w:ascii="Arial" w:hAnsi="Arial"/>
          <w:b/>
        </w:rPr>
        <w:t>Table 8.2.2.2.6-4: Void</w:t>
      </w:r>
    </w:p>
    <w:p w14:paraId="4A3C2097" w14:textId="77777777" w:rsidR="00977C68" w:rsidRPr="008C6DE4" w:rsidRDefault="00977C68" w:rsidP="00977C68">
      <w:pPr>
        <w:pStyle w:val="Heading3"/>
      </w:pPr>
      <w:r w:rsidRPr="008C6DE4">
        <w:t>8.2.3</w:t>
      </w:r>
      <w:r w:rsidRPr="008C6DE4">
        <w:tab/>
        <w:t xml:space="preserve">NE-DC Interruptions </w:t>
      </w:r>
    </w:p>
    <w:p w14:paraId="7FBB1033" w14:textId="77777777" w:rsidR="00977C68" w:rsidRPr="008C6DE4" w:rsidRDefault="00977C68" w:rsidP="00977C68">
      <w:pPr>
        <w:pStyle w:val="Heading4"/>
      </w:pPr>
      <w:r w:rsidRPr="008C6DE4">
        <w:t>8.2.3.1</w:t>
      </w:r>
      <w:r w:rsidRPr="008C6DE4">
        <w:tab/>
        <w:t>Introduction</w:t>
      </w:r>
    </w:p>
    <w:p w14:paraId="46698271" w14:textId="2F71A9BF" w:rsidR="00977C68" w:rsidRPr="008C6DE4" w:rsidRDefault="00977C68" w:rsidP="00977C68">
      <w:pPr>
        <w:rPr>
          <w:rFonts w:eastAsia="MS Mincho"/>
          <w:lang w:eastAsia="zh-CN"/>
        </w:rPr>
      </w:pPr>
      <w:r w:rsidRPr="008C6DE4">
        <w:rPr>
          <w:rFonts w:eastAsia="MS Mincho"/>
        </w:rPr>
        <w:t xml:space="preserve">This </w:t>
      </w:r>
      <w:r w:rsidR="00854981" w:rsidRPr="008C6DE4">
        <w:rPr>
          <w:rFonts w:eastAsia="MS Mincho"/>
        </w:rPr>
        <w:t>clause</w:t>
      </w:r>
      <w:r w:rsidRPr="008C6DE4">
        <w:rPr>
          <w:rFonts w:eastAsia="MS Mincho"/>
        </w:rPr>
        <w:t xml:space="preserve"> contains the requirements related to the interruptions on </w:t>
      </w:r>
      <w:r w:rsidRPr="008C6DE4">
        <w:rPr>
          <w:rFonts w:eastAsia="MS Mincho"/>
          <w:lang w:eastAsia="zh-CN"/>
        </w:rPr>
        <w:t>P</w:t>
      </w:r>
      <w:r w:rsidRPr="008C6DE4">
        <w:rPr>
          <w:rFonts w:eastAsia="MS Mincho"/>
        </w:rPr>
        <w:t>Cell and SCell, when</w:t>
      </w:r>
    </w:p>
    <w:p w14:paraId="58BE0416" w14:textId="1C6CF8FE" w:rsidR="00977C68" w:rsidRPr="008C6DE4" w:rsidRDefault="002320DB" w:rsidP="002320DB">
      <w:pPr>
        <w:pStyle w:val="B10"/>
      </w:pPr>
      <w:r>
        <w:rPr>
          <w:lang w:eastAsia="zh-CN"/>
        </w:rPr>
        <w:tab/>
      </w:r>
      <w:r w:rsidR="00977C68" w:rsidRPr="008C6DE4">
        <w:rPr>
          <w:lang w:eastAsia="zh-CN"/>
        </w:rPr>
        <w:t>E-UTRA PSCell transitions between active and non-active during DRX, or</w:t>
      </w:r>
    </w:p>
    <w:p w14:paraId="0CAFB46F" w14:textId="1B98E412" w:rsidR="00977C68" w:rsidRPr="008C6DE4" w:rsidRDefault="002320DB" w:rsidP="002320DB">
      <w:pPr>
        <w:pStyle w:val="B10"/>
        <w:rPr>
          <w:lang w:eastAsia="zh-CN"/>
        </w:rPr>
      </w:pPr>
      <w:r>
        <w:rPr>
          <w:lang w:eastAsia="zh-CN"/>
        </w:rPr>
        <w:tab/>
      </w:r>
      <w:r w:rsidR="00977C68" w:rsidRPr="008C6DE4">
        <w:rPr>
          <w:lang w:eastAsia="zh-CN"/>
        </w:rPr>
        <w:t>E-UTRA PSCell transitions from non-DRX to DRX, or</w:t>
      </w:r>
    </w:p>
    <w:p w14:paraId="4BA9C424" w14:textId="53723811" w:rsidR="00977C68" w:rsidRPr="008C6DE4" w:rsidRDefault="002320DB" w:rsidP="002320DB">
      <w:pPr>
        <w:pStyle w:val="B10"/>
        <w:rPr>
          <w:lang w:eastAsia="zh-CN"/>
        </w:rPr>
      </w:pPr>
      <w:r>
        <w:rPr>
          <w:lang w:eastAsia="ko-KR"/>
        </w:rPr>
        <w:tab/>
      </w:r>
      <w:r w:rsidR="00977C68" w:rsidRPr="008C6DE4">
        <w:rPr>
          <w:lang w:eastAsia="ko-KR"/>
        </w:rPr>
        <w:t>E-UTRA</w:t>
      </w:r>
      <w:r w:rsidR="00977C68" w:rsidRPr="008C6DE4">
        <w:rPr>
          <w:lang w:eastAsia="zh-CN"/>
        </w:rPr>
        <w:t xml:space="preserve"> PSCell/SCell in SCG or SCell in MCG is added or released, or</w:t>
      </w:r>
    </w:p>
    <w:p w14:paraId="4AD66D4C" w14:textId="5FDDC07C" w:rsidR="00977C68" w:rsidRPr="008C6DE4" w:rsidRDefault="002320DB" w:rsidP="002320DB">
      <w:pPr>
        <w:pStyle w:val="B10"/>
        <w:rPr>
          <w:lang w:eastAsia="zh-CN"/>
        </w:rPr>
      </w:pPr>
      <w:r>
        <w:rPr>
          <w:lang w:eastAsia="ko-KR"/>
        </w:rPr>
        <w:tab/>
      </w:r>
      <w:r w:rsidR="00977C68" w:rsidRPr="008C6DE4">
        <w:rPr>
          <w:lang w:eastAsia="ko-KR"/>
        </w:rPr>
        <w:t>E-UTRA</w:t>
      </w:r>
      <w:r w:rsidR="00977C68" w:rsidRPr="008C6DE4">
        <w:rPr>
          <w:lang w:eastAsia="zh-CN"/>
        </w:rPr>
        <w:t xml:space="preserve"> PSCell/SCell in SCG or SCell in MCG is activated or deactivated, or</w:t>
      </w:r>
    </w:p>
    <w:p w14:paraId="1F2BDCBF" w14:textId="592E4CDB" w:rsidR="00977C68" w:rsidRPr="008C6DE4" w:rsidRDefault="002320DB" w:rsidP="002320DB">
      <w:pPr>
        <w:pStyle w:val="B10"/>
        <w:rPr>
          <w:lang w:eastAsia="zh-CN"/>
        </w:rPr>
      </w:pPr>
      <w:r>
        <w:rPr>
          <w:lang w:eastAsia="zh-CN"/>
        </w:rPr>
        <w:tab/>
      </w:r>
      <w:r w:rsidR="00977C68" w:rsidRPr="008C6DE4">
        <w:rPr>
          <w:lang w:eastAsia="zh-CN"/>
        </w:rPr>
        <w:t>measurements on SCC with deactivated SCell in either E-UTRA SCG or NR MCG or</w:t>
      </w:r>
    </w:p>
    <w:p w14:paraId="70C04095" w14:textId="60475868" w:rsidR="00977C68" w:rsidRPr="008C6DE4" w:rsidRDefault="002320DB" w:rsidP="002320DB">
      <w:pPr>
        <w:pStyle w:val="B10"/>
        <w:rPr>
          <w:lang w:eastAsia="ko-KR"/>
        </w:rPr>
      </w:pPr>
      <w:r>
        <w:rPr>
          <w:lang w:eastAsia="ko-KR"/>
        </w:rPr>
        <w:tab/>
      </w:r>
      <w:r w:rsidR="00977C68" w:rsidRPr="008C6DE4">
        <w:rPr>
          <w:lang w:eastAsia="ko-KR"/>
        </w:rPr>
        <w:t>PUSCH/PUCCH carrier configuration and deconfiguration in NR MCG, or</w:t>
      </w:r>
    </w:p>
    <w:p w14:paraId="1A7A92FC" w14:textId="2C17685F" w:rsidR="00977C68" w:rsidRPr="008C6DE4" w:rsidRDefault="002320DB" w:rsidP="002320DB">
      <w:pPr>
        <w:pStyle w:val="B10"/>
        <w:rPr>
          <w:lang w:eastAsia="ko-KR"/>
        </w:rPr>
      </w:pPr>
      <w:r>
        <w:tab/>
      </w:r>
      <w:r w:rsidR="00977C68" w:rsidRPr="008C6DE4">
        <w:t>UL/DL BWP is switched on PCell or SCell in MCG</w:t>
      </w:r>
      <w:r w:rsidR="00977C68" w:rsidRPr="008C6DE4">
        <w:rPr>
          <w:lang w:eastAsia="ko-KR"/>
        </w:rPr>
        <w:t>.</w:t>
      </w:r>
    </w:p>
    <w:p w14:paraId="6B6594F4" w14:textId="77777777" w:rsidR="00977C68" w:rsidRPr="008C6DE4" w:rsidRDefault="00977C68" w:rsidP="00977C68">
      <w:pPr>
        <w:rPr>
          <w:lang w:eastAsia="zh-CN"/>
        </w:rPr>
      </w:pPr>
      <w:r w:rsidRPr="008C6DE4">
        <w:rPr>
          <w:rFonts w:eastAsia="MS Mincho"/>
        </w:rPr>
        <w:t xml:space="preserve">The requirements shall apply for NE-DC </w:t>
      </w:r>
      <w:r w:rsidRPr="008C6DE4">
        <w:rPr>
          <w:lang w:eastAsia="zh-CN"/>
        </w:rPr>
        <w:t>with an</w:t>
      </w:r>
      <w:r w:rsidRPr="008C6DE4">
        <w:rPr>
          <w:rFonts w:eastAsia="MS Mincho"/>
        </w:rPr>
        <w:t xml:space="preserve"> NR </w:t>
      </w:r>
      <w:r w:rsidRPr="008C6DE4">
        <w:rPr>
          <w:lang w:eastAsia="zh-CN"/>
        </w:rPr>
        <w:t>PCell</w:t>
      </w:r>
      <w:r w:rsidRPr="008C6DE4">
        <w:rPr>
          <w:rFonts w:eastAsia="MS Mincho"/>
        </w:rPr>
        <w:t>.</w:t>
      </w:r>
    </w:p>
    <w:p w14:paraId="5B88E842" w14:textId="62950370" w:rsidR="002F5FEF" w:rsidRPr="008C6DE4" w:rsidRDefault="002F5FEF" w:rsidP="002F5FEF">
      <w:pPr>
        <w:rPr>
          <w:lang w:val="en-US"/>
        </w:rPr>
      </w:pPr>
      <w:r w:rsidRPr="008C6DE4">
        <w:rPr>
          <w:lang w:val="en-US" w:eastAsia="zh-CN"/>
        </w:rPr>
        <w:t xml:space="preserve">This </w:t>
      </w:r>
      <w:r w:rsidR="00854981" w:rsidRPr="008C6DE4">
        <w:rPr>
          <w:lang w:val="en-US" w:eastAsia="zh-CN"/>
        </w:rPr>
        <w:t>clause</w:t>
      </w:r>
      <w:r w:rsidRPr="008C6DE4">
        <w:rPr>
          <w:lang w:val="en-US" w:eastAsia="zh-CN"/>
        </w:rPr>
        <w:t xml:space="preserve"> contains interruptions where victim cell is PCell or SCell belonging to MCG. Requirements for interruptions requirements when the victim cell is </w:t>
      </w:r>
      <w:r w:rsidRPr="008C6DE4">
        <w:rPr>
          <w:lang w:eastAsia="ko-KR"/>
        </w:rPr>
        <w:t>E-UTRA</w:t>
      </w:r>
      <w:r w:rsidRPr="008C6DE4">
        <w:rPr>
          <w:lang w:val="en-US" w:eastAsia="zh-CN"/>
        </w:rPr>
        <w:t xml:space="preserve"> PSCell or </w:t>
      </w:r>
      <w:r w:rsidRPr="008C6DE4">
        <w:rPr>
          <w:lang w:eastAsia="ko-KR"/>
        </w:rPr>
        <w:t>E-UTRA</w:t>
      </w:r>
      <w:r w:rsidRPr="008C6DE4">
        <w:rPr>
          <w:lang w:val="en-US" w:eastAsia="zh-CN"/>
        </w:rPr>
        <w:t xml:space="preserve"> SCell belonging to SCG are specified in </w:t>
      </w:r>
      <w:r w:rsidRPr="008C6DE4">
        <w:t>TS 36.133</w:t>
      </w:r>
      <w:r w:rsidRPr="008C6DE4">
        <w:rPr>
          <w:lang w:eastAsia="zh-CN"/>
        </w:rPr>
        <w:t> </w:t>
      </w:r>
      <w:r w:rsidRPr="008C6DE4">
        <w:rPr>
          <w:lang w:val="en-US" w:eastAsia="zh-CN"/>
        </w:rPr>
        <w:t>[</w:t>
      </w:r>
      <w:r w:rsidRPr="008C6DE4">
        <w:t>15</w:t>
      </w:r>
      <w:r w:rsidRPr="008C6DE4">
        <w:rPr>
          <w:lang w:val="en-US" w:eastAsia="zh-CN"/>
        </w:rPr>
        <w:t>].</w:t>
      </w:r>
    </w:p>
    <w:p w14:paraId="658EAF05" w14:textId="7CA28092" w:rsidR="004C54CE" w:rsidRPr="008C6DE4" w:rsidRDefault="004C54CE" w:rsidP="004C54CE">
      <w:pPr>
        <w:rPr>
          <w:rFonts w:eastAsia="MS Mincho"/>
        </w:rPr>
      </w:pPr>
      <w:r w:rsidRPr="008C6DE4">
        <w:rPr>
          <w:lang w:val="en-US" w:eastAsia="zh-CN"/>
        </w:rPr>
        <w:t>For a UE which does not support per-FR measurement gap, interruptions to the PCell, E-UTRA PSCell or activated MCG SCells may be caused by EUTRA PSCell, EUTRA SCells or SCells on any frequency range. For UE which support per-FR gap, interruptions to the PCell, E-UTRA PSCell or activated MCG SCells may be caused by EUTRA PSCell, EUTRA SCells or SCells on the same frequency range as the victim cell.</w:t>
      </w:r>
    </w:p>
    <w:p w14:paraId="4932C6A7" w14:textId="77777777" w:rsidR="00977C68" w:rsidRPr="008C6DE4" w:rsidRDefault="00977C68" w:rsidP="00977C68">
      <w:pPr>
        <w:pStyle w:val="Heading4"/>
      </w:pPr>
      <w:r w:rsidRPr="008C6DE4">
        <w:t>8.2.3.2</w:t>
      </w:r>
      <w:r w:rsidRPr="008C6DE4">
        <w:tab/>
        <w:t>Requirements</w:t>
      </w:r>
    </w:p>
    <w:p w14:paraId="3BFBD6C0" w14:textId="77777777" w:rsidR="00977C68" w:rsidRPr="008C6DE4" w:rsidRDefault="00977C68" w:rsidP="00977C68">
      <w:pPr>
        <w:pStyle w:val="Heading5"/>
      </w:pPr>
      <w:bookmarkStart w:id="127" w:name="_Toc5952639"/>
      <w:r w:rsidRPr="008C6DE4">
        <w:t>8.2.3.2.1</w:t>
      </w:r>
      <w:r w:rsidRPr="008C6DE4">
        <w:tab/>
        <w:t>Interruptions at transitions between active and non-active during DRX</w:t>
      </w:r>
      <w:bookmarkEnd w:id="127"/>
    </w:p>
    <w:p w14:paraId="476A54AC" w14:textId="77777777" w:rsidR="00977C68" w:rsidRPr="008C6DE4" w:rsidRDefault="00977C68" w:rsidP="00977C68">
      <w:pPr>
        <w:rPr>
          <w:rFonts w:eastAsia="MS Mincho"/>
          <w:lang w:eastAsia="zh-CN"/>
        </w:rPr>
      </w:pPr>
      <w:r w:rsidRPr="008C6DE4">
        <w:rPr>
          <w:rFonts w:eastAsia="MS Mincho"/>
          <w:lang w:eastAsia="zh-CN"/>
        </w:rPr>
        <w:t xml:space="preserve">Interruption on PCell and the activated SCell if configured due to </w:t>
      </w:r>
      <w:r w:rsidRPr="008C6DE4">
        <w:rPr>
          <w:lang w:eastAsia="zh-CN"/>
        </w:rPr>
        <w:t xml:space="preserve">E-UTRA </w:t>
      </w:r>
      <w:r w:rsidRPr="008C6DE4">
        <w:rPr>
          <w:rFonts w:eastAsia="MS Mincho"/>
          <w:lang w:eastAsia="zh-CN"/>
        </w:rPr>
        <w:t xml:space="preserve">PSCell transitions between active and non-active druing DRX when PCell or SCell is in non-DRX </w:t>
      </w:r>
      <w:r w:rsidRPr="008C6DE4">
        <w:rPr>
          <w:lang w:eastAsia="zh-CN"/>
        </w:rPr>
        <w:t xml:space="preserve">are allowed with up to 1% probability of missed ACK/NACK when the configured E-UTRA PSCell DRX cycle is less than 640 ms, and 0.625% probability of missed ACK/NACK is allowed when the configured E-UTRA PCell DRX cycle is 640 ms or longer. Each interruption </w:t>
      </w:r>
      <w:r w:rsidRPr="008C6DE4">
        <w:rPr>
          <w:rFonts w:eastAsia="MS Mincho"/>
          <w:lang w:eastAsia="zh-CN"/>
        </w:rPr>
        <w:t>shall not exceed X slot as defined in table 8.2.3.2.</w:t>
      </w:r>
      <w:r w:rsidRPr="008C6DE4">
        <w:rPr>
          <w:lang w:eastAsia="zh-CN"/>
        </w:rPr>
        <w:t>1</w:t>
      </w:r>
      <w:r w:rsidRPr="008C6DE4">
        <w:rPr>
          <w:rFonts w:eastAsia="MS Mincho"/>
          <w:lang w:eastAsia="zh-CN"/>
        </w:rPr>
        <w:t>-1.</w:t>
      </w:r>
    </w:p>
    <w:p w14:paraId="735E4A71" w14:textId="77777777" w:rsidR="00977C68" w:rsidRPr="008C6DE4" w:rsidRDefault="00977C68" w:rsidP="00977C68">
      <w:pPr>
        <w:pStyle w:val="TH"/>
      </w:pPr>
      <w:r w:rsidRPr="008C6DE4">
        <w:t>Table 8.2.3.2.1-1: Interruption length X at transition between active and non-active during DRX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276"/>
        <w:gridCol w:w="1276"/>
        <w:gridCol w:w="1276"/>
      </w:tblGrid>
      <w:tr w:rsidR="004C54CE" w:rsidRPr="008C6DE4" w14:paraId="3C54F381" w14:textId="77777777" w:rsidTr="00F15152">
        <w:trPr>
          <w:trHeight w:val="140"/>
          <w:jc w:val="center"/>
        </w:trPr>
        <w:tc>
          <w:tcPr>
            <w:tcW w:w="852" w:type="dxa"/>
            <w:vMerge w:val="restart"/>
            <w:tcBorders>
              <w:top w:val="single" w:sz="4" w:space="0" w:color="auto"/>
              <w:left w:val="single" w:sz="4" w:space="0" w:color="auto"/>
              <w:bottom w:val="single" w:sz="4" w:space="0" w:color="auto"/>
              <w:right w:val="single" w:sz="4" w:space="0" w:color="auto"/>
            </w:tcBorders>
            <w:vAlign w:val="center"/>
            <w:hideMark/>
          </w:tcPr>
          <w:p w14:paraId="035ABF6D" w14:textId="7C19E3C3" w:rsidR="004C54CE" w:rsidRPr="008C6DE4" w:rsidRDefault="004C54CE" w:rsidP="004C54CE">
            <w:pPr>
              <w:pStyle w:val="TAH"/>
            </w:pPr>
            <w:r w:rsidRPr="008C6DE4">
              <w:rPr>
                <w:noProof/>
                <w:lang w:val="en-US" w:eastAsia="zh-CN"/>
              </w:rPr>
              <w:drawing>
                <wp:inline distT="0" distB="0" distL="0" distR="0" wp14:anchorId="0843B764" wp14:editId="28DF1B12">
                  <wp:extent cx="154305" cy="154305"/>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276" w:type="dxa"/>
            <w:vMerge w:val="restart"/>
            <w:tcBorders>
              <w:top w:val="single" w:sz="4" w:space="0" w:color="auto"/>
              <w:left w:val="single" w:sz="4" w:space="0" w:color="auto"/>
              <w:bottom w:val="single" w:sz="4" w:space="0" w:color="auto"/>
              <w:right w:val="single" w:sz="4" w:space="0" w:color="auto"/>
            </w:tcBorders>
            <w:hideMark/>
          </w:tcPr>
          <w:p w14:paraId="4B6E5B24" w14:textId="012B56FB" w:rsidR="004C54CE" w:rsidRPr="008C6DE4" w:rsidRDefault="004C54CE" w:rsidP="004C54CE">
            <w:pPr>
              <w:pStyle w:val="TAH"/>
            </w:pPr>
            <w:r w:rsidRPr="008C6DE4">
              <w:t xml:space="preserve">NR </w:t>
            </w:r>
            <w:r>
              <w:t>s</w:t>
            </w:r>
            <w:r w:rsidRPr="008C6DE4">
              <w:t>lot length (ms)</w:t>
            </w:r>
          </w:p>
        </w:tc>
        <w:tc>
          <w:tcPr>
            <w:tcW w:w="2552" w:type="dxa"/>
            <w:gridSpan w:val="2"/>
            <w:tcBorders>
              <w:top w:val="single" w:sz="4" w:space="0" w:color="auto"/>
              <w:left w:val="single" w:sz="4" w:space="0" w:color="auto"/>
              <w:bottom w:val="single" w:sz="4" w:space="0" w:color="auto"/>
              <w:right w:val="single" w:sz="4" w:space="0" w:color="auto"/>
            </w:tcBorders>
            <w:hideMark/>
          </w:tcPr>
          <w:p w14:paraId="63AB43CD" w14:textId="698E7763" w:rsidR="004C54CE" w:rsidRPr="008C6DE4" w:rsidRDefault="004C54CE" w:rsidP="004C54CE">
            <w:pPr>
              <w:pStyle w:val="TAH"/>
            </w:pPr>
            <w:r w:rsidRPr="008C6DE4">
              <w:t>Interruption length X (slots)</w:t>
            </w:r>
          </w:p>
        </w:tc>
      </w:tr>
      <w:tr w:rsidR="00DD3199" w:rsidRPr="008C6DE4" w14:paraId="6E023F57" w14:textId="77777777" w:rsidTr="00F15152">
        <w:trPr>
          <w:trHeight w:val="1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0E6226" w14:textId="77777777" w:rsidR="00977C68" w:rsidRPr="008C6DE4" w:rsidRDefault="00977C68" w:rsidP="00F15152">
            <w:pPr>
              <w:spacing w:after="0"/>
              <w:rPr>
                <w:rFonts w:ascii="Arial" w:hAnsi="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D80DD2" w14:textId="77777777" w:rsidR="00977C68" w:rsidRPr="008C6DE4" w:rsidRDefault="00977C68" w:rsidP="00F15152">
            <w:pPr>
              <w:spacing w:after="0"/>
              <w:rPr>
                <w:rFonts w:ascii="Arial" w:hAnsi="Arial"/>
                <w:b/>
                <w:sz w:val="18"/>
              </w:rPr>
            </w:pPr>
          </w:p>
        </w:tc>
        <w:tc>
          <w:tcPr>
            <w:tcW w:w="1276" w:type="dxa"/>
            <w:tcBorders>
              <w:top w:val="single" w:sz="4" w:space="0" w:color="auto"/>
              <w:left w:val="single" w:sz="4" w:space="0" w:color="auto"/>
              <w:bottom w:val="single" w:sz="4" w:space="0" w:color="auto"/>
              <w:right w:val="single" w:sz="4" w:space="0" w:color="auto"/>
            </w:tcBorders>
            <w:hideMark/>
          </w:tcPr>
          <w:p w14:paraId="2796E5BE" w14:textId="77777777" w:rsidR="00977C68" w:rsidRPr="008C6DE4" w:rsidRDefault="00977C68" w:rsidP="00F15152">
            <w:pPr>
              <w:pStyle w:val="TAH"/>
            </w:pPr>
            <w:r w:rsidRPr="008C6DE4">
              <w:t>Sync</w:t>
            </w:r>
          </w:p>
        </w:tc>
        <w:tc>
          <w:tcPr>
            <w:tcW w:w="1276" w:type="dxa"/>
            <w:tcBorders>
              <w:top w:val="single" w:sz="4" w:space="0" w:color="auto"/>
              <w:left w:val="single" w:sz="4" w:space="0" w:color="auto"/>
              <w:bottom w:val="single" w:sz="4" w:space="0" w:color="auto"/>
              <w:right w:val="single" w:sz="4" w:space="0" w:color="auto"/>
            </w:tcBorders>
            <w:hideMark/>
          </w:tcPr>
          <w:p w14:paraId="62F86331" w14:textId="77777777" w:rsidR="00977C68" w:rsidRPr="008C6DE4" w:rsidRDefault="00977C68" w:rsidP="00F15152">
            <w:pPr>
              <w:pStyle w:val="TAH"/>
            </w:pPr>
            <w:r w:rsidRPr="008C6DE4">
              <w:t>Async</w:t>
            </w:r>
          </w:p>
        </w:tc>
      </w:tr>
      <w:tr w:rsidR="00DD3199" w:rsidRPr="008C6DE4" w14:paraId="430185B0"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6744E610" w14:textId="77777777" w:rsidR="00977C68" w:rsidRPr="008C6DE4" w:rsidRDefault="00977C68" w:rsidP="00F15152">
            <w:pPr>
              <w:pStyle w:val="TAC"/>
            </w:pPr>
            <w:r w:rsidRPr="008C6DE4">
              <w:t>0</w:t>
            </w:r>
          </w:p>
        </w:tc>
        <w:tc>
          <w:tcPr>
            <w:tcW w:w="1276" w:type="dxa"/>
            <w:tcBorders>
              <w:top w:val="single" w:sz="4" w:space="0" w:color="auto"/>
              <w:left w:val="single" w:sz="4" w:space="0" w:color="auto"/>
              <w:bottom w:val="single" w:sz="4" w:space="0" w:color="auto"/>
              <w:right w:val="single" w:sz="4" w:space="0" w:color="auto"/>
            </w:tcBorders>
            <w:hideMark/>
          </w:tcPr>
          <w:p w14:paraId="593ADE96" w14:textId="77777777" w:rsidR="00977C68" w:rsidRPr="008C6DE4" w:rsidRDefault="00977C68" w:rsidP="00F15152">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4279F41D" w14:textId="77777777" w:rsidR="00977C68" w:rsidRPr="008C6DE4" w:rsidRDefault="00977C68" w:rsidP="00F15152">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5B96CB49" w14:textId="77777777" w:rsidR="00977C68" w:rsidRPr="008C6DE4" w:rsidRDefault="00977C68" w:rsidP="00F15152">
            <w:pPr>
              <w:pStyle w:val="TAC"/>
            </w:pPr>
            <w:r w:rsidRPr="008C6DE4">
              <w:t>2</w:t>
            </w:r>
          </w:p>
        </w:tc>
      </w:tr>
      <w:tr w:rsidR="00DD3199" w:rsidRPr="008C6DE4" w14:paraId="639CE0C2"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2C72866F" w14:textId="77777777" w:rsidR="00977C68" w:rsidRPr="008C6DE4" w:rsidRDefault="00977C68" w:rsidP="00F15152">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409C0D77" w14:textId="77777777" w:rsidR="00977C68" w:rsidRPr="008C6DE4" w:rsidRDefault="00977C68" w:rsidP="00F15152">
            <w:pPr>
              <w:pStyle w:val="TAC"/>
            </w:pPr>
            <w:r w:rsidRPr="008C6DE4">
              <w:t>0.5</w:t>
            </w:r>
          </w:p>
        </w:tc>
        <w:tc>
          <w:tcPr>
            <w:tcW w:w="1276" w:type="dxa"/>
            <w:tcBorders>
              <w:top w:val="single" w:sz="4" w:space="0" w:color="auto"/>
              <w:left w:val="single" w:sz="4" w:space="0" w:color="auto"/>
              <w:bottom w:val="single" w:sz="4" w:space="0" w:color="auto"/>
              <w:right w:val="single" w:sz="4" w:space="0" w:color="auto"/>
            </w:tcBorders>
            <w:hideMark/>
          </w:tcPr>
          <w:p w14:paraId="3DBD7076" w14:textId="77777777" w:rsidR="00977C68" w:rsidRPr="008C6DE4" w:rsidRDefault="00977C68" w:rsidP="00F15152">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27903DBA" w14:textId="77777777" w:rsidR="00977C68" w:rsidRPr="008C6DE4" w:rsidRDefault="00977C68" w:rsidP="00F15152">
            <w:pPr>
              <w:pStyle w:val="TAC"/>
            </w:pPr>
            <w:r w:rsidRPr="008C6DE4">
              <w:t>2</w:t>
            </w:r>
          </w:p>
        </w:tc>
      </w:tr>
      <w:tr w:rsidR="00DD3199" w:rsidRPr="008C6DE4" w14:paraId="5A4EE34D"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14676AAA" w14:textId="77777777" w:rsidR="00977C68" w:rsidRPr="008C6DE4" w:rsidRDefault="00977C68" w:rsidP="00F15152">
            <w:pPr>
              <w:pStyle w:val="TAC"/>
            </w:pPr>
            <w:r w:rsidRPr="008C6DE4">
              <w:t>2</w:t>
            </w:r>
          </w:p>
        </w:tc>
        <w:tc>
          <w:tcPr>
            <w:tcW w:w="1276" w:type="dxa"/>
            <w:tcBorders>
              <w:top w:val="single" w:sz="4" w:space="0" w:color="auto"/>
              <w:left w:val="single" w:sz="4" w:space="0" w:color="auto"/>
              <w:bottom w:val="single" w:sz="4" w:space="0" w:color="auto"/>
              <w:right w:val="single" w:sz="4" w:space="0" w:color="auto"/>
            </w:tcBorders>
            <w:hideMark/>
          </w:tcPr>
          <w:p w14:paraId="5E73BCB8" w14:textId="77777777" w:rsidR="00977C68" w:rsidRPr="008C6DE4" w:rsidRDefault="00977C68" w:rsidP="00F15152">
            <w:pPr>
              <w:pStyle w:val="TAC"/>
            </w:pPr>
            <w:r w:rsidRPr="008C6DE4">
              <w:t>0.25</w:t>
            </w:r>
          </w:p>
        </w:tc>
        <w:tc>
          <w:tcPr>
            <w:tcW w:w="2552" w:type="dxa"/>
            <w:gridSpan w:val="2"/>
            <w:tcBorders>
              <w:top w:val="single" w:sz="4" w:space="0" w:color="auto"/>
              <w:left w:val="single" w:sz="4" w:space="0" w:color="auto"/>
              <w:bottom w:val="single" w:sz="4" w:space="0" w:color="auto"/>
              <w:right w:val="single" w:sz="4" w:space="0" w:color="auto"/>
            </w:tcBorders>
            <w:hideMark/>
          </w:tcPr>
          <w:p w14:paraId="191BCB31" w14:textId="77777777" w:rsidR="00977C68" w:rsidRPr="008C6DE4" w:rsidRDefault="00977C68" w:rsidP="00F15152">
            <w:pPr>
              <w:pStyle w:val="TAC"/>
            </w:pPr>
            <w:r w:rsidRPr="008C6DE4">
              <w:t>3</w:t>
            </w:r>
          </w:p>
        </w:tc>
      </w:tr>
      <w:tr w:rsidR="00977C68" w:rsidRPr="008C6DE4" w14:paraId="484300E8"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1F72EC46" w14:textId="77777777" w:rsidR="00977C68" w:rsidRPr="008C6DE4" w:rsidRDefault="00977C68" w:rsidP="00F15152">
            <w:pPr>
              <w:pStyle w:val="TAC"/>
            </w:pPr>
            <w:r w:rsidRPr="008C6DE4">
              <w:t>3</w:t>
            </w:r>
          </w:p>
        </w:tc>
        <w:tc>
          <w:tcPr>
            <w:tcW w:w="1276" w:type="dxa"/>
            <w:tcBorders>
              <w:top w:val="single" w:sz="4" w:space="0" w:color="auto"/>
              <w:left w:val="single" w:sz="4" w:space="0" w:color="auto"/>
              <w:bottom w:val="single" w:sz="4" w:space="0" w:color="auto"/>
              <w:right w:val="single" w:sz="4" w:space="0" w:color="auto"/>
            </w:tcBorders>
            <w:hideMark/>
          </w:tcPr>
          <w:p w14:paraId="16DEF11B" w14:textId="77777777" w:rsidR="00977C68" w:rsidRPr="008C6DE4" w:rsidRDefault="00977C68" w:rsidP="00F15152">
            <w:pPr>
              <w:pStyle w:val="TAC"/>
            </w:pPr>
            <w:r w:rsidRPr="008C6DE4">
              <w:t>0.125</w:t>
            </w:r>
          </w:p>
        </w:tc>
        <w:tc>
          <w:tcPr>
            <w:tcW w:w="2552" w:type="dxa"/>
            <w:gridSpan w:val="2"/>
            <w:tcBorders>
              <w:top w:val="single" w:sz="4" w:space="0" w:color="auto"/>
              <w:left w:val="single" w:sz="4" w:space="0" w:color="auto"/>
              <w:bottom w:val="single" w:sz="4" w:space="0" w:color="auto"/>
              <w:right w:val="single" w:sz="4" w:space="0" w:color="auto"/>
            </w:tcBorders>
            <w:hideMark/>
          </w:tcPr>
          <w:p w14:paraId="01D44AB7" w14:textId="77777777" w:rsidR="00977C68" w:rsidRPr="008C6DE4" w:rsidRDefault="00977C68" w:rsidP="00F15152">
            <w:pPr>
              <w:pStyle w:val="TAC"/>
            </w:pPr>
            <w:r w:rsidRPr="008C6DE4">
              <w:t>5</w:t>
            </w:r>
          </w:p>
        </w:tc>
      </w:tr>
    </w:tbl>
    <w:p w14:paraId="4D86A77D" w14:textId="77777777" w:rsidR="00977C68" w:rsidRPr="008C6DE4" w:rsidRDefault="00977C68" w:rsidP="00977C68">
      <w:pPr>
        <w:rPr>
          <w:lang w:eastAsia="zh-CN"/>
        </w:rPr>
      </w:pPr>
    </w:p>
    <w:p w14:paraId="41D443C5" w14:textId="77777777" w:rsidR="00977C68" w:rsidRPr="008C6DE4" w:rsidRDefault="00977C68" w:rsidP="00977C68">
      <w:pPr>
        <w:rPr>
          <w:lang w:eastAsia="zh-CN"/>
        </w:rPr>
      </w:pPr>
      <w:r w:rsidRPr="008C6DE4">
        <w:rPr>
          <w:lang w:eastAsia="zh-CN"/>
        </w:rPr>
        <w:t>When both PCell and E-UTRA PSCell are in DRX, no interruption is allowed.</w:t>
      </w:r>
    </w:p>
    <w:p w14:paraId="0738C2D9" w14:textId="558AD721" w:rsidR="00977C68" w:rsidRPr="008C6DE4" w:rsidRDefault="0048284E" w:rsidP="0048284E">
      <w:pPr>
        <w:pStyle w:val="Heading5"/>
      </w:pPr>
      <w:r w:rsidRPr="008C6DE4">
        <w:t>8.2.3.2.2</w:t>
      </w:r>
      <w:r w:rsidR="00977C68" w:rsidRPr="008C6DE4">
        <w:tab/>
        <w:t>Interruptions at transitions from non-DRX to DRX</w:t>
      </w:r>
    </w:p>
    <w:p w14:paraId="39955D86" w14:textId="77777777" w:rsidR="00596749" w:rsidRPr="008C6DE4" w:rsidRDefault="00596749" w:rsidP="00596749">
      <w:pPr>
        <w:rPr>
          <w:rFonts w:eastAsia="MS Mincho"/>
          <w:lang w:eastAsia="zh-CN"/>
        </w:rPr>
      </w:pPr>
      <w:r w:rsidRPr="008C6DE4">
        <w:rPr>
          <w:rFonts w:eastAsia="MS Mincho"/>
          <w:lang w:eastAsia="zh-CN"/>
        </w:rPr>
        <w:t xml:space="preserve">Interruption on PCell and the activated SCell if configured due to </w:t>
      </w:r>
      <w:r w:rsidRPr="008C6DE4">
        <w:rPr>
          <w:lang w:eastAsia="zh-CN"/>
        </w:rPr>
        <w:t xml:space="preserve">E-UTRA </w:t>
      </w:r>
      <w:r w:rsidRPr="008C6DE4">
        <w:rPr>
          <w:rFonts w:eastAsia="MS Mincho"/>
          <w:lang w:eastAsia="zh-CN"/>
        </w:rPr>
        <w:t>PSCell transitions from non-DRX to DRX when PCell or SCell is in non-DRX shall not exceed X slot as defined in table 8.2.3.2.</w:t>
      </w:r>
      <w:r w:rsidRPr="008C6DE4">
        <w:rPr>
          <w:lang w:eastAsia="zh-CN"/>
        </w:rPr>
        <w:t>1</w:t>
      </w:r>
      <w:r w:rsidRPr="008C6DE4">
        <w:rPr>
          <w:rFonts w:eastAsia="MS Mincho"/>
          <w:lang w:eastAsia="zh-CN"/>
        </w:rPr>
        <w:t>-1.</w:t>
      </w:r>
    </w:p>
    <w:p w14:paraId="01473662" w14:textId="77777777" w:rsidR="00977C68" w:rsidRPr="008C6DE4" w:rsidRDefault="00977C68" w:rsidP="00977C68">
      <w:pPr>
        <w:pStyle w:val="Heading5"/>
      </w:pPr>
      <w:r w:rsidRPr="008C6DE4">
        <w:t>8.2.3.2.3</w:t>
      </w:r>
      <w:r w:rsidRPr="008C6DE4">
        <w:tab/>
        <w:t>Interruptions at PSCell/SCell addition/release</w:t>
      </w:r>
    </w:p>
    <w:p w14:paraId="23FE0D4B" w14:textId="77777777" w:rsidR="00977C68" w:rsidRPr="008C6DE4" w:rsidRDefault="00977C68" w:rsidP="00977C68">
      <w:pPr>
        <w:rPr>
          <w:rFonts w:eastAsia="MS Mincho"/>
          <w:lang w:eastAsia="zh-CN"/>
        </w:rPr>
      </w:pPr>
      <w:r w:rsidRPr="008C6DE4">
        <w:rPr>
          <w:rFonts w:eastAsia="MS Mincho"/>
          <w:lang w:eastAsia="zh-CN"/>
        </w:rPr>
        <w:t>The requirements in this clause shall apply for the UE configured with E-UTRA PSCell.</w:t>
      </w:r>
    </w:p>
    <w:p w14:paraId="6450B8DB" w14:textId="77777777" w:rsidR="00977C68" w:rsidRPr="008C6DE4" w:rsidRDefault="00977C68" w:rsidP="00977C68">
      <w:pPr>
        <w:rPr>
          <w:rFonts w:eastAsia="MS Mincho"/>
          <w:lang w:eastAsia="zh-CN"/>
        </w:rPr>
      </w:pPr>
      <w:r w:rsidRPr="008C6DE4">
        <w:rPr>
          <w:rFonts w:eastAsia="MS Mincho"/>
          <w:lang w:eastAsia="zh-CN"/>
        </w:rPr>
        <w:t xml:space="preserve">When one </w:t>
      </w:r>
      <w:r w:rsidRPr="008C6DE4">
        <w:rPr>
          <w:lang w:eastAsia="zh-CN"/>
        </w:rPr>
        <w:t>E-UTRA PSCell/</w:t>
      </w:r>
      <w:r w:rsidRPr="008C6DE4">
        <w:rPr>
          <w:rFonts w:eastAsia="MS Mincho"/>
          <w:lang w:eastAsia="zh-CN"/>
        </w:rPr>
        <w:t>SCell</w:t>
      </w:r>
      <w:r w:rsidRPr="008C6DE4">
        <w:rPr>
          <w:lang w:eastAsia="zh-CN"/>
        </w:rPr>
        <w:t xml:space="preserve"> in SCG </w:t>
      </w:r>
      <w:r w:rsidRPr="008C6DE4">
        <w:rPr>
          <w:rFonts w:eastAsia="MS Mincho"/>
          <w:lang w:eastAsia="zh-CN"/>
        </w:rPr>
        <w:t>is added or released:</w:t>
      </w:r>
    </w:p>
    <w:p w14:paraId="07D0A143" w14:textId="77777777" w:rsidR="00977C68" w:rsidRPr="008C6DE4" w:rsidRDefault="00977C68" w:rsidP="002320DB">
      <w:pPr>
        <w:pStyle w:val="B10"/>
      </w:pPr>
      <w:r w:rsidRPr="008C6DE4">
        <w:t>-</w:t>
      </w:r>
      <w:r w:rsidRPr="008C6DE4">
        <w:tab/>
        <w:t xml:space="preserve">the UE is allowed an interruption on any active </w:t>
      </w:r>
      <w:r w:rsidRPr="008C6DE4">
        <w:rPr>
          <w:lang w:eastAsia="zh-CN"/>
        </w:rPr>
        <w:t>serving cell in MCG</w:t>
      </w:r>
      <w:r w:rsidRPr="008C6DE4">
        <w:t>:</w:t>
      </w:r>
    </w:p>
    <w:p w14:paraId="40468C66" w14:textId="242ECD4F" w:rsidR="00A91637" w:rsidRPr="008C6DE4" w:rsidRDefault="00A91637" w:rsidP="00A91637">
      <w:pPr>
        <w:pStyle w:val="B2"/>
      </w:pPr>
      <w:r w:rsidRPr="008C6DE4">
        <w:t>-</w:t>
      </w:r>
      <w:r w:rsidRPr="008C6DE4">
        <w:tab/>
        <w:t xml:space="preserve">of up to </w:t>
      </w:r>
      <w:r w:rsidRPr="008C6DE4">
        <w:rPr>
          <w:lang w:eastAsia="zh-CN"/>
        </w:rPr>
        <w:t>X1 slot</w:t>
      </w:r>
      <w:r>
        <w:rPr>
          <w:lang w:eastAsia="zh-CN"/>
        </w:rPr>
        <w:t>s</w:t>
      </w:r>
      <w:r w:rsidRPr="008C6DE4">
        <w:t xml:space="preserve">, if the active </w:t>
      </w:r>
      <w:r w:rsidRPr="008C6DE4">
        <w:rPr>
          <w:lang w:eastAsia="zh-CN"/>
        </w:rPr>
        <w:t>serving cell</w:t>
      </w:r>
      <w:r w:rsidRPr="008C6DE4">
        <w:t xml:space="preserve"> is not in the same band as the </w:t>
      </w:r>
      <w:r w:rsidRPr="008C6DE4">
        <w:rPr>
          <w:lang w:eastAsia="zh-CN"/>
        </w:rPr>
        <w:t>E-UTRA PSCell/</w:t>
      </w:r>
      <w:r w:rsidRPr="008C6DE4">
        <w:t>SCell being added or released, or</w:t>
      </w:r>
    </w:p>
    <w:p w14:paraId="6D8508B5" w14:textId="2B0D225D" w:rsidR="00A91637" w:rsidRPr="008C6DE4" w:rsidRDefault="00A91637" w:rsidP="00A91637">
      <w:pPr>
        <w:pStyle w:val="B2"/>
        <w:rPr>
          <w:rFonts w:eastAsia="DengXian"/>
          <w:lang w:eastAsia="zh-CN"/>
        </w:rPr>
      </w:pPr>
      <w:r w:rsidRPr="008C6DE4">
        <w:t>-</w:t>
      </w:r>
      <w:r w:rsidRPr="008C6DE4">
        <w:tab/>
        <w:t>of up to max{</w:t>
      </w:r>
      <w:r w:rsidRPr="008C6DE4">
        <w:rPr>
          <w:lang w:eastAsia="zh-CN"/>
        </w:rPr>
        <w:t>Y1 slot</w:t>
      </w:r>
      <w:r>
        <w:rPr>
          <w:lang w:eastAsia="zh-CN"/>
        </w:rPr>
        <w:t>s</w:t>
      </w:r>
      <w:r w:rsidRPr="008C6DE4">
        <w:rPr>
          <w:lang w:eastAsia="zh-CN"/>
        </w:rPr>
        <w:t>+ T</w:t>
      </w:r>
      <w:r w:rsidRPr="008C6DE4">
        <w:rPr>
          <w:vertAlign w:val="subscript"/>
          <w:lang w:eastAsia="zh-CN"/>
        </w:rPr>
        <w:t>SMTC_duration</w:t>
      </w:r>
      <w:r w:rsidRPr="008C6DE4">
        <w:t xml:space="preserve">, 5ms} if the active </w:t>
      </w:r>
      <w:r w:rsidRPr="008C6DE4">
        <w:rPr>
          <w:lang w:eastAsia="zh-CN"/>
        </w:rPr>
        <w:t>serving cells</w:t>
      </w:r>
      <w:r w:rsidRPr="008C6DE4">
        <w:t xml:space="preserve"> are in the same band as the </w:t>
      </w:r>
      <w:r w:rsidRPr="008C6DE4">
        <w:rPr>
          <w:lang w:eastAsia="zh-CN"/>
        </w:rPr>
        <w:t>E-UTRA PSCell/</w:t>
      </w:r>
      <w:r w:rsidRPr="008C6DE4">
        <w:t xml:space="preserve">SCell being added or released, provided </w:t>
      </w:r>
      <w:r w:rsidRPr="008C6DE4">
        <w:rPr>
          <w:lang w:eastAsia="zh-CN"/>
        </w:rPr>
        <w:t>the cell specific reference signals from the active serving cells and the E-UTRA PSCell/SCell being added or released are available in the same slot</w:t>
      </w:r>
      <w:r w:rsidRPr="008C6DE4">
        <w:t xml:space="preserve">, </w:t>
      </w:r>
      <w:r w:rsidRPr="008C6DE4">
        <w:rPr>
          <w:lang w:eastAsia="zh-CN"/>
        </w:rPr>
        <w:t>where T</w:t>
      </w:r>
      <w:r w:rsidRPr="008C6DE4">
        <w:rPr>
          <w:vertAlign w:val="subscript"/>
          <w:lang w:eastAsia="zh-CN"/>
        </w:rPr>
        <w:t>SMTC_duration</w:t>
      </w:r>
      <w:r w:rsidRPr="008C6DE4">
        <w:rPr>
          <w:lang w:eastAsia="zh-CN"/>
        </w:rPr>
        <w:t xml:space="preserve"> is the longest SMTC duration among all above activated serving cells in MCG;</w:t>
      </w:r>
    </w:p>
    <w:p w14:paraId="23ABF7EC" w14:textId="77777777" w:rsidR="00A91637" w:rsidRPr="008C6DE4" w:rsidRDefault="00A91637" w:rsidP="00A91637">
      <w:pPr>
        <w:pStyle w:val="B3"/>
        <w:rPr>
          <w:lang w:eastAsia="zh-CN"/>
        </w:rPr>
      </w:pPr>
      <w:r w:rsidRPr="008C6DE4">
        <w:t xml:space="preserve">Where X1 and Y1 are specified in </w:t>
      </w:r>
      <w:r w:rsidRPr="008C6DE4">
        <w:rPr>
          <w:lang w:eastAsia="zh-CN"/>
        </w:rPr>
        <w:t>Table 8.2.3.2.3-1.</w:t>
      </w:r>
    </w:p>
    <w:p w14:paraId="25E6B76B" w14:textId="77777777" w:rsidR="00977C68" w:rsidRPr="008C6DE4" w:rsidRDefault="00977C68" w:rsidP="00977C68">
      <w:pPr>
        <w:rPr>
          <w:rFonts w:eastAsia="MS Mincho"/>
          <w:lang w:eastAsia="zh-CN"/>
        </w:rPr>
      </w:pPr>
      <w:r w:rsidRPr="008C6DE4">
        <w:rPr>
          <w:rFonts w:eastAsia="MS Mincho"/>
          <w:lang w:eastAsia="zh-CN"/>
        </w:rPr>
        <w:t>When one SCell</w:t>
      </w:r>
      <w:r w:rsidRPr="008C6DE4">
        <w:rPr>
          <w:lang w:eastAsia="zh-CN"/>
        </w:rPr>
        <w:t xml:space="preserve"> in MCG </w:t>
      </w:r>
      <w:r w:rsidRPr="008C6DE4">
        <w:rPr>
          <w:rFonts w:eastAsia="MS Mincho"/>
          <w:lang w:eastAsia="zh-CN"/>
        </w:rPr>
        <w:t>is added or released:</w:t>
      </w:r>
    </w:p>
    <w:p w14:paraId="1F173CF8" w14:textId="77777777" w:rsidR="00977C68" w:rsidRPr="008C6DE4" w:rsidRDefault="00977C68" w:rsidP="002320DB">
      <w:pPr>
        <w:pStyle w:val="B10"/>
      </w:pPr>
      <w:r w:rsidRPr="008C6DE4">
        <w:t>-</w:t>
      </w:r>
      <w:r w:rsidRPr="008C6DE4">
        <w:tab/>
        <w:t xml:space="preserve">the UE is allowed an interruption on any activated </w:t>
      </w:r>
      <w:r w:rsidRPr="008C6DE4">
        <w:rPr>
          <w:lang w:eastAsia="zh-CN"/>
        </w:rPr>
        <w:t>serving cell in MCG</w:t>
      </w:r>
      <w:r w:rsidRPr="008C6DE4">
        <w:t xml:space="preserve">: </w:t>
      </w:r>
    </w:p>
    <w:p w14:paraId="572BC445" w14:textId="48E65C67" w:rsidR="00A91637" w:rsidRPr="008C6DE4" w:rsidRDefault="00A91637" w:rsidP="00A91637">
      <w:pPr>
        <w:pStyle w:val="B2"/>
      </w:pPr>
      <w:r w:rsidRPr="008C6DE4">
        <w:t>-</w:t>
      </w:r>
      <w:r w:rsidRPr="008C6DE4">
        <w:tab/>
        <w:t xml:space="preserve">of up to </w:t>
      </w:r>
      <w:r w:rsidRPr="008C6DE4">
        <w:rPr>
          <w:lang w:eastAsia="zh-CN"/>
        </w:rPr>
        <w:t>X1 slot</w:t>
      </w:r>
      <w:r>
        <w:rPr>
          <w:lang w:eastAsia="zh-CN"/>
        </w:rPr>
        <w:t>s</w:t>
      </w:r>
      <w:r w:rsidRPr="008C6DE4">
        <w:t xml:space="preserve">, if the active </w:t>
      </w:r>
      <w:r w:rsidRPr="008C6DE4">
        <w:rPr>
          <w:lang w:eastAsia="zh-CN"/>
        </w:rPr>
        <w:t>serving cell</w:t>
      </w:r>
      <w:r w:rsidRPr="008C6DE4">
        <w:t xml:space="preserve"> is not in the same band as the SCell being added or released, or</w:t>
      </w:r>
    </w:p>
    <w:p w14:paraId="4515783D" w14:textId="080C3144" w:rsidR="00A91637" w:rsidRPr="008C6DE4" w:rsidRDefault="00A91637" w:rsidP="00A91637">
      <w:pPr>
        <w:pStyle w:val="B2"/>
        <w:rPr>
          <w:lang w:eastAsia="zh-CN"/>
        </w:rPr>
      </w:pPr>
      <w:r w:rsidRPr="008C6DE4">
        <w:t>-</w:t>
      </w:r>
      <w:r w:rsidRPr="008C6DE4">
        <w:tab/>
        <w:t xml:space="preserve">of up to </w:t>
      </w:r>
      <w:r w:rsidRPr="008C6DE4">
        <w:rPr>
          <w:lang w:eastAsia="zh-CN"/>
        </w:rPr>
        <w:t>Y1 slot</w:t>
      </w:r>
      <w:r>
        <w:rPr>
          <w:lang w:eastAsia="zh-CN"/>
        </w:rPr>
        <w:t>s</w:t>
      </w:r>
      <w:r w:rsidRPr="008C6DE4">
        <w:rPr>
          <w:lang w:eastAsia="zh-CN"/>
        </w:rPr>
        <w:t xml:space="preserve"> + T</w:t>
      </w:r>
      <w:r w:rsidRPr="008C6DE4">
        <w:rPr>
          <w:vertAlign w:val="subscript"/>
          <w:lang w:eastAsia="zh-CN"/>
        </w:rPr>
        <w:t>SMTC_duration</w:t>
      </w:r>
      <w:r w:rsidRPr="008C6DE4">
        <w:t xml:space="preserve"> if the active </w:t>
      </w:r>
      <w:r w:rsidRPr="008C6DE4">
        <w:rPr>
          <w:lang w:eastAsia="zh-CN"/>
        </w:rPr>
        <w:t>serving cells</w:t>
      </w:r>
      <w:r w:rsidRPr="008C6DE4">
        <w:t xml:space="preserve"> are in the same band as the SCell being added or released, provided </w:t>
      </w:r>
      <w:r w:rsidRPr="008C6DE4">
        <w:rPr>
          <w:lang w:eastAsia="zh-CN"/>
        </w:rPr>
        <w:t>the cell specific reference signals from the active serving cells and the SCell being added or released are available in the same slot</w:t>
      </w:r>
      <w:r w:rsidRPr="008C6DE4">
        <w:t xml:space="preserve">, </w:t>
      </w:r>
      <w:r w:rsidRPr="008C6DE4">
        <w:rPr>
          <w:lang w:eastAsia="zh-CN"/>
        </w:rPr>
        <w:t>where, T</w:t>
      </w:r>
      <w:r w:rsidRPr="008C6DE4">
        <w:rPr>
          <w:vertAlign w:val="subscript"/>
          <w:lang w:eastAsia="zh-CN"/>
        </w:rPr>
        <w:t>SMTC_duration</w:t>
      </w:r>
      <w:r w:rsidRPr="008C6DE4">
        <w:rPr>
          <w:lang w:eastAsia="zh-CN"/>
        </w:rPr>
        <w:t xml:space="preserve"> is</w:t>
      </w:r>
    </w:p>
    <w:p w14:paraId="62A075F6" w14:textId="48D30C0F" w:rsidR="00EB6E47" w:rsidRDefault="00EB6E47" w:rsidP="00EB6E47">
      <w:pPr>
        <w:pStyle w:val="B3"/>
        <w:rPr>
          <w:lang w:eastAsia="zh-CN"/>
        </w:rPr>
      </w:pPr>
      <w:r>
        <w:rPr>
          <w:lang w:eastAsia="zh-CN"/>
        </w:rPr>
        <w:t>-</w:t>
      </w:r>
      <w:r>
        <w:rPr>
          <w:lang w:eastAsia="zh-CN"/>
        </w:rPr>
        <w:tab/>
        <w:t xml:space="preserve">the longest SMTC duration among all above active serving cells in MCG and the SCell being added when one SCell is added. If </w:t>
      </w:r>
      <w:r>
        <w:t>SSB configuration (</w:t>
      </w:r>
      <w:r>
        <w:rPr>
          <w:i/>
        </w:rPr>
        <w:t>absoluteFrequencySSB</w:t>
      </w:r>
      <w:r>
        <w:t>) but no SMTC configuration</w:t>
      </w:r>
      <w:r>
        <w:rPr>
          <w:lang w:eastAsia="zh-CN"/>
        </w:rPr>
        <w:t xml:space="preserve"> is provided for </w:t>
      </w:r>
      <w:r>
        <w:t>the SCell being added,</w:t>
      </w:r>
      <w:r>
        <w:rPr>
          <w:lang w:eastAsia="zh-CN"/>
        </w:rPr>
        <w:t xml:space="preserve"> the SSB transmission periodicity is assumed to be 5ms and T</w:t>
      </w:r>
      <w:r>
        <w:rPr>
          <w:vertAlign w:val="subscript"/>
          <w:lang w:eastAsia="zh-CN"/>
        </w:rPr>
        <w:t>SMTC duration</w:t>
      </w:r>
      <w:r>
        <w:rPr>
          <w:lang w:eastAsia="zh-CN"/>
        </w:rPr>
        <w:t xml:space="preserve"> for the SCell being added is x ms, where x = the </w:t>
      </w:r>
      <w:r>
        <w:t>number of consecutive subframes containing all SSBs in one SSB burst transmitted by the SCell being added</w:t>
      </w:r>
      <w:r>
        <w:rPr>
          <w:lang w:eastAsia="zh-CN"/>
        </w:rPr>
        <w:t xml:space="preserve">. If no </w:t>
      </w:r>
      <w:r>
        <w:t>SSB configuration (</w:t>
      </w:r>
      <w:r>
        <w:rPr>
          <w:i/>
        </w:rPr>
        <w:t>absoluteFrequencySSB</w:t>
      </w:r>
      <w:r>
        <w:t>) nor SMTC configuration</w:t>
      </w:r>
      <w:r>
        <w:rPr>
          <w:lang w:eastAsia="zh-CN"/>
        </w:rPr>
        <w:t xml:space="preserve"> is provided for </w:t>
      </w:r>
      <w:r>
        <w:t>the SCell being added,</w:t>
      </w:r>
      <w:r>
        <w:rPr>
          <w:lang w:eastAsia="zh-CN"/>
        </w:rPr>
        <w:t xml:space="preserve"> T</w:t>
      </w:r>
      <w:r>
        <w:rPr>
          <w:vertAlign w:val="subscript"/>
          <w:lang w:eastAsia="zh-CN"/>
        </w:rPr>
        <w:t>SMTC duration</w:t>
      </w:r>
      <w:r>
        <w:rPr>
          <w:lang w:eastAsia="zh-CN"/>
        </w:rPr>
        <w:t xml:space="preserve"> for the SCell being added is 0ms;</w:t>
      </w:r>
    </w:p>
    <w:p w14:paraId="3A4C6609" w14:textId="77777777" w:rsidR="00977C68" w:rsidRPr="008C6DE4" w:rsidRDefault="00977C68" w:rsidP="002320DB">
      <w:pPr>
        <w:pStyle w:val="B3"/>
        <w:rPr>
          <w:rFonts w:ascii="Tms Rmn" w:eastAsia="DengXian" w:hAnsi="Tms Rmn"/>
          <w:lang w:eastAsia="zh-CN"/>
        </w:rPr>
      </w:pPr>
      <w:r w:rsidRPr="008C6DE4">
        <w:rPr>
          <w:lang w:eastAsia="zh-CN"/>
        </w:rPr>
        <w:t>-</w:t>
      </w:r>
      <w:r w:rsidRPr="008C6DE4">
        <w:rPr>
          <w:lang w:eastAsia="zh-CN"/>
        </w:rPr>
        <w:tab/>
        <w:t>the longest SMTC duration among all above active serving cells in MCG when one SCell is released.</w:t>
      </w:r>
    </w:p>
    <w:p w14:paraId="1FF32862" w14:textId="77777777" w:rsidR="00977C68" w:rsidRPr="008C6DE4" w:rsidRDefault="00977C68" w:rsidP="002320DB">
      <w:pPr>
        <w:pStyle w:val="B3"/>
        <w:rPr>
          <w:rFonts w:ascii="Tms Rmn" w:eastAsia="DengXian" w:hAnsi="Tms Rmn"/>
          <w:lang w:eastAsia="zh-CN"/>
        </w:rPr>
      </w:pPr>
      <w:r w:rsidRPr="008C6DE4">
        <w:rPr>
          <w:rFonts w:ascii="Tms Rmn" w:eastAsia="MS Mincho" w:hAnsi="Tms Rmn"/>
        </w:rPr>
        <w:t xml:space="preserve">Where X1 and Y1 are specified in </w:t>
      </w:r>
      <w:r w:rsidRPr="008C6DE4">
        <w:rPr>
          <w:rFonts w:ascii="Tms Rmn" w:hAnsi="Tms Rmn"/>
          <w:lang w:eastAsia="zh-CN"/>
        </w:rPr>
        <w:t>Table 8.2.3.2.3-2.</w:t>
      </w:r>
    </w:p>
    <w:p w14:paraId="4E610B85" w14:textId="77777777" w:rsidR="00977C68" w:rsidRPr="008C6DE4" w:rsidRDefault="00977C68" w:rsidP="00977C68">
      <w:pPr>
        <w:pStyle w:val="TH"/>
      </w:pPr>
      <w:r w:rsidRPr="008C6DE4">
        <w:t>Table 8.2.3.2.3-1: Interruption length X1 and Y1 at E-UTRA PSCell/SCell addition/release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102"/>
        <w:gridCol w:w="1069"/>
        <w:gridCol w:w="1099"/>
        <w:gridCol w:w="1851"/>
        <w:gridCol w:w="1851"/>
      </w:tblGrid>
      <w:tr w:rsidR="002E7876" w:rsidRPr="008C6DE4" w14:paraId="46D444CA" w14:textId="77777777" w:rsidTr="00F15152">
        <w:trPr>
          <w:trHeight w:val="205"/>
          <w:jc w:val="center"/>
        </w:trPr>
        <w:tc>
          <w:tcPr>
            <w:tcW w:w="733" w:type="dxa"/>
            <w:vMerge w:val="restart"/>
            <w:tcBorders>
              <w:top w:val="single" w:sz="4" w:space="0" w:color="auto"/>
              <w:left w:val="single" w:sz="4" w:space="0" w:color="auto"/>
              <w:bottom w:val="single" w:sz="4" w:space="0" w:color="auto"/>
              <w:right w:val="single" w:sz="4" w:space="0" w:color="auto"/>
            </w:tcBorders>
            <w:vAlign w:val="center"/>
            <w:hideMark/>
          </w:tcPr>
          <w:p w14:paraId="7C03D7F0" w14:textId="77777777" w:rsidR="002E7876" w:rsidRPr="008C6DE4" w:rsidRDefault="002E7876" w:rsidP="002E7876">
            <w:pPr>
              <w:pStyle w:val="TAH"/>
            </w:pPr>
            <w:r w:rsidRPr="008C6DE4">
              <w:rPr>
                <w:noProof/>
                <w:lang w:val="en-US" w:eastAsia="zh-CN"/>
              </w:rPr>
              <w:drawing>
                <wp:inline distT="0" distB="0" distL="0" distR="0" wp14:anchorId="533E9FA7" wp14:editId="247FBA79">
                  <wp:extent cx="154305" cy="154305"/>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102" w:type="dxa"/>
            <w:vMerge w:val="restart"/>
            <w:tcBorders>
              <w:top w:val="single" w:sz="4" w:space="0" w:color="auto"/>
              <w:left w:val="single" w:sz="4" w:space="0" w:color="auto"/>
              <w:bottom w:val="single" w:sz="4" w:space="0" w:color="auto"/>
              <w:right w:val="single" w:sz="4" w:space="0" w:color="auto"/>
            </w:tcBorders>
            <w:hideMark/>
          </w:tcPr>
          <w:p w14:paraId="3A7FFE3C" w14:textId="77777777" w:rsidR="002E7876" w:rsidRPr="008C6DE4" w:rsidRDefault="002E7876" w:rsidP="002E7876">
            <w:pPr>
              <w:pStyle w:val="TAH"/>
            </w:pPr>
            <w:r w:rsidRPr="008C6DE4">
              <w:t>NR Slot length (ms)</w:t>
            </w:r>
          </w:p>
        </w:tc>
        <w:tc>
          <w:tcPr>
            <w:tcW w:w="2168" w:type="dxa"/>
            <w:gridSpan w:val="2"/>
            <w:tcBorders>
              <w:top w:val="single" w:sz="4" w:space="0" w:color="auto"/>
              <w:left w:val="single" w:sz="4" w:space="0" w:color="auto"/>
              <w:bottom w:val="single" w:sz="4" w:space="0" w:color="auto"/>
              <w:right w:val="single" w:sz="4" w:space="0" w:color="auto"/>
            </w:tcBorders>
            <w:hideMark/>
          </w:tcPr>
          <w:p w14:paraId="5B491AF0" w14:textId="6F18468A" w:rsidR="002E7876" w:rsidRPr="008C6DE4" w:rsidRDefault="002E7876" w:rsidP="002E7876">
            <w:pPr>
              <w:pStyle w:val="TAH"/>
            </w:pPr>
            <w:r w:rsidRPr="008C6DE4">
              <w:rPr>
                <w:lang w:val="fr-FR"/>
              </w:rPr>
              <w:t>Interruption length X1 (slots)</w:t>
            </w:r>
          </w:p>
        </w:tc>
        <w:tc>
          <w:tcPr>
            <w:tcW w:w="3702" w:type="dxa"/>
            <w:gridSpan w:val="2"/>
            <w:tcBorders>
              <w:top w:val="single" w:sz="4" w:space="0" w:color="auto"/>
              <w:left w:val="single" w:sz="4" w:space="0" w:color="auto"/>
              <w:bottom w:val="single" w:sz="4" w:space="0" w:color="auto"/>
              <w:right w:val="single" w:sz="4" w:space="0" w:color="auto"/>
            </w:tcBorders>
            <w:hideMark/>
          </w:tcPr>
          <w:p w14:paraId="1E9B4C8B" w14:textId="55D265F5" w:rsidR="002E7876" w:rsidRPr="008C6DE4" w:rsidRDefault="002E7876" w:rsidP="002E7876">
            <w:pPr>
              <w:pStyle w:val="TAH"/>
            </w:pPr>
            <w:r w:rsidRPr="008C6DE4">
              <w:rPr>
                <w:lang w:val="fr-FR"/>
              </w:rPr>
              <w:t>Interruption length Y1 (slots)</w:t>
            </w:r>
          </w:p>
        </w:tc>
      </w:tr>
      <w:tr w:rsidR="00DD3199" w:rsidRPr="008C6DE4" w14:paraId="5FA4BE51" w14:textId="77777777" w:rsidTr="00F15152">
        <w:trPr>
          <w:trHeight w:val="2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5FE07C" w14:textId="77777777" w:rsidR="00977C68" w:rsidRPr="008C6DE4" w:rsidRDefault="00977C68" w:rsidP="00F15152">
            <w:pPr>
              <w:spacing w:after="0"/>
              <w:rPr>
                <w:rFonts w:ascii="Arial" w:hAnsi="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33CC7C" w14:textId="77777777" w:rsidR="00977C68" w:rsidRPr="008C6DE4" w:rsidRDefault="00977C68" w:rsidP="00F15152">
            <w:pPr>
              <w:spacing w:after="0"/>
              <w:rPr>
                <w:rFonts w:ascii="Arial" w:hAnsi="Arial"/>
                <w:b/>
                <w:sz w:val="18"/>
              </w:rPr>
            </w:pPr>
          </w:p>
        </w:tc>
        <w:tc>
          <w:tcPr>
            <w:tcW w:w="1069" w:type="dxa"/>
            <w:tcBorders>
              <w:top w:val="single" w:sz="4" w:space="0" w:color="auto"/>
              <w:left w:val="single" w:sz="4" w:space="0" w:color="auto"/>
              <w:bottom w:val="single" w:sz="4" w:space="0" w:color="auto"/>
              <w:right w:val="single" w:sz="4" w:space="0" w:color="auto"/>
            </w:tcBorders>
            <w:hideMark/>
          </w:tcPr>
          <w:p w14:paraId="6B38B046" w14:textId="77777777" w:rsidR="00977C68" w:rsidRPr="008C6DE4" w:rsidRDefault="00977C68" w:rsidP="00F15152">
            <w:pPr>
              <w:pStyle w:val="TAH"/>
            </w:pPr>
            <w:r w:rsidRPr="008C6DE4">
              <w:t>Sync</w:t>
            </w:r>
          </w:p>
        </w:tc>
        <w:tc>
          <w:tcPr>
            <w:tcW w:w="1099" w:type="dxa"/>
            <w:tcBorders>
              <w:top w:val="single" w:sz="4" w:space="0" w:color="auto"/>
              <w:left w:val="single" w:sz="4" w:space="0" w:color="auto"/>
              <w:bottom w:val="single" w:sz="4" w:space="0" w:color="auto"/>
              <w:right w:val="single" w:sz="4" w:space="0" w:color="auto"/>
            </w:tcBorders>
            <w:hideMark/>
          </w:tcPr>
          <w:p w14:paraId="78CF57C0" w14:textId="77777777" w:rsidR="00977C68" w:rsidRPr="008C6DE4" w:rsidRDefault="00977C68" w:rsidP="00F15152">
            <w:pPr>
              <w:pStyle w:val="TAH"/>
            </w:pPr>
            <w:r w:rsidRPr="008C6DE4">
              <w:t>Async</w:t>
            </w:r>
          </w:p>
        </w:tc>
        <w:tc>
          <w:tcPr>
            <w:tcW w:w="1851" w:type="dxa"/>
            <w:tcBorders>
              <w:top w:val="single" w:sz="4" w:space="0" w:color="auto"/>
              <w:left w:val="single" w:sz="4" w:space="0" w:color="auto"/>
              <w:bottom w:val="single" w:sz="4" w:space="0" w:color="auto"/>
              <w:right w:val="single" w:sz="4" w:space="0" w:color="auto"/>
            </w:tcBorders>
            <w:hideMark/>
          </w:tcPr>
          <w:p w14:paraId="4566575D" w14:textId="77777777" w:rsidR="00977C68" w:rsidRPr="008C6DE4" w:rsidRDefault="00977C68" w:rsidP="00F15152">
            <w:pPr>
              <w:pStyle w:val="TAH"/>
            </w:pPr>
            <w:r w:rsidRPr="008C6DE4">
              <w:t>Sync</w:t>
            </w:r>
          </w:p>
        </w:tc>
        <w:tc>
          <w:tcPr>
            <w:tcW w:w="1851" w:type="dxa"/>
            <w:tcBorders>
              <w:top w:val="single" w:sz="4" w:space="0" w:color="auto"/>
              <w:left w:val="single" w:sz="4" w:space="0" w:color="auto"/>
              <w:bottom w:val="single" w:sz="4" w:space="0" w:color="auto"/>
              <w:right w:val="single" w:sz="4" w:space="0" w:color="auto"/>
            </w:tcBorders>
            <w:hideMark/>
          </w:tcPr>
          <w:p w14:paraId="023252F2" w14:textId="77777777" w:rsidR="00977C68" w:rsidRPr="008C6DE4" w:rsidRDefault="00977C68" w:rsidP="00F15152">
            <w:pPr>
              <w:pStyle w:val="TAH"/>
              <w:rPr>
                <w:lang w:eastAsia="zh-CN"/>
              </w:rPr>
            </w:pPr>
            <w:r w:rsidRPr="008C6DE4">
              <w:rPr>
                <w:lang w:eastAsia="zh-CN"/>
              </w:rPr>
              <w:t>Async</w:t>
            </w:r>
          </w:p>
        </w:tc>
      </w:tr>
      <w:tr w:rsidR="00DD3199" w:rsidRPr="008C6DE4" w14:paraId="7B8ABACC"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4E26104E" w14:textId="77777777" w:rsidR="00977C68" w:rsidRPr="008C6DE4" w:rsidRDefault="00977C68" w:rsidP="00F15152">
            <w:pPr>
              <w:pStyle w:val="TAC"/>
            </w:pPr>
            <w:r w:rsidRPr="008C6DE4">
              <w:t>0</w:t>
            </w:r>
          </w:p>
        </w:tc>
        <w:tc>
          <w:tcPr>
            <w:tcW w:w="1102" w:type="dxa"/>
            <w:tcBorders>
              <w:top w:val="single" w:sz="4" w:space="0" w:color="auto"/>
              <w:left w:val="single" w:sz="4" w:space="0" w:color="auto"/>
              <w:bottom w:val="single" w:sz="4" w:space="0" w:color="auto"/>
              <w:right w:val="single" w:sz="4" w:space="0" w:color="auto"/>
            </w:tcBorders>
            <w:hideMark/>
          </w:tcPr>
          <w:p w14:paraId="254C59E1" w14:textId="77777777" w:rsidR="00977C68" w:rsidRPr="008C6DE4" w:rsidRDefault="00977C68" w:rsidP="00F15152">
            <w:pPr>
              <w:pStyle w:val="TAC"/>
            </w:pPr>
            <w:r w:rsidRPr="008C6DE4">
              <w:t>1</w:t>
            </w:r>
          </w:p>
        </w:tc>
        <w:tc>
          <w:tcPr>
            <w:tcW w:w="1069" w:type="dxa"/>
            <w:tcBorders>
              <w:top w:val="single" w:sz="4" w:space="0" w:color="auto"/>
              <w:left w:val="single" w:sz="4" w:space="0" w:color="auto"/>
              <w:bottom w:val="single" w:sz="4" w:space="0" w:color="auto"/>
              <w:right w:val="single" w:sz="4" w:space="0" w:color="auto"/>
            </w:tcBorders>
            <w:hideMark/>
          </w:tcPr>
          <w:p w14:paraId="7D20C289" w14:textId="77777777" w:rsidR="00977C68" w:rsidRPr="008C6DE4" w:rsidRDefault="00977C68" w:rsidP="00F15152">
            <w:pPr>
              <w:pStyle w:val="TAC"/>
            </w:pPr>
            <w:r w:rsidRPr="008C6DE4">
              <w:t>1</w:t>
            </w:r>
          </w:p>
        </w:tc>
        <w:tc>
          <w:tcPr>
            <w:tcW w:w="1099" w:type="dxa"/>
            <w:tcBorders>
              <w:top w:val="single" w:sz="4" w:space="0" w:color="auto"/>
              <w:left w:val="single" w:sz="4" w:space="0" w:color="auto"/>
              <w:bottom w:val="single" w:sz="4" w:space="0" w:color="auto"/>
              <w:right w:val="single" w:sz="4" w:space="0" w:color="auto"/>
            </w:tcBorders>
            <w:hideMark/>
          </w:tcPr>
          <w:p w14:paraId="6CD3EBA4" w14:textId="77777777" w:rsidR="00977C68" w:rsidRPr="008C6DE4" w:rsidRDefault="00977C68" w:rsidP="00F15152">
            <w:pPr>
              <w:pStyle w:val="TAC"/>
            </w:pPr>
            <w:r w:rsidRPr="008C6DE4">
              <w:t>2</w:t>
            </w:r>
          </w:p>
        </w:tc>
        <w:tc>
          <w:tcPr>
            <w:tcW w:w="1851" w:type="dxa"/>
            <w:tcBorders>
              <w:top w:val="single" w:sz="4" w:space="0" w:color="auto"/>
              <w:left w:val="single" w:sz="4" w:space="0" w:color="auto"/>
              <w:bottom w:val="single" w:sz="4" w:space="0" w:color="auto"/>
              <w:right w:val="single" w:sz="4" w:space="0" w:color="auto"/>
            </w:tcBorders>
            <w:hideMark/>
          </w:tcPr>
          <w:p w14:paraId="1903E5BF" w14:textId="77777777" w:rsidR="00977C68" w:rsidRPr="008C6DE4" w:rsidRDefault="00977C68" w:rsidP="00F15152">
            <w:pPr>
              <w:pStyle w:val="TAC"/>
            </w:pPr>
            <w:r w:rsidRPr="008C6DE4">
              <w:t>1</w:t>
            </w:r>
          </w:p>
        </w:tc>
        <w:tc>
          <w:tcPr>
            <w:tcW w:w="1851" w:type="dxa"/>
            <w:tcBorders>
              <w:top w:val="single" w:sz="4" w:space="0" w:color="auto"/>
              <w:left w:val="single" w:sz="4" w:space="0" w:color="auto"/>
              <w:bottom w:val="single" w:sz="4" w:space="0" w:color="auto"/>
              <w:right w:val="single" w:sz="4" w:space="0" w:color="auto"/>
            </w:tcBorders>
            <w:hideMark/>
          </w:tcPr>
          <w:p w14:paraId="45918AE8" w14:textId="77777777" w:rsidR="00977C68" w:rsidRPr="008C6DE4" w:rsidRDefault="00977C68" w:rsidP="00F15152">
            <w:pPr>
              <w:pStyle w:val="TAC"/>
              <w:rPr>
                <w:lang w:eastAsia="zh-CN"/>
              </w:rPr>
            </w:pPr>
            <w:r w:rsidRPr="008C6DE4">
              <w:rPr>
                <w:lang w:eastAsia="zh-CN"/>
              </w:rPr>
              <w:t>2</w:t>
            </w:r>
          </w:p>
        </w:tc>
      </w:tr>
      <w:tr w:rsidR="00DD3199" w:rsidRPr="008C6DE4" w14:paraId="4B28CE51"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142D201E" w14:textId="77777777" w:rsidR="00977C68" w:rsidRPr="008C6DE4" w:rsidRDefault="00977C68" w:rsidP="00F15152">
            <w:pPr>
              <w:pStyle w:val="TAC"/>
            </w:pPr>
            <w:r w:rsidRPr="008C6DE4">
              <w:t>1</w:t>
            </w:r>
          </w:p>
        </w:tc>
        <w:tc>
          <w:tcPr>
            <w:tcW w:w="1102" w:type="dxa"/>
            <w:tcBorders>
              <w:top w:val="single" w:sz="4" w:space="0" w:color="auto"/>
              <w:left w:val="single" w:sz="4" w:space="0" w:color="auto"/>
              <w:bottom w:val="single" w:sz="4" w:space="0" w:color="auto"/>
              <w:right w:val="single" w:sz="4" w:space="0" w:color="auto"/>
            </w:tcBorders>
            <w:hideMark/>
          </w:tcPr>
          <w:p w14:paraId="2235EA0E" w14:textId="77777777" w:rsidR="00977C68" w:rsidRPr="008C6DE4" w:rsidRDefault="00977C68" w:rsidP="00F15152">
            <w:pPr>
              <w:pStyle w:val="TAC"/>
            </w:pPr>
            <w:r w:rsidRPr="008C6DE4">
              <w:t>0.5</w:t>
            </w:r>
          </w:p>
        </w:tc>
        <w:tc>
          <w:tcPr>
            <w:tcW w:w="1069" w:type="dxa"/>
            <w:tcBorders>
              <w:top w:val="single" w:sz="4" w:space="0" w:color="auto"/>
              <w:left w:val="single" w:sz="4" w:space="0" w:color="auto"/>
              <w:bottom w:val="single" w:sz="4" w:space="0" w:color="auto"/>
              <w:right w:val="single" w:sz="4" w:space="0" w:color="auto"/>
            </w:tcBorders>
            <w:hideMark/>
          </w:tcPr>
          <w:p w14:paraId="0960D5AF" w14:textId="77777777" w:rsidR="00977C68" w:rsidRPr="008C6DE4" w:rsidRDefault="00977C68" w:rsidP="00F15152">
            <w:pPr>
              <w:pStyle w:val="TAC"/>
            </w:pPr>
            <w:r w:rsidRPr="008C6DE4">
              <w:t>2</w:t>
            </w:r>
          </w:p>
        </w:tc>
        <w:tc>
          <w:tcPr>
            <w:tcW w:w="1099" w:type="dxa"/>
            <w:tcBorders>
              <w:top w:val="single" w:sz="4" w:space="0" w:color="auto"/>
              <w:left w:val="single" w:sz="4" w:space="0" w:color="auto"/>
              <w:bottom w:val="single" w:sz="4" w:space="0" w:color="auto"/>
              <w:right w:val="single" w:sz="4" w:space="0" w:color="auto"/>
            </w:tcBorders>
            <w:hideMark/>
          </w:tcPr>
          <w:p w14:paraId="62F24FB2" w14:textId="77777777" w:rsidR="00977C68" w:rsidRPr="008C6DE4" w:rsidRDefault="00977C68" w:rsidP="00F15152">
            <w:pPr>
              <w:pStyle w:val="TAC"/>
            </w:pPr>
            <w:r w:rsidRPr="008C6DE4">
              <w:t>3</w:t>
            </w:r>
          </w:p>
        </w:tc>
        <w:tc>
          <w:tcPr>
            <w:tcW w:w="1851" w:type="dxa"/>
            <w:tcBorders>
              <w:top w:val="single" w:sz="4" w:space="0" w:color="auto"/>
              <w:left w:val="single" w:sz="4" w:space="0" w:color="auto"/>
              <w:bottom w:val="single" w:sz="4" w:space="0" w:color="auto"/>
              <w:right w:val="single" w:sz="4" w:space="0" w:color="auto"/>
            </w:tcBorders>
            <w:hideMark/>
          </w:tcPr>
          <w:p w14:paraId="04E8578E" w14:textId="77777777" w:rsidR="00977C68" w:rsidRPr="008C6DE4" w:rsidRDefault="00977C68" w:rsidP="00F15152">
            <w:pPr>
              <w:pStyle w:val="TAC"/>
            </w:pPr>
            <w:r w:rsidRPr="008C6DE4">
              <w:t>2</w:t>
            </w:r>
          </w:p>
        </w:tc>
        <w:tc>
          <w:tcPr>
            <w:tcW w:w="1851" w:type="dxa"/>
            <w:tcBorders>
              <w:top w:val="single" w:sz="4" w:space="0" w:color="auto"/>
              <w:left w:val="single" w:sz="4" w:space="0" w:color="auto"/>
              <w:bottom w:val="single" w:sz="4" w:space="0" w:color="auto"/>
              <w:right w:val="single" w:sz="4" w:space="0" w:color="auto"/>
            </w:tcBorders>
            <w:hideMark/>
          </w:tcPr>
          <w:p w14:paraId="607387AC" w14:textId="77777777" w:rsidR="00977C68" w:rsidRPr="008C6DE4" w:rsidRDefault="00977C68" w:rsidP="00F15152">
            <w:pPr>
              <w:pStyle w:val="TAC"/>
              <w:rPr>
                <w:lang w:eastAsia="zh-CN"/>
              </w:rPr>
            </w:pPr>
            <w:r w:rsidRPr="008C6DE4">
              <w:rPr>
                <w:lang w:eastAsia="zh-CN"/>
              </w:rPr>
              <w:t>3</w:t>
            </w:r>
          </w:p>
        </w:tc>
      </w:tr>
      <w:tr w:rsidR="00DD3199" w:rsidRPr="008C6DE4" w14:paraId="293F2560"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777FC46D" w14:textId="77777777" w:rsidR="00977C68" w:rsidRPr="008C6DE4" w:rsidRDefault="00977C68" w:rsidP="00F15152">
            <w:pPr>
              <w:pStyle w:val="TAC"/>
            </w:pPr>
            <w:r w:rsidRPr="008C6DE4">
              <w:t>2</w:t>
            </w:r>
          </w:p>
        </w:tc>
        <w:tc>
          <w:tcPr>
            <w:tcW w:w="1102" w:type="dxa"/>
            <w:tcBorders>
              <w:top w:val="single" w:sz="4" w:space="0" w:color="auto"/>
              <w:left w:val="single" w:sz="4" w:space="0" w:color="auto"/>
              <w:bottom w:val="single" w:sz="4" w:space="0" w:color="auto"/>
              <w:right w:val="single" w:sz="4" w:space="0" w:color="auto"/>
            </w:tcBorders>
            <w:hideMark/>
          </w:tcPr>
          <w:p w14:paraId="7B9F82FA" w14:textId="77777777" w:rsidR="00977C68" w:rsidRPr="008C6DE4" w:rsidRDefault="00977C68" w:rsidP="00F15152">
            <w:pPr>
              <w:pStyle w:val="TAC"/>
            </w:pPr>
            <w:r w:rsidRPr="008C6DE4">
              <w:t>0.25</w:t>
            </w:r>
          </w:p>
        </w:tc>
        <w:tc>
          <w:tcPr>
            <w:tcW w:w="2168" w:type="dxa"/>
            <w:gridSpan w:val="2"/>
            <w:tcBorders>
              <w:top w:val="single" w:sz="4" w:space="0" w:color="auto"/>
              <w:left w:val="single" w:sz="4" w:space="0" w:color="auto"/>
              <w:bottom w:val="single" w:sz="4" w:space="0" w:color="auto"/>
              <w:right w:val="single" w:sz="4" w:space="0" w:color="auto"/>
            </w:tcBorders>
            <w:hideMark/>
          </w:tcPr>
          <w:p w14:paraId="3170BAEA" w14:textId="77777777" w:rsidR="00977C68" w:rsidRPr="008C6DE4" w:rsidRDefault="00977C68" w:rsidP="00F15152">
            <w:pPr>
              <w:pStyle w:val="TAC"/>
            </w:pPr>
            <w:r w:rsidRPr="008C6DE4">
              <w:t>5</w:t>
            </w:r>
          </w:p>
        </w:tc>
        <w:tc>
          <w:tcPr>
            <w:tcW w:w="1851" w:type="dxa"/>
            <w:tcBorders>
              <w:top w:val="single" w:sz="4" w:space="0" w:color="auto"/>
              <w:left w:val="single" w:sz="4" w:space="0" w:color="auto"/>
              <w:bottom w:val="single" w:sz="4" w:space="0" w:color="auto"/>
              <w:right w:val="single" w:sz="4" w:space="0" w:color="auto"/>
            </w:tcBorders>
            <w:hideMark/>
          </w:tcPr>
          <w:p w14:paraId="4CBF73DB" w14:textId="77777777" w:rsidR="00977C68" w:rsidRPr="008C6DE4" w:rsidRDefault="00977C68" w:rsidP="00F15152">
            <w:pPr>
              <w:pStyle w:val="TAC"/>
            </w:pPr>
            <w:r w:rsidRPr="008C6DE4">
              <w:t>4</w:t>
            </w:r>
          </w:p>
        </w:tc>
        <w:tc>
          <w:tcPr>
            <w:tcW w:w="1851" w:type="dxa"/>
            <w:tcBorders>
              <w:top w:val="single" w:sz="4" w:space="0" w:color="auto"/>
              <w:left w:val="single" w:sz="4" w:space="0" w:color="auto"/>
              <w:bottom w:val="single" w:sz="4" w:space="0" w:color="auto"/>
              <w:right w:val="single" w:sz="4" w:space="0" w:color="auto"/>
            </w:tcBorders>
            <w:hideMark/>
          </w:tcPr>
          <w:p w14:paraId="67CC7205" w14:textId="77777777" w:rsidR="00977C68" w:rsidRPr="008C6DE4" w:rsidRDefault="00977C68" w:rsidP="00F15152">
            <w:pPr>
              <w:pStyle w:val="TAC"/>
              <w:rPr>
                <w:lang w:eastAsia="zh-CN"/>
              </w:rPr>
            </w:pPr>
            <w:r w:rsidRPr="008C6DE4">
              <w:rPr>
                <w:lang w:eastAsia="zh-CN"/>
              </w:rPr>
              <w:t>5</w:t>
            </w:r>
          </w:p>
        </w:tc>
      </w:tr>
      <w:tr w:rsidR="00977C68" w:rsidRPr="008C6DE4" w14:paraId="0A00F95D"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76899B81" w14:textId="77777777" w:rsidR="00977C68" w:rsidRPr="008C6DE4" w:rsidRDefault="00977C68" w:rsidP="00F15152">
            <w:pPr>
              <w:pStyle w:val="TAC"/>
            </w:pPr>
            <w:r w:rsidRPr="008C6DE4">
              <w:t>3</w:t>
            </w:r>
          </w:p>
        </w:tc>
        <w:tc>
          <w:tcPr>
            <w:tcW w:w="1102" w:type="dxa"/>
            <w:tcBorders>
              <w:top w:val="single" w:sz="4" w:space="0" w:color="auto"/>
              <w:left w:val="single" w:sz="4" w:space="0" w:color="auto"/>
              <w:bottom w:val="single" w:sz="4" w:space="0" w:color="auto"/>
              <w:right w:val="single" w:sz="4" w:space="0" w:color="auto"/>
            </w:tcBorders>
            <w:hideMark/>
          </w:tcPr>
          <w:p w14:paraId="181F9695" w14:textId="77777777" w:rsidR="00977C68" w:rsidRPr="008C6DE4" w:rsidRDefault="00977C68" w:rsidP="00F15152">
            <w:pPr>
              <w:pStyle w:val="TAC"/>
            </w:pPr>
            <w:r w:rsidRPr="008C6DE4">
              <w:t>0.125</w:t>
            </w:r>
          </w:p>
        </w:tc>
        <w:tc>
          <w:tcPr>
            <w:tcW w:w="2168" w:type="dxa"/>
            <w:gridSpan w:val="2"/>
            <w:tcBorders>
              <w:top w:val="single" w:sz="4" w:space="0" w:color="auto"/>
              <w:left w:val="single" w:sz="4" w:space="0" w:color="auto"/>
              <w:bottom w:val="single" w:sz="4" w:space="0" w:color="auto"/>
              <w:right w:val="single" w:sz="4" w:space="0" w:color="auto"/>
            </w:tcBorders>
            <w:hideMark/>
          </w:tcPr>
          <w:p w14:paraId="0EE08934" w14:textId="77777777" w:rsidR="00977C68" w:rsidRPr="008C6DE4" w:rsidRDefault="00977C68" w:rsidP="00F15152">
            <w:pPr>
              <w:pStyle w:val="TAC"/>
            </w:pPr>
            <w:r w:rsidRPr="008C6DE4">
              <w:t>9</w:t>
            </w:r>
          </w:p>
        </w:tc>
        <w:tc>
          <w:tcPr>
            <w:tcW w:w="1851" w:type="dxa"/>
            <w:tcBorders>
              <w:top w:val="single" w:sz="4" w:space="0" w:color="auto"/>
              <w:left w:val="single" w:sz="4" w:space="0" w:color="auto"/>
              <w:bottom w:val="single" w:sz="4" w:space="0" w:color="auto"/>
              <w:right w:val="single" w:sz="4" w:space="0" w:color="auto"/>
            </w:tcBorders>
            <w:hideMark/>
          </w:tcPr>
          <w:p w14:paraId="56FC56C6" w14:textId="3FF73427" w:rsidR="00977C68" w:rsidRPr="008C6DE4" w:rsidRDefault="00977C68" w:rsidP="00F15152">
            <w:pPr>
              <w:pStyle w:val="TAC"/>
            </w:pPr>
            <w:r w:rsidRPr="008C6DE4">
              <w:t>N/A</w:t>
            </w:r>
          </w:p>
        </w:tc>
        <w:tc>
          <w:tcPr>
            <w:tcW w:w="1851" w:type="dxa"/>
            <w:tcBorders>
              <w:top w:val="single" w:sz="4" w:space="0" w:color="auto"/>
              <w:left w:val="single" w:sz="4" w:space="0" w:color="auto"/>
              <w:bottom w:val="single" w:sz="4" w:space="0" w:color="auto"/>
              <w:right w:val="single" w:sz="4" w:space="0" w:color="auto"/>
            </w:tcBorders>
            <w:hideMark/>
          </w:tcPr>
          <w:p w14:paraId="2999BD54" w14:textId="0998842D" w:rsidR="00977C68" w:rsidRPr="008C6DE4" w:rsidRDefault="00977C68" w:rsidP="00F15152">
            <w:pPr>
              <w:pStyle w:val="TAC"/>
              <w:rPr>
                <w:lang w:eastAsia="zh-CN"/>
              </w:rPr>
            </w:pPr>
            <w:r w:rsidRPr="008C6DE4">
              <w:t>N/A</w:t>
            </w:r>
          </w:p>
        </w:tc>
      </w:tr>
    </w:tbl>
    <w:p w14:paraId="626B20F3" w14:textId="77777777" w:rsidR="00977C68" w:rsidRPr="008C6DE4" w:rsidRDefault="00977C68" w:rsidP="00977C68"/>
    <w:p w14:paraId="42DC0503" w14:textId="77777777" w:rsidR="00977C68" w:rsidRPr="008C6DE4" w:rsidRDefault="00977C68" w:rsidP="00977C68">
      <w:pPr>
        <w:pStyle w:val="TH"/>
      </w:pPr>
      <w:r w:rsidRPr="008C6DE4">
        <w:t>Table 8.2.3.2.3-2: Interruption length X1 and Y1 at SCell addition/Release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930"/>
        <w:gridCol w:w="2288"/>
        <w:gridCol w:w="709"/>
        <w:gridCol w:w="3666"/>
      </w:tblGrid>
      <w:tr w:rsidR="00804CD3" w:rsidRPr="008C6DE4" w14:paraId="1034E8B6" w14:textId="77777777" w:rsidTr="00F15152">
        <w:trPr>
          <w:trHeight w:val="424"/>
          <w:jc w:val="center"/>
        </w:trPr>
        <w:tc>
          <w:tcPr>
            <w:tcW w:w="591" w:type="dxa"/>
            <w:tcBorders>
              <w:top w:val="single" w:sz="4" w:space="0" w:color="auto"/>
              <w:left w:val="single" w:sz="4" w:space="0" w:color="auto"/>
              <w:bottom w:val="single" w:sz="4" w:space="0" w:color="auto"/>
              <w:right w:val="single" w:sz="4" w:space="0" w:color="auto"/>
            </w:tcBorders>
            <w:vAlign w:val="center"/>
            <w:hideMark/>
          </w:tcPr>
          <w:p w14:paraId="0DB90BCD" w14:textId="77777777" w:rsidR="00804CD3" w:rsidRPr="008C6DE4" w:rsidRDefault="00804CD3" w:rsidP="00804CD3">
            <w:pPr>
              <w:pStyle w:val="TAH"/>
            </w:pPr>
            <w:r w:rsidRPr="008C6DE4">
              <w:rPr>
                <w:noProof/>
                <w:lang w:val="en-US" w:eastAsia="zh-CN"/>
              </w:rPr>
              <w:drawing>
                <wp:inline distT="0" distB="0" distL="0" distR="0" wp14:anchorId="53218C39" wp14:editId="490D3F7F">
                  <wp:extent cx="154305" cy="154305"/>
                  <wp:effectExtent l="0" t="0" r="0" b="0"/>
                  <wp:docPr id="15"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930" w:type="dxa"/>
            <w:tcBorders>
              <w:top w:val="single" w:sz="4" w:space="0" w:color="auto"/>
              <w:left w:val="single" w:sz="4" w:space="0" w:color="auto"/>
              <w:bottom w:val="single" w:sz="4" w:space="0" w:color="auto"/>
              <w:right w:val="single" w:sz="4" w:space="0" w:color="auto"/>
            </w:tcBorders>
            <w:hideMark/>
          </w:tcPr>
          <w:p w14:paraId="0F06646F" w14:textId="77777777" w:rsidR="00804CD3" w:rsidRPr="008C6DE4" w:rsidRDefault="00804CD3" w:rsidP="00804CD3">
            <w:pPr>
              <w:pStyle w:val="TAH"/>
            </w:pPr>
            <w:r w:rsidRPr="008C6DE4">
              <w:t>NR Slot length (ms) of victim cell</w:t>
            </w:r>
          </w:p>
        </w:tc>
        <w:tc>
          <w:tcPr>
            <w:tcW w:w="2997" w:type="dxa"/>
            <w:gridSpan w:val="2"/>
            <w:tcBorders>
              <w:top w:val="single" w:sz="4" w:space="0" w:color="auto"/>
              <w:left w:val="single" w:sz="4" w:space="0" w:color="auto"/>
              <w:bottom w:val="single" w:sz="4" w:space="0" w:color="auto"/>
              <w:right w:val="single" w:sz="4" w:space="0" w:color="auto"/>
            </w:tcBorders>
            <w:hideMark/>
          </w:tcPr>
          <w:p w14:paraId="0347A934" w14:textId="75041DAD" w:rsidR="00804CD3" w:rsidRPr="008C6DE4" w:rsidRDefault="00804CD3" w:rsidP="00804CD3">
            <w:pPr>
              <w:pStyle w:val="TAH"/>
            </w:pPr>
            <w:r w:rsidRPr="008C6DE4">
              <w:rPr>
                <w:lang w:val="fr-FR"/>
              </w:rPr>
              <w:t>Interruption length X1 (slots)</w:t>
            </w:r>
          </w:p>
        </w:tc>
        <w:tc>
          <w:tcPr>
            <w:tcW w:w="3666" w:type="dxa"/>
            <w:tcBorders>
              <w:top w:val="single" w:sz="4" w:space="0" w:color="auto"/>
              <w:left w:val="single" w:sz="4" w:space="0" w:color="auto"/>
              <w:bottom w:val="single" w:sz="4" w:space="0" w:color="auto"/>
              <w:right w:val="single" w:sz="4" w:space="0" w:color="auto"/>
            </w:tcBorders>
            <w:hideMark/>
          </w:tcPr>
          <w:p w14:paraId="6F32F02D" w14:textId="4C3E1FE2" w:rsidR="00804CD3" w:rsidRPr="008C6DE4" w:rsidRDefault="00804CD3" w:rsidP="00804CD3">
            <w:pPr>
              <w:pStyle w:val="TAH"/>
              <w:rPr>
                <w:vertAlign w:val="superscript"/>
                <w:lang w:eastAsia="zh-CN"/>
              </w:rPr>
            </w:pPr>
            <w:r w:rsidRPr="008C6DE4">
              <w:rPr>
                <w:lang w:val="fr-FR"/>
              </w:rPr>
              <w:t>Interruption length Y1 (slots)</w:t>
            </w:r>
            <w:r w:rsidRPr="008C6DE4">
              <w:rPr>
                <w:vertAlign w:val="superscript"/>
                <w:lang w:val="fr-FR"/>
              </w:rPr>
              <w:t xml:space="preserve"> </w:t>
            </w:r>
          </w:p>
        </w:tc>
      </w:tr>
      <w:tr w:rsidR="00DD3199" w:rsidRPr="008C6DE4" w14:paraId="121C3D1F" w14:textId="77777777" w:rsidTr="00F15152">
        <w:trPr>
          <w:jc w:val="center"/>
        </w:trPr>
        <w:tc>
          <w:tcPr>
            <w:tcW w:w="591" w:type="dxa"/>
            <w:tcBorders>
              <w:top w:val="single" w:sz="4" w:space="0" w:color="auto"/>
              <w:left w:val="single" w:sz="4" w:space="0" w:color="auto"/>
              <w:bottom w:val="single" w:sz="4" w:space="0" w:color="auto"/>
              <w:right w:val="single" w:sz="4" w:space="0" w:color="auto"/>
            </w:tcBorders>
            <w:hideMark/>
          </w:tcPr>
          <w:p w14:paraId="58D049FC" w14:textId="77777777" w:rsidR="00977C68" w:rsidRPr="008C6DE4" w:rsidRDefault="00977C68" w:rsidP="00F15152">
            <w:pPr>
              <w:pStyle w:val="TAC"/>
            </w:pPr>
            <w:r w:rsidRPr="008C6DE4">
              <w:t>0</w:t>
            </w:r>
          </w:p>
        </w:tc>
        <w:tc>
          <w:tcPr>
            <w:tcW w:w="930" w:type="dxa"/>
            <w:tcBorders>
              <w:top w:val="single" w:sz="4" w:space="0" w:color="auto"/>
              <w:left w:val="single" w:sz="4" w:space="0" w:color="auto"/>
              <w:bottom w:val="single" w:sz="4" w:space="0" w:color="auto"/>
              <w:right w:val="single" w:sz="4" w:space="0" w:color="auto"/>
            </w:tcBorders>
            <w:hideMark/>
          </w:tcPr>
          <w:p w14:paraId="49B32768" w14:textId="77777777" w:rsidR="00977C68" w:rsidRPr="008C6DE4" w:rsidRDefault="00977C68" w:rsidP="00F15152">
            <w:pPr>
              <w:pStyle w:val="TAC"/>
            </w:pPr>
            <w:r w:rsidRPr="008C6DE4">
              <w:t>1</w:t>
            </w:r>
          </w:p>
        </w:tc>
        <w:tc>
          <w:tcPr>
            <w:tcW w:w="2997" w:type="dxa"/>
            <w:gridSpan w:val="2"/>
            <w:tcBorders>
              <w:top w:val="single" w:sz="4" w:space="0" w:color="auto"/>
              <w:left w:val="single" w:sz="4" w:space="0" w:color="auto"/>
              <w:bottom w:val="single" w:sz="4" w:space="0" w:color="auto"/>
              <w:right w:val="single" w:sz="4" w:space="0" w:color="auto"/>
            </w:tcBorders>
            <w:hideMark/>
          </w:tcPr>
          <w:p w14:paraId="78FB98F8" w14:textId="77777777" w:rsidR="00977C68" w:rsidRPr="008C6DE4" w:rsidRDefault="00977C68" w:rsidP="00F15152">
            <w:pPr>
              <w:pStyle w:val="TAC"/>
            </w:pPr>
            <w:r w:rsidRPr="008C6DE4">
              <w:rPr>
                <w:lang w:eastAsia="zh-CN"/>
              </w:rPr>
              <w:t>1</w:t>
            </w:r>
          </w:p>
        </w:tc>
        <w:tc>
          <w:tcPr>
            <w:tcW w:w="3666" w:type="dxa"/>
            <w:tcBorders>
              <w:top w:val="single" w:sz="4" w:space="0" w:color="auto"/>
              <w:left w:val="single" w:sz="4" w:space="0" w:color="auto"/>
              <w:bottom w:val="single" w:sz="4" w:space="0" w:color="auto"/>
              <w:right w:val="single" w:sz="4" w:space="0" w:color="auto"/>
            </w:tcBorders>
            <w:hideMark/>
          </w:tcPr>
          <w:p w14:paraId="67285A47" w14:textId="77777777" w:rsidR="00977C68" w:rsidRPr="008C6DE4" w:rsidRDefault="00977C68" w:rsidP="00F15152">
            <w:pPr>
              <w:pStyle w:val="TAC"/>
            </w:pPr>
            <w:r w:rsidRPr="008C6DE4">
              <w:t>1</w:t>
            </w:r>
          </w:p>
        </w:tc>
      </w:tr>
      <w:tr w:rsidR="00DD3199" w:rsidRPr="008C6DE4" w14:paraId="3E721124" w14:textId="77777777" w:rsidTr="00F15152">
        <w:trPr>
          <w:jc w:val="center"/>
        </w:trPr>
        <w:tc>
          <w:tcPr>
            <w:tcW w:w="591" w:type="dxa"/>
            <w:tcBorders>
              <w:top w:val="single" w:sz="4" w:space="0" w:color="auto"/>
              <w:left w:val="single" w:sz="4" w:space="0" w:color="auto"/>
              <w:bottom w:val="single" w:sz="4" w:space="0" w:color="auto"/>
              <w:right w:val="single" w:sz="4" w:space="0" w:color="auto"/>
            </w:tcBorders>
            <w:hideMark/>
          </w:tcPr>
          <w:p w14:paraId="6061943E" w14:textId="77777777" w:rsidR="00977C68" w:rsidRPr="008C6DE4" w:rsidRDefault="00977C68" w:rsidP="00F15152">
            <w:pPr>
              <w:pStyle w:val="TAC"/>
            </w:pPr>
            <w:r w:rsidRPr="008C6DE4">
              <w:t>1</w:t>
            </w:r>
          </w:p>
        </w:tc>
        <w:tc>
          <w:tcPr>
            <w:tcW w:w="930" w:type="dxa"/>
            <w:tcBorders>
              <w:top w:val="single" w:sz="4" w:space="0" w:color="auto"/>
              <w:left w:val="single" w:sz="4" w:space="0" w:color="auto"/>
              <w:bottom w:val="single" w:sz="4" w:space="0" w:color="auto"/>
              <w:right w:val="single" w:sz="4" w:space="0" w:color="auto"/>
            </w:tcBorders>
            <w:hideMark/>
          </w:tcPr>
          <w:p w14:paraId="1A810164" w14:textId="77777777" w:rsidR="00977C68" w:rsidRPr="008C6DE4" w:rsidRDefault="00977C68" w:rsidP="00F15152">
            <w:pPr>
              <w:pStyle w:val="TAC"/>
            </w:pPr>
            <w:r w:rsidRPr="008C6DE4">
              <w:t>0.5</w:t>
            </w:r>
          </w:p>
        </w:tc>
        <w:tc>
          <w:tcPr>
            <w:tcW w:w="2997" w:type="dxa"/>
            <w:gridSpan w:val="2"/>
            <w:tcBorders>
              <w:top w:val="single" w:sz="4" w:space="0" w:color="auto"/>
              <w:left w:val="single" w:sz="4" w:space="0" w:color="auto"/>
              <w:bottom w:val="single" w:sz="4" w:space="0" w:color="auto"/>
              <w:right w:val="single" w:sz="4" w:space="0" w:color="auto"/>
            </w:tcBorders>
            <w:hideMark/>
          </w:tcPr>
          <w:p w14:paraId="621F1E43" w14:textId="77777777" w:rsidR="00977C68" w:rsidRPr="008C6DE4" w:rsidRDefault="00977C68" w:rsidP="00F15152">
            <w:pPr>
              <w:pStyle w:val="TAC"/>
            </w:pPr>
            <w:r w:rsidRPr="008C6DE4">
              <w:rPr>
                <w:lang w:eastAsia="zh-CN"/>
              </w:rPr>
              <w:t>2</w:t>
            </w:r>
          </w:p>
        </w:tc>
        <w:tc>
          <w:tcPr>
            <w:tcW w:w="3666" w:type="dxa"/>
            <w:tcBorders>
              <w:top w:val="single" w:sz="4" w:space="0" w:color="auto"/>
              <w:left w:val="single" w:sz="4" w:space="0" w:color="auto"/>
              <w:bottom w:val="single" w:sz="4" w:space="0" w:color="auto"/>
              <w:right w:val="single" w:sz="4" w:space="0" w:color="auto"/>
            </w:tcBorders>
            <w:hideMark/>
          </w:tcPr>
          <w:p w14:paraId="5ED8CE60" w14:textId="77777777" w:rsidR="00977C68" w:rsidRPr="008C6DE4" w:rsidRDefault="00977C68" w:rsidP="00F15152">
            <w:pPr>
              <w:pStyle w:val="TAC"/>
            </w:pPr>
            <w:r w:rsidRPr="008C6DE4">
              <w:t>2</w:t>
            </w:r>
          </w:p>
        </w:tc>
      </w:tr>
      <w:tr w:rsidR="00DD3199" w:rsidRPr="008C6DE4" w14:paraId="688AC8DF" w14:textId="77777777" w:rsidTr="00F15152">
        <w:trPr>
          <w:jc w:val="center"/>
        </w:trPr>
        <w:tc>
          <w:tcPr>
            <w:tcW w:w="591" w:type="dxa"/>
            <w:vMerge w:val="restart"/>
            <w:tcBorders>
              <w:top w:val="single" w:sz="4" w:space="0" w:color="auto"/>
              <w:left w:val="single" w:sz="4" w:space="0" w:color="auto"/>
              <w:bottom w:val="single" w:sz="4" w:space="0" w:color="auto"/>
              <w:right w:val="single" w:sz="4" w:space="0" w:color="auto"/>
            </w:tcBorders>
            <w:hideMark/>
          </w:tcPr>
          <w:p w14:paraId="39086ADE" w14:textId="77777777" w:rsidR="00977C68" w:rsidRPr="008C6DE4" w:rsidRDefault="00977C68" w:rsidP="00F15152">
            <w:pPr>
              <w:pStyle w:val="TAC"/>
            </w:pPr>
            <w:r w:rsidRPr="008C6DE4">
              <w:t>2</w:t>
            </w:r>
          </w:p>
        </w:tc>
        <w:tc>
          <w:tcPr>
            <w:tcW w:w="930" w:type="dxa"/>
            <w:vMerge w:val="restart"/>
            <w:tcBorders>
              <w:top w:val="single" w:sz="4" w:space="0" w:color="auto"/>
              <w:left w:val="single" w:sz="4" w:space="0" w:color="auto"/>
              <w:bottom w:val="single" w:sz="4" w:space="0" w:color="auto"/>
              <w:right w:val="single" w:sz="4" w:space="0" w:color="auto"/>
            </w:tcBorders>
            <w:hideMark/>
          </w:tcPr>
          <w:p w14:paraId="12F8A9DB" w14:textId="77777777" w:rsidR="00977C68" w:rsidRPr="008C6DE4" w:rsidRDefault="00977C68" w:rsidP="00F15152">
            <w:pPr>
              <w:pStyle w:val="TAC"/>
            </w:pPr>
            <w:r w:rsidRPr="008C6DE4">
              <w:t>0.25</w:t>
            </w:r>
          </w:p>
        </w:tc>
        <w:tc>
          <w:tcPr>
            <w:tcW w:w="2288" w:type="dxa"/>
            <w:tcBorders>
              <w:top w:val="single" w:sz="4" w:space="0" w:color="auto"/>
              <w:left w:val="single" w:sz="4" w:space="0" w:color="auto"/>
              <w:bottom w:val="single" w:sz="4" w:space="0" w:color="auto"/>
              <w:right w:val="single" w:sz="4" w:space="0" w:color="auto"/>
            </w:tcBorders>
            <w:hideMark/>
          </w:tcPr>
          <w:p w14:paraId="6898FCEA" w14:textId="77777777" w:rsidR="00977C68" w:rsidRPr="008C6DE4" w:rsidRDefault="00977C68" w:rsidP="00F15152">
            <w:pPr>
              <w:pStyle w:val="TAC"/>
              <w:rPr>
                <w:lang w:eastAsia="zh-CN"/>
              </w:rPr>
            </w:pPr>
            <w:r w:rsidRPr="008C6DE4">
              <w:rPr>
                <w:lang w:eastAsia="zh-CN"/>
              </w:rPr>
              <w:t>Both aggressor cell and victim cell are on FR2</w:t>
            </w:r>
          </w:p>
        </w:tc>
        <w:tc>
          <w:tcPr>
            <w:tcW w:w="709" w:type="dxa"/>
            <w:tcBorders>
              <w:top w:val="single" w:sz="4" w:space="0" w:color="auto"/>
              <w:left w:val="single" w:sz="4" w:space="0" w:color="auto"/>
              <w:bottom w:val="single" w:sz="4" w:space="0" w:color="auto"/>
              <w:right w:val="single" w:sz="4" w:space="0" w:color="auto"/>
            </w:tcBorders>
            <w:hideMark/>
          </w:tcPr>
          <w:p w14:paraId="502B8C5A" w14:textId="77777777" w:rsidR="00977C68" w:rsidRPr="008C6DE4" w:rsidRDefault="00977C68" w:rsidP="00F15152">
            <w:pPr>
              <w:pStyle w:val="TAC"/>
              <w:rPr>
                <w:lang w:eastAsia="zh-CN"/>
              </w:rPr>
            </w:pPr>
            <w:r w:rsidRPr="008C6DE4">
              <w:rPr>
                <w:lang w:eastAsia="zh-CN"/>
              </w:rPr>
              <w:t>4</w:t>
            </w:r>
          </w:p>
        </w:tc>
        <w:tc>
          <w:tcPr>
            <w:tcW w:w="3666" w:type="dxa"/>
            <w:vMerge w:val="restart"/>
            <w:tcBorders>
              <w:top w:val="single" w:sz="4" w:space="0" w:color="auto"/>
              <w:left w:val="single" w:sz="4" w:space="0" w:color="auto"/>
              <w:bottom w:val="single" w:sz="4" w:space="0" w:color="auto"/>
              <w:right w:val="single" w:sz="4" w:space="0" w:color="auto"/>
            </w:tcBorders>
            <w:hideMark/>
          </w:tcPr>
          <w:p w14:paraId="31B42F63" w14:textId="77777777" w:rsidR="00977C68" w:rsidRPr="008C6DE4" w:rsidRDefault="00977C68" w:rsidP="00F15152">
            <w:pPr>
              <w:pStyle w:val="TAC"/>
              <w:rPr>
                <w:lang w:eastAsia="zh-CN"/>
              </w:rPr>
            </w:pPr>
            <w:r w:rsidRPr="008C6DE4">
              <w:rPr>
                <w:lang w:eastAsia="zh-CN"/>
              </w:rPr>
              <w:t>4</w:t>
            </w:r>
          </w:p>
        </w:tc>
      </w:tr>
      <w:tr w:rsidR="00DD3199" w:rsidRPr="008C6DE4" w14:paraId="6E3E3AF2"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490009" w14:textId="77777777" w:rsidR="00977C68" w:rsidRPr="008C6DE4" w:rsidRDefault="00977C68" w:rsidP="00F15152">
            <w:pPr>
              <w:spacing w:after="0"/>
              <w:rPr>
                <w:rFonts w:ascii="Arial" w:hAnsi="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9317C3" w14:textId="77777777" w:rsidR="00977C68" w:rsidRPr="008C6DE4" w:rsidRDefault="00977C68" w:rsidP="00F15152">
            <w:pPr>
              <w:spacing w:after="0"/>
              <w:rPr>
                <w:rFonts w:ascii="Arial" w:hAnsi="Arial"/>
                <w:sz w:val="18"/>
              </w:rPr>
            </w:pPr>
          </w:p>
        </w:tc>
        <w:tc>
          <w:tcPr>
            <w:tcW w:w="2288" w:type="dxa"/>
            <w:tcBorders>
              <w:top w:val="single" w:sz="4" w:space="0" w:color="auto"/>
              <w:left w:val="single" w:sz="4" w:space="0" w:color="auto"/>
              <w:bottom w:val="single" w:sz="4" w:space="0" w:color="auto"/>
              <w:right w:val="single" w:sz="4" w:space="0" w:color="auto"/>
            </w:tcBorders>
            <w:hideMark/>
          </w:tcPr>
          <w:p w14:paraId="0C035A0D" w14:textId="77777777" w:rsidR="00977C68" w:rsidRPr="008C6DE4" w:rsidRDefault="00977C68" w:rsidP="00F15152">
            <w:pPr>
              <w:pStyle w:val="TAC"/>
              <w:rPr>
                <w:lang w:eastAsia="zh-CN"/>
              </w:rPr>
            </w:pPr>
            <w:r w:rsidRPr="008C6DE4">
              <w:rPr>
                <w:lang w:eastAsia="zh-CN"/>
              </w:rPr>
              <w:t>Either aggressor cell or victim cell is on FR1</w:t>
            </w:r>
          </w:p>
        </w:tc>
        <w:tc>
          <w:tcPr>
            <w:tcW w:w="709" w:type="dxa"/>
            <w:tcBorders>
              <w:top w:val="single" w:sz="4" w:space="0" w:color="auto"/>
              <w:left w:val="single" w:sz="4" w:space="0" w:color="auto"/>
              <w:bottom w:val="single" w:sz="4" w:space="0" w:color="auto"/>
              <w:right w:val="single" w:sz="4" w:space="0" w:color="auto"/>
            </w:tcBorders>
            <w:hideMark/>
          </w:tcPr>
          <w:p w14:paraId="77A25FC3" w14:textId="77777777" w:rsidR="00977C68" w:rsidRPr="008C6DE4" w:rsidRDefault="00977C68" w:rsidP="00F15152">
            <w:pPr>
              <w:pStyle w:val="TAC"/>
              <w:rPr>
                <w:lang w:eastAsia="zh-CN"/>
              </w:rPr>
            </w:pPr>
            <w:r w:rsidRPr="008C6DE4">
              <w:rPr>
                <w:lang w:eastAsia="zh-CN"/>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0C124" w14:textId="77777777" w:rsidR="00977C68" w:rsidRPr="008C6DE4" w:rsidRDefault="00977C68" w:rsidP="00F15152">
            <w:pPr>
              <w:spacing w:after="0"/>
              <w:rPr>
                <w:rFonts w:ascii="Arial" w:hAnsi="Arial"/>
                <w:sz w:val="18"/>
                <w:lang w:eastAsia="zh-CN"/>
              </w:rPr>
            </w:pPr>
          </w:p>
        </w:tc>
      </w:tr>
      <w:tr w:rsidR="00DD3199" w:rsidRPr="008C6DE4" w14:paraId="21475CF9" w14:textId="77777777" w:rsidTr="00F15152">
        <w:trPr>
          <w:jc w:val="center"/>
        </w:trPr>
        <w:tc>
          <w:tcPr>
            <w:tcW w:w="591" w:type="dxa"/>
            <w:vMerge w:val="restart"/>
            <w:tcBorders>
              <w:top w:val="single" w:sz="4" w:space="0" w:color="auto"/>
              <w:left w:val="single" w:sz="4" w:space="0" w:color="auto"/>
              <w:bottom w:val="single" w:sz="4" w:space="0" w:color="auto"/>
              <w:right w:val="single" w:sz="4" w:space="0" w:color="auto"/>
            </w:tcBorders>
            <w:hideMark/>
          </w:tcPr>
          <w:p w14:paraId="646850F2" w14:textId="77777777" w:rsidR="00977C68" w:rsidRPr="008C6DE4" w:rsidRDefault="00977C68" w:rsidP="00F15152">
            <w:pPr>
              <w:pStyle w:val="TAC"/>
            </w:pPr>
            <w:r w:rsidRPr="008C6DE4">
              <w:t>3</w:t>
            </w:r>
          </w:p>
        </w:tc>
        <w:tc>
          <w:tcPr>
            <w:tcW w:w="930" w:type="dxa"/>
            <w:vMerge w:val="restart"/>
            <w:tcBorders>
              <w:top w:val="single" w:sz="4" w:space="0" w:color="auto"/>
              <w:left w:val="single" w:sz="4" w:space="0" w:color="auto"/>
              <w:bottom w:val="single" w:sz="4" w:space="0" w:color="auto"/>
              <w:right w:val="single" w:sz="4" w:space="0" w:color="auto"/>
            </w:tcBorders>
            <w:hideMark/>
          </w:tcPr>
          <w:p w14:paraId="10F637A6" w14:textId="77777777" w:rsidR="00977C68" w:rsidRPr="008C6DE4" w:rsidRDefault="00977C68" w:rsidP="00F15152">
            <w:pPr>
              <w:pStyle w:val="TAC"/>
            </w:pPr>
            <w:r w:rsidRPr="008C6DE4">
              <w:t>0.125</w:t>
            </w:r>
          </w:p>
        </w:tc>
        <w:tc>
          <w:tcPr>
            <w:tcW w:w="2288" w:type="dxa"/>
            <w:tcBorders>
              <w:top w:val="single" w:sz="4" w:space="0" w:color="auto"/>
              <w:left w:val="single" w:sz="4" w:space="0" w:color="auto"/>
              <w:bottom w:val="single" w:sz="4" w:space="0" w:color="auto"/>
              <w:right w:val="single" w:sz="4" w:space="0" w:color="auto"/>
            </w:tcBorders>
            <w:hideMark/>
          </w:tcPr>
          <w:p w14:paraId="50C185B7" w14:textId="77777777" w:rsidR="00977C68" w:rsidRPr="008C6DE4" w:rsidRDefault="00977C68" w:rsidP="00F15152">
            <w:pPr>
              <w:pStyle w:val="TAC"/>
              <w:rPr>
                <w:lang w:eastAsia="zh-CN"/>
              </w:rPr>
            </w:pPr>
            <w:r w:rsidRPr="008C6DE4">
              <w:rPr>
                <w:lang w:eastAsia="zh-CN"/>
              </w:rPr>
              <w:t>Aggressor cell is on FR2</w:t>
            </w:r>
          </w:p>
        </w:tc>
        <w:tc>
          <w:tcPr>
            <w:tcW w:w="709" w:type="dxa"/>
            <w:tcBorders>
              <w:top w:val="single" w:sz="4" w:space="0" w:color="auto"/>
              <w:left w:val="single" w:sz="4" w:space="0" w:color="auto"/>
              <w:bottom w:val="single" w:sz="4" w:space="0" w:color="auto"/>
              <w:right w:val="single" w:sz="4" w:space="0" w:color="auto"/>
            </w:tcBorders>
            <w:hideMark/>
          </w:tcPr>
          <w:p w14:paraId="2B338FFA" w14:textId="77777777" w:rsidR="00977C68" w:rsidRPr="008C6DE4" w:rsidRDefault="00977C68" w:rsidP="00F15152">
            <w:pPr>
              <w:pStyle w:val="TAC"/>
              <w:rPr>
                <w:lang w:eastAsia="zh-CN"/>
              </w:rPr>
            </w:pPr>
            <w:r w:rsidRPr="008C6DE4">
              <w:rPr>
                <w:lang w:eastAsia="zh-CN"/>
              </w:rPr>
              <w:t>8</w:t>
            </w:r>
          </w:p>
        </w:tc>
        <w:tc>
          <w:tcPr>
            <w:tcW w:w="3666" w:type="dxa"/>
            <w:vMerge w:val="restart"/>
            <w:tcBorders>
              <w:top w:val="single" w:sz="4" w:space="0" w:color="auto"/>
              <w:left w:val="single" w:sz="4" w:space="0" w:color="auto"/>
              <w:bottom w:val="single" w:sz="4" w:space="0" w:color="auto"/>
              <w:right w:val="single" w:sz="4" w:space="0" w:color="auto"/>
            </w:tcBorders>
            <w:hideMark/>
          </w:tcPr>
          <w:p w14:paraId="74274322" w14:textId="77777777" w:rsidR="00977C68" w:rsidRPr="008C6DE4" w:rsidRDefault="00977C68" w:rsidP="00F15152">
            <w:pPr>
              <w:pStyle w:val="TAC"/>
              <w:rPr>
                <w:lang w:eastAsia="zh-CN"/>
              </w:rPr>
            </w:pPr>
            <w:r w:rsidRPr="008C6DE4">
              <w:rPr>
                <w:lang w:eastAsia="zh-CN"/>
              </w:rPr>
              <w:t>8</w:t>
            </w:r>
          </w:p>
        </w:tc>
      </w:tr>
      <w:tr w:rsidR="00977C68" w:rsidRPr="008C6DE4" w14:paraId="1F8269B7"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C68C68" w14:textId="77777777" w:rsidR="00977C68" w:rsidRPr="008C6DE4" w:rsidRDefault="00977C68" w:rsidP="00F15152">
            <w:pPr>
              <w:spacing w:after="0"/>
              <w:rPr>
                <w:rFonts w:ascii="Arial" w:hAnsi="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05445A" w14:textId="77777777" w:rsidR="00977C68" w:rsidRPr="008C6DE4" w:rsidRDefault="00977C68" w:rsidP="00F15152">
            <w:pPr>
              <w:spacing w:after="0"/>
              <w:rPr>
                <w:rFonts w:ascii="Arial" w:hAnsi="Arial"/>
                <w:sz w:val="18"/>
              </w:rPr>
            </w:pPr>
          </w:p>
        </w:tc>
        <w:tc>
          <w:tcPr>
            <w:tcW w:w="2288" w:type="dxa"/>
            <w:tcBorders>
              <w:top w:val="single" w:sz="4" w:space="0" w:color="auto"/>
              <w:left w:val="single" w:sz="4" w:space="0" w:color="auto"/>
              <w:bottom w:val="single" w:sz="4" w:space="0" w:color="auto"/>
              <w:right w:val="single" w:sz="4" w:space="0" w:color="auto"/>
            </w:tcBorders>
            <w:hideMark/>
          </w:tcPr>
          <w:p w14:paraId="221C10FB" w14:textId="77777777" w:rsidR="00977C68" w:rsidRPr="008C6DE4" w:rsidRDefault="00977C68" w:rsidP="00F15152">
            <w:pPr>
              <w:pStyle w:val="TAC"/>
              <w:rPr>
                <w:lang w:eastAsia="zh-CN"/>
              </w:rPr>
            </w:pPr>
            <w:r w:rsidRPr="008C6DE4">
              <w:rPr>
                <w:lang w:eastAsia="zh-CN"/>
              </w:rPr>
              <w:t>Aggressor cell is on FR1</w:t>
            </w:r>
          </w:p>
        </w:tc>
        <w:tc>
          <w:tcPr>
            <w:tcW w:w="709" w:type="dxa"/>
            <w:tcBorders>
              <w:top w:val="single" w:sz="4" w:space="0" w:color="auto"/>
              <w:left w:val="single" w:sz="4" w:space="0" w:color="auto"/>
              <w:bottom w:val="single" w:sz="4" w:space="0" w:color="auto"/>
              <w:right w:val="single" w:sz="4" w:space="0" w:color="auto"/>
            </w:tcBorders>
            <w:hideMark/>
          </w:tcPr>
          <w:p w14:paraId="29C43052" w14:textId="77777777" w:rsidR="00977C68" w:rsidRPr="008C6DE4" w:rsidRDefault="00977C68" w:rsidP="00F15152">
            <w:pPr>
              <w:pStyle w:val="TAC"/>
              <w:rPr>
                <w:lang w:eastAsia="zh-CN"/>
              </w:rPr>
            </w:pPr>
            <w:r w:rsidRPr="008C6DE4">
              <w:rPr>
                <w:lang w:eastAsia="zh-CN"/>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7E8A09" w14:textId="77777777" w:rsidR="00977C68" w:rsidRPr="008C6DE4" w:rsidRDefault="00977C68" w:rsidP="00F15152">
            <w:pPr>
              <w:spacing w:after="0"/>
              <w:rPr>
                <w:rFonts w:ascii="Arial" w:hAnsi="Arial"/>
                <w:sz w:val="18"/>
                <w:lang w:eastAsia="zh-CN"/>
              </w:rPr>
            </w:pPr>
          </w:p>
        </w:tc>
      </w:tr>
    </w:tbl>
    <w:p w14:paraId="691E6147" w14:textId="77777777" w:rsidR="00977C68" w:rsidRPr="008C6DE4" w:rsidRDefault="00977C68" w:rsidP="00977C68">
      <w:pPr>
        <w:ind w:left="851" w:hanging="284"/>
      </w:pPr>
    </w:p>
    <w:p w14:paraId="4D86CBCA" w14:textId="4F14A772" w:rsidR="00977C68" w:rsidRPr="008C6DE4" w:rsidRDefault="0048284E" w:rsidP="0048284E">
      <w:pPr>
        <w:pStyle w:val="Heading5"/>
      </w:pPr>
      <w:r w:rsidRPr="008C6DE4">
        <w:t>8.2.3.2.4</w:t>
      </w:r>
      <w:r w:rsidR="00977C68" w:rsidRPr="008C6DE4">
        <w:tab/>
        <w:t>Interruptions at SCell activation/deactivation</w:t>
      </w:r>
    </w:p>
    <w:p w14:paraId="4744ECE8" w14:textId="77777777" w:rsidR="00977C68" w:rsidRPr="008C6DE4" w:rsidRDefault="00977C68" w:rsidP="00977C68">
      <w:pPr>
        <w:rPr>
          <w:rFonts w:eastAsia="MS Mincho"/>
          <w:lang w:eastAsia="zh-CN"/>
        </w:rPr>
      </w:pPr>
      <w:r w:rsidRPr="008C6DE4">
        <w:rPr>
          <w:rFonts w:eastAsia="MS Mincho"/>
          <w:lang w:eastAsia="zh-CN"/>
        </w:rPr>
        <w:t>The requirements in this clause shall apply for the UE configured with E-UTRA PSCell and one SCell.</w:t>
      </w:r>
    </w:p>
    <w:p w14:paraId="3A416908" w14:textId="77777777" w:rsidR="00977C68" w:rsidRPr="008C6DE4" w:rsidRDefault="00977C68" w:rsidP="00977C68">
      <w:pPr>
        <w:rPr>
          <w:rFonts w:eastAsia="MS Mincho"/>
          <w:lang w:eastAsia="zh-CN"/>
        </w:rPr>
      </w:pPr>
      <w:r w:rsidRPr="008C6DE4">
        <w:rPr>
          <w:rFonts w:eastAsia="MS Mincho"/>
          <w:lang w:eastAsia="zh-CN"/>
        </w:rPr>
        <w:t xml:space="preserve">When one </w:t>
      </w:r>
      <w:r w:rsidRPr="008C6DE4">
        <w:rPr>
          <w:lang w:eastAsia="zh-CN"/>
        </w:rPr>
        <w:t xml:space="preserve">E-UTRA </w:t>
      </w:r>
      <w:r w:rsidRPr="008C6DE4">
        <w:rPr>
          <w:rFonts w:eastAsia="MS Mincho"/>
          <w:lang w:eastAsia="zh-CN"/>
        </w:rPr>
        <w:t>SCell</w:t>
      </w:r>
      <w:r w:rsidRPr="008C6DE4">
        <w:rPr>
          <w:lang w:eastAsia="zh-CN"/>
        </w:rPr>
        <w:t xml:space="preserve"> in SCG </w:t>
      </w:r>
      <w:r w:rsidRPr="008C6DE4">
        <w:rPr>
          <w:rFonts w:eastAsia="MS Mincho"/>
          <w:lang w:eastAsia="zh-CN"/>
        </w:rPr>
        <w:t>is activated or deactivated:</w:t>
      </w:r>
    </w:p>
    <w:p w14:paraId="2C456A3A" w14:textId="77777777" w:rsidR="004C54CE" w:rsidRPr="008C6DE4" w:rsidRDefault="004C54CE" w:rsidP="00A91637">
      <w:pPr>
        <w:pStyle w:val="B10"/>
      </w:pPr>
      <w:r w:rsidRPr="008C6DE4">
        <w:t>-</w:t>
      </w:r>
      <w:r w:rsidRPr="008C6DE4">
        <w:tab/>
        <w:t>the UE is allowed an interruption on any active serving cell</w:t>
      </w:r>
      <w:r w:rsidRPr="008C6DE4">
        <w:rPr>
          <w:lang w:eastAsia="zh-CN"/>
        </w:rPr>
        <w:t xml:space="preserve"> in MCG</w:t>
      </w:r>
      <w:r w:rsidRPr="008C6DE4">
        <w:t>:</w:t>
      </w:r>
    </w:p>
    <w:p w14:paraId="25862878" w14:textId="38E7E44A" w:rsidR="00A91637" w:rsidRPr="008C6DE4" w:rsidRDefault="00A91637" w:rsidP="00A91637">
      <w:pPr>
        <w:pStyle w:val="B2"/>
      </w:pPr>
      <w:r w:rsidRPr="008C6DE4">
        <w:t>-</w:t>
      </w:r>
      <w:r w:rsidRPr="008C6DE4">
        <w:tab/>
        <w:t xml:space="preserve">of up to </w:t>
      </w:r>
      <w:r w:rsidRPr="008C6DE4">
        <w:rPr>
          <w:lang w:eastAsia="zh-CN"/>
        </w:rPr>
        <w:t>X2 slot</w:t>
      </w:r>
      <w:r>
        <w:rPr>
          <w:lang w:eastAsia="zh-CN"/>
        </w:rPr>
        <w:t>s</w:t>
      </w:r>
      <w:r w:rsidRPr="008C6DE4">
        <w:t xml:space="preserve">, if the active </w:t>
      </w:r>
      <w:r w:rsidRPr="008C6DE4">
        <w:rPr>
          <w:lang w:eastAsia="zh-CN"/>
        </w:rPr>
        <w:t>serving cell</w:t>
      </w:r>
      <w:r w:rsidRPr="008C6DE4">
        <w:t xml:space="preserve"> is not in the same band as the </w:t>
      </w:r>
      <w:r w:rsidRPr="008C6DE4">
        <w:rPr>
          <w:lang w:eastAsia="zh-CN"/>
        </w:rPr>
        <w:t xml:space="preserve">E-UTRA </w:t>
      </w:r>
      <w:r w:rsidRPr="008C6DE4">
        <w:t>SCell being activated or deactivated, or</w:t>
      </w:r>
    </w:p>
    <w:p w14:paraId="26CB435C" w14:textId="677293AB" w:rsidR="00A91637" w:rsidRPr="008C6DE4" w:rsidRDefault="00A91637" w:rsidP="00A91637">
      <w:pPr>
        <w:pStyle w:val="B2"/>
        <w:rPr>
          <w:rFonts w:eastAsia="DengXian"/>
          <w:lang w:eastAsia="zh-CN"/>
        </w:rPr>
      </w:pPr>
      <w:r w:rsidRPr="008C6DE4">
        <w:rPr>
          <w:rFonts w:eastAsia="MS Mincho"/>
        </w:rPr>
        <w:t>-</w:t>
      </w:r>
      <w:r w:rsidRPr="008C6DE4">
        <w:rPr>
          <w:rFonts w:eastAsia="MS Mincho"/>
        </w:rPr>
        <w:tab/>
        <w:t>of up to max{</w:t>
      </w:r>
      <w:r w:rsidRPr="008C6DE4">
        <w:rPr>
          <w:lang w:eastAsia="zh-CN"/>
        </w:rPr>
        <w:t>Y2 slot</w:t>
      </w:r>
      <w:r>
        <w:rPr>
          <w:lang w:eastAsia="zh-CN"/>
        </w:rPr>
        <w:t>s</w:t>
      </w:r>
      <w:r w:rsidRPr="008C6DE4">
        <w:rPr>
          <w:lang w:eastAsia="zh-CN"/>
        </w:rPr>
        <w:t xml:space="preserve"> + T</w:t>
      </w:r>
      <w:r w:rsidRPr="008C6DE4">
        <w:rPr>
          <w:vertAlign w:val="subscript"/>
          <w:lang w:eastAsia="zh-CN"/>
        </w:rPr>
        <w:t>SMTC_duration</w:t>
      </w:r>
      <w:r w:rsidRPr="008C6DE4">
        <w:rPr>
          <w:rFonts w:eastAsia="MS Mincho"/>
        </w:rPr>
        <w:t>, 5ms} if the active</w:t>
      </w:r>
      <w:r w:rsidRPr="008C6DE4">
        <w:rPr>
          <w:lang w:eastAsia="zh-CN"/>
        </w:rPr>
        <w:t xml:space="preserve"> serving cells</w:t>
      </w:r>
      <w:r w:rsidRPr="008C6DE4">
        <w:rPr>
          <w:rFonts w:eastAsia="MS Mincho"/>
        </w:rPr>
        <w:t xml:space="preserve"> are in the same band as the </w:t>
      </w:r>
      <w:r w:rsidRPr="008C6DE4">
        <w:rPr>
          <w:lang w:eastAsia="zh-CN"/>
        </w:rPr>
        <w:t xml:space="preserve">E-UTRA </w:t>
      </w:r>
      <w:r w:rsidRPr="008C6DE4">
        <w:rPr>
          <w:rFonts w:eastAsia="MS Mincho"/>
        </w:rPr>
        <w:t xml:space="preserve">SCell being activated or deactivated, provided </w:t>
      </w:r>
      <w:r w:rsidRPr="008C6DE4">
        <w:rPr>
          <w:lang w:eastAsia="zh-CN"/>
        </w:rPr>
        <w:t>the cell specific reference signals from the active serving cells and the E-UTRA SCell being activated or deactivated are available in the same slot</w:t>
      </w:r>
      <w:r w:rsidRPr="008C6DE4">
        <w:rPr>
          <w:rFonts w:eastAsia="MS Mincho"/>
        </w:rPr>
        <w:t>,</w:t>
      </w:r>
      <w:r w:rsidRPr="008C6DE4">
        <w:rPr>
          <w:lang w:eastAsia="zh-CN"/>
        </w:rPr>
        <w:t xml:space="preserve"> where T</w:t>
      </w:r>
      <w:r w:rsidRPr="008C6DE4">
        <w:rPr>
          <w:vertAlign w:val="subscript"/>
          <w:lang w:eastAsia="zh-CN"/>
        </w:rPr>
        <w:t>SMTC_duration</w:t>
      </w:r>
      <w:r w:rsidRPr="008C6DE4">
        <w:rPr>
          <w:lang w:eastAsia="zh-CN"/>
        </w:rPr>
        <w:t xml:space="preserve"> is the longest SMTC duration among all above active serving cells in MCG.</w:t>
      </w:r>
    </w:p>
    <w:p w14:paraId="5D58C56F" w14:textId="77777777" w:rsidR="00977C68" w:rsidRPr="008C6DE4" w:rsidRDefault="00977C68" w:rsidP="00A91637">
      <w:pPr>
        <w:pStyle w:val="B3"/>
        <w:rPr>
          <w:rFonts w:eastAsia="DengXian"/>
          <w:lang w:eastAsia="zh-CN"/>
        </w:rPr>
      </w:pPr>
      <w:r w:rsidRPr="008C6DE4">
        <w:t xml:space="preserve">Where X2 and Y2 are specified in </w:t>
      </w:r>
      <w:r w:rsidRPr="008C6DE4">
        <w:rPr>
          <w:lang w:eastAsia="zh-CN"/>
        </w:rPr>
        <w:t>Table 8.2.3.2.4-1.</w:t>
      </w:r>
    </w:p>
    <w:p w14:paraId="319B2A16" w14:textId="77777777" w:rsidR="00977C68" w:rsidRPr="008C6DE4" w:rsidRDefault="00977C68" w:rsidP="00977C68">
      <w:pPr>
        <w:rPr>
          <w:rFonts w:eastAsia="MS Mincho"/>
          <w:lang w:eastAsia="zh-CN"/>
        </w:rPr>
      </w:pPr>
      <w:r w:rsidRPr="008C6DE4">
        <w:rPr>
          <w:rFonts w:eastAsia="MS Mincho"/>
          <w:lang w:eastAsia="zh-CN"/>
        </w:rPr>
        <w:t>When one SCell</w:t>
      </w:r>
      <w:r w:rsidRPr="008C6DE4">
        <w:rPr>
          <w:lang w:eastAsia="zh-CN"/>
        </w:rPr>
        <w:t xml:space="preserve"> in MCG </w:t>
      </w:r>
      <w:r w:rsidRPr="008C6DE4">
        <w:rPr>
          <w:rFonts w:eastAsia="MS Mincho"/>
          <w:lang w:eastAsia="zh-CN"/>
        </w:rPr>
        <w:t>is activated or deactivated:</w:t>
      </w:r>
    </w:p>
    <w:p w14:paraId="28AA6403" w14:textId="77777777" w:rsidR="00977C68" w:rsidRPr="008C6DE4" w:rsidRDefault="00977C68" w:rsidP="00977C68">
      <w:pPr>
        <w:ind w:left="568" w:hanging="284"/>
        <w:rPr>
          <w:rFonts w:ascii="Tms Rmn" w:eastAsia="MS Mincho" w:hAnsi="Tms Rmn"/>
        </w:rPr>
      </w:pPr>
      <w:r w:rsidRPr="008C6DE4">
        <w:rPr>
          <w:rFonts w:ascii="Tms Rmn" w:eastAsia="MS Mincho" w:hAnsi="Tms Rmn"/>
        </w:rPr>
        <w:t>-</w:t>
      </w:r>
      <w:r w:rsidRPr="008C6DE4">
        <w:rPr>
          <w:rFonts w:ascii="Tms Rmn" w:eastAsia="MS Mincho" w:hAnsi="Tms Rmn"/>
        </w:rPr>
        <w:tab/>
        <w:t xml:space="preserve">the UE is allowed an interruption on any </w:t>
      </w:r>
      <w:r w:rsidRPr="008C6DE4">
        <w:rPr>
          <w:rFonts w:ascii="Tms Rmn" w:hAnsi="Tms Rmn"/>
          <w:lang w:eastAsia="zh-CN"/>
        </w:rPr>
        <w:t>serving cell in MCG</w:t>
      </w:r>
      <w:r w:rsidRPr="008C6DE4">
        <w:rPr>
          <w:rFonts w:ascii="Tms Rmn" w:eastAsia="MS Mincho" w:hAnsi="Tms Rmn"/>
        </w:rPr>
        <w:t>:</w:t>
      </w:r>
    </w:p>
    <w:p w14:paraId="5F257A0E" w14:textId="2CE874A8" w:rsidR="00A91637" w:rsidRPr="008C6DE4" w:rsidRDefault="00A91637" w:rsidP="00A91637">
      <w:pPr>
        <w:ind w:left="851" w:hanging="284"/>
        <w:rPr>
          <w:rFonts w:ascii="Tms Rmn" w:eastAsia="MS Mincho" w:hAnsi="Tms Rmn"/>
        </w:rPr>
      </w:pPr>
      <w:r w:rsidRPr="008C6DE4">
        <w:rPr>
          <w:rFonts w:ascii="Tms Rmn" w:eastAsia="MS Mincho" w:hAnsi="Tms Rmn"/>
        </w:rPr>
        <w:t>-</w:t>
      </w:r>
      <w:r w:rsidRPr="008C6DE4">
        <w:rPr>
          <w:rFonts w:ascii="Tms Rmn" w:eastAsia="MS Mincho" w:hAnsi="Tms Rmn"/>
        </w:rPr>
        <w:tab/>
        <w:t xml:space="preserve">of up to </w:t>
      </w:r>
      <w:r w:rsidRPr="008C6DE4">
        <w:rPr>
          <w:rFonts w:ascii="Tms Rmn" w:hAnsi="Tms Rmn"/>
          <w:lang w:eastAsia="zh-CN"/>
        </w:rPr>
        <w:t>X2 slot</w:t>
      </w:r>
      <w:r>
        <w:rPr>
          <w:rFonts w:ascii="Tms Rmn" w:hAnsi="Tms Rmn"/>
          <w:lang w:eastAsia="zh-CN"/>
        </w:rPr>
        <w:t>s</w:t>
      </w:r>
      <w:r w:rsidRPr="008C6DE4">
        <w:rPr>
          <w:rFonts w:ascii="Tms Rmn" w:eastAsia="MS Mincho" w:hAnsi="Tms Rmn"/>
        </w:rPr>
        <w:t xml:space="preserve">, if the active </w:t>
      </w:r>
      <w:r w:rsidRPr="008C6DE4">
        <w:rPr>
          <w:rFonts w:ascii="Tms Rmn" w:hAnsi="Tms Rmn"/>
          <w:lang w:eastAsia="zh-CN"/>
        </w:rPr>
        <w:t>serving cell</w:t>
      </w:r>
      <w:r w:rsidRPr="008C6DE4">
        <w:rPr>
          <w:rFonts w:ascii="Tms Rmn" w:eastAsia="MS Mincho" w:hAnsi="Tms Rmn"/>
        </w:rPr>
        <w:t xml:space="preserve"> is not in the same band as the SCell being activated or deactivated, or</w:t>
      </w:r>
    </w:p>
    <w:p w14:paraId="3BC86299" w14:textId="2AC190CF" w:rsidR="00A91637" w:rsidRPr="008C6DE4" w:rsidRDefault="00A91637" w:rsidP="00A91637">
      <w:pPr>
        <w:ind w:left="851" w:hanging="284"/>
        <w:rPr>
          <w:lang w:eastAsia="zh-CN"/>
        </w:rPr>
      </w:pPr>
      <w:r w:rsidRPr="008C6DE4">
        <w:rPr>
          <w:rFonts w:ascii="Tms Rmn" w:eastAsia="MS Mincho" w:hAnsi="Tms Rmn"/>
        </w:rPr>
        <w:t>-</w:t>
      </w:r>
      <w:r w:rsidRPr="008C6DE4">
        <w:rPr>
          <w:rFonts w:ascii="Tms Rmn" w:eastAsia="MS Mincho" w:hAnsi="Tms Rmn"/>
        </w:rPr>
        <w:tab/>
        <w:t xml:space="preserve">of up to </w:t>
      </w:r>
      <w:r w:rsidRPr="008C6DE4">
        <w:rPr>
          <w:rFonts w:ascii="Tms Rmn" w:hAnsi="Tms Rmn"/>
          <w:lang w:eastAsia="zh-CN"/>
        </w:rPr>
        <w:t>Y2 slot</w:t>
      </w:r>
      <w:r>
        <w:rPr>
          <w:rFonts w:ascii="Tms Rmn" w:hAnsi="Tms Rmn"/>
          <w:lang w:eastAsia="zh-CN"/>
        </w:rPr>
        <w:t>s</w:t>
      </w:r>
      <w:r w:rsidRPr="008C6DE4">
        <w:rPr>
          <w:rFonts w:ascii="Tms Rmn" w:hAnsi="Tms Rmn"/>
          <w:lang w:eastAsia="zh-CN"/>
        </w:rPr>
        <w:t xml:space="preserve"> + </w:t>
      </w:r>
      <w:r w:rsidRPr="008C6DE4">
        <w:rPr>
          <w:lang w:eastAsia="zh-CN"/>
        </w:rPr>
        <w:t>T</w:t>
      </w:r>
      <w:r w:rsidRPr="008C6DE4">
        <w:rPr>
          <w:vertAlign w:val="subscript"/>
          <w:lang w:eastAsia="zh-CN"/>
        </w:rPr>
        <w:t>SMTC_duration</w:t>
      </w:r>
      <w:r w:rsidRPr="008C6DE4">
        <w:rPr>
          <w:rFonts w:ascii="Tms Rmn" w:eastAsia="MS Mincho" w:hAnsi="Tms Rmn"/>
        </w:rPr>
        <w:t xml:space="preserve"> if the active </w:t>
      </w:r>
      <w:r w:rsidRPr="008C6DE4">
        <w:rPr>
          <w:rFonts w:ascii="Tms Rmn" w:hAnsi="Tms Rmn"/>
          <w:lang w:eastAsia="zh-CN"/>
        </w:rPr>
        <w:t>serving cells</w:t>
      </w:r>
      <w:r w:rsidRPr="008C6DE4">
        <w:rPr>
          <w:rFonts w:ascii="Tms Rmn" w:eastAsia="MS Mincho" w:hAnsi="Tms Rmn"/>
        </w:rPr>
        <w:t xml:space="preserve"> are in the same band as the SCell being activated or deactivated, provided </w:t>
      </w:r>
      <w:r w:rsidRPr="008C6DE4">
        <w:rPr>
          <w:lang w:eastAsia="zh-CN"/>
        </w:rPr>
        <w:t xml:space="preserve">the cell specific reference signals from the </w:t>
      </w:r>
      <w:r w:rsidRPr="008C6DE4">
        <w:rPr>
          <w:rFonts w:ascii="Tms Rmn" w:eastAsia="MS Mincho" w:hAnsi="Tms Rmn"/>
        </w:rPr>
        <w:t xml:space="preserve">active </w:t>
      </w:r>
      <w:r w:rsidRPr="008C6DE4">
        <w:rPr>
          <w:rFonts w:ascii="Tms Rmn" w:hAnsi="Tms Rmn"/>
          <w:lang w:eastAsia="zh-CN"/>
        </w:rPr>
        <w:t>serving cells</w:t>
      </w:r>
      <w:r w:rsidRPr="008C6DE4">
        <w:rPr>
          <w:lang w:eastAsia="zh-CN"/>
        </w:rPr>
        <w:t xml:space="preserve"> and the SCell being activated or deactivated are available in the same slot</w:t>
      </w:r>
      <w:r w:rsidRPr="008C6DE4">
        <w:rPr>
          <w:rFonts w:ascii="Tms Rmn" w:eastAsia="MS Mincho" w:hAnsi="Tms Rmn"/>
        </w:rPr>
        <w:t xml:space="preserve">, </w:t>
      </w:r>
      <w:r w:rsidRPr="008C6DE4">
        <w:rPr>
          <w:lang w:eastAsia="zh-CN"/>
        </w:rPr>
        <w:t>where, T</w:t>
      </w:r>
      <w:r w:rsidRPr="008C6DE4">
        <w:rPr>
          <w:vertAlign w:val="subscript"/>
          <w:lang w:eastAsia="zh-CN"/>
        </w:rPr>
        <w:t>SMTC_duration</w:t>
      </w:r>
      <w:r w:rsidRPr="008C6DE4">
        <w:rPr>
          <w:lang w:eastAsia="zh-CN"/>
        </w:rPr>
        <w:t xml:space="preserve"> is</w:t>
      </w:r>
    </w:p>
    <w:p w14:paraId="00BA58DD" w14:textId="1CBB2200" w:rsidR="006D085E" w:rsidRDefault="006D085E" w:rsidP="006D085E">
      <w:pPr>
        <w:pStyle w:val="B3"/>
        <w:rPr>
          <w:lang w:eastAsia="zh-CN"/>
        </w:rPr>
      </w:pPr>
      <w:r>
        <w:rPr>
          <w:lang w:eastAsia="zh-CN"/>
        </w:rPr>
        <w:t>-</w:t>
      </w:r>
      <w:r>
        <w:rPr>
          <w:lang w:eastAsia="zh-CN"/>
        </w:rPr>
        <w:tab/>
        <w:t xml:space="preserve">the longest SMTC duration among all above active serving cells in MCG and the SCell being activated when one SCell is activated, If </w:t>
      </w:r>
      <w:r>
        <w:t>SSB configuration (</w:t>
      </w:r>
      <w:r>
        <w:rPr>
          <w:i/>
        </w:rPr>
        <w:t>absoluteFrequencySSB</w:t>
      </w:r>
      <w:r>
        <w:t>) but no SMTC configuration</w:t>
      </w:r>
      <w:r>
        <w:rPr>
          <w:lang w:eastAsia="zh-CN"/>
        </w:rPr>
        <w:t xml:space="preserve"> is provided for </w:t>
      </w:r>
      <w:r>
        <w:t>the SCell being activated,</w:t>
      </w:r>
      <w:r>
        <w:rPr>
          <w:lang w:eastAsia="zh-CN"/>
        </w:rPr>
        <w:t xml:space="preserve"> the SSB transmission periodicity is assumed to be 5ms and T</w:t>
      </w:r>
      <w:r>
        <w:rPr>
          <w:vertAlign w:val="subscript"/>
          <w:lang w:eastAsia="zh-CN"/>
        </w:rPr>
        <w:t>SMTC duration</w:t>
      </w:r>
      <w:r>
        <w:rPr>
          <w:lang w:eastAsia="zh-CN"/>
        </w:rPr>
        <w:t xml:space="preserve"> for the SCell being </w:t>
      </w:r>
      <w:r>
        <w:t>activated</w:t>
      </w:r>
      <w:r>
        <w:rPr>
          <w:lang w:eastAsia="zh-CN"/>
        </w:rPr>
        <w:t xml:space="preserve"> is x ms, where x = the </w:t>
      </w:r>
      <w:r>
        <w:t>number of consecutive subframes containing all SSBs in one SSB burst transmitted by the SCell being activated</w:t>
      </w:r>
      <w:r>
        <w:rPr>
          <w:lang w:eastAsia="zh-CN"/>
        </w:rPr>
        <w:t xml:space="preserve">. If no </w:t>
      </w:r>
      <w:r>
        <w:t>SSB configuration (</w:t>
      </w:r>
      <w:r>
        <w:rPr>
          <w:i/>
        </w:rPr>
        <w:t>absoluteFrequencySSB</w:t>
      </w:r>
      <w:r>
        <w:t>) nor SMTC configuration</w:t>
      </w:r>
      <w:r>
        <w:rPr>
          <w:lang w:eastAsia="zh-CN"/>
        </w:rPr>
        <w:t xml:space="preserve"> is provided for </w:t>
      </w:r>
      <w:r>
        <w:t>the SCell being activated,</w:t>
      </w:r>
      <w:r>
        <w:rPr>
          <w:lang w:eastAsia="zh-CN"/>
        </w:rPr>
        <w:t xml:space="preserve"> T</w:t>
      </w:r>
      <w:r>
        <w:rPr>
          <w:vertAlign w:val="subscript"/>
          <w:lang w:eastAsia="zh-CN"/>
        </w:rPr>
        <w:t>SMTC duration</w:t>
      </w:r>
      <w:r>
        <w:rPr>
          <w:lang w:eastAsia="zh-CN"/>
        </w:rPr>
        <w:t xml:space="preserve"> for the SCell being </w:t>
      </w:r>
      <w:r>
        <w:t>activated</w:t>
      </w:r>
      <w:r>
        <w:rPr>
          <w:lang w:eastAsia="zh-CN"/>
        </w:rPr>
        <w:t xml:space="preserve"> is 0ms;</w:t>
      </w:r>
    </w:p>
    <w:p w14:paraId="6E4EDEC5" w14:textId="77777777" w:rsidR="00977C68" w:rsidRPr="008C6DE4" w:rsidRDefault="00977C68" w:rsidP="00977C68">
      <w:pPr>
        <w:pStyle w:val="B3"/>
        <w:rPr>
          <w:lang w:eastAsia="zh-CN"/>
        </w:rPr>
      </w:pPr>
      <w:r w:rsidRPr="008C6DE4">
        <w:rPr>
          <w:lang w:eastAsia="zh-CN"/>
        </w:rPr>
        <w:t>-</w:t>
      </w:r>
      <w:r w:rsidRPr="008C6DE4">
        <w:rPr>
          <w:lang w:eastAsia="zh-CN"/>
        </w:rPr>
        <w:tab/>
        <w:t>the longest SMTC duration among all above active serving cells in MCG when one SCell is deactivated.</w:t>
      </w:r>
    </w:p>
    <w:p w14:paraId="62C52CF7" w14:textId="77777777" w:rsidR="00977C68" w:rsidRPr="008C6DE4" w:rsidRDefault="00977C68" w:rsidP="00977C68">
      <w:pPr>
        <w:ind w:left="851"/>
        <w:rPr>
          <w:rFonts w:ascii="Tms Rmn" w:eastAsia="DengXian" w:hAnsi="Tms Rmn"/>
          <w:lang w:eastAsia="zh-CN"/>
        </w:rPr>
      </w:pPr>
      <w:r w:rsidRPr="008C6DE4">
        <w:rPr>
          <w:rFonts w:ascii="Tms Rmn" w:eastAsia="MS Mincho" w:hAnsi="Tms Rmn"/>
        </w:rPr>
        <w:t xml:space="preserve">Where X2 and Y2 are specified in </w:t>
      </w:r>
      <w:r w:rsidRPr="008C6DE4">
        <w:rPr>
          <w:rFonts w:ascii="Tms Rmn" w:hAnsi="Tms Rmn"/>
          <w:lang w:eastAsia="zh-CN"/>
        </w:rPr>
        <w:t>Table 8.2.3.2.4-2.</w:t>
      </w:r>
    </w:p>
    <w:p w14:paraId="415AF43F" w14:textId="77777777" w:rsidR="00977C68" w:rsidRPr="008C6DE4" w:rsidRDefault="00977C68" w:rsidP="00977C68">
      <w:pPr>
        <w:pStyle w:val="TH"/>
      </w:pPr>
      <w:r w:rsidRPr="008C6DE4">
        <w:t>Table 8.2.3.2.4-1: Interruption length X2 and Y2 at E-UTRA SCell activation/deactivation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102"/>
        <w:gridCol w:w="1069"/>
        <w:gridCol w:w="1099"/>
        <w:gridCol w:w="1851"/>
        <w:gridCol w:w="1851"/>
      </w:tblGrid>
      <w:tr w:rsidR="00804CD3" w:rsidRPr="008C6DE4" w14:paraId="37AFA3DD" w14:textId="77777777" w:rsidTr="00F15152">
        <w:trPr>
          <w:trHeight w:val="205"/>
          <w:jc w:val="center"/>
        </w:trPr>
        <w:tc>
          <w:tcPr>
            <w:tcW w:w="733" w:type="dxa"/>
            <w:vMerge w:val="restart"/>
            <w:tcBorders>
              <w:top w:val="single" w:sz="4" w:space="0" w:color="auto"/>
              <w:left w:val="single" w:sz="4" w:space="0" w:color="auto"/>
              <w:bottom w:val="single" w:sz="4" w:space="0" w:color="auto"/>
              <w:right w:val="single" w:sz="4" w:space="0" w:color="auto"/>
            </w:tcBorders>
            <w:vAlign w:val="center"/>
            <w:hideMark/>
          </w:tcPr>
          <w:p w14:paraId="5958D9AB" w14:textId="77777777" w:rsidR="00804CD3" w:rsidRPr="008C6DE4" w:rsidRDefault="00804CD3" w:rsidP="00804CD3">
            <w:pPr>
              <w:pStyle w:val="TAH"/>
            </w:pPr>
            <w:r w:rsidRPr="008C6DE4">
              <w:rPr>
                <w:noProof/>
                <w:lang w:val="en-US" w:eastAsia="zh-CN"/>
              </w:rPr>
              <w:drawing>
                <wp:inline distT="0" distB="0" distL="0" distR="0" wp14:anchorId="1C49CE58" wp14:editId="567DCC53">
                  <wp:extent cx="154305" cy="154305"/>
                  <wp:effectExtent l="0" t="0" r="0" b="0"/>
                  <wp:docPr id="31"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102" w:type="dxa"/>
            <w:vMerge w:val="restart"/>
            <w:tcBorders>
              <w:top w:val="single" w:sz="4" w:space="0" w:color="auto"/>
              <w:left w:val="single" w:sz="4" w:space="0" w:color="auto"/>
              <w:bottom w:val="single" w:sz="4" w:space="0" w:color="auto"/>
              <w:right w:val="single" w:sz="4" w:space="0" w:color="auto"/>
            </w:tcBorders>
            <w:hideMark/>
          </w:tcPr>
          <w:p w14:paraId="40A36B95" w14:textId="77777777" w:rsidR="00804CD3" w:rsidRPr="008C6DE4" w:rsidRDefault="00804CD3" w:rsidP="00804CD3">
            <w:pPr>
              <w:pStyle w:val="TAH"/>
            </w:pPr>
            <w:r w:rsidRPr="008C6DE4">
              <w:t>NR Slot length (ms)</w:t>
            </w:r>
          </w:p>
        </w:tc>
        <w:tc>
          <w:tcPr>
            <w:tcW w:w="2168" w:type="dxa"/>
            <w:gridSpan w:val="2"/>
            <w:tcBorders>
              <w:top w:val="single" w:sz="4" w:space="0" w:color="auto"/>
              <w:left w:val="single" w:sz="4" w:space="0" w:color="auto"/>
              <w:bottom w:val="single" w:sz="4" w:space="0" w:color="auto"/>
              <w:right w:val="single" w:sz="4" w:space="0" w:color="auto"/>
            </w:tcBorders>
            <w:hideMark/>
          </w:tcPr>
          <w:p w14:paraId="586313A3" w14:textId="65D78FC7" w:rsidR="00804CD3" w:rsidRPr="008C6DE4" w:rsidRDefault="00804CD3" w:rsidP="00804CD3">
            <w:pPr>
              <w:pStyle w:val="TAH"/>
            </w:pPr>
            <w:r w:rsidRPr="008C6DE4">
              <w:rPr>
                <w:lang w:val="fr-FR"/>
              </w:rPr>
              <w:t>Interruption length X2 (slots)</w:t>
            </w:r>
          </w:p>
        </w:tc>
        <w:tc>
          <w:tcPr>
            <w:tcW w:w="3702" w:type="dxa"/>
            <w:gridSpan w:val="2"/>
            <w:tcBorders>
              <w:top w:val="single" w:sz="4" w:space="0" w:color="auto"/>
              <w:left w:val="single" w:sz="4" w:space="0" w:color="auto"/>
              <w:bottom w:val="single" w:sz="4" w:space="0" w:color="auto"/>
              <w:right w:val="single" w:sz="4" w:space="0" w:color="auto"/>
            </w:tcBorders>
            <w:hideMark/>
          </w:tcPr>
          <w:p w14:paraId="6BF52C41" w14:textId="1EAFA1B4" w:rsidR="00804CD3" w:rsidRPr="008C6DE4" w:rsidRDefault="00804CD3" w:rsidP="00804CD3">
            <w:pPr>
              <w:pStyle w:val="TAH"/>
            </w:pPr>
            <w:r w:rsidRPr="008C6DE4">
              <w:rPr>
                <w:lang w:val="fr-FR"/>
              </w:rPr>
              <w:t>Interruption length Y2 (slots)</w:t>
            </w:r>
          </w:p>
        </w:tc>
      </w:tr>
      <w:tr w:rsidR="00DD3199" w:rsidRPr="008C6DE4" w14:paraId="146D6043" w14:textId="77777777" w:rsidTr="00F15152">
        <w:trPr>
          <w:trHeight w:val="2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2E1EA3" w14:textId="77777777" w:rsidR="00977C68" w:rsidRPr="008C6DE4" w:rsidRDefault="00977C68" w:rsidP="00F15152">
            <w:pPr>
              <w:spacing w:after="0"/>
              <w:rPr>
                <w:rFonts w:ascii="Arial" w:hAnsi="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5A4CC0" w14:textId="77777777" w:rsidR="00977C68" w:rsidRPr="008C6DE4" w:rsidRDefault="00977C68" w:rsidP="00F15152">
            <w:pPr>
              <w:spacing w:after="0"/>
              <w:rPr>
                <w:rFonts w:ascii="Arial" w:hAnsi="Arial"/>
                <w:b/>
                <w:sz w:val="18"/>
              </w:rPr>
            </w:pPr>
          </w:p>
        </w:tc>
        <w:tc>
          <w:tcPr>
            <w:tcW w:w="1069" w:type="dxa"/>
            <w:tcBorders>
              <w:top w:val="single" w:sz="4" w:space="0" w:color="auto"/>
              <w:left w:val="single" w:sz="4" w:space="0" w:color="auto"/>
              <w:bottom w:val="single" w:sz="4" w:space="0" w:color="auto"/>
              <w:right w:val="single" w:sz="4" w:space="0" w:color="auto"/>
            </w:tcBorders>
            <w:hideMark/>
          </w:tcPr>
          <w:p w14:paraId="3F3F2D0E" w14:textId="77777777" w:rsidR="00977C68" w:rsidRPr="008C6DE4" w:rsidRDefault="00977C68" w:rsidP="00F15152">
            <w:pPr>
              <w:pStyle w:val="TAH"/>
            </w:pPr>
            <w:r w:rsidRPr="008C6DE4">
              <w:t>Sync</w:t>
            </w:r>
          </w:p>
        </w:tc>
        <w:tc>
          <w:tcPr>
            <w:tcW w:w="1099" w:type="dxa"/>
            <w:tcBorders>
              <w:top w:val="single" w:sz="4" w:space="0" w:color="auto"/>
              <w:left w:val="single" w:sz="4" w:space="0" w:color="auto"/>
              <w:bottom w:val="single" w:sz="4" w:space="0" w:color="auto"/>
              <w:right w:val="single" w:sz="4" w:space="0" w:color="auto"/>
            </w:tcBorders>
            <w:hideMark/>
          </w:tcPr>
          <w:p w14:paraId="75B03A9D" w14:textId="77777777" w:rsidR="00977C68" w:rsidRPr="008C6DE4" w:rsidRDefault="00977C68" w:rsidP="00F15152">
            <w:pPr>
              <w:pStyle w:val="TAH"/>
            </w:pPr>
            <w:r w:rsidRPr="008C6DE4">
              <w:t>Async</w:t>
            </w:r>
          </w:p>
        </w:tc>
        <w:tc>
          <w:tcPr>
            <w:tcW w:w="1851" w:type="dxa"/>
            <w:tcBorders>
              <w:top w:val="single" w:sz="4" w:space="0" w:color="auto"/>
              <w:left w:val="single" w:sz="4" w:space="0" w:color="auto"/>
              <w:bottom w:val="single" w:sz="4" w:space="0" w:color="auto"/>
              <w:right w:val="single" w:sz="4" w:space="0" w:color="auto"/>
            </w:tcBorders>
            <w:hideMark/>
          </w:tcPr>
          <w:p w14:paraId="04C592A6" w14:textId="77777777" w:rsidR="00977C68" w:rsidRPr="008C6DE4" w:rsidRDefault="00977C68" w:rsidP="00F15152">
            <w:pPr>
              <w:pStyle w:val="TAH"/>
            </w:pPr>
            <w:r w:rsidRPr="008C6DE4">
              <w:t>Sync</w:t>
            </w:r>
          </w:p>
        </w:tc>
        <w:tc>
          <w:tcPr>
            <w:tcW w:w="1851" w:type="dxa"/>
            <w:tcBorders>
              <w:top w:val="single" w:sz="4" w:space="0" w:color="auto"/>
              <w:left w:val="single" w:sz="4" w:space="0" w:color="auto"/>
              <w:bottom w:val="single" w:sz="4" w:space="0" w:color="auto"/>
              <w:right w:val="single" w:sz="4" w:space="0" w:color="auto"/>
            </w:tcBorders>
            <w:hideMark/>
          </w:tcPr>
          <w:p w14:paraId="2A97964A" w14:textId="77777777" w:rsidR="00977C68" w:rsidRPr="008C6DE4" w:rsidRDefault="00977C68" w:rsidP="00F15152">
            <w:pPr>
              <w:pStyle w:val="TAH"/>
              <w:rPr>
                <w:lang w:eastAsia="zh-CN"/>
              </w:rPr>
            </w:pPr>
            <w:r w:rsidRPr="008C6DE4">
              <w:rPr>
                <w:lang w:eastAsia="zh-CN"/>
              </w:rPr>
              <w:t>Async</w:t>
            </w:r>
          </w:p>
        </w:tc>
      </w:tr>
      <w:tr w:rsidR="00DD3199" w:rsidRPr="008C6DE4" w14:paraId="32C3FB6C"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4312B9D7" w14:textId="77777777" w:rsidR="00977C68" w:rsidRPr="008C6DE4" w:rsidRDefault="00977C68" w:rsidP="00F15152">
            <w:pPr>
              <w:pStyle w:val="TAC"/>
            </w:pPr>
            <w:r w:rsidRPr="008C6DE4">
              <w:t>0</w:t>
            </w:r>
          </w:p>
        </w:tc>
        <w:tc>
          <w:tcPr>
            <w:tcW w:w="1102" w:type="dxa"/>
            <w:tcBorders>
              <w:top w:val="single" w:sz="4" w:space="0" w:color="auto"/>
              <w:left w:val="single" w:sz="4" w:space="0" w:color="auto"/>
              <w:bottom w:val="single" w:sz="4" w:space="0" w:color="auto"/>
              <w:right w:val="single" w:sz="4" w:space="0" w:color="auto"/>
            </w:tcBorders>
            <w:hideMark/>
          </w:tcPr>
          <w:p w14:paraId="40703C3B" w14:textId="77777777" w:rsidR="00977C68" w:rsidRPr="008C6DE4" w:rsidRDefault="00977C68" w:rsidP="00F15152">
            <w:pPr>
              <w:pStyle w:val="TAC"/>
            </w:pPr>
            <w:r w:rsidRPr="008C6DE4">
              <w:t>1</w:t>
            </w:r>
          </w:p>
        </w:tc>
        <w:tc>
          <w:tcPr>
            <w:tcW w:w="1069" w:type="dxa"/>
            <w:tcBorders>
              <w:top w:val="single" w:sz="4" w:space="0" w:color="auto"/>
              <w:left w:val="single" w:sz="4" w:space="0" w:color="auto"/>
              <w:bottom w:val="single" w:sz="4" w:space="0" w:color="auto"/>
              <w:right w:val="single" w:sz="4" w:space="0" w:color="auto"/>
            </w:tcBorders>
            <w:hideMark/>
          </w:tcPr>
          <w:p w14:paraId="2CC37615" w14:textId="77777777" w:rsidR="00977C68" w:rsidRPr="008C6DE4" w:rsidRDefault="00977C68" w:rsidP="00F15152">
            <w:pPr>
              <w:pStyle w:val="TAC"/>
            </w:pPr>
            <w:r w:rsidRPr="008C6DE4">
              <w:t>1</w:t>
            </w:r>
          </w:p>
        </w:tc>
        <w:tc>
          <w:tcPr>
            <w:tcW w:w="1099" w:type="dxa"/>
            <w:tcBorders>
              <w:top w:val="single" w:sz="4" w:space="0" w:color="auto"/>
              <w:left w:val="single" w:sz="4" w:space="0" w:color="auto"/>
              <w:bottom w:val="single" w:sz="4" w:space="0" w:color="auto"/>
              <w:right w:val="single" w:sz="4" w:space="0" w:color="auto"/>
            </w:tcBorders>
            <w:hideMark/>
          </w:tcPr>
          <w:p w14:paraId="6195C484" w14:textId="77777777" w:rsidR="00977C68" w:rsidRPr="008C6DE4" w:rsidRDefault="00977C68" w:rsidP="00F15152">
            <w:pPr>
              <w:pStyle w:val="TAC"/>
            </w:pPr>
            <w:r w:rsidRPr="008C6DE4">
              <w:t>2</w:t>
            </w:r>
          </w:p>
        </w:tc>
        <w:tc>
          <w:tcPr>
            <w:tcW w:w="1851" w:type="dxa"/>
            <w:tcBorders>
              <w:top w:val="single" w:sz="4" w:space="0" w:color="auto"/>
              <w:left w:val="single" w:sz="4" w:space="0" w:color="auto"/>
              <w:bottom w:val="single" w:sz="4" w:space="0" w:color="auto"/>
              <w:right w:val="single" w:sz="4" w:space="0" w:color="auto"/>
            </w:tcBorders>
            <w:hideMark/>
          </w:tcPr>
          <w:p w14:paraId="49A0E155" w14:textId="77777777" w:rsidR="00977C68" w:rsidRPr="008C6DE4" w:rsidRDefault="00977C68" w:rsidP="00F15152">
            <w:pPr>
              <w:pStyle w:val="TAC"/>
            </w:pPr>
            <w:r w:rsidRPr="008C6DE4">
              <w:t>1</w:t>
            </w:r>
          </w:p>
        </w:tc>
        <w:tc>
          <w:tcPr>
            <w:tcW w:w="1851" w:type="dxa"/>
            <w:tcBorders>
              <w:top w:val="single" w:sz="4" w:space="0" w:color="auto"/>
              <w:left w:val="single" w:sz="4" w:space="0" w:color="auto"/>
              <w:bottom w:val="single" w:sz="4" w:space="0" w:color="auto"/>
              <w:right w:val="single" w:sz="4" w:space="0" w:color="auto"/>
            </w:tcBorders>
            <w:hideMark/>
          </w:tcPr>
          <w:p w14:paraId="3BF14A81" w14:textId="77777777" w:rsidR="00977C68" w:rsidRPr="008C6DE4" w:rsidRDefault="00977C68" w:rsidP="00F15152">
            <w:pPr>
              <w:pStyle w:val="TAC"/>
              <w:rPr>
                <w:lang w:eastAsia="zh-CN"/>
              </w:rPr>
            </w:pPr>
            <w:r w:rsidRPr="008C6DE4">
              <w:rPr>
                <w:lang w:eastAsia="zh-CN"/>
              </w:rPr>
              <w:t>2</w:t>
            </w:r>
          </w:p>
        </w:tc>
      </w:tr>
      <w:tr w:rsidR="00DD3199" w:rsidRPr="008C6DE4" w14:paraId="6DCF01C0"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23913FCB" w14:textId="77777777" w:rsidR="00977C68" w:rsidRPr="008C6DE4" w:rsidRDefault="00977C68" w:rsidP="00F15152">
            <w:pPr>
              <w:pStyle w:val="TAC"/>
            </w:pPr>
            <w:r w:rsidRPr="008C6DE4">
              <w:t>1</w:t>
            </w:r>
          </w:p>
        </w:tc>
        <w:tc>
          <w:tcPr>
            <w:tcW w:w="1102" w:type="dxa"/>
            <w:tcBorders>
              <w:top w:val="single" w:sz="4" w:space="0" w:color="auto"/>
              <w:left w:val="single" w:sz="4" w:space="0" w:color="auto"/>
              <w:bottom w:val="single" w:sz="4" w:space="0" w:color="auto"/>
              <w:right w:val="single" w:sz="4" w:space="0" w:color="auto"/>
            </w:tcBorders>
            <w:hideMark/>
          </w:tcPr>
          <w:p w14:paraId="16491542" w14:textId="77777777" w:rsidR="00977C68" w:rsidRPr="008C6DE4" w:rsidRDefault="00977C68" w:rsidP="00F15152">
            <w:pPr>
              <w:pStyle w:val="TAC"/>
            </w:pPr>
            <w:r w:rsidRPr="008C6DE4">
              <w:t>0.5</w:t>
            </w:r>
          </w:p>
        </w:tc>
        <w:tc>
          <w:tcPr>
            <w:tcW w:w="1069" w:type="dxa"/>
            <w:tcBorders>
              <w:top w:val="single" w:sz="4" w:space="0" w:color="auto"/>
              <w:left w:val="single" w:sz="4" w:space="0" w:color="auto"/>
              <w:bottom w:val="single" w:sz="4" w:space="0" w:color="auto"/>
              <w:right w:val="single" w:sz="4" w:space="0" w:color="auto"/>
            </w:tcBorders>
            <w:hideMark/>
          </w:tcPr>
          <w:p w14:paraId="0CC13589" w14:textId="77777777" w:rsidR="00977C68" w:rsidRPr="008C6DE4" w:rsidRDefault="00977C68" w:rsidP="00F15152">
            <w:pPr>
              <w:pStyle w:val="TAC"/>
            </w:pPr>
            <w:r w:rsidRPr="008C6DE4">
              <w:t>1</w:t>
            </w:r>
          </w:p>
        </w:tc>
        <w:tc>
          <w:tcPr>
            <w:tcW w:w="1099" w:type="dxa"/>
            <w:tcBorders>
              <w:top w:val="single" w:sz="4" w:space="0" w:color="auto"/>
              <w:left w:val="single" w:sz="4" w:space="0" w:color="auto"/>
              <w:bottom w:val="single" w:sz="4" w:space="0" w:color="auto"/>
              <w:right w:val="single" w:sz="4" w:space="0" w:color="auto"/>
            </w:tcBorders>
            <w:hideMark/>
          </w:tcPr>
          <w:p w14:paraId="6B2F70DB" w14:textId="77777777" w:rsidR="00977C68" w:rsidRPr="008C6DE4" w:rsidRDefault="00977C68" w:rsidP="00F15152">
            <w:pPr>
              <w:pStyle w:val="TAC"/>
            </w:pPr>
            <w:r w:rsidRPr="008C6DE4">
              <w:t>2</w:t>
            </w:r>
          </w:p>
        </w:tc>
        <w:tc>
          <w:tcPr>
            <w:tcW w:w="1851" w:type="dxa"/>
            <w:tcBorders>
              <w:top w:val="single" w:sz="4" w:space="0" w:color="auto"/>
              <w:left w:val="single" w:sz="4" w:space="0" w:color="auto"/>
              <w:bottom w:val="single" w:sz="4" w:space="0" w:color="auto"/>
              <w:right w:val="single" w:sz="4" w:space="0" w:color="auto"/>
            </w:tcBorders>
            <w:hideMark/>
          </w:tcPr>
          <w:p w14:paraId="16096238" w14:textId="77777777" w:rsidR="00977C68" w:rsidRPr="008C6DE4" w:rsidRDefault="00977C68" w:rsidP="00F15152">
            <w:pPr>
              <w:pStyle w:val="TAC"/>
            </w:pPr>
            <w:r w:rsidRPr="008C6DE4">
              <w:t>1</w:t>
            </w:r>
          </w:p>
        </w:tc>
        <w:tc>
          <w:tcPr>
            <w:tcW w:w="1851" w:type="dxa"/>
            <w:tcBorders>
              <w:top w:val="single" w:sz="4" w:space="0" w:color="auto"/>
              <w:left w:val="single" w:sz="4" w:space="0" w:color="auto"/>
              <w:bottom w:val="single" w:sz="4" w:space="0" w:color="auto"/>
              <w:right w:val="single" w:sz="4" w:space="0" w:color="auto"/>
            </w:tcBorders>
            <w:hideMark/>
          </w:tcPr>
          <w:p w14:paraId="0109BE1D" w14:textId="77777777" w:rsidR="00977C68" w:rsidRPr="008C6DE4" w:rsidRDefault="00977C68" w:rsidP="00F15152">
            <w:pPr>
              <w:pStyle w:val="TAC"/>
              <w:rPr>
                <w:lang w:eastAsia="zh-CN"/>
              </w:rPr>
            </w:pPr>
            <w:r w:rsidRPr="008C6DE4">
              <w:rPr>
                <w:lang w:eastAsia="zh-CN"/>
              </w:rPr>
              <w:t>2</w:t>
            </w:r>
          </w:p>
        </w:tc>
      </w:tr>
      <w:tr w:rsidR="00DD3199" w:rsidRPr="008C6DE4" w14:paraId="6E9872DD"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39830AD4" w14:textId="77777777" w:rsidR="00977C68" w:rsidRPr="008C6DE4" w:rsidRDefault="00977C68" w:rsidP="00F15152">
            <w:pPr>
              <w:pStyle w:val="TAC"/>
            </w:pPr>
            <w:r w:rsidRPr="008C6DE4">
              <w:t>2</w:t>
            </w:r>
          </w:p>
        </w:tc>
        <w:tc>
          <w:tcPr>
            <w:tcW w:w="1102" w:type="dxa"/>
            <w:tcBorders>
              <w:top w:val="single" w:sz="4" w:space="0" w:color="auto"/>
              <w:left w:val="single" w:sz="4" w:space="0" w:color="auto"/>
              <w:bottom w:val="single" w:sz="4" w:space="0" w:color="auto"/>
              <w:right w:val="single" w:sz="4" w:space="0" w:color="auto"/>
            </w:tcBorders>
            <w:hideMark/>
          </w:tcPr>
          <w:p w14:paraId="73433191" w14:textId="77777777" w:rsidR="00977C68" w:rsidRPr="008C6DE4" w:rsidRDefault="00977C68" w:rsidP="00F15152">
            <w:pPr>
              <w:pStyle w:val="TAC"/>
            </w:pPr>
            <w:r w:rsidRPr="008C6DE4">
              <w:t>0.25</w:t>
            </w:r>
          </w:p>
        </w:tc>
        <w:tc>
          <w:tcPr>
            <w:tcW w:w="2168" w:type="dxa"/>
            <w:gridSpan w:val="2"/>
            <w:tcBorders>
              <w:top w:val="single" w:sz="4" w:space="0" w:color="auto"/>
              <w:left w:val="single" w:sz="4" w:space="0" w:color="auto"/>
              <w:bottom w:val="single" w:sz="4" w:space="0" w:color="auto"/>
              <w:right w:val="single" w:sz="4" w:space="0" w:color="auto"/>
            </w:tcBorders>
            <w:hideMark/>
          </w:tcPr>
          <w:p w14:paraId="73D17D9C" w14:textId="77777777" w:rsidR="00977C68" w:rsidRPr="008C6DE4" w:rsidRDefault="00977C68" w:rsidP="00F15152">
            <w:pPr>
              <w:pStyle w:val="TAC"/>
            </w:pPr>
            <w:r w:rsidRPr="008C6DE4">
              <w:t>3</w:t>
            </w:r>
          </w:p>
        </w:tc>
        <w:tc>
          <w:tcPr>
            <w:tcW w:w="1851" w:type="dxa"/>
            <w:tcBorders>
              <w:top w:val="single" w:sz="4" w:space="0" w:color="auto"/>
              <w:left w:val="single" w:sz="4" w:space="0" w:color="auto"/>
              <w:bottom w:val="single" w:sz="4" w:space="0" w:color="auto"/>
              <w:right w:val="single" w:sz="4" w:space="0" w:color="auto"/>
            </w:tcBorders>
            <w:hideMark/>
          </w:tcPr>
          <w:p w14:paraId="46CCC647" w14:textId="77777777" w:rsidR="00977C68" w:rsidRPr="008C6DE4" w:rsidRDefault="00977C68" w:rsidP="00F15152">
            <w:pPr>
              <w:pStyle w:val="TAC"/>
            </w:pPr>
            <w:r w:rsidRPr="008C6DE4">
              <w:t>2</w:t>
            </w:r>
          </w:p>
        </w:tc>
        <w:tc>
          <w:tcPr>
            <w:tcW w:w="1851" w:type="dxa"/>
            <w:tcBorders>
              <w:top w:val="single" w:sz="4" w:space="0" w:color="auto"/>
              <w:left w:val="single" w:sz="4" w:space="0" w:color="auto"/>
              <w:bottom w:val="single" w:sz="4" w:space="0" w:color="auto"/>
              <w:right w:val="single" w:sz="4" w:space="0" w:color="auto"/>
            </w:tcBorders>
            <w:hideMark/>
          </w:tcPr>
          <w:p w14:paraId="38DF6E55" w14:textId="77777777" w:rsidR="00977C68" w:rsidRPr="008C6DE4" w:rsidRDefault="00977C68" w:rsidP="00F15152">
            <w:pPr>
              <w:pStyle w:val="TAC"/>
              <w:rPr>
                <w:lang w:eastAsia="zh-CN"/>
              </w:rPr>
            </w:pPr>
            <w:r w:rsidRPr="008C6DE4">
              <w:rPr>
                <w:lang w:eastAsia="zh-CN"/>
              </w:rPr>
              <w:t>3</w:t>
            </w:r>
          </w:p>
        </w:tc>
      </w:tr>
      <w:tr w:rsidR="00977C68" w:rsidRPr="008C6DE4" w14:paraId="4E502872"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697B8D21" w14:textId="77777777" w:rsidR="00977C68" w:rsidRPr="008C6DE4" w:rsidRDefault="00977C68" w:rsidP="00F15152">
            <w:pPr>
              <w:pStyle w:val="TAC"/>
            </w:pPr>
            <w:r w:rsidRPr="008C6DE4">
              <w:t>3</w:t>
            </w:r>
          </w:p>
        </w:tc>
        <w:tc>
          <w:tcPr>
            <w:tcW w:w="1102" w:type="dxa"/>
            <w:tcBorders>
              <w:top w:val="single" w:sz="4" w:space="0" w:color="auto"/>
              <w:left w:val="single" w:sz="4" w:space="0" w:color="auto"/>
              <w:bottom w:val="single" w:sz="4" w:space="0" w:color="auto"/>
              <w:right w:val="single" w:sz="4" w:space="0" w:color="auto"/>
            </w:tcBorders>
            <w:hideMark/>
          </w:tcPr>
          <w:p w14:paraId="43E22D24" w14:textId="77777777" w:rsidR="00977C68" w:rsidRPr="008C6DE4" w:rsidRDefault="00977C68" w:rsidP="00F15152">
            <w:pPr>
              <w:pStyle w:val="TAC"/>
            </w:pPr>
            <w:r w:rsidRPr="008C6DE4">
              <w:t>0.125</w:t>
            </w:r>
          </w:p>
        </w:tc>
        <w:tc>
          <w:tcPr>
            <w:tcW w:w="2168" w:type="dxa"/>
            <w:gridSpan w:val="2"/>
            <w:tcBorders>
              <w:top w:val="single" w:sz="4" w:space="0" w:color="auto"/>
              <w:left w:val="single" w:sz="4" w:space="0" w:color="auto"/>
              <w:bottom w:val="single" w:sz="4" w:space="0" w:color="auto"/>
              <w:right w:val="single" w:sz="4" w:space="0" w:color="auto"/>
            </w:tcBorders>
            <w:hideMark/>
          </w:tcPr>
          <w:p w14:paraId="56EA851C" w14:textId="77777777" w:rsidR="00977C68" w:rsidRPr="008C6DE4" w:rsidRDefault="00977C68" w:rsidP="00F15152">
            <w:pPr>
              <w:pStyle w:val="TAC"/>
            </w:pPr>
            <w:r w:rsidRPr="008C6DE4">
              <w:t>5</w:t>
            </w:r>
          </w:p>
        </w:tc>
        <w:tc>
          <w:tcPr>
            <w:tcW w:w="1851" w:type="dxa"/>
            <w:tcBorders>
              <w:top w:val="single" w:sz="4" w:space="0" w:color="auto"/>
              <w:left w:val="single" w:sz="4" w:space="0" w:color="auto"/>
              <w:bottom w:val="single" w:sz="4" w:space="0" w:color="auto"/>
              <w:right w:val="single" w:sz="4" w:space="0" w:color="auto"/>
            </w:tcBorders>
            <w:hideMark/>
          </w:tcPr>
          <w:p w14:paraId="7E016480" w14:textId="3B137B2E" w:rsidR="00977C68" w:rsidRPr="008C6DE4" w:rsidRDefault="00977C68" w:rsidP="00F15152">
            <w:pPr>
              <w:pStyle w:val="TAC"/>
            </w:pPr>
            <w:r w:rsidRPr="008C6DE4">
              <w:t>N/A</w:t>
            </w:r>
          </w:p>
        </w:tc>
        <w:tc>
          <w:tcPr>
            <w:tcW w:w="1851" w:type="dxa"/>
            <w:tcBorders>
              <w:top w:val="single" w:sz="4" w:space="0" w:color="auto"/>
              <w:left w:val="single" w:sz="4" w:space="0" w:color="auto"/>
              <w:bottom w:val="single" w:sz="4" w:space="0" w:color="auto"/>
              <w:right w:val="single" w:sz="4" w:space="0" w:color="auto"/>
            </w:tcBorders>
            <w:hideMark/>
          </w:tcPr>
          <w:p w14:paraId="167980D5" w14:textId="75695C77" w:rsidR="00977C68" w:rsidRPr="008C6DE4" w:rsidRDefault="00977C68" w:rsidP="00F15152">
            <w:pPr>
              <w:pStyle w:val="TAC"/>
              <w:rPr>
                <w:lang w:eastAsia="zh-CN"/>
              </w:rPr>
            </w:pPr>
            <w:r w:rsidRPr="008C6DE4">
              <w:t>N/A</w:t>
            </w:r>
          </w:p>
        </w:tc>
      </w:tr>
    </w:tbl>
    <w:p w14:paraId="742C78AD" w14:textId="77777777" w:rsidR="00977C68" w:rsidRPr="008C6DE4" w:rsidRDefault="00977C68" w:rsidP="00977C68"/>
    <w:p w14:paraId="691E67D3" w14:textId="77777777" w:rsidR="00977C68" w:rsidRPr="008C6DE4" w:rsidRDefault="00977C68" w:rsidP="00977C68">
      <w:pPr>
        <w:pStyle w:val="TH"/>
      </w:pPr>
      <w:r w:rsidRPr="008C6DE4">
        <w:t>Table 8.2.3.2.4-2: Interruption length X2 and Y2 at SCell activation/deactivation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930"/>
        <w:gridCol w:w="2288"/>
        <w:gridCol w:w="1985"/>
        <w:gridCol w:w="2390"/>
      </w:tblGrid>
      <w:tr w:rsidR="00804CD3" w:rsidRPr="008C6DE4" w14:paraId="0F0277C5" w14:textId="77777777" w:rsidTr="00F15152">
        <w:trPr>
          <w:trHeight w:val="424"/>
          <w:jc w:val="center"/>
        </w:trPr>
        <w:tc>
          <w:tcPr>
            <w:tcW w:w="591" w:type="dxa"/>
            <w:tcBorders>
              <w:top w:val="single" w:sz="4" w:space="0" w:color="auto"/>
              <w:left w:val="single" w:sz="4" w:space="0" w:color="auto"/>
              <w:bottom w:val="single" w:sz="4" w:space="0" w:color="auto"/>
              <w:right w:val="single" w:sz="4" w:space="0" w:color="auto"/>
            </w:tcBorders>
            <w:vAlign w:val="center"/>
            <w:hideMark/>
          </w:tcPr>
          <w:p w14:paraId="4E8207E8" w14:textId="77777777" w:rsidR="00804CD3" w:rsidRPr="008C6DE4" w:rsidRDefault="00804CD3" w:rsidP="00804CD3">
            <w:pPr>
              <w:pStyle w:val="TAH"/>
            </w:pPr>
            <w:r w:rsidRPr="008C6DE4">
              <w:rPr>
                <w:noProof/>
                <w:lang w:val="en-US" w:eastAsia="zh-CN"/>
              </w:rPr>
              <w:drawing>
                <wp:inline distT="0" distB="0" distL="0" distR="0" wp14:anchorId="33147B7F" wp14:editId="33D28DD4">
                  <wp:extent cx="154305" cy="15430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930" w:type="dxa"/>
            <w:tcBorders>
              <w:top w:val="single" w:sz="4" w:space="0" w:color="auto"/>
              <w:left w:val="single" w:sz="4" w:space="0" w:color="auto"/>
              <w:bottom w:val="single" w:sz="4" w:space="0" w:color="auto"/>
              <w:right w:val="single" w:sz="4" w:space="0" w:color="auto"/>
            </w:tcBorders>
            <w:hideMark/>
          </w:tcPr>
          <w:p w14:paraId="6D762B97" w14:textId="77777777" w:rsidR="00804CD3" w:rsidRPr="008C6DE4" w:rsidRDefault="00804CD3" w:rsidP="00804CD3">
            <w:pPr>
              <w:pStyle w:val="TAH"/>
            </w:pPr>
            <w:r w:rsidRPr="008C6DE4">
              <w:t>NR Slot length (ms) of victim cell</w:t>
            </w:r>
          </w:p>
        </w:tc>
        <w:tc>
          <w:tcPr>
            <w:tcW w:w="4273" w:type="dxa"/>
            <w:gridSpan w:val="2"/>
            <w:tcBorders>
              <w:top w:val="single" w:sz="4" w:space="0" w:color="auto"/>
              <w:left w:val="single" w:sz="4" w:space="0" w:color="auto"/>
              <w:bottom w:val="single" w:sz="4" w:space="0" w:color="auto"/>
              <w:right w:val="single" w:sz="4" w:space="0" w:color="auto"/>
            </w:tcBorders>
            <w:hideMark/>
          </w:tcPr>
          <w:p w14:paraId="697337AA" w14:textId="46266589" w:rsidR="00804CD3" w:rsidRPr="008C6DE4" w:rsidRDefault="00804CD3" w:rsidP="00804CD3">
            <w:pPr>
              <w:pStyle w:val="TAH"/>
            </w:pPr>
            <w:r w:rsidRPr="008C6DE4">
              <w:rPr>
                <w:lang w:val="fr-FR"/>
              </w:rPr>
              <w:t>Interruption length X2 (slots)</w:t>
            </w:r>
          </w:p>
        </w:tc>
        <w:tc>
          <w:tcPr>
            <w:tcW w:w="2390" w:type="dxa"/>
            <w:tcBorders>
              <w:top w:val="single" w:sz="4" w:space="0" w:color="auto"/>
              <w:left w:val="single" w:sz="4" w:space="0" w:color="auto"/>
              <w:bottom w:val="single" w:sz="4" w:space="0" w:color="auto"/>
              <w:right w:val="single" w:sz="4" w:space="0" w:color="auto"/>
            </w:tcBorders>
            <w:hideMark/>
          </w:tcPr>
          <w:p w14:paraId="042B5FAF" w14:textId="305E337F" w:rsidR="00804CD3" w:rsidRPr="008C6DE4" w:rsidRDefault="00804CD3" w:rsidP="00804CD3">
            <w:pPr>
              <w:pStyle w:val="TAH"/>
              <w:rPr>
                <w:vertAlign w:val="superscript"/>
                <w:lang w:eastAsia="zh-CN"/>
              </w:rPr>
            </w:pPr>
            <w:r w:rsidRPr="008C6DE4">
              <w:rPr>
                <w:lang w:val="fr-FR"/>
              </w:rPr>
              <w:t>Interruption length Y2 (slots)</w:t>
            </w:r>
            <w:r w:rsidRPr="008C6DE4">
              <w:rPr>
                <w:vertAlign w:val="superscript"/>
                <w:lang w:val="fr-FR"/>
              </w:rPr>
              <w:t xml:space="preserve"> </w:t>
            </w:r>
          </w:p>
        </w:tc>
      </w:tr>
      <w:tr w:rsidR="00DD3199" w:rsidRPr="008C6DE4" w14:paraId="23E22868" w14:textId="77777777" w:rsidTr="00F15152">
        <w:trPr>
          <w:jc w:val="center"/>
        </w:trPr>
        <w:tc>
          <w:tcPr>
            <w:tcW w:w="591" w:type="dxa"/>
            <w:tcBorders>
              <w:top w:val="single" w:sz="4" w:space="0" w:color="auto"/>
              <w:left w:val="single" w:sz="4" w:space="0" w:color="auto"/>
              <w:bottom w:val="single" w:sz="4" w:space="0" w:color="auto"/>
              <w:right w:val="single" w:sz="4" w:space="0" w:color="auto"/>
            </w:tcBorders>
            <w:hideMark/>
          </w:tcPr>
          <w:p w14:paraId="6CB98712" w14:textId="77777777" w:rsidR="00977C68" w:rsidRPr="008C6DE4" w:rsidRDefault="00977C68" w:rsidP="00F15152">
            <w:pPr>
              <w:pStyle w:val="TAC"/>
            </w:pPr>
            <w:r w:rsidRPr="008C6DE4">
              <w:t>0</w:t>
            </w:r>
          </w:p>
        </w:tc>
        <w:tc>
          <w:tcPr>
            <w:tcW w:w="930" w:type="dxa"/>
            <w:tcBorders>
              <w:top w:val="single" w:sz="4" w:space="0" w:color="auto"/>
              <w:left w:val="single" w:sz="4" w:space="0" w:color="auto"/>
              <w:bottom w:val="single" w:sz="4" w:space="0" w:color="auto"/>
              <w:right w:val="single" w:sz="4" w:space="0" w:color="auto"/>
            </w:tcBorders>
            <w:hideMark/>
          </w:tcPr>
          <w:p w14:paraId="247FBAD2" w14:textId="77777777" w:rsidR="00977C68" w:rsidRPr="008C6DE4" w:rsidRDefault="00977C68" w:rsidP="00F15152">
            <w:pPr>
              <w:pStyle w:val="TAC"/>
            </w:pPr>
            <w:r w:rsidRPr="008C6DE4">
              <w:t>1</w:t>
            </w:r>
          </w:p>
        </w:tc>
        <w:tc>
          <w:tcPr>
            <w:tcW w:w="4273" w:type="dxa"/>
            <w:gridSpan w:val="2"/>
            <w:tcBorders>
              <w:top w:val="single" w:sz="4" w:space="0" w:color="auto"/>
              <w:left w:val="single" w:sz="4" w:space="0" w:color="auto"/>
              <w:bottom w:val="single" w:sz="4" w:space="0" w:color="auto"/>
              <w:right w:val="single" w:sz="4" w:space="0" w:color="auto"/>
            </w:tcBorders>
            <w:hideMark/>
          </w:tcPr>
          <w:p w14:paraId="532ED8BD" w14:textId="77777777" w:rsidR="00977C68" w:rsidRPr="008C6DE4" w:rsidRDefault="00977C68" w:rsidP="00F15152">
            <w:pPr>
              <w:pStyle w:val="TAC"/>
            </w:pPr>
            <w:r w:rsidRPr="008C6DE4">
              <w:rPr>
                <w:lang w:eastAsia="zh-CN"/>
              </w:rPr>
              <w:t>1</w:t>
            </w:r>
          </w:p>
        </w:tc>
        <w:tc>
          <w:tcPr>
            <w:tcW w:w="2390" w:type="dxa"/>
            <w:tcBorders>
              <w:top w:val="single" w:sz="4" w:space="0" w:color="auto"/>
              <w:left w:val="single" w:sz="4" w:space="0" w:color="auto"/>
              <w:bottom w:val="single" w:sz="4" w:space="0" w:color="auto"/>
              <w:right w:val="single" w:sz="4" w:space="0" w:color="auto"/>
            </w:tcBorders>
            <w:hideMark/>
          </w:tcPr>
          <w:p w14:paraId="473DAB51" w14:textId="77777777" w:rsidR="00977C68" w:rsidRPr="008C6DE4" w:rsidRDefault="00977C68" w:rsidP="00F15152">
            <w:pPr>
              <w:pStyle w:val="TAC"/>
            </w:pPr>
            <w:r w:rsidRPr="008C6DE4">
              <w:t>1</w:t>
            </w:r>
          </w:p>
        </w:tc>
      </w:tr>
      <w:tr w:rsidR="00DD3199" w:rsidRPr="008C6DE4" w14:paraId="6D6066CC" w14:textId="77777777" w:rsidTr="00F15152">
        <w:trPr>
          <w:jc w:val="center"/>
        </w:trPr>
        <w:tc>
          <w:tcPr>
            <w:tcW w:w="591" w:type="dxa"/>
            <w:tcBorders>
              <w:top w:val="single" w:sz="4" w:space="0" w:color="auto"/>
              <w:left w:val="single" w:sz="4" w:space="0" w:color="auto"/>
              <w:bottom w:val="single" w:sz="4" w:space="0" w:color="auto"/>
              <w:right w:val="single" w:sz="4" w:space="0" w:color="auto"/>
            </w:tcBorders>
            <w:hideMark/>
          </w:tcPr>
          <w:p w14:paraId="3634D96D" w14:textId="77777777" w:rsidR="00977C68" w:rsidRPr="008C6DE4" w:rsidRDefault="00977C68" w:rsidP="00F15152">
            <w:pPr>
              <w:pStyle w:val="TAC"/>
            </w:pPr>
            <w:r w:rsidRPr="008C6DE4">
              <w:t>1</w:t>
            </w:r>
          </w:p>
        </w:tc>
        <w:tc>
          <w:tcPr>
            <w:tcW w:w="930" w:type="dxa"/>
            <w:tcBorders>
              <w:top w:val="single" w:sz="4" w:space="0" w:color="auto"/>
              <w:left w:val="single" w:sz="4" w:space="0" w:color="auto"/>
              <w:bottom w:val="single" w:sz="4" w:space="0" w:color="auto"/>
              <w:right w:val="single" w:sz="4" w:space="0" w:color="auto"/>
            </w:tcBorders>
            <w:hideMark/>
          </w:tcPr>
          <w:p w14:paraId="2485F48E" w14:textId="77777777" w:rsidR="00977C68" w:rsidRPr="008C6DE4" w:rsidRDefault="00977C68" w:rsidP="00F15152">
            <w:pPr>
              <w:pStyle w:val="TAC"/>
            </w:pPr>
            <w:r w:rsidRPr="008C6DE4">
              <w:t>0.5</w:t>
            </w:r>
          </w:p>
        </w:tc>
        <w:tc>
          <w:tcPr>
            <w:tcW w:w="4273" w:type="dxa"/>
            <w:gridSpan w:val="2"/>
            <w:tcBorders>
              <w:top w:val="single" w:sz="4" w:space="0" w:color="auto"/>
              <w:left w:val="single" w:sz="4" w:space="0" w:color="auto"/>
              <w:bottom w:val="single" w:sz="4" w:space="0" w:color="auto"/>
              <w:right w:val="single" w:sz="4" w:space="0" w:color="auto"/>
            </w:tcBorders>
            <w:hideMark/>
          </w:tcPr>
          <w:p w14:paraId="4203A9C7" w14:textId="77777777" w:rsidR="00977C68" w:rsidRPr="008C6DE4" w:rsidRDefault="00977C68" w:rsidP="00F15152">
            <w:pPr>
              <w:pStyle w:val="TAC"/>
            </w:pPr>
            <w:r w:rsidRPr="008C6DE4">
              <w:rPr>
                <w:lang w:eastAsia="zh-CN"/>
              </w:rPr>
              <w:t>1</w:t>
            </w:r>
          </w:p>
        </w:tc>
        <w:tc>
          <w:tcPr>
            <w:tcW w:w="2390" w:type="dxa"/>
            <w:tcBorders>
              <w:top w:val="single" w:sz="4" w:space="0" w:color="auto"/>
              <w:left w:val="single" w:sz="4" w:space="0" w:color="auto"/>
              <w:bottom w:val="single" w:sz="4" w:space="0" w:color="auto"/>
              <w:right w:val="single" w:sz="4" w:space="0" w:color="auto"/>
            </w:tcBorders>
            <w:hideMark/>
          </w:tcPr>
          <w:p w14:paraId="219507FE" w14:textId="77777777" w:rsidR="00977C68" w:rsidRPr="008C6DE4" w:rsidRDefault="00977C68" w:rsidP="00F15152">
            <w:pPr>
              <w:pStyle w:val="TAC"/>
            </w:pPr>
            <w:r w:rsidRPr="008C6DE4">
              <w:t>1</w:t>
            </w:r>
          </w:p>
        </w:tc>
      </w:tr>
      <w:tr w:rsidR="00DD3199" w:rsidRPr="008C6DE4" w14:paraId="5F9C81F2" w14:textId="77777777" w:rsidTr="00F15152">
        <w:trPr>
          <w:jc w:val="center"/>
        </w:trPr>
        <w:tc>
          <w:tcPr>
            <w:tcW w:w="591" w:type="dxa"/>
            <w:vMerge w:val="restart"/>
            <w:tcBorders>
              <w:top w:val="single" w:sz="4" w:space="0" w:color="auto"/>
              <w:left w:val="single" w:sz="4" w:space="0" w:color="auto"/>
              <w:bottom w:val="single" w:sz="4" w:space="0" w:color="auto"/>
              <w:right w:val="single" w:sz="4" w:space="0" w:color="auto"/>
            </w:tcBorders>
            <w:hideMark/>
          </w:tcPr>
          <w:p w14:paraId="2654A3E9" w14:textId="77777777" w:rsidR="00977C68" w:rsidRPr="008C6DE4" w:rsidRDefault="00977C68" w:rsidP="00F15152">
            <w:pPr>
              <w:pStyle w:val="TAC"/>
            </w:pPr>
            <w:r w:rsidRPr="008C6DE4">
              <w:t>2</w:t>
            </w:r>
          </w:p>
        </w:tc>
        <w:tc>
          <w:tcPr>
            <w:tcW w:w="930" w:type="dxa"/>
            <w:vMerge w:val="restart"/>
            <w:tcBorders>
              <w:top w:val="single" w:sz="4" w:space="0" w:color="auto"/>
              <w:left w:val="single" w:sz="4" w:space="0" w:color="auto"/>
              <w:bottom w:val="single" w:sz="4" w:space="0" w:color="auto"/>
              <w:right w:val="single" w:sz="4" w:space="0" w:color="auto"/>
            </w:tcBorders>
            <w:hideMark/>
          </w:tcPr>
          <w:p w14:paraId="1820E89B" w14:textId="77777777" w:rsidR="00977C68" w:rsidRPr="008C6DE4" w:rsidRDefault="00977C68" w:rsidP="00F15152">
            <w:pPr>
              <w:pStyle w:val="TAC"/>
            </w:pPr>
            <w:r w:rsidRPr="008C6DE4">
              <w:t>0.25</w:t>
            </w:r>
          </w:p>
        </w:tc>
        <w:tc>
          <w:tcPr>
            <w:tcW w:w="2288" w:type="dxa"/>
            <w:tcBorders>
              <w:top w:val="single" w:sz="4" w:space="0" w:color="auto"/>
              <w:left w:val="single" w:sz="4" w:space="0" w:color="auto"/>
              <w:bottom w:val="single" w:sz="4" w:space="0" w:color="auto"/>
              <w:right w:val="single" w:sz="4" w:space="0" w:color="auto"/>
            </w:tcBorders>
            <w:hideMark/>
          </w:tcPr>
          <w:p w14:paraId="4188364F" w14:textId="77777777" w:rsidR="00977C68" w:rsidRPr="008C6DE4" w:rsidRDefault="00977C68" w:rsidP="00F15152">
            <w:pPr>
              <w:pStyle w:val="TAC"/>
              <w:rPr>
                <w:lang w:eastAsia="zh-CN"/>
              </w:rPr>
            </w:pPr>
            <w:r w:rsidRPr="008C6DE4">
              <w:rPr>
                <w:lang w:eastAsia="zh-CN"/>
              </w:rPr>
              <w:t>Both aggressor cell and victim cell are on FR2</w:t>
            </w:r>
          </w:p>
        </w:tc>
        <w:tc>
          <w:tcPr>
            <w:tcW w:w="1985" w:type="dxa"/>
            <w:tcBorders>
              <w:top w:val="single" w:sz="4" w:space="0" w:color="auto"/>
              <w:left w:val="single" w:sz="4" w:space="0" w:color="auto"/>
              <w:bottom w:val="single" w:sz="4" w:space="0" w:color="auto"/>
              <w:right w:val="single" w:sz="4" w:space="0" w:color="auto"/>
            </w:tcBorders>
            <w:hideMark/>
          </w:tcPr>
          <w:p w14:paraId="219850CA" w14:textId="77777777" w:rsidR="00977C68" w:rsidRPr="008C6DE4" w:rsidRDefault="00977C68" w:rsidP="00F15152">
            <w:pPr>
              <w:pStyle w:val="TAC"/>
              <w:rPr>
                <w:lang w:eastAsia="zh-CN"/>
              </w:rPr>
            </w:pPr>
            <w:r w:rsidRPr="008C6DE4">
              <w:rPr>
                <w:lang w:eastAsia="zh-CN"/>
              </w:rPr>
              <w:t>2</w:t>
            </w:r>
          </w:p>
        </w:tc>
        <w:tc>
          <w:tcPr>
            <w:tcW w:w="2390" w:type="dxa"/>
            <w:vMerge w:val="restart"/>
            <w:tcBorders>
              <w:top w:val="single" w:sz="4" w:space="0" w:color="auto"/>
              <w:left w:val="single" w:sz="4" w:space="0" w:color="auto"/>
              <w:bottom w:val="single" w:sz="4" w:space="0" w:color="auto"/>
              <w:right w:val="single" w:sz="4" w:space="0" w:color="auto"/>
            </w:tcBorders>
            <w:hideMark/>
          </w:tcPr>
          <w:p w14:paraId="6B6011EC" w14:textId="77777777" w:rsidR="00977C68" w:rsidRPr="008C6DE4" w:rsidRDefault="00977C68" w:rsidP="00F15152">
            <w:pPr>
              <w:pStyle w:val="TAC"/>
              <w:rPr>
                <w:lang w:eastAsia="zh-CN"/>
              </w:rPr>
            </w:pPr>
            <w:r w:rsidRPr="008C6DE4">
              <w:rPr>
                <w:lang w:eastAsia="zh-CN"/>
              </w:rPr>
              <w:t>2</w:t>
            </w:r>
          </w:p>
        </w:tc>
      </w:tr>
      <w:tr w:rsidR="00DD3199" w:rsidRPr="008C6DE4" w14:paraId="385BCA0E"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31FA75" w14:textId="77777777" w:rsidR="00977C68" w:rsidRPr="008C6DE4" w:rsidRDefault="00977C68" w:rsidP="00F15152">
            <w:pPr>
              <w:spacing w:after="0"/>
              <w:rPr>
                <w:rFonts w:ascii="Arial" w:hAnsi="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62104E" w14:textId="77777777" w:rsidR="00977C68" w:rsidRPr="008C6DE4" w:rsidRDefault="00977C68" w:rsidP="00F15152">
            <w:pPr>
              <w:spacing w:after="0"/>
              <w:rPr>
                <w:rFonts w:ascii="Arial" w:hAnsi="Arial"/>
                <w:sz w:val="18"/>
              </w:rPr>
            </w:pPr>
          </w:p>
        </w:tc>
        <w:tc>
          <w:tcPr>
            <w:tcW w:w="2288" w:type="dxa"/>
            <w:tcBorders>
              <w:top w:val="single" w:sz="4" w:space="0" w:color="auto"/>
              <w:left w:val="single" w:sz="4" w:space="0" w:color="auto"/>
              <w:bottom w:val="single" w:sz="4" w:space="0" w:color="auto"/>
              <w:right w:val="single" w:sz="4" w:space="0" w:color="auto"/>
            </w:tcBorders>
            <w:hideMark/>
          </w:tcPr>
          <w:p w14:paraId="271843D9" w14:textId="77777777" w:rsidR="00977C68" w:rsidRPr="008C6DE4" w:rsidRDefault="00977C68" w:rsidP="00F15152">
            <w:pPr>
              <w:pStyle w:val="TAC"/>
              <w:rPr>
                <w:lang w:eastAsia="zh-CN"/>
              </w:rPr>
            </w:pPr>
            <w:r w:rsidRPr="008C6DE4">
              <w:rPr>
                <w:lang w:eastAsia="zh-CN"/>
              </w:rPr>
              <w:t>Either aggressor cell or victim cell is on FR1</w:t>
            </w:r>
          </w:p>
        </w:tc>
        <w:tc>
          <w:tcPr>
            <w:tcW w:w="1985" w:type="dxa"/>
            <w:tcBorders>
              <w:top w:val="single" w:sz="4" w:space="0" w:color="auto"/>
              <w:left w:val="single" w:sz="4" w:space="0" w:color="auto"/>
              <w:bottom w:val="single" w:sz="4" w:space="0" w:color="auto"/>
              <w:right w:val="single" w:sz="4" w:space="0" w:color="auto"/>
            </w:tcBorders>
            <w:hideMark/>
          </w:tcPr>
          <w:p w14:paraId="68EFA88E" w14:textId="77777777" w:rsidR="00977C68" w:rsidRPr="008C6DE4" w:rsidRDefault="00977C68" w:rsidP="00F15152">
            <w:pPr>
              <w:pStyle w:val="TAC"/>
              <w:rPr>
                <w:lang w:eastAsia="zh-CN"/>
              </w:rPr>
            </w:pPr>
            <w:r w:rsidRPr="008C6DE4">
              <w:rPr>
                <w:lang w:eastAsia="zh-CN"/>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224FCA" w14:textId="77777777" w:rsidR="00977C68" w:rsidRPr="008C6DE4" w:rsidRDefault="00977C68" w:rsidP="00F15152">
            <w:pPr>
              <w:spacing w:after="0"/>
              <w:rPr>
                <w:rFonts w:ascii="Arial" w:hAnsi="Arial"/>
                <w:sz w:val="18"/>
                <w:lang w:eastAsia="zh-CN"/>
              </w:rPr>
            </w:pPr>
          </w:p>
        </w:tc>
      </w:tr>
      <w:tr w:rsidR="00DD3199" w:rsidRPr="008C6DE4" w14:paraId="03600F0E" w14:textId="77777777" w:rsidTr="00F15152">
        <w:trPr>
          <w:jc w:val="center"/>
        </w:trPr>
        <w:tc>
          <w:tcPr>
            <w:tcW w:w="591" w:type="dxa"/>
            <w:vMerge w:val="restart"/>
            <w:tcBorders>
              <w:top w:val="single" w:sz="4" w:space="0" w:color="auto"/>
              <w:left w:val="single" w:sz="4" w:space="0" w:color="auto"/>
              <w:bottom w:val="single" w:sz="4" w:space="0" w:color="auto"/>
              <w:right w:val="single" w:sz="4" w:space="0" w:color="auto"/>
            </w:tcBorders>
            <w:hideMark/>
          </w:tcPr>
          <w:p w14:paraId="3463547A" w14:textId="77777777" w:rsidR="00977C68" w:rsidRPr="008C6DE4" w:rsidRDefault="00977C68" w:rsidP="00F15152">
            <w:pPr>
              <w:pStyle w:val="TAC"/>
            </w:pPr>
            <w:r w:rsidRPr="008C6DE4">
              <w:t>3</w:t>
            </w:r>
          </w:p>
        </w:tc>
        <w:tc>
          <w:tcPr>
            <w:tcW w:w="930" w:type="dxa"/>
            <w:vMerge w:val="restart"/>
            <w:tcBorders>
              <w:top w:val="single" w:sz="4" w:space="0" w:color="auto"/>
              <w:left w:val="single" w:sz="4" w:space="0" w:color="auto"/>
              <w:bottom w:val="single" w:sz="4" w:space="0" w:color="auto"/>
              <w:right w:val="single" w:sz="4" w:space="0" w:color="auto"/>
            </w:tcBorders>
            <w:hideMark/>
          </w:tcPr>
          <w:p w14:paraId="61AC9A8B" w14:textId="77777777" w:rsidR="00977C68" w:rsidRPr="008C6DE4" w:rsidRDefault="00977C68" w:rsidP="00F15152">
            <w:pPr>
              <w:pStyle w:val="TAC"/>
            </w:pPr>
            <w:r w:rsidRPr="008C6DE4">
              <w:t>0.125</w:t>
            </w:r>
          </w:p>
        </w:tc>
        <w:tc>
          <w:tcPr>
            <w:tcW w:w="2288" w:type="dxa"/>
            <w:tcBorders>
              <w:top w:val="single" w:sz="4" w:space="0" w:color="auto"/>
              <w:left w:val="single" w:sz="4" w:space="0" w:color="auto"/>
              <w:bottom w:val="single" w:sz="4" w:space="0" w:color="auto"/>
              <w:right w:val="single" w:sz="4" w:space="0" w:color="auto"/>
            </w:tcBorders>
            <w:hideMark/>
          </w:tcPr>
          <w:p w14:paraId="35B1B89D" w14:textId="77777777" w:rsidR="00977C68" w:rsidRPr="008C6DE4" w:rsidRDefault="00977C68" w:rsidP="00F15152">
            <w:pPr>
              <w:pStyle w:val="TAC"/>
              <w:rPr>
                <w:lang w:eastAsia="zh-CN"/>
              </w:rPr>
            </w:pPr>
            <w:r w:rsidRPr="008C6DE4">
              <w:rPr>
                <w:lang w:eastAsia="zh-CN"/>
              </w:rPr>
              <w:t>Aggressor cell is on FR2</w:t>
            </w:r>
          </w:p>
        </w:tc>
        <w:tc>
          <w:tcPr>
            <w:tcW w:w="1985" w:type="dxa"/>
            <w:tcBorders>
              <w:top w:val="single" w:sz="4" w:space="0" w:color="auto"/>
              <w:left w:val="single" w:sz="4" w:space="0" w:color="auto"/>
              <w:bottom w:val="single" w:sz="4" w:space="0" w:color="auto"/>
              <w:right w:val="single" w:sz="4" w:space="0" w:color="auto"/>
            </w:tcBorders>
            <w:hideMark/>
          </w:tcPr>
          <w:p w14:paraId="7E042B02" w14:textId="77777777" w:rsidR="00977C68" w:rsidRPr="008C6DE4" w:rsidRDefault="00977C68" w:rsidP="00F15152">
            <w:pPr>
              <w:pStyle w:val="TAC"/>
              <w:rPr>
                <w:lang w:eastAsia="zh-CN"/>
              </w:rPr>
            </w:pPr>
            <w:r w:rsidRPr="008C6DE4">
              <w:rPr>
                <w:lang w:eastAsia="zh-CN"/>
              </w:rPr>
              <w:t>4</w:t>
            </w:r>
          </w:p>
        </w:tc>
        <w:tc>
          <w:tcPr>
            <w:tcW w:w="2390" w:type="dxa"/>
            <w:vMerge w:val="restart"/>
            <w:tcBorders>
              <w:top w:val="single" w:sz="4" w:space="0" w:color="auto"/>
              <w:left w:val="single" w:sz="4" w:space="0" w:color="auto"/>
              <w:bottom w:val="single" w:sz="4" w:space="0" w:color="auto"/>
              <w:right w:val="single" w:sz="4" w:space="0" w:color="auto"/>
            </w:tcBorders>
            <w:hideMark/>
          </w:tcPr>
          <w:p w14:paraId="00F2F2FA" w14:textId="77777777" w:rsidR="00977C68" w:rsidRPr="008C6DE4" w:rsidRDefault="00977C68" w:rsidP="00F15152">
            <w:pPr>
              <w:pStyle w:val="TAC"/>
              <w:rPr>
                <w:lang w:eastAsia="zh-CN"/>
              </w:rPr>
            </w:pPr>
            <w:r w:rsidRPr="008C6DE4">
              <w:rPr>
                <w:lang w:eastAsia="zh-CN"/>
              </w:rPr>
              <w:t>4</w:t>
            </w:r>
          </w:p>
        </w:tc>
      </w:tr>
      <w:tr w:rsidR="00977C68" w:rsidRPr="008C6DE4" w14:paraId="514FAE05"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2E4257" w14:textId="77777777" w:rsidR="00977C68" w:rsidRPr="008C6DE4" w:rsidRDefault="00977C68" w:rsidP="00F15152">
            <w:pPr>
              <w:spacing w:after="0"/>
              <w:rPr>
                <w:rFonts w:ascii="Arial" w:hAnsi="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B3AFB2" w14:textId="77777777" w:rsidR="00977C68" w:rsidRPr="008C6DE4" w:rsidRDefault="00977C68" w:rsidP="00F15152">
            <w:pPr>
              <w:spacing w:after="0"/>
              <w:rPr>
                <w:rFonts w:ascii="Arial" w:hAnsi="Arial"/>
                <w:sz w:val="18"/>
              </w:rPr>
            </w:pPr>
          </w:p>
        </w:tc>
        <w:tc>
          <w:tcPr>
            <w:tcW w:w="2288" w:type="dxa"/>
            <w:tcBorders>
              <w:top w:val="single" w:sz="4" w:space="0" w:color="auto"/>
              <w:left w:val="single" w:sz="4" w:space="0" w:color="auto"/>
              <w:bottom w:val="single" w:sz="4" w:space="0" w:color="auto"/>
              <w:right w:val="single" w:sz="4" w:space="0" w:color="auto"/>
            </w:tcBorders>
            <w:hideMark/>
          </w:tcPr>
          <w:p w14:paraId="5C68210D" w14:textId="77777777" w:rsidR="00977C68" w:rsidRPr="008C6DE4" w:rsidRDefault="00977C68" w:rsidP="00F15152">
            <w:pPr>
              <w:pStyle w:val="TAC"/>
              <w:rPr>
                <w:lang w:eastAsia="zh-CN"/>
              </w:rPr>
            </w:pPr>
            <w:r w:rsidRPr="008C6DE4">
              <w:rPr>
                <w:lang w:eastAsia="zh-CN"/>
              </w:rPr>
              <w:t>Aggressor cell is on FR1</w:t>
            </w:r>
          </w:p>
        </w:tc>
        <w:tc>
          <w:tcPr>
            <w:tcW w:w="1985" w:type="dxa"/>
            <w:tcBorders>
              <w:top w:val="single" w:sz="4" w:space="0" w:color="auto"/>
              <w:left w:val="single" w:sz="4" w:space="0" w:color="auto"/>
              <w:bottom w:val="single" w:sz="4" w:space="0" w:color="auto"/>
              <w:right w:val="single" w:sz="4" w:space="0" w:color="auto"/>
            </w:tcBorders>
            <w:hideMark/>
          </w:tcPr>
          <w:p w14:paraId="21C8D687" w14:textId="77777777" w:rsidR="00977C68" w:rsidRPr="008C6DE4" w:rsidRDefault="00977C68" w:rsidP="00F15152">
            <w:pPr>
              <w:pStyle w:val="TAC"/>
              <w:rPr>
                <w:lang w:eastAsia="zh-CN"/>
              </w:rPr>
            </w:pPr>
            <w:r w:rsidRPr="008C6DE4">
              <w:rPr>
                <w:lang w:eastAsia="zh-CN"/>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DAB49D" w14:textId="77777777" w:rsidR="00977C68" w:rsidRPr="008C6DE4" w:rsidRDefault="00977C68" w:rsidP="00F15152">
            <w:pPr>
              <w:spacing w:after="0"/>
              <w:rPr>
                <w:rFonts w:ascii="Arial" w:hAnsi="Arial"/>
                <w:sz w:val="18"/>
                <w:lang w:eastAsia="zh-CN"/>
              </w:rPr>
            </w:pPr>
          </w:p>
        </w:tc>
      </w:tr>
    </w:tbl>
    <w:p w14:paraId="78D3DE7D" w14:textId="77777777" w:rsidR="00977C68" w:rsidRPr="008C6DE4" w:rsidRDefault="00977C68" w:rsidP="00977C68"/>
    <w:p w14:paraId="730B5818" w14:textId="1D778260" w:rsidR="00977C68" w:rsidRPr="008C6DE4" w:rsidRDefault="0048284E" w:rsidP="0048284E">
      <w:pPr>
        <w:pStyle w:val="Heading5"/>
      </w:pPr>
      <w:r w:rsidRPr="008C6DE4">
        <w:t>8.2.3.2.5</w:t>
      </w:r>
      <w:r w:rsidR="00977C68" w:rsidRPr="008C6DE4">
        <w:tab/>
        <w:t>Interruptions during measurements on SCC</w:t>
      </w:r>
    </w:p>
    <w:p w14:paraId="153F8622" w14:textId="77777777" w:rsidR="00977C68" w:rsidRPr="008C6DE4" w:rsidRDefault="00977C68" w:rsidP="00977C68">
      <w:pPr>
        <w:pStyle w:val="H6"/>
        <w:rPr>
          <w:lang w:eastAsia="zh-CN"/>
        </w:rPr>
      </w:pPr>
      <w:r w:rsidRPr="008C6DE4">
        <w:rPr>
          <w:lang w:eastAsia="zh-CN"/>
        </w:rPr>
        <w:t>8.2.3.2.5.1</w:t>
      </w:r>
      <w:r w:rsidRPr="008C6DE4">
        <w:rPr>
          <w:lang w:eastAsia="zh-CN"/>
        </w:rPr>
        <w:tab/>
        <w:t>Interruptions during measurements on deactivated NR SCC</w:t>
      </w:r>
    </w:p>
    <w:p w14:paraId="4109921B" w14:textId="77777777" w:rsidR="00977C68" w:rsidRPr="008C6DE4" w:rsidRDefault="00977C68" w:rsidP="00977C68">
      <w:r w:rsidRPr="008C6DE4">
        <w:rPr>
          <w:lang w:eastAsia="zh-CN"/>
        </w:rPr>
        <w:t xml:space="preserve">Interruption on PCell and other activated SCell(s) during measurement on the deactivated NR SCC shall meet requirements in clause </w:t>
      </w:r>
      <w:r w:rsidRPr="008C6DE4">
        <w:t>8.2.2.2.3.</w:t>
      </w:r>
    </w:p>
    <w:p w14:paraId="2736E1CA" w14:textId="77777777" w:rsidR="00977C68" w:rsidRPr="008C6DE4" w:rsidRDefault="00977C68" w:rsidP="00977C68">
      <w:pPr>
        <w:pStyle w:val="H6"/>
        <w:rPr>
          <w:lang w:eastAsia="zh-CN"/>
        </w:rPr>
      </w:pPr>
      <w:r w:rsidRPr="008C6DE4">
        <w:rPr>
          <w:lang w:eastAsia="zh-CN"/>
        </w:rPr>
        <w:t>8.2.3.2.5.2</w:t>
      </w:r>
      <w:r w:rsidRPr="008C6DE4">
        <w:rPr>
          <w:lang w:eastAsia="zh-CN"/>
        </w:rPr>
        <w:tab/>
        <w:t>Interruptions during measurements on deactivated E-UTRAN SCC</w:t>
      </w:r>
    </w:p>
    <w:p w14:paraId="7F80BCE6" w14:textId="77777777" w:rsidR="00977C68" w:rsidRPr="008C6DE4" w:rsidRDefault="00977C68" w:rsidP="00977C68">
      <w:pPr>
        <w:rPr>
          <w:lang w:eastAsia="zh-CN"/>
        </w:rPr>
      </w:pPr>
      <w:r w:rsidRPr="008C6DE4">
        <w:rPr>
          <w:lang w:eastAsia="zh-CN"/>
        </w:rPr>
        <w:t>When one E-UTRA SCell in SCG is deactivated, the UE is allowed due to measurements on the E-UTRA SCC with the deactivated E-UTRA SCell:</w:t>
      </w:r>
    </w:p>
    <w:p w14:paraId="08DBBE71" w14:textId="77777777" w:rsidR="00977C68" w:rsidRPr="008C6DE4" w:rsidRDefault="00977C68" w:rsidP="00977C68">
      <w:pPr>
        <w:ind w:left="568" w:hanging="284"/>
      </w:pPr>
      <w:r w:rsidRPr="008C6DE4">
        <w:t>-</w:t>
      </w:r>
      <w:r w:rsidRPr="008C6DE4">
        <w:tab/>
        <w:t xml:space="preserve">an interruption on PCell or any activated SCell with up to 0.5% probability of missed ACK/NACK when any of the configured </w:t>
      </w:r>
      <w:r w:rsidRPr="008C6DE4">
        <w:rPr>
          <w:i/>
        </w:rPr>
        <w:t xml:space="preserve">measCycleSCell </w:t>
      </w:r>
      <w:r w:rsidRPr="008C6DE4">
        <w:t>[15] for the deactivated E-UTRA SCells</w:t>
      </w:r>
      <w:r w:rsidRPr="008C6DE4">
        <w:rPr>
          <w:i/>
        </w:rPr>
        <w:t xml:space="preserve"> </w:t>
      </w:r>
      <w:r w:rsidRPr="008C6DE4">
        <w:t>is 640 ms or longer.</w:t>
      </w:r>
    </w:p>
    <w:p w14:paraId="7125A454" w14:textId="77777777" w:rsidR="00977C68" w:rsidRPr="008C6DE4" w:rsidRDefault="00977C68" w:rsidP="00977C68">
      <w:pPr>
        <w:ind w:left="568" w:hanging="284"/>
      </w:pPr>
      <w:r w:rsidRPr="008C6DE4">
        <w:t>-</w:t>
      </w:r>
      <w:r w:rsidRPr="008C6DE4">
        <w:tab/>
        <w:t xml:space="preserve">an interruption on PCell or any activated SCell with up to 0.5% probability of missed ACK/NACK regardless of the configured </w:t>
      </w:r>
      <w:r w:rsidRPr="008C6DE4">
        <w:rPr>
          <w:i/>
        </w:rPr>
        <w:t xml:space="preserve">measCycleSCell </w:t>
      </w:r>
      <w:r w:rsidRPr="008C6DE4">
        <w:t>[15]</w:t>
      </w:r>
      <w:r w:rsidRPr="008C6DE4">
        <w:rPr>
          <w:i/>
        </w:rPr>
        <w:t xml:space="preserve"> </w:t>
      </w:r>
      <w:r w:rsidRPr="008C6DE4">
        <w:t>for the</w:t>
      </w:r>
      <w:r w:rsidRPr="008C6DE4">
        <w:rPr>
          <w:lang w:eastAsia="zh-CN"/>
        </w:rPr>
        <w:t xml:space="preserve"> </w:t>
      </w:r>
      <w:r w:rsidRPr="008C6DE4">
        <w:t xml:space="preserve">deactivated E-UTRA SCells if indicated by the network using IE </w:t>
      </w:r>
      <w:r w:rsidRPr="008C6DE4">
        <w:rPr>
          <w:i/>
        </w:rPr>
        <w:t xml:space="preserve">allowInterruptions </w:t>
      </w:r>
      <w:r w:rsidRPr="008C6DE4">
        <w:t>[15].</w:t>
      </w:r>
    </w:p>
    <w:p w14:paraId="4C1E1BF5" w14:textId="77777777" w:rsidR="00977C68" w:rsidRPr="008C6DE4" w:rsidRDefault="00977C68" w:rsidP="00977C68">
      <w:pPr>
        <w:ind w:left="284"/>
        <w:rPr>
          <w:lang w:eastAsia="zh-CN"/>
        </w:rPr>
      </w:pPr>
      <w:r w:rsidRPr="008C6DE4">
        <w:rPr>
          <w:lang w:eastAsia="zh-CN"/>
        </w:rPr>
        <w:t>Each interruption shall not exceed</w:t>
      </w:r>
    </w:p>
    <w:p w14:paraId="6DE7FF19" w14:textId="77777777" w:rsidR="004C54CE" w:rsidRPr="008C6DE4" w:rsidRDefault="004C54CE" w:rsidP="004C54CE">
      <w:pPr>
        <w:ind w:left="851" w:hanging="284"/>
      </w:pPr>
      <w:r w:rsidRPr="008C6DE4">
        <w:t>-</w:t>
      </w:r>
      <w:r w:rsidRPr="008C6DE4">
        <w:tab/>
      </w:r>
      <w:r w:rsidRPr="008C6DE4">
        <w:rPr>
          <w:lang w:eastAsia="zh-CN"/>
        </w:rPr>
        <w:t>X3 slot</w:t>
      </w:r>
      <w:r>
        <w:rPr>
          <w:lang w:eastAsia="zh-CN"/>
        </w:rPr>
        <w:t>s</w:t>
      </w:r>
      <w:r w:rsidRPr="008C6DE4">
        <w:t>, if the PCell or activated SCell is not in the same band as the E-UTRA deactivated SCC being measured, or</w:t>
      </w:r>
    </w:p>
    <w:p w14:paraId="78325D90" w14:textId="77777777" w:rsidR="004C54CE" w:rsidRPr="008C6DE4" w:rsidRDefault="004C54CE" w:rsidP="004C54CE">
      <w:pPr>
        <w:ind w:left="851" w:hanging="284"/>
      </w:pPr>
      <w:r w:rsidRPr="008C6DE4">
        <w:t>-</w:t>
      </w:r>
      <w:r w:rsidRPr="008C6DE4">
        <w:tab/>
      </w:r>
      <w:r w:rsidRPr="008C6DE4">
        <w:rPr>
          <w:lang w:eastAsia="zh-CN"/>
        </w:rPr>
        <w:t>Y3 slot</w:t>
      </w:r>
      <w:r>
        <w:rPr>
          <w:lang w:eastAsia="zh-CN"/>
        </w:rPr>
        <w:t>s</w:t>
      </w:r>
      <w:r w:rsidRPr="008C6DE4">
        <w:rPr>
          <w:lang w:eastAsia="zh-CN"/>
        </w:rPr>
        <w:t xml:space="preserve"> + SMTC duration</w:t>
      </w:r>
      <w:r w:rsidRPr="008C6DE4">
        <w:t xml:space="preserve">, if the PCell or activated SCell is in the same band as the E-UTRA deactivated SCC being measured, provided </w:t>
      </w:r>
      <w:r w:rsidRPr="008C6DE4">
        <w:rPr>
          <w:lang w:eastAsia="zh-CN"/>
        </w:rPr>
        <w:t>the cell specific reference signals from the PCell or activated SCell and the E-UTRA deactivated SCC being measured are available in the same slot</w:t>
      </w:r>
      <w:r w:rsidRPr="008C6DE4">
        <w:t>.</w:t>
      </w:r>
    </w:p>
    <w:p w14:paraId="0C9EED09" w14:textId="77777777" w:rsidR="00977C68" w:rsidRPr="008C6DE4" w:rsidRDefault="00977C68" w:rsidP="00977C68">
      <w:pPr>
        <w:ind w:left="851"/>
        <w:rPr>
          <w:lang w:eastAsia="zh-CN"/>
        </w:rPr>
      </w:pPr>
      <w:r w:rsidRPr="008C6DE4">
        <w:rPr>
          <w:rFonts w:ascii="Tms Rmn" w:eastAsia="MS Mincho" w:hAnsi="Tms Rmn"/>
        </w:rPr>
        <w:t xml:space="preserve">Where X3 and Y3 are specified in </w:t>
      </w:r>
      <w:r w:rsidRPr="008C6DE4">
        <w:rPr>
          <w:rFonts w:ascii="Tms Rmn" w:hAnsi="Tms Rmn"/>
          <w:lang w:eastAsia="zh-CN"/>
        </w:rPr>
        <w:t>Table 8.2.3.2.5-1</w:t>
      </w:r>
    </w:p>
    <w:p w14:paraId="47F81BB4" w14:textId="77777777" w:rsidR="00977C68" w:rsidRPr="008C6DE4" w:rsidRDefault="00977C68" w:rsidP="00977C68">
      <w:pPr>
        <w:pStyle w:val="TH"/>
      </w:pPr>
      <w:r w:rsidRPr="008C6DE4">
        <w:t>Table 8.2.3.2.5-1: Interruption length X3 and Y3 at measurements on deactivated E-UTRA SCC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102"/>
        <w:gridCol w:w="1069"/>
        <w:gridCol w:w="1099"/>
        <w:gridCol w:w="1851"/>
        <w:gridCol w:w="1851"/>
      </w:tblGrid>
      <w:tr w:rsidR="003E2293" w:rsidRPr="008C6DE4" w14:paraId="7B1A2570" w14:textId="77777777" w:rsidTr="00F15152">
        <w:trPr>
          <w:trHeight w:val="205"/>
          <w:jc w:val="center"/>
        </w:trPr>
        <w:tc>
          <w:tcPr>
            <w:tcW w:w="733" w:type="dxa"/>
            <w:vMerge w:val="restart"/>
            <w:tcBorders>
              <w:top w:val="single" w:sz="4" w:space="0" w:color="auto"/>
              <w:left w:val="single" w:sz="4" w:space="0" w:color="auto"/>
              <w:bottom w:val="single" w:sz="4" w:space="0" w:color="auto"/>
              <w:right w:val="single" w:sz="4" w:space="0" w:color="auto"/>
            </w:tcBorders>
            <w:vAlign w:val="center"/>
            <w:hideMark/>
          </w:tcPr>
          <w:p w14:paraId="144BB364" w14:textId="77777777" w:rsidR="003E2293" w:rsidRPr="008C6DE4" w:rsidRDefault="003E2293" w:rsidP="003E2293">
            <w:pPr>
              <w:pStyle w:val="TAH"/>
            </w:pPr>
            <w:r w:rsidRPr="008C6DE4">
              <w:rPr>
                <w:noProof/>
                <w:lang w:val="en-US" w:eastAsia="zh-CN"/>
              </w:rPr>
              <w:drawing>
                <wp:inline distT="0" distB="0" distL="0" distR="0" wp14:anchorId="2F97DDED" wp14:editId="702993C1">
                  <wp:extent cx="154305" cy="15430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102" w:type="dxa"/>
            <w:vMerge w:val="restart"/>
            <w:tcBorders>
              <w:top w:val="single" w:sz="4" w:space="0" w:color="auto"/>
              <w:left w:val="single" w:sz="4" w:space="0" w:color="auto"/>
              <w:bottom w:val="single" w:sz="4" w:space="0" w:color="auto"/>
              <w:right w:val="single" w:sz="4" w:space="0" w:color="auto"/>
            </w:tcBorders>
            <w:hideMark/>
          </w:tcPr>
          <w:p w14:paraId="372DC57E" w14:textId="77777777" w:rsidR="003E2293" w:rsidRPr="008C6DE4" w:rsidRDefault="003E2293" w:rsidP="003E2293">
            <w:pPr>
              <w:pStyle w:val="TAH"/>
            </w:pPr>
            <w:r w:rsidRPr="008C6DE4">
              <w:t>NR Slot length (ms)</w:t>
            </w:r>
          </w:p>
        </w:tc>
        <w:tc>
          <w:tcPr>
            <w:tcW w:w="2168" w:type="dxa"/>
            <w:gridSpan w:val="2"/>
            <w:tcBorders>
              <w:top w:val="single" w:sz="4" w:space="0" w:color="auto"/>
              <w:left w:val="single" w:sz="4" w:space="0" w:color="auto"/>
              <w:bottom w:val="single" w:sz="4" w:space="0" w:color="auto"/>
              <w:right w:val="single" w:sz="4" w:space="0" w:color="auto"/>
            </w:tcBorders>
            <w:hideMark/>
          </w:tcPr>
          <w:p w14:paraId="71FE3528" w14:textId="0DBA179C" w:rsidR="003E2293" w:rsidRPr="008C6DE4" w:rsidRDefault="003E2293" w:rsidP="003E2293">
            <w:pPr>
              <w:pStyle w:val="TAH"/>
            </w:pPr>
            <w:r w:rsidRPr="008C6DE4">
              <w:rPr>
                <w:lang w:val="fr-FR"/>
              </w:rPr>
              <w:t>Interruption length X3 (slots)</w:t>
            </w:r>
          </w:p>
        </w:tc>
        <w:tc>
          <w:tcPr>
            <w:tcW w:w="3702" w:type="dxa"/>
            <w:gridSpan w:val="2"/>
            <w:tcBorders>
              <w:top w:val="single" w:sz="4" w:space="0" w:color="auto"/>
              <w:left w:val="single" w:sz="4" w:space="0" w:color="auto"/>
              <w:bottom w:val="single" w:sz="4" w:space="0" w:color="auto"/>
              <w:right w:val="single" w:sz="4" w:space="0" w:color="auto"/>
            </w:tcBorders>
            <w:hideMark/>
          </w:tcPr>
          <w:p w14:paraId="404A3D30" w14:textId="561C082C" w:rsidR="003E2293" w:rsidRPr="008C6DE4" w:rsidRDefault="003E2293" w:rsidP="003E2293">
            <w:pPr>
              <w:pStyle w:val="TAH"/>
            </w:pPr>
            <w:r w:rsidRPr="008C6DE4">
              <w:rPr>
                <w:lang w:val="fr-FR"/>
              </w:rPr>
              <w:t>Interruption length Y3 (slot)</w:t>
            </w:r>
          </w:p>
        </w:tc>
      </w:tr>
      <w:tr w:rsidR="00DD3199" w:rsidRPr="008C6DE4" w14:paraId="043141DD" w14:textId="77777777" w:rsidTr="00F15152">
        <w:trPr>
          <w:trHeight w:val="2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1B3313" w14:textId="77777777" w:rsidR="00977C68" w:rsidRPr="008C6DE4" w:rsidRDefault="00977C68" w:rsidP="00F15152">
            <w:pPr>
              <w:spacing w:after="0"/>
              <w:rPr>
                <w:rFonts w:ascii="Arial" w:hAnsi="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831D44" w14:textId="77777777" w:rsidR="00977C68" w:rsidRPr="008C6DE4" w:rsidRDefault="00977C68" w:rsidP="00F15152">
            <w:pPr>
              <w:spacing w:after="0"/>
              <w:rPr>
                <w:rFonts w:ascii="Arial" w:hAnsi="Arial"/>
                <w:b/>
                <w:sz w:val="18"/>
              </w:rPr>
            </w:pPr>
          </w:p>
        </w:tc>
        <w:tc>
          <w:tcPr>
            <w:tcW w:w="1069" w:type="dxa"/>
            <w:tcBorders>
              <w:top w:val="single" w:sz="4" w:space="0" w:color="auto"/>
              <w:left w:val="single" w:sz="4" w:space="0" w:color="auto"/>
              <w:bottom w:val="single" w:sz="4" w:space="0" w:color="auto"/>
              <w:right w:val="single" w:sz="4" w:space="0" w:color="auto"/>
            </w:tcBorders>
            <w:hideMark/>
          </w:tcPr>
          <w:p w14:paraId="1406B0D8" w14:textId="77777777" w:rsidR="00977C68" w:rsidRPr="008C6DE4" w:rsidRDefault="00977C68" w:rsidP="00F15152">
            <w:pPr>
              <w:pStyle w:val="TAH"/>
            </w:pPr>
            <w:r w:rsidRPr="008C6DE4">
              <w:t>Sync</w:t>
            </w:r>
          </w:p>
        </w:tc>
        <w:tc>
          <w:tcPr>
            <w:tcW w:w="1099" w:type="dxa"/>
            <w:tcBorders>
              <w:top w:val="single" w:sz="4" w:space="0" w:color="auto"/>
              <w:left w:val="single" w:sz="4" w:space="0" w:color="auto"/>
              <w:bottom w:val="single" w:sz="4" w:space="0" w:color="auto"/>
              <w:right w:val="single" w:sz="4" w:space="0" w:color="auto"/>
            </w:tcBorders>
            <w:hideMark/>
          </w:tcPr>
          <w:p w14:paraId="5FBAFAC0" w14:textId="77777777" w:rsidR="00977C68" w:rsidRPr="008C6DE4" w:rsidRDefault="00977C68" w:rsidP="00F15152">
            <w:pPr>
              <w:pStyle w:val="TAH"/>
            </w:pPr>
            <w:r w:rsidRPr="008C6DE4">
              <w:t>Async</w:t>
            </w:r>
          </w:p>
        </w:tc>
        <w:tc>
          <w:tcPr>
            <w:tcW w:w="1851" w:type="dxa"/>
            <w:tcBorders>
              <w:top w:val="single" w:sz="4" w:space="0" w:color="auto"/>
              <w:left w:val="single" w:sz="4" w:space="0" w:color="auto"/>
              <w:bottom w:val="single" w:sz="4" w:space="0" w:color="auto"/>
              <w:right w:val="single" w:sz="4" w:space="0" w:color="auto"/>
            </w:tcBorders>
            <w:hideMark/>
          </w:tcPr>
          <w:p w14:paraId="23327F01" w14:textId="77777777" w:rsidR="00977C68" w:rsidRPr="008C6DE4" w:rsidRDefault="00977C68" w:rsidP="00F15152">
            <w:pPr>
              <w:pStyle w:val="TAH"/>
            </w:pPr>
            <w:r w:rsidRPr="008C6DE4">
              <w:t>Sync</w:t>
            </w:r>
          </w:p>
        </w:tc>
        <w:tc>
          <w:tcPr>
            <w:tcW w:w="1851" w:type="dxa"/>
            <w:tcBorders>
              <w:top w:val="single" w:sz="4" w:space="0" w:color="auto"/>
              <w:left w:val="single" w:sz="4" w:space="0" w:color="auto"/>
              <w:bottom w:val="single" w:sz="4" w:space="0" w:color="auto"/>
              <w:right w:val="single" w:sz="4" w:space="0" w:color="auto"/>
            </w:tcBorders>
            <w:hideMark/>
          </w:tcPr>
          <w:p w14:paraId="633F0860" w14:textId="77777777" w:rsidR="00977C68" w:rsidRPr="008C6DE4" w:rsidRDefault="00977C68" w:rsidP="00F15152">
            <w:pPr>
              <w:pStyle w:val="TAH"/>
              <w:rPr>
                <w:lang w:eastAsia="zh-CN"/>
              </w:rPr>
            </w:pPr>
            <w:r w:rsidRPr="008C6DE4">
              <w:rPr>
                <w:lang w:eastAsia="zh-CN"/>
              </w:rPr>
              <w:t>Async</w:t>
            </w:r>
          </w:p>
        </w:tc>
      </w:tr>
      <w:tr w:rsidR="00DD3199" w:rsidRPr="008C6DE4" w14:paraId="26322B30"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70B87FD8" w14:textId="77777777" w:rsidR="00977C68" w:rsidRPr="008C6DE4" w:rsidRDefault="00977C68" w:rsidP="00F15152">
            <w:pPr>
              <w:pStyle w:val="TAC"/>
            </w:pPr>
            <w:r w:rsidRPr="008C6DE4">
              <w:t>0</w:t>
            </w:r>
          </w:p>
        </w:tc>
        <w:tc>
          <w:tcPr>
            <w:tcW w:w="1102" w:type="dxa"/>
            <w:tcBorders>
              <w:top w:val="single" w:sz="4" w:space="0" w:color="auto"/>
              <w:left w:val="single" w:sz="4" w:space="0" w:color="auto"/>
              <w:bottom w:val="single" w:sz="4" w:space="0" w:color="auto"/>
              <w:right w:val="single" w:sz="4" w:space="0" w:color="auto"/>
            </w:tcBorders>
            <w:hideMark/>
          </w:tcPr>
          <w:p w14:paraId="710D6306" w14:textId="77777777" w:rsidR="00977C68" w:rsidRPr="008C6DE4" w:rsidRDefault="00977C68" w:rsidP="00F15152">
            <w:pPr>
              <w:pStyle w:val="TAC"/>
            </w:pPr>
            <w:r w:rsidRPr="008C6DE4">
              <w:t>1</w:t>
            </w:r>
          </w:p>
        </w:tc>
        <w:tc>
          <w:tcPr>
            <w:tcW w:w="1069" w:type="dxa"/>
            <w:tcBorders>
              <w:top w:val="single" w:sz="4" w:space="0" w:color="auto"/>
              <w:left w:val="single" w:sz="4" w:space="0" w:color="auto"/>
              <w:bottom w:val="single" w:sz="4" w:space="0" w:color="auto"/>
              <w:right w:val="single" w:sz="4" w:space="0" w:color="auto"/>
            </w:tcBorders>
            <w:hideMark/>
          </w:tcPr>
          <w:p w14:paraId="299CCA34" w14:textId="77777777" w:rsidR="00977C68" w:rsidRPr="008C6DE4" w:rsidRDefault="00977C68" w:rsidP="00F15152">
            <w:pPr>
              <w:pStyle w:val="TAC"/>
            </w:pPr>
            <w:r w:rsidRPr="008C6DE4">
              <w:t>1</w:t>
            </w:r>
          </w:p>
        </w:tc>
        <w:tc>
          <w:tcPr>
            <w:tcW w:w="1099" w:type="dxa"/>
            <w:tcBorders>
              <w:top w:val="single" w:sz="4" w:space="0" w:color="auto"/>
              <w:left w:val="single" w:sz="4" w:space="0" w:color="auto"/>
              <w:bottom w:val="single" w:sz="4" w:space="0" w:color="auto"/>
              <w:right w:val="single" w:sz="4" w:space="0" w:color="auto"/>
            </w:tcBorders>
            <w:hideMark/>
          </w:tcPr>
          <w:p w14:paraId="7F05EB74" w14:textId="77777777" w:rsidR="00977C68" w:rsidRPr="008C6DE4" w:rsidRDefault="00977C68" w:rsidP="00F15152">
            <w:pPr>
              <w:pStyle w:val="TAC"/>
            </w:pPr>
            <w:r w:rsidRPr="008C6DE4">
              <w:t>2</w:t>
            </w:r>
          </w:p>
        </w:tc>
        <w:tc>
          <w:tcPr>
            <w:tcW w:w="1851" w:type="dxa"/>
            <w:tcBorders>
              <w:top w:val="single" w:sz="4" w:space="0" w:color="auto"/>
              <w:left w:val="single" w:sz="4" w:space="0" w:color="auto"/>
              <w:bottom w:val="single" w:sz="4" w:space="0" w:color="auto"/>
              <w:right w:val="single" w:sz="4" w:space="0" w:color="auto"/>
            </w:tcBorders>
            <w:hideMark/>
          </w:tcPr>
          <w:p w14:paraId="2126B4AF" w14:textId="77777777" w:rsidR="00977C68" w:rsidRPr="008C6DE4" w:rsidRDefault="00977C68" w:rsidP="00F15152">
            <w:pPr>
              <w:pStyle w:val="TAC"/>
            </w:pPr>
            <w:r w:rsidRPr="008C6DE4">
              <w:t>1</w:t>
            </w:r>
          </w:p>
        </w:tc>
        <w:tc>
          <w:tcPr>
            <w:tcW w:w="1851" w:type="dxa"/>
            <w:tcBorders>
              <w:top w:val="single" w:sz="4" w:space="0" w:color="auto"/>
              <w:left w:val="single" w:sz="4" w:space="0" w:color="auto"/>
              <w:bottom w:val="single" w:sz="4" w:space="0" w:color="auto"/>
              <w:right w:val="single" w:sz="4" w:space="0" w:color="auto"/>
            </w:tcBorders>
            <w:hideMark/>
          </w:tcPr>
          <w:p w14:paraId="64EE54A5" w14:textId="77777777" w:rsidR="00977C68" w:rsidRPr="008C6DE4" w:rsidRDefault="00977C68" w:rsidP="00F15152">
            <w:pPr>
              <w:pStyle w:val="TAC"/>
              <w:rPr>
                <w:lang w:eastAsia="zh-CN"/>
              </w:rPr>
            </w:pPr>
            <w:r w:rsidRPr="008C6DE4">
              <w:rPr>
                <w:lang w:eastAsia="zh-CN"/>
              </w:rPr>
              <w:t>2</w:t>
            </w:r>
          </w:p>
        </w:tc>
      </w:tr>
      <w:tr w:rsidR="00DD3199" w:rsidRPr="008C6DE4" w14:paraId="4E3ECBE5"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6DAFA3D5" w14:textId="77777777" w:rsidR="00977C68" w:rsidRPr="008C6DE4" w:rsidRDefault="00977C68" w:rsidP="00F15152">
            <w:pPr>
              <w:pStyle w:val="TAC"/>
            </w:pPr>
            <w:r w:rsidRPr="008C6DE4">
              <w:t>1</w:t>
            </w:r>
          </w:p>
        </w:tc>
        <w:tc>
          <w:tcPr>
            <w:tcW w:w="1102" w:type="dxa"/>
            <w:tcBorders>
              <w:top w:val="single" w:sz="4" w:space="0" w:color="auto"/>
              <w:left w:val="single" w:sz="4" w:space="0" w:color="auto"/>
              <w:bottom w:val="single" w:sz="4" w:space="0" w:color="auto"/>
              <w:right w:val="single" w:sz="4" w:space="0" w:color="auto"/>
            </w:tcBorders>
            <w:hideMark/>
          </w:tcPr>
          <w:p w14:paraId="062D0297" w14:textId="77777777" w:rsidR="00977C68" w:rsidRPr="008C6DE4" w:rsidRDefault="00977C68" w:rsidP="00F15152">
            <w:pPr>
              <w:pStyle w:val="TAC"/>
            </w:pPr>
            <w:r w:rsidRPr="008C6DE4">
              <w:t>0.5</w:t>
            </w:r>
          </w:p>
        </w:tc>
        <w:tc>
          <w:tcPr>
            <w:tcW w:w="1069" w:type="dxa"/>
            <w:tcBorders>
              <w:top w:val="single" w:sz="4" w:space="0" w:color="auto"/>
              <w:left w:val="single" w:sz="4" w:space="0" w:color="auto"/>
              <w:bottom w:val="single" w:sz="4" w:space="0" w:color="auto"/>
              <w:right w:val="single" w:sz="4" w:space="0" w:color="auto"/>
            </w:tcBorders>
            <w:hideMark/>
          </w:tcPr>
          <w:p w14:paraId="07C91707" w14:textId="77777777" w:rsidR="00977C68" w:rsidRPr="008C6DE4" w:rsidRDefault="00977C68" w:rsidP="00F15152">
            <w:pPr>
              <w:pStyle w:val="TAC"/>
            </w:pPr>
            <w:r w:rsidRPr="008C6DE4">
              <w:t>1</w:t>
            </w:r>
          </w:p>
        </w:tc>
        <w:tc>
          <w:tcPr>
            <w:tcW w:w="1099" w:type="dxa"/>
            <w:tcBorders>
              <w:top w:val="single" w:sz="4" w:space="0" w:color="auto"/>
              <w:left w:val="single" w:sz="4" w:space="0" w:color="auto"/>
              <w:bottom w:val="single" w:sz="4" w:space="0" w:color="auto"/>
              <w:right w:val="single" w:sz="4" w:space="0" w:color="auto"/>
            </w:tcBorders>
            <w:hideMark/>
          </w:tcPr>
          <w:p w14:paraId="4885158C" w14:textId="77777777" w:rsidR="00977C68" w:rsidRPr="008C6DE4" w:rsidRDefault="00977C68" w:rsidP="00F15152">
            <w:pPr>
              <w:pStyle w:val="TAC"/>
            </w:pPr>
            <w:r w:rsidRPr="008C6DE4">
              <w:t>2</w:t>
            </w:r>
          </w:p>
        </w:tc>
        <w:tc>
          <w:tcPr>
            <w:tcW w:w="1851" w:type="dxa"/>
            <w:tcBorders>
              <w:top w:val="single" w:sz="4" w:space="0" w:color="auto"/>
              <w:left w:val="single" w:sz="4" w:space="0" w:color="auto"/>
              <w:bottom w:val="single" w:sz="4" w:space="0" w:color="auto"/>
              <w:right w:val="single" w:sz="4" w:space="0" w:color="auto"/>
            </w:tcBorders>
            <w:hideMark/>
          </w:tcPr>
          <w:p w14:paraId="349889EE" w14:textId="77777777" w:rsidR="00977C68" w:rsidRPr="008C6DE4" w:rsidRDefault="00977C68" w:rsidP="00F15152">
            <w:pPr>
              <w:pStyle w:val="TAC"/>
            </w:pPr>
            <w:r w:rsidRPr="008C6DE4">
              <w:t>1</w:t>
            </w:r>
          </w:p>
        </w:tc>
        <w:tc>
          <w:tcPr>
            <w:tcW w:w="1851" w:type="dxa"/>
            <w:tcBorders>
              <w:top w:val="single" w:sz="4" w:space="0" w:color="auto"/>
              <w:left w:val="single" w:sz="4" w:space="0" w:color="auto"/>
              <w:bottom w:val="single" w:sz="4" w:space="0" w:color="auto"/>
              <w:right w:val="single" w:sz="4" w:space="0" w:color="auto"/>
            </w:tcBorders>
            <w:hideMark/>
          </w:tcPr>
          <w:p w14:paraId="5AF042C8" w14:textId="77777777" w:rsidR="00977C68" w:rsidRPr="008C6DE4" w:rsidRDefault="00977C68" w:rsidP="00F15152">
            <w:pPr>
              <w:pStyle w:val="TAC"/>
              <w:rPr>
                <w:lang w:eastAsia="zh-CN"/>
              </w:rPr>
            </w:pPr>
            <w:r w:rsidRPr="008C6DE4">
              <w:rPr>
                <w:lang w:eastAsia="zh-CN"/>
              </w:rPr>
              <w:t>2</w:t>
            </w:r>
          </w:p>
        </w:tc>
      </w:tr>
      <w:tr w:rsidR="00DD3199" w:rsidRPr="008C6DE4" w14:paraId="6F712F69"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5A20F6D8" w14:textId="77777777" w:rsidR="00977C68" w:rsidRPr="008C6DE4" w:rsidRDefault="00977C68" w:rsidP="00F15152">
            <w:pPr>
              <w:pStyle w:val="TAC"/>
            </w:pPr>
            <w:r w:rsidRPr="008C6DE4">
              <w:t>2</w:t>
            </w:r>
          </w:p>
        </w:tc>
        <w:tc>
          <w:tcPr>
            <w:tcW w:w="1102" w:type="dxa"/>
            <w:tcBorders>
              <w:top w:val="single" w:sz="4" w:space="0" w:color="auto"/>
              <w:left w:val="single" w:sz="4" w:space="0" w:color="auto"/>
              <w:bottom w:val="single" w:sz="4" w:space="0" w:color="auto"/>
              <w:right w:val="single" w:sz="4" w:space="0" w:color="auto"/>
            </w:tcBorders>
            <w:hideMark/>
          </w:tcPr>
          <w:p w14:paraId="3DAA9077" w14:textId="77777777" w:rsidR="00977C68" w:rsidRPr="008C6DE4" w:rsidRDefault="00977C68" w:rsidP="00F15152">
            <w:pPr>
              <w:pStyle w:val="TAC"/>
            </w:pPr>
            <w:r w:rsidRPr="008C6DE4">
              <w:t>0.25</w:t>
            </w:r>
          </w:p>
        </w:tc>
        <w:tc>
          <w:tcPr>
            <w:tcW w:w="2168" w:type="dxa"/>
            <w:gridSpan w:val="2"/>
            <w:tcBorders>
              <w:top w:val="single" w:sz="4" w:space="0" w:color="auto"/>
              <w:left w:val="single" w:sz="4" w:space="0" w:color="auto"/>
              <w:bottom w:val="single" w:sz="4" w:space="0" w:color="auto"/>
              <w:right w:val="single" w:sz="4" w:space="0" w:color="auto"/>
            </w:tcBorders>
            <w:hideMark/>
          </w:tcPr>
          <w:p w14:paraId="5374F075" w14:textId="77777777" w:rsidR="00977C68" w:rsidRPr="008C6DE4" w:rsidRDefault="00977C68" w:rsidP="00F15152">
            <w:pPr>
              <w:pStyle w:val="TAC"/>
            </w:pPr>
            <w:r w:rsidRPr="008C6DE4">
              <w:t>3</w:t>
            </w:r>
          </w:p>
        </w:tc>
        <w:tc>
          <w:tcPr>
            <w:tcW w:w="1851" w:type="dxa"/>
            <w:tcBorders>
              <w:top w:val="single" w:sz="4" w:space="0" w:color="auto"/>
              <w:left w:val="single" w:sz="4" w:space="0" w:color="auto"/>
              <w:bottom w:val="single" w:sz="4" w:space="0" w:color="auto"/>
              <w:right w:val="single" w:sz="4" w:space="0" w:color="auto"/>
            </w:tcBorders>
            <w:hideMark/>
          </w:tcPr>
          <w:p w14:paraId="4839A06E" w14:textId="77777777" w:rsidR="00977C68" w:rsidRPr="008C6DE4" w:rsidRDefault="00977C68" w:rsidP="00F15152">
            <w:pPr>
              <w:pStyle w:val="TAC"/>
            </w:pPr>
            <w:r w:rsidRPr="008C6DE4">
              <w:t>2</w:t>
            </w:r>
          </w:p>
        </w:tc>
        <w:tc>
          <w:tcPr>
            <w:tcW w:w="1851" w:type="dxa"/>
            <w:tcBorders>
              <w:top w:val="single" w:sz="4" w:space="0" w:color="auto"/>
              <w:left w:val="single" w:sz="4" w:space="0" w:color="auto"/>
              <w:bottom w:val="single" w:sz="4" w:space="0" w:color="auto"/>
              <w:right w:val="single" w:sz="4" w:space="0" w:color="auto"/>
            </w:tcBorders>
            <w:hideMark/>
          </w:tcPr>
          <w:p w14:paraId="65CC7353" w14:textId="77777777" w:rsidR="00977C68" w:rsidRPr="008C6DE4" w:rsidRDefault="00977C68" w:rsidP="00F15152">
            <w:pPr>
              <w:pStyle w:val="TAC"/>
              <w:rPr>
                <w:lang w:eastAsia="zh-CN"/>
              </w:rPr>
            </w:pPr>
            <w:r w:rsidRPr="008C6DE4">
              <w:rPr>
                <w:lang w:eastAsia="zh-CN"/>
              </w:rPr>
              <w:t>3</w:t>
            </w:r>
          </w:p>
        </w:tc>
      </w:tr>
      <w:tr w:rsidR="00977C68" w:rsidRPr="008C6DE4" w14:paraId="5A8DAFA1" w14:textId="77777777" w:rsidTr="00F15152">
        <w:trPr>
          <w:jc w:val="center"/>
        </w:trPr>
        <w:tc>
          <w:tcPr>
            <w:tcW w:w="733" w:type="dxa"/>
            <w:tcBorders>
              <w:top w:val="single" w:sz="4" w:space="0" w:color="auto"/>
              <w:left w:val="single" w:sz="4" w:space="0" w:color="auto"/>
              <w:bottom w:val="single" w:sz="4" w:space="0" w:color="auto"/>
              <w:right w:val="single" w:sz="4" w:space="0" w:color="auto"/>
            </w:tcBorders>
            <w:hideMark/>
          </w:tcPr>
          <w:p w14:paraId="6434BD70" w14:textId="77777777" w:rsidR="00977C68" w:rsidRPr="008C6DE4" w:rsidRDefault="00977C68" w:rsidP="00F15152">
            <w:pPr>
              <w:pStyle w:val="TAC"/>
            </w:pPr>
            <w:r w:rsidRPr="008C6DE4">
              <w:t>3</w:t>
            </w:r>
          </w:p>
        </w:tc>
        <w:tc>
          <w:tcPr>
            <w:tcW w:w="1102" w:type="dxa"/>
            <w:tcBorders>
              <w:top w:val="single" w:sz="4" w:space="0" w:color="auto"/>
              <w:left w:val="single" w:sz="4" w:space="0" w:color="auto"/>
              <w:bottom w:val="single" w:sz="4" w:space="0" w:color="auto"/>
              <w:right w:val="single" w:sz="4" w:space="0" w:color="auto"/>
            </w:tcBorders>
            <w:hideMark/>
          </w:tcPr>
          <w:p w14:paraId="565459E9" w14:textId="77777777" w:rsidR="00977C68" w:rsidRPr="008C6DE4" w:rsidRDefault="00977C68" w:rsidP="00F15152">
            <w:pPr>
              <w:pStyle w:val="TAC"/>
            </w:pPr>
            <w:r w:rsidRPr="008C6DE4">
              <w:t>0.125</w:t>
            </w:r>
          </w:p>
        </w:tc>
        <w:tc>
          <w:tcPr>
            <w:tcW w:w="2168" w:type="dxa"/>
            <w:gridSpan w:val="2"/>
            <w:tcBorders>
              <w:top w:val="single" w:sz="4" w:space="0" w:color="auto"/>
              <w:left w:val="single" w:sz="4" w:space="0" w:color="auto"/>
              <w:bottom w:val="single" w:sz="4" w:space="0" w:color="auto"/>
              <w:right w:val="single" w:sz="4" w:space="0" w:color="auto"/>
            </w:tcBorders>
            <w:hideMark/>
          </w:tcPr>
          <w:p w14:paraId="7D0A32E1" w14:textId="77777777" w:rsidR="00977C68" w:rsidRPr="008C6DE4" w:rsidRDefault="00977C68" w:rsidP="00F15152">
            <w:pPr>
              <w:pStyle w:val="TAC"/>
            </w:pPr>
            <w:r w:rsidRPr="008C6DE4">
              <w:t>5</w:t>
            </w:r>
          </w:p>
        </w:tc>
        <w:tc>
          <w:tcPr>
            <w:tcW w:w="1851" w:type="dxa"/>
            <w:tcBorders>
              <w:top w:val="single" w:sz="4" w:space="0" w:color="auto"/>
              <w:left w:val="single" w:sz="4" w:space="0" w:color="auto"/>
              <w:bottom w:val="single" w:sz="4" w:space="0" w:color="auto"/>
              <w:right w:val="single" w:sz="4" w:space="0" w:color="auto"/>
            </w:tcBorders>
            <w:hideMark/>
          </w:tcPr>
          <w:p w14:paraId="0B4EEFE1" w14:textId="660D2961" w:rsidR="00977C68" w:rsidRPr="008C6DE4" w:rsidRDefault="00977C68" w:rsidP="00F15152">
            <w:pPr>
              <w:pStyle w:val="TAC"/>
            </w:pPr>
            <w:r w:rsidRPr="008C6DE4">
              <w:t>N/A</w:t>
            </w:r>
          </w:p>
        </w:tc>
        <w:tc>
          <w:tcPr>
            <w:tcW w:w="1851" w:type="dxa"/>
            <w:tcBorders>
              <w:top w:val="single" w:sz="4" w:space="0" w:color="auto"/>
              <w:left w:val="single" w:sz="4" w:space="0" w:color="auto"/>
              <w:bottom w:val="single" w:sz="4" w:space="0" w:color="auto"/>
              <w:right w:val="single" w:sz="4" w:space="0" w:color="auto"/>
            </w:tcBorders>
            <w:hideMark/>
          </w:tcPr>
          <w:p w14:paraId="6E55543E" w14:textId="21F95AA9" w:rsidR="00977C68" w:rsidRPr="008C6DE4" w:rsidRDefault="00977C68" w:rsidP="00F15152">
            <w:pPr>
              <w:pStyle w:val="TAC"/>
              <w:rPr>
                <w:lang w:eastAsia="zh-CN"/>
              </w:rPr>
            </w:pPr>
            <w:r w:rsidRPr="008C6DE4">
              <w:t>N/A</w:t>
            </w:r>
          </w:p>
        </w:tc>
      </w:tr>
    </w:tbl>
    <w:p w14:paraId="08979CEB" w14:textId="77777777" w:rsidR="00977C68" w:rsidRPr="008C6DE4" w:rsidRDefault="00977C68" w:rsidP="00977C68"/>
    <w:p w14:paraId="3B6B864A" w14:textId="77777777" w:rsidR="00977C68" w:rsidRPr="008C6DE4" w:rsidRDefault="00977C68" w:rsidP="00977C68">
      <w:pPr>
        <w:pStyle w:val="Heading5"/>
      </w:pPr>
      <w:bookmarkStart w:id="128" w:name="_Toc5952641"/>
      <w:r w:rsidRPr="008C6DE4">
        <w:t>8.2.3.2.6</w:t>
      </w:r>
      <w:r w:rsidRPr="008C6DE4">
        <w:tab/>
        <w:t>Interruptions at UL carrier RRC reconfiguration</w:t>
      </w:r>
      <w:bookmarkEnd w:id="128"/>
    </w:p>
    <w:p w14:paraId="270B9116" w14:textId="77777777" w:rsidR="00977C68" w:rsidRPr="008C6DE4" w:rsidRDefault="00977C68" w:rsidP="00977C68">
      <w:pPr>
        <w:rPr>
          <w:lang w:val="en-US" w:eastAsia="zh-CN"/>
        </w:rPr>
      </w:pPr>
      <w:r w:rsidRPr="008C6DE4">
        <w:rPr>
          <w:rFonts w:eastAsia="MS Mincho"/>
          <w:lang w:eastAsia="zh-CN"/>
        </w:rPr>
        <w:t xml:space="preserve">The requirements in this clause shall apply </w:t>
      </w:r>
      <w:r w:rsidRPr="008C6DE4">
        <w:rPr>
          <w:rFonts w:eastAsia="MS Mincho"/>
        </w:rPr>
        <w:t xml:space="preserve">when a supplementary UL </w:t>
      </w:r>
      <w:r w:rsidRPr="008C6DE4">
        <w:rPr>
          <w:lang w:eastAsia="zh-CN"/>
        </w:rPr>
        <w:t xml:space="preserve">carrier or an UL carrier </w:t>
      </w:r>
      <w:r w:rsidRPr="008C6DE4">
        <w:rPr>
          <w:rFonts w:eastAsia="MS Mincho"/>
        </w:rPr>
        <w:t>is configured or de-configured in NE-DC</w:t>
      </w:r>
      <w:r w:rsidRPr="008C6DE4">
        <w:t>.</w:t>
      </w:r>
    </w:p>
    <w:p w14:paraId="195354F1" w14:textId="77777777" w:rsidR="004C54CE" w:rsidRPr="008C6DE4" w:rsidRDefault="004C54CE" w:rsidP="004C54CE">
      <w:pPr>
        <w:rPr>
          <w:rFonts w:eastAsia="MS Mincho"/>
        </w:rPr>
      </w:pPr>
      <w:r w:rsidRPr="008C6DE4">
        <w:rPr>
          <w:rFonts w:eastAsia="MS Mincho"/>
          <w:lang w:eastAsia="zh-CN"/>
        </w:rPr>
        <w:t>When an UL carrier</w:t>
      </w:r>
      <w:r w:rsidRPr="008C6DE4">
        <w:rPr>
          <w:lang w:eastAsia="zh-CN"/>
        </w:rPr>
        <w:t xml:space="preserve"> or supplementary UL carrier</w:t>
      </w:r>
      <w:r w:rsidRPr="008C6DE4">
        <w:rPr>
          <w:rFonts w:eastAsia="MS Mincho"/>
          <w:lang w:eastAsia="zh-CN"/>
        </w:rPr>
        <w:t xml:space="preserve"> is configured or deconfigured</w:t>
      </w:r>
      <w:r w:rsidRPr="008C6DE4">
        <w:rPr>
          <w:lang w:eastAsia="zh-CN"/>
        </w:rPr>
        <w:t xml:space="preserve">, an interruption of up to X4 slot as specified in </w:t>
      </w:r>
      <w:r w:rsidRPr="008C6DE4">
        <w:t>Table 8.2.3.2.6-1</w:t>
      </w:r>
      <w:r w:rsidRPr="008C6DE4">
        <w:rPr>
          <w:lang w:eastAsia="zh-CN"/>
        </w:rPr>
        <w:t xml:space="preserve">, is allowed during the RRC reconfiguration procedure </w:t>
      </w:r>
      <w:r w:rsidRPr="00885F53">
        <w:t>in TS 38.331 </w:t>
      </w:r>
      <w:r w:rsidRPr="008C6DE4">
        <w:rPr>
          <w:lang w:eastAsia="zh-CN"/>
        </w:rPr>
        <w:t xml:space="preserve">[2] on PCell, all activated SCells within the same FR as the reconfigured uplink carrier. </w:t>
      </w:r>
      <w:r w:rsidRPr="008C6DE4">
        <w:rPr>
          <w:rFonts w:eastAsia="MS Mincho"/>
        </w:rPr>
        <w:t>The interruption is for both uplink and downlink of PCell, all activated E-UTRA SCells, E-UTRA PSCell and all activated SCells within the same FR as the configured or de-configured UL.</w:t>
      </w:r>
    </w:p>
    <w:p w14:paraId="351A7907" w14:textId="77777777" w:rsidR="00977C68" w:rsidRPr="008C6DE4" w:rsidRDefault="00977C68" w:rsidP="00977C68">
      <w:pPr>
        <w:pStyle w:val="TH"/>
        <w:rPr>
          <w:rFonts w:eastAsia="MS Mincho"/>
        </w:rPr>
      </w:pPr>
      <w:r w:rsidRPr="008C6DE4">
        <w:t>Table 8.2.3.2.6-1: Interruption length X4 at UL carrier RRC reconfiguration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276"/>
        <w:gridCol w:w="1276"/>
        <w:gridCol w:w="1276"/>
      </w:tblGrid>
      <w:tr w:rsidR="00DD3199" w:rsidRPr="008C6DE4" w14:paraId="0CB938A4" w14:textId="77777777" w:rsidTr="00F15152">
        <w:trPr>
          <w:trHeight w:val="140"/>
          <w:jc w:val="center"/>
        </w:trPr>
        <w:tc>
          <w:tcPr>
            <w:tcW w:w="852" w:type="dxa"/>
            <w:vMerge w:val="restart"/>
            <w:tcBorders>
              <w:top w:val="single" w:sz="4" w:space="0" w:color="auto"/>
              <w:left w:val="single" w:sz="4" w:space="0" w:color="auto"/>
              <w:bottom w:val="single" w:sz="4" w:space="0" w:color="auto"/>
              <w:right w:val="single" w:sz="4" w:space="0" w:color="auto"/>
            </w:tcBorders>
            <w:vAlign w:val="center"/>
            <w:hideMark/>
          </w:tcPr>
          <w:p w14:paraId="53A1D850" w14:textId="77777777" w:rsidR="00977C68" w:rsidRPr="008C6DE4" w:rsidRDefault="00977C68" w:rsidP="00F15152">
            <w:pPr>
              <w:pStyle w:val="TAH"/>
            </w:pPr>
            <w:r w:rsidRPr="008C6DE4">
              <w:rPr>
                <w:noProof/>
                <w:lang w:val="en-US" w:eastAsia="zh-CN"/>
              </w:rPr>
              <w:drawing>
                <wp:inline distT="0" distB="0" distL="0" distR="0" wp14:anchorId="061637F8" wp14:editId="1D6DEB74">
                  <wp:extent cx="154305" cy="15430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276" w:type="dxa"/>
            <w:vMerge w:val="restart"/>
            <w:tcBorders>
              <w:top w:val="single" w:sz="4" w:space="0" w:color="auto"/>
              <w:left w:val="single" w:sz="4" w:space="0" w:color="auto"/>
              <w:bottom w:val="single" w:sz="4" w:space="0" w:color="auto"/>
              <w:right w:val="single" w:sz="4" w:space="0" w:color="auto"/>
            </w:tcBorders>
            <w:hideMark/>
          </w:tcPr>
          <w:p w14:paraId="02F44C95" w14:textId="77777777" w:rsidR="00977C68" w:rsidRPr="008C6DE4" w:rsidRDefault="00977C68" w:rsidP="00F15152">
            <w:pPr>
              <w:pStyle w:val="TAH"/>
            </w:pPr>
            <w:r w:rsidRPr="008C6DE4">
              <w:t>NR Slot length (ms)</w:t>
            </w:r>
          </w:p>
        </w:tc>
        <w:tc>
          <w:tcPr>
            <w:tcW w:w="2552" w:type="dxa"/>
            <w:gridSpan w:val="2"/>
            <w:tcBorders>
              <w:top w:val="single" w:sz="4" w:space="0" w:color="auto"/>
              <w:left w:val="single" w:sz="4" w:space="0" w:color="auto"/>
              <w:bottom w:val="single" w:sz="4" w:space="0" w:color="auto"/>
              <w:right w:val="single" w:sz="4" w:space="0" w:color="auto"/>
            </w:tcBorders>
            <w:hideMark/>
          </w:tcPr>
          <w:p w14:paraId="712AA999" w14:textId="189DAACF" w:rsidR="00977C68" w:rsidRPr="008C6DE4" w:rsidRDefault="00977C68" w:rsidP="00F15152">
            <w:pPr>
              <w:pStyle w:val="TAH"/>
            </w:pPr>
            <w:r w:rsidRPr="008C6DE4">
              <w:t xml:space="preserve">Interruption length X4 </w:t>
            </w:r>
            <w:r w:rsidR="00E47C7B" w:rsidRPr="008C6DE4">
              <w:t xml:space="preserve">(slots) </w:t>
            </w:r>
            <w:r w:rsidRPr="008C6DE4">
              <w:t xml:space="preserve"> </w:t>
            </w:r>
          </w:p>
        </w:tc>
      </w:tr>
      <w:tr w:rsidR="00DD3199" w:rsidRPr="008C6DE4" w14:paraId="51711C64" w14:textId="77777777" w:rsidTr="00F15152">
        <w:trPr>
          <w:trHeight w:val="1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BE9EE8" w14:textId="77777777" w:rsidR="00977C68" w:rsidRPr="008C6DE4" w:rsidRDefault="00977C68" w:rsidP="00F15152">
            <w:pPr>
              <w:spacing w:after="0"/>
              <w:rPr>
                <w:rFonts w:ascii="Arial" w:hAnsi="Arial"/>
                <w:b/>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E2EE05" w14:textId="77777777" w:rsidR="00977C68" w:rsidRPr="008C6DE4" w:rsidRDefault="00977C68" w:rsidP="00F15152">
            <w:pPr>
              <w:spacing w:after="0"/>
              <w:rPr>
                <w:rFonts w:ascii="Arial" w:hAnsi="Arial"/>
                <w:b/>
                <w:sz w:val="18"/>
              </w:rPr>
            </w:pPr>
          </w:p>
        </w:tc>
        <w:tc>
          <w:tcPr>
            <w:tcW w:w="1276" w:type="dxa"/>
            <w:tcBorders>
              <w:top w:val="single" w:sz="4" w:space="0" w:color="auto"/>
              <w:left w:val="single" w:sz="4" w:space="0" w:color="auto"/>
              <w:bottom w:val="single" w:sz="4" w:space="0" w:color="auto"/>
              <w:right w:val="single" w:sz="4" w:space="0" w:color="auto"/>
            </w:tcBorders>
            <w:hideMark/>
          </w:tcPr>
          <w:p w14:paraId="33D1F116" w14:textId="77777777" w:rsidR="00977C68" w:rsidRPr="008C6DE4" w:rsidRDefault="00977C68" w:rsidP="00F15152">
            <w:pPr>
              <w:pStyle w:val="TAH"/>
            </w:pPr>
            <w:r w:rsidRPr="008C6DE4">
              <w:t>Sync</w:t>
            </w:r>
          </w:p>
        </w:tc>
        <w:tc>
          <w:tcPr>
            <w:tcW w:w="1276" w:type="dxa"/>
            <w:tcBorders>
              <w:top w:val="single" w:sz="4" w:space="0" w:color="auto"/>
              <w:left w:val="single" w:sz="4" w:space="0" w:color="auto"/>
              <w:bottom w:val="single" w:sz="4" w:space="0" w:color="auto"/>
              <w:right w:val="single" w:sz="4" w:space="0" w:color="auto"/>
            </w:tcBorders>
            <w:hideMark/>
          </w:tcPr>
          <w:p w14:paraId="181AA679" w14:textId="77777777" w:rsidR="00977C68" w:rsidRPr="008C6DE4" w:rsidRDefault="00977C68" w:rsidP="00F15152">
            <w:pPr>
              <w:pStyle w:val="TAH"/>
            </w:pPr>
            <w:r w:rsidRPr="008C6DE4">
              <w:t>Async</w:t>
            </w:r>
          </w:p>
        </w:tc>
      </w:tr>
      <w:tr w:rsidR="00DD3199" w:rsidRPr="008C6DE4" w14:paraId="764DFF52"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7B5AF726" w14:textId="77777777" w:rsidR="00977C68" w:rsidRPr="008C6DE4" w:rsidRDefault="00977C68" w:rsidP="00F15152">
            <w:pPr>
              <w:pStyle w:val="TAC"/>
            </w:pPr>
            <w:r w:rsidRPr="008C6DE4">
              <w:t>0</w:t>
            </w:r>
          </w:p>
        </w:tc>
        <w:tc>
          <w:tcPr>
            <w:tcW w:w="1276" w:type="dxa"/>
            <w:tcBorders>
              <w:top w:val="single" w:sz="4" w:space="0" w:color="auto"/>
              <w:left w:val="single" w:sz="4" w:space="0" w:color="auto"/>
              <w:bottom w:val="single" w:sz="4" w:space="0" w:color="auto"/>
              <w:right w:val="single" w:sz="4" w:space="0" w:color="auto"/>
            </w:tcBorders>
            <w:hideMark/>
          </w:tcPr>
          <w:p w14:paraId="6BC8704D" w14:textId="77777777" w:rsidR="00977C68" w:rsidRPr="008C6DE4" w:rsidRDefault="00977C68" w:rsidP="00F15152">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038931C9" w14:textId="77777777" w:rsidR="00977C68" w:rsidRPr="008C6DE4" w:rsidRDefault="00977C68" w:rsidP="00F15152">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4147B094" w14:textId="77777777" w:rsidR="00977C68" w:rsidRPr="008C6DE4" w:rsidRDefault="00977C68" w:rsidP="00F15152">
            <w:pPr>
              <w:pStyle w:val="TAC"/>
            </w:pPr>
            <w:r w:rsidRPr="008C6DE4">
              <w:t>2</w:t>
            </w:r>
          </w:p>
        </w:tc>
      </w:tr>
      <w:tr w:rsidR="00DD3199" w:rsidRPr="008C6DE4" w14:paraId="702B3F10"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2948D9A9" w14:textId="77777777" w:rsidR="00977C68" w:rsidRPr="008C6DE4" w:rsidRDefault="00977C68" w:rsidP="00F15152">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6AD2FF62" w14:textId="77777777" w:rsidR="00977C68" w:rsidRPr="008C6DE4" w:rsidRDefault="00977C68" w:rsidP="00F15152">
            <w:pPr>
              <w:pStyle w:val="TAC"/>
            </w:pPr>
            <w:r w:rsidRPr="008C6DE4">
              <w:t>0.5</w:t>
            </w:r>
          </w:p>
        </w:tc>
        <w:tc>
          <w:tcPr>
            <w:tcW w:w="1276" w:type="dxa"/>
            <w:tcBorders>
              <w:top w:val="single" w:sz="4" w:space="0" w:color="auto"/>
              <w:left w:val="single" w:sz="4" w:space="0" w:color="auto"/>
              <w:bottom w:val="single" w:sz="4" w:space="0" w:color="auto"/>
              <w:right w:val="single" w:sz="4" w:space="0" w:color="auto"/>
            </w:tcBorders>
            <w:hideMark/>
          </w:tcPr>
          <w:p w14:paraId="3B9C4E62" w14:textId="77777777" w:rsidR="00977C68" w:rsidRPr="008C6DE4" w:rsidRDefault="00977C68" w:rsidP="00F15152">
            <w:pPr>
              <w:pStyle w:val="TAC"/>
            </w:pPr>
            <w:r w:rsidRPr="008C6DE4">
              <w:t>2</w:t>
            </w:r>
          </w:p>
        </w:tc>
        <w:tc>
          <w:tcPr>
            <w:tcW w:w="1276" w:type="dxa"/>
            <w:tcBorders>
              <w:top w:val="single" w:sz="4" w:space="0" w:color="auto"/>
              <w:left w:val="single" w:sz="4" w:space="0" w:color="auto"/>
              <w:bottom w:val="single" w:sz="4" w:space="0" w:color="auto"/>
              <w:right w:val="single" w:sz="4" w:space="0" w:color="auto"/>
            </w:tcBorders>
            <w:hideMark/>
          </w:tcPr>
          <w:p w14:paraId="7677E223" w14:textId="77777777" w:rsidR="00977C68" w:rsidRPr="008C6DE4" w:rsidRDefault="00977C68" w:rsidP="00F15152">
            <w:pPr>
              <w:pStyle w:val="TAC"/>
            </w:pPr>
            <w:r w:rsidRPr="008C6DE4">
              <w:t>3</w:t>
            </w:r>
          </w:p>
        </w:tc>
      </w:tr>
      <w:tr w:rsidR="00DD3199" w:rsidRPr="008C6DE4" w14:paraId="457B3F8C"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461F4DCF" w14:textId="77777777" w:rsidR="00977C68" w:rsidRPr="008C6DE4" w:rsidRDefault="00977C68" w:rsidP="00F15152">
            <w:pPr>
              <w:pStyle w:val="TAC"/>
            </w:pPr>
            <w:r w:rsidRPr="008C6DE4">
              <w:t>2</w:t>
            </w:r>
          </w:p>
        </w:tc>
        <w:tc>
          <w:tcPr>
            <w:tcW w:w="1276" w:type="dxa"/>
            <w:tcBorders>
              <w:top w:val="single" w:sz="4" w:space="0" w:color="auto"/>
              <w:left w:val="single" w:sz="4" w:space="0" w:color="auto"/>
              <w:bottom w:val="single" w:sz="4" w:space="0" w:color="auto"/>
              <w:right w:val="single" w:sz="4" w:space="0" w:color="auto"/>
            </w:tcBorders>
            <w:hideMark/>
          </w:tcPr>
          <w:p w14:paraId="39F8E7EC" w14:textId="77777777" w:rsidR="00977C68" w:rsidRPr="008C6DE4" w:rsidRDefault="00977C68" w:rsidP="00F15152">
            <w:pPr>
              <w:pStyle w:val="TAC"/>
            </w:pPr>
            <w:r w:rsidRPr="008C6DE4">
              <w:t>0.25</w:t>
            </w:r>
          </w:p>
        </w:tc>
        <w:tc>
          <w:tcPr>
            <w:tcW w:w="2552" w:type="dxa"/>
            <w:gridSpan w:val="2"/>
            <w:tcBorders>
              <w:top w:val="single" w:sz="4" w:space="0" w:color="auto"/>
              <w:left w:val="single" w:sz="4" w:space="0" w:color="auto"/>
              <w:bottom w:val="single" w:sz="4" w:space="0" w:color="auto"/>
              <w:right w:val="single" w:sz="4" w:space="0" w:color="auto"/>
            </w:tcBorders>
            <w:hideMark/>
          </w:tcPr>
          <w:p w14:paraId="1CE62DE4" w14:textId="77777777" w:rsidR="00977C68" w:rsidRPr="008C6DE4" w:rsidRDefault="00977C68" w:rsidP="00F15152">
            <w:pPr>
              <w:pStyle w:val="TAC"/>
            </w:pPr>
            <w:r w:rsidRPr="008C6DE4">
              <w:t>5</w:t>
            </w:r>
          </w:p>
        </w:tc>
      </w:tr>
      <w:tr w:rsidR="00977C68" w:rsidRPr="008C6DE4" w14:paraId="270961F8"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2441AEC9" w14:textId="77777777" w:rsidR="00977C68" w:rsidRPr="008C6DE4" w:rsidRDefault="00977C68" w:rsidP="00F15152">
            <w:pPr>
              <w:pStyle w:val="TAC"/>
            </w:pPr>
            <w:r w:rsidRPr="008C6DE4">
              <w:t>3</w:t>
            </w:r>
          </w:p>
        </w:tc>
        <w:tc>
          <w:tcPr>
            <w:tcW w:w="1276" w:type="dxa"/>
            <w:tcBorders>
              <w:top w:val="single" w:sz="4" w:space="0" w:color="auto"/>
              <w:left w:val="single" w:sz="4" w:space="0" w:color="auto"/>
              <w:bottom w:val="single" w:sz="4" w:space="0" w:color="auto"/>
              <w:right w:val="single" w:sz="4" w:space="0" w:color="auto"/>
            </w:tcBorders>
            <w:hideMark/>
          </w:tcPr>
          <w:p w14:paraId="06DB0F18" w14:textId="77777777" w:rsidR="00977C68" w:rsidRPr="008C6DE4" w:rsidRDefault="00977C68" w:rsidP="00F15152">
            <w:pPr>
              <w:pStyle w:val="TAC"/>
            </w:pPr>
            <w:r w:rsidRPr="008C6DE4">
              <w:t>0.125</w:t>
            </w:r>
          </w:p>
        </w:tc>
        <w:tc>
          <w:tcPr>
            <w:tcW w:w="2552" w:type="dxa"/>
            <w:gridSpan w:val="2"/>
            <w:tcBorders>
              <w:top w:val="single" w:sz="4" w:space="0" w:color="auto"/>
              <w:left w:val="single" w:sz="4" w:space="0" w:color="auto"/>
              <w:bottom w:val="single" w:sz="4" w:space="0" w:color="auto"/>
              <w:right w:val="single" w:sz="4" w:space="0" w:color="auto"/>
            </w:tcBorders>
            <w:hideMark/>
          </w:tcPr>
          <w:p w14:paraId="1CDEB66E" w14:textId="77777777" w:rsidR="00977C68" w:rsidRPr="008C6DE4" w:rsidRDefault="00977C68" w:rsidP="00F15152">
            <w:pPr>
              <w:pStyle w:val="TAC"/>
            </w:pPr>
            <w:r w:rsidRPr="008C6DE4">
              <w:t>9</w:t>
            </w:r>
          </w:p>
        </w:tc>
      </w:tr>
    </w:tbl>
    <w:p w14:paraId="2E002FED" w14:textId="77777777" w:rsidR="00977C68" w:rsidRPr="008C6DE4" w:rsidRDefault="00977C68" w:rsidP="00977C68">
      <w:pPr>
        <w:rPr>
          <w:lang w:eastAsia="zh-CN"/>
        </w:rPr>
      </w:pPr>
    </w:p>
    <w:p w14:paraId="583B5FDA" w14:textId="2CE124FC" w:rsidR="00977C68" w:rsidRPr="008C6DE4" w:rsidRDefault="00977C68" w:rsidP="00977C68">
      <w:pPr>
        <w:pStyle w:val="Heading5"/>
        <w:rPr>
          <w:lang w:eastAsia="zh-CN"/>
        </w:rPr>
      </w:pPr>
      <w:bookmarkStart w:id="129" w:name="_Toc5952642"/>
      <w:r w:rsidRPr="008C6DE4">
        <w:rPr>
          <w:lang w:eastAsia="zh-CN"/>
        </w:rPr>
        <w:t>8.2.3.2.7</w:t>
      </w:r>
      <w:r w:rsidRPr="008C6DE4">
        <w:rPr>
          <w:lang w:eastAsia="zh-CN"/>
        </w:rPr>
        <w:tab/>
      </w:r>
      <w:r w:rsidR="00306094" w:rsidRPr="008C6DE4">
        <w:rPr>
          <w:lang w:eastAsia="zh-CN"/>
        </w:rPr>
        <w:t xml:space="preserve">Interruptions </w:t>
      </w:r>
      <w:r w:rsidRPr="008C6DE4">
        <w:rPr>
          <w:lang w:eastAsia="zh-CN"/>
        </w:rPr>
        <w:t>due to Active BWP switching Requirement</w:t>
      </w:r>
      <w:bookmarkEnd w:id="129"/>
    </w:p>
    <w:p w14:paraId="78D91658" w14:textId="0582BB0D" w:rsidR="00977C68" w:rsidRPr="008C6DE4" w:rsidRDefault="00977C68" w:rsidP="00977C68">
      <w:pPr>
        <w:rPr>
          <w:rFonts w:cs="v4.2.0"/>
          <w:lang w:val="en-US" w:eastAsia="zh-CN"/>
        </w:rPr>
      </w:pPr>
      <w:r w:rsidRPr="008C6DE4">
        <w:rPr>
          <w:lang w:eastAsia="zh-CN"/>
        </w:rPr>
        <w:t xml:space="preserve">The requirements for DCI-based and timer-based BWP switches in this </w:t>
      </w:r>
      <w:r w:rsidR="00854981" w:rsidRPr="008C6DE4">
        <w:rPr>
          <w:lang w:eastAsia="zh-CN"/>
        </w:rPr>
        <w:t>clause</w:t>
      </w:r>
      <w:r w:rsidRPr="008C6DE4">
        <w:rPr>
          <w:lang w:eastAsia="zh-CN"/>
        </w:rPr>
        <w:t xml:space="preserve"> only apply to the case </w:t>
      </w:r>
      <w:r w:rsidRPr="008C6DE4">
        <w:t>that the BWP switch is performed on a single CC.</w:t>
      </w:r>
    </w:p>
    <w:p w14:paraId="3B3B1A3E" w14:textId="77777777" w:rsidR="00977C68" w:rsidRPr="008C6DE4" w:rsidRDefault="00977C68" w:rsidP="00977C68">
      <w:pPr>
        <w:rPr>
          <w:rFonts w:cs="v4.2.0"/>
        </w:rPr>
      </w:pPr>
      <w:r w:rsidRPr="008C6DE4">
        <w:rPr>
          <w:rFonts w:cs="v4.2.0"/>
          <w:lang w:eastAsia="zh-CN"/>
        </w:rPr>
        <w:t xml:space="preserve">When </w:t>
      </w:r>
      <w:r w:rsidRPr="008C6DE4">
        <w:rPr>
          <w:rFonts w:cs="v4.2.0"/>
        </w:rPr>
        <w:t xml:space="preserve">UE receives a DCI indicating the UE to switch its active BWP, or when </w:t>
      </w:r>
      <w:r w:rsidRPr="008C6DE4">
        <w:rPr>
          <w:rFonts w:cs="v4.2.0"/>
          <w:lang w:eastAsia="zh-CN"/>
        </w:rPr>
        <w:t xml:space="preserve">a BWP timer </w:t>
      </w:r>
      <w:r w:rsidRPr="008C6DE4">
        <w:rPr>
          <w:i/>
        </w:rPr>
        <w:t xml:space="preserve">bwp-InactivityTimer </w:t>
      </w:r>
      <w:r w:rsidRPr="008C6DE4">
        <w:t>defined in TS 38.331 [2]</w:t>
      </w:r>
      <w:r w:rsidRPr="008C6DE4">
        <w:rPr>
          <w:rFonts w:cs="v4.2.0"/>
          <w:lang w:eastAsia="zh-CN"/>
        </w:rPr>
        <w:t xml:space="preserve"> expires, or when the UE receives an RRC command </w:t>
      </w:r>
      <w:r w:rsidRPr="008C6DE4">
        <w:rPr>
          <w:rFonts w:cs="v4.2.0"/>
        </w:rPr>
        <w:t>indicating the UE to switch its active BWP, the UE is allowed an interruption on PCell and any activated SCells as defined in clause 8.2.2.2.5.</w:t>
      </w:r>
    </w:p>
    <w:p w14:paraId="656A8221" w14:textId="77777777" w:rsidR="00977C68" w:rsidRPr="008C6DE4" w:rsidRDefault="00977C68" w:rsidP="00977C68">
      <w:pPr>
        <w:pStyle w:val="Heading3"/>
      </w:pPr>
      <w:r w:rsidRPr="008C6DE4">
        <w:t>8.2.4</w:t>
      </w:r>
      <w:r w:rsidRPr="008C6DE4">
        <w:tab/>
        <w:t>NR-DC: Interruptions</w:t>
      </w:r>
    </w:p>
    <w:p w14:paraId="420F2260" w14:textId="77777777" w:rsidR="00977C68" w:rsidRPr="008C6DE4" w:rsidRDefault="00977C68" w:rsidP="00977C68">
      <w:pPr>
        <w:pStyle w:val="Heading4"/>
      </w:pPr>
      <w:r w:rsidRPr="008C6DE4">
        <w:t>8.2.4.1</w:t>
      </w:r>
      <w:r w:rsidRPr="008C6DE4">
        <w:tab/>
        <w:t>Introduction</w:t>
      </w:r>
    </w:p>
    <w:p w14:paraId="59A6966A" w14:textId="77FDFFDC" w:rsidR="00977C68" w:rsidRPr="008C6DE4" w:rsidRDefault="00977C68" w:rsidP="00977C68">
      <w:pPr>
        <w:ind w:left="284"/>
      </w:pPr>
      <w:r w:rsidRPr="008C6DE4">
        <w:t xml:space="preserve">This </w:t>
      </w:r>
      <w:r w:rsidR="00854981" w:rsidRPr="008C6DE4">
        <w:t>clause</w:t>
      </w:r>
      <w:r w:rsidRPr="008C6DE4">
        <w:t xml:space="preserve"> contains the requirements related to the interruptions on PCell, PSCell and activated SCell if configured, when </w:t>
      </w:r>
    </w:p>
    <w:p w14:paraId="07415F3B" w14:textId="0747C147" w:rsidR="004C54CE" w:rsidRPr="008C6DE4" w:rsidRDefault="004C54CE" w:rsidP="004C54CE">
      <w:pPr>
        <w:ind w:left="720"/>
      </w:pPr>
      <w:r w:rsidRPr="008C6DE4">
        <w:t>SCells are configured, de-configured, activated or deactivated or,</w:t>
      </w:r>
    </w:p>
    <w:p w14:paraId="03555600" w14:textId="77777777" w:rsidR="00977C68" w:rsidRPr="008C6DE4" w:rsidRDefault="00977C68" w:rsidP="00977C68">
      <w:pPr>
        <w:ind w:left="720"/>
      </w:pPr>
      <w:r w:rsidRPr="008C6DE4">
        <w:t>a supplementary UL carrier or an UL carrier is configured or de-configured, or</w:t>
      </w:r>
    </w:p>
    <w:p w14:paraId="7BD0E45C" w14:textId="77777777" w:rsidR="00977C68" w:rsidRPr="008C6DE4" w:rsidRDefault="00977C68" w:rsidP="00977C68">
      <w:pPr>
        <w:ind w:left="720"/>
      </w:pPr>
      <w:r w:rsidRPr="008C6DE4">
        <w:t>measurements on SCC with deactivated SCell in NR SCG, or</w:t>
      </w:r>
    </w:p>
    <w:p w14:paraId="790CEBCC" w14:textId="7617D8DD" w:rsidR="00977C68" w:rsidRPr="008C6DE4" w:rsidRDefault="00977C68" w:rsidP="00977C68">
      <w:pPr>
        <w:ind w:firstLine="720"/>
        <w:rPr>
          <w:lang w:eastAsia="zh-CN"/>
        </w:rPr>
      </w:pPr>
      <w:r w:rsidRPr="008C6DE4">
        <w:t>UL/DL BWP is switched on PCell, PSCell or SCell.</w:t>
      </w:r>
      <w:r w:rsidRPr="008C6DE4">
        <w:rPr>
          <w:lang w:eastAsia="zh-CN"/>
        </w:rPr>
        <w:t>transitions between active and non-active during DRX, or</w:t>
      </w:r>
    </w:p>
    <w:p w14:paraId="7FBEE7CB" w14:textId="77777777" w:rsidR="00977C68" w:rsidRPr="008C6DE4" w:rsidRDefault="00977C68" w:rsidP="00977C68">
      <w:pPr>
        <w:ind w:firstLine="720"/>
      </w:pPr>
      <w:r w:rsidRPr="008C6DE4">
        <w:rPr>
          <w:lang w:eastAsia="zh-CN"/>
        </w:rPr>
        <w:t xml:space="preserve">transitions </w:t>
      </w:r>
      <w:r w:rsidRPr="008C6DE4">
        <w:rPr>
          <w:rFonts w:hint="eastAsia"/>
          <w:lang w:eastAsia="zh-CN"/>
        </w:rPr>
        <w:t>from</w:t>
      </w:r>
      <w:r w:rsidRPr="008C6DE4">
        <w:rPr>
          <w:lang w:eastAsia="zh-CN"/>
        </w:rPr>
        <w:t xml:space="preserve"> non-DRX </w:t>
      </w:r>
      <w:r w:rsidRPr="008C6DE4">
        <w:rPr>
          <w:rFonts w:hint="eastAsia"/>
          <w:lang w:eastAsia="zh-CN"/>
        </w:rPr>
        <w:t>to</w:t>
      </w:r>
      <w:r w:rsidRPr="008C6DE4">
        <w:rPr>
          <w:lang w:eastAsia="zh-CN"/>
        </w:rPr>
        <w:t xml:space="preserve"> DRX.</w:t>
      </w:r>
    </w:p>
    <w:p w14:paraId="59CF4C28" w14:textId="77777777" w:rsidR="00977C68" w:rsidRPr="008C6DE4" w:rsidRDefault="00977C68" w:rsidP="00977C68">
      <w:pPr>
        <w:pStyle w:val="NO"/>
        <w:rPr>
          <w:lang w:eastAsia="zh-CN"/>
        </w:rPr>
      </w:pPr>
      <w:r w:rsidRPr="008C6DE4">
        <w:t>Note:</w:t>
      </w:r>
      <w:r w:rsidRPr="008C6DE4">
        <w:tab/>
        <w:t>interruptions at SCell addition/release, activation/deactivation and during measurements on SCC may not be required by all UEs.</w:t>
      </w:r>
    </w:p>
    <w:p w14:paraId="3A7C61C7" w14:textId="66CE855A" w:rsidR="004C54CE" w:rsidRPr="00E536E5" w:rsidRDefault="004C54CE" w:rsidP="004C54CE">
      <w:r w:rsidRPr="00E536E5">
        <w:t>The interruptions shall not interrupt RRC signalling or ACK/NACKs related to RRC reconfiguration procedure [2] for SCell addition/release or MAC control signalling [17] for SCell activation/deactivation command. How to specify this is FFS.</w:t>
      </w:r>
    </w:p>
    <w:p w14:paraId="03858849" w14:textId="77777777" w:rsidR="00977C68" w:rsidRPr="008C6DE4" w:rsidRDefault="00977C68" w:rsidP="00977C68">
      <w:r w:rsidRPr="008C6DE4">
        <w:rPr>
          <w:rFonts w:eastAsia="MS Mincho"/>
        </w:rPr>
        <w:t xml:space="preserve">The requirements shall apply for NR-DC </w:t>
      </w:r>
      <w:r w:rsidRPr="008C6DE4">
        <w:rPr>
          <w:lang w:eastAsia="zh-CN"/>
        </w:rPr>
        <w:t xml:space="preserve">with an </w:t>
      </w:r>
      <w:r w:rsidRPr="008C6DE4">
        <w:rPr>
          <w:rFonts w:eastAsia="MS Mincho"/>
        </w:rPr>
        <w:t xml:space="preserve">NR </w:t>
      </w:r>
      <w:r w:rsidRPr="008C6DE4">
        <w:rPr>
          <w:lang w:eastAsia="zh-CN"/>
        </w:rPr>
        <w:t>PCell, PSCell or SCell.</w:t>
      </w:r>
    </w:p>
    <w:p w14:paraId="5453A4A3" w14:textId="1BDEAF41" w:rsidR="004C54CE" w:rsidRPr="008C6DE4" w:rsidRDefault="004C54CE" w:rsidP="004C54CE">
      <w:pPr>
        <w:rPr>
          <w:rFonts w:eastAsia="DengXian"/>
        </w:rPr>
      </w:pPr>
      <w:r w:rsidRPr="008C6DE4">
        <w:rPr>
          <w:rFonts w:ascii="Tms Rmn" w:eastAsia="MS Mincho" w:hAnsi="Tms Rmn"/>
          <w:lang w:eastAsia="zh-CN"/>
        </w:rPr>
        <w:t xml:space="preserve">For a UE which does not support per-FR measurement gap, interruptions to the </w:t>
      </w:r>
      <w:r w:rsidRPr="008C6DE4">
        <w:t xml:space="preserve">PCell and activated SCell </w:t>
      </w:r>
      <w:r w:rsidRPr="008C6DE4">
        <w:rPr>
          <w:rFonts w:ascii="Tms Rmn" w:eastAsia="MS Mincho" w:hAnsi="Tms Rmn"/>
          <w:lang w:eastAsia="zh-CN"/>
        </w:rPr>
        <w:t xml:space="preserve">may be caused by SCells on any frequency range. For </w:t>
      </w:r>
      <w:r>
        <w:rPr>
          <w:rFonts w:ascii="Tms Rmn" w:eastAsia="MS Mincho" w:hAnsi="Tms Rmn"/>
          <w:lang w:eastAsia="zh-CN"/>
        </w:rPr>
        <w:t xml:space="preserve">a </w:t>
      </w:r>
      <w:r w:rsidRPr="008C6DE4">
        <w:rPr>
          <w:rFonts w:ascii="Tms Rmn" w:eastAsia="MS Mincho" w:hAnsi="Tms Rmn"/>
          <w:lang w:eastAsia="zh-CN"/>
        </w:rPr>
        <w:t>UE which support</w:t>
      </w:r>
      <w:r>
        <w:rPr>
          <w:rFonts w:ascii="Tms Rmn" w:eastAsia="MS Mincho" w:hAnsi="Tms Rmn"/>
          <w:lang w:eastAsia="zh-CN"/>
        </w:rPr>
        <w:t>s</w:t>
      </w:r>
      <w:r w:rsidRPr="008C6DE4">
        <w:rPr>
          <w:rFonts w:ascii="Tms Rmn" w:eastAsia="MS Mincho" w:hAnsi="Tms Rmn"/>
          <w:lang w:eastAsia="zh-CN"/>
        </w:rPr>
        <w:t xml:space="preserve"> per-FR gaps, interruptions to </w:t>
      </w:r>
      <w:r w:rsidRPr="008C6DE4">
        <w:t>PCell, PSCell and activated SCell</w:t>
      </w:r>
      <w:r w:rsidRPr="008C6DE4">
        <w:rPr>
          <w:rFonts w:ascii="Tms Rmn" w:eastAsia="MS Mincho" w:hAnsi="Tms Rmn"/>
          <w:lang w:eastAsia="zh-CN"/>
        </w:rPr>
        <w:t xml:space="preserve"> may be caused by SCells on the same frequency range as the victim cell.</w:t>
      </w:r>
    </w:p>
    <w:p w14:paraId="474946A6" w14:textId="77777777" w:rsidR="00977C68" w:rsidRPr="008C6DE4" w:rsidRDefault="00977C68" w:rsidP="00977C68">
      <w:pPr>
        <w:pStyle w:val="Heading4"/>
      </w:pPr>
      <w:r w:rsidRPr="008C6DE4">
        <w:t>8.2.4.2</w:t>
      </w:r>
      <w:r w:rsidRPr="008C6DE4">
        <w:tab/>
        <w:t>Requirements</w:t>
      </w:r>
    </w:p>
    <w:p w14:paraId="61282AF4" w14:textId="77777777" w:rsidR="00977C68" w:rsidRPr="008C6DE4" w:rsidRDefault="00977C68" w:rsidP="00977C68">
      <w:pPr>
        <w:pStyle w:val="Heading5"/>
      </w:pPr>
      <w:r w:rsidRPr="008C6DE4">
        <w:t>8.2.4.2.1</w:t>
      </w:r>
      <w:r w:rsidRPr="008C6DE4">
        <w:tab/>
        <w:t>Interruptions at PSCell/SCell addition/release</w:t>
      </w:r>
    </w:p>
    <w:p w14:paraId="4AE3FBD0" w14:textId="2A08CE2A" w:rsidR="004C54CE" w:rsidRPr="008C6DE4" w:rsidRDefault="004C54CE" w:rsidP="004C54CE">
      <w:r w:rsidRPr="008C6DE4">
        <w:t xml:space="preserve">When PSCell or </w:t>
      </w:r>
      <w:r>
        <w:t>one or more</w:t>
      </w:r>
      <w:r w:rsidRPr="008C6DE4">
        <w:t xml:space="preserve"> SCells is added or released using the same </w:t>
      </w:r>
      <w:r w:rsidRPr="008C6DE4">
        <w:rPr>
          <w:i/>
        </w:rPr>
        <w:t>RRCConnectionReconfiguration</w:t>
      </w:r>
      <w:r w:rsidRPr="008C6DE4">
        <w:rPr>
          <w:i/>
          <w:iCs/>
        </w:rPr>
        <w:t xml:space="preserve"> </w:t>
      </w:r>
      <w:r w:rsidRPr="008C6DE4">
        <w:t>message as defined in TS 38.331 [2], the UE is allowed an interruption on any activated serving cell during the RRC reconfiguration procedure as follows:</w:t>
      </w:r>
    </w:p>
    <w:p w14:paraId="17EC55C3" w14:textId="77777777" w:rsidR="00977C68" w:rsidRPr="008C6DE4" w:rsidRDefault="00977C68" w:rsidP="00977C68">
      <w:pPr>
        <w:pStyle w:val="B10"/>
      </w:pPr>
      <w:r w:rsidRPr="008C6DE4">
        <w:t>-</w:t>
      </w:r>
      <w:r w:rsidRPr="008C6DE4">
        <w:tab/>
        <w:t>an interruption on any active serving cell:</w:t>
      </w:r>
    </w:p>
    <w:p w14:paraId="7D9CBF4D" w14:textId="66C6FFC7" w:rsidR="00A85D8A" w:rsidRPr="008C6DE4" w:rsidRDefault="00A85D8A" w:rsidP="00A85D8A">
      <w:pPr>
        <w:pStyle w:val="B2"/>
      </w:pPr>
      <w:r w:rsidRPr="008C6DE4">
        <w:t>-</w:t>
      </w:r>
      <w:r w:rsidRPr="008C6DE4">
        <w:tab/>
        <w:t>of up to the duration shown in table 8.2.4.2.1-1, if the active serving cell is not in the same band as the SCell being added or released, or</w:t>
      </w:r>
    </w:p>
    <w:p w14:paraId="0163DDF8" w14:textId="4F122DDA" w:rsidR="00A85D8A" w:rsidRPr="008C6DE4" w:rsidRDefault="00A85D8A" w:rsidP="00A85D8A">
      <w:pPr>
        <w:pStyle w:val="B2"/>
      </w:pPr>
      <w:r w:rsidRPr="008C6DE4">
        <w:t>-</w:t>
      </w:r>
      <w:r w:rsidRPr="008C6DE4">
        <w:tab/>
        <w:t>of up to the duration shown in table 8.2.4.2.1-2, if the active serving cells are in the same band as the SCell being added or released</w:t>
      </w:r>
      <w:r w:rsidRPr="008C6DE4">
        <w:rPr>
          <w:rFonts w:ascii="Tms Rmn" w:eastAsia="MS Mincho" w:hAnsi="Tms Rmn"/>
        </w:rPr>
        <w:t xml:space="preserve">, provided </w:t>
      </w:r>
      <w:r w:rsidRPr="008C6DE4">
        <w:rPr>
          <w:lang w:eastAsia="zh-CN"/>
        </w:rPr>
        <w:t xml:space="preserve">the cell specific reference signals from the active </w:t>
      </w:r>
      <w:r w:rsidRPr="008C6DE4">
        <w:t>serving cells</w:t>
      </w:r>
      <w:r w:rsidRPr="008C6DE4">
        <w:rPr>
          <w:lang w:eastAsia="zh-CN"/>
        </w:rPr>
        <w:t xml:space="preserve"> and the SCell being added or released are available in the same slot</w:t>
      </w:r>
      <w:r w:rsidRPr="008C6DE4">
        <w:t>.</w:t>
      </w:r>
    </w:p>
    <w:p w14:paraId="197583F0" w14:textId="77777777" w:rsidR="00977C68" w:rsidRPr="008C6DE4" w:rsidRDefault="00977C68" w:rsidP="00977C68">
      <w:pPr>
        <w:pStyle w:val="TH"/>
      </w:pPr>
      <w:r w:rsidRPr="008C6DE4">
        <w:t>Table 8.2.4.2.1-1: Interruption duration for PSCell/SCell addition/release for inter-band DC/CA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1361"/>
        <w:gridCol w:w="2521"/>
        <w:gridCol w:w="2890"/>
      </w:tblGrid>
      <w:tr w:rsidR="00DD3199" w:rsidRPr="008C6DE4" w14:paraId="15C7CD79" w14:textId="77777777" w:rsidTr="00F15152">
        <w:trPr>
          <w:trHeight w:val="631"/>
          <w:jc w:val="center"/>
        </w:trPr>
        <w:tc>
          <w:tcPr>
            <w:tcW w:w="649" w:type="dxa"/>
            <w:tcBorders>
              <w:top w:val="single" w:sz="4" w:space="0" w:color="auto"/>
              <w:left w:val="single" w:sz="4" w:space="0" w:color="auto"/>
              <w:bottom w:val="single" w:sz="4" w:space="0" w:color="auto"/>
              <w:right w:val="single" w:sz="4" w:space="0" w:color="auto"/>
            </w:tcBorders>
            <w:vAlign w:val="center"/>
            <w:hideMark/>
          </w:tcPr>
          <w:p w14:paraId="4C534B1B" w14:textId="77777777" w:rsidR="00977C68" w:rsidRPr="008C6DE4" w:rsidRDefault="00977C68" w:rsidP="00F15152">
            <w:pPr>
              <w:keepNext/>
              <w:keepLines/>
              <w:spacing w:after="0"/>
              <w:jc w:val="center"/>
            </w:pPr>
            <w:r w:rsidRPr="008C6DE4">
              <w:rPr>
                <w:rFonts w:ascii="Arial" w:hAnsi="Arial"/>
                <w:b/>
                <w:noProof/>
                <w:sz w:val="18"/>
                <w:lang w:val="en-US" w:eastAsia="zh-CN"/>
              </w:rPr>
              <w:drawing>
                <wp:inline distT="0" distB="0" distL="0" distR="0" wp14:anchorId="1CEE8A20" wp14:editId="06359DF5">
                  <wp:extent cx="142240" cy="16002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160020"/>
                          </a:xfrm>
                          <a:prstGeom prst="rect">
                            <a:avLst/>
                          </a:prstGeom>
                          <a:noFill/>
                          <a:ln>
                            <a:noFill/>
                          </a:ln>
                        </pic:spPr>
                      </pic:pic>
                    </a:graphicData>
                  </a:graphic>
                </wp:inline>
              </w:drawing>
            </w:r>
          </w:p>
        </w:tc>
        <w:tc>
          <w:tcPr>
            <w:tcW w:w="1361" w:type="dxa"/>
            <w:tcBorders>
              <w:top w:val="single" w:sz="4" w:space="0" w:color="auto"/>
              <w:left w:val="single" w:sz="4" w:space="0" w:color="auto"/>
              <w:bottom w:val="single" w:sz="4" w:space="0" w:color="auto"/>
              <w:right w:val="single" w:sz="4" w:space="0" w:color="auto"/>
            </w:tcBorders>
            <w:hideMark/>
          </w:tcPr>
          <w:p w14:paraId="32751823" w14:textId="77777777" w:rsidR="00977C68" w:rsidRPr="008C6DE4" w:rsidRDefault="00977C68" w:rsidP="00F15152">
            <w:pPr>
              <w:keepNext/>
              <w:keepLines/>
              <w:spacing w:after="0"/>
              <w:jc w:val="center"/>
            </w:pPr>
            <w:r w:rsidRPr="008C6DE4">
              <w:rPr>
                <w:rFonts w:ascii="Arial" w:hAnsi="Arial"/>
                <w:b/>
                <w:sz w:val="18"/>
              </w:rPr>
              <w:t>NR Slot length (ms) of victim cell</w:t>
            </w:r>
          </w:p>
        </w:tc>
        <w:tc>
          <w:tcPr>
            <w:tcW w:w="5411" w:type="dxa"/>
            <w:gridSpan w:val="2"/>
            <w:tcBorders>
              <w:top w:val="single" w:sz="4" w:space="0" w:color="auto"/>
              <w:left w:val="single" w:sz="4" w:space="0" w:color="auto"/>
              <w:bottom w:val="single" w:sz="4" w:space="0" w:color="auto"/>
              <w:right w:val="single" w:sz="4" w:space="0" w:color="auto"/>
            </w:tcBorders>
            <w:hideMark/>
          </w:tcPr>
          <w:p w14:paraId="512BBB93" w14:textId="0B11094A" w:rsidR="00977C68" w:rsidRPr="008C6DE4" w:rsidRDefault="00432473" w:rsidP="00F15152">
            <w:pPr>
              <w:keepNext/>
              <w:keepLines/>
              <w:spacing w:after="0"/>
              <w:jc w:val="center"/>
            </w:pPr>
            <w:r w:rsidRPr="008C6DE4">
              <w:rPr>
                <w:rFonts w:ascii="Arial" w:hAnsi="Arial"/>
                <w:b/>
                <w:sz w:val="18"/>
              </w:rPr>
              <w:t>Interruption length (slots)</w:t>
            </w:r>
          </w:p>
        </w:tc>
      </w:tr>
      <w:tr w:rsidR="00DD3199" w:rsidRPr="008C6DE4" w14:paraId="4EBF22A9"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2D2250FB" w14:textId="77777777" w:rsidR="00977C68" w:rsidRPr="008C6DE4" w:rsidRDefault="00977C68" w:rsidP="00F15152">
            <w:pPr>
              <w:pStyle w:val="TAC"/>
            </w:pPr>
            <w:r w:rsidRPr="008C6DE4">
              <w:t>0</w:t>
            </w:r>
          </w:p>
        </w:tc>
        <w:tc>
          <w:tcPr>
            <w:tcW w:w="1361" w:type="dxa"/>
            <w:tcBorders>
              <w:top w:val="single" w:sz="4" w:space="0" w:color="auto"/>
              <w:left w:val="single" w:sz="4" w:space="0" w:color="auto"/>
              <w:bottom w:val="single" w:sz="4" w:space="0" w:color="auto"/>
              <w:right w:val="single" w:sz="4" w:space="0" w:color="auto"/>
            </w:tcBorders>
            <w:hideMark/>
          </w:tcPr>
          <w:p w14:paraId="1889859A" w14:textId="77777777" w:rsidR="00977C68" w:rsidRPr="008C6DE4" w:rsidRDefault="00977C68" w:rsidP="00F15152">
            <w:pPr>
              <w:pStyle w:val="TAC"/>
            </w:pPr>
            <w:r w:rsidRPr="008C6DE4">
              <w:t>1</w:t>
            </w:r>
          </w:p>
        </w:tc>
        <w:tc>
          <w:tcPr>
            <w:tcW w:w="5411" w:type="dxa"/>
            <w:gridSpan w:val="2"/>
            <w:tcBorders>
              <w:top w:val="single" w:sz="4" w:space="0" w:color="auto"/>
              <w:left w:val="single" w:sz="4" w:space="0" w:color="auto"/>
              <w:bottom w:val="single" w:sz="4" w:space="0" w:color="auto"/>
              <w:right w:val="single" w:sz="4" w:space="0" w:color="auto"/>
            </w:tcBorders>
            <w:hideMark/>
          </w:tcPr>
          <w:p w14:paraId="6ED7254E" w14:textId="77777777" w:rsidR="00977C68" w:rsidRPr="008C6DE4" w:rsidRDefault="00977C68" w:rsidP="00F15152">
            <w:pPr>
              <w:pStyle w:val="TAC"/>
              <w:rPr>
                <w:rFonts w:cs="Arial"/>
                <w:szCs w:val="18"/>
              </w:rPr>
            </w:pPr>
            <w:r w:rsidRPr="008C6DE4">
              <w:rPr>
                <w:rFonts w:cs="Arial"/>
                <w:szCs w:val="18"/>
              </w:rPr>
              <w:t xml:space="preserve">1 </w:t>
            </w:r>
          </w:p>
        </w:tc>
      </w:tr>
      <w:tr w:rsidR="00DD3199" w:rsidRPr="008C6DE4" w14:paraId="21227561"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15A19B04" w14:textId="77777777" w:rsidR="00977C68" w:rsidRPr="008C6DE4" w:rsidRDefault="00977C68" w:rsidP="00F15152">
            <w:pPr>
              <w:pStyle w:val="TAC"/>
            </w:pPr>
            <w:r w:rsidRPr="008C6DE4">
              <w:t>1</w:t>
            </w:r>
          </w:p>
        </w:tc>
        <w:tc>
          <w:tcPr>
            <w:tcW w:w="1361" w:type="dxa"/>
            <w:tcBorders>
              <w:top w:val="single" w:sz="4" w:space="0" w:color="auto"/>
              <w:left w:val="single" w:sz="4" w:space="0" w:color="auto"/>
              <w:bottom w:val="single" w:sz="4" w:space="0" w:color="auto"/>
              <w:right w:val="single" w:sz="4" w:space="0" w:color="auto"/>
            </w:tcBorders>
            <w:hideMark/>
          </w:tcPr>
          <w:p w14:paraId="73C4B853" w14:textId="77777777" w:rsidR="00977C68" w:rsidRPr="008C6DE4" w:rsidRDefault="00977C68" w:rsidP="00F15152">
            <w:pPr>
              <w:pStyle w:val="TAC"/>
            </w:pPr>
            <w:r w:rsidRPr="008C6DE4">
              <w:t>0.5</w:t>
            </w:r>
          </w:p>
        </w:tc>
        <w:tc>
          <w:tcPr>
            <w:tcW w:w="5411" w:type="dxa"/>
            <w:gridSpan w:val="2"/>
            <w:tcBorders>
              <w:top w:val="single" w:sz="4" w:space="0" w:color="auto"/>
              <w:left w:val="single" w:sz="4" w:space="0" w:color="auto"/>
              <w:bottom w:val="single" w:sz="4" w:space="0" w:color="auto"/>
              <w:right w:val="single" w:sz="4" w:space="0" w:color="auto"/>
            </w:tcBorders>
            <w:hideMark/>
          </w:tcPr>
          <w:p w14:paraId="5CE03A1E" w14:textId="77777777" w:rsidR="00977C68" w:rsidRPr="008C6DE4" w:rsidRDefault="00977C68" w:rsidP="00F15152">
            <w:pPr>
              <w:pStyle w:val="TAC"/>
              <w:rPr>
                <w:rFonts w:cs="Arial"/>
                <w:szCs w:val="18"/>
              </w:rPr>
            </w:pPr>
            <w:r w:rsidRPr="008C6DE4">
              <w:rPr>
                <w:rFonts w:cs="Arial"/>
                <w:szCs w:val="18"/>
              </w:rPr>
              <w:t xml:space="preserve">2 </w:t>
            </w:r>
          </w:p>
        </w:tc>
      </w:tr>
      <w:tr w:rsidR="00DD3199" w:rsidRPr="008C6DE4" w14:paraId="02CAAEB2" w14:textId="77777777" w:rsidTr="00F15152">
        <w:trPr>
          <w:jc w:val="center"/>
        </w:trPr>
        <w:tc>
          <w:tcPr>
            <w:tcW w:w="649" w:type="dxa"/>
            <w:vMerge w:val="restart"/>
            <w:tcBorders>
              <w:top w:val="single" w:sz="4" w:space="0" w:color="auto"/>
              <w:left w:val="single" w:sz="4" w:space="0" w:color="auto"/>
              <w:bottom w:val="single" w:sz="4" w:space="0" w:color="auto"/>
              <w:right w:val="single" w:sz="4" w:space="0" w:color="auto"/>
            </w:tcBorders>
            <w:hideMark/>
          </w:tcPr>
          <w:p w14:paraId="41FDD3F8" w14:textId="77777777" w:rsidR="00977C68" w:rsidRPr="008C6DE4" w:rsidRDefault="00977C68" w:rsidP="00F15152">
            <w:pPr>
              <w:pStyle w:val="TAC"/>
            </w:pPr>
            <w:r w:rsidRPr="008C6DE4">
              <w:t>2</w:t>
            </w:r>
          </w:p>
        </w:tc>
        <w:tc>
          <w:tcPr>
            <w:tcW w:w="1361" w:type="dxa"/>
            <w:vMerge w:val="restart"/>
            <w:tcBorders>
              <w:top w:val="single" w:sz="4" w:space="0" w:color="auto"/>
              <w:left w:val="single" w:sz="4" w:space="0" w:color="auto"/>
              <w:bottom w:val="single" w:sz="4" w:space="0" w:color="auto"/>
              <w:right w:val="single" w:sz="4" w:space="0" w:color="auto"/>
            </w:tcBorders>
            <w:hideMark/>
          </w:tcPr>
          <w:p w14:paraId="41B9A0BE" w14:textId="77777777" w:rsidR="00977C68" w:rsidRPr="008C6DE4" w:rsidRDefault="00977C68" w:rsidP="00F15152">
            <w:pPr>
              <w:pStyle w:val="TAC"/>
            </w:pPr>
            <w:r w:rsidRPr="008C6DE4">
              <w:t>0.25</w:t>
            </w:r>
          </w:p>
        </w:tc>
        <w:tc>
          <w:tcPr>
            <w:tcW w:w="2521" w:type="dxa"/>
            <w:tcBorders>
              <w:top w:val="single" w:sz="4" w:space="0" w:color="auto"/>
              <w:left w:val="single" w:sz="4" w:space="0" w:color="auto"/>
              <w:bottom w:val="single" w:sz="4" w:space="0" w:color="auto"/>
              <w:right w:val="single" w:sz="4" w:space="0" w:color="auto"/>
            </w:tcBorders>
            <w:hideMark/>
          </w:tcPr>
          <w:p w14:paraId="09587617" w14:textId="77777777" w:rsidR="00977C68" w:rsidRPr="008C6DE4" w:rsidRDefault="00977C68" w:rsidP="00F15152">
            <w:pPr>
              <w:keepNext/>
              <w:keepLines/>
              <w:spacing w:after="0"/>
              <w:jc w:val="center"/>
              <w:rPr>
                <w:rFonts w:ascii="Arial" w:hAnsi="Arial"/>
                <w:sz w:val="18"/>
                <w:lang w:eastAsia="zh-CN"/>
              </w:rPr>
            </w:pPr>
            <w:r w:rsidRPr="008C6DE4">
              <w:rPr>
                <w:rFonts w:ascii="Arial" w:hAnsi="Arial"/>
                <w:sz w:val="18"/>
                <w:lang w:eastAsia="zh-CN"/>
              </w:rPr>
              <w:t>Both aggressor cell and victim cell are on FR2</w:t>
            </w:r>
          </w:p>
        </w:tc>
        <w:tc>
          <w:tcPr>
            <w:tcW w:w="2890" w:type="dxa"/>
            <w:tcBorders>
              <w:top w:val="single" w:sz="4" w:space="0" w:color="auto"/>
              <w:left w:val="single" w:sz="4" w:space="0" w:color="auto"/>
              <w:bottom w:val="single" w:sz="4" w:space="0" w:color="auto"/>
              <w:right w:val="single" w:sz="4" w:space="0" w:color="auto"/>
            </w:tcBorders>
            <w:hideMark/>
          </w:tcPr>
          <w:p w14:paraId="21B6F466" w14:textId="77777777" w:rsidR="00977C68" w:rsidRPr="008C6DE4" w:rsidRDefault="00977C68" w:rsidP="00F15152">
            <w:pPr>
              <w:pStyle w:val="TAC"/>
              <w:rPr>
                <w:rFonts w:cs="Arial"/>
                <w:szCs w:val="18"/>
              </w:rPr>
            </w:pPr>
            <w:r w:rsidRPr="008C6DE4">
              <w:rPr>
                <w:rFonts w:cs="Arial"/>
                <w:szCs w:val="18"/>
              </w:rPr>
              <w:t xml:space="preserve">4 </w:t>
            </w:r>
          </w:p>
        </w:tc>
      </w:tr>
      <w:tr w:rsidR="00DD3199" w:rsidRPr="008C6DE4" w14:paraId="1736D4AA"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9C9AA3" w14:textId="77777777" w:rsidR="00977C68" w:rsidRPr="008C6DE4" w:rsidRDefault="00977C68" w:rsidP="00F15152">
            <w:pPr>
              <w:spacing w:after="0"/>
              <w:rPr>
                <w:rFonts w:ascii="Arial" w:hAnsi="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E52CFD" w14:textId="77777777" w:rsidR="00977C68" w:rsidRPr="008C6DE4" w:rsidRDefault="00977C68" w:rsidP="00F15152">
            <w:pPr>
              <w:spacing w:after="0"/>
              <w:rPr>
                <w:rFonts w:ascii="Arial" w:hAnsi="Arial"/>
                <w:sz w:val="18"/>
              </w:rPr>
            </w:pPr>
          </w:p>
        </w:tc>
        <w:tc>
          <w:tcPr>
            <w:tcW w:w="2521" w:type="dxa"/>
            <w:tcBorders>
              <w:top w:val="single" w:sz="4" w:space="0" w:color="auto"/>
              <w:left w:val="single" w:sz="4" w:space="0" w:color="auto"/>
              <w:bottom w:val="single" w:sz="4" w:space="0" w:color="auto"/>
              <w:right w:val="single" w:sz="4" w:space="0" w:color="auto"/>
            </w:tcBorders>
            <w:hideMark/>
          </w:tcPr>
          <w:p w14:paraId="50FBEB95" w14:textId="77777777" w:rsidR="00977C68" w:rsidRPr="008C6DE4" w:rsidRDefault="00977C68" w:rsidP="00F15152">
            <w:pPr>
              <w:keepNext/>
              <w:keepLines/>
              <w:spacing w:after="0"/>
              <w:jc w:val="center"/>
              <w:rPr>
                <w:rFonts w:ascii="Arial" w:hAnsi="Arial"/>
                <w:sz w:val="18"/>
                <w:lang w:eastAsia="zh-CN"/>
              </w:rPr>
            </w:pPr>
            <w:r w:rsidRPr="008C6DE4">
              <w:rPr>
                <w:rFonts w:ascii="Arial" w:hAnsi="Arial"/>
                <w:sz w:val="18"/>
                <w:lang w:eastAsia="zh-CN"/>
              </w:rPr>
              <w:t>Either aggressor cell or victim cell is on FR1</w:t>
            </w:r>
          </w:p>
        </w:tc>
        <w:tc>
          <w:tcPr>
            <w:tcW w:w="2890" w:type="dxa"/>
            <w:tcBorders>
              <w:top w:val="single" w:sz="4" w:space="0" w:color="auto"/>
              <w:left w:val="single" w:sz="4" w:space="0" w:color="auto"/>
              <w:bottom w:val="single" w:sz="4" w:space="0" w:color="auto"/>
              <w:right w:val="single" w:sz="4" w:space="0" w:color="auto"/>
            </w:tcBorders>
            <w:hideMark/>
          </w:tcPr>
          <w:p w14:paraId="6B898EC4" w14:textId="77777777" w:rsidR="00977C68" w:rsidRPr="008C6DE4" w:rsidRDefault="00977C68" w:rsidP="00F15152">
            <w:pPr>
              <w:pStyle w:val="TAC"/>
              <w:rPr>
                <w:rFonts w:cs="Arial"/>
                <w:szCs w:val="18"/>
              </w:rPr>
            </w:pPr>
            <w:r w:rsidRPr="008C6DE4">
              <w:rPr>
                <w:rFonts w:cs="Arial"/>
                <w:szCs w:val="18"/>
              </w:rPr>
              <w:t>5</w:t>
            </w:r>
          </w:p>
        </w:tc>
      </w:tr>
      <w:tr w:rsidR="00DD3199" w:rsidRPr="008C6DE4" w14:paraId="62D6FEE8" w14:textId="77777777" w:rsidTr="00F15152">
        <w:trPr>
          <w:jc w:val="center"/>
        </w:trPr>
        <w:tc>
          <w:tcPr>
            <w:tcW w:w="649" w:type="dxa"/>
            <w:vMerge w:val="restart"/>
            <w:tcBorders>
              <w:top w:val="single" w:sz="4" w:space="0" w:color="auto"/>
              <w:left w:val="single" w:sz="4" w:space="0" w:color="auto"/>
              <w:bottom w:val="single" w:sz="4" w:space="0" w:color="auto"/>
              <w:right w:val="single" w:sz="4" w:space="0" w:color="auto"/>
            </w:tcBorders>
            <w:hideMark/>
          </w:tcPr>
          <w:p w14:paraId="2D89411F" w14:textId="77777777" w:rsidR="00977C68" w:rsidRPr="008C6DE4" w:rsidRDefault="00977C68" w:rsidP="00F15152">
            <w:pPr>
              <w:pStyle w:val="TAC"/>
            </w:pPr>
            <w:r w:rsidRPr="008C6DE4">
              <w:t>3</w:t>
            </w:r>
          </w:p>
        </w:tc>
        <w:tc>
          <w:tcPr>
            <w:tcW w:w="1361" w:type="dxa"/>
            <w:vMerge w:val="restart"/>
            <w:tcBorders>
              <w:top w:val="single" w:sz="4" w:space="0" w:color="auto"/>
              <w:left w:val="single" w:sz="4" w:space="0" w:color="auto"/>
              <w:bottom w:val="single" w:sz="4" w:space="0" w:color="auto"/>
              <w:right w:val="single" w:sz="4" w:space="0" w:color="auto"/>
            </w:tcBorders>
            <w:hideMark/>
          </w:tcPr>
          <w:p w14:paraId="0594010E" w14:textId="77777777" w:rsidR="00977C68" w:rsidRPr="008C6DE4" w:rsidRDefault="00977C68" w:rsidP="00F15152">
            <w:pPr>
              <w:pStyle w:val="TAC"/>
            </w:pPr>
            <w:r w:rsidRPr="008C6DE4">
              <w:t>0.125</w:t>
            </w:r>
          </w:p>
        </w:tc>
        <w:tc>
          <w:tcPr>
            <w:tcW w:w="2521" w:type="dxa"/>
            <w:tcBorders>
              <w:top w:val="single" w:sz="4" w:space="0" w:color="auto"/>
              <w:left w:val="single" w:sz="4" w:space="0" w:color="auto"/>
              <w:bottom w:val="single" w:sz="4" w:space="0" w:color="auto"/>
              <w:right w:val="single" w:sz="4" w:space="0" w:color="auto"/>
            </w:tcBorders>
            <w:hideMark/>
          </w:tcPr>
          <w:p w14:paraId="19F931CE" w14:textId="77777777" w:rsidR="00977C68" w:rsidRPr="008C6DE4" w:rsidRDefault="00977C68" w:rsidP="00F15152">
            <w:pPr>
              <w:keepNext/>
              <w:keepLines/>
              <w:spacing w:after="0"/>
              <w:jc w:val="center"/>
              <w:rPr>
                <w:rFonts w:ascii="Arial" w:hAnsi="Arial"/>
                <w:sz w:val="18"/>
                <w:lang w:eastAsia="zh-CN"/>
              </w:rPr>
            </w:pPr>
            <w:r w:rsidRPr="008C6DE4">
              <w:rPr>
                <w:rFonts w:ascii="Arial" w:hAnsi="Arial"/>
                <w:sz w:val="18"/>
                <w:lang w:eastAsia="zh-CN"/>
              </w:rPr>
              <w:t>Aggressor cell is on FR2</w:t>
            </w:r>
          </w:p>
        </w:tc>
        <w:tc>
          <w:tcPr>
            <w:tcW w:w="2890" w:type="dxa"/>
            <w:tcBorders>
              <w:top w:val="single" w:sz="4" w:space="0" w:color="auto"/>
              <w:left w:val="single" w:sz="4" w:space="0" w:color="auto"/>
              <w:bottom w:val="single" w:sz="4" w:space="0" w:color="auto"/>
              <w:right w:val="single" w:sz="4" w:space="0" w:color="auto"/>
            </w:tcBorders>
            <w:hideMark/>
          </w:tcPr>
          <w:p w14:paraId="07F87CC3" w14:textId="77777777" w:rsidR="00977C68" w:rsidRPr="008C6DE4" w:rsidRDefault="00977C68" w:rsidP="00F15152">
            <w:pPr>
              <w:pStyle w:val="TAC"/>
              <w:rPr>
                <w:rFonts w:cs="Arial"/>
                <w:szCs w:val="18"/>
              </w:rPr>
            </w:pPr>
            <w:r w:rsidRPr="008C6DE4">
              <w:rPr>
                <w:rFonts w:cs="Arial"/>
                <w:szCs w:val="18"/>
              </w:rPr>
              <w:t xml:space="preserve">8 </w:t>
            </w:r>
          </w:p>
        </w:tc>
      </w:tr>
      <w:tr w:rsidR="00DD3199" w:rsidRPr="008C6DE4" w14:paraId="6636BDA6"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FE01B7" w14:textId="77777777" w:rsidR="00977C68" w:rsidRPr="008C6DE4" w:rsidRDefault="00977C68" w:rsidP="00F15152">
            <w:pPr>
              <w:spacing w:after="0"/>
              <w:rPr>
                <w:rFonts w:ascii="Arial" w:hAnsi="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94B7D9" w14:textId="77777777" w:rsidR="00977C68" w:rsidRPr="008C6DE4" w:rsidRDefault="00977C68" w:rsidP="00F15152">
            <w:pPr>
              <w:spacing w:after="0"/>
              <w:rPr>
                <w:rFonts w:ascii="Arial" w:hAnsi="Arial"/>
                <w:sz w:val="18"/>
              </w:rPr>
            </w:pPr>
          </w:p>
        </w:tc>
        <w:tc>
          <w:tcPr>
            <w:tcW w:w="2521" w:type="dxa"/>
            <w:tcBorders>
              <w:top w:val="single" w:sz="4" w:space="0" w:color="auto"/>
              <w:left w:val="single" w:sz="4" w:space="0" w:color="auto"/>
              <w:bottom w:val="single" w:sz="4" w:space="0" w:color="auto"/>
              <w:right w:val="single" w:sz="4" w:space="0" w:color="auto"/>
            </w:tcBorders>
            <w:hideMark/>
          </w:tcPr>
          <w:p w14:paraId="4F5DEF1A" w14:textId="77777777" w:rsidR="00977C68" w:rsidRPr="008C6DE4" w:rsidRDefault="00977C68" w:rsidP="00F15152">
            <w:pPr>
              <w:keepNext/>
              <w:keepLines/>
              <w:spacing w:after="0"/>
              <w:jc w:val="center"/>
              <w:rPr>
                <w:rFonts w:ascii="Arial" w:hAnsi="Arial"/>
                <w:sz w:val="18"/>
                <w:lang w:eastAsia="zh-CN"/>
              </w:rPr>
            </w:pPr>
            <w:r w:rsidRPr="008C6DE4">
              <w:rPr>
                <w:rFonts w:ascii="Arial" w:hAnsi="Arial"/>
                <w:sz w:val="18"/>
                <w:lang w:eastAsia="zh-CN"/>
              </w:rPr>
              <w:t>Aggressor cell is on FR1</w:t>
            </w:r>
          </w:p>
        </w:tc>
        <w:tc>
          <w:tcPr>
            <w:tcW w:w="2890" w:type="dxa"/>
            <w:tcBorders>
              <w:top w:val="single" w:sz="4" w:space="0" w:color="auto"/>
              <w:left w:val="single" w:sz="4" w:space="0" w:color="auto"/>
              <w:bottom w:val="single" w:sz="4" w:space="0" w:color="auto"/>
              <w:right w:val="single" w:sz="4" w:space="0" w:color="auto"/>
            </w:tcBorders>
            <w:hideMark/>
          </w:tcPr>
          <w:p w14:paraId="61AA882B" w14:textId="77777777" w:rsidR="00977C68" w:rsidRPr="008C6DE4" w:rsidRDefault="00977C68" w:rsidP="00F15152">
            <w:pPr>
              <w:pStyle w:val="TAC"/>
              <w:rPr>
                <w:rFonts w:cs="Arial"/>
                <w:szCs w:val="18"/>
              </w:rPr>
            </w:pPr>
            <w:r w:rsidRPr="008C6DE4">
              <w:rPr>
                <w:rFonts w:cs="Arial"/>
                <w:szCs w:val="18"/>
              </w:rPr>
              <w:t xml:space="preserve">9 </w:t>
            </w:r>
          </w:p>
        </w:tc>
      </w:tr>
    </w:tbl>
    <w:p w14:paraId="10524C87" w14:textId="77777777" w:rsidR="00977C68" w:rsidRPr="008C6DE4" w:rsidRDefault="00977C68" w:rsidP="00977C68"/>
    <w:p w14:paraId="204BD823" w14:textId="77777777" w:rsidR="00F16070" w:rsidRDefault="00F16070" w:rsidP="00F16070">
      <w:pPr>
        <w:keepNext/>
        <w:keepLines/>
        <w:spacing w:before="60"/>
        <w:jc w:val="center"/>
      </w:pPr>
      <w:r>
        <w:rPr>
          <w:rFonts w:ascii="Arial" w:hAnsi="Arial"/>
          <w:b/>
        </w:rPr>
        <w:t>Table 8.2.4.2.1-2: Interruption duration for SCell addition/release for intra-band DC/CA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2109"/>
        <w:gridCol w:w="6141"/>
      </w:tblGrid>
      <w:tr w:rsidR="00F16070" w14:paraId="2377C4CF" w14:textId="77777777" w:rsidTr="00662690">
        <w:trPr>
          <w:trHeight w:val="631"/>
          <w:jc w:val="center"/>
        </w:trPr>
        <w:tc>
          <w:tcPr>
            <w:tcW w:w="716" w:type="pct"/>
            <w:tcBorders>
              <w:top w:val="single" w:sz="4" w:space="0" w:color="auto"/>
              <w:left w:val="single" w:sz="4" w:space="0" w:color="auto"/>
              <w:bottom w:val="single" w:sz="4" w:space="0" w:color="auto"/>
              <w:right w:val="single" w:sz="4" w:space="0" w:color="auto"/>
            </w:tcBorders>
            <w:vAlign w:val="center"/>
            <w:hideMark/>
          </w:tcPr>
          <w:p w14:paraId="18AF8132" w14:textId="77777777" w:rsidR="00F16070" w:rsidRDefault="00F16070" w:rsidP="001E7463">
            <w:pPr>
              <w:keepNext/>
              <w:keepLines/>
              <w:spacing w:after="0"/>
              <w:jc w:val="center"/>
            </w:pPr>
            <w:r>
              <w:rPr>
                <w:rFonts w:ascii="Arial" w:hAnsi="Arial"/>
                <w:b/>
                <w:noProof/>
                <w:sz w:val="18"/>
                <w:lang w:val="en-US" w:eastAsia="zh-CN"/>
              </w:rPr>
              <w:drawing>
                <wp:inline distT="0" distB="0" distL="0" distR="0" wp14:anchorId="16D43BD7" wp14:editId="67085F4D">
                  <wp:extent cx="146050" cy="160655"/>
                  <wp:effectExtent l="0" t="0" r="635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6050" cy="160655"/>
                          </a:xfrm>
                          <a:prstGeom prst="rect">
                            <a:avLst/>
                          </a:prstGeom>
                          <a:noFill/>
                          <a:ln>
                            <a:noFill/>
                          </a:ln>
                        </pic:spPr>
                      </pic:pic>
                    </a:graphicData>
                  </a:graphic>
                </wp:inline>
              </w:drawing>
            </w:r>
          </w:p>
        </w:tc>
        <w:tc>
          <w:tcPr>
            <w:tcW w:w="1095" w:type="pct"/>
            <w:tcBorders>
              <w:top w:val="single" w:sz="4" w:space="0" w:color="auto"/>
              <w:left w:val="single" w:sz="4" w:space="0" w:color="auto"/>
              <w:bottom w:val="single" w:sz="4" w:space="0" w:color="auto"/>
              <w:right w:val="single" w:sz="4" w:space="0" w:color="auto"/>
            </w:tcBorders>
            <w:hideMark/>
          </w:tcPr>
          <w:p w14:paraId="1FFC23C6" w14:textId="77777777" w:rsidR="00F16070" w:rsidRDefault="00F16070" w:rsidP="001E7463">
            <w:pPr>
              <w:keepNext/>
              <w:keepLines/>
              <w:spacing w:after="0"/>
              <w:jc w:val="center"/>
            </w:pPr>
            <w:r>
              <w:rPr>
                <w:rFonts w:ascii="Arial" w:hAnsi="Arial"/>
                <w:b/>
                <w:sz w:val="18"/>
              </w:rPr>
              <w:t>NR Slot length (ms)</w:t>
            </w:r>
          </w:p>
        </w:tc>
        <w:tc>
          <w:tcPr>
            <w:tcW w:w="3189" w:type="pct"/>
            <w:tcBorders>
              <w:top w:val="single" w:sz="4" w:space="0" w:color="auto"/>
              <w:left w:val="single" w:sz="4" w:space="0" w:color="auto"/>
              <w:bottom w:val="single" w:sz="4" w:space="0" w:color="auto"/>
              <w:right w:val="single" w:sz="4" w:space="0" w:color="auto"/>
            </w:tcBorders>
            <w:hideMark/>
          </w:tcPr>
          <w:p w14:paraId="26F516C8" w14:textId="77777777" w:rsidR="00F16070" w:rsidRDefault="00F16070" w:rsidP="001E7463">
            <w:pPr>
              <w:keepNext/>
              <w:keepLines/>
              <w:spacing w:after="0"/>
              <w:jc w:val="center"/>
            </w:pPr>
            <w:r>
              <w:rPr>
                <w:rFonts w:ascii="Arial" w:hAnsi="Arial"/>
                <w:b/>
                <w:sz w:val="18"/>
                <w:lang w:val="fr-FR"/>
              </w:rPr>
              <w:t>Interruption length (slots)</w:t>
            </w:r>
          </w:p>
        </w:tc>
      </w:tr>
      <w:tr w:rsidR="00F16070" w14:paraId="776561D1" w14:textId="77777777" w:rsidTr="00662690">
        <w:trPr>
          <w:jc w:val="center"/>
        </w:trPr>
        <w:tc>
          <w:tcPr>
            <w:tcW w:w="716" w:type="pct"/>
            <w:tcBorders>
              <w:top w:val="single" w:sz="4" w:space="0" w:color="auto"/>
              <w:left w:val="single" w:sz="4" w:space="0" w:color="auto"/>
              <w:bottom w:val="single" w:sz="4" w:space="0" w:color="auto"/>
              <w:right w:val="single" w:sz="4" w:space="0" w:color="auto"/>
            </w:tcBorders>
            <w:hideMark/>
          </w:tcPr>
          <w:p w14:paraId="44C5FDFC" w14:textId="77777777" w:rsidR="00F16070" w:rsidRDefault="00F16070" w:rsidP="001E7463">
            <w:pPr>
              <w:pStyle w:val="TAC"/>
            </w:pPr>
            <w:r>
              <w:t>0</w:t>
            </w:r>
          </w:p>
        </w:tc>
        <w:tc>
          <w:tcPr>
            <w:tcW w:w="1095" w:type="pct"/>
            <w:tcBorders>
              <w:top w:val="single" w:sz="4" w:space="0" w:color="auto"/>
              <w:left w:val="single" w:sz="4" w:space="0" w:color="auto"/>
              <w:bottom w:val="single" w:sz="4" w:space="0" w:color="auto"/>
              <w:right w:val="single" w:sz="4" w:space="0" w:color="auto"/>
            </w:tcBorders>
            <w:hideMark/>
          </w:tcPr>
          <w:p w14:paraId="7AAD7CA4" w14:textId="77777777" w:rsidR="00F16070" w:rsidRDefault="00F16070" w:rsidP="001E7463">
            <w:pPr>
              <w:pStyle w:val="TAC"/>
            </w:pPr>
            <w:r>
              <w:t>1</w:t>
            </w:r>
          </w:p>
        </w:tc>
        <w:tc>
          <w:tcPr>
            <w:tcW w:w="3189" w:type="pct"/>
            <w:tcBorders>
              <w:top w:val="single" w:sz="4" w:space="0" w:color="auto"/>
              <w:left w:val="single" w:sz="4" w:space="0" w:color="auto"/>
              <w:bottom w:val="single" w:sz="4" w:space="0" w:color="auto"/>
              <w:right w:val="single" w:sz="4" w:space="0" w:color="auto"/>
            </w:tcBorders>
            <w:hideMark/>
          </w:tcPr>
          <w:p w14:paraId="6C93A672" w14:textId="77777777" w:rsidR="00F16070" w:rsidRDefault="00F16070" w:rsidP="001E7463">
            <w:pPr>
              <w:pStyle w:val="TAC"/>
              <w:rPr>
                <w:rFonts w:cs="Arial"/>
                <w:szCs w:val="18"/>
              </w:rPr>
            </w:pPr>
            <w:r>
              <w:rPr>
                <w:rFonts w:cs="Arial"/>
                <w:szCs w:val="18"/>
                <w:lang w:val="fr-FR"/>
              </w:rPr>
              <w:t xml:space="preserve">1 + </w:t>
            </w:r>
            <w:r>
              <w:rPr>
                <w:rFonts w:cs="Arial"/>
                <w:szCs w:val="18"/>
                <w:lang w:val="fr-FR" w:eastAsia="zh-CN"/>
              </w:rPr>
              <w:t>T</w:t>
            </w:r>
            <w:r>
              <w:rPr>
                <w:rFonts w:cs="Arial"/>
                <w:szCs w:val="18"/>
                <w:vertAlign w:val="subscript"/>
                <w:lang w:val="fr-FR" w:eastAsia="zh-CN"/>
              </w:rPr>
              <w:t>SMTC_duration</w:t>
            </w:r>
            <w:r>
              <w:rPr>
                <w:rFonts w:cs="Arial"/>
                <w:szCs w:val="18"/>
                <w:lang w:val="fr-FR"/>
              </w:rPr>
              <w:t xml:space="preserve"> </w:t>
            </w:r>
            <w:r>
              <w:rPr>
                <w:szCs w:val="18"/>
                <w:lang w:val="fr-FR" w:eastAsia="ko-KR"/>
              </w:rPr>
              <w:t xml:space="preserve">*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F16070" w14:paraId="4A6DBDEE" w14:textId="77777777" w:rsidTr="00662690">
        <w:trPr>
          <w:jc w:val="center"/>
        </w:trPr>
        <w:tc>
          <w:tcPr>
            <w:tcW w:w="716" w:type="pct"/>
            <w:tcBorders>
              <w:top w:val="single" w:sz="4" w:space="0" w:color="auto"/>
              <w:left w:val="single" w:sz="4" w:space="0" w:color="auto"/>
              <w:bottom w:val="single" w:sz="4" w:space="0" w:color="auto"/>
              <w:right w:val="single" w:sz="4" w:space="0" w:color="auto"/>
            </w:tcBorders>
            <w:hideMark/>
          </w:tcPr>
          <w:p w14:paraId="07667941" w14:textId="77777777" w:rsidR="00F16070" w:rsidRDefault="00F16070" w:rsidP="001E7463">
            <w:pPr>
              <w:pStyle w:val="TAC"/>
            </w:pPr>
            <w:r>
              <w:t>1</w:t>
            </w:r>
          </w:p>
        </w:tc>
        <w:tc>
          <w:tcPr>
            <w:tcW w:w="1095" w:type="pct"/>
            <w:tcBorders>
              <w:top w:val="single" w:sz="4" w:space="0" w:color="auto"/>
              <w:left w:val="single" w:sz="4" w:space="0" w:color="auto"/>
              <w:bottom w:val="single" w:sz="4" w:space="0" w:color="auto"/>
              <w:right w:val="single" w:sz="4" w:space="0" w:color="auto"/>
            </w:tcBorders>
            <w:hideMark/>
          </w:tcPr>
          <w:p w14:paraId="01465C81" w14:textId="77777777" w:rsidR="00F16070" w:rsidRDefault="00F16070" w:rsidP="001E7463">
            <w:pPr>
              <w:pStyle w:val="TAC"/>
            </w:pPr>
            <w:r>
              <w:t>0.5</w:t>
            </w:r>
          </w:p>
        </w:tc>
        <w:tc>
          <w:tcPr>
            <w:tcW w:w="3189" w:type="pct"/>
            <w:tcBorders>
              <w:top w:val="single" w:sz="4" w:space="0" w:color="auto"/>
              <w:left w:val="single" w:sz="4" w:space="0" w:color="auto"/>
              <w:bottom w:val="single" w:sz="4" w:space="0" w:color="auto"/>
              <w:right w:val="single" w:sz="4" w:space="0" w:color="auto"/>
            </w:tcBorders>
            <w:hideMark/>
          </w:tcPr>
          <w:p w14:paraId="03576296" w14:textId="77777777" w:rsidR="00F16070" w:rsidRDefault="00F16070" w:rsidP="001E7463">
            <w:pPr>
              <w:pStyle w:val="TAC"/>
              <w:rPr>
                <w:rFonts w:cs="Arial"/>
                <w:szCs w:val="18"/>
              </w:rPr>
            </w:pPr>
            <w:r>
              <w:rPr>
                <w:rFonts w:cs="Arial"/>
                <w:szCs w:val="18"/>
                <w:lang w:val="fr-FR"/>
              </w:rPr>
              <w:t xml:space="preserve">2 + </w:t>
            </w:r>
            <w:r>
              <w:rPr>
                <w:rFonts w:cs="Arial"/>
                <w:szCs w:val="18"/>
                <w:lang w:val="fr-FR" w:eastAsia="zh-CN"/>
              </w:rPr>
              <w:t>T</w:t>
            </w:r>
            <w:r>
              <w:rPr>
                <w:rFonts w:cs="Arial"/>
                <w:szCs w:val="18"/>
                <w:vertAlign w:val="subscript"/>
                <w:lang w:val="fr-FR" w:eastAsia="zh-CN"/>
              </w:rPr>
              <w:t>SMTC_duration</w:t>
            </w:r>
            <w:r>
              <w:rPr>
                <w:rFonts w:cs="Arial"/>
                <w:szCs w:val="18"/>
                <w:lang w:val="fr-FR"/>
              </w:rPr>
              <w:t xml:space="preserve"> </w:t>
            </w:r>
            <w:r>
              <w:rPr>
                <w:szCs w:val="18"/>
                <w:lang w:val="fr-FR" w:eastAsia="ko-KR"/>
              </w:rPr>
              <w:t xml:space="preserve">*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F16070" w14:paraId="46BECFCB" w14:textId="77777777" w:rsidTr="00662690">
        <w:trPr>
          <w:jc w:val="center"/>
        </w:trPr>
        <w:tc>
          <w:tcPr>
            <w:tcW w:w="716" w:type="pct"/>
            <w:tcBorders>
              <w:top w:val="single" w:sz="4" w:space="0" w:color="auto"/>
              <w:left w:val="single" w:sz="4" w:space="0" w:color="auto"/>
              <w:bottom w:val="single" w:sz="4" w:space="0" w:color="auto"/>
              <w:right w:val="single" w:sz="4" w:space="0" w:color="auto"/>
            </w:tcBorders>
            <w:hideMark/>
          </w:tcPr>
          <w:p w14:paraId="6F1C2397" w14:textId="77777777" w:rsidR="00F16070" w:rsidRDefault="00F16070" w:rsidP="001E7463">
            <w:pPr>
              <w:pStyle w:val="TAC"/>
            </w:pPr>
            <w:r>
              <w:t>2</w:t>
            </w:r>
          </w:p>
        </w:tc>
        <w:tc>
          <w:tcPr>
            <w:tcW w:w="1095" w:type="pct"/>
            <w:tcBorders>
              <w:top w:val="single" w:sz="4" w:space="0" w:color="auto"/>
              <w:left w:val="single" w:sz="4" w:space="0" w:color="auto"/>
              <w:bottom w:val="single" w:sz="4" w:space="0" w:color="auto"/>
              <w:right w:val="single" w:sz="4" w:space="0" w:color="auto"/>
            </w:tcBorders>
            <w:hideMark/>
          </w:tcPr>
          <w:p w14:paraId="258E476D" w14:textId="77777777" w:rsidR="00F16070" w:rsidRDefault="00F16070" w:rsidP="001E7463">
            <w:pPr>
              <w:pStyle w:val="TAC"/>
            </w:pPr>
            <w:r>
              <w:t>0.25</w:t>
            </w:r>
          </w:p>
        </w:tc>
        <w:tc>
          <w:tcPr>
            <w:tcW w:w="3189" w:type="pct"/>
            <w:tcBorders>
              <w:top w:val="single" w:sz="4" w:space="0" w:color="auto"/>
              <w:left w:val="single" w:sz="4" w:space="0" w:color="auto"/>
              <w:bottom w:val="single" w:sz="4" w:space="0" w:color="auto"/>
              <w:right w:val="single" w:sz="4" w:space="0" w:color="auto"/>
            </w:tcBorders>
            <w:hideMark/>
          </w:tcPr>
          <w:p w14:paraId="5E56E5E8" w14:textId="77777777" w:rsidR="00F16070" w:rsidRDefault="00F16070" w:rsidP="001E7463">
            <w:pPr>
              <w:pStyle w:val="TAC"/>
              <w:rPr>
                <w:rFonts w:cs="Arial"/>
                <w:szCs w:val="18"/>
              </w:rPr>
            </w:pPr>
            <w:r>
              <w:rPr>
                <w:rFonts w:cs="Arial"/>
                <w:szCs w:val="18"/>
                <w:lang w:val="fr-FR"/>
              </w:rPr>
              <w:t xml:space="preserve">4 + </w:t>
            </w:r>
            <w:r>
              <w:rPr>
                <w:rFonts w:cs="Arial"/>
                <w:szCs w:val="18"/>
                <w:lang w:val="fr-FR" w:eastAsia="zh-CN"/>
              </w:rPr>
              <w:t>T</w:t>
            </w:r>
            <w:r>
              <w:rPr>
                <w:rFonts w:cs="Arial"/>
                <w:szCs w:val="18"/>
                <w:vertAlign w:val="subscript"/>
                <w:lang w:val="fr-FR" w:eastAsia="zh-CN"/>
              </w:rPr>
              <w:t>SMTC_duration</w:t>
            </w:r>
            <w:r>
              <w:rPr>
                <w:rFonts w:cs="Arial"/>
                <w:szCs w:val="18"/>
                <w:lang w:val="fr-FR"/>
              </w:rPr>
              <w:t xml:space="preserve"> </w:t>
            </w:r>
            <w:r>
              <w:rPr>
                <w:szCs w:val="18"/>
                <w:lang w:val="fr-FR" w:eastAsia="ko-KR"/>
              </w:rPr>
              <w:t xml:space="preserve">*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F16070" w14:paraId="3E787254" w14:textId="77777777" w:rsidTr="00662690">
        <w:trPr>
          <w:jc w:val="center"/>
        </w:trPr>
        <w:tc>
          <w:tcPr>
            <w:tcW w:w="716" w:type="pct"/>
            <w:tcBorders>
              <w:top w:val="single" w:sz="4" w:space="0" w:color="auto"/>
              <w:left w:val="single" w:sz="4" w:space="0" w:color="auto"/>
              <w:bottom w:val="single" w:sz="4" w:space="0" w:color="auto"/>
              <w:right w:val="single" w:sz="4" w:space="0" w:color="auto"/>
            </w:tcBorders>
            <w:hideMark/>
          </w:tcPr>
          <w:p w14:paraId="213688C6" w14:textId="77777777" w:rsidR="00F16070" w:rsidRDefault="00F16070" w:rsidP="001E7463">
            <w:pPr>
              <w:pStyle w:val="TAC"/>
            </w:pPr>
            <w:r>
              <w:t>3</w:t>
            </w:r>
          </w:p>
        </w:tc>
        <w:tc>
          <w:tcPr>
            <w:tcW w:w="1095" w:type="pct"/>
            <w:tcBorders>
              <w:top w:val="single" w:sz="4" w:space="0" w:color="auto"/>
              <w:left w:val="single" w:sz="4" w:space="0" w:color="auto"/>
              <w:bottom w:val="single" w:sz="4" w:space="0" w:color="auto"/>
              <w:right w:val="single" w:sz="4" w:space="0" w:color="auto"/>
            </w:tcBorders>
            <w:hideMark/>
          </w:tcPr>
          <w:p w14:paraId="4429C83B" w14:textId="77777777" w:rsidR="00F16070" w:rsidRDefault="00F16070" w:rsidP="001E7463">
            <w:pPr>
              <w:pStyle w:val="TAC"/>
            </w:pPr>
            <w:r>
              <w:t>0.125</w:t>
            </w:r>
          </w:p>
        </w:tc>
        <w:tc>
          <w:tcPr>
            <w:tcW w:w="3189" w:type="pct"/>
            <w:tcBorders>
              <w:top w:val="single" w:sz="4" w:space="0" w:color="auto"/>
              <w:left w:val="single" w:sz="4" w:space="0" w:color="auto"/>
              <w:bottom w:val="single" w:sz="4" w:space="0" w:color="auto"/>
              <w:right w:val="single" w:sz="4" w:space="0" w:color="auto"/>
            </w:tcBorders>
            <w:hideMark/>
          </w:tcPr>
          <w:p w14:paraId="11F35109" w14:textId="77777777" w:rsidR="00F16070" w:rsidRDefault="00F16070" w:rsidP="001E7463">
            <w:pPr>
              <w:pStyle w:val="TAC"/>
              <w:rPr>
                <w:rFonts w:cs="Arial"/>
                <w:szCs w:val="18"/>
              </w:rPr>
            </w:pPr>
            <w:r>
              <w:rPr>
                <w:rFonts w:cs="Arial"/>
                <w:szCs w:val="18"/>
                <w:lang w:val="fr-FR"/>
              </w:rPr>
              <w:t xml:space="preserve">8 + </w:t>
            </w:r>
            <w:r>
              <w:rPr>
                <w:rFonts w:cs="Arial"/>
                <w:szCs w:val="18"/>
                <w:lang w:val="fr-FR" w:eastAsia="zh-CN"/>
              </w:rPr>
              <w:t>T</w:t>
            </w:r>
            <w:r>
              <w:rPr>
                <w:rFonts w:cs="Arial"/>
                <w:szCs w:val="18"/>
                <w:vertAlign w:val="subscript"/>
                <w:lang w:val="fr-FR" w:eastAsia="zh-CN"/>
              </w:rPr>
              <w:t>SMTC_duration</w:t>
            </w:r>
            <w:r>
              <w:rPr>
                <w:rFonts w:cs="Arial"/>
                <w:szCs w:val="18"/>
                <w:lang w:val="fr-FR"/>
              </w:rPr>
              <w:t xml:space="preserve"> </w:t>
            </w:r>
            <w:r>
              <w:rPr>
                <w:szCs w:val="18"/>
                <w:lang w:val="fr-FR" w:eastAsia="ko-KR"/>
              </w:rPr>
              <w:t xml:space="preserve">*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F16070" w14:paraId="6B930F17" w14:textId="77777777" w:rsidTr="001E7463">
        <w:trPr>
          <w:jc w:val="center"/>
        </w:trPr>
        <w:tc>
          <w:tcPr>
            <w:tcW w:w="5000" w:type="pct"/>
            <w:gridSpan w:val="3"/>
            <w:tcBorders>
              <w:top w:val="single" w:sz="4" w:space="0" w:color="auto"/>
              <w:left w:val="single" w:sz="4" w:space="0" w:color="auto"/>
              <w:bottom w:val="single" w:sz="4" w:space="0" w:color="auto"/>
              <w:right w:val="single" w:sz="4" w:space="0" w:color="auto"/>
            </w:tcBorders>
            <w:hideMark/>
          </w:tcPr>
          <w:p w14:paraId="2DC6D2DD" w14:textId="77777777" w:rsidR="00F16070" w:rsidRDefault="00F16070" w:rsidP="001E7463">
            <w:pPr>
              <w:pStyle w:val="TAN"/>
              <w:rPr>
                <w:lang w:eastAsia="zh-CN"/>
              </w:rPr>
            </w:pPr>
            <w:r>
              <w:t>NOTE 1:</w:t>
            </w:r>
            <w:r>
              <w:tab/>
            </w:r>
            <w:r>
              <w:rPr>
                <w:lang w:eastAsia="zh-CN"/>
              </w:rPr>
              <w:t>T</w:t>
            </w:r>
            <w:r>
              <w:rPr>
                <w:vertAlign w:val="subscript"/>
                <w:lang w:eastAsia="zh-CN"/>
              </w:rPr>
              <w:t>SMTC_duration</w:t>
            </w:r>
            <w:r>
              <w:rPr>
                <w:lang w:eastAsia="zh-CN"/>
              </w:rPr>
              <w:t xml:space="preserve"> measured in subframes is</w:t>
            </w:r>
          </w:p>
          <w:p w14:paraId="3F9433AA" w14:textId="68021FB8" w:rsidR="00F16070" w:rsidRDefault="00F16070" w:rsidP="001E7463">
            <w:pPr>
              <w:pStyle w:val="TAN"/>
            </w:pPr>
            <w:r>
              <w:tab/>
              <w:t xml:space="preserve">- the longest SMTC duration </w:t>
            </w:r>
            <w:r>
              <w:rPr>
                <w:lang w:eastAsia="zh-CN"/>
              </w:rPr>
              <w:t xml:space="preserve">among all above </w:t>
            </w:r>
            <w:r>
              <w:rPr>
                <w:rFonts w:eastAsia="MS Mincho"/>
              </w:rPr>
              <w:t>active</w:t>
            </w:r>
            <w:r>
              <w:rPr>
                <w:lang w:eastAsia="zh-CN"/>
              </w:rPr>
              <w:t>serving cells</w:t>
            </w:r>
            <w:r>
              <w:t xml:space="preserve"> and the SCell being added when one SCell is added</w:t>
            </w:r>
            <w:r>
              <w:rPr>
                <w:lang w:eastAsia="zh-CN"/>
              </w:rPr>
              <w:t xml:space="preserve">. If </w:t>
            </w:r>
            <w:r>
              <w:t>SSB configuration (</w:t>
            </w:r>
            <w:r>
              <w:rPr>
                <w:i/>
              </w:rPr>
              <w:t>absoluteFrequencySSB</w:t>
            </w:r>
            <w:r>
              <w:t>) but no SMTC configuration</w:t>
            </w:r>
            <w:r>
              <w:rPr>
                <w:lang w:eastAsia="zh-CN"/>
              </w:rPr>
              <w:t xml:space="preserve"> is provided for </w:t>
            </w:r>
            <w:r>
              <w:t>the SCell being added,</w:t>
            </w:r>
            <w:r>
              <w:rPr>
                <w:lang w:eastAsia="zh-CN"/>
              </w:rPr>
              <w:t xml:space="preserve"> the SSB transmission periodicity is assumed to be 5ms and T</w:t>
            </w:r>
            <w:r>
              <w:rPr>
                <w:vertAlign w:val="subscript"/>
                <w:lang w:eastAsia="zh-CN"/>
              </w:rPr>
              <w:t>SMTC duration</w:t>
            </w:r>
            <w:r>
              <w:rPr>
                <w:lang w:eastAsia="zh-CN"/>
              </w:rPr>
              <w:t xml:space="preserve"> for the SCell being added is x ms, where x = the </w:t>
            </w:r>
            <w:r>
              <w:t>number of consecutive subframes containing all SSBs in one SSB burst transmitted by the SCell being added</w:t>
            </w:r>
            <w:r>
              <w:rPr>
                <w:lang w:eastAsia="zh-CN"/>
              </w:rPr>
              <w:t xml:space="preserve">. If no </w:t>
            </w:r>
            <w:r>
              <w:t>SSB configuration (</w:t>
            </w:r>
            <w:r>
              <w:rPr>
                <w:i/>
              </w:rPr>
              <w:t>absoluteFrequencySSB</w:t>
            </w:r>
            <w:r>
              <w:t>) nor SMTC configuration</w:t>
            </w:r>
            <w:r>
              <w:rPr>
                <w:lang w:eastAsia="zh-CN"/>
              </w:rPr>
              <w:t xml:space="preserve"> is provided for </w:t>
            </w:r>
            <w:r>
              <w:t>the SCell being added,</w:t>
            </w:r>
            <w:r>
              <w:rPr>
                <w:lang w:eastAsia="zh-CN"/>
              </w:rPr>
              <w:t xml:space="preserve"> T</w:t>
            </w:r>
            <w:r>
              <w:rPr>
                <w:vertAlign w:val="subscript"/>
                <w:lang w:eastAsia="zh-CN"/>
              </w:rPr>
              <w:t>SMTC duration</w:t>
            </w:r>
            <w:r>
              <w:rPr>
                <w:lang w:eastAsia="zh-CN"/>
              </w:rPr>
              <w:t xml:space="preserve"> for the SCell being added is 0ms</w:t>
            </w:r>
            <w:r>
              <w:t>;</w:t>
            </w:r>
          </w:p>
          <w:p w14:paraId="338ED042" w14:textId="77777777" w:rsidR="00F16070" w:rsidRDefault="00F16070" w:rsidP="001E7463">
            <w:pPr>
              <w:pStyle w:val="TAN"/>
            </w:pPr>
            <w:r>
              <w:tab/>
            </w:r>
            <w:r>
              <w:rPr>
                <w:rFonts w:eastAsia="MS Mincho"/>
              </w:rPr>
              <w:t xml:space="preserve">- the longest </w:t>
            </w:r>
            <w:r>
              <w:t xml:space="preserve">SMTC duration </w:t>
            </w:r>
            <w:r>
              <w:rPr>
                <w:lang w:eastAsia="zh-CN"/>
              </w:rPr>
              <w:t xml:space="preserve">among all </w:t>
            </w:r>
            <w:r>
              <w:rPr>
                <w:rFonts w:eastAsia="MS Mincho"/>
              </w:rPr>
              <w:t xml:space="preserve">active </w:t>
            </w:r>
            <w:r>
              <w:rPr>
                <w:lang w:eastAsia="zh-CN"/>
              </w:rPr>
              <w:t>serving cells</w:t>
            </w:r>
            <w:r>
              <w:t xml:space="preserve"> in the same band when one SCell is released.</w:t>
            </w:r>
          </w:p>
          <w:p w14:paraId="08D8431B" w14:textId="77777777" w:rsidR="00F16070" w:rsidRDefault="00F16070" w:rsidP="001E7463">
            <w:pPr>
              <w:pStyle w:val="TAN"/>
            </w:pPr>
            <w:r>
              <w:rPr>
                <w:lang w:eastAsia="ko-KR"/>
              </w:rPr>
              <w:t>NOTE 2:</w:t>
            </w:r>
            <w:r>
              <w:tab/>
            </w:r>
            <m:oMath>
              <m:sSubSup>
                <m:sSubSupPr>
                  <m:ctrlPr>
                    <w:rPr>
                      <w:rFonts w:ascii="Cambria Math" w:hAnsi="Cambria Math"/>
                      <w:i/>
                      <w:sz w:val="24"/>
                      <w:szCs w:val="24"/>
                    </w:rPr>
                  </m:ctrlPr>
                </m:sSubSupPr>
                <m:e>
                  <m:r>
                    <w:rPr>
                      <w:rFonts w:ascii="Cambria Math" w:hAnsi="Cambria Math"/>
                    </w:rPr>
                    <m:t>N</m:t>
                  </m:r>
                </m:e>
                <m:sub>
                  <m:r>
                    <m:rPr>
                      <m:sty m:val="p"/>
                    </m:rPr>
                    <w:rPr>
                      <w:rFonts w:ascii="Cambria Math" w:hAnsi="Cambria Math"/>
                    </w:rPr>
                    <m:t>slot</m:t>
                  </m:r>
                </m:sub>
                <m:sup>
                  <m:r>
                    <m:rPr>
                      <m:sty m:val="p"/>
                    </m:rPr>
                    <w:rPr>
                      <w:rFonts w:ascii="Cambria Math" w:hAnsi="Cambria Math"/>
                    </w:rPr>
                    <m:t>subframe</m:t>
                  </m:r>
                  <m:r>
                    <w:rPr>
                      <w:rFonts w:ascii="Cambria Math" w:hAnsi="Cambria Math"/>
                    </w:rPr>
                    <m:t>,μ</m:t>
                  </m:r>
                </m:sup>
              </m:sSubSup>
            </m:oMath>
            <w:r>
              <w:t xml:space="preserve"> is as defined in TS 38.211 [6].</w:t>
            </w:r>
          </w:p>
        </w:tc>
      </w:tr>
    </w:tbl>
    <w:p w14:paraId="03B6CC9C" w14:textId="77777777" w:rsidR="00F16070" w:rsidRDefault="00F16070" w:rsidP="00F16070">
      <w:pPr>
        <w:rPr>
          <w:rFonts w:cs="v4.2.0"/>
        </w:rPr>
      </w:pPr>
    </w:p>
    <w:p w14:paraId="1349DCD3" w14:textId="77777777" w:rsidR="00977C68" w:rsidRPr="008C6DE4" w:rsidRDefault="00977C68" w:rsidP="00977C68">
      <w:pPr>
        <w:pStyle w:val="Heading5"/>
      </w:pPr>
      <w:r w:rsidRPr="008C6DE4">
        <w:t>8.2.4.2.2</w:t>
      </w:r>
      <w:r w:rsidRPr="008C6DE4">
        <w:tab/>
        <w:t>Interruptions at SCell activation/deactivation</w:t>
      </w:r>
    </w:p>
    <w:p w14:paraId="13A951D6" w14:textId="77777777" w:rsidR="00977C68" w:rsidRPr="008C6DE4" w:rsidRDefault="00977C68" w:rsidP="00977C68">
      <w:r w:rsidRPr="008C6DE4">
        <w:t>When a SCell is activated or deactivated as defined in TS 37.340 [</w:t>
      </w:r>
      <w:r w:rsidRPr="008C6DE4">
        <w:rPr>
          <w:lang w:eastAsia="zh-CN"/>
        </w:rPr>
        <w:t>17</w:t>
      </w:r>
      <w:r w:rsidRPr="008C6DE4">
        <w:t>], the UE is allowed</w:t>
      </w:r>
    </w:p>
    <w:p w14:paraId="61B547A5" w14:textId="77777777" w:rsidR="00977C68" w:rsidRPr="008C6DE4" w:rsidRDefault="00977C68" w:rsidP="00977C68">
      <w:pPr>
        <w:pStyle w:val="B10"/>
      </w:pPr>
      <w:r w:rsidRPr="008C6DE4">
        <w:t>-</w:t>
      </w:r>
      <w:r w:rsidRPr="008C6DE4">
        <w:tab/>
        <w:t>an interruption on any active serving cell:</w:t>
      </w:r>
    </w:p>
    <w:p w14:paraId="76705EBE" w14:textId="4FF36F85" w:rsidR="00A85D8A" w:rsidRPr="008C6DE4" w:rsidRDefault="00A85D8A" w:rsidP="00A85D8A">
      <w:pPr>
        <w:pStyle w:val="B2"/>
      </w:pPr>
      <w:r w:rsidRPr="008C6DE4">
        <w:t>-</w:t>
      </w:r>
      <w:r w:rsidRPr="008C6DE4">
        <w:tab/>
        <w:t>of up to the duration shown in table 8.2.4.2.2-1, if the active serving cell is not in the same band as the SCell being activated or deactivated, or</w:t>
      </w:r>
    </w:p>
    <w:p w14:paraId="4FEF9316" w14:textId="0A6D741C" w:rsidR="00A85D8A" w:rsidRPr="008C6DE4" w:rsidRDefault="00A85D8A" w:rsidP="00A85D8A">
      <w:pPr>
        <w:pStyle w:val="B2"/>
      </w:pPr>
      <w:r w:rsidRPr="008C6DE4">
        <w:t>-</w:t>
      </w:r>
      <w:r w:rsidRPr="008C6DE4">
        <w:tab/>
        <w:t>of up to the duration shown in table 8.2.4.2.2-2, if the active serving cells are in the same band as the SCell being activated or deactivated</w:t>
      </w:r>
      <w:r w:rsidRPr="008C6DE4">
        <w:rPr>
          <w:rFonts w:eastAsia="MS Mincho"/>
        </w:rPr>
        <w:t xml:space="preserve"> provided </w:t>
      </w:r>
      <w:r w:rsidRPr="008C6DE4">
        <w:rPr>
          <w:lang w:eastAsia="zh-CN"/>
        </w:rPr>
        <w:t xml:space="preserve">the cell specific reference signals from the </w:t>
      </w:r>
      <w:r w:rsidRPr="008C6DE4">
        <w:t>active serving cells</w:t>
      </w:r>
      <w:r w:rsidRPr="008C6DE4">
        <w:rPr>
          <w:lang w:eastAsia="zh-CN"/>
        </w:rPr>
        <w:t xml:space="preserve"> and the SCell being </w:t>
      </w:r>
      <w:r w:rsidRPr="008C6DE4">
        <w:t>activated or deactivated</w:t>
      </w:r>
      <w:r w:rsidRPr="008C6DE4">
        <w:rPr>
          <w:lang w:eastAsia="zh-CN"/>
        </w:rPr>
        <w:t xml:space="preserve"> are available in the same slot</w:t>
      </w:r>
      <w:r w:rsidRPr="008C6DE4">
        <w:t>.</w:t>
      </w:r>
    </w:p>
    <w:p w14:paraId="015C90B1" w14:textId="77777777" w:rsidR="00977C68" w:rsidRPr="008C6DE4" w:rsidRDefault="00977C68" w:rsidP="00977C68">
      <w:pPr>
        <w:pStyle w:val="TH"/>
      </w:pPr>
      <w:r w:rsidRPr="008C6DE4">
        <w:t>Table 8.2.4.2.2-1: Interruption duration for SCell activation/deactivation for inter-band DC/CA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930"/>
        <w:gridCol w:w="2288"/>
        <w:gridCol w:w="1985"/>
      </w:tblGrid>
      <w:tr w:rsidR="00DD3199" w:rsidRPr="008C6DE4" w14:paraId="2E0BBE79" w14:textId="77777777" w:rsidTr="00F15152">
        <w:trPr>
          <w:trHeight w:val="424"/>
          <w:jc w:val="center"/>
        </w:trPr>
        <w:tc>
          <w:tcPr>
            <w:tcW w:w="591" w:type="dxa"/>
            <w:tcBorders>
              <w:top w:val="single" w:sz="4" w:space="0" w:color="auto"/>
              <w:left w:val="single" w:sz="4" w:space="0" w:color="auto"/>
              <w:bottom w:val="single" w:sz="4" w:space="0" w:color="auto"/>
              <w:right w:val="single" w:sz="4" w:space="0" w:color="auto"/>
            </w:tcBorders>
            <w:vAlign w:val="center"/>
            <w:hideMark/>
          </w:tcPr>
          <w:p w14:paraId="572788F4" w14:textId="77777777" w:rsidR="00977C68" w:rsidRPr="008C6DE4" w:rsidRDefault="00977C68" w:rsidP="00F15152">
            <w:pPr>
              <w:pStyle w:val="TAH"/>
            </w:pPr>
            <w:r w:rsidRPr="008C6DE4">
              <w:rPr>
                <w:noProof/>
                <w:lang w:val="en-US" w:eastAsia="zh-CN"/>
              </w:rPr>
              <w:drawing>
                <wp:inline distT="0" distB="0" distL="0" distR="0" wp14:anchorId="50FE8897" wp14:editId="4FCAF56D">
                  <wp:extent cx="154305" cy="15430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930" w:type="dxa"/>
            <w:tcBorders>
              <w:top w:val="single" w:sz="4" w:space="0" w:color="auto"/>
              <w:left w:val="single" w:sz="4" w:space="0" w:color="auto"/>
              <w:bottom w:val="single" w:sz="4" w:space="0" w:color="auto"/>
              <w:right w:val="single" w:sz="4" w:space="0" w:color="auto"/>
            </w:tcBorders>
            <w:hideMark/>
          </w:tcPr>
          <w:p w14:paraId="22BDCA64" w14:textId="77777777" w:rsidR="00977C68" w:rsidRPr="008C6DE4" w:rsidRDefault="00977C68" w:rsidP="00F15152">
            <w:pPr>
              <w:pStyle w:val="TAH"/>
            </w:pPr>
            <w:r w:rsidRPr="008C6DE4">
              <w:t>NR Slot length (ms) of victim cell</w:t>
            </w:r>
          </w:p>
        </w:tc>
        <w:tc>
          <w:tcPr>
            <w:tcW w:w="4273" w:type="dxa"/>
            <w:gridSpan w:val="2"/>
            <w:tcBorders>
              <w:top w:val="single" w:sz="4" w:space="0" w:color="auto"/>
              <w:left w:val="single" w:sz="4" w:space="0" w:color="auto"/>
              <w:bottom w:val="single" w:sz="4" w:space="0" w:color="auto"/>
              <w:right w:val="single" w:sz="4" w:space="0" w:color="auto"/>
            </w:tcBorders>
            <w:hideMark/>
          </w:tcPr>
          <w:p w14:paraId="660A23C9" w14:textId="2F95427E" w:rsidR="00977C68" w:rsidRPr="008C6DE4" w:rsidRDefault="000338AA" w:rsidP="00F15152">
            <w:pPr>
              <w:pStyle w:val="TAH"/>
            </w:pPr>
            <w:r w:rsidRPr="008C6DE4">
              <w:t>Interruption length (slots)</w:t>
            </w:r>
          </w:p>
        </w:tc>
      </w:tr>
      <w:tr w:rsidR="00DD3199" w:rsidRPr="008C6DE4" w14:paraId="01A47244" w14:textId="77777777" w:rsidTr="00F15152">
        <w:trPr>
          <w:jc w:val="center"/>
        </w:trPr>
        <w:tc>
          <w:tcPr>
            <w:tcW w:w="591" w:type="dxa"/>
            <w:tcBorders>
              <w:top w:val="single" w:sz="4" w:space="0" w:color="auto"/>
              <w:left w:val="single" w:sz="4" w:space="0" w:color="auto"/>
              <w:bottom w:val="single" w:sz="4" w:space="0" w:color="auto"/>
              <w:right w:val="single" w:sz="4" w:space="0" w:color="auto"/>
            </w:tcBorders>
            <w:hideMark/>
          </w:tcPr>
          <w:p w14:paraId="1396E361" w14:textId="77777777" w:rsidR="00977C68" w:rsidRPr="008C6DE4" w:rsidRDefault="00977C68" w:rsidP="00F15152">
            <w:pPr>
              <w:pStyle w:val="TAC"/>
            </w:pPr>
            <w:r w:rsidRPr="008C6DE4">
              <w:t>0</w:t>
            </w:r>
          </w:p>
        </w:tc>
        <w:tc>
          <w:tcPr>
            <w:tcW w:w="930" w:type="dxa"/>
            <w:tcBorders>
              <w:top w:val="single" w:sz="4" w:space="0" w:color="auto"/>
              <w:left w:val="single" w:sz="4" w:space="0" w:color="auto"/>
              <w:bottom w:val="single" w:sz="4" w:space="0" w:color="auto"/>
              <w:right w:val="single" w:sz="4" w:space="0" w:color="auto"/>
            </w:tcBorders>
            <w:hideMark/>
          </w:tcPr>
          <w:p w14:paraId="1E9DB54A" w14:textId="77777777" w:rsidR="00977C68" w:rsidRPr="008C6DE4" w:rsidRDefault="00977C68" w:rsidP="00F15152">
            <w:pPr>
              <w:pStyle w:val="TAC"/>
            </w:pPr>
            <w:r w:rsidRPr="008C6DE4">
              <w:t>1</w:t>
            </w:r>
          </w:p>
        </w:tc>
        <w:tc>
          <w:tcPr>
            <w:tcW w:w="4273" w:type="dxa"/>
            <w:gridSpan w:val="2"/>
            <w:tcBorders>
              <w:top w:val="single" w:sz="4" w:space="0" w:color="auto"/>
              <w:left w:val="single" w:sz="4" w:space="0" w:color="auto"/>
              <w:bottom w:val="single" w:sz="4" w:space="0" w:color="auto"/>
              <w:right w:val="single" w:sz="4" w:space="0" w:color="auto"/>
            </w:tcBorders>
            <w:hideMark/>
          </w:tcPr>
          <w:p w14:paraId="2340A270" w14:textId="77777777" w:rsidR="00977C68" w:rsidRPr="008C6DE4" w:rsidRDefault="00977C68" w:rsidP="00F15152">
            <w:pPr>
              <w:pStyle w:val="TAC"/>
            </w:pPr>
            <w:r w:rsidRPr="008C6DE4">
              <w:rPr>
                <w:lang w:eastAsia="zh-CN"/>
              </w:rPr>
              <w:t>1</w:t>
            </w:r>
          </w:p>
        </w:tc>
      </w:tr>
      <w:tr w:rsidR="00DD3199" w:rsidRPr="008C6DE4" w14:paraId="17BE4483" w14:textId="77777777" w:rsidTr="00F15152">
        <w:trPr>
          <w:jc w:val="center"/>
        </w:trPr>
        <w:tc>
          <w:tcPr>
            <w:tcW w:w="591" w:type="dxa"/>
            <w:tcBorders>
              <w:top w:val="single" w:sz="4" w:space="0" w:color="auto"/>
              <w:left w:val="single" w:sz="4" w:space="0" w:color="auto"/>
              <w:bottom w:val="single" w:sz="4" w:space="0" w:color="auto"/>
              <w:right w:val="single" w:sz="4" w:space="0" w:color="auto"/>
            </w:tcBorders>
            <w:hideMark/>
          </w:tcPr>
          <w:p w14:paraId="1CC04A6F" w14:textId="77777777" w:rsidR="00977C68" w:rsidRPr="008C6DE4" w:rsidRDefault="00977C68" w:rsidP="00F15152">
            <w:pPr>
              <w:pStyle w:val="TAC"/>
            </w:pPr>
            <w:r w:rsidRPr="008C6DE4">
              <w:t>1</w:t>
            </w:r>
          </w:p>
        </w:tc>
        <w:tc>
          <w:tcPr>
            <w:tcW w:w="930" w:type="dxa"/>
            <w:tcBorders>
              <w:top w:val="single" w:sz="4" w:space="0" w:color="auto"/>
              <w:left w:val="single" w:sz="4" w:space="0" w:color="auto"/>
              <w:bottom w:val="single" w:sz="4" w:space="0" w:color="auto"/>
              <w:right w:val="single" w:sz="4" w:space="0" w:color="auto"/>
            </w:tcBorders>
            <w:hideMark/>
          </w:tcPr>
          <w:p w14:paraId="17F452DA" w14:textId="77777777" w:rsidR="00977C68" w:rsidRPr="008C6DE4" w:rsidRDefault="00977C68" w:rsidP="00F15152">
            <w:pPr>
              <w:pStyle w:val="TAC"/>
            </w:pPr>
            <w:r w:rsidRPr="008C6DE4">
              <w:t>0.5</w:t>
            </w:r>
          </w:p>
        </w:tc>
        <w:tc>
          <w:tcPr>
            <w:tcW w:w="4273" w:type="dxa"/>
            <w:gridSpan w:val="2"/>
            <w:tcBorders>
              <w:top w:val="single" w:sz="4" w:space="0" w:color="auto"/>
              <w:left w:val="single" w:sz="4" w:space="0" w:color="auto"/>
              <w:bottom w:val="single" w:sz="4" w:space="0" w:color="auto"/>
              <w:right w:val="single" w:sz="4" w:space="0" w:color="auto"/>
            </w:tcBorders>
            <w:hideMark/>
          </w:tcPr>
          <w:p w14:paraId="131B41F6" w14:textId="77777777" w:rsidR="00977C68" w:rsidRPr="008C6DE4" w:rsidRDefault="00977C68" w:rsidP="00F15152">
            <w:pPr>
              <w:pStyle w:val="TAC"/>
            </w:pPr>
            <w:r w:rsidRPr="008C6DE4">
              <w:rPr>
                <w:lang w:eastAsia="zh-CN"/>
              </w:rPr>
              <w:t>1</w:t>
            </w:r>
          </w:p>
        </w:tc>
      </w:tr>
      <w:tr w:rsidR="00DD3199" w:rsidRPr="008C6DE4" w14:paraId="46E04A1E" w14:textId="77777777" w:rsidTr="00F15152">
        <w:trPr>
          <w:jc w:val="center"/>
        </w:trPr>
        <w:tc>
          <w:tcPr>
            <w:tcW w:w="591" w:type="dxa"/>
            <w:vMerge w:val="restart"/>
            <w:tcBorders>
              <w:top w:val="single" w:sz="4" w:space="0" w:color="auto"/>
              <w:left w:val="single" w:sz="4" w:space="0" w:color="auto"/>
              <w:bottom w:val="single" w:sz="4" w:space="0" w:color="auto"/>
              <w:right w:val="single" w:sz="4" w:space="0" w:color="auto"/>
            </w:tcBorders>
            <w:hideMark/>
          </w:tcPr>
          <w:p w14:paraId="79571204" w14:textId="77777777" w:rsidR="00977C68" w:rsidRPr="008C6DE4" w:rsidRDefault="00977C68" w:rsidP="00F15152">
            <w:pPr>
              <w:pStyle w:val="TAC"/>
            </w:pPr>
            <w:r w:rsidRPr="008C6DE4">
              <w:t>2</w:t>
            </w:r>
          </w:p>
        </w:tc>
        <w:tc>
          <w:tcPr>
            <w:tcW w:w="930" w:type="dxa"/>
            <w:vMerge w:val="restart"/>
            <w:tcBorders>
              <w:top w:val="single" w:sz="4" w:space="0" w:color="auto"/>
              <w:left w:val="single" w:sz="4" w:space="0" w:color="auto"/>
              <w:bottom w:val="single" w:sz="4" w:space="0" w:color="auto"/>
              <w:right w:val="single" w:sz="4" w:space="0" w:color="auto"/>
            </w:tcBorders>
            <w:hideMark/>
          </w:tcPr>
          <w:p w14:paraId="1C5B2365" w14:textId="77777777" w:rsidR="00977C68" w:rsidRPr="008C6DE4" w:rsidRDefault="00977C68" w:rsidP="00F15152">
            <w:pPr>
              <w:pStyle w:val="TAC"/>
            </w:pPr>
            <w:r w:rsidRPr="008C6DE4">
              <w:t>0.25</w:t>
            </w:r>
          </w:p>
        </w:tc>
        <w:tc>
          <w:tcPr>
            <w:tcW w:w="2288" w:type="dxa"/>
            <w:tcBorders>
              <w:top w:val="single" w:sz="4" w:space="0" w:color="auto"/>
              <w:left w:val="single" w:sz="4" w:space="0" w:color="auto"/>
              <w:bottom w:val="single" w:sz="4" w:space="0" w:color="auto"/>
              <w:right w:val="single" w:sz="4" w:space="0" w:color="auto"/>
            </w:tcBorders>
            <w:hideMark/>
          </w:tcPr>
          <w:p w14:paraId="6F69A631" w14:textId="77777777" w:rsidR="00977C68" w:rsidRPr="008C6DE4" w:rsidRDefault="00977C68" w:rsidP="00F15152">
            <w:pPr>
              <w:pStyle w:val="TAC"/>
              <w:rPr>
                <w:lang w:eastAsia="zh-CN"/>
              </w:rPr>
            </w:pPr>
            <w:r w:rsidRPr="008C6DE4">
              <w:rPr>
                <w:lang w:eastAsia="zh-CN"/>
              </w:rPr>
              <w:t>Both aggressor cell and victim cell are on FR2</w:t>
            </w:r>
          </w:p>
        </w:tc>
        <w:tc>
          <w:tcPr>
            <w:tcW w:w="1985" w:type="dxa"/>
            <w:tcBorders>
              <w:top w:val="single" w:sz="4" w:space="0" w:color="auto"/>
              <w:left w:val="single" w:sz="4" w:space="0" w:color="auto"/>
              <w:bottom w:val="single" w:sz="4" w:space="0" w:color="auto"/>
              <w:right w:val="single" w:sz="4" w:space="0" w:color="auto"/>
            </w:tcBorders>
            <w:hideMark/>
          </w:tcPr>
          <w:p w14:paraId="43199119" w14:textId="77777777" w:rsidR="00977C68" w:rsidRPr="008C6DE4" w:rsidRDefault="00977C68" w:rsidP="00F15152">
            <w:pPr>
              <w:pStyle w:val="TAC"/>
              <w:rPr>
                <w:lang w:eastAsia="zh-CN"/>
              </w:rPr>
            </w:pPr>
            <w:r w:rsidRPr="008C6DE4">
              <w:rPr>
                <w:lang w:eastAsia="zh-CN"/>
              </w:rPr>
              <w:t>2</w:t>
            </w:r>
          </w:p>
        </w:tc>
      </w:tr>
      <w:tr w:rsidR="00DD3199" w:rsidRPr="008C6DE4" w14:paraId="771CA33F"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88392A" w14:textId="77777777" w:rsidR="00977C68" w:rsidRPr="008C6DE4" w:rsidRDefault="00977C68" w:rsidP="00F15152">
            <w:pPr>
              <w:spacing w:after="0"/>
              <w:rPr>
                <w:rFonts w:ascii="Arial" w:hAnsi="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5D90B" w14:textId="77777777" w:rsidR="00977C68" w:rsidRPr="008C6DE4" w:rsidRDefault="00977C68" w:rsidP="00F15152">
            <w:pPr>
              <w:spacing w:after="0"/>
              <w:rPr>
                <w:rFonts w:ascii="Arial" w:hAnsi="Arial"/>
                <w:sz w:val="18"/>
              </w:rPr>
            </w:pPr>
          </w:p>
        </w:tc>
        <w:tc>
          <w:tcPr>
            <w:tcW w:w="2288" w:type="dxa"/>
            <w:tcBorders>
              <w:top w:val="single" w:sz="4" w:space="0" w:color="auto"/>
              <w:left w:val="single" w:sz="4" w:space="0" w:color="auto"/>
              <w:bottom w:val="single" w:sz="4" w:space="0" w:color="auto"/>
              <w:right w:val="single" w:sz="4" w:space="0" w:color="auto"/>
            </w:tcBorders>
            <w:hideMark/>
          </w:tcPr>
          <w:p w14:paraId="59648490" w14:textId="77777777" w:rsidR="00977C68" w:rsidRPr="008C6DE4" w:rsidRDefault="00977C68" w:rsidP="00F15152">
            <w:pPr>
              <w:pStyle w:val="TAC"/>
              <w:rPr>
                <w:lang w:eastAsia="zh-CN"/>
              </w:rPr>
            </w:pPr>
            <w:r w:rsidRPr="008C6DE4">
              <w:rPr>
                <w:lang w:eastAsia="zh-CN"/>
              </w:rPr>
              <w:t>Either aggressor cell or victim cell is on FR1</w:t>
            </w:r>
          </w:p>
        </w:tc>
        <w:tc>
          <w:tcPr>
            <w:tcW w:w="1985" w:type="dxa"/>
            <w:tcBorders>
              <w:top w:val="single" w:sz="4" w:space="0" w:color="auto"/>
              <w:left w:val="single" w:sz="4" w:space="0" w:color="auto"/>
              <w:bottom w:val="single" w:sz="4" w:space="0" w:color="auto"/>
              <w:right w:val="single" w:sz="4" w:space="0" w:color="auto"/>
            </w:tcBorders>
            <w:hideMark/>
          </w:tcPr>
          <w:p w14:paraId="003E750A" w14:textId="77777777" w:rsidR="00977C68" w:rsidRPr="008C6DE4" w:rsidRDefault="00977C68" w:rsidP="00F15152">
            <w:pPr>
              <w:pStyle w:val="TAC"/>
              <w:rPr>
                <w:lang w:eastAsia="zh-CN"/>
              </w:rPr>
            </w:pPr>
            <w:r w:rsidRPr="008C6DE4">
              <w:rPr>
                <w:lang w:eastAsia="zh-CN"/>
              </w:rPr>
              <w:t>3</w:t>
            </w:r>
          </w:p>
        </w:tc>
      </w:tr>
      <w:tr w:rsidR="00DD3199" w:rsidRPr="008C6DE4" w14:paraId="18E2EC30" w14:textId="77777777" w:rsidTr="00F15152">
        <w:trPr>
          <w:jc w:val="center"/>
        </w:trPr>
        <w:tc>
          <w:tcPr>
            <w:tcW w:w="591" w:type="dxa"/>
            <w:vMerge w:val="restart"/>
            <w:tcBorders>
              <w:top w:val="single" w:sz="4" w:space="0" w:color="auto"/>
              <w:left w:val="single" w:sz="4" w:space="0" w:color="auto"/>
              <w:bottom w:val="single" w:sz="4" w:space="0" w:color="auto"/>
              <w:right w:val="single" w:sz="4" w:space="0" w:color="auto"/>
            </w:tcBorders>
            <w:hideMark/>
          </w:tcPr>
          <w:p w14:paraId="20AFA4F2" w14:textId="77777777" w:rsidR="00977C68" w:rsidRPr="008C6DE4" w:rsidRDefault="00977C68" w:rsidP="00F15152">
            <w:pPr>
              <w:pStyle w:val="TAC"/>
            </w:pPr>
            <w:r w:rsidRPr="008C6DE4">
              <w:t>3</w:t>
            </w:r>
          </w:p>
        </w:tc>
        <w:tc>
          <w:tcPr>
            <w:tcW w:w="930" w:type="dxa"/>
            <w:vMerge w:val="restart"/>
            <w:tcBorders>
              <w:top w:val="single" w:sz="4" w:space="0" w:color="auto"/>
              <w:left w:val="single" w:sz="4" w:space="0" w:color="auto"/>
              <w:bottom w:val="single" w:sz="4" w:space="0" w:color="auto"/>
              <w:right w:val="single" w:sz="4" w:space="0" w:color="auto"/>
            </w:tcBorders>
            <w:hideMark/>
          </w:tcPr>
          <w:p w14:paraId="0D579FEC" w14:textId="77777777" w:rsidR="00977C68" w:rsidRPr="008C6DE4" w:rsidRDefault="00977C68" w:rsidP="00F15152">
            <w:pPr>
              <w:pStyle w:val="TAC"/>
            </w:pPr>
            <w:r w:rsidRPr="008C6DE4">
              <w:t>0.125</w:t>
            </w:r>
          </w:p>
        </w:tc>
        <w:tc>
          <w:tcPr>
            <w:tcW w:w="2288" w:type="dxa"/>
            <w:tcBorders>
              <w:top w:val="single" w:sz="4" w:space="0" w:color="auto"/>
              <w:left w:val="single" w:sz="4" w:space="0" w:color="auto"/>
              <w:bottom w:val="single" w:sz="4" w:space="0" w:color="auto"/>
              <w:right w:val="single" w:sz="4" w:space="0" w:color="auto"/>
            </w:tcBorders>
            <w:hideMark/>
          </w:tcPr>
          <w:p w14:paraId="759EE990" w14:textId="77777777" w:rsidR="00977C68" w:rsidRPr="008C6DE4" w:rsidRDefault="00977C68" w:rsidP="00F15152">
            <w:pPr>
              <w:pStyle w:val="TAC"/>
              <w:rPr>
                <w:lang w:eastAsia="zh-CN"/>
              </w:rPr>
            </w:pPr>
            <w:r w:rsidRPr="008C6DE4">
              <w:rPr>
                <w:lang w:eastAsia="zh-CN"/>
              </w:rPr>
              <w:t>Aggressor cell is on FR2</w:t>
            </w:r>
          </w:p>
        </w:tc>
        <w:tc>
          <w:tcPr>
            <w:tcW w:w="1985" w:type="dxa"/>
            <w:tcBorders>
              <w:top w:val="single" w:sz="4" w:space="0" w:color="auto"/>
              <w:left w:val="single" w:sz="4" w:space="0" w:color="auto"/>
              <w:bottom w:val="single" w:sz="4" w:space="0" w:color="auto"/>
              <w:right w:val="single" w:sz="4" w:space="0" w:color="auto"/>
            </w:tcBorders>
            <w:hideMark/>
          </w:tcPr>
          <w:p w14:paraId="6C73286E" w14:textId="77777777" w:rsidR="00977C68" w:rsidRPr="008C6DE4" w:rsidRDefault="00977C68" w:rsidP="00F15152">
            <w:pPr>
              <w:pStyle w:val="TAC"/>
              <w:rPr>
                <w:lang w:eastAsia="zh-CN"/>
              </w:rPr>
            </w:pPr>
            <w:r w:rsidRPr="008C6DE4">
              <w:rPr>
                <w:lang w:eastAsia="zh-CN"/>
              </w:rPr>
              <w:t>4</w:t>
            </w:r>
          </w:p>
        </w:tc>
      </w:tr>
      <w:tr w:rsidR="00977C68" w:rsidRPr="008C6DE4" w14:paraId="23EEDD33" w14:textId="77777777" w:rsidTr="00F1515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8BBA63" w14:textId="77777777" w:rsidR="00977C68" w:rsidRPr="008C6DE4" w:rsidRDefault="00977C68" w:rsidP="00F15152">
            <w:pPr>
              <w:spacing w:after="0"/>
              <w:rPr>
                <w:rFonts w:ascii="Arial" w:hAnsi="Arial"/>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7A56B6" w14:textId="77777777" w:rsidR="00977C68" w:rsidRPr="008C6DE4" w:rsidRDefault="00977C68" w:rsidP="00F15152">
            <w:pPr>
              <w:spacing w:after="0"/>
              <w:rPr>
                <w:rFonts w:ascii="Arial" w:hAnsi="Arial"/>
                <w:sz w:val="18"/>
              </w:rPr>
            </w:pPr>
          </w:p>
        </w:tc>
        <w:tc>
          <w:tcPr>
            <w:tcW w:w="2288" w:type="dxa"/>
            <w:tcBorders>
              <w:top w:val="single" w:sz="4" w:space="0" w:color="auto"/>
              <w:left w:val="single" w:sz="4" w:space="0" w:color="auto"/>
              <w:bottom w:val="single" w:sz="4" w:space="0" w:color="auto"/>
              <w:right w:val="single" w:sz="4" w:space="0" w:color="auto"/>
            </w:tcBorders>
            <w:hideMark/>
          </w:tcPr>
          <w:p w14:paraId="635D496D" w14:textId="77777777" w:rsidR="00977C68" w:rsidRPr="008C6DE4" w:rsidRDefault="00977C68" w:rsidP="00F15152">
            <w:pPr>
              <w:pStyle w:val="TAC"/>
              <w:rPr>
                <w:lang w:eastAsia="zh-CN"/>
              </w:rPr>
            </w:pPr>
            <w:r w:rsidRPr="008C6DE4">
              <w:rPr>
                <w:lang w:eastAsia="zh-CN"/>
              </w:rPr>
              <w:t>Aggressor cell is on FR1</w:t>
            </w:r>
          </w:p>
        </w:tc>
        <w:tc>
          <w:tcPr>
            <w:tcW w:w="1985" w:type="dxa"/>
            <w:tcBorders>
              <w:top w:val="single" w:sz="4" w:space="0" w:color="auto"/>
              <w:left w:val="single" w:sz="4" w:space="0" w:color="auto"/>
              <w:bottom w:val="single" w:sz="4" w:space="0" w:color="auto"/>
              <w:right w:val="single" w:sz="4" w:space="0" w:color="auto"/>
            </w:tcBorders>
            <w:hideMark/>
          </w:tcPr>
          <w:p w14:paraId="0CD6B51D" w14:textId="77777777" w:rsidR="00977C68" w:rsidRPr="008C6DE4" w:rsidRDefault="00977C68" w:rsidP="00F15152">
            <w:pPr>
              <w:pStyle w:val="TAC"/>
              <w:rPr>
                <w:lang w:eastAsia="zh-CN"/>
              </w:rPr>
            </w:pPr>
            <w:r w:rsidRPr="008C6DE4">
              <w:rPr>
                <w:lang w:eastAsia="zh-CN"/>
              </w:rPr>
              <w:t>5</w:t>
            </w:r>
          </w:p>
        </w:tc>
      </w:tr>
    </w:tbl>
    <w:p w14:paraId="1DA8A1D4" w14:textId="77777777" w:rsidR="00977C68" w:rsidRPr="008C6DE4" w:rsidRDefault="00977C68" w:rsidP="00977C68"/>
    <w:p w14:paraId="6137C722" w14:textId="77777777" w:rsidR="00AF3C7D" w:rsidRDefault="00AF3C7D" w:rsidP="00AF3C7D">
      <w:pPr>
        <w:keepNext/>
        <w:keepLines/>
        <w:spacing w:before="60"/>
        <w:jc w:val="center"/>
      </w:pPr>
      <w:bookmarkStart w:id="130" w:name="_Toc5952648"/>
      <w:r>
        <w:rPr>
          <w:rFonts w:ascii="Arial" w:hAnsi="Arial"/>
          <w:b/>
        </w:rPr>
        <w:t>Table 8.2.4.2.2-2: Interruption duration for SCell activation/deactivation for intra-band DC/CA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2494"/>
        <w:gridCol w:w="5198"/>
      </w:tblGrid>
      <w:tr w:rsidR="00AF3C7D" w14:paraId="374CE8A3" w14:textId="77777777" w:rsidTr="00662690">
        <w:trPr>
          <w:trHeight w:val="365"/>
          <w:jc w:val="center"/>
        </w:trPr>
        <w:tc>
          <w:tcPr>
            <w:tcW w:w="1006" w:type="pct"/>
            <w:tcBorders>
              <w:top w:val="single" w:sz="4" w:space="0" w:color="auto"/>
              <w:left w:val="single" w:sz="4" w:space="0" w:color="auto"/>
              <w:bottom w:val="single" w:sz="4" w:space="0" w:color="auto"/>
              <w:right w:val="single" w:sz="4" w:space="0" w:color="auto"/>
            </w:tcBorders>
            <w:vAlign w:val="center"/>
            <w:hideMark/>
          </w:tcPr>
          <w:p w14:paraId="33DF4A27" w14:textId="77777777" w:rsidR="00AF3C7D" w:rsidRDefault="00AF3C7D" w:rsidP="001E7463">
            <w:pPr>
              <w:keepNext/>
              <w:keepLines/>
              <w:spacing w:after="0"/>
              <w:jc w:val="center"/>
            </w:pPr>
            <w:r>
              <w:rPr>
                <w:rFonts w:ascii="Arial" w:hAnsi="Arial"/>
                <w:b/>
                <w:noProof/>
                <w:sz w:val="18"/>
                <w:lang w:val="en-US" w:eastAsia="zh-CN"/>
              </w:rPr>
              <w:drawing>
                <wp:inline distT="0" distB="0" distL="0" distR="0" wp14:anchorId="0DD1B18A" wp14:editId="4094C29D">
                  <wp:extent cx="146050" cy="160655"/>
                  <wp:effectExtent l="0" t="0" r="635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6050" cy="160655"/>
                          </a:xfrm>
                          <a:prstGeom prst="rect">
                            <a:avLst/>
                          </a:prstGeom>
                          <a:noFill/>
                          <a:ln>
                            <a:noFill/>
                          </a:ln>
                        </pic:spPr>
                      </pic:pic>
                    </a:graphicData>
                  </a:graphic>
                </wp:inline>
              </w:drawing>
            </w:r>
          </w:p>
        </w:tc>
        <w:tc>
          <w:tcPr>
            <w:tcW w:w="1295" w:type="pct"/>
            <w:tcBorders>
              <w:top w:val="single" w:sz="4" w:space="0" w:color="auto"/>
              <w:left w:val="single" w:sz="4" w:space="0" w:color="auto"/>
              <w:bottom w:val="single" w:sz="4" w:space="0" w:color="auto"/>
              <w:right w:val="single" w:sz="4" w:space="0" w:color="auto"/>
            </w:tcBorders>
            <w:hideMark/>
          </w:tcPr>
          <w:p w14:paraId="182C9C1A" w14:textId="77777777" w:rsidR="00AF3C7D" w:rsidRDefault="00AF3C7D" w:rsidP="001E7463">
            <w:pPr>
              <w:keepNext/>
              <w:keepLines/>
              <w:spacing w:after="0"/>
              <w:jc w:val="center"/>
            </w:pPr>
            <w:r>
              <w:rPr>
                <w:rFonts w:ascii="Arial" w:hAnsi="Arial"/>
                <w:b/>
                <w:sz w:val="18"/>
              </w:rPr>
              <w:t>NR Slot length (ms)</w:t>
            </w:r>
          </w:p>
        </w:tc>
        <w:tc>
          <w:tcPr>
            <w:tcW w:w="2699" w:type="pct"/>
            <w:tcBorders>
              <w:top w:val="single" w:sz="4" w:space="0" w:color="auto"/>
              <w:left w:val="single" w:sz="4" w:space="0" w:color="auto"/>
              <w:bottom w:val="single" w:sz="4" w:space="0" w:color="auto"/>
              <w:right w:val="single" w:sz="4" w:space="0" w:color="auto"/>
            </w:tcBorders>
            <w:hideMark/>
          </w:tcPr>
          <w:p w14:paraId="026D546F" w14:textId="77777777" w:rsidR="00AF3C7D" w:rsidRDefault="00AF3C7D" w:rsidP="001E7463">
            <w:pPr>
              <w:keepNext/>
              <w:keepLines/>
              <w:spacing w:after="0"/>
              <w:jc w:val="center"/>
              <w:rPr>
                <w:lang w:eastAsia="zh-CN"/>
              </w:rPr>
            </w:pPr>
            <w:r>
              <w:rPr>
                <w:rFonts w:ascii="Arial" w:hAnsi="Arial"/>
                <w:b/>
                <w:sz w:val="18"/>
                <w:lang w:val="fr-FR"/>
              </w:rPr>
              <w:t>Interruption length (slots)</w:t>
            </w:r>
          </w:p>
        </w:tc>
      </w:tr>
      <w:tr w:rsidR="00AF3C7D" w14:paraId="68AB298E" w14:textId="77777777" w:rsidTr="00662690">
        <w:trPr>
          <w:jc w:val="center"/>
        </w:trPr>
        <w:tc>
          <w:tcPr>
            <w:tcW w:w="1006" w:type="pct"/>
            <w:tcBorders>
              <w:top w:val="single" w:sz="4" w:space="0" w:color="auto"/>
              <w:left w:val="single" w:sz="4" w:space="0" w:color="auto"/>
              <w:bottom w:val="single" w:sz="4" w:space="0" w:color="auto"/>
              <w:right w:val="single" w:sz="4" w:space="0" w:color="auto"/>
            </w:tcBorders>
            <w:hideMark/>
          </w:tcPr>
          <w:p w14:paraId="1C85858B" w14:textId="77777777" w:rsidR="00AF3C7D" w:rsidRDefault="00AF3C7D" w:rsidP="001E7463">
            <w:pPr>
              <w:pStyle w:val="TAC"/>
            </w:pPr>
            <w:r>
              <w:t>0</w:t>
            </w:r>
          </w:p>
        </w:tc>
        <w:tc>
          <w:tcPr>
            <w:tcW w:w="1295" w:type="pct"/>
            <w:tcBorders>
              <w:top w:val="single" w:sz="4" w:space="0" w:color="auto"/>
              <w:left w:val="single" w:sz="4" w:space="0" w:color="auto"/>
              <w:bottom w:val="single" w:sz="4" w:space="0" w:color="auto"/>
              <w:right w:val="single" w:sz="4" w:space="0" w:color="auto"/>
            </w:tcBorders>
            <w:hideMark/>
          </w:tcPr>
          <w:p w14:paraId="4960E52F" w14:textId="77777777" w:rsidR="00AF3C7D" w:rsidRDefault="00AF3C7D" w:rsidP="001E7463">
            <w:pPr>
              <w:pStyle w:val="TAC"/>
            </w:pPr>
            <w:r>
              <w:t>1</w:t>
            </w:r>
          </w:p>
        </w:tc>
        <w:tc>
          <w:tcPr>
            <w:tcW w:w="2699" w:type="pct"/>
            <w:tcBorders>
              <w:top w:val="single" w:sz="4" w:space="0" w:color="auto"/>
              <w:left w:val="single" w:sz="4" w:space="0" w:color="auto"/>
              <w:bottom w:val="single" w:sz="4" w:space="0" w:color="auto"/>
              <w:right w:val="single" w:sz="4" w:space="0" w:color="auto"/>
            </w:tcBorders>
            <w:hideMark/>
          </w:tcPr>
          <w:p w14:paraId="2545250D" w14:textId="77777777" w:rsidR="00AF3C7D" w:rsidRDefault="00AF3C7D" w:rsidP="001E7463">
            <w:pPr>
              <w:pStyle w:val="TAC"/>
            </w:pPr>
            <w:r>
              <w:rPr>
                <w:lang w:val="fr-FR"/>
              </w:rPr>
              <w:t xml:space="preserve">1 + </w:t>
            </w:r>
            <w:r>
              <w:rPr>
                <w:rFonts w:cs="Arial"/>
                <w:szCs w:val="18"/>
                <w:lang w:val="fr-FR" w:eastAsia="zh-CN"/>
              </w:rPr>
              <w:t>T</w:t>
            </w:r>
            <w:r>
              <w:rPr>
                <w:rFonts w:cs="Arial"/>
                <w:szCs w:val="18"/>
                <w:vertAlign w:val="subscript"/>
                <w:lang w:val="fr-FR" w:eastAsia="zh-CN"/>
              </w:rPr>
              <w:t>SMTC_duration</w:t>
            </w:r>
            <w:r>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AF3C7D" w14:paraId="0A25E1BE" w14:textId="77777777" w:rsidTr="00662690">
        <w:trPr>
          <w:jc w:val="center"/>
        </w:trPr>
        <w:tc>
          <w:tcPr>
            <w:tcW w:w="1006" w:type="pct"/>
            <w:tcBorders>
              <w:top w:val="single" w:sz="4" w:space="0" w:color="auto"/>
              <w:left w:val="single" w:sz="4" w:space="0" w:color="auto"/>
              <w:bottom w:val="single" w:sz="4" w:space="0" w:color="auto"/>
              <w:right w:val="single" w:sz="4" w:space="0" w:color="auto"/>
            </w:tcBorders>
            <w:hideMark/>
          </w:tcPr>
          <w:p w14:paraId="09661185" w14:textId="77777777" w:rsidR="00AF3C7D" w:rsidRDefault="00AF3C7D" w:rsidP="001E7463">
            <w:pPr>
              <w:pStyle w:val="TAC"/>
            </w:pPr>
            <w:r>
              <w:t>1</w:t>
            </w:r>
          </w:p>
        </w:tc>
        <w:tc>
          <w:tcPr>
            <w:tcW w:w="1295" w:type="pct"/>
            <w:tcBorders>
              <w:top w:val="single" w:sz="4" w:space="0" w:color="auto"/>
              <w:left w:val="single" w:sz="4" w:space="0" w:color="auto"/>
              <w:bottom w:val="single" w:sz="4" w:space="0" w:color="auto"/>
              <w:right w:val="single" w:sz="4" w:space="0" w:color="auto"/>
            </w:tcBorders>
            <w:hideMark/>
          </w:tcPr>
          <w:p w14:paraId="2BBAC221" w14:textId="77777777" w:rsidR="00AF3C7D" w:rsidRDefault="00AF3C7D" w:rsidP="001E7463">
            <w:pPr>
              <w:pStyle w:val="TAC"/>
            </w:pPr>
            <w:r>
              <w:t>0.5</w:t>
            </w:r>
          </w:p>
        </w:tc>
        <w:tc>
          <w:tcPr>
            <w:tcW w:w="2699" w:type="pct"/>
            <w:tcBorders>
              <w:top w:val="single" w:sz="4" w:space="0" w:color="auto"/>
              <w:left w:val="single" w:sz="4" w:space="0" w:color="auto"/>
              <w:bottom w:val="single" w:sz="4" w:space="0" w:color="auto"/>
              <w:right w:val="single" w:sz="4" w:space="0" w:color="auto"/>
            </w:tcBorders>
            <w:hideMark/>
          </w:tcPr>
          <w:p w14:paraId="36B64946" w14:textId="77777777" w:rsidR="00AF3C7D" w:rsidRDefault="00AF3C7D" w:rsidP="001E7463">
            <w:pPr>
              <w:pStyle w:val="TAC"/>
            </w:pPr>
            <w:r>
              <w:rPr>
                <w:lang w:val="fr-FR"/>
              </w:rPr>
              <w:t xml:space="preserve">1 + </w:t>
            </w:r>
            <w:r>
              <w:rPr>
                <w:rFonts w:cs="Arial"/>
                <w:szCs w:val="18"/>
                <w:lang w:val="fr-FR" w:eastAsia="zh-CN"/>
              </w:rPr>
              <w:t>T</w:t>
            </w:r>
            <w:r>
              <w:rPr>
                <w:rFonts w:cs="Arial"/>
                <w:szCs w:val="18"/>
                <w:vertAlign w:val="subscript"/>
                <w:lang w:val="fr-FR" w:eastAsia="zh-CN"/>
              </w:rPr>
              <w:t>SMTC_duration</w:t>
            </w:r>
            <w:r>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AF3C7D" w14:paraId="2BDA4FF8" w14:textId="77777777" w:rsidTr="00662690">
        <w:trPr>
          <w:jc w:val="center"/>
        </w:trPr>
        <w:tc>
          <w:tcPr>
            <w:tcW w:w="1006" w:type="pct"/>
            <w:tcBorders>
              <w:top w:val="single" w:sz="4" w:space="0" w:color="auto"/>
              <w:left w:val="single" w:sz="4" w:space="0" w:color="auto"/>
              <w:bottom w:val="single" w:sz="4" w:space="0" w:color="auto"/>
              <w:right w:val="single" w:sz="4" w:space="0" w:color="auto"/>
            </w:tcBorders>
            <w:hideMark/>
          </w:tcPr>
          <w:p w14:paraId="6A51EB4C" w14:textId="77777777" w:rsidR="00AF3C7D" w:rsidRDefault="00AF3C7D" w:rsidP="001E7463">
            <w:pPr>
              <w:pStyle w:val="TAC"/>
            </w:pPr>
            <w:r>
              <w:t>2</w:t>
            </w:r>
          </w:p>
        </w:tc>
        <w:tc>
          <w:tcPr>
            <w:tcW w:w="1295" w:type="pct"/>
            <w:tcBorders>
              <w:top w:val="single" w:sz="4" w:space="0" w:color="auto"/>
              <w:left w:val="single" w:sz="4" w:space="0" w:color="auto"/>
              <w:bottom w:val="single" w:sz="4" w:space="0" w:color="auto"/>
              <w:right w:val="single" w:sz="4" w:space="0" w:color="auto"/>
            </w:tcBorders>
            <w:hideMark/>
          </w:tcPr>
          <w:p w14:paraId="63BCA211" w14:textId="77777777" w:rsidR="00AF3C7D" w:rsidRDefault="00AF3C7D" w:rsidP="001E7463">
            <w:pPr>
              <w:pStyle w:val="TAC"/>
            </w:pPr>
            <w:r>
              <w:t>0.25</w:t>
            </w:r>
          </w:p>
        </w:tc>
        <w:tc>
          <w:tcPr>
            <w:tcW w:w="2699" w:type="pct"/>
            <w:tcBorders>
              <w:top w:val="single" w:sz="4" w:space="0" w:color="auto"/>
              <w:left w:val="single" w:sz="4" w:space="0" w:color="auto"/>
              <w:bottom w:val="single" w:sz="4" w:space="0" w:color="auto"/>
              <w:right w:val="single" w:sz="4" w:space="0" w:color="auto"/>
            </w:tcBorders>
            <w:hideMark/>
          </w:tcPr>
          <w:p w14:paraId="56A24FC0" w14:textId="77777777" w:rsidR="00AF3C7D" w:rsidRDefault="00AF3C7D" w:rsidP="001E7463">
            <w:pPr>
              <w:pStyle w:val="TAC"/>
            </w:pPr>
            <w:r>
              <w:rPr>
                <w:lang w:val="fr-FR"/>
              </w:rPr>
              <w:t xml:space="preserve">2 + </w:t>
            </w:r>
            <w:r>
              <w:rPr>
                <w:rFonts w:cs="Arial"/>
                <w:szCs w:val="18"/>
                <w:lang w:val="fr-FR" w:eastAsia="zh-CN"/>
              </w:rPr>
              <w:t>T</w:t>
            </w:r>
            <w:r>
              <w:rPr>
                <w:rFonts w:cs="Arial"/>
                <w:szCs w:val="18"/>
                <w:vertAlign w:val="subscript"/>
                <w:lang w:val="fr-FR" w:eastAsia="zh-CN"/>
              </w:rPr>
              <w:t>SMTC_duration</w:t>
            </w:r>
            <w:r>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AF3C7D" w14:paraId="2334CAE1" w14:textId="77777777" w:rsidTr="00662690">
        <w:trPr>
          <w:jc w:val="center"/>
        </w:trPr>
        <w:tc>
          <w:tcPr>
            <w:tcW w:w="1006" w:type="pct"/>
            <w:tcBorders>
              <w:top w:val="single" w:sz="4" w:space="0" w:color="auto"/>
              <w:left w:val="single" w:sz="4" w:space="0" w:color="auto"/>
              <w:bottom w:val="single" w:sz="4" w:space="0" w:color="auto"/>
              <w:right w:val="single" w:sz="4" w:space="0" w:color="auto"/>
            </w:tcBorders>
            <w:hideMark/>
          </w:tcPr>
          <w:p w14:paraId="713AA10D" w14:textId="77777777" w:rsidR="00AF3C7D" w:rsidRDefault="00AF3C7D" w:rsidP="001E7463">
            <w:pPr>
              <w:pStyle w:val="TAC"/>
            </w:pPr>
            <w:r>
              <w:t>3</w:t>
            </w:r>
          </w:p>
        </w:tc>
        <w:tc>
          <w:tcPr>
            <w:tcW w:w="1295" w:type="pct"/>
            <w:tcBorders>
              <w:top w:val="single" w:sz="4" w:space="0" w:color="auto"/>
              <w:left w:val="single" w:sz="4" w:space="0" w:color="auto"/>
              <w:bottom w:val="single" w:sz="4" w:space="0" w:color="auto"/>
              <w:right w:val="single" w:sz="4" w:space="0" w:color="auto"/>
            </w:tcBorders>
            <w:hideMark/>
          </w:tcPr>
          <w:p w14:paraId="71416642" w14:textId="77777777" w:rsidR="00AF3C7D" w:rsidRDefault="00AF3C7D" w:rsidP="001E7463">
            <w:pPr>
              <w:pStyle w:val="TAC"/>
            </w:pPr>
            <w:r>
              <w:t>0.125</w:t>
            </w:r>
          </w:p>
        </w:tc>
        <w:tc>
          <w:tcPr>
            <w:tcW w:w="2699" w:type="pct"/>
            <w:tcBorders>
              <w:top w:val="single" w:sz="4" w:space="0" w:color="auto"/>
              <w:left w:val="single" w:sz="4" w:space="0" w:color="auto"/>
              <w:bottom w:val="single" w:sz="4" w:space="0" w:color="auto"/>
              <w:right w:val="single" w:sz="4" w:space="0" w:color="auto"/>
            </w:tcBorders>
            <w:hideMark/>
          </w:tcPr>
          <w:p w14:paraId="74FCD999" w14:textId="77777777" w:rsidR="00AF3C7D" w:rsidRDefault="00AF3C7D" w:rsidP="001E7463">
            <w:pPr>
              <w:pStyle w:val="TAC"/>
              <w:rPr>
                <w:lang w:eastAsia="zh-CN"/>
              </w:rPr>
            </w:pPr>
            <w:r>
              <w:rPr>
                <w:lang w:val="fr-FR"/>
              </w:rPr>
              <w:t xml:space="preserve">4 + </w:t>
            </w:r>
            <w:r>
              <w:rPr>
                <w:rFonts w:cs="Arial"/>
                <w:szCs w:val="18"/>
                <w:lang w:val="fr-FR" w:eastAsia="zh-CN"/>
              </w:rPr>
              <w:t>T</w:t>
            </w:r>
            <w:r>
              <w:rPr>
                <w:rFonts w:cs="Arial"/>
                <w:szCs w:val="18"/>
                <w:vertAlign w:val="subscript"/>
                <w:lang w:val="fr-FR" w:eastAsia="zh-CN"/>
              </w:rPr>
              <w:t>SMTC_duration</w:t>
            </w:r>
            <w:r>
              <w:rPr>
                <w:szCs w:val="18"/>
                <w:lang w:val="fr-FR" w:eastAsia="ko-KR"/>
              </w:rPr>
              <w:t xml:space="preserve"> * </w:t>
            </w:r>
            <m:oMath>
              <m:sSubSup>
                <m:sSubSupPr>
                  <m:ctrlPr>
                    <w:rPr>
                      <w:rFonts w:ascii="Cambria Math" w:hAnsi="Cambria Math"/>
                      <w:i/>
                      <w:lang w:val="fr-FR"/>
                    </w:rPr>
                  </m:ctrlPr>
                </m:sSubSupPr>
                <m:e>
                  <m:r>
                    <w:rPr>
                      <w:rFonts w:ascii="Cambria Math" w:hAnsi="Cambria Math"/>
                      <w:lang w:val="fr-FR"/>
                    </w:rPr>
                    <m:t>N</m:t>
                  </m:r>
                </m:e>
                <m:sub>
                  <m:r>
                    <m:rPr>
                      <m:sty m:val="p"/>
                    </m:rPr>
                    <w:rPr>
                      <w:rFonts w:ascii="Cambria Math" w:hAnsi="Cambria Math"/>
                      <w:lang w:val="fr-FR"/>
                    </w:rPr>
                    <m:t>slot</m:t>
                  </m:r>
                </m:sub>
                <m:sup>
                  <m:r>
                    <m:rPr>
                      <m:sty m:val="p"/>
                    </m:rPr>
                    <w:rPr>
                      <w:rFonts w:ascii="Cambria Math" w:hAnsi="Cambria Math"/>
                      <w:lang w:val="fr-FR"/>
                    </w:rPr>
                    <m:t>subframe</m:t>
                  </m:r>
                  <m:r>
                    <w:rPr>
                      <w:rFonts w:ascii="Cambria Math" w:hAnsi="Cambria Math"/>
                      <w:lang w:val="fr-FR"/>
                    </w:rPr>
                    <m:t>,μ</m:t>
                  </m:r>
                </m:sup>
              </m:sSubSup>
            </m:oMath>
          </w:p>
        </w:tc>
      </w:tr>
      <w:tr w:rsidR="00AF3C7D" w14:paraId="33A2F65A" w14:textId="77777777" w:rsidTr="001E7463">
        <w:trPr>
          <w:jc w:val="center"/>
        </w:trPr>
        <w:tc>
          <w:tcPr>
            <w:tcW w:w="5000" w:type="pct"/>
            <w:gridSpan w:val="3"/>
            <w:tcBorders>
              <w:top w:val="single" w:sz="4" w:space="0" w:color="auto"/>
              <w:left w:val="single" w:sz="4" w:space="0" w:color="auto"/>
              <w:bottom w:val="single" w:sz="4" w:space="0" w:color="auto"/>
              <w:right w:val="single" w:sz="4" w:space="0" w:color="auto"/>
            </w:tcBorders>
            <w:hideMark/>
          </w:tcPr>
          <w:p w14:paraId="3B57DCCD" w14:textId="77777777" w:rsidR="00AF3C7D" w:rsidRDefault="00AF3C7D" w:rsidP="001E7463">
            <w:pPr>
              <w:pStyle w:val="TAN"/>
              <w:rPr>
                <w:lang w:eastAsia="zh-CN"/>
              </w:rPr>
            </w:pPr>
            <w:r>
              <w:t>NOTE 1:</w:t>
            </w:r>
            <w:r>
              <w:tab/>
            </w:r>
            <w:r>
              <w:rPr>
                <w:lang w:eastAsia="zh-CN"/>
              </w:rPr>
              <w:t>T</w:t>
            </w:r>
            <w:r>
              <w:rPr>
                <w:vertAlign w:val="subscript"/>
                <w:lang w:eastAsia="zh-CN"/>
              </w:rPr>
              <w:t>SMTC_duration</w:t>
            </w:r>
            <w:r>
              <w:rPr>
                <w:lang w:eastAsia="zh-CN"/>
              </w:rPr>
              <w:t xml:space="preserve"> measured in subframes is</w:t>
            </w:r>
          </w:p>
          <w:p w14:paraId="34BE6DC1" w14:textId="5A117D32" w:rsidR="00AF3C7D" w:rsidRDefault="00AF3C7D" w:rsidP="001E7463">
            <w:pPr>
              <w:pStyle w:val="TAN"/>
            </w:pPr>
            <w:r>
              <w:tab/>
              <w:t xml:space="preserve">- the longest SMTC duration </w:t>
            </w:r>
            <w:r>
              <w:rPr>
                <w:lang w:eastAsia="zh-CN"/>
              </w:rPr>
              <w:t xml:space="preserve">among all above </w:t>
            </w:r>
            <w:r>
              <w:rPr>
                <w:rFonts w:eastAsia="MS Mincho"/>
              </w:rPr>
              <w:t xml:space="preserve">active </w:t>
            </w:r>
            <w:r>
              <w:rPr>
                <w:lang w:eastAsia="zh-CN"/>
              </w:rPr>
              <w:t>serving cells</w:t>
            </w:r>
            <w:r>
              <w:t xml:space="preserve"> and the SCell being activated when </w:t>
            </w:r>
            <w:r>
              <w:rPr>
                <w:lang w:eastAsia="zh-CN"/>
              </w:rPr>
              <w:t xml:space="preserve">one SCell is activated. If </w:t>
            </w:r>
            <w:r>
              <w:t>SSB configuration (</w:t>
            </w:r>
            <w:r>
              <w:rPr>
                <w:i/>
              </w:rPr>
              <w:t>absoluteFrequencySSB</w:t>
            </w:r>
            <w:r>
              <w:t>) but no SMTC configuration</w:t>
            </w:r>
            <w:r>
              <w:rPr>
                <w:lang w:eastAsia="zh-CN"/>
              </w:rPr>
              <w:t xml:space="preserve"> is provided for </w:t>
            </w:r>
            <w:r>
              <w:t>the SCell being activated,</w:t>
            </w:r>
            <w:r>
              <w:rPr>
                <w:lang w:eastAsia="zh-CN"/>
              </w:rPr>
              <w:t xml:space="preserve"> the SSB transmission periodicity is assumed to be 5ms and T</w:t>
            </w:r>
            <w:r>
              <w:rPr>
                <w:vertAlign w:val="subscript"/>
                <w:lang w:eastAsia="zh-CN"/>
              </w:rPr>
              <w:t>SMTC duration</w:t>
            </w:r>
            <w:r>
              <w:rPr>
                <w:lang w:eastAsia="zh-CN"/>
              </w:rPr>
              <w:t xml:space="preserve"> for the SCell being </w:t>
            </w:r>
            <w:r>
              <w:t>activated</w:t>
            </w:r>
            <w:r>
              <w:rPr>
                <w:lang w:eastAsia="zh-CN"/>
              </w:rPr>
              <w:t xml:space="preserve"> is x ms, where x = the </w:t>
            </w:r>
            <w:r>
              <w:t>number of consecutive subframes containing all SSBs in one SSB burst transmitted by the SCell being activated</w:t>
            </w:r>
            <w:r>
              <w:rPr>
                <w:lang w:eastAsia="zh-CN"/>
              </w:rPr>
              <w:t xml:space="preserve">. If no </w:t>
            </w:r>
            <w:r>
              <w:t>SSB configuration (</w:t>
            </w:r>
            <w:r>
              <w:rPr>
                <w:i/>
              </w:rPr>
              <w:t>absoluteFrequencySSB</w:t>
            </w:r>
            <w:r>
              <w:t>) nor SMTC configuration</w:t>
            </w:r>
            <w:r>
              <w:rPr>
                <w:lang w:eastAsia="zh-CN"/>
              </w:rPr>
              <w:t xml:space="preserve"> is provided for </w:t>
            </w:r>
            <w:r>
              <w:t>the SCell being activated,</w:t>
            </w:r>
            <w:r>
              <w:rPr>
                <w:lang w:eastAsia="zh-CN"/>
              </w:rPr>
              <w:t xml:space="preserve"> T</w:t>
            </w:r>
            <w:r>
              <w:rPr>
                <w:vertAlign w:val="subscript"/>
                <w:lang w:eastAsia="zh-CN"/>
              </w:rPr>
              <w:t>SMTC duration</w:t>
            </w:r>
            <w:r>
              <w:rPr>
                <w:lang w:eastAsia="zh-CN"/>
              </w:rPr>
              <w:t xml:space="preserve"> for the SCell being </w:t>
            </w:r>
            <w:r>
              <w:t>activated</w:t>
            </w:r>
            <w:r>
              <w:rPr>
                <w:lang w:eastAsia="zh-CN"/>
              </w:rPr>
              <w:t xml:space="preserve"> is 0ms</w:t>
            </w:r>
            <w:r>
              <w:t>;</w:t>
            </w:r>
          </w:p>
          <w:p w14:paraId="08855152" w14:textId="77777777" w:rsidR="00AF3C7D" w:rsidRDefault="00AF3C7D" w:rsidP="001E7463">
            <w:pPr>
              <w:pStyle w:val="TAN"/>
            </w:pPr>
            <w:r>
              <w:tab/>
            </w:r>
            <w:r>
              <w:rPr>
                <w:rFonts w:eastAsia="MS Mincho"/>
              </w:rPr>
              <w:t xml:space="preserve">- the </w:t>
            </w:r>
            <w:r>
              <w:t xml:space="preserve">longest SMTC duration </w:t>
            </w:r>
            <w:r>
              <w:rPr>
                <w:lang w:eastAsia="zh-CN"/>
              </w:rPr>
              <w:t xml:space="preserve">among all </w:t>
            </w:r>
            <w:r>
              <w:rPr>
                <w:rFonts w:eastAsia="MS Mincho"/>
              </w:rPr>
              <w:t xml:space="preserve">active </w:t>
            </w:r>
            <w:r>
              <w:rPr>
                <w:lang w:eastAsia="zh-CN"/>
              </w:rPr>
              <w:t>serving cells</w:t>
            </w:r>
            <w:r>
              <w:t xml:space="preserve"> in the same band when one SCell is deactivated.</w:t>
            </w:r>
          </w:p>
          <w:p w14:paraId="7D8D5FD9" w14:textId="77777777" w:rsidR="00AF3C7D" w:rsidRDefault="00AF3C7D" w:rsidP="001E7463">
            <w:pPr>
              <w:pStyle w:val="TAN"/>
              <w:rPr>
                <w:lang w:eastAsia="zh-CN"/>
              </w:rPr>
            </w:pPr>
            <w:r>
              <w:rPr>
                <w:lang w:eastAsia="ko-KR"/>
              </w:rPr>
              <w:t>NOTE 2:</w:t>
            </w:r>
            <w:r>
              <w:tab/>
            </w:r>
            <m:oMath>
              <m:sSubSup>
                <m:sSubSupPr>
                  <m:ctrlPr>
                    <w:rPr>
                      <w:rFonts w:ascii="Cambria Math" w:hAnsi="Cambria Math"/>
                      <w:i/>
                      <w:sz w:val="24"/>
                      <w:szCs w:val="24"/>
                    </w:rPr>
                  </m:ctrlPr>
                </m:sSubSupPr>
                <m:e>
                  <m:r>
                    <w:rPr>
                      <w:rFonts w:ascii="Cambria Math" w:hAnsi="Cambria Math"/>
                    </w:rPr>
                    <m:t>N</m:t>
                  </m:r>
                </m:e>
                <m:sub>
                  <m:r>
                    <m:rPr>
                      <m:sty m:val="p"/>
                    </m:rPr>
                    <w:rPr>
                      <w:rFonts w:ascii="Cambria Math" w:hAnsi="Cambria Math"/>
                    </w:rPr>
                    <m:t>slot</m:t>
                  </m:r>
                </m:sub>
                <m:sup>
                  <m:r>
                    <m:rPr>
                      <m:sty m:val="p"/>
                    </m:rPr>
                    <w:rPr>
                      <w:rFonts w:ascii="Cambria Math" w:hAnsi="Cambria Math"/>
                    </w:rPr>
                    <m:t>subframe</m:t>
                  </m:r>
                  <m:r>
                    <w:rPr>
                      <w:rFonts w:ascii="Cambria Math" w:hAnsi="Cambria Math"/>
                    </w:rPr>
                    <m:t>,μ</m:t>
                  </m:r>
                </m:sup>
              </m:sSubSup>
            </m:oMath>
            <w:r>
              <w:t xml:space="preserve"> is as defined in TS 38.211 [6].</w:t>
            </w:r>
          </w:p>
        </w:tc>
      </w:tr>
    </w:tbl>
    <w:p w14:paraId="1C1148D4" w14:textId="77777777" w:rsidR="00977C68" w:rsidRPr="008C6DE4" w:rsidRDefault="00977C68" w:rsidP="00977C68">
      <w:pPr>
        <w:pStyle w:val="Heading5"/>
      </w:pPr>
      <w:r w:rsidRPr="008C6DE4">
        <w:t>8.2.4.2.3</w:t>
      </w:r>
      <w:r w:rsidRPr="008C6DE4">
        <w:tab/>
        <w:t>Interruptions during measurements on SCC</w:t>
      </w:r>
      <w:bookmarkEnd w:id="130"/>
    </w:p>
    <w:p w14:paraId="3570D6CC" w14:textId="77777777" w:rsidR="002B2309" w:rsidRPr="005B4EE2" w:rsidRDefault="002B2309" w:rsidP="002B2309">
      <w:r w:rsidRPr="008C6DE4">
        <w:rPr>
          <w:lang w:eastAsia="zh-CN"/>
        </w:rPr>
        <w:t xml:space="preserve">Interruption on </w:t>
      </w:r>
      <w:r>
        <w:rPr>
          <w:lang w:eastAsia="zh-CN"/>
        </w:rPr>
        <w:t xml:space="preserve">PCell, PSCell and other activated </w:t>
      </w:r>
      <w:r w:rsidRPr="008C6DE4">
        <w:rPr>
          <w:lang w:eastAsia="zh-CN"/>
        </w:rPr>
        <w:t xml:space="preserve">SCell(s) during measurement on the deactivated NR SCC shall meet requirements in clause </w:t>
      </w:r>
      <w:r w:rsidRPr="008C6DE4">
        <w:t>8.2.2.2.3, where the term PCell in clause 8.2.2.2.3 shall be deeme</w:t>
      </w:r>
      <w:r>
        <w:t>d to be replaced with Sp</w:t>
      </w:r>
      <w:r w:rsidRPr="008C6DE4">
        <w:t>Cell.</w:t>
      </w:r>
    </w:p>
    <w:p w14:paraId="6982090D" w14:textId="77777777" w:rsidR="002B2309" w:rsidRPr="008C6DE4" w:rsidRDefault="002B2309" w:rsidP="00977C68">
      <w:pPr>
        <w:rPr>
          <w:lang w:eastAsia="zh-CN"/>
        </w:rPr>
      </w:pPr>
    </w:p>
    <w:p w14:paraId="73B8A851" w14:textId="31AB6B69" w:rsidR="00977C68" w:rsidRPr="008C6DE4" w:rsidRDefault="0048284E" w:rsidP="0048284E">
      <w:pPr>
        <w:pStyle w:val="Heading5"/>
      </w:pPr>
      <w:r w:rsidRPr="008C6DE4">
        <w:t>8.2.4.2.4</w:t>
      </w:r>
      <w:r w:rsidR="00977C68" w:rsidRPr="008C6DE4">
        <w:tab/>
        <w:t>Interruptions at UL carrier RRC reconfiguration</w:t>
      </w:r>
    </w:p>
    <w:p w14:paraId="0E1E226A" w14:textId="77777777" w:rsidR="00977C68" w:rsidRPr="008C6DE4" w:rsidRDefault="00977C68" w:rsidP="00977C68">
      <w:pPr>
        <w:rPr>
          <w:lang w:val="en-US" w:eastAsia="zh-CN"/>
        </w:rPr>
      </w:pPr>
      <w:r w:rsidRPr="008C6DE4">
        <w:rPr>
          <w:rFonts w:eastAsia="MS Mincho"/>
          <w:lang w:eastAsia="zh-CN"/>
        </w:rPr>
        <w:t xml:space="preserve">The requirements in this clause shall apply </w:t>
      </w:r>
      <w:r w:rsidRPr="008C6DE4">
        <w:rPr>
          <w:rFonts w:eastAsia="MS Mincho"/>
        </w:rPr>
        <w:t xml:space="preserve">when a supplementary UL </w:t>
      </w:r>
      <w:r w:rsidRPr="008C6DE4">
        <w:rPr>
          <w:lang w:eastAsia="zh-CN"/>
        </w:rPr>
        <w:t xml:space="preserve">carrier or an UL carrier </w:t>
      </w:r>
      <w:r w:rsidRPr="008C6DE4">
        <w:rPr>
          <w:rFonts w:eastAsia="MS Mincho"/>
        </w:rPr>
        <w:t xml:space="preserve">is configured or de-configured in NR-DC as defined in </w:t>
      </w:r>
      <w:r w:rsidRPr="008C6DE4">
        <w:t>TS 38.331 </w:t>
      </w:r>
      <w:r w:rsidRPr="008C6DE4">
        <w:rPr>
          <w:rFonts w:eastAsia="MS Mincho"/>
        </w:rPr>
        <w:t>[2]</w:t>
      </w:r>
      <w:r w:rsidRPr="008C6DE4">
        <w:t>.</w:t>
      </w:r>
    </w:p>
    <w:p w14:paraId="1D31D8FD" w14:textId="77777777" w:rsidR="004C54CE" w:rsidRPr="008C6DE4" w:rsidRDefault="004C54CE" w:rsidP="004C54CE">
      <w:pPr>
        <w:rPr>
          <w:rFonts w:eastAsia="MS Mincho"/>
        </w:rPr>
      </w:pPr>
      <w:r w:rsidRPr="008C6DE4">
        <w:rPr>
          <w:rFonts w:eastAsia="MS Mincho"/>
          <w:lang w:eastAsia="zh-CN"/>
        </w:rPr>
        <w:t>When an UL carrier</w:t>
      </w:r>
      <w:r w:rsidRPr="008C6DE4">
        <w:rPr>
          <w:lang w:eastAsia="zh-CN"/>
        </w:rPr>
        <w:t xml:space="preserve"> or supplementary UL carrier</w:t>
      </w:r>
      <w:r w:rsidRPr="008C6DE4">
        <w:rPr>
          <w:rFonts w:eastAsia="MS Mincho"/>
          <w:lang w:eastAsia="zh-CN"/>
        </w:rPr>
        <w:t xml:space="preserve"> is configured or de-configured</w:t>
      </w:r>
      <w:r w:rsidRPr="008C6DE4">
        <w:rPr>
          <w:lang w:eastAsia="zh-CN"/>
        </w:rPr>
        <w:t xml:space="preserve">, an interruption of up to </w:t>
      </w:r>
      <w:r w:rsidRPr="008C6DE4">
        <w:t>the duration shown in table 8.2.4.2.4-1</w:t>
      </w:r>
      <w:r w:rsidRPr="008C6DE4">
        <w:rPr>
          <w:lang w:eastAsia="zh-CN"/>
        </w:rPr>
        <w:t xml:space="preserve">, is allowed during the RRC reconfiguration procedure </w:t>
      </w:r>
      <w:r w:rsidRPr="00885F53">
        <w:t>in TS 38.331 </w:t>
      </w:r>
      <w:r w:rsidRPr="008C6DE4">
        <w:rPr>
          <w:lang w:eastAsia="zh-CN"/>
        </w:rPr>
        <w:t xml:space="preserve">[2] on all the other activated serving cells within the same FR as the reconfigured uplink carrier. </w:t>
      </w:r>
      <w:r w:rsidRPr="008C6DE4">
        <w:rPr>
          <w:rFonts w:eastAsia="MS Mincho"/>
        </w:rPr>
        <w:t>The interruption is for both uplink and downlink of all the other serving cells within the same FR as the configured or de-configured UL.</w:t>
      </w:r>
    </w:p>
    <w:p w14:paraId="6804CABB" w14:textId="77777777" w:rsidR="00977C68" w:rsidRPr="008C6DE4" w:rsidRDefault="00977C68" w:rsidP="00977C68">
      <w:pPr>
        <w:keepNext/>
        <w:keepLines/>
        <w:spacing w:before="60"/>
        <w:jc w:val="center"/>
        <w:rPr>
          <w:rFonts w:ascii="Arial" w:hAnsi="Arial"/>
          <w:b/>
        </w:rPr>
      </w:pPr>
      <w:r w:rsidRPr="008C6DE4">
        <w:rPr>
          <w:rFonts w:ascii="Arial" w:hAnsi="Arial"/>
          <w:b/>
        </w:rPr>
        <w:t>Table 8.2.4.2.4-1: Interruption duration for UL carrier RRC reconfiguration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992"/>
        <w:gridCol w:w="1969"/>
      </w:tblGrid>
      <w:tr w:rsidR="00DD3199" w:rsidRPr="008C6DE4" w14:paraId="5ADB3AF1" w14:textId="77777777" w:rsidTr="00F15152">
        <w:trPr>
          <w:trHeight w:val="631"/>
          <w:jc w:val="center"/>
        </w:trPr>
        <w:tc>
          <w:tcPr>
            <w:tcW w:w="649" w:type="dxa"/>
            <w:tcBorders>
              <w:top w:val="single" w:sz="4" w:space="0" w:color="auto"/>
              <w:left w:val="single" w:sz="4" w:space="0" w:color="auto"/>
              <w:bottom w:val="single" w:sz="4" w:space="0" w:color="auto"/>
              <w:right w:val="single" w:sz="4" w:space="0" w:color="auto"/>
            </w:tcBorders>
            <w:vAlign w:val="center"/>
            <w:hideMark/>
          </w:tcPr>
          <w:p w14:paraId="1AE254CF" w14:textId="77777777" w:rsidR="00977C68" w:rsidRPr="008C6DE4" w:rsidRDefault="00977C68" w:rsidP="00F15152">
            <w:pPr>
              <w:pStyle w:val="TAH"/>
            </w:pPr>
            <w:r w:rsidRPr="008C6DE4">
              <w:rPr>
                <w:noProof/>
                <w:lang w:val="en-US" w:eastAsia="zh-CN"/>
              </w:rPr>
              <w:drawing>
                <wp:inline distT="0" distB="0" distL="0" distR="0" wp14:anchorId="4F7B0BC5" wp14:editId="3E7F5244">
                  <wp:extent cx="142240" cy="16002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 cy="160020"/>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hideMark/>
          </w:tcPr>
          <w:p w14:paraId="77DC39C0" w14:textId="77777777" w:rsidR="00977C68" w:rsidRPr="008C6DE4" w:rsidRDefault="00977C68" w:rsidP="00F15152">
            <w:pPr>
              <w:pStyle w:val="TAH"/>
            </w:pPr>
            <w:r w:rsidRPr="008C6DE4">
              <w:t>NR Slot length (ms)</w:t>
            </w:r>
          </w:p>
        </w:tc>
        <w:tc>
          <w:tcPr>
            <w:tcW w:w="1969" w:type="dxa"/>
            <w:tcBorders>
              <w:top w:val="single" w:sz="4" w:space="0" w:color="auto"/>
              <w:left w:val="single" w:sz="4" w:space="0" w:color="auto"/>
              <w:bottom w:val="single" w:sz="4" w:space="0" w:color="auto"/>
              <w:right w:val="single" w:sz="4" w:space="0" w:color="auto"/>
            </w:tcBorders>
          </w:tcPr>
          <w:p w14:paraId="5F0AA41C" w14:textId="77777777" w:rsidR="00204BAC" w:rsidRPr="008C6DE4" w:rsidRDefault="00204BAC" w:rsidP="00204BAC">
            <w:pPr>
              <w:pStyle w:val="TAH"/>
            </w:pPr>
            <w:r w:rsidRPr="008C6DE4">
              <w:t>Interruption length (slots)</w:t>
            </w:r>
          </w:p>
          <w:p w14:paraId="63E4C80B" w14:textId="77777777" w:rsidR="00977C68" w:rsidRPr="008C6DE4" w:rsidRDefault="00977C68" w:rsidP="00F15152">
            <w:pPr>
              <w:pStyle w:val="TAH"/>
            </w:pPr>
          </w:p>
        </w:tc>
      </w:tr>
      <w:tr w:rsidR="00DD3199" w:rsidRPr="008C6DE4" w14:paraId="0A3D7582"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27710D70" w14:textId="77777777" w:rsidR="00977C68" w:rsidRPr="008C6DE4" w:rsidRDefault="00977C68" w:rsidP="00F15152">
            <w:pPr>
              <w:pStyle w:val="TAC"/>
            </w:pPr>
            <w:r w:rsidRPr="008C6DE4">
              <w:t>0</w:t>
            </w:r>
          </w:p>
        </w:tc>
        <w:tc>
          <w:tcPr>
            <w:tcW w:w="992" w:type="dxa"/>
            <w:tcBorders>
              <w:top w:val="single" w:sz="4" w:space="0" w:color="auto"/>
              <w:left w:val="single" w:sz="4" w:space="0" w:color="auto"/>
              <w:bottom w:val="single" w:sz="4" w:space="0" w:color="auto"/>
              <w:right w:val="single" w:sz="4" w:space="0" w:color="auto"/>
            </w:tcBorders>
            <w:hideMark/>
          </w:tcPr>
          <w:p w14:paraId="371D4C04" w14:textId="77777777" w:rsidR="00977C68" w:rsidRPr="008C6DE4" w:rsidRDefault="00977C68" w:rsidP="00F15152">
            <w:pPr>
              <w:pStyle w:val="TAC"/>
            </w:pPr>
            <w:r w:rsidRPr="008C6DE4">
              <w:t>1</w:t>
            </w:r>
          </w:p>
        </w:tc>
        <w:tc>
          <w:tcPr>
            <w:tcW w:w="1969" w:type="dxa"/>
            <w:tcBorders>
              <w:top w:val="single" w:sz="4" w:space="0" w:color="auto"/>
              <w:left w:val="single" w:sz="4" w:space="0" w:color="auto"/>
              <w:bottom w:val="single" w:sz="4" w:space="0" w:color="auto"/>
              <w:right w:val="single" w:sz="4" w:space="0" w:color="auto"/>
            </w:tcBorders>
            <w:hideMark/>
          </w:tcPr>
          <w:p w14:paraId="79FA167B" w14:textId="77777777" w:rsidR="00977C68" w:rsidRPr="008C6DE4" w:rsidRDefault="00977C68" w:rsidP="00F15152">
            <w:pPr>
              <w:pStyle w:val="TAC"/>
            </w:pPr>
            <w:r w:rsidRPr="008C6DE4">
              <w:t>1</w:t>
            </w:r>
          </w:p>
        </w:tc>
      </w:tr>
      <w:tr w:rsidR="00DD3199" w:rsidRPr="008C6DE4" w14:paraId="0A08A8AF"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72D1A369" w14:textId="77777777" w:rsidR="00977C68" w:rsidRPr="008C6DE4" w:rsidRDefault="00977C68" w:rsidP="00F15152">
            <w:pPr>
              <w:pStyle w:val="TAC"/>
            </w:pPr>
            <w:r w:rsidRPr="008C6DE4">
              <w:t>1</w:t>
            </w:r>
          </w:p>
        </w:tc>
        <w:tc>
          <w:tcPr>
            <w:tcW w:w="992" w:type="dxa"/>
            <w:tcBorders>
              <w:top w:val="single" w:sz="4" w:space="0" w:color="auto"/>
              <w:left w:val="single" w:sz="4" w:space="0" w:color="auto"/>
              <w:bottom w:val="single" w:sz="4" w:space="0" w:color="auto"/>
              <w:right w:val="single" w:sz="4" w:space="0" w:color="auto"/>
            </w:tcBorders>
            <w:hideMark/>
          </w:tcPr>
          <w:p w14:paraId="6F76F345" w14:textId="77777777" w:rsidR="00977C68" w:rsidRPr="008C6DE4" w:rsidRDefault="00977C68" w:rsidP="00F15152">
            <w:pPr>
              <w:pStyle w:val="TAC"/>
            </w:pPr>
            <w:r w:rsidRPr="008C6DE4">
              <w:t>0.5</w:t>
            </w:r>
          </w:p>
        </w:tc>
        <w:tc>
          <w:tcPr>
            <w:tcW w:w="1969" w:type="dxa"/>
            <w:tcBorders>
              <w:top w:val="single" w:sz="4" w:space="0" w:color="auto"/>
              <w:left w:val="single" w:sz="4" w:space="0" w:color="auto"/>
              <w:bottom w:val="single" w:sz="4" w:space="0" w:color="auto"/>
              <w:right w:val="single" w:sz="4" w:space="0" w:color="auto"/>
            </w:tcBorders>
            <w:hideMark/>
          </w:tcPr>
          <w:p w14:paraId="415F8F49" w14:textId="77777777" w:rsidR="00977C68" w:rsidRPr="008C6DE4" w:rsidRDefault="00977C68" w:rsidP="00F15152">
            <w:pPr>
              <w:pStyle w:val="TAC"/>
              <w:rPr>
                <w:lang w:eastAsia="zh-CN"/>
              </w:rPr>
            </w:pPr>
            <w:r w:rsidRPr="008C6DE4">
              <w:rPr>
                <w:lang w:eastAsia="zh-CN"/>
              </w:rPr>
              <w:t>2</w:t>
            </w:r>
          </w:p>
        </w:tc>
      </w:tr>
      <w:tr w:rsidR="00DD3199" w:rsidRPr="008C6DE4" w14:paraId="29BEB8F7"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093BE7CB" w14:textId="77777777" w:rsidR="00977C68" w:rsidRPr="008C6DE4" w:rsidRDefault="00977C68" w:rsidP="00F15152">
            <w:pPr>
              <w:pStyle w:val="TAC"/>
            </w:pPr>
            <w:r w:rsidRPr="008C6DE4">
              <w:t>2</w:t>
            </w:r>
          </w:p>
        </w:tc>
        <w:tc>
          <w:tcPr>
            <w:tcW w:w="992" w:type="dxa"/>
            <w:tcBorders>
              <w:top w:val="single" w:sz="4" w:space="0" w:color="auto"/>
              <w:left w:val="single" w:sz="4" w:space="0" w:color="auto"/>
              <w:bottom w:val="single" w:sz="4" w:space="0" w:color="auto"/>
              <w:right w:val="single" w:sz="4" w:space="0" w:color="auto"/>
            </w:tcBorders>
            <w:hideMark/>
          </w:tcPr>
          <w:p w14:paraId="5A37FC49" w14:textId="77777777" w:rsidR="00977C68" w:rsidRPr="008C6DE4" w:rsidRDefault="00977C68" w:rsidP="00F15152">
            <w:pPr>
              <w:pStyle w:val="TAC"/>
            </w:pPr>
            <w:r w:rsidRPr="008C6DE4">
              <w:t>0.25</w:t>
            </w:r>
          </w:p>
        </w:tc>
        <w:tc>
          <w:tcPr>
            <w:tcW w:w="1969" w:type="dxa"/>
            <w:tcBorders>
              <w:top w:val="single" w:sz="4" w:space="0" w:color="auto"/>
              <w:left w:val="single" w:sz="4" w:space="0" w:color="auto"/>
              <w:bottom w:val="single" w:sz="4" w:space="0" w:color="auto"/>
              <w:right w:val="single" w:sz="4" w:space="0" w:color="auto"/>
            </w:tcBorders>
            <w:hideMark/>
          </w:tcPr>
          <w:p w14:paraId="30D6566F" w14:textId="77777777" w:rsidR="00977C68" w:rsidRPr="008C6DE4" w:rsidRDefault="00977C68" w:rsidP="00F15152">
            <w:pPr>
              <w:pStyle w:val="TAC"/>
              <w:rPr>
                <w:lang w:eastAsia="zh-CN"/>
              </w:rPr>
            </w:pPr>
            <w:r w:rsidRPr="008C6DE4">
              <w:rPr>
                <w:lang w:eastAsia="zh-CN"/>
              </w:rPr>
              <w:t>4</w:t>
            </w:r>
          </w:p>
        </w:tc>
      </w:tr>
      <w:tr w:rsidR="00977C68" w:rsidRPr="008C6DE4" w14:paraId="5223BB15" w14:textId="77777777" w:rsidTr="00F15152">
        <w:trPr>
          <w:jc w:val="center"/>
        </w:trPr>
        <w:tc>
          <w:tcPr>
            <w:tcW w:w="649" w:type="dxa"/>
            <w:tcBorders>
              <w:top w:val="single" w:sz="4" w:space="0" w:color="auto"/>
              <w:left w:val="single" w:sz="4" w:space="0" w:color="auto"/>
              <w:bottom w:val="single" w:sz="4" w:space="0" w:color="auto"/>
              <w:right w:val="single" w:sz="4" w:space="0" w:color="auto"/>
            </w:tcBorders>
            <w:hideMark/>
          </w:tcPr>
          <w:p w14:paraId="14CAB100" w14:textId="77777777" w:rsidR="00977C68" w:rsidRPr="008C6DE4" w:rsidRDefault="00977C68" w:rsidP="00F15152">
            <w:pPr>
              <w:pStyle w:val="TAC"/>
            </w:pPr>
            <w:r w:rsidRPr="008C6DE4">
              <w:t>3</w:t>
            </w:r>
          </w:p>
        </w:tc>
        <w:tc>
          <w:tcPr>
            <w:tcW w:w="992" w:type="dxa"/>
            <w:tcBorders>
              <w:top w:val="single" w:sz="4" w:space="0" w:color="auto"/>
              <w:left w:val="single" w:sz="4" w:space="0" w:color="auto"/>
              <w:bottom w:val="single" w:sz="4" w:space="0" w:color="auto"/>
              <w:right w:val="single" w:sz="4" w:space="0" w:color="auto"/>
            </w:tcBorders>
            <w:hideMark/>
          </w:tcPr>
          <w:p w14:paraId="3EF51B9A" w14:textId="77777777" w:rsidR="00977C68" w:rsidRPr="008C6DE4" w:rsidRDefault="00977C68" w:rsidP="00F15152">
            <w:pPr>
              <w:pStyle w:val="TAC"/>
            </w:pPr>
            <w:r w:rsidRPr="008C6DE4">
              <w:t>0.125</w:t>
            </w:r>
          </w:p>
        </w:tc>
        <w:tc>
          <w:tcPr>
            <w:tcW w:w="1969" w:type="dxa"/>
            <w:tcBorders>
              <w:top w:val="single" w:sz="4" w:space="0" w:color="auto"/>
              <w:left w:val="single" w:sz="4" w:space="0" w:color="auto"/>
              <w:bottom w:val="single" w:sz="4" w:space="0" w:color="auto"/>
              <w:right w:val="single" w:sz="4" w:space="0" w:color="auto"/>
            </w:tcBorders>
            <w:hideMark/>
          </w:tcPr>
          <w:p w14:paraId="5C30AB2D" w14:textId="77777777" w:rsidR="00977C68" w:rsidRPr="008C6DE4" w:rsidRDefault="00977C68" w:rsidP="00F15152">
            <w:pPr>
              <w:pStyle w:val="TAC"/>
              <w:rPr>
                <w:lang w:eastAsia="zh-CN"/>
              </w:rPr>
            </w:pPr>
            <w:r w:rsidRPr="008C6DE4">
              <w:rPr>
                <w:lang w:eastAsia="zh-CN"/>
              </w:rPr>
              <w:t>8</w:t>
            </w:r>
          </w:p>
        </w:tc>
      </w:tr>
    </w:tbl>
    <w:p w14:paraId="3FCCF762" w14:textId="77777777" w:rsidR="00977C68" w:rsidRPr="008C6DE4" w:rsidRDefault="00977C68" w:rsidP="00977C68">
      <w:pPr>
        <w:rPr>
          <w:rFonts w:eastAsia="MS Mincho"/>
        </w:rPr>
      </w:pPr>
    </w:p>
    <w:p w14:paraId="353B53E0" w14:textId="641A5A63" w:rsidR="00977C68" w:rsidRPr="008C6DE4" w:rsidRDefault="00977C68" w:rsidP="00977C68">
      <w:pPr>
        <w:pStyle w:val="Heading5"/>
        <w:rPr>
          <w:lang w:val="en-US" w:eastAsia="zh-CN"/>
        </w:rPr>
      </w:pPr>
      <w:bookmarkStart w:id="131" w:name="_Toc5952649"/>
      <w:r w:rsidRPr="008C6DE4">
        <w:rPr>
          <w:lang w:val="en-US" w:eastAsia="zh-CN"/>
        </w:rPr>
        <w:t>8.2.4.2.5</w:t>
      </w:r>
      <w:r w:rsidRPr="008C6DE4">
        <w:rPr>
          <w:lang w:val="en-US" w:eastAsia="zh-CN"/>
        </w:rPr>
        <w:tab/>
      </w:r>
      <w:r w:rsidR="002C0EC0" w:rsidRPr="008C6DE4">
        <w:rPr>
          <w:lang w:val="en-US" w:eastAsia="zh-CN"/>
        </w:rPr>
        <w:t xml:space="preserve">Interruptions </w:t>
      </w:r>
      <w:r w:rsidRPr="008C6DE4">
        <w:rPr>
          <w:lang w:val="en-US" w:eastAsia="zh-CN"/>
        </w:rPr>
        <w:t>due to Active BWP switching Requirement</w:t>
      </w:r>
      <w:bookmarkEnd w:id="131"/>
    </w:p>
    <w:p w14:paraId="400D9A15" w14:textId="4B561717" w:rsidR="00977C68" w:rsidRPr="008C6DE4" w:rsidRDefault="00977C68" w:rsidP="00977C68">
      <w:pPr>
        <w:rPr>
          <w:rFonts w:cs="v4.2.0"/>
          <w:lang w:val="en-US" w:eastAsia="zh-CN"/>
        </w:rPr>
      </w:pPr>
      <w:r w:rsidRPr="008C6DE4">
        <w:rPr>
          <w:lang w:eastAsia="zh-CN"/>
        </w:rPr>
        <w:t xml:space="preserve">The requirements for DCI-based and timer-based BWP switches in this </w:t>
      </w:r>
      <w:r w:rsidR="00854981" w:rsidRPr="008C6DE4">
        <w:rPr>
          <w:lang w:eastAsia="zh-CN"/>
        </w:rPr>
        <w:t>clause</w:t>
      </w:r>
      <w:r w:rsidRPr="008C6DE4">
        <w:rPr>
          <w:lang w:eastAsia="zh-CN"/>
        </w:rPr>
        <w:t xml:space="preserve"> only apply to the case </w:t>
      </w:r>
      <w:r w:rsidRPr="008C6DE4">
        <w:t>that the BWP switch is performed on a single CC.</w:t>
      </w:r>
    </w:p>
    <w:p w14:paraId="64DCEC12" w14:textId="77777777" w:rsidR="00977C68" w:rsidRPr="008C6DE4" w:rsidRDefault="00977C68" w:rsidP="00977C68">
      <w:pPr>
        <w:rPr>
          <w:rFonts w:eastAsia="MS Mincho"/>
          <w:lang w:eastAsia="zh-CN"/>
        </w:rPr>
      </w:pPr>
      <w:r w:rsidRPr="008C6DE4">
        <w:rPr>
          <w:rFonts w:eastAsia="MS Mincho"/>
          <w:lang w:eastAsia="zh-CN"/>
        </w:rPr>
        <w:t xml:space="preserve">When UE receives a DCI indicating the UE to switch its active BWP, or when a BWP timer bwp-InactivityTimer defined in </w:t>
      </w:r>
      <w:r w:rsidRPr="008C6DE4">
        <w:t>TS 38.331 </w:t>
      </w:r>
      <w:r w:rsidRPr="008C6DE4">
        <w:rPr>
          <w:rFonts w:eastAsia="MS Mincho"/>
          <w:lang w:eastAsia="zh-CN"/>
        </w:rPr>
        <w:t>[2] expires, or when the UE receives an RRC command indicating the UE to switch its active BWP, the UE is allowed to cause an interruption on any other serving cells as defined in clause 8.2.2.2.5.</w:t>
      </w:r>
    </w:p>
    <w:bookmarkEnd w:id="106"/>
    <w:p w14:paraId="0A596395" w14:textId="77777777" w:rsidR="00977C68" w:rsidRPr="008C6DE4" w:rsidRDefault="00977C68" w:rsidP="00977C68">
      <w:pPr>
        <w:pStyle w:val="Heading5"/>
        <w:rPr>
          <w:lang w:val="en-US" w:eastAsia="zh-CN"/>
        </w:rPr>
      </w:pPr>
      <w:r w:rsidRPr="008C6DE4">
        <w:rPr>
          <w:lang w:val="en-US" w:eastAsia="zh-CN"/>
        </w:rPr>
        <w:t>8.2.4.2.6</w:t>
      </w:r>
      <w:r w:rsidRPr="008C6DE4">
        <w:rPr>
          <w:lang w:val="en-US" w:eastAsia="zh-CN"/>
        </w:rPr>
        <w:tab/>
        <w:t>Interruptions at transitions between active and non-active during DRX</w:t>
      </w:r>
    </w:p>
    <w:p w14:paraId="224DF3F8" w14:textId="77777777" w:rsidR="00977C68" w:rsidRPr="008C6DE4" w:rsidRDefault="00977C68" w:rsidP="00977C68">
      <w:pPr>
        <w:rPr>
          <w:rFonts w:eastAsia="MS Mincho"/>
          <w:lang w:eastAsia="zh-CN"/>
        </w:rPr>
      </w:pPr>
      <w:r w:rsidRPr="008C6DE4">
        <w:rPr>
          <w:rFonts w:hint="eastAsia"/>
          <w:lang w:eastAsia="zh-CN"/>
        </w:rPr>
        <w:t xml:space="preserve">When PCell is in non-DRX and PSCell is in DRX, </w:t>
      </w:r>
      <w:r w:rsidRPr="008C6DE4">
        <w:rPr>
          <w:lang w:eastAsia="zh-CN"/>
        </w:rPr>
        <w:t>interruptions on PCell and the activated SCell in MCG if configured due to</w:t>
      </w:r>
      <w:r w:rsidRPr="008C6DE4">
        <w:rPr>
          <w:rFonts w:hint="eastAsia"/>
          <w:lang w:eastAsia="zh-CN"/>
        </w:rPr>
        <w:t xml:space="preserve"> transitions from active to non-active and from non-active to active during PSCell DRX </w:t>
      </w:r>
      <w:r w:rsidRPr="008C6DE4">
        <w:rPr>
          <w:lang w:eastAsia="zh-CN"/>
        </w:rPr>
        <w:t xml:space="preserve">are allowed with up to </w:t>
      </w:r>
      <w:r w:rsidRPr="008C6DE4">
        <w:rPr>
          <w:rFonts w:hint="eastAsia"/>
          <w:lang w:eastAsia="zh-CN"/>
        </w:rPr>
        <w:t>1%</w:t>
      </w:r>
      <w:r w:rsidRPr="008C6DE4">
        <w:rPr>
          <w:lang w:eastAsia="zh-CN"/>
        </w:rPr>
        <w:t xml:space="preserve"> probability of missed ACK/NACK </w:t>
      </w:r>
      <w:r w:rsidRPr="008C6DE4">
        <w:rPr>
          <w:rFonts w:hint="eastAsia"/>
          <w:lang w:eastAsia="zh-CN"/>
        </w:rPr>
        <w:t>when the configured PSCell DRX cycle</w:t>
      </w:r>
      <w:r w:rsidRPr="008C6DE4">
        <w:rPr>
          <w:lang w:eastAsia="zh-CN"/>
        </w:rPr>
        <w:t xml:space="preserve"> </w:t>
      </w:r>
      <w:r w:rsidRPr="008C6DE4">
        <w:rPr>
          <w:rFonts w:hint="eastAsia"/>
          <w:lang w:eastAsia="zh-CN"/>
        </w:rPr>
        <w:t>is less than 640</w:t>
      </w:r>
      <w:r w:rsidRPr="008C6DE4">
        <w:rPr>
          <w:lang w:eastAsia="zh-CN"/>
        </w:rPr>
        <w:t xml:space="preserve"> </w:t>
      </w:r>
      <w:r w:rsidRPr="008C6DE4">
        <w:rPr>
          <w:rFonts w:hint="eastAsia"/>
          <w:lang w:eastAsia="zh-CN"/>
        </w:rPr>
        <w:t xml:space="preserve">ms, and 0.625% </w:t>
      </w:r>
      <w:r w:rsidRPr="008C6DE4">
        <w:rPr>
          <w:lang w:eastAsia="zh-CN"/>
        </w:rPr>
        <w:t>probability of missed ACK/NACK</w:t>
      </w:r>
      <w:r w:rsidRPr="008C6DE4">
        <w:rPr>
          <w:rFonts w:hint="eastAsia"/>
          <w:lang w:eastAsia="zh-CN"/>
        </w:rPr>
        <w:t xml:space="preserve"> is allowed when the configured PSCell DRX cycle</w:t>
      </w:r>
      <w:r w:rsidRPr="008C6DE4">
        <w:rPr>
          <w:lang w:eastAsia="zh-CN"/>
        </w:rPr>
        <w:t xml:space="preserve"> </w:t>
      </w:r>
      <w:r w:rsidRPr="008C6DE4">
        <w:rPr>
          <w:rFonts w:hint="eastAsia"/>
          <w:lang w:eastAsia="zh-CN"/>
        </w:rPr>
        <w:t>is 640</w:t>
      </w:r>
      <w:r w:rsidRPr="008C6DE4">
        <w:rPr>
          <w:lang w:eastAsia="zh-CN"/>
        </w:rPr>
        <w:t xml:space="preserve"> </w:t>
      </w:r>
      <w:r w:rsidRPr="008C6DE4">
        <w:rPr>
          <w:rFonts w:hint="eastAsia"/>
          <w:lang w:eastAsia="zh-CN"/>
        </w:rPr>
        <w:t xml:space="preserve">ms or longer. </w:t>
      </w:r>
      <w:r w:rsidRPr="008C6DE4">
        <w:rPr>
          <w:lang w:eastAsia="zh-CN"/>
        </w:rPr>
        <w:t xml:space="preserve">Each interruption </w:t>
      </w:r>
      <w:r w:rsidRPr="008C6DE4">
        <w:rPr>
          <w:rFonts w:eastAsia="MS Mincho"/>
          <w:lang w:eastAsia="zh-CN"/>
        </w:rPr>
        <w:t>shall not exceed X slot as defined in table 8.2.4.2.</w:t>
      </w:r>
      <w:r w:rsidRPr="008C6DE4">
        <w:rPr>
          <w:lang w:eastAsia="zh-CN"/>
        </w:rPr>
        <w:t>6</w:t>
      </w:r>
      <w:r w:rsidRPr="008C6DE4">
        <w:rPr>
          <w:rFonts w:eastAsia="MS Mincho"/>
          <w:lang w:eastAsia="zh-CN"/>
        </w:rPr>
        <w:t>-1.</w:t>
      </w:r>
    </w:p>
    <w:p w14:paraId="23952459" w14:textId="77777777" w:rsidR="00977C68" w:rsidRPr="008C6DE4" w:rsidRDefault="00977C68" w:rsidP="00977C68">
      <w:pPr>
        <w:rPr>
          <w:rFonts w:eastAsia="MS Mincho"/>
          <w:lang w:eastAsia="zh-CN"/>
        </w:rPr>
      </w:pPr>
      <w:r w:rsidRPr="008C6DE4">
        <w:rPr>
          <w:rFonts w:hint="eastAsia"/>
          <w:lang w:eastAsia="zh-CN"/>
        </w:rPr>
        <w:t xml:space="preserve">When PSCell is in non-DRX and PCell is in DRX, </w:t>
      </w:r>
      <w:r w:rsidRPr="008C6DE4">
        <w:rPr>
          <w:lang w:eastAsia="zh-CN"/>
        </w:rPr>
        <w:t xml:space="preserve">interruptions on PSCell on the activated SCell in SCG if configured due to </w:t>
      </w:r>
      <w:r w:rsidRPr="008C6DE4">
        <w:rPr>
          <w:rFonts w:hint="eastAsia"/>
          <w:lang w:eastAsia="zh-CN"/>
        </w:rPr>
        <w:t xml:space="preserve">transitions from active to non-active and from non-active to active during PCell DRX </w:t>
      </w:r>
      <w:r w:rsidRPr="008C6DE4">
        <w:rPr>
          <w:lang w:eastAsia="zh-CN"/>
        </w:rPr>
        <w:t xml:space="preserve">are allowed with up to </w:t>
      </w:r>
      <w:r w:rsidRPr="008C6DE4">
        <w:rPr>
          <w:rFonts w:hint="eastAsia"/>
          <w:lang w:eastAsia="zh-CN"/>
        </w:rPr>
        <w:t>1</w:t>
      </w:r>
      <w:r w:rsidRPr="008C6DE4">
        <w:rPr>
          <w:lang w:eastAsia="zh-CN"/>
        </w:rPr>
        <w:t xml:space="preserve"> % probability of missed ACK/NACK</w:t>
      </w:r>
      <w:r w:rsidRPr="008C6DE4">
        <w:rPr>
          <w:rFonts w:hint="eastAsia"/>
          <w:lang w:eastAsia="zh-CN"/>
        </w:rPr>
        <w:t xml:space="preserve"> when the configured PCell DRX cycle</w:t>
      </w:r>
      <w:r w:rsidRPr="008C6DE4">
        <w:rPr>
          <w:lang w:eastAsia="zh-CN"/>
        </w:rPr>
        <w:t xml:space="preserve"> </w:t>
      </w:r>
      <w:r w:rsidRPr="008C6DE4">
        <w:rPr>
          <w:rFonts w:hint="eastAsia"/>
          <w:lang w:eastAsia="zh-CN"/>
        </w:rPr>
        <w:t>is less than 640</w:t>
      </w:r>
      <w:r w:rsidRPr="008C6DE4">
        <w:rPr>
          <w:lang w:eastAsia="zh-CN"/>
        </w:rPr>
        <w:t xml:space="preserve"> </w:t>
      </w:r>
      <w:r w:rsidRPr="008C6DE4">
        <w:rPr>
          <w:rFonts w:hint="eastAsia"/>
          <w:lang w:eastAsia="zh-CN"/>
        </w:rPr>
        <w:t xml:space="preserve">ms, and 0.625% </w:t>
      </w:r>
      <w:r w:rsidRPr="008C6DE4">
        <w:rPr>
          <w:lang w:eastAsia="zh-CN"/>
        </w:rPr>
        <w:t>probability of missed ACK/NACK</w:t>
      </w:r>
      <w:r w:rsidRPr="008C6DE4">
        <w:rPr>
          <w:rFonts w:hint="eastAsia"/>
          <w:lang w:eastAsia="zh-CN"/>
        </w:rPr>
        <w:t xml:space="preserve"> is allowed when the configured PCell DRX cycle</w:t>
      </w:r>
      <w:r w:rsidRPr="008C6DE4">
        <w:rPr>
          <w:lang w:eastAsia="zh-CN"/>
        </w:rPr>
        <w:t xml:space="preserve"> </w:t>
      </w:r>
      <w:r w:rsidRPr="008C6DE4">
        <w:rPr>
          <w:rFonts w:hint="eastAsia"/>
          <w:lang w:eastAsia="zh-CN"/>
        </w:rPr>
        <w:t>is 640</w:t>
      </w:r>
      <w:r w:rsidRPr="008C6DE4">
        <w:rPr>
          <w:lang w:eastAsia="zh-CN"/>
        </w:rPr>
        <w:t xml:space="preserve"> </w:t>
      </w:r>
      <w:r w:rsidRPr="008C6DE4">
        <w:rPr>
          <w:rFonts w:hint="eastAsia"/>
          <w:lang w:eastAsia="zh-CN"/>
        </w:rPr>
        <w:t xml:space="preserve">ms or longer. </w:t>
      </w:r>
      <w:r w:rsidRPr="008C6DE4">
        <w:rPr>
          <w:lang w:eastAsia="zh-CN"/>
        </w:rPr>
        <w:t xml:space="preserve">Each interruption </w:t>
      </w:r>
      <w:r w:rsidRPr="008C6DE4">
        <w:rPr>
          <w:rFonts w:eastAsia="MS Mincho"/>
          <w:lang w:eastAsia="zh-CN"/>
        </w:rPr>
        <w:t>shall not exceed X slot as defined in table 8.2.4.2.</w:t>
      </w:r>
      <w:r w:rsidRPr="008C6DE4">
        <w:rPr>
          <w:lang w:eastAsia="zh-CN"/>
        </w:rPr>
        <w:t>6</w:t>
      </w:r>
      <w:r w:rsidRPr="008C6DE4">
        <w:rPr>
          <w:rFonts w:eastAsia="MS Mincho"/>
          <w:lang w:eastAsia="zh-CN"/>
        </w:rPr>
        <w:t>-1.</w:t>
      </w:r>
    </w:p>
    <w:p w14:paraId="2BA0271A" w14:textId="77777777" w:rsidR="00977C68" w:rsidRPr="008C6DE4" w:rsidRDefault="00977C68" w:rsidP="00977C68">
      <w:pPr>
        <w:pStyle w:val="TH"/>
      </w:pPr>
      <w:r w:rsidRPr="008C6DE4">
        <w:t>Table 8.2.4.2.6-1: Interruption length X at transition between active and non-active during DRX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1276"/>
        <w:gridCol w:w="1276"/>
        <w:gridCol w:w="1276"/>
      </w:tblGrid>
      <w:tr w:rsidR="00DD3199" w:rsidRPr="008C6DE4" w14:paraId="69533F72" w14:textId="77777777" w:rsidTr="00F15152">
        <w:trPr>
          <w:trHeight w:val="140"/>
          <w:jc w:val="center"/>
        </w:trPr>
        <w:tc>
          <w:tcPr>
            <w:tcW w:w="852" w:type="dxa"/>
            <w:vMerge w:val="restart"/>
            <w:tcBorders>
              <w:top w:val="single" w:sz="4" w:space="0" w:color="auto"/>
              <w:left w:val="single" w:sz="4" w:space="0" w:color="auto"/>
              <w:bottom w:val="single" w:sz="4" w:space="0" w:color="auto"/>
              <w:right w:val="single" w:sz="4" w:space="0" w:color="auto"/>
            </w:tcBorders>
            <w:vAlign w:val="center"/>
            <w:hideMark/>
          </w:tcPr>
          <w:p w14:paraId="3A08CFD6" w14:textId="77777777" w:rsidR="00977C68" w:rsidRPr="008C6DE4" w:rsidRDefault="00977C68" w:rsidP="004C54CE">
            <w:pPr>
              <w:pStyle w:val="TAH"/>
            </w:pPr>
            <w:r w:rsidRPr="008C6DE4">
              <w:rPr>
                <w:noProof/>
                <w:lang w:val="en-US" w:eastAsia="zh-CN"/>
              </w:rPr>
              <w:drawing>
                <wp:inline distT="0" distB="0" distL="0" distR="0" wp14:anchorId="3583E268" wp14:editId="1F91723F">
                  <wp:extent cx="154305" cy="154305"/>
                  <wp:effectExtent l="0" t="0" r="0" b="0"/>
                  <wp:docPr id="10"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1276" w:type="dxa"/>
            <w:vMerge w:val="restart"/>
            <w:tcBorders>
              <w:top w:val="single" w:sz="4" w:space="0" w:color="auto"/>
              <w:left w:val="single" w:sz="4" w:space="0" w:color="auto"/>
              <w:bottom w:val="single" w:sz="4" w:space="0" w:color="auto"/>
              <w:right w:val="single" w:sz="4" w:space="0" w:color="auto"/>
            </w:tcBorders>
            <w:hideMark/>
          </w:tcPr>
          <w:p w14:paraId="7F1A11D7" w14:textId="77777777" w:rsidR="00977C68" w:rsidRPr="008C6DE4" w:rsidRDefault="00977C68" w:rsidP="004C54CE">
            <w:pPr>
              <w:pStyle w:val="TAH"/>
            </w:pPr>
            <w:r w:rsidRPr="008C6DE4">
              <w:t>NR Slot length (ms)</w:t>
            </w:r>
          </w:p>
        </w:tc>
        <w:tc>
          <w:tcPr>
            <w:tcW w:w="2552" w:type="dxa"/>
            <w:gridSpan w:val="2"/>
            <w:tcBorders>
              <w:top w:val="single" w:sz="4" w:space="0" w:color="auto"/>
              <w:left w:val="single" w:sz="4" w:space="0" w:color="auto"/>
              <w:bottom w:val="single" w:sz="4" w:space="0" w:color="auto"/>
              <w:right w:val="single" w:sz="4" w:space="0" w:color="auto"/>
            </w:tcBorders>
            <w:hideMark/>
          </w:tcPr>
          <w:p w14:paraId="262B61CA" w14:textId="54ACBF59" w:rsidR="00977C68" w:rsidRPr="008C6DE4" w:rsidRDefault="00204BAC" w:rsidP="004C54CE">
            <w:pPr>
              <w:pStyle w:val="TAH"/>
            </w:pPr>
            <w:r w:rsidRPr="008C6DE4">
              <w:t>Interruption length X (slots)</w:t>
            </w:r>
          </w:p>
        </w:tc>
      </w:tr>
      <w:tr w:rsidR="00DD3199" w:rsidRPr="008C6DE4" w14:paraId="259BD5B4" w14:textId="77777777" w:rsidTr="00F15152">
        <w:trPr>
          <w:trHeight w:val="1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B5FA0A" w14:textId="77777777" w:rsidR="00977C68" w:rsidRPr="008C6DE4" w:rsidRDefault="00977C68" w:rsidP="004C54CE">
            <w:pPr>
              <w:pStyle w:val="TA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46349E" w14:textId="77777777" w:rsidR="00977C68" w:rsidRPr="008C6DE4" w:rsidRDefault="00977C68" w:rsidP="004C54CE">
            <w:pPr>
              <w:pStyle w:val="TAH"/>
            </w:pPr>
          </w:p>
        </w:tc>
        <w:tc>
          <w:tcPr>
            <w:tcW w:w="1276" w:type="dxa"/>
            <w:tcBorders>
              <w:top w:val="single" w:sz="4" w:space="0" w:color="auto"/>
              <w:left w:val="single" w:sz="4" w:space="0" w:color="auto"/>
              <w:bottom w:val="single" w:sz="4" w:space="0" w:color="auto"/>
              <w:right w:val="single" w:sz="4" w:space="0" w:color="auto"/>
            </w:tcBorders>
            <w:hideMark/>
          </w:tcPr>
          <w:p w14:paraId="415D42DA" w14:textId="77777777" w:rsidR="00977C68" w:rsidRPr="008C6DE4" w:rsidRDefault="00977C68" w:rsidP="004C54CE">
            <w:pPr>
              <w:pStyle w:val="TAH"/>
            </w:pPr>
            <w:r w:rsidRPr="008C6DE4">
              <w:t>Sync</w:t>
            </w:r>
          </w:p>
        </w:tc>
        <w:tc>
          <w:tcPr>
            <w:tcW w:w="1276" w:type="dxa"/>
            <w:tcBorders>
              <w:top w:val="single" w:sz="4" w:space="0" w:color="auto"/>
              <w:left w:val="single" w:sz="4" w:space="0" w:color="auto"/>
              <w:bottom w:val="single" w:sz="4" w:space="0" w:color="auto"/>
              <w:right w:val="single" w:sz="4" w:space="0" w:color="auto"/>
            </w:tcBorders>
            <w:hideMark/>
          </w:tcPr>
          <w:p w14:paraId="31DA7A8A" w14:textId="77777777" w:rsidR="00977C68" w:rsidRPr="008C6DE4" w:rsidRDefault="00977C68" w:rsidP="004C54CE">
            <w:pPr>
              <w:pStyle w:val="TAH"/>
            </w:pPr>
            <w:r w:rsidRPr="008C6DE4">
              <w:t>Async</w:t>
            </w:r>
          </w:p>
        </w:tc>
      </w:tr>
      <w:tr w:rsidR="00DD3199" w:rsidRPr="008C6DE4" w14:paraId="6430B701"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66621E80" w14:textId="77777777" w:rsidR="00977C68" w:rsidRPr="008C6DE4" w:rsidRDefault="00977C68" w:rsidP="004C54CE">
            <w:pPr>
              <w:pStyle w:val="TAC"/>
            </w:pPr>
            <w:r w:rsidRPr="008C6DE4">
              <w:t>0</w:t>
            </w:r>
          </w:p>
        </w:tc>
        <w:tc>
          <w:tcPr>
            <w:tcW w:w="1276" w:type="dxa"/>
            <w:tcBorders>
              <w:top w:val="single" w:sz="4" w:space="0" w:color="auto"/>
              <w:left w:val="single" w:sz="4" w:space="0" w:color="auto"/>
              <w:bottom w:val="single" w:sz="4" w:space="0" w:color="auto"/>
              <w:right w:val="single" w:sz="4" w:space="0" w:color="auto"/>
            </w:tcBorders>
            <w:hideMark/>
          </w:tcPr>
          <w:p w14:paraId="5D38F29C" w14:textId="77777777" w:rsidR="00977C68" w:rsidRPr="008C6DE4" w:rsidRDefault="00977C68" w:rsidP="004C54CE">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6CC029E7" w14:textId="77777777" w:rsidR="00977C68" w:rsidRPr="008C6DE4" w:rsidRDefault="00977C68" w:rsidP="004C54CE">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23147DF4" w14:textId="77777777" w:rsidR="00977C68" w:rsidRPr="008C6DE4" w:rsidRDefault="00977C68" w:rsidP="004C54CE">
            <w:pPr>
              <w:pStyle w:val="TAC"/>
            </w:pPr>
            <w:r w:rsidRPr="008C6DE4">
              <w:t>2</w:t>
            </w:r>
          </w:p>
        </w:tc>
      </w:tr>
      <w:tr w:rsidR="00DD3199" w:rsidRPr="008C6DE4" w14:paraId="7AACC16D"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3BE99880" w14:textId="77777777" w:rsidR="00977C68" w:rsidRPr="008C6DE4" w:rsidRDefault="00977C68" w:rsidP="004C54CE">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0B8C3900" w14:textId="77777777" w:rsidR="00977C68" w:rsidRPr="008C6DE4" w:rsidRDefault="00977C68" w:rsidP="004C54CE">
            <w:pPr>
              <w:pStyle w:val="TAC"/>
            </w:pPr>
            <w:r w:rsidRPr="008C6DE4">
              <w:t>0.5</w:t>
            </w:r>
          </w:p>
        </w:tc>
        <w:tc>
          <w:tcPr>
            <w:tcW w:w="1276" w:type="dxa"/>
            <w:tcBorders>
              <w:top w:val="single" w:sz="4" w:space="0" w:color="auto"/>
              <w:left w:val="single" w:sz="4" w:space="0" w:color="auto"/>
              <w:bottom w:val="single" w:sz="4" w:space="0" w:color="auto"/>
              <w:right w:val="single" w:sz="4" w:space="0" w:color="auto"/>
            </w:tcBorders>
            <w:hideMark/>
          </w:tcPr>
          <w:p w14:paraId="1D7367F4" w14:textId="77777777" w:rsidR="00977C68" w:rsidRPr="008C6DE4" w:rsidRDefault="00977C68" w:rsidP="004C54CE">
            <w:pPr>
              <w:pStyle w:val="TAC"/>
            </w:pPr>
            <w:r w:rsidRPr="008C6DE4">
              <w:t>1</w:t>
            </w:r>
          </w:p>
        </w:tc>
        <w:tc>
          <w:tcPr>
            <w:tcW w:w="1276" w:type="dxa"/>
            <w:tcBorders>
              <w:top w:val="single" w:sz="4" w:space="0" w:color="auto"/>
              <w:left w:val="single" w:sz="4" w:space="0" w:color="auto"/>
              <w:bottom w:val="single" w:sz="4" w:space="0" w:color="auto"/>
              <w:right w:val="single" w:sz="4" w:space="0" w:color="auto"/>
            </w:tcBorders>
            <w:hideMark/>
          </w:tcPr>
          <w:p w14:paraId="6F67C2E5" w14:textId="77777777" w:rsidR="00977C68" w:rsidRPr="008C6DE4" w:rsidRDefault="00977C68" w:rsidP="004C54CE">
            <w:pPr>
              <w:pStyle w:val="TAC"/>
            </w:pPr>
            <w:r w:rsidRPr="008C6DE4">
              <w:t>2</w:t>
            </w:r>
          </w:p>
        </w:tc>
      </w:tr>
      <w:tr w:rsidR="00DD3199" w:rsidRPr="008C6DE4" w14:paraId="67AB255F"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508564B6" w14:textId="77777777" w:rsidR="00977C68" w:rsidRPr="008C6DE4" w:rsidRDefault="00977C68" w:rsidP="004C54CE">
            <w:pPr>
              <w:pStyle w:val="TAC"/>
            </w:pPr>
            <w:r w:rsidRPr="008C6DE4">
              <w:t>2</w:t>
            </w:r>
          </w:p>
        </w:tc>
        <w:tc>
          <w:tcPr>
            <w:tcW w:w="1276" w:type="dxa"/>
            <w:tcBorders>
              <w:top w:val="single" w:sz="4" w:space="0" w:color="auto"/>
              <w:left w:val="single" w:sz="4" w:space="0" w:color="auto"/>
              <w:bottom w:val="single" w:sz="4" w:space="0" w:color="auto"/>
              <w:right w:val="single" w:sz="4" w:space="0" w:color="auto"/>
            </w:tcBorders>
            <w:hideMark/>
          </w:tcPr>
          <w:p w14:paraId="28758C89" w14:textId="77777777" w:rsidR="00977C68" w:rsidRPr="008C6DE4" w:rsidRDefault="00977C68" w:rsidP="004C54CE">
            <w:pPr>
              <w:pStyle w:val="TAC"/>
            </w:pPr>
            <w:r w:rsidRPr="008C6DE4">
              <w:t>0.25</w:t>
            </w:r>
          </w:p>
        </w:tc>
        <w:tc>
          <w:tcPr>
            <w:tcW w:w="2552" w:type="dxa"/>
            <w:gridSpan w:val="2"/>
            <w:tcBorders>
              <w:top w:val="single" w:sz="4" w:space="0" w:color="auto"/>
              <w:left w:val="single" w:sz="4" w:space="0" w:color="auto"/>
              <w:bottom w:val="single" w:sz="4" w:space="0" w:color="auto"/>
              <w:right w:val="single" w:sz="4" w:space="0" w:color="auto"/>
            </w:tcBorders>
            <w:hideMark/>
          </w:tcPr>
          <w:p w14:paraId="409D2542" w14:textId="77777777" w:rsidR="00977C68" w:rsidRPr="008C6DE4" w:rsidRDefault="00977C68" w:rsidP="004C54CE">
            <w:pPr>
              <w:pStyle w:val="TAC"/>
            </w:pPr>
            <w:r w:rsidRPr="008C6DE4">
              <w:t>3</w:t>
            </w:r>
          </w:p>
        </w:tc>
      </w:tr>
      <w:tr w:rsidR="00DD3199" w:rsidRPr="008C6DE4" w14:paraId="3A619DD5" w14:textId="77777777" w:rsidTr="00F15152">
        <w:trPr>
          <w:jc w:val="center"/>
        </w:trPr>
        <w:tc>
          <w:tcPr>
            <w:tcW w:w="852" w:type="dxa"/>
            <w:tcBorders>
              <w:top w:val="single" w:sz="4" w:space="0" w:color="auto"/>
              <w:left w:val="single" w:sz="4" w:space="0" w:color="auto"/>
              <w:bottom w:val="single" w:sz="4" w:space="0" w:color="auto"/>
              <w:right w:val="single" w:sz="4" w:space="0" w:color="auto"/>
            </w:tcBorders>
            <w:hideMark/>
          </w:tcPr>
          <w:p w14:paraId="2BC5A9E5" w14:textId="77777777" w:rsidR="00977C68" w:rsidRPr="008C6DE4" w:rsidRDefault="00977C68" w:rsidP="004C54CE">
            <w:pPr>
              <w:pStyle w:val="TAC"/>
            </w:pPr>
            <w:r w:rsidRPr="008C6DE4">
              <w:t>3</w:t>
            </w:r>
          </w:p>
        </w:tc>
        <w:tc>
          <w:tcPr>
            <w:tcW w:w="1276" w:type="dxa"/>
            <w:tcBorders>
              <w:top w:val="single" w:sz="4" w:space="0" w:color="auto"/>
              <w:left w:val="single" w:sz="4" w:space="0" w:color="auto"/>
              <w:bottom w:val="single" w:sz="4" w:space="0" w:color="auto"/>
              <w:right w:val="single" w:sz="4" w:space="0" w:color="auto"/>
            </w:tcBorders>
            <w:hideMark/>
          </w:tcPr>
          <w:p w14:paraId="59137DBF" w14:textId="77777777" w:rsidR="00977C68" w:rsidRPr="008C6DE4" w:rsidRDefault="00977C68" w:rsidP="004C54CE">
            <w:pPr>
              <w:pStyle w:val="TAC"/>
            </w:pPr>
            <w:r w:rsidRPr="008C6DE4">
              <w:t>0.125</w:t>
            </w:r>
          </w:p>
        </w:tc>
        <w:tc>
          <w:tcPr>
            <w:tcW w:w="2552" w:type="dxa"/>
            <w:gridSpan w:val="2"/>
            <w:tcBorders>
              <w:top w:val="single" w:sz="4" w:space="0" w:color="auto"/>
              <w:left w:val="single" w:sz="4" w:space="0" w:color="auto"/>
              <w:bottom w:val="single" w:sz="4" w:space="0" w:color="auto"/>
              <w:right w:val="single" w:sz="4" w:space="0" w:color="auto"/>
            </w:tcBorders>
            <w:hideMark/>
          </w:tcPr>
          <w:p w14:paraId="5BCBF422" w14:textId="77777777" w:rsidR="00977C68" w:rsidRPr="008C6DE4" w:rsidRDefault="00977C68" w:rsidP="004C54CE">
            <w:pPr>
              <w:pStyle w:val="TAC"/>
            </w:pPr>
            <w:r w:rsidRPr="008C6DE4">
              <w:t>5</w:t>
            </w:r>
          </w:p>
        </w:tc>
      </w:tr>
    </w:tbl>
    <w:p w14:paraId="78993D86" w14:textId="77777777" w:rsidR="004C54CE" w:rsidRDefault="004C54CE" w:rsidP="00977C68">
      <w:pPr>
        <w:rPr>
          <w:lang w:eastAsia="zh-CN"/>
        </w:rPr>
      </w:pPr>
    </w:p>
    <w:p w14:paraId="4DF0DA48" w14:textId="7ACF2A5D" w:rsidR="00977C68" w:rsidRPr="008C6DE4" w:rsidRDefault="00977C68" w:rsidP="00977C68">
      <w:pPr>
        <w:rPr>
          <w:lang w:eastAsia="zh-CN"/>
        </w:rPr>
      </w:pPr>
      <w:r w:rsidRPr="008C6DE4">
        <w:rPr>
          <w:lang w:eastAsia="zh-CN"/>
        </w:rPr>
        <w:t>W</w:t>
      </w:r>
      <w:r w:rsidRPr="008C6DE4">
        <w:rPr>
          <w:rFonts w:hint="eastAsia"/>
          <w:lang w:eastAsia="zh-CN"/>
        </w:rPr>
        <w:t>hen both PCell and PSCell are in DRX, no interruption is allowed.</w:t>
      </w:r>
    </w:p>
    <w:p w14:paraId="2BF2D732" w14:textId="77777777" w:rsidR="00977C68" w:rsidRPr="008C6DE4" w:rsidRDefault="00977C68" w:rsidP="00977C68">
      <w:pPr>
        <w:pStyle w:val="Heading5"/>
        <w:rPr>
          <w:lang w:val="en-US" w:eastAsia="zh-CN"/>
        </w:rPr>
      </w:pPr>
      <w:r w:rsidRPr="008C6DE4">
        <w:rPr>
          <w:lang w:val="en-US" w:eastAsia="zh-CN"/>
        </w:rPr>
        <w:t>8.2.4.2.7</w:t>
      </w:r>
      <w:r w:rsidRPr="008C6DE4">
        <w:rPr>
          <w:lang w:val="en-US" w:eastAsia="zh-CN"/>
        </w:rPr>
        <w:tab/>
      </w:r>
      <w:r w:rsidRPr="008C6DE4">
        <w:rPr>
          <w:rFonts w:hint="eastAsia"/>
          <w:lang w:eastAsia="zh-CN"/>
        </w:rPr>
        <w:t>In</w:t>
      </w:r>
      <w:r w:rsidRPr="008C6DE4">
        <w:rPr>
          <w:lang w:eastAsia="zh-CN"/>
        </w:rPr>
        <w:t xml:space="preserve">terruptions </w:t>
      </w:r>
      <w:r w:rsidRPr="008C6DE4">
        <w:rPr>
          <w:rFonts w:hint="eastAsia"/>
          <w:lang w:eastAsia="zh-CN"/>
        </w:rPr>
        <w:t>at</w:t>
      </w:r>
      <w:r w:rsidRPr="008C6DE4">
        <w:rPr>
          <w:lang w:eastAsia="zh-CN"/>
        </w:rPr>
        <w:t xml:space="preserve"> transitions</w:t>
      </w:r>
      <w:r w:rsidRPr="008C6DE4">
        <w:rPr>
          <w:rFonts w:hint="eastAsia"/>
          <w:lang w:eastAsia="zh-CN"/>
        </w:rPr>
        <w:t xml:space="preserve"> from </w:t>
      </w:r>
      <w:r w:rsidRPr="008C6DE4">
        <w:rPr>
          <w:lang w:eastAsia="zh-CN"/>
        </w:rPr>
        <w:t>non-DRX</w:t>
      </w:r>
      <w:r w:rsidRPr="008C6DE4">
        <w:rPr>
          <w:rFonts w:hint="eastAsia"/>
          <w:lang w:eastAsia="zh-CN"/>
        </w:rPr>
        <w:t xml:space="preserve"> to DRX</w:t>
      </w:r>
    </w:p>
    <w:p w14:paraId="1CF7322B" w14:textId="77777777" w:rsidR="004C54CE" w:rsidRPr="008C6DE4" w:rsidRDefault="004C54CE" w:rsidP="004C54CE">
      <w:pPr>
        <w:rPr>
          <w:lang w:eastAsia="zh-CN"/>
        </w:rPr>
      </w:pPr>
      <w:bookmarkStart w:id="132" w:name="_Toc5952659"/>
      <w:bookmarkStart w:id="133" w:name="_Toc5952663"/>
      <w:bookmarkEnd w:id="107"/>
      <w:r w:rsidRPr="008C6DE4">
        <w:rPr>
          <w:lang w:eastAsia="zh-CN"/>
        </w:rPr>
        <w:t>Interruption on PCell and the activated SCell in MCG if configured</w:t>
      </w:r>
      <w:r w:rsidRPr="008C6DE4">
        <w:rPr>
          <w:rFonts w:hint="eastAsia"/>
          <w:lang w:eastAsia="zh-CN"/>
        </w:rPr>
        <w:t xml:space="preserve"> due to PSCell transitions from </w:t>
      </w:r>
      <w:r w:rsidRPr="008C6DE4">
        <w:rPr>
          <w:lang w:eastAsia="zh-CN"/>
        </w:rPr>
        <w:t>non-DRX</w:t>
      </w:r>
      <w:r w:rsidRPr="008C6DE4">
        <w:rPr>
          <w:rFonts w:hint="eastAsia"/>
          <w:lang w:eastAsia="zh-CN"/>
        </w:rPr>
        <w:t xml:space="preserve"> to DRX</w:t>
      </w:r>
      <w:r w:rsidRPr="008C6DE4">
        <w:rPr>
          <w:lang w:eastAsia="zh-CN"/>
        </w:rPr>
        <w:t xml:space="preserve"> </w:t>
      </w:r>
      <w:r w:rsidRPr="008C6DE4">
        <w:rPr>
          <w:rFonts w:hint="eastAsia"/>
          <w:lang w:eastAsia="zh-CN"/>
        </w:rPr>
        <w:t xml:space="preserve">when PCell is in non-DRX </w:t>
      </w:r>
      <w:r w:rsidRPr="008C6DE4">
        <w:rPr>
          <w:rFonts w:eastAsia="MS Mincho"/>
          <w:lang w:eastAsia="zh-CN"/>
        </w:rPr>
        <w:t>shall not exceed X slot</w:t>
      </w:r>
      <w:r>
        <w:rPr>
          <w:rFonts w:eastAsia="MS Mincho"/>
          <w:lang w:eastAsia="zh-CN"/>
        </w:rPr>
        <w:t>s</w:t>
      </w:r>
      <w:r w:rsidRPr="008C6DE4">
        <w:rPr>
          <w:rFonts w:eastAsia="MS Mincho"/>
          <w:lang w:eastAsia="zh-CN"/>
        </w:rPr>
        <w:t xml:space="preserve"> as defined in table 8.2.4.2.</w:t>
      </w:r>
      <w:r w:rsidRPr="008C6DE4">
        <w:rPr>
          <w:lang w:eastAsia="zh-CN"/>
        </w:rPr>
        <w:t>6</w:t>
      </w:r>
      <w:r w:rsidRPr="008C6DE4">
        <w:rPr>
          <w:rFonts w:eastAsia="MS Mincho"/>
          <w:lang w:eastAsia="zh-CN"/>
        </w:rPr>
        <w:t>-1.</w:t>
      </w:r>
    </w:p>
    <w:p w14:paraId="524C6F64" w14:textId="77777777" w:rsidR="004C54CE" w:rsidRPr="008C6DE4" w:rsidRDefault="004C54CE" w:rsidP="004C54CE">
      <w:pPr>
        <w:rPr>
          <w:lang w:eastAsia="zh-CN"/>
        </w:rPr>
      </w:pPr>
      <w:r w:rsidRPr="008C6DE4">
        <w:rPr>
          <w:lang w:eastAsia="zh-CN"/>
        </w:rPr>
        <w:t>Interruption on PSCell and the activated SCell in SCG if configured</w:t>
      </w:r>
      <w:r w:rsidRPr="008C6DE4">
        <w:rPr>
          <w:rFonts w:hint="eastAsia"/>
          <w:lang w:eastAsia="zh-CN"/>
        </w:rPr>
        <w:t xml:space="preserve"> due to PCell transitions from</w:t>
      </w:r>
      <w:r w:rsidRPr="008C6DE4">
        <w:rPr>
          <w:lang w:eastAsia="zh-CN"/>
        </w:rPr>
        <w:t xml:space="preserve"> non-DRX </w:t>
      </w:r>
      <w:r w:rsidRPr="008C6DE4">
        <w:rPr>
          <w:rFonts w:hint="eastAsia"/>
          <w:lang w:eastAsia="zh-CN"/>
        </w:rPr>
        <w:t>to</w:t>
      </w:r>
      <w:r w:rsidRPr="008C6DE4">
        <w:rPr>
          <w:lang w:eastAsia="zh-CN"/>
        </w:rPr>
        <w:t xml:space="preserve"> DRX </w:t>
      </w:r>
      <w:r w:rsidRPr="008C6DE4">
        <w:rPr>
          <w:rFonts w:hint="eastAsia"/>
          <w:lang w:eastAsia="zh-CN"/>
        </w:rPr>
        <w:t xml:space="preserve">when PSCell is in non-DRX </w:t>
      </w:r>
      <w:r w:rsidRPr="008C6DE4">
        <w:rPr>
          <w:rFonts w:eastAsia="MS Mincho"/>
          <w:lang w:eastAsia="zh-CN"/>
        </w:rPr>
        <w:t>shall not exceed X slot</w:t>
      </w:r>
      <w:r>
        <w:rPr>
          <w:rFonts w:eastAsia="MS Mincho"/>
          <w:lang w:eastAsia="zh-CN"/>
        </w:rPr>
        <w:t>s</w:t>
      </w:r>
      <w:r w:rsidRPr="008C6DE4">
        <w:rPr>
          <w:rFonts w:eastAsia="MS Mincho"/>
          <w:lang w:eastAsia="zh-CN"/>
        </w:rPr>
        <w:t xml:space="preserve"> as defined in table 8.2.4.2.</w:t>
      </w:r>
      <w:r w:rsidRPr="008C6DE4">
        <w:rPr>
          <w:lang w:eastAsia="zh-CN"/>
        </w:rPr>
        <w:t>6</w:t>
      </w:r>
      <w:r w:rsidRPr="008C6DE4">
        <w:rPr>
          <w:rFonts w:eastAsia="MS Mincho"/>
          <w:lang w:eastAsia="zh-CN"/>
        </w:rPr>
        <w:t>-1.</w:t>
      </w:r>
    </w:p>
    <w:p w14:paraId="12D03F91" w14:textId="5BE57921" w:rsidR="006A65D1" w:rsidRPr="008C6DE4" w:rsidRDefault="0048284E" w:rsidP="0048284E">
      <w:pPr>
        <w:pStyle w:val="Heading2"/>
      </w:pPr>
      <w:r w:rsidRPr="008C6DE4">
        <w:t>8.3</w:t>
      </w:r>
      <w:r w:rsidR="006A65D1" w:rsidRPr="008C6DE4">
        <w:tab/>
        <w:t>SCell Activation and Deactivation Delay</w:t>
      </w:r>
    </w:p>
    <w:p w14:paraId="5A23557F" w14:textId="29E63837" w:rsidR="006A65D1" w:rsidRPr="008C6DE4" w:rsidRDefault="0048284E" w:rsidP="0048284E">
      <w:pPr>
        <w:pStyle w:val="Heading3"/>
        <w:rPr>
          <w:lang w:val="en-US"/>
        </w:rPr>
      </w:pPr>
      <w:bookmarkStart w:id="134" w:name="_Toc535475974"/>
      <w:r w:rsidRPr="008C6DE4">
        <w:rPr>
          <w:lang w:val="en-US"/>
        </w:rPr>
        <w:t>8.3.1</w:t>
      </w:r>
      <w:r w:rsidR="006A65D1" w:rsidRPr="008C6DE4">
        <w:rPr>
          <w:lang w:val="en-US"/>
        </w:rPr>
        <w:tab/>
        <w:t>Introduction</w:t>
      </w:r>
      <w:bookmarkEnd w:id="134"/>
    </w:p>
    <w:p w14:paraId="1893CF57" w14:textId="384B6CD0" w:rsidR="006A65D1" w:rsidRPr="008C6DE4" w:rsidRDefault="006A65D1" w:rsidP="006A65D1">
      <w:r w:rsidRPr="008C6DE4">
        <w:t xml:space="preserve">This </w:t>
      </w:r>
      <w:r w:rsidR="00854981" w:rsidRPr="008C6DE4">
        <w:t>clause</w:t>
      </w:r>
      <w:r w:rsidRPr="008C6DE4">
        <w:t xml:space="preserve"> defines requirements for the delay within which the UE shall be able to activate a deactivated SCell and deactivate an activated SCell in</w:t>
      </w:r>
      <w:r w:rsidRPr="008C6DE4">
        <w:rPr>
          <w:lang w:eastAsia="zh-CN"/>
        </w:rPr>
        <w:t xml:space="preserve"> EN-DC, or in standalone NR carrier aggregation, or in NE-DC, or in NR-DC</w:t>
      </w:r>
      <w:r w:rsidRPr="008C6DE4">
        <w:t>.</w:t>
      </w:r>
    </w:p>
    <w:p w14:paraId="79860D26" w14:textId="77777777" w:rsidR="006A65D1" w:rsidRPr="008C6DE4" w:rsidRDefault="006A65D1" w:rsidP="006A65D1">
      <w:r w:rsidRPr="008C6DE4">
        <w:t xml:space="preserve">The requirements shall apply for </w:t>
      </w:r>
      <w:r w:rsidRPr="008C6DE4">
        <w:rPr>
          <w:lang w:eastAsia="zh-CN"/>
        </w:rPr>
        <w:t>EN-DC, standalone NR carrier aggregation, NE-DC, and NR-DC.</w:t>
      </w:r>
    </w:p>
    <w:p w14:paraId="26B37520" w14:textId="1710A7B2" w:rsidR="006A65D1" w:rsidRPr="008C6DE4" w:rsidRDefault="0048284E" w:rsidP="0048284E">
      <w:pPr>
        <w:pStyle w:val="Heading3"/>
        <w:rPr>
          <w:lang w:val="en-US"/>
        </w:rPr>
      </w:pPr>
      <w:bookmarkStart w:id="135" w:name="_Toc535475975"/>
      <w:r w:rsidRPr="008C6DE4">
        <w:rPr>
          <w:lang w:val="en-US"/>
        </w:rPr>
        <w:t>8.3.2</w:t>
      </w:r>
      <w:r w:rsidR="006A65D1" w:rsidRPr="008C6DE4">
        <w:rPr>
          <w:lang w:val="en-US"/>
        </w:rPr>
        <w:tab/>
        <w:t>SCell Activation Delay Requirement for Deactivated SCell</w:t>
      </w:r>
      <w:bookmarkEnd w:id="135"/>
    </w:p>
    <w:p w14:paraId="4DA10C17" w14:textId="78560364" w:rsidR="006A65D1" w:rsidRPr="008C6DE4" w:rsidRDefault="006A65D1" w:rsidP="006A65D1">
      <w:r w:rsidRPr="008C6DE4">
        <w:t xml:space="preserve">The requirements in this </w:t>
      </w:r>
      <w:r w:rsidR="00854981" w:rsidRPr="008C6DE4">
        <w:t>clause</w:t>
      </w:r>
      <w:r w:rsidRPr="008C6DE4">
        <w:t xml:space="preserve"> shall apply for the UE configured with one downlink SCell </w:t>
      </w:r>
      <w:r w:rsidRPr="008C6DE4">
        <w:rPr>
          <w:lang w:eastAsia="zh-CN"/>
        </w:rPr>
        <w:t>in EN-DC, or in standalone NR carrier aggregation or in NE-DC or in NR-DC and when one SCell is being activated</w:t>
      </w:r>
      <w:r w:rsidRPr="008C6DE4">
        <w:t>.</w:t>
      </w:r>
    </w:p>
    <w:p w14:paraId="3659A26D" w14:textId="77777777" w:rsidR="006A65D1" w:rsidRPr="008C6DE4" w:rsidRDefault="006A65D1" w:rsidP="006A65D1">
      <w:pPr>
        <w:rPr>
          <w:lang w:eastAsia="zh-CN"/>
        </w:rPr>
      </w:pPr>
      <w:r w:rsidRPr="008C6DE4">
        <w:t>The delay within which the UE shall be able to activate the deactivated SCell depends upon the specified conditions.</w:t>
      </w:r>
    </w:p>
    <w:p w14:paraId="7876339E" w14:textId="77777777" w:rsidR="008B71CC" w:rsidRPr="008C6DE4" w:rsidRDefault="008B71CC" w:rsidP="008B71CC">
      <w:r w:rsidRPr="008C6DE4">
        <w:t xml:space="preserve">Upon receiving SCell activation command in slot </w:t>
      </w:r>
      <w:r w:rsidRPr="008C6DE4">
        <w:rPr>
          <w:i/>
        </w:rPr>
        <w:t>n</w:t>
      </w:r>
      <w:r w:rsidRPr="008C6DE4">
        <w:t xml:space="preserve">, the UE shall be capable to transmit valid CSI report and apply actions related to the activation command for the SCell being activated no later than in slot </w:t>
      </w:r>
      <m:oMath>
        <m:r>
          <m:rPr>
            <m:sty m:val="p"/>
          </m:rPr>
          <w:rPr>
            <w:rFonts w:ascii="Cambria Math" w:hAnsi="Cambria Math"/>
          </w:rPr>
          <m:t>n+</m:t>
        </m:r>
        <m:f>
          <m:fPr>
            <m:ctrlPr>
              <w:rPr>
                <w:rFonts w:ascii="Cambria Math" w:hAnsi="Cambria Math"/>
              </w:rPr>
            </m:ctrlPr>
          </m:fPr>
          <m:num>
            <m:sSub>
              <m:sSubPr>
                <m:ctrlPr>
                  <w:rPr>
                    <w:rFonts w:ascii="Cambria Math" w:hAnsi="Cambria Math"/>
                    <w:i/>
                  </w:rPr>
                </m:ctrlPr>
              </m:sSubPr>
              <m:e>
                <m:r>
                  <w:rPr>
                    <w:rFonts w:ascii="Cambria Math" w:hAnsi="Cambria Math"/>
                  </w:rPr>
                  <m:t>T</m:t>
                </m:r>
              </m:e>
              <m:sub>
                <m:r>
                  <w:rPr>
                    <w:rFonts w:ascii="Cambria Math" w:hAnsi="Cambria Math"/>
                  </w:rPr>
                  <m:t>HARQ</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activation_time</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CSI_Reporting</m:t>
                </m:r>
              </m:sub>
            </m:sSub>
          </m:num>
          <m:den>
            <m:r>
              <w:rPr>
                <w:rFonts w:ascii="Cambria Math" w:hAnsi="Cambria Math"/>
              </w:rPr>
              <m:t>NR slot length</m:t>
            </m:r>
          </m:den>
        </m:f>
      </m:oMath>
      <w:r w:rsidRPr="008C6DE4">
        <w:t xml:space="preserve"> , where:</w:t>
      </w:r>
    </w:p>
    <w:p w14:paraId="568FC507" w14:textId="77777777" w:rsidR="00C828E4" w:rsidRPr="008C6DE4" w:rsidRDefault="00C828E4" w:rsidP="00C828E4">
      <w:pPr>
        <w:ind w:leftChars="300" w:left="600"/>
        <w:rPr>
          <w:u w:val="single"/>
        </w:rPr>
      </w:pPr>
      <w:r w:rsidRPr="008C6DE4">
        <w:t>T</w:t>
      </w:r>
      <w:r w:rsidRPr="008C6DE4">
        <w:rPr>
          <w:vertAlign w:val="subscript"/>
        </w:rPr>
        <w:t>HARQ</w:t>
      </w:r>
      <w:r w:rsidRPr="008C6DE4">
        <w:t xml:space="preserve"> (in ms) is the timing between DL data transmission and acknowledgement as specified in TS 38.213 [3]</w:t>
      </w:r>
    </w:p>
    <w:p w14:paraId="64868697" w14:textId="77777777" w:rsidR="00C828E4" w:rsidRPr="008C6DE4" w:rsidRDefault="00C828E4" w:rsidP="00C828E4">
      <w:pPr>
        <w:ind w:leftChars="300" w:left="600"/>
        <w:rPr>
          <w:lang w:eastAsia="zh-CN"/>
        </w:rPr>
      </w:pPr>
      <w:r w:rsidRPr="008C6DE4">
        <w:t>T</w:t>
      </w:r>
      <w:r w:rsidRPr="008C6DE4">
        <w:rPr>
          <w:vertAlign w:val="subscript"/>
        </w:rPr>
        <w:t>activation_time</w:t>
      </w:r>
      <w:r w:rsidRPr="008C6DE4">
        <w:t xml:space="preserve"> is the SCell activation delay in millisecond. </w:t>
      </w:r>
    </w:p>
    <w:p w14:paraId="62DA07D9" w14:textId="77777777" w:rsidR="00BF0B16" w:rsidRPr="008C6DE4" w:rsidRDefault="00BF0B16" w:rsidP="00BF0B16">
      <w:pPr>
        <w:ind w:left="851"/>
      </w:pPr>
      <w:r w:rsidRPr="008C6DE4">
        <w:t>If the SCell is known and belongs to FR1, T</w:t>
      </w:r>
      <w:r w:rsidRPr="008C6DE4">
        <w:rPr>
          <w:vertAlign w:val="subscript"/>
        </w:rPr>
        <w:t>activation_time</w:t>
      </w:r>
      <w:r w:rsidRPr="008C6DE4">
        <w:t xml:space="preserve"> is:</w:t>
      </w:r>
    </w:p>
    <w:p w14:paraId="616BFAC1" w14:textId="56E6C53F" w:rsidR="00BF0B16" w:rsidRPr="008C6DE4" w:rsidRDefault="00BF0B16" w:rsidP="00BF0B16">
      <w:pPr>
        <w:ind w:left="1386" w:hanging="284"/>
      </w:pPr>
      <w:r w:rsidRPr="008C6DE4">
        <w:t>-</w:t>
      </w:r>
      <w:r w:rsidRPr="008C6DE4">
        <w:tab/>
        <w:t>T</w:t>
      </w:r>
      <w:r w:rsidRPr="008C6DE4">
        <w:rPr>
          <w:vertAlign w:val="subscript"/>
        </w:rPr>
        <w:t>FirstSSB</w:t>
      </w:r>
      <w:r w:rsidRPr="008C6DE4">
        <w:t xml:space="preserve">+ 5ms, if the </w:t>
      </w:r>
      <w:r>
        <w:t>measurement period of the SCell being activated</w:t>
      </w:r>
      <w:r w:rsidRPr="008C6DE4">
        <w:t xml:space="preserve"> is equal to or smaller than </w:t>
      </w:r>
      <w:r>
        <w:t>2400</w:t>
      </w:r>
      <w:r w:rsidRPr="008C6DE4">
        <w:t>ms.</w:t>
      </w:r>
    </w:p>
    <w:p w14:paraId="067F9FAC" w14:textId="5729FCE1" w:rsidR="00BF0B16" w:rsidRPr="008C6DE4" w:rsidRDefault="00BF0B16" w:rsidP="00BF0B16">
      <w:pPr>
        <w:ind w:left="1386" w:hanging="284"/>
      </w:pPr>
      <w:r w:rsidRPr="008C6DE4">
        <w:t>-</w:t>
      </w:r>
      <w:r w:rsidRPr="008C6DE4">
        <w:tab/>
        <w:t>T</w:t>
      </w:r>
      <w:r w:rsidRPr="008C6DE4">
        <w:rPr>
          <w:vertAlign w:val="subscript"/>
        </w:rPr>
        <w:t>FirstSSB_MAX</w:t>
      </w:r>
      <w:r w:rsidRPr="008C6DE4">
        <w:t xml:space="preserve"> + T</w:t>
      </w:r>
      <w:r w:rsidRPr="008C6DE4">
        <w:rPr>
          <w:vertAlign w:val="subscript"/>
        </w:rPr>
        <w:t>rs</w:t>
      </w:r>
      <w:r w:rsidRPr="008C6DE4">
        <w:t xml:space="preserve"> + 5ms, if the </w:t>
      </w:r>
      <w:r>
        <w:t>measurement period of the SCell being activated</w:t>
      </w:r>
      <w:r w:rsidRPr="008C6DE4">
        <w:t xml:space="preserve"> is larger than </w:t>
      </w:r>
      <w:r>
        <w:t>2400ms</w:t>
      </w:r>
      <w:r w:rsidRPr="008C6DE4">
        <w:t>.</w:t>
      </w:r>
    </w:p>
    <w:p w14:paraId="691D4FFD" w14:textId="77777777" w:rsidR="00BF0B16" w:rsidRDefault="00BF0B16" w:rsidP="00BF0B16">
      <w:pPr>
        <w:pStyle w:val="B3"/>
        <w:ind w:left="851" w:firstLine="0"/>
        <w:rPr>
          <w:lang w:val="en-US" w:eastAsia="zh-CN"/>
        </w:rPr>
      </w:pPr>
      <w:r>
        <w:rPr>
          <w:lang w:val="en-US" w:eastAsia="zh-CN"/>
        </w:rPr>
        <w:t xml:space="preserve">If the SCell being activated belongs to FR1 and if there is at least one active serving cell contiguous to the SCell on that FR1 band, if the UE is not provided with </w:t>
      </w:r>
      <w:r>
        <w:t>SSB configuration (</w:t>
      </w:r>
      <w:r>
        <w:rPr>
          <w:i/>
        </w:rPr>
        <w:t>absoluteFrequencySSB</w:t>
      </w:r>
      <w:r>
        <w:t>)</w:t>
      </w:r>
      <w:r>
        <w:rPr>
          <w:lang w:val="en-US" w:eastAsia="zh-CN"/>
        </w:rPr>
        <w:t xml:space="preserve"> </w:t>
      </w:r>
      <w:r w:rsidRPr="00481BF0">
        <w:rPr>
          <w:lang w:val="en-US" w:eastAsia="zh-CN"/>
        </w:rPr>
        <w:t xml:space="preserve">nor SMTC configuration </w:t>
      </w:r>
      <w:r>
        <w:rPr>
          <w:lang w:val="en-US" w:eastAsia="zh-CN"/>
        </w:rPr>
        <w:t>for the target SCell, T</w:t>
      </w:r>
      <w:r>
        <w:rPr>
          <w:vertAlign w:val="subscript"/>
          <w:lang w:val="en-US" w:eastAsia="zh-CN"/>
        </w:rPr>
        <w:t>activation_time</w:t>
      </w:r>
      <w:r>
        <w:rPr>
          <w:lang w:val="en-US" w:eastAsia="zh-CN"/>
        </w:rPr>
        <w:t xml:space="preserve"> is 3 ms</w:t>
      </w:r>
      <w:r w:rsidRPr="002D0D76">
        <w:rPr>
          <w:lang w:val="en-US" w:eastAsia="zh-CN"/>
        </w:rPr>
        <w:t xml:space="preserve"> </w:t>
      </w:r>
      <w:r>
        <w:rPr>
          <w:lang w:val="en-US" w:eastAsia="zh-CN"/>
        </w:rPr>
        <w:t xml:space="preserve">for UE </w:t>
      </w:r>
      <w:r w:rsidRPr="00CF567E">
        <w:t xml:space="preserve">supporting </w:t>
      </w:r>
      <w:r w:rsidRPr="00CF567E">
        <w:rPr>
          <w:i/>
          <w:iCs/>
        </w:rPr>
        <w:t>scellWithoutSSB</w:t>
      </w:r>
      <w:r>
        <w:rPr>
          <w:lang w:val="en-US" w:eastAsia="zh-CN"/>
        </w:rPr>
        <w:t>, provided</w:t>
      </w:r>
    </w:p>
    <w:p w14:paraId="24929A31" w14:textId="77777777" w:rsidR="00BF0B16" w:rsidRDefault="00BF0B16" w:rsidP="00BF0B16">
      <w:pPr>
        <w:pStyle w:val="B4"/>
      </w:pPr>
      <w:r w:rsidRPr="008C6DE4">
        <w:rPr>
          <w:lang w:eastAsia="zh-CN"/>
        </w:rPr>
        <w:t>-</w:t>
      </w:r>
      <w:r w:rsidRPr="008C6DE4">
        <w:rPr>
          <w:lang w:eastAsia="zh-CN"/>
        </w:rPr>
        <w:tab/>
      </w:r>
      <w:r>
        <w:t xml:space="preserve">The RTD between the target SCell and the contiguous active serving cell is </w:t>
      </w:r>
      <w:r w:rsidRPr="00514DA0">
        <w:t xml:space="preserve">within </w:t>
      </w:r>
      <w:r w:rsidRPr="00113193">
        <w:t>within ±260ns</w:t>
      </w:r>
      <w:r>
        <w:t xml:space="preserve">, and </w:t>
      </w:r>
    </w:p>
    <w:p w14:paraId="27321841" w14:textId="77777777" w:rsidR="00BF0B16" w:rsidRDefault="00BF0B16" w:rsidP="00BF0B16">
      <w:pPr>
        <w:pStyle w:val="B4"/>
      </w:pPr>
      <w:r w:rsidRPr="008C6DE4">
        <w:rPr>
          <w:lang w:eastAsia="zh-CN"/>
        </w:rPr>
        <w:t>-</w:t>
      </w:r>
      <w:r w:rsidRPr="008C6DE4">
        <w:rPr>
          <w:lang w:eastAsia="zh-CN"/>
        </w:rPr>
        <w:tab/>
      </w:r>
      <w:r w:rsidRPr="00113193">
        <w:t>The difference of the reception power with the contiguous active serving cell is &lt;= 6dB, and</w:t>
      </w:r>
      <w:r>
        <w:t xml:space="preserve"> </w:t>
      </w:r>
    </w:p>
    <w:p w14:paraId="47D92FE8" w14:textId="77777777" w:rsidR="00BF0B16" w:rsidRDefault="00BF0B16" w:rsidP="00BF0B16">
      <w:pPr>
        <w:pStyle w:val="B4"/>
      </w:pPr>
      <w:r w:rsidRPr="008C6DE4">
        <w:rPr>
          <w:lang w:eastAsia="zh-CN"/>
        </w:rPr>
        <w:t>-</w:t>
      </w:r>
      <w:r w:rsidRPr="008C6DE4">
        <w:rPr>
          <w:lang w:eastAsia="zh-CN"/>
        </w:rPr>
        <w:tab/>
      </w:r>
      <w:r w:rsidRPr="00113193">
        <w:t>The RS(s) of SCell being activated is (are) QCL-TypeA with TRS(s) of the SCell being activated, and the TRS(s) of the SCell being activated is (are) further QCL-TypeC with SSB(s) of any active serving cell that is contiguous to the SCell being activated on that FR1 band.</w:t>
      </w:r>
      <w:r>
        <w:t xml:space="preserve"> </w:t>
      </w:r>
    </w:p>
    <w:p w14:paraId="720FBD42" w14:textId="22FF88E2" w:rsidR="00BF0B16" w:rsidRPr="008C6DE4" w:rsidRDefault="00BF0B16" w:rsidP="00BF0B16">
      <w:pPr>
        <w:ind w:left="851"/>
        <w:rPr>
          <w:lang w:eastAsia="zh-CN"/>
        </w:rPr>
      </w:pPr>
      <w:r w:rsidRPr="008C6DE4">
        <w:rPr>
          <w:lang w:eastAsia="zh-CN"/>
        </w:rPr>
        <w:t>I</w:t>
      </w:r>
      <w:r w:rsidRPr="008C6DE4">
        <w:t xml:space="preserve">f </w:t>
      </w:r>
      <w:r w:rsidRPr="008C6DE4">
        <w:rPr>
          <w:lang w:eastAsia="zh-CN"/>
        </w:rPr>
        <w:t xml:space="preserve">the </w:t>
      </w:r>
      <w:r>
        <w:rPr>
          <w:lang w:eastAsia="zh-CN"/>
        </w:rPr>
        <w:t xml:space="preserve">SCell </w:t>
      </w:r>
      <w:r w:rsidRPr="008C6DE4">
        <w:t xml:space="preserve">is </w:t>
      </w:r>
      <w:r>
        <w:t>un</w:t>
      </w:r>
      <w:r w:rsidRPr="008C6DE4">
        <w:t>known and belongs to FR1</w:t>
      </w:r>
      <w:r w:rsidRPr="008C6DE4">
        <w:rPr>
          <w:lang w:eastAsia="zh-CN"/>
        </w:rPr>
        <w:t>,</w:t>
      </w:r>
      <w:r w:rsidRPr="008C6DE4">
        <w:rPr>
          <w:rFonts w:eastAsia="Calibri"/>
        </w:rPr>
        <w:t xml:space="preserve"> provided that the side condition </w:t>
      </w:r>
      <w:r w:rsidRPr="008C6DE4">
        <w:rPr>
          <w:rFonts w:cs="v4.2.0"/>
        </w:rPr>
        <w:t xml:space="preserve">Ês/Iot </w:t>
      </w:r>
      <w:r w:rsidRPr="008C6DE4">
        <w:rPr>
          <w:rFonts w:hint="eastAsia"/>
        </w:rPr>
        <w:t>≥</w:t>
      </w:r>
      <w:r w:rsidRPr="008C6DE4">
        <w:t xml:space="preserve"> </w:t>
      </w:r>
      <w:r w:rsidRPr="008C6DE4">
        <w:rPr>
          <w:rFonts w:cs="v4.2.0"/>
        </w:rPr>
        <w:t>-2dB is fulfilled</w:t>
      </w:r>
      <w:r w:rsidRPr="008C6DE4">
        <w:rPr>
          <w:lang w:eastAsia="zh-CN"/>
        </w:rPr>
        <w:t xml:space="preserve">, then </w:t>
      </w:r>
      <w:r w:rsidRPr="008C6DE4">
        <w:t>T</w:t>
      </w:r>
      <w:r w:rsidRPr="008C6DE4">
        <w:rPr>
          <w:vertAlign w:val="subscript"/>
        </w:rPr>
        <w:t>activation_time</w:t>
      </w:r>
      <w:r>
        <w:rPr>
          <w:lang w:eastAsia="zh-CN"/>
        </w:rPr>
        <w:t xml:space="preserve"> is:</w:t>
      </w:r>
    </w:p>
    <w:p w14:paraId="5FC0DE18" w14:textId="41B5C5B9" w:rsidR="004C54CE" w:rsidRPr="008C6DE4" w:rsidRDefault="004C54CE" w:rsidP="004C54CE">
      <w:pPr>
        <w:ind w:left="1386" w:hanging="284"/>
      </w:pPr>
      <w:r w:rsidRPr="008C6DE4">
        <w:t>-</w:t>
      </w:r>
      <w:r w:rsidRPr="008C6DE4">
        <w:tab/>
        <w:t>T</w:t>
      </w:r>
      <w:r w:rsidRPr="008C6DE4">
        <w:rPr>
          <w:vertAlign w:val="subscript"/>
        </w:rPr>
        <w:t>FirstSSB_MAX</w:t>
      </w:r>
      <w:r w:rsidRPr="008C6DE4">
        <w:t xml:space="preserve"> + </w:t>
      </w:r>
      <w:r w:rsidRPr="008C6DE4">
        <w:rPr>
          <w:lang w:eastAsia="zh-CN"/>
        </w:rPr>
        <w:t>T</w:t>
      </w:r>
      <w:r w:rsidRPr="008C6DE4">
        <w:rPr>
          <w:vertAlign w:val="subscript"/>
          <w:lang w:eastAsia="zh-CN"/>
        </w:rPr>
        <w:t xml:space="preserve">SMTC_MAX </w:t>
      </w:r>
      <w:r w:rsidRPr="008C6DE4">
        <w:rPr>
          <w:lang w:eastAsia="zh-CN"/>
        </w:rPr>
        <w:t>+ 2*T</w:t>
      </w:r>
      <w:r w:rsidRPr="008C6DE4">
        <w:rPr>
          <w:vertAlign w:val="subscript"/>
          <w:lang w:eastAsia="zh-CN"/>
        </w:rPr>
        <w:t>rs</w:t>
      </w:r>
      <w:r w:rsidRPr="008C6DE4">
        <w:rPr>
          <w:lang w:eastAsia="zh-CN"/>
        </w:rPr>
        <w:t xml:space="preserve"> + 5ms</w:t>
      </w:r>
    </w:p>
    <w:p w14:paraId="7B569EB3" w14:textId="77777777" w:rsidR="006A65D1" w:rsidRPr="008C6DE4" w:rsidRDefault="006A65D1" w:rsidP="006A65D1">
      <w:pPr>
        <w:ind w:left="851"/>
        <w:rPr>
          <w:lang w:eastAsia="zh-CN"/>
        </w:rPr>
      </w:pPr>
      <w:r w:rsidRPr="008C6DE4">
        <w:t>If the SCell</w:t>
      </w:r>
      <w:r w:rsidRPr="008C6DE4">
        <w:rPr>
          <w:lang w:eastAsia="zh-CN"/>
        </w:rPr>
        <w:t xml:space="preserve"> being activated</w:t>
      </w:r>
      <w:r w:rsidRPr="008C6DE4">
        <w:t xml:space="preserve"> belongs to FR2</w:t>
      </w:r>
      <w:r w:rsidRPr="008C6DE4">
        <w:rPr>
          <w:lang w:eastAsia="zh-CN"/>
        </w:rPr>
        <w:t xml:space="preserve"> and </w:t>
      </w:r>
      <w:r w:rsidRPr="008C6DE4">
        <w:t>if there is at least one active serving cell on that FR2 band</w:t>
      </w:r>
      <w:r w:rsidRPr="008C6DE4">
        <w:rPr>
          <w:lang w:eastAsia="zh-CN"/>
        </w:rPr>
        <w:t xml:space="preserve">, then </w:t>
      </w:r>
      <w:r w:rsidRPr="008C6DE4">
        <w:t>T</w:t>
      </w:r>
      <w:r w:rsidRPr="008C6DE4">
        <w:rPr>
          <w:vertAlign w:val="subscript"/>
        </w:rPr>
        <w:t>activation_time</w:t>
      </w:r>
      <w:r w:rsidRPr="008C6DE4">
        <w:t xml:space="preserve"> is</w:t>
      </w:r>
      <w:r w:rsidRPr="008C6DE4">
        <w:rPr>
          <w:lang w:eastAsia="zh-CN"/>
        </w:rPr>
        <w:t xml:space="preserve"> </w:t>
      </w:r>
      <w:r w:rsidRPr="008C6DE4">
        <w:t>T</w:t>
      </w:r>
      <w:r w:rsidRPr="008C6DE4">
        <w:rPr>
          <w:vertAlign w:val="subscript"/>
        </w:rPr>
        <w:t>FirstSSB</w:t>
      </w:r>
      <w:r w:rsidRPr="008C6DE4">
        <w:rPr>
          <w:lang w:eastAsia="zh-CN"/>
        </w:rPr>
        <w:t>+ 5ms provided:</w:t>
      </w:r>
    </w:p>
    <w:p w14:paraId="6CC40FBD" w14:textId="77777777" w:rsidR="00CC306E" w:rsidRPr="008C6DE4" w:rsidRDefault="00CC306E" w:rsidP="00CC306E">
      <w:pPr>
        <w:ind w:left="1100"/>
        <w:rPr>
          <w:lang w:eastAsia="zh-CN"/>
        </w:rPr>
      </w:pPr>
      <w:r w:rsidRPr="008C6DE4">
        <w:t>-</w:t>
      </w:r>
      <w:r w:rsidRPr="008C6DE4">
        <w:tab/>
      </w:r>
      <w:r w:rsidRPr="008C6DE4">
        <w:rPr>
          <w:lang w:eastAsia="zh-CN"/>
        </w:rPr>
        <w:t xml:space="preserve">The UE is provided with SMTC for the target SCell, and  </w:t>
      </w:r>
    </w:p>
    <w:p w14:paraId="389CB0BC" w14:textId="77777777" w:rsidR="00CC306E" w:rsidRDefault="00CC306E" w:rsidP="00CC306E">
      <w:pPr>
        <w:ind w:left="1100"/>
        <w:rPr>
          <w:lang w:eastAsia="zh-CN"/>
        </w:rPr>
      </w:pPr>
      <w:r w:rsidRPr="008C6DE4">
        <w:t>-</w:t>
      </w:r>
      <w:r w:rsidRPr="008C6DE4">
        <w:tab/>
      </w:r>
      <w:r w:rsidRPr="008C6DE4">
        <w:rPr>
          <w:lang w:eastAsia="zh-CN"/>
        </w:rPr>
        <w:t xml:space="preserve">The SSBs in the serving cell(s) and the SSBs in the SCell fulfil the condition defined in </w:t>
      </w:r>
      <w:r w:rsidRPr="008C6DE4">
        <w:rPr>
          <w:lang w:val="en-US"/>
        </w:rPr>
        <w:t>clause </w:t>
      </w:r>
      <w:r w:rsidRPr="008C6DE4">
        <w:rPr>
          <w:lang w:eastAsia="zh-CN"/>
        </w:rPr>
        <w:t>3.6.3.</w:t>
      </w:r>
    </w:p>
    <w:p w14:paraId="6E34E580" w14:textId="77777777" w:rsidR="00CC306E" w:rsidRDefault="00CC306E" w:rsidP="00CC306E">
      <w:pPr>
        <w:ind w:left="1100"/>
        <w:rPr>
          <w:lang w:eastAsia="zh-CN"/>
        </w:rPr>
      </w:pPr>
      <w:r w:rsidRPr="008C6DE4">
        <w:t>-</w:t>
      </w:r>
      <w:r w:rsidRPr="008C6DE4">
        <w:tab/>
      </w:r>
      <w:r>
        <w:t xml:space="preserve">The parameter </w:t>
      </w:r>
      <w:r w:rsidRPr="00786097">
        <w:rPr>
          <w:i/>
        </w:rPr>
        <w:t>ssb-PositionsInBurst</w:t>
      </w:r>
      <w:r>
        <w:t xml:space="preserve"> is same </w:t>
      </w:r>
      <w:r>
        <w:rPr>
          <w:lang w:eastAsia="zh-CN"/>
        </w:rPr>
        <w:t>for</w:t>
      </w:r>
      <w:r w:rsidRPr="008C6DE4">
        <w:rPr>
          <w:lang w:eastAsia="zh-CN"/>
        </w:rPr>
        <w:t xml:space="preserve"> the serving cell(s) and the SCell.</w:t>
      </w:r>
    </w:p>
    <w:p w14:paraId="7E554B18" w14:textId="77777777" w:rsidR="00CC306E" w:rsidRPr="008C6DE4" w:rsidRDefault="00CC306E" w:rsidP="00CC306E">
      <w:pPr>
        <w:ind w:left="1100"/>
      </w:pPr>
      <w:r w:rsidRPr="008C6DE4">
        <w:t>-</w:t>
      </w:r>
      <w:r w:rsidRPr="008C6DE4">
        <w:tab/>
      </w:r>
      <w:r w:rsidRPr="001323D8">
        <w:t>SSB is in the same half-frame on the SCell and the contiguous FR2 active serving cell</w:t>
      </w:r>
    </w:p>
    <w:p w14:paraId="262F48A5" w14:textId="1DE24E0E" w:rsidR="00BE5431" w:rsidRPr="008C6DE4" w:rsidRDefault="006A65D1" w:rsidP="00BE5431">
      <w:pPr>
        <w:ind w:left="851"/>
        <w:rPr>
          <w:lang w:eastAsia="zh-CN"/>
        </w:rPr>
      </w:pPr>
      <w:r w:rsidRPr="008C6DE4">
        <w:t>If the SCell</w:t>
      </w:r>
      <w:r w:rsidRPr="008C6DE4">
        <w:rPr>
          <w:lang w:eastAsia="zh-CN"/>
        </w:rPr>
        <w:t xml:space="preserve"> being activated</w:t>
      </w:r>
      <w:r w:rsidRPr="008C6DE4">
        <w:t xml:space="preserve"> belongs to FR2</w:t>
      </w:r>
      <w:r w:rsidRPr="008C6DE4">
        <w:rPr>
          <w:lang w:eastAsia="zh-CN"/>
        </w:rPr>
        <w:t xml:space="preserve"> and</w:t>
      </w:r>
      <w:r w:rsidRPr="008C6DE4">
        <w:t xml:space="preserve"> if there is at least one active serving cell on that FR2 band</w:t>
      </w:r>
      <w:r w:rsidRPr="008C6DE4">
        <w:rPr>
          <w:lang w:eastAsia="zh-CN"/>
        </w:rPr>
        <w:t>, if</w:t>
      </w:r>
      <w:r w:rsidRPr="008C6DE4">
        <w:t xml:space="preserve"> the UE </w:t>
      </w:r>
      <w:r w:rsidR="00612D74" w:rsidRPr="00CF567E">
        <w:t xml:space="preserve">supporting </w:t>
      </w:r>
      <w:r w:rsidR="00612D74" w:rsidRPr="00CF567E">
        <w:rPr>
          <w:i/>
          <w:iCs/>
        </w:rPr>
        <w:t>scellWithoutSSB</w:t>
      </w:r>
      <w:r w:rsidR="00612D74" w:rsidRPr="008C6DE4">
        <w:t xml:space="preserve"> </w:t>
      </w:r>
      <w:r w:rsidRPr="008C6DE4">
        <w:t>is not provided with any SMTC for the</w:t>
      </w:r>
      <w:r w:rsidRPr="008C6DE4">
        <w:rPr>
          <w:lang w:eastAsia="zh-CN"/>
        </w:rPr>
        <w:t xml:space="preserve"> target</w:t>
      </w:r>
      <w:r w:rsidRPr="008C6DE4">
        <w:t xml:space="preserve"> SCell</w:t>
      </w:r>
      <w:r w:rsidRPr="008C6DE4">
        <w:rPr>
          <w:lang w:eastAsia="zh-CN"/>
        </w:rPr>
        <w:t xml:space="preserve">, </w:t>
      </w:r>
      <w:r w:rsidRPr="008C6DE4">
        <w:t>T</w:t>
      </w:r>
      <w:r w:rsidRPr="008C6DE4">
        <w:rPr>
          <w:vertAlign w:val="subscript"/>
        </w:rPr>
        <w:t>activation_time</w:t>
      </w:r>
      <w:r w:rsidRPr="008C6DE4">
        <w:t xml:space="preserve"> is</w:t>
      </w:r>
      <w:r w:rsidRPr="008C6DE4">
        <w:rPr>
          <w:lang w:eastAsia="zh-CN"/>
        </w:rPr>
        <w:t xml:space="preserve"> 3 ms</w:t>
      </w:r>
      <w:r w:rsidR="00BE5431" w:rsidRPr="008C6DE4">
        <w:rPr>
          <w:lang w:eastAsia="zh-CN"/>
        </w:rPr>
        <w:t>, provided</w:t>
      </w:r>
    </w:p>
    <w:p w14:paraId="752A08AC" w14:textId="3C298040" w:rsidR="00BE5431" w:rsidRPr="008C6DE4" w:rsidRDefault="00BE5431" w:rsidP="00BE5431">
      <w:pPr>
        <w:pStyle w:val="B4"/>
        <w:rPr>
          <w:lang w:eastAsia="zh-CN"/>
        </w:rPr>
      </w:pPr>
      <w:r w:rsidRPr="008C6DE4">
        <w:rPr>
          <w:lang w:eastAsia="zh-CN"/>
        </w:rPr>
        <w:t>-</w:t>
      </w:r>
      <w:r w:rsidRPr="008C6DE4">
        <w:rPr>
          <w:lang w:eastAsia="zh-CN"/>
        </w:rPr>
        <w:tab/>
        <w:t>the RS (s) of SCell being activated is (are) QCL-TypeD with RS (s) of one active serving cell on that FR2 band.</w:t>
      </w:r>
    </w:p>
    <w:p w14:paraId="0E131ADF" w14:textId="269E6902" w:rsidR="006A65D1" w:rsidRPr="008C6DE4" w:rsidRDefault="006A65D1" w:rsidP="006A65D1">
      <w:pPr>
        <w:ind w:left="851"/>
        <w:rPr>
          <w:lang w:eastAsia="zh-CN"/>
        </w:rPr>
      </w:pPr>
      <w:r w:rsidRPr="008C6DE4">
        <w:rPr>
          <w:lang w:eastAsia="zh-CN"/>
        </w:rPr>
        <w:t xml:space="preserve">If the </w:t>
      </w:r>
      <w:r w:rsidRPr="008C6DE4">
        <w:t>SCell</w:t>
      </w:r>
      <w:r w:rsidRPr="008C6DE4">
        <w:rPr>
          <w:lang w:eastAsia="zh-CN"/>
        </w:rPr>
        <w:t xml:space="preserve"> being activated</w:t>
      </w:r>
      <w:r w:rsidRPr="008C6DE4">
        <w:t xml:space="preserve"> belongs to FR2</w:t>
      </w:r>
      <w:r w:rsidRPr="008C6DE4">
        <w:rPr>
          <w:lang w:eastAsia="zh-CN"/>
        </w:rPr>
        <w:t xml:space="preserve"> and </w:t>
      </w:r>
      <w:r w:rsidRPr="008C6DE4">
        <w:t xml:space="preserve">if there is </w:t>
      </w:r>
      <w:r w:rsidRPr="008C6DE4">
        <w:rPr>
          <w:lang w:eastAsia="zh-CN"/>
        </w:rPr>
        <w:t>no</w:t>
      </w:r>
      <w:r w:rsidRPr="008C6DE4">
        <w:t xml:space="preserve"> active serving cell on that FR2 band provided that PCell or PSCell is FR1</w:t>
      </w:r>
      <w:r w:rsidRPr="008C6DE4">
        <w:rPr>
          <w:lang w:eastAsia="zh-CN"/>
        </w:rPr>
        <w:t>:</w:t>
      </w:r>
    </w:p>
    <w:p w14:paraId="0DFAA3F9" w14:textId="089E63DE" w:rsidR="006A65D1" w:rsidRPr="008C6DE4" w:rsidRDefault="006A65D1" w:rsidP="006A65D1">
      <w:pPr>
        <w:tabs>
          <w:tab w:val="left" w:pos="1418"/>
        </w:tabs>
        <w:ind w:left="851"/>
        <w:rPr>
          <w:lang w:eastAsia="zh-CN"/>
        </w:rPr>
      </w:pPr>
      <w:r w:rsidRPr="008C6DE4">
        <w:rPr>
          <w:lang w:eastAsia="zh-CN"/>
        </w:rPr>
        <w:t>I</w:t>
      </w:r>
      <w:r w:rsidRPr="008C6DE4">
        <w:t xml:space="preserve">f </w:t>
      </w:r>
      <w:r w:rsidRPr="008C6DE4">
        <w:rPr>
          <w:lang w:eastAsia="zh-CN"/>
        </w:rPr>
        <w:t>the target SCell is known to UE</w:t>
      </w:r>
      <w:r w:rsidRPr="008C6DE4">
        <w:t xml:space="preserve"> </w:t>
      </w:r>
      <w:r w:rsidRPr="008C6DE4">
        <w:rPr>
          <w:lang w:eastAsia="zh-CN"/>
        </w:rPr>
        <w:t xml:space="preserve">and semi-persistent CSI-RS is used for CSI reporting, then </w:t>
      </w:r>
      <w:r w:rsidRPr="008C6DE4">
        <w:t>T</w:t>
      </w:r>
      <w:r w:rsidRPr="008C6DE4">
        <w:rPr>
          <w:vertAlign w:val="subscript"/>
        </w:rPr>
        <w:t>activation_time</w:t>
      </w:r>
      <w:r w:rsidRPr="008C6DE4">
        <w:rPr>
          <w:lang w:eastAsia="zh-CN"/>
        </w:rPr>
        <w:t xml:space="preserve"> is:</w:t>
      </w:r>
    </w:p>
    <w:p w14:paraId="106C5192" w14:textId="756F2EC2" w:rsidR="00E20F8F" w:rsidRPr="008C6DE4" w:rsidRDefault="00E20F8F" w:rsidP="00E20F8F">
      <w:pPr>
        <w:pStyle w:val="B4"/>
        <w:rPr>
          <w:lang w:eastAsia="zh-CN"/>
        </w:rPr>
      </w:pPr>
      <w:r w:rsidRPr="008C6DE4">
        <w:t>-</w:t>
      </w:r>
      <w:r w:rsidRPr="008C6DE4">
        <w:tab/>
      </w:r>
      <w:r>
        <w:t>3ms + max(</w:t>
      </w:r>
      <w:r w:rsidRPr="00EE73D3">
        <w:t>T</w:t>
      </w:r>
      <w:r w:rsidRPr="00EE73D3">
        <w:rPr>
          <w:vertAlign w:val="subscript"/>
          <w:lang w:eastAsia="zh-CN"/>
        </w:rPr>
        <w:t>uncertainty_MAC</w:t>
      </w:r>
      <w:r w:rsidRPr="00EE73D3">
        <w:t xml:space="preserve"> +</w:t>
      </w:r>
      <w:r>
        <w:t xml:space="preserve"> </w:t>
      </w:r>
      <w:r w:rsidRPr="008C6DE4">
        <w:t>T</w:t>
      </w:r>
      <w:r w:rsidRPr="008C6DE4">
        <w:rPr>
          <w:vertAlign w:val="subscript"/>
        </w:rPr>
        <w:t>FineTiming</w:t>
      </w:r>
      <w:r w:rsidRPr="008C6DE4" w:rsidDel="000B0D6A">
        <w:rPr>
          <w:lang w:eastAsia="zh-CN"/>
        </w:rPr>
        <w:t xml:space="preserve"> </w:t>
      </w:r>
      <w:r w:rsidRPr="008C6DE4">
        <w:rPr>
          <w:lang w:eastAsia="zh-CN"/>
        </w:rPr>
        <w:t xml:space="preserve">+ </w:t>
      </w:r>
      <w:r>
        <w:rPr>
          <w:lang w:eastAsia="zh-CN"/>
        </w:rPr>
        <w:t>2</w:t>
      </w:r>
      <w:r w:rsidRPr="008C6DE4">
        <w:rPr>
          <w:lang w:eastAsia="zh-CN"/>
        </w:rPr>
        <w:t>ms</w:t>
      </w:r>
      <w:r>
        <w:rPr>
          <w:lang w:eastAsia="zh-CN"/>
        </w:rPr>
        <w:t>, T</w:t>
      </w:r>
      <w:r>
        <w:rPr>
          <w:vertAlign w:val="subscript"/>
          <w:lang w:eastAsia="zh-CN"/>
        </w:rPr>
        <w:t>uncertainty_SP</w:t>
      </w:r>
      <w:r>
        <w:rPr>
          <w:lang w:eastAsia="zh-CN"/>
        </w:rPr>
        <w:t>)</w:t>
      </w:r>
      <w:r w:rsidRPr="008C6DE4">
        <w:rPr>
          <w:lang w:eastAsia="zh-CN"/>
        </w:rPr>
        <w:t>,</w:t>
      </w:r>
      <w:r w:rsidRPr="008C6DE4" w:rsidDel="00A77415">
        <w:rPr>
          <w:lang w:eastAsia="zh-CN"/>
        </w:rPr>
        <w:t xml:space="preserve"> </w:t>
      </w:r>
      <w:r>
        <w:rPr>
          <w:lang w:eastAsia="zh-CN"/>
        </w:rPr>
        <w:t xml:space="preserve">where </w:t>
      </w:r>
      <w:r w:rsidRPr="00EE73D3">
        <w:t>T</w:t>
      </w:r>
      <w:r w:rsidRPr="00EE73D3">
        <w:rPr>
          <w:vertAlign w:val="subscript"/>
          <w:lang w:eastAsia="zh-CN"/>
        </w:rPr>
        <w:t>uncertainty_MAC</w:t>
      </w:r>
      <w:r>
        <w:t xml:space="preserve">=0 </w:t>
      </w:r>
      <w:r w:rsidRPr="000150B7">
        <w:t xml:space="preserve">and </w:t>
      </w:r>
      <w:r w:rsidRPr="000150B7">
        <w:rPr>
          <w:lang w:eastAsia="zh-CN"/>
        </w:rPr>
        <w:t>T</w:t>
      </w:r>
      <w:r w:rsidRPr="000150B7">
        <w:rPr>
          <w:vertAlign w:val="subscript"/>
          <w:lang w:eastAsia="zh-CN"/>
        </w:rPr>
        <w:t>uncertainty_SP</w:t>
      </w:r>
      <w:r w:rsidRPr="000150B7">
        <w:rPr>
          <w:lang w:eastAsia="zh-CN"/>
        </w:rPr>
        <w:t>=0</w:t>
      </w:r>
      <w:r w:rsidRPr="008C6DE4">
        <w:t xml:space="preserve"> if </w:t>
      </w:r>
      <w:r w:rsidRPr="008C6DE4">
        <w:rPr>
          <w:lang w:eastAsia="zh-CN"/>
        </w:rPr>
        <w:t>UE receives the SCell activation command, semi-persistent CSI-RS activation command and TCI state activation command at the same time.</w:t>
      </w:r>
    </w:p>
    <w:p w14:paraId="297C2AC3" w14:textId="683CE028" w:rsidR="006A65D1" w:rsidRPr="008C6DE4" w:rsidRDefault="006A65D1" w:rsidP="006A65D1">
      <w:pPr>
        <w:ind w:left="1135" w:hanging="284"/>
        <w:rPr>
          <w:lang w:eastAsia="zh-CN"/>
        </w:rPr>
      </w:pPr>
      <w:r w:rsidRPr="008C6DE4">
        <w:rPr>
          <w:lang w:eastAsia="zh-CN"/>
        </w:rPr>
        <w:t>I</w:t>
      </w:r>
      <w:r w:rsidRPr="008C6DE4">
        <w:t xml:space="preserve">f </w:t>
      </w:r>
      <w:r w:rsidRPr="008C6DE4">
        <w:rPr>
          <w:lang w:eastAsia="zh-CN"/>
        </w:rPr>
        <w:t>the target SCell is known to UE</w:t>
      </w:r>
      <w:r w:rsidRPr="008C6DE4">
        <w:t xml:space="preserve"> </w:t>
      </w:r>
      <w:r w:rsidRPr="008C6DE4">
        <w:rPr>
          <w:lang w:eastAsia="zh-CN"/>
        </w:rPr>
        <w:t xml:space="preserve">and periodic CSI-RS is used for CSI reporting, then </w:t>
      </w:r>
      <w:r w:rsidRPr="008C6DE4">
        <w:t>T</w:t>
      </w:r>
      <w:r w:rsidRPr="008C6DE4">
        <w:rPr>
          <w:vertAlign w:val="subscript"/>
        </w:rPr>
        <w:t>activation_time</w:t>
      </w:r>
      <w:r w:rsidRPr="008C6DE4">
        <w:rPr>
          <w:lang w:eastAsia="zh-CN"/>
        </w:rPr>
        <w:t xml:space="preserve"> is:</w:t>
      </w:r>
    </w:p>
    <w:p w14:paraId="1B814BB1" w14:textId="464AD5EB" w:rsidR="006A65D1" w:rsidRPr="008C6DE4" w:rsidRDefault="001A405C" w:rsidP="00F33AE7">
      <w:pPr>
        <w:pStyle w:val="B4"/>
        <w:rPr>
          <w:lang w:eastAsia="zh-CN"/>
        </w:rPr>
      </w:pPr>
      <w:r w:rsidRPr="008C6DE4">
        <w:t>-</w:t>
      </w:r>
      <w:r w:rsidRPr="008C6DE4">
        <w:tab/>
      </w:r>
      <w:r w:rsidR="00851793" w:rsidRPr="008C6DE4">
        <w:rPr>
          <w:lang w:eastAsia="zh-CN"/>
        </w:rPr>
        <w:t>max(T</w:t>
      </w:r>
      <w:r w:rsidR="00851793" w:rsidRPr="008C6DE4">
        <w:rPr>
          <w:vertAlign w:val="subscript"/>
          <w:lang w:eastAsia="zh-CN"/>
        </w:rPr>
        <w:t>uncertainty_MAC</w:t>
      </w:r>
      <w:r w:rsidR="00851793" w:rsidRPr="008C6DE4">
        <w:rPr>
          <w:lang w:eastAsia="zh-CN"/>
        </w:rPr>
        <w:t xml:space="preserve"> + 5ms + T</w:t>
      </w:r>
      <w:r w:rsidR="00851793" w:rsidRPr="008C6DE4">
        <w:rPr>
          <w:vertAlign w:val="subscript"/>
          <w:lang w:eastAsia="zh-CN"/>
        </w:rPr>
        <w:t>FineTiming</w:t>
      </w:r>
      <w:r w:rsidR="00851793" w:rsidRPr="008C6DE4">
        <w:rPr>
          <w:lang w:eastAsia="zh-CN"/>
        </w:rPr>
        <w:t>, T</w:t>
      </w:r>
      <w:r w:rsidR="00851793" w:rsidRPr="008C6DE4">
        <w:rPr>
          <w:vertAlign w:val="subscript"/>
          <w:lang w:eastAsia="zh-CN"/>
        </w:rPr>
        <w:t>uncertainty_RRC</w:t>
      </w:r>
      <w:r w:rsidR="00851793" w:rsidRPr="008C6DE4">
        <w:rPr>
          <w:lang w:eastAsia="zh-CN"/>
        </w:rPr>
        <w:t xml:space="preserve"> + T</w:t>
      </w:r>
      <w:r w:rsidR="00851793" w:rsidRPr="008C6DE4">
        <w:rPr>
          <w:vertAlign w:val="subscript"/>
          <w:lang w:eastAsia="zh-CN"/>
        </w:rPr>
        <w:t>RRC_delay</w:t>
      </w:r>
      <w:r w:rsidR="00851793" w:rsidRPr="008C6DE4">
        <w:t>-T</w:t>
      </w:r>
      <w:r w:rsidR="00851793" w:rsidRPr="008C6DE4">
        <w:rPr>
          <w:vertAlign w:val="subscript"/>
        </w:rPr>
        <w:t>HARQ</w:t>
      </w:r>
      <w:r w:rsidR="00851793" w:rsidRPr="008C6DE4">
        <w:rPr>
          <w:lang w:eastAsia="zh-CN"/>
        </w:rPr>
        <w:t xml:space="preserve">), </w:t>
      </w:r>
      <w:r w:rsidR="00851793" w:rsidRPr="008C6DE4">
        <w:t>where T</w:t>
      </w:r>
      <w:r w:rsidR="00851793" w:rsidRPr="008C6DE4">
        <w:rPr>
          <w:vertAlign w:val="subscript"/>
          <w:lang w:eastAsia="zh-CN"/>
        </w:rPr>
        <w:t>uncertainty_MAC</w:t>
      </w:r>
      <w:r w:rsidR="00851793" w:rsidRPr="008C6DE4">
        <w:t xml:space="preserve">=0 if </w:t>
      </w:r>
      <w:r w:rsidR="00851793" w:rsidRPr="008C6DE4">
        <w:rPr>
          <w:lang w:eastAsia="zh-CN"/>
        </w:rPr>
        <w:t>UE receives the SCell activation command and TCI state activation commands at the same time.</w:t>
      </w:r>
    </w:p>
    <w:p w14:paraId="4A417867" w14:textId="365D88B3" w:rsidR="006A65D1" w:rsidRPr="008C6DE4" w:rsidRDefault="006A65D1" w:rsidP="00797047">
      <w:pPr>
        <w:ind w:left="851"/>
        <w:rPr>
          <w:lang w:eastAsia="zh-CN"/>
        </w:rPr>
      </w:pPr>
      <w:r w:rsidRPr="008C6DE4">
        <w:rPr>
          <w:lang w:eastAsia="zh-CN"/>
        </w:rPr>
        <w:t>I</w:t>
      </w:r>
      <w:r w:rsidRPr="008C6DE4">
        <w:t xml:space="preserve">f </w:t>
      </w:r>
      <w:r w:rsidRPr="008C6DE4">
        <w:rPr>
          <w:lang w:eastAsia="zh-CN"/>
        </w:rPr>
        <w:t>the target SCell is unknown to UE and semi-persistent CSI-RS is used for CSI reporting</w:t>
      </w:r>
      <w:r w:rsidR="00407138" w:rsidRPr="008C6DE4">
        <w:rPr>
          <w:lang w:eastAsia="zh-CN"/>
        </w:rPr>
        <w:t>,</w:t>
      </w:r>
      <w:r w:rsidR="001C6C8D" w:rsidRPr="008C6DE4">
        <w:rPr>
          <w:rFonts w:eastAsia="Calibri"/>
        </w:rPr>
        <w:t xml:space="preserve"> provided that the side condition </w:t>
      </w:r>
      <w:r w:rsidR="001C6C8D" w:rsidRPr="008C6DE4">
        <w:rPr>
          <w:rFonts w:cs="v4.2.0"/>
        </w:rPr>
        <w:t xml:space="preserve">Ês/Iot </w:t>
      </w:r>
      <w:r w:rsidR="001C6C8D" w:rsidRPr="008C6DE4">
        <w:rPr>
          <w:rFonts w:hint="eastAsia"/>
        </w:rPr>
        <w:t>≥</w:t>
      </w:r>
      <w:r w:rsidR="001C6C8D" w:rsidRPr="008C6DE4">
        <w:t xml:space="preserve"> </w:t>
      </w:r>
      <w:r w:rsidR="004C54CE" w:rsidRPr="008C6DE4">
        <w:rPr>
          <w:rFonts w:cs="v4.2.0"/>
        </w:rPr>
        <w:t>-2</w:t>
      </w:r>
      <w:r w:rsidR="001C6C8D" w:rsidRPr="008C6DE4">
        <w:rPr>
          <w:rFonts w:cs="v4.2.0"/>
        </w:rPr>
        <w:t>dB is fulfilled</w:t>
      </w:r>
      <w:r w:rsidRPr="008C6DE4">
        <w:rPr>
          <w:lang w:eastAsia="zh-CN"/>
        </w:rPr>
        <w:t xml:space="preserve">, then </w:t>
      </w:r>
      <w:r w:rsidRPr="008C6DE4">
        <w:t>T</w:t>
      </w:r>
      <w:r w:rsidRPr="008C6DE4">
        <w:rPr>
          <w:vertAlign w:val="subscript"/>
        </w:rPr>
        <w:t>activation_time</w:t>
      </w:r>
      <w:r w:rsidRPr="008C6DE4">
        <w:rPr>
          <w:lang w:eastAsia="zh-CN"/>
        </w:rPr>
        <w:t xml:space="preserve"> is:</w:t>
      </w:r>
    </w:p>
    <w:p w14:paraId="04692E4B" w14:textId="2E2A0B9F" w:rsidR="00E20F8F" w:rsidRPr="009A537C" w:rsidRDefault="00E20F8F" w:rsidP="00E20F8F">
      <w:pPr>
        <w:pStyle w:val="B4"/>
        <w:rPr>
          <w:lang w:eastAsia="zh-CN"/>
        </w:rPr>
      </w:pPr>
      <w:r w:rsidRPr="008C6DE4">
        <w:rPr>
          <w:lang w:eastAsia="zh-CN"/>
        </w:rPr>
        <w:t>-</w:t>
      </w:r>
      <w:r w:rsidRPr="008C6DE4">
        <w:rPr>
          <w:lang w:eastAsia="zh-CN"/>
        </w:rPr>
        <w:tab/>
      </w:r>
      <w:r>
        <w:rPr>
          <w:lang w:eastAsia="zh-CN"/>
        </w:rPr>
        <w:t>6</w:t>
      </w:r>
      <w:r w:rsidRPr="008C6DE4">
        <w:rPr>
          <w:lang w:eastAsia="zh-CN"/>
        </w:rPr>
        <w:t>ms</w:t>
      </w:r>
      <w:r>
        <w:rPr>
          <w:lang w:eastAsia="zh-CN"/>
        </w:rPr>
        <w:t xml:space="preserve"> </w:t>
      </w:r>
      <w:r w:rsidRPr="008C6DE4">
        <w:rPr>
          <w:lang w:eastAsia="zh-CN"/>
        </w:rPr>
        <w:t>+</w:t>
      </w:r>
      <w:r>
        <w:rPr>
          <w:lang w:eastAsia="zh-CN"/>
        </w:rPr>
        <w:t xml:space="preserve"> </w:t>
      </w:r>
      <w:r w:rsidRPr="00687CEE">
        <w:rPr>
          <w:lang w:eastAsia="zh-CN"/>
        </w:rPr>
        <w:t>T</w:t>
      </w:r>
      <w:r w:rsidRPr="00CC6EC5">
        <w:rPr>
          <w:vertAlign w:val="subscript"/>
          <w:lang w:eastAsia="zh-CN"/>
        </w:rPr>
        <w:t>First</w:t>
      </w:r>
      <w:r>
        <w:rPr>
          <w:vertAlign w:val="subscript"/>
          <w:lang w:eastAsia="zh-CN"/>
        </w:rPr>
        <w:t>SSB</w:t>
      </w:r>
      <w:r w:rsidRPr="00CC6EC5">
        <w:rPr>
          <w:vertAlign w:val="subscript"/>
          <w:lang w:eastAsia="zh-CN"/>
        </w:rPr>
        <w:t>_MAX</w:t>
      </w:r>
      <w:r>
        <w:rPr>
          <w:lang w:eastAsia="zh-CN"/>
        </w:rPr>
        <w:t xml:space="preserve"> + 15*T</w:t>
      </w:r>
      <w:r w:rsidRPr="00CC6EC5">
        <w:rPr>
          <w:vertAlign w:val="subscript"/>
          <w:lang w:eastAsia="zh-CN"/>
        </w:rPr>
        <w:t>SMTC_MAX</w:t>
      </w:r>
      <w:r w:rsidRPr="00687CEE">
        <w:rPr>
          <w:lang w:eastAsia="zh-CN"/>
        </w:rPr>
        <w:t xml:space="preserve"> </w:t>
      </w:r>
      <w:r>
        <w:rPr>
          <w:lang w:eastAsia="zh-CN"/>
        </w:rPr>
        <w:t xml:space="preserve">+ </w:t>
      </w:r>
      <w:r w:rsidRPr="00687CEE">
        <w:rPr>
          <w:lang w:eastAsia="zh-CN"/>
        </w:rPr>
        <w:t>8</w:t>
      </w:r>
      <w:r w:rsidRPr="008C6DE4">
        <w:rPr>
          <w:lang w:eastAsia="zh-CN"/>
        </w:rPr>
        <w:t>*T</w:t>
      </w:r>
      <w:r w:rsidRPr="008C6DE4">
        <w:rPr>
          <w:vertAlign w:val="subscript"/>
          <w:lang w:eastAsia="zh-CN"/>
        </w:rPr>
        <w:t xml:space="preserve">rs  </w:t>
      </w:r>
      <w:r w:rsidRPr="008C6DE4">
        <w:t>+ T</w:t>
      </w:r>
      <w:r w:rsidRPr="008C6DE4">
        <w:rPr>
          <w:vertAlign w:val="subscript"/>
        </w:rPr>
        <w:t>L1-RSRP, measure</w:t>
      </w:r>
      <w:r w:rsidRPr="008C6DE4">
        <w:t xml:space="preserve"> + T</w:t>
      </w:r>
      <w:r w:rsidRPr="008C6DE4">
        <w:rPr>
          <w:vertAlign w:val="subscript"/>
        </w:rPr>
        <w:t xml:space="preserve">L1-RSRP, report  </w:t>
      </w:r>
      <w:r w:rsidRPr="008C6DE4">
        <w:t>+ T</w:t>
      </w:r>
      <w:r w:rsidRPr="008C6DE4">
        <w:rPr>
          <w:vertAlign w:val="subscript"/>
        </w:rPr>
        <w:t xml:space="preserve">HARQ </w:t>
      </w:r>
      <w:r w:rsidRPr="008C6DE4">
        <w:t xml:space="preserve">+ </w:t>
      </w:r>
      <w:r>
        <w:t>max(T</w:t>
      </w:r>
      <w:r>
        <w:rPr>
          <w:vertAlign w:val="subscript"/>
        </w:rPr>
        <w:t>uncertainty_MAC</w:t>
      </w:r>
      <w:r>
        <w:t xml:space="preserve"> + </w:t>
      </w:r>
      <w:r w:rsidRPr="008C6DE4">
        <w:t>T</w:t>
      </w:r>
      <w:r w:rsidRPr="008C6DE4">
        <w:rPr>
          <w:vertAlign w:val="subscript"/>
        </w:rPr>
        <w:t xml:space="preserve">FineTiming </w:t>
      </w:r>
      <w:r>
        <w:t>+ 2ms, T</w:t>
      </w:r>
      <w:r w:rsidRPr="00CC6EC5">
        <w:rPr>
          <w:vertAlign w:val="subscript"/>
        </w:rPr>
        <w:t>uncertainty_SP</w:t>
      </w:r>
      <w:r>
        <w:t>).</w:t>
      </w:r>
    </w:p>
    <w:p w14:paraId="5221B628" w14:textId="680CB8B1" w:rsidR="00E20F8F" w:rsidRPr="008C6DE4" w:rsidRDefault="00E20F8F" w:rsidP="00E20F8F">
      <w:pPr>
        <w:ind w:left="720"/>
        <w:rPr>
          <w:lang w:eastAsia="zh-CN"/>
        </w:rPr>
      </w:pPr>
      <w:r w:rsidRPr="008C6DE4">
        <w:rPr>
          <w:lang w:eastAsia="zh-CN"/>
        </w:rPr>
        <w:t xml:space="preserve">If the target SCell is unknown to UE and periodic CSI-RS is used for CSI reporting, </w:t>
      </w:r>
      <w:r w:rsidRPr="008C6DE4">
        <w:rPr>
          <w:rFonts w:eastAsia="Calibri"/>
        </w:rPr>
        <w:t xml:space="preserve">provided that the side condition </w:t>
      </w:r>
      <w:r w:rsidRPr="008C6DE4">
        <w:rPr>
          <w:rFonts w:cs="v4.2.0"/>
        </w:rPr>
        <w:t xml:space="preserve">Ês/Iot </w:t>
      </w:r>
      <w:r w:rsidRPr="008C6DE4">
        <w:rPr>
          <w:rFonts w:hint="eastAsia"/>
        </w:rPr>
        <w:t>≥</w:t>
      </w:r>
      <w:r w:rsidRPr="008C6DE4">
        <w:t xml:space="preserve"> </w:t>
      </w:r>
      <w:r w:rsidRPr="008C6DE4">
        <w:rPr>
          <w:rFonts w:cs="v4.2.0"/>
        </w:rPr>
        <w:t>-2dB is fulfilled,</w:t>
      </w:r>
      <w:r w:rsidRPr="008C6DE4">
        <w:rPr>
          <w:lang w:eastAsia="zh-CN"/>
        </w:rPr>
        <w:t xml:space="preserve"> then </w:t>
      </w:r>
      <w:r w:rsidRPr="008C6DE4">
        <w:t>T</w:t>
      </w:r>
      <w:r w:rsidRPr="008C6DE4">
        <w:rPr>
          <w:vertAlign w:val="subscript"/>
        </w:rPr>
        <w:t>activation_time</w:t>
      </w:r>
      <w:r w:rsidRPr="008C6DE4">
        <w:rPr>
          <w:lang w:eastAsia="zh-CN"/>
        </w:rPr>
        <w:t xml:space="preserve"> is: </w:t>
      </w:r>
    </w:p>
    <w:p w14:paraId="7255FE3C" w14:textId="4B164E3E" w:rsidR="00E20F8F" w:rsidRPr="008C6DE4" w:rsidRDefault="00E20F8F" w:rsidP="00E20F8F">
      <w:pPr>
        <w:pStyle w:val="B4"/>
        <w:rPr>
          <w:lang w:eastAsia="zh-CN"/>
        </w:rPr>
      </w:pPr>
      <w:r w:rsidRPr="008C6DE4">
        <w:t>-</w:t>
      </w:r>
      <w:r w:rsidRPr="008C6DE4">
        <w:tab/>
        <w:t xml:space="preserve">3ms + </w:t>
      </w:r>
      <w:r>
        <w:t>T</w:t>
      </w:r>
      <w:r w:rsidRPr="00CC6EC5">
        <w:rPr>
          <w:vertAlign w:val="subscript"/>
        </w:rPr>
        <w:t xml:space="preserve">FirstSSB_MAX </w:t>
      </w:r>
      <w:r>
        <w:t>+ 15*T</w:t>
      </w:r>
      <w:r w:rsidRPr="00CC6EC5">
        <w:rPr>
          <w:vertAlign w:val="subscript"/>
        </w:rPr>
        <w:t xml:space="preserve">SMTC_MAX </w:t>
      </w:r>
      <w:r>
        <w:t xml:space="preserve">+ </w:t>
      </w:r>
      <w:r>
        <w:rPr>
          <w:lang w:eastAsia="zh-CN"/>
        </w:rPr>
        <w:t>8</w:t>
      </w:r>
      <w:r w:rsidRPr="008C6DE4">
        <w:rPr>
          <w:lang w:eastAsia="zh-CN"/>
        </w:rPr>
        <w:t>*T</w:t>
      </w:r>
      <w:r w:rsidRPr="008C6DE4">
        <w:rPr>
          <w:vertAlign w:val="subscript"/>
          <w:lang w:eastAsia="zh-CN"/>
        </w:rPr>
        <w:t>rs</w:t>
      </w:r>
      <w:r w:rsidRPr="008C6DE4">
        <w:rPr>
          <w:rFonts w:eastAsia="Malgun Gothic"/>
          <w:lang w:eastAsia="zh-CN"/>
        </w:rPr>
        <w:t xml:space="preserve"> +</w:t>
      </w:r>
      <w:r w:rsidRPr="008C6DE4">
        <w:t xml:space="preserve"> T</w:t>
      </w:r>
      <w:r w:rsidRPr="008C6DE4">
        <w:rPr>
          <w:vertAlign w:val="subscript"/>
        </w:rPr>
        <w:t>L1-RSRP, measure</w:t>
      </w:r>
      <w:r w:rsidRPr="008C6DE4">
        <w:rPr>
          <w:rFonts w:eastAsia="Malgun Gothic"/>
          <w:lang w:eastAsia="zh-CN"/>
        </w:rPr>
        <w:t xml:space="preserve"> + </w:t>
      </w:r>
      <w:r w:rsidRPr="008C6DE4">
        <w:t>T</w:t>
      </w:r>
      <w:r w:rsidRPr="008C6DE4">
        <w:rPr>
          <w:vertAlign w:val="subscript"/>
        </w:rPr>
        <w:t>L1-RSRP, report</w:t>
      </w:r>
      <w:r w:rsidRPr="008C6DE4">
        <w:t xml:space="preserve"> </w:t>
      </w:r>
      <w:r w:rsidRPr="008C6DE4">
        <w:rPr>
          <w:lang w:eastAsia="zh-CN"/>
        </w:rPr>
        <w:t xml:space="preserve">+ </w:t>
      </w:r>
      <w:r w:rsidRPr="008C6DE4">
        <w:t>max {(T</w:t>
      </w:r>
      <w:r w:rsidRPr="008C6DE4">
        <w:rPr>
          <w:vertAlign w:val="subscript"/>
        </w:rPr>
        <w:t>HARQ</w:t>
      </w:r>
      <w:r w:rsidRPr="008C6DE4">
        <w:t xml:space="preserve"> + T</w:t>
      </w:r>
      <w:r w:rsidRPr="008C6DE4">
        <w:rPr>
          <w:vertAlign w:val="subscript"/>
          <w:lang w:eastAsia="zh-CN"/>
        </w:rPr>
        <w:t>uncertainty_MAC</w:t>
      </w:r>
      <w:r w:rsidRPr="008C6DE4">
        <w:t xml:space="preserve"> + 5ms +</w:t>
      </w:r>
      <w:r w:rsidRPr="008C6DE4">
        <w:rPr>
          <w:lang w:eastAsia="zh-CN"/>
        </w:rPr>
        <w:t xml:space="preserve"> </w:t>
      </w:r>
      <w:r w:rsidRPr="008C6DE4">
        <w:t>T</w:t>
      </w:r>
      <w:r w:rsidRPr="008C6DE4">
        <w:rPr>
          <w:vertAlign w:val="subscript"/>
        </w:rPr>
        <w:t>FineTiming</w:t>
      </w:r>
      <w:r w:rsidRPr="008C6DE4">
        <w:t>), (T</w:t>
      </w:r>
      <w:r w:rsidRPr="008C6DE4">
        <w:rPr>
          <w:vertAlign w:val="subscript"/>
          <w:lang w:eastAsia="zh-CN"/>
        </w:rPr>
        <w:t>uncertainty_RRC</w:t>
      </w:r>
      <w:r w:rsidRPr="008C6DE4">
        <w:t xml:space="preserve"> + T</w:t>
      </w:r>
      <w:r w:rsidRPr="008C6DE4">
        <w:rPr>
          <w:vertAlign w:val="subscript"/>
        </w:rPr>
        <w:t>RRC_delay</w:t>
      </w:r>
      <w:r w:rsidRPr="008C6DE4">
        <w:t>)}.</w:t>
      </w:r>
    </w:p>
    <w:p w14:paraId="33DDDFD4" w14:textId="31C4889A" w:rsidR="004C54CE" w:rsidRPr="008C6DE4" w:rsidRDefault="004C54CE" w:rsidP="004C54CE">
      <w:pPr>
        <w:ind w:left="851"/>
        <w:rPr>
          <w:lang w:eastAsia="zh-CN"/>
        </w:rPr>
      </w:pPr>
      <w:r>
        <w:rPr>
          <w:lang w:eastAsia="zh-CN"/>
        </w:rPr>
        <w:t>w</w:t>
      </w:r>
      <w:r w:rsidRPr="008C6DE4">
        <w:rPr>
          <w:lang w:eastAsia="zh-CN"/>
        </w:rPr>
        <w:t>here,</w:t>
      </w:r>
    </w:p>
    <w:p w14:paraId="70C61E1D" w14:textId="77777777" w:rsidR="006A65D1" w:rsidRPr="008C6DE4" w:rsidRDefault="006A65D1" w:rsidP="006A65D1">
      <w:pPr>
        <w:ind w:left="851"/>
        <w:rPr>
          <w:lang w:eastAsia="zh-CN"/>
        </w:rPr>
      </w:pPr>
      <w:r w:rsidRPr="008C6DE4">
        <w:rPr>
          <w:lang w:eastAsia="zh-CN"/>
        </w:rPr>
        <w:t>T</w:t>
      </w:r>
      <w:r w:rsidRPr="008C6DE4">
        <w:rPr>
          <w:vertAlign w:val="subscript"/>
          <w:lang w:eastAsia="zh-CN"/>
        </w:rPr>
        <w:t>SMTC_MAX</w:t>
      </w:r>
      <w:r w:rsidRPr="008C6DE4">
        <w:rPr>
          <w:lang w:eastAsia="zh-CN"/>
        </w:rPr>
        <w:t>:</w:t>
      </w:r>
    </w:p>
    <w:p w14:paraId="7B7E2496" w14:textId="77777777" w:rsidR="006A65D1" w:rsidRPr="008C6DE4" w:rsidRDefault="006A65D1" w:rsidP="006A65D1">
      <w:pPr>
        <w:ind w:left="1135" w:hanging="284"/>
        <w:rPr>
          <w:lang w:eastAsia="zh-CN"/>
        </w:rPr>
      </w:pPr>
      <w:r w:rsidRPr="008C6DE4">
        <w:rPr>
          <w:lang w:eastAsia="zh-CN"/>
        </w:rPr>
        <w:t>-</w:t>
      </w:r>
      <w:r w:rsidRPr="008C6DE4">
        <w:rPr>
          <w:lang w:eastAsia="zh-CN"/>
        </w:rPr>
        <w:tab/>
        <w:t>In FR1, in case of intra-band SCell activation, T</w:t>
      </w:r>
      <w:r w:rsidRPr="008C6DE4">
        <w:rPr>
          <w:vertAlign w:val="subscript"/>
          <w:lang w:eastAsia="zh-CN"/>
        </w:rPr>
        <w:t>SMTC_MAX</w:t>
      </w:r>
      <w:r w:rsidRPr="008C6DE4">
        <w:rPr>
          <w:lang w:eastAsia="zh-CN"/>
        </w:rPr>
        <w:t xml:space="preserve"> is the longer SMTC periodicity between active serving cells and SCell being activated </w:t>
      </w:r>
      <w:r w:rsidRPr="008C6DE4">
        <w:rPr>
          <w:rFonts w:eastAsia="MS Mincho"/>
        </w:rPr>
        <w:t xml:space="preserve">provided </w:t>
      </w:r>
      <w:r w:rsidRPr="008C6DE4">
        <w:rPr>
          <w:lang w:eastAsia="zh-CN"/>
        </w:rPr>
        <w:t>the cell specific reference signals from the active serving cells and the SCells being activated or released are available in the same slot; in case of inter-band SCell activation, T</w:t>
      </w:r>
      <w:r w:rsidRPr="008C6DE4">
        <w:rPr>
          <w:vertAlign w:val="subscript"/>
          <w:lang w:eastAsia="zh-CN"/>
        </w:rPr>
        <w:t xml:space="preserve">SMTC_MAX </w:t>
      </w:r>
      <w:r w:rsidRPr="008C6DE4">
        <w:rPr>
          <w:lang w:eastAsia="zh-CN"/>
        </w:rPr>
        <w:t>is the SMTC periodicity of SCell being activated.</w:t>
      </w:r>
    </w:p>
    <w:p w14:paraId="314E779E" w14:textId="77777777" w:rsidR="006A65D1" w:rsidRPr="008C6DE4" w:rsidRDefault="006A65D1" w:rsidP="006A65D1">
      <w:pPr>
        <w:ind w:left="1135" w:hanging="284"/>
        <w:rPr>
          <w:lang w:eastAsia="zh-CN"/>
        </w:rPr>
      </w:pPr>
      <w:r w:rsidRPr="008C6DE4">
        <w:rPr>
          <w:lang w:eastAsia="zh-CN"/>
        </w:rPr>
        <w:t>-</w:t>
      </w:r>
      <w:r w:rsidRPr="008C6DE4">
        <w:rPr>
          <w:lang w:eastAsia="zh-CN"/>
        </w:rPr>
        <w:tab/>
        <w:t>In FR2, T</w:t>
      </w:r>
      <w:r w:rsidRPr="008C6DE4">
        <w:rPr>
          <w:vertAlign w:val="subscript"/>
          <w:lang w:eastAsia="zh-CN"/>
        </w:rPr>
        <w:t>SMTC_MAX</w:t>
      </w:r>
      <w:r w:rsidRPr="008C6DE4">
        <w:rPr>
          <w:lang w:eastAsia="zh-CN"/>
        </w:rPr>
        <w:t xml:space="preserve"> is the longer SMTC periodicity between active serving cells and SCell being activated provided that in Rel-15 only support FR2 intra-band CA.</w:t>
      </w:r>
    </w:p>
    <w:p w14:paraId="2A4FBC3F" w14:textId="77777777" w:rsidR="006A65D1" w:rsidRPr="008C6DE4" w:rsidRDefault="006A65D1" w:rsidP="00DD3199">
      <w:pPr>
        <w:ind w:left="1135" w:hanging="284"/>
        <w:rPr>
          <w:lang w:eastAsia="zh-CN"/>
        </w:rPr>
      </w:pPr>
      <w:r w:rsidRPr="008C6DE4">
        <w:rPr>
          <w:lang w:eastAsia="zh-CN"/>
        </w:rPr>
        <w:t>-</w:t>
      </w:r>
      <w:r w:rsidRPr="008C6DE4">
        <w:rPr>
          <w:lang w:eastAsia="zh-CN"/>
        </w:rPr>
        <w:tab/>
        <w:t>T</w:t>
      </w:r>
      <w:r w:rsidRPr="008C6DE4">
        <w:rPr>
          <w:vertAlign w:val="subscript"/>
          <w:lang w:eastAsia="zh-CN"/>
        </w:rPr>
        <w:t>SMTC_MAX</w:t>
      </w:r>
      <w:r w:rsidRPr="008C6DE4">
        <w:rPr>
          <w:lang w:eastAsia="zh-CN"/>
        </w:rPr>
        <w:t xml:space="preserve"> is bounded to a minimum value of 10ms.</w:t>
      </w:r>
    </w:p>
    <w:p w14:paraId="4E751FFA" w14:textId="7E3EDDD3" w:rsidR="006A65D1" w:rsidRPr="008C6DE4" w:rsidRDefault="00A407B4" w:rsidP="006A65D1">
      <w:pPr>
        <w:ind w:left="851"/>
        <w:rPr>
          <w:lang w:eastAsia="zh-CN"/>
        </w:rPr>
      </w:pPr>
      <w:r w:rsidRPr="008C6DE4">
        <w:rPr>
          <w:lang w:eastAsia="zh-CN"/>
        </w:rPr>
        <w:t>T</w:t>
      </w:r>
      <w:r w:rsidRPr="008C6DE4">
        <w:rPr>
          <w:vertAlign w:val="subscript"/>
          <w:lang w:eastAsia="zh-CN"/>
        </w:rPr>
        <w:t>rs</w:t>
      </w:r>
      <w:r w:rsidRPr="008C6DE4">
        <w:rPr>
          <w:lang w:eastAsia="zh-CN"/>
        </w:rPr>
        <w:t xml:space="preserve"> is the SMTC periodicity of the SCell being activated if the UE has been provided with an SMTC configuration for the SCell in SCell addition message, otherwise T</w:t>
      </w:r>
      <w:r w:rsidRPr="008C6DE4">
        <w:rPr>
          <w:vertAlign w:val="subscript"/>
          <w:lang w:eastAsia="zh-CN"/>
        </w:rPr>
        <w:t>rs</w:t>
      </w:r>
      <w:r w:rsidRPr="008C6DE4">
        <w:rPr>
          <w:lang w:eastAsia="zh-CN"/>
        </w:rPr>
        <w:t xml:space="preserve"> is the SMTC configured in the measObjectNR having the same SSB frequency and subcarrier spacing. </w:t>
      </w:r>
      <w:r w:rsidRPr="006C4DD4">
        <w:rPr>
          <w:lang w:eastAsia="zh-CN"/>
        </w:rPr>
        <w:t xml:space="preserve">If </w:t>
      </w:r>
      <w:r>
        <w:rPr>
          <w:lang w:eastAsia="zh-CN"/>
        </w:rPr>
        <w:t>the</w:t>
      </w:r>
      <w:r w:rsidRPr="006C4DD4">
        <w:rPr>
          <w:lang w:eastAsia="zh-CN"/>
        </w:rPr>
        <w:t xml:space="preserve"> measObjectNRs </w:t>
      </w:r>
      <w:r w:rsidRPr="00B910B8">
        <w:t>having the same SSB frequency and subcarrier spacing</w:t>
      </w:r>
      <w:r>
        <w:rPr>
          <w:lang w:eastAsia="zh-CN"/>
        </w:rPr>
        <w:t xml:space="preserve"> </w:t>
      </w:r>
      <w:r w:rsidRPr="006C4DD4">
        <w:rPr>
          <w:lang w:eastAsia="zh-CN"/>
        </w:rPr>
        <w:t>configured by MN and SN have different SMTC, Trs is the periodicity of one of the SMTC which is up to UE implementation</w:t>
      </w:r>
      <w:r>
        <w:rPr>
          <w:lang w:eastAsia="zh-CN"/>
        </w:rPr>
        <w:t xml:space="preserve">. </w:t>
      </w:r>
      <w:r w:rsidRPr="008C6DE4">
        <w:rPr>
          <w:lang w:eastAsia="zh-CN"/>
        </w:rPr>
        <w:t>If the UE is not provided SMTC configuration or measurement object on this frequency, the requirement which involves T</w:t>
      </w:r>
      <w:r w:rsidRPr="008C6DE4">
        <w:rPr>
          <w:vertAlign w:val="subscript"/>
          <w:lang w:eastAsia="zh-CN"/>
        </w:rPr>
        <w:t>rs</w:t>
      </w:r>
      <w:r w:rsidRPr="008C6DE4">
        <w:rPr>
          <w:lang w:eastAsia="zh-CN"/>
        </w:rPr>
        <w:t xml:space="preserve"> is applied with T</w:t>
      </w:r>
      <w:r w:rsidRPr="008C6DE4">
        <w:rPr>
          <w:vertAlign w:val="subscript"/>
          <w:lang w:eastAsia="zh-CN"/>
        </w:rPr>
        <w:t>rs</w:t>
      </w:r>
      <w:r w:rsidRPr="008C6DE4">
        <w:rPr>
          <w:lang w:eastAsia="zh-CN"/>
        </w:rPr>
        <w:t xml:space="preserve"> = 5ms assuming the SSB transmission periodicity is 5ms. There are no requirements if the SSB transmission periodicity is not 5ms</w:t>
      </w:r>
      <w:r w:rsidR="004C54CE">
        <w:rPr>
          <w:lang w:eastAsia="zh-CN"/>
        </w:rPr>
        <w:t>.</w:t>
      </w:r>
    </w:p>
    <w:p w14:paraId="17054700" w14:textId="4634A42D" w:rsidR="004D44A6" w:rsidRPr="008C6DE4" w:rsidRDefault="004D44A6" w:rsidP="004D44A6">
      <w:pPr>
        <w:ind w:left="851"/>
        <w:rPr>
          <w:lang w:eastAsia="zh-CN"/>
        </w:rPr>
      </w:pPr>
      <w:r w:rsidRPr="008C6DE4">
        <w:rPr>
          <w:lang w:eastAsia="zh-CN"/>
        </w:rPr>
        <w:t>T</w:t>
      </w:r>
      <w:r w:rsidRPr="008C6DE4">
        <w:rPr>
          <w:vertAlign w:val="subscript"/>
          <w:lang w:eastAsia="zh-CN"/>
        </w:rPr>
        <w:t>FirstSSB</w:t>
      </w:r>
      <w:r w:rsidRPr="008C6DE4">
        <w:rPr>
          <w:lang w:eastAsia="zh-CN"/>
        </w:rPr>
        <w:t xml:space="preserve">: is the time to </w:t>
      </w:r>
      <w:r>
        <w:rPr>
          <w:lang w:eastAsia="zh-CN"/>
        </w:rPr>
        <w:t xml:space="preserve">the end of the </w:t>
      </w:r>
      <w:r w:rsidRPr="008C6DE4">
        <w:rPr>
          <w:lang w:eastAsia="zh-CN"/>
        </w:rPr>
        <w:t xml:space="preserve">first </w:t>
      </w:r>
      <w:r>
        <w:rPr>
          <w:lang w:eastAsia="zh-CN"/>
        </w:rPr>
        <w:t xml:space="preserve">complete </w:t>
      </w:r>
      <w:r w:rsidRPr="008C6DE4">
        <w:rPr>
          <w:lang w:eastAsia="zh-CN"/>
        </w:rPr>
        <w:t xml:space="preserve">SSB </w:t>
      </w:r>
      <w:r>
        <w:rPr>
          <w:lang w:eastAsia="zh-CN"/>
        </w:rPr>
        <w:t>burst</w:t>
      </w:r>
      <w:r w:rsidRPr="008C6DE4">
        <w:rPr>
          <w:lang w:eastAsia="zh-CN"/>
        </w:rPr>
        <w:t xml:space="preserve"> indicated by the SMTC</w:t>
      </w:r>
      <w:r w:rsidRPr="00113193">
        <w:rPr>
          <w:lang w:eastAsia="zh-CN"/>
        </w:rPr>
        <w:t>, or within 5ms if SMTC is not configured,</w:t>
      </w:r>
      <w:r w:rsidRPr="008C6DE4">
        <w:rPr>
          <w:lang w:eastAsia="zh-CN"/>
        </w:rPr>
        <w:t xml:space="preserve"> after</w:t>
      </w:r>
      <w:r w:rsidRPr="008C6DE4">
        <w:rPr>
          <w:rFonts w:hint="eastAsia"/>
          <w:lang w:val="en-US" w:eastAsia="zh-CN"/>
        </w:rPr>
        <w:t xml:space="preserve"> slot</w:t>
      </w:r>
      <w:r w:rsidRPr="008C6DE4">
        <w:rPr>
          <w:lang w:eastAsia="zh-CN"/>
        </w:rPr>
        <w:t xml:space="preserve"> n + </w:t>
      </w:r>
      <m:oMath>
        <m:f>
          <m:fPr>
            <m:ctrlPr>
              <w:rPr>
                <w:rFonts w:ascii="Cambria Math" w:hAnsi="Cambria Math"/>
                <w:i/>
                <w:lang w:eastAsia="zh-CN"/>
              </w:rPr>
            </m:ctrlPr>
          </m:fPr>
          <m:num>
            <m:sSub>
              <m:sSubPr>
                <m:ctrlPr>
                  <w:rPr>
                    <w:rFonts w:ascii="Cambria Math" w:hAnsi="Cambria Math"/>
                    <w:i/>
                    <w:lang w:eastAsia="zh-CN"/>
                  </w:rPr>
                </m:ctrlPr>
              </m:sSubPr>
              <m:e>
                <m:r>
                  <w:rPr>
                    <w:rFonts w:ascii="Cambria Math" w:hAnsi="Cambria Math"/>
                    <w:lang w:eastAsia="zh-CN"/>
                  </w:rPr>
                  <m:t>T</m:t>
                </m:r>
              </m:e>
              <m:sub>
                <m:r>
                  <w:rPr>
                    <w:rFonts w:ascii="Cambria Math" w:hAnsi="Cambria Math"/>
                    <w:lang w:eastAsia="zh-CN"/>
                  </w:rPr>
                  <m:t>HARQ</m:t>
                </m:r>
              </m:sub>
            </m:sSub>
            <m:r>
              <w:rPr>
                <w:rFonts w:ascii="Cambria Math" w:hAnsi="Cambria Math"/>
                <w:lang w:eastAsia="zh-CN"/>
              </w:rPr>
              <m:t>+3ms</m:t>
            </m:r>
          </m:num>
          <m:den>
            <m:r>
              <w:rPr>
                <w:rFonts w:ascii="Cambria Math" w:hAnsi="Cambria Math"/>
                <w:lang w:eastAsia="zh-CN"/>
              </w:rPr>
              <m:t>NR slot length</m:t>
            </m:r>
          </m:den>
        </m:f>
      </m:oMath>
      <w:r>
        <w:rPr>
          <w:rFonts w:hint="eastAsia"/>
          <w:lang w:eastAsia="zh-CN"/>
        </w:rPr>
        <w:t>.</w:t>
      </w:r>
      <w:r>
        <w:rPr>
          <w:lang w:eastAsia="zh-CN"/>
        </w:rPr>
        <w:t xml:space="preserve"> </w:t>
      </w:r>
    </w:p>
    <w:p w14:paraId="4081957B" w14:textId="77777777" w:rsidR="004D44A6" w:rsidRPr="008C6DE4" w:rsidRDefault="004D44A6" w:rsidP="004D44A6">
      <w:pPr>
        <w:pStyle w:val="B3"/>
        <w:rPr>
          <w:lang w:eastAsia="zh-CN"/>
        </w:rPr>
      </w:pPr>
      <w:r w:rsidRPr="008C6DE4">
        <w:rPr>
          <w:lang w:eastAsia="zh-CN"/>
        </w:rPr>
        <w:t>T</w:t>
      </w:r>
      <w:r w:rsidRPr="008C6DE4">
        <w:rPr>
          <w:vertAlign w:val="subscript"/>
          <w:lang w:eastAsia="zh-CN"/>
        </w:rPr>
        <w:t>FirstSSB_MAX</w:t>
      </w:r>
      <w:r w:rsidRPr="008C6DE4">
        <w:rPr>
          <w:lang w:eastAsia="zh-CN"/>
        </w:rPr>
        <w:t xml:space="preserve">: Is the time to </w:t>
      </w:r>
      <w:r>
        <w:rPr>
          <w:lang w:eastAsia="zh-CN"/>
        </w:rPr>
        <w:t>the end of the</w:t>
      </w:r>
      <w:r w:rsidRPr="008C6DE4">
        <w:rPr>
          <w:lang w:eastAsia="zh-CN"/>
        </w:rPr>
        <w:t xml:space="preserve"> first </w:t>
      </w:r>
      <w:r>
        <w:rPr>
          <w:lang w:eastAsia="zh-CN"/>
        </w:rPr>
        <w:t xml:space="preserve">complete </w:t>
      </w:r>
      <w:r w:rsidRPr="008C6DE4">
        <w:rPr>
          <w:lang w:eastAsia="zh-CN"/>
        </w:rPr>
        <w:t xml:space="preserve">SSB </w:t>
      </w:r>
      <w:r>
        <w:rPr>
          <w:lang w:eastAsia="zh-CN"/>
        </w:rPr>
        <w:t>burst</w:t>
      </w:r>
      <w:r w:rsidRPr="008C6DE4">
        <w:rPr>
          <w:lang w:eastAsia="zh-CN"/>
        </w:rPr>
        <w:t xml:space="preserve"> indicated by the SMTC</w:t>
      </w:r>
      <w:r w:rsidRPr="00113193">
        <w:rPr>
          <w:lang w:eastAsia="zh-CN"/>
        </w:rPr>
        <w:t>, or within 5ms if SMTC is not configured,</w:t>
      </w:r>
      <w:r w:rsidRPr="008C6DE4">
        <w:rPr>
          <w:lang w:eastAsia="zh-CN"/>
        </w:rPr>
        <w:t xml:space="preserve"> after</w:t>
      </w:r>
      <w:r w:rsidRPr="008C6DE4">
        <w:rPr>
          <w:rFonts w:hint="eastAsia"/>
          <w:lang w:val="en-US" w:eastAsia="zh-CN"/>
        </w:rPr>
        <w:t xml:space="preserve"> slot</w:t>
      </w:r>
      <w:r w:rsidRPr="008C6DE4">
        <w:rPr>
          <w:lang w:eastAsia="zh-CN"/>
        </w:rPr>
        <w:t xml:space="preserve"> n + </w:t>
      </w:r>
      <m:oMath>
        <m:f>
          <m:fPr>
            <m:ctrlPr>
              <w:rPr>
                <w:rFonts w:ascii="Cambria Math" w:hAnsi="Cambria Math"/>
                <w:i/>
                <w:lang w:eastAsia="zh-CN"/>
              </w:rPr>
            </m:ctrlPr>
          </m:fPr>
          <m:num>
            <m:sSub>
              <m:sSubPr>
                <m:ctrlPr>
                  <w:rPr>
                    <w:rFonts w:ascii="Cambria Math" w:hAnsi="Cambria Math"/>
                    <w:i/>
                    <w:lang w:eastAsia="zh-CN"/>
                  </w:rPr>
                </m:ctrlPr>
              </m:sSubPr>
              <m:e>
                <m:r>
                  <w:rPr>
                    <w:rFonts w:ascii="Cambria Math" w:hAnsi="Cambria Math"/>
                    <w:lang w:eastAsia="zh-CN"/>
                  </w:rPr>
                  <m:t>T</m:t>
                </m:r>
              </m:e>
              <m:sub>
                <m:r>
                  <w:rPr>
                    <w:rFonts w:ascii="Cambria Math" w:hAnsi="Cambria Math"/>
                    <w:lang w:eastAsia="zh-CN"/>
                  </w:rPr>
                  <m:t>HARQ</m:t>
                </m:r>
              </m:sub>
            </m:sSub>
            <m:r>
              <w:rPr>
                <w:rFonts w:ascii="Cambria Math" w:hAnsi="Cambria Math"/>
                <w:lang w:eastAsia="zh-CN"/>
              </w:rPr>
              <m:t>+3ms</m:t>
            </m:r>
          </m:num>
          <m:den>
            <m:r>
              <w:rPr>
                <w:rFonts w:ascii="Cambria Math" w:hAnsi="Cambria Math"/>
                <w:lang w:eastAsia="zh-CN"/>
              </w:rPr>
              <m:t>NR slot length</m:t>
            </m:r>
          </m:den>
        </m:f>
      </m:oMath>
      <w:r w:rsidRPr="008C6DE4">
        <w:rPr>
          <w:lang w:eastAsia="zh-CN"/>
        </w:rPr>
        <w:t>, further fulfilling:</w:t>
      </w:r>
    </w:p>
    <w:p w14:paraId="12D3542A" w14:textId="623378DA" w:rsidR="007009AD" w:rsidRPr="008C6DE4" w:rsidRDefault="007009AD" w:rsidP="007009AD">
      <w:pPr>
        <w:pStyle w:val="B3"/>
        <w:rPr>
          <w:lang w:eastAsia="zh-CN"/>
        </w:rPr>
      </w:pPr>
      <w:r w:rsidRPr="008C6DE4">
        <w:rPr>
          <w:lang w:eastAsia="zh-CN"/>
        </w:rPr>
        <w:t>-</w:t>
      </w:r>
      <w:r w:rsidRPr="008C6DE4">
        <w:rPr>
          <w:lang w:eastAsia="zh-CN"/>
        </w:rPr>
        <w:tab/>
        <w:t>In FR1, in case of intra-band SCell activation, the occasion when all active serving cells and SCells being activated or released are transmitting SSB bursts in the same slot; in case of inter-band SCell activation, the first occasion when the SCell being activated is transmitting SSB burst.</w:t>
      </w:r>
    </w:p>
    <w:p w14:paraId="505090BF" w14:textId="5FE36218" w:rsidR="007009AD" w:rsidRPr="008C6DE4" w:rsidRDefault="007009AD" w:rsidP="002777B2">
      <w:pPr>
        <w:pStyle w:val="B3"/>
        <w:rPr>
          <w:lang w:eastAsia="zh-CN"/>
        </w:rPr>
      </w:pPr>
      <w:r w:rsidRPr="008C6DE4">
        <w:rPr>
          <w:lang w:eastAsia="zh-CN"/>
        </w:rPr>
        <w:t>-</w:t>
      </w:r>
      <w:r w:rsidRPr="008C6DE4">
        <w:rPr>
          <w:lang w:eastAsia="zh-CN"/>
        </w:rPr>
        <w:tab/>
        <w:t xml:space="preserve">In FR2, the occasion when all active serving cells and SCells being activated or released are transmitting SSB bursts in the same slot. </w:t>
      </w:r>
    </w:p>
    <w:p w14:paraId="02589B03" w14:textId="4AB28525" w:rsidR="00140E53" w:rsidRPr="008C6DE4" w:rsidRDefault="00140E53" w:rsidP="00140E53">
      <w:pPr>
        <w:ind w:left="851"/>
        <w:rPr>
          <w:lang w:eastAsia="zh-CN"/>
        </w:rPr>
      </w:pPr>
      <w:r w:rsidRPr="008C6DE4">
        <w:t>T</w:t>
      </w:r>
      <w:r w:rsidRPr="008C6DE4">
        <w:rPr>
          <w:vertAlign w:val="subscript"/>
        </w:rPr>
        <w:t>FineTiming</w:t>
      </w:r>
      <w:r w:rsidRPr="008C6DE4">
        <w:t xml:space="preserve"> </w:t>
      </w:r>
      <w:r w:rsidRPr="008C6DE4">
        <w:rPr>
          <w:lang w:eastAsia="zh-CN"/>
        </w:rPr>
        <w:t xml:space="preserve">is the time period between UE finish processing the last activation command for PDCCH TCI, PDSCH TCI (when applicable) and the timing of first complete available SSB corresponding to the TCI state. </w:t>
      </w:r>
    </w:p>
    <w:p w14:paraId="27120AF1" w14:textId="77777777" w:rsidR="00544141" w:rsidRDefault="00544141" w:rsidP="00544141">
      <w:pPr>
        <w:ind w:leftChars="365" w:left="730" w:firstLine="120"/>
        <w:rPr>
          <w:lang w:eastAsia="zh-CN"/>
        </w:rPr>
      </w:pPr>
      <w:r>
        <w:t>T</w:t>
      </w:r>
      <w:r>
        <w:rPr>
          <w:vertAlign w:val="subscript"/>
        </w:rPr>
        <w:t>L1-RSRP, measure</w:t>
      </w:r>
      <w:r>
        <w:rPr>
          <w:lang w:eastAsia="zh-CN"/>
        </w:rPr>
        <w:t xml:space="preserve"> is L1-RSRP measurement delay </w:t>
      </w:r>
      <w:r>
        <w:t>T</w:t>
      </w:r>
      <w:r>
        <w:rPr>
          <w:vertAlign w:val="subscript"/>
        </w:rPr>
        <w:t>L1-RSRP_Measurement_Period_SSB</w:t>
      </w:r>
      <w:r>
        <w:t xml:space="preserve"> ms</w:t>
      </w:r>
      <w:r>
        <w:rPr>
          <w:b/>
          <w:sz w:val="18"/>
        </w:rPr>
        <w:t xml:space="preserve"> </w:t>
      </w:r>
      <w:r>
        <w:rPr>
          <w:bCs/>
          <w:sz w:val="18"/>
        </w:rPr>
        <w:t>or</w:t>
      </w:r>
      <w:r>
        <w:rPr>
          <w:lang w:eastAsia="zh-CN"/>
        </w:rPr>
        <w:t xml:space="preserve"> T</w:t>
      </w:r>
      <w:r>
        <w:rPr>
          <w:vertAlign w:val="subscript"/>
          <w:lang w:eastAsia="zh-CN"/>
        </w:rPr>
        <w:t>L1-RSRP_Measurement_Period_CSI-RS</w:t>
      </w:r>
      <w:r>
        <w:rPr>
          <w:lang w:eastAsia="zh-CN"/>
        </w:rPr>
        <w:t xml:space="preserve"> based on applicability as defined in </w:t>
      </w:r>
      <w:r>
        <w:rPr>
          <w:lang w:val="en-US"/>
        </w:rPr>
        <w:t>clause</w:t>
      </w:r>
      <w:r>
        <w:rPr>
          <w:lang w:eastAsia="zh-CN"/>
        </w:rPr>
        <w:t xml:space="preserve"> 9.5 assuming M=1 and </w:t>
      </w:r>
      <w:r>
        <w:t>T</w:t>
      </w:r>
      <w:r>
        <w:rPr>
          <w:vertAlign w:val="subscript"/>
        </w:rPr>
        <w:t>Report</w:t>
      </w:r>
      <w:r>
        <w:t>=0</w:t>
      </w:r>
      <w:r>
        <w:rPr>
          <w:lang w:eastAsia="zh-CN"/>
        </w:rPr>
        <w:t>.</w:t>
      </w:r>
    </w:p>
    <w:p w14:paraId="1F325C92" w14:textId="4D5D55C5" w:rsidR="006A65D1" w:rsidRPr="008C6DE4" w:rsidRDefault="006A65D1" w:rsidP="006A65D1">
      <w:pPr>
        <w:ind w:leftChars="365" w:left="730" w:firstLine="120"/>
        <w:rPr>
          <w:lang w:eastAsia="zh-CN"/>
        </w:rPr>
      </w:pPr>
      <w:r w:rsidRPr="008C6DE4">
        <w:t>T</w:t>
      </w:r>
      <w:r w:rsidRPr="008C6DE4">
        <w:rPr>
          <w:vertAlign w:val="subscript"/>
        </w:rPr>
        <w:t>L1-RSRP, report</w:t>
      </w:r>
      <w:r w:rsidRPr="008C6DE4">
        <w:rPr>
          <w:lang w:eastAsia="zh-CN"/>
        </w:rPr>
        <w:t xml:space="preserve"> is delay of acquiring CSI reporting resources.</w:t>
      </w:r>
    </w:p>
    <w:p w14:paraId="3B2E4704" w14:textId="57C007C4" w:rsidR="00D14C62" w:rsidRPr="008C6DE4" w:rsidRDefault="00D14C62" w:rsidP="00D14C62">
      <w:pPr>
        <w:ind w:leftChars="425" w:left="850"/>
      </w:pPr>
      <w:r w:rsidRPr="008C6DE4">
        <w:t>T</w:t>
      </w:r>
      <w:r w:rsidRPr="008C6DE4">
        <w:rPr>
          <w:vertAlign w:val="subscript"/>
          <w:lang w:eastAsia="zh-CN"/>
        </w:rPr>
        <w:t>uncertainty_MAC</w:t>
      </w:r>
      <w:r w:rsidRPr="008C6DE4">
        <w:rPr>
          <w:rFonts w:eastAsia="Malgun Gothic"/>
          <w:lang w:eastAsia="zh-CN"/>
        </w:rPr>
        <w:t xml:space="preserve"> is the time period between reception of the last activation command for </w:t>
      </w:r>
      <w:r w:rsidRPr="008C6DE4">
        <w:t>PDCCH TCI, PDSCH TCI (when applicable) relative to</w:t>
      </w:r>
    </w:p>
    <w:p w14:paraId="79673081" w14:textId="77777777" w:rsidR="00D14C62" w:rsidRPr="008C6DE4" w:rsidRDefault="00D14C62" w:rsidP="00D14C62">
      <w:pPr>
        <w:ind w:left="1219" w:hanging="284"/>
        <w:rPr>
          <w:lang w:eastAsia="zh-CN"/>
        </w:rPr>
      </w:pPr>
      <w:r w:rsidRPr="008C6DE4">
        <w:rPr>
          <w:lang w:eastAsia="zh-CN"/>
        </w:rPr>
        <w:t>-</w:t>
      </w:r>
      <w:r w:rsidRPr="008C6DE4">
        <w:rPr>
          <w:lang w:eastAsia="zh-CN"/>
        </w:rPr>
        <w:tab/>
        <w:t>SCell activation command for known case;</w:t>
      </w:r>
    </w:p>
    <w:p w14:paraId="06BCACB8" w14:textId="77777777" w:rsidR="00D14C62" w:rsidRDefault="00D14C62" w:rsidP="00D14C62">
      <w:pPr>
        <w:ind w:left="1219" w:hanging="284"/>
        <w:rPr>
          <w:lang w:eastAsia="zh-CN"/>
        </w:rPr>
      </w:pPr>
      <w:r w:rsidRPr="008C6DE4">
        <w:rPr>
          <w:lang w:eastAsia="zh-CN"/>
        </w:rPr>
        <w:t>-</w:t>
      </w:r>
      <w:r w:rsidRPr="008C6DE4">
        <w:rPr>
          <w:lang w:eastAsia="zh-CN"/>
        </w:rPr>
        <w:tab/>
        <w:t>First valid L1-RSRP reporting for unknown case.</w:t>
      </w:r>
    </w:p>
    <w:p w14:paraId="0F3AB908" w14:textId="77777777" w:rsidR="00D14C62" w:rsidRDefault="00D14C62" w:rsidP="00D14C62">
      <w:pPr>
        <w:ind w:leftChars="425" w:left="850"/>
      </w:pPr>
      <w:r>
        <w:t>T</w:t>
      </w:r>
      <w:r>
        <w:rPr>
          <w:vertAlign w:val="subscript"/>
          <w:lang w:eastAsia="zh-CN"/>
        </w:rPr>
        <w:t>uncertainty_SP</w:t>
      </w:r>
      <w:r>
        <w:rPr>
          <w:rFonts w:eastAsia="Malgun Gothic"/>
          <w:lang w:eastAsia="zh-CN"/>
        </w:rPr>
        <w:t xml:space="preserve"> is the time period between reception of </w:t>
      </w:r>
      <w:r w:rsidRPr="000150B7">
        <w:rPr>
          <w:rFonts w:eastAsia="Malgun Gothic"/>
          <w:lang w:eastAsia="zh-CN"/>
        </w:rPr>
        <w:t>the activation command for</w:t>
      </w:r>
      <w:r>
        <w:rPr>
          <w:rFonts w:eastAsia="Malgun Gothic"/>
          <w:lang w:eastAsia="zh-CN"/>
        </w:rPr>
        <w:t xml:space="preserve"> </w:t>
      </w:r>
      <w:r>
        <w:t>semi-persistent CSI-RS resource set for CQI reporting relative to</w:t>
      </w:r>
    </w:p>
    <w:p w14:paraId="5AD9257F" w14:textId="77777777" w:rsidR="00D14C62" w:rsidRDefault="00D14C62" w:rsidP="00D14C62">
      <w:pPr>
        <w:ind w:left="1219" w:hanging="284"/>
        <w:rPr>
          <w:lang w:eastAsia="zh-CN"/>
        </w:rPr>
      </w:pPr>
      <w:r>
        <w:rPr>
          <w:lang w:eastAsia="zh-CN"/>
        </w:rPr>
        <w:t>-</w:t>
      </w:r>
      <w:r>
        <w:rPr>
          <w:lang w:eastAsia="zh-CN"/>
        </w:rPr>
        <w:tab/>
        <w:t>SCell activation command for known case;</w:t>
      </w:r>
    </w:p>
    <w:p w14:paraId="57805ED0" w14:textId="77777777" w:rsidR="00D14C62" w:rsidRPr="008C6DE4" w:rsidRDefault="00D14C62" w:rsidP="00D14C62">
      <w:pPr>
        <w:ind w:left="1219" w:hanging="284"/>
        <w:rPr>
          <w:lang w:eastAsia="zh-CN"/>
        </w:rPr>
      </w:pPr>
      <w:r>
        <w:rPr>
          <w:lang w:eastAsia="zh-CN"/>
        </w:rPr>
        <w:t>-</w:t>
      </w:r>
      <w:r>
        <w:rPr>
          <w:lang w:eastAsia="zh-CN"/>
        </w:rPr>
        <w:tab/>
        <w:t>First valid L1-RSRP reporting for unknown case.</w:t>
      </w:r>
    </w:p>
    <w:p w14:paraId="0A22DAFA" w14:textId="77777777" w:rsidR="006A65D1" w:rsidRPr="008C6DE4" w:rsidRDefault="006A65D1" w:rsidP="006A65D1">
      <w:pPr>
        <w:ind w:leftChars="425" w:left="850"/>
      </w:pPr>
      <w:r w:rsidRPr="008C6DE4">
        <w:t>T</w:t>
      </w:r>
      <w:r w:rsidRPr="008C6DE4">
        <w:rPr>
          <w:vertAlign w:val="subscript"/>
          <w:lang w:eastAsia="zh-CN"/>
        </w:rPr>
        <w:t>uncertainty_RRC</w:t>
      </w:r>
      <w:r w:rsidRPr="008C6DE4">
        <w:rPr>
          <w:rFonts w:eastAsia="Malgun Gothic"/>
          <w:lang w:eastAsia="zh-CN"/>
        </w:rPr>
        <w:t xml:space="preserve"> is the time period between reception of the RRC configuration message </w:t>
      </w:r>
      <w:r w:rsidRPr="008C6DE4">
        <w:t>for TCI of periodic CSI-RS for CQI reporting (when applicable) relative to</w:t>
      </w:r>
    </w:p>
    <w:p w14:paraId="76374CDC" w14:textId="77777777" w:rsidR="006A65D1" w:rsidRPr="008C6DE4" w:rsidRDefault="006A65D1" w:rsidP="006A65D1">
      <w:pPr>
        <w:ind w:left="1219" w:hanging="284"/>
        <w:rPr>
          <w:lang w:eastAsia="zh-CN"/>
        </w:rPr>
      </w:pPr>
      <w:r w:rsidRPr="008C6DE4">
        <w:rPr>
          <w:lang w:eastAsia="zh-CN"/>
        </w:rPr>
        <w:t>-</w:t>
      </w:r>
      <w:r w:rsidRPr="008C6DE4">
        <w:rPr>
          <w:lang w:eastAsia="zh-CN"/>
        </w:rPr>
        <w:tab/>
        <w:t>SCell activation command for known case;</w:t>
      </w:r>
    </w:p>
    <w:p w14:paraId="428C876D" w14:textId="77777777" w:rsidR="006A65D1" w:rsidRPr="008C6DE4" w:rsidRDefault="006A65D1" w:rsidP="006A65D1">
      <w:pPr>
        <w:ind w:left="1219" w:hanging="284"/>
        <w:rPr>
          <w:lang w:eastAsia="zh-CN"/>
        </w:rPr>
      </w:pPr>
      <w:r w:rsidRPr="008C6DE4">
        <w:rPr>
          <w:lang w:eastAsia="zh-CN"/>
        </w:rPr>
        <w:t>-</w:t>
      </w:r>
      <w:r w:rsidRPr="008C6DE4">
        <w:rPr>
          <w:lang w:eastAsia="zh-CN"/>
        </w:rPr>
        <w:tab/>
        <w:t>First valid L1-RSRP reporting for unknown case.</w:t>
      </w:r>
    </w:p>
    <w:p w14:paraId="6B756AA3" w14:textId="50440FC9" w:rsidR="004C54CE" w:rsidRDefault="004C54CE" w:rsidP="004C54CE">
      <w:pPr>
        <w:ind w:left="1135" w:hanging="284"/>
      </w:pPr>
      <w:r w:rsidRPr="008C6DE4">
        <w:t>T</w:t>
      </w:r>
      <w:r w:rsidRPr="008C6DE4">
        <w:rPr>
          <w:vertAlign w:val="subscript"/>
        </w:rPr>
        <w:t>RRC_delay</w:t>
      </w:r>
      <w:r w:rsidRPr="008C6DE4">
        <w:t xml:space="preserve"> is the RRC procedure delay as specified in</w:t>
      </w:r>
      <w:r>
        <w:t xml:space="preserve"> </w:t>
      </w:r>
      <w:r w:rsidRPr="00885F53">
        <w:t>TS 38.33</w:t>
      </w:r>
      <w:r>
        <w:t>1</w:t>
      </w:r>
      <w:r w:rsidRPr="008C6DE4">
        <w:t xml:space="preserve"> [2].</w:t>
      </w:r>
    </w:p>
    <w:p w14:paraId="0D461689" w14:textId="77777777" w:rsidR="004D44A6" w:rsidRDefault="004D44A6" w:rsidP="004D44A6">
      <w:pPr>
        <w:ind w:leftChars="425" w:left="850"/>
      </w:pPr>
      <w:r w:rsidRPr="00B6691E">
        <w:t>Longer delays for RRM measurement requirements, and in case of FR2 also SSB based RLM/BFD/CBD/L1-RSRP measurement requirements, can be expected during the cell detection time for unknown SCell activation</w:t>
      </w:r>
      <w:r>
        <w:t>.</w:t>
      </w:r>
      <w:r w:rsidRPr="00D0210E">
        <w:t xml:space="preserve"> </w:t>
      </w:r>
    </w:p>
    <w:p w14:paraId="54DB4B14" w14:textId="77777777" w:rsidR="004D44A6" w:rsidRPr="008C6DE4" w:rsidRDefault="004D44A6" w:rsidP="004D44A6">
      <w:pPr>
        <w:ind w:leftChars="425" w:left="850"/>
      </w:pPr>
      <w:r w:rsidRPr="00113193">
        <w:t xml:space="preserve">When </w:t>
      </w:r>
      <w:r w:rsidRPr="00113193">
        <w:rPr>
          <w:i/>
        </w:rPr>
        <w:t>absoluteFrequencySSB</w:t>
      </w:r>
      <w:r w:rsidRPr="00113193">
        <w:t xml:space="preserve"> is not configured in </w:t>
      </w:r>
      <w:r w:rsidRPr="00113193">
        <w:rPr>
          <w:i/>
        </w:rPr>
        <w:t>DownlinkConfigCommon</w:t>
      </w:r>
      <w:r w:rsidRPr="00113193">
        <w:t xml:space="preserve"> for target SCell but SMTC for target SCell is configured, no requirement would be applied.</w:t>
      </w:r>
    </w:p>
    <w:p w14:paraId="7BDC18C7" w14:textId="77777777" w:rsidR="004D44A6" w:rsidRPr="008C6DE4" w:rsidRDefault="004D44A6" w:rsidP="004D44A6">
      <w:pPr>
        <w:ind w:leftChars="300" w:left="600"/>
      </w:pPr>
      <w:r w:rsidRPr="008C6DE4">
        <w:t>T</w:t>
      </w:r>
      <w:r w:rsidRPr="008C6DE4">
        <w:rPr>
          <w:vertAlign w:val="subscript"/>
        </w:rPr>
        <w:t>CSI_reporting</w:t>
      </w:r>
      <w:r w:rsidRPr="008C6DE4">
        <w:t xml:space="preserve"> is the delay (in ms) </w:t>
      </w:r>
      <w:r w:rsidRPr="008C6DE4">
        <w:rPr>
          <w:lang w:eastAsia="zh-CN"/>
        </w:rPr>
        <w:t xml:space="preserve">including </w:t>
      </w:r>
      <w:r w:rsidRPr="008C6DE4">
        <w:t>uncertainty in acquiring the first available downlink CSI reference resource</w:t>
      </w:r>
      <w:r w:rsidRPr="008C6DE4">
        <w:rPr>
          <w:lang w:eastAsia="zh-CN"/>
        </w:rPr>
        <w:t xml:space="preserve">, UE processing time for CSI reporting and </w:t>
      </w:r>
      <w:r w:rsidRPr="008C6DE4">
        <w:t>uncertainty in acquiring the first available CSI reporting resources as specified in TS 38.331 [2].</w:t>
      </w:r>
    </w:p>
    <w:p w14:paraId="55213ACD" w14:textId="77777777" w:rsidR="006A65D1" w:rsidRPr="008C6DE4" w:rsidRDefault="006A65D1" w:rsidP="006A65D1">
      <w:r w:rsidRPr="008C6DE4">
        <w:rPr>
          <w:lang w:eastAsia="zh-CN"/>
        </w:rPr>
        <w:t>SC</w:t>
      </w:r>
      <w:r w:rsidRPr="008C6DE4">
        <w:t>ell</w:t>
      </w:r>
      <w:r w:rsidRPr="008C6DE4">
        <w:rPr>
          <w:lang w:eastAsia="zh-CN"/>
        </w:rPr>
        <w:t xml:space="preserve"> in FR1</w:t>
      </w:r>
      <w:r w:rsidRPr="008C6DE4">
        <w:t xml:space="preserve"> is known if it has been meeting the following conditions:</w:t>
      </w:r>
    </w:p>
    <w:p w14:paraId="6EEB181E" w14:textId="22332704" w:rsidR="004C54CE" w:rsidRPr="008C6DE4" w:rsidRDefault="004C54CE" w:rsidP="004C54CE">
      <w:pPr>
        <w:ind w:left="568" w:hanging="284"/>
        <w:rPr>
          <w:lang w:eastAsia="ko-KR"/>
        </w:rPr>
      </w:pPr>
      <w:r w:rsidRPr="008C6DE4">
        <w:t>-</w:t>
      </w:r>
      <w:r w:rsidRPr="008C6DE4">
        <w:tab/>
        <w:t>During the period equal to max(5</w:t>
      </w:r>
      <w:r>
        <w:t>*</w:t>
      </w:r>
      <w:r w:rsidRPr="008C6DE4">
        <w:t>measCycleSCell,  5</w:t>
      </w:r>
      <w:r>
        <w:t>*</w:t>
      </w:r>
      <w:r w:rsidRPr="008C6DE4">
        <w:t>DRX cycles) for FR1 before the reception of the SCell activation command:</w:t>
      </w:r>
    </w:p>
    <w:p w14:paraId="0D8AFA31" w14:textId="77777777" w:rsidR="002241F7" w:rsidRPr="008C6DE4" w:rsidRDefault="002241F7" w:rsidP="002241F7">
      <w:pPr>
        <w:ind w:left="851" w:hanging="284"/>
        <w:rPr>
          <w:lang w:eastAsia="zh-CN"/>
        </w:rPr>
      </w:pPr>
      <w:r w:rsidRPr="008C6DE4">
        <w:t>-</w:t>
      </w:r>
      <w:r w:rsidRPr="008C6DE4">
        <w:tab/>
        <w:t>the UE has sent a valid measurement report for the SCell being activated and</w:t>
      </w:r>
    </w:p>
    <w:p w14:paraId="27ACD99B" w14:textId="77777777" w:rsidR="002241F7" w:rsidRPr="008C6DE4" w:rsidRDefault="002241F7" w:rsidP="002241F7">
      <w:pPr>
        <w:ind w:left="851" w:hanging="284"/>
        <w:rPr>
          <w:lang w:eastAsia="zh-CN"/>
        </w:rPr>
      </w:pPr>
      <w:r w:rsidRPr="008C6DE4">
        <w:t>-</w:t>
      </w:r>
      <w:r w:rsidRPr="008C6DE4">
        <w:tab/>
      </w:r>
      <w:r w:rsidRPr="008C6DE4">
        <w:rPr>
          <w:lang w:eastAsia="zh-CN"/>
        </w:rPr>
        <w:t xml:space="preserve">the SSB measured </w:t>
      </w:r>
      <w:r w:rsidRPr="008C6DE4">
        <w:t>remains detectable according to the cell identification conditions specified in clause</w:t>
      </w:r>
      <w:r w:rsidRPr="008C6DE4">
        <w:rPr>
          <w:lang w:eastAsia="zh-CN"/>
        </w:rPr>
        <w:t xml:space="preserve"> 9.2 and 9.3.</w:t>
      </w:r>
    </w:p>
    <w:p w14:paraId="2B7860A4" w14:textId="1FF9AEDC" w:rsidR="004C54CE" w:rsidRPr="008C6DE4" w:rsidRDefault="004C54CE" w:rsidP="004C54CE">
      <w:pPr>
        <w:ind w:left="568" w:hanging="284"/>
        <w:rPr>
          <w:lang w:eastAsia="ko-KR"/>
        </w:rPr>
      </w:pPr>
      <w:r w:rsidRPr="008C6DE4">
        <w:t>-</w:t>
      </w:r>
      <w:r w:rsidRPr="008C6DE4">
        <w:tab/>
      </w:r>
      <w:r w:rsidRPr="008C6DE4">
        <w:rPr>
          <w:lang w:eastAsia="zh-CN"/>
        </w:rPr>
        <w:t>the SSB measured during the period equal to max(5</w:t>
      </w:r>
      <w:r>
        <w:rPr>
          <w:lang w:eastAsia="zh-CN"/>
        </w:rPr>
        <w:t>*</w:t>
      </w:r>
      <w:r w:rsidRPr="008C6DE4">
        <w:rPr>
          <w:lang w:eastAsia="zh-CN"/>
        </w:rPr>
        <w:t>measCycleSCell, 5</w:t>
      </w:r>
      <w:r>
        <w:rPr>
          <w:lang w:eastAsia="zh-CN"/>
        </w:rPr>
        <w:t>*</w:t>
      </w:r>
      <w:r w:rsidRPr="008C6DE4">
        <w:rPr>
          <w:lang w:eastAsia="zh-CN"/>
        </w:rPr>
        <w:t xml:space="preserve">DRX cycles) </w:t>
      </w:r>
      <w:r w:rsidRPr="008C6DE4">
        <w:t>also remains detectable during the SCell activation delay according to the cell identification conditions specified in clause</w:t>
      </w:r>
      <w:r w:rsidRPr="008C6DE4">
        <w:rPr>
          <w:lang w:eastAsia="zh-CN"/>
        </w:rPr>
        <w:t xml:space="preserve"> 9.2 and 9.3</w:t>
      </w:r>
      <w:r w:rsidRPr="008C6DE4">
        <w:t>.</w:t>
      </w:r>
    </w:p>
    <w:p w14:paraId="0F3573CD" w14:textId="6BE50A48" w:rsidR="006A65D1" w:rsidRDefault="006A65D1" w:rsidP="006A65D1">
      <w:pPr>
        <w:rPr>
          <w:lang w:eastAsia="zh-CN"/>
        </w:rPr>
      </w:pPr>
      <w:r w:rsidRPr="008C6DE4">
        <w:rPr>
          <w:lang w:eastAsia="zh-CN"/>
        </w:rPr>
        <w:t>Otherwise SCell in FR1 is unknown.</w:t>
      </w:r>
    </w:p>
    <w:p w14:paraId="3E458A83" w14:textId="77777777" w:rsidR="00516D1F" w:rsidRPr="00CC5D8E" w:rsidRDefault="00516D1F" w:rsidP="00516D1F">
      <w:pPr>
        <w:rPr>
          <w:noProof/>
          <w:lang w:eastAsia="zh-CN"/>
        </w:rPr>
      </w:pPr>
      <w:r w:rsidRPr="00CC5D8E">
        <w:rPr>
          <w:noProof/>
          <w:lang w:eastAsia="zh-CN"/>
        </w:rPr>
        <w:t xml:space="preserve">The requirements </w:t>
      </w:r>
      <w:r>
        <w:rPr>
          <w:noProof/>
          <w:lang w:eastAsia="zh-CN"/>
        </w:rPr>
        <w:t xml:space="preserve">for </w:t>
      </w:r>
      <w:r w:rsidRPr="00CC5D8E">
        <w:rPr>
          <w:noProof/>
          <w:lang w:eastAsia="zh-CN"/>
        </w:rPr>
        <w:t xml:space="preserve">FR1 </w:t>
      </w:r>
      <w:r>
        <w:rPr>
          <w:noProof/>
          <w:lang w:eastAsia="zh-CN"/>
        </w:rPr>
        <w:t xml:space="preserve">unknown </w:t>
      </w:r>
      <w:r w:rsidRPr="00CC5D8E">
        <w:rPr>
          <w:noProof/>
          <w:lang w:eastAsia="zh-CN"/>
        </w:rPr>
        <w:t xml:space="preserve">SCell activation </w:t>
      </w:r>
      <w:r>
        <w:rPr>
          <w:noProof/>
          <w:lang w:eastAsia="zh-CN"/>
        </w:rPr>
        <w:t xml:space="preserve">specified in this clause </w:t>
      </w:r>
      <w:r w:rsidRPr="00CC5D8E">
        <w:rPr>
          <w:noProof/>
          <w:lang w:eastAsia="zh-CN"/>
        </w:rPr>
        <w:t xml:space="preserve">apply </w:t>
      </w:r>
      <w:r>
        <w:rPr>
          <w:noProof/>
          <w:lang w:eastAsia="zh-CN"/>
        </w:rPr>
        <w:t xml:space="preserve">when </w:t>
      </w:r>
      <w:r w:rsidRPr="007A07C6">
        <w:rPr>
          <w:noProof/>
          <w:lang w:eastAsia="zh-CN"/>
        </w:rPr>
        <w:t>one of the following conditions is met</w:t>
      </w:r>
    </w:p>
    <w:p w14:paraId="0CDFAB25" w14:textId="2FDE2F97" w:rsidR="00516D1F" w:rsidRPr="00CC5D8E" w:rsidRDefault="00516D1F" w:rsidP="00E36567">
      <w:pPr>
        <w:pStyle w:val="B10"/>
        <w:rPr>
          <w:lang w:eastAsia="zh-CN"/>
        </w:rPr>
      </w:pPr>
      <w:r>
        <w:rPr>
          <w:lang w:eastAsia="zh-CN"/>
        </w:rPr>
        <w:t>-</w:t>
      </w:r>
      <w:r w:rsidRPr="00CB6212">
        <w:rPr>
          <w:lang w:eastAsia="zh-CN"/>
        </w:rPr>
        <w:tab/>
      </w:r>
      <w:r w:rsidRPr="00CC5D8E">
        <w:rPr>
          <w:lang w:eastAsia="zh-CN"/>
        </w:rPr>
        <w:t>‘ssb-PositionInBurst’ indicates only one SSB is being actually transmitted, or</w:t>
      </w:r>
    </w:p>
    <w:p w14:paraId="4CC86132" w14:textId="31C8B2FA" w:rsidR="00516D1F" w:rsidRPr="008C6DE4" w:rsidRDefault="00516D1F" w:rsidP="00E36567">
      <w:pPr>
        <w:pStyle w:val="B10"/>
        <w:rPr>
          <w:lang w:eastAsia="zh-CN"/>
        </w:rPr>
      </w:pPr>
      <w:r>
        <w:rPr>
          <w:lang w:eastAsia="zh-CN"/>
        </w:rPr>
        <w:t>-</w:t>
      </w:r>
      <w:r>
        <w:rPr>
          <w:lang w:eastAsia="zh-CN"/>
        </w:rPr>
        <w:tab/>
      </w:r>
      <w:r w:rsidRPr="00CC5D8E">
        <w:rPr>
          <w:lang w:eastAsia="zh-CN"/>
        </w:rPr>
        <w:t>‘ssb-PositionInBurst’ indicates multiple SSBs and TCI indication is provided in same MAC PDU with SCell activation</w:t>
      </w:r>
      <w:r>
        <w:rPr>
          <w:lang w:eastAsia="zh-CN"/>
        </w:rPr>
        <w:t>.</w:t>
      </w:r>
    </w:p>
    <w:p w14:paraId="10A83B45" w14:textId="77777777" w:rsidR="006A65D1" w:rsidRPr="008C6DE4" w:rsidRDefault="006A65D1" w:rsidP="006A65D1">
      <w:pPr>
        <w:tabs>
          <w:tab w:val="left" w:pos="0"/>
        </w:tabs>
        <w:rPr>
          <w:lang w:eastAsia="zh-CN"/>
        </w:rPr>
      </w:pPr>
      <w:r w:rsidRPr="008C6DE4">
        <w:rPr>
          <w:lang w:eastAsia="zh-CN"/>
        </w:rPr>
        <w:t>For the first SCell activation in FR2 bands, the SCell is known if it has been meeting the following conditions:</w:t>
      </w:r>
    </w:p>
    <w:p w14:paraId="2D004F4D" w14:textId="282E7E5B" w:rsidR="004C54CE" w:rsidRPr="008C6DE4" w:rsidRDefault="004C54CE" w:rsidP="004C54CE">
      <w:pPr>
        <w:ind w:left="568" w:hanging="284"/>
      </w:pPr>
      <w:r w:rsidRPr="008C6DE4">
        <w:t>-</w:t>
      </w:r>
      <w:r w:rsidRPr="008C6DE4">
        <w:tab/>
        <w:t xml:space="preserve">During the period equal to </w:t>
      </w:r>
      <w:r w:rsidRPr="008C6DE4">
        <w:rPr>
          <w:lang w:eastAsia="zh-CN"/>
        </w:rPr>
        <w:t>4s for UE supporting power class1 and 3s for UE supporting power class 2/3/4 before UE receives the last activation command for PDCCH TCI, PDSCH TCI (when applicable) and semi-persistent CSI-RS for CQI reporting (when applicable)</w:t>
      </w:r>
      <w:r w:rsidRPr="008C6DE4">
        <w:t>:</w:t>
      </w:r>
    </w:p>
    <w:p w14:paraId="2A56DE88" w14:textId="77777777" w:rsidR="006A65D1" w:rsidRPr="008C6DE4" w:rsidRDefault="006A65D1" w:rsidP="006A65D1">
      <w:pPr>
        <w:ind w:left="851" w:hanging="284"/>
      </w:pPr>
      <w:r w:rsidRPr="008C6DE4">
        <w:t>-</w:t>
      </w:r>
      <w:r w:rsidRPr="008C6DE4">
        <w:tab/>
        <w:t>the UE has sent a valid</w:t>
      </w:r>
      <w:r w:rsidRPr="008C6DE4">
        <w:rPr>
          <w:lang w:eastAsia="zh-CN"/>
        </w:rPr>
        <w:t xml:space="preserve"> L3-RSRP</w:t>
      </w:r>
      <w:r w:rsidRPr="008C6DE4">
        <w:t xml:space="preserve"> measurement report</w:t>
      </w:r>
      <w:r w:rsidRPr="008C6DE4">
        <w:rPr>
          <w:lang w:eastAsia="zh-CN"/>
        </w:rPr>
        <w:t xml:space="preserve"> with SSB index</w:t>
      </w:r>
      <w:r w:rsidRPr="008C6DE4">
        <w:t xml:space="preserve"> </w:t>
      </w:r>
    </w:p>
    <w:p w14:paraId="61A3D8DA" w14:textId="41AB9E03" w:rsidR="006A65D1" w:rsidRPr="008C6DE4" w:rsidRDefault="006A65D1" w:rsidP="006A65D1">
      <w:pPr>
        <w:ind w:left="851" w:hanging="284"/>
        <w:rPr>
          <w:lang w:eastAsia="zh-CN"/>
        </w:rPr>
      </w:pPr>
      <w:r w:rsidRPr="008C6DE4">
        <w:t>-</w:t>
      </w:r>
      <w:r w:rsidRPr="008C6DE4">
        <w:tab/>
        <w:t>SCell activation command is received after L3-RSRP reporting and no later than the time when UE receives MAC-CE command for TCI activation</w:t>
      </w:r>
    </w:p>
    <w:p w14:paraId="65C30E0B" w14:textId="77777777" w:rsidR="006A65D1" w:rsidRPr="008C6DE4" w:rsidRDefault="006A65D1" w:rsidP="006A65D1">
      <w:pPr>
        <w:ind w:left="568" w:hanging="284"/>
      </w:pPr>
      <w:r w:rsidRPr="008C6DE4">
        <w:rPr>
          <w:lang w:eastAsia="zh-CN"/>
        </w:rPr>
        <w:t>-</w:t>
      </w:r>
      <w:r w:rsidRPr="008C6DE4">
        <w:rPr>
          <w:lang w:eastAsia="zh-CN"/>
        </w:rPr>
        <w:tab/>
        <w:t>During the period from L3-RSRP reporting to the valid CQI reporting, the</w:t>
      </w:r>
      <w:r w:rsidRPr="008C6DE4">
        <w:t xml:space="preserve"> </w:t>
      </w:r>
      <w:r w:rsidRPr="008C6DE4">
        <w:rPr>
          <w:lang w:eastAsia="zh-CN"/>
        </w:rPr>
        <w:t xml:space="preserve">reported </w:t>
      </w:r>
      <w:r w:rsidRPr="008C6DE4">
        <w:t>SSB</w:t>
      </w:r>
      <w:r w:rsidRPr="008C6DE4">
        <w:rPr>
          <w:lang w:eastAsia="zh-CN"/>
        </w:rPr>
        <w:t>s</w:t>
      </w:r>
      <w:r w:rsidRPr="008C6DE4">
        <w:t xml:space="preserve"> </w:t>
      </w:r>
      <w:r w:rsidRPr="008C6DE4">
        <w:rPr>
          <w:lang w:eastAsia="zh-CN"/>
        </w:rPr>
        <w:t xml:space="preserve">with indexes </w:t>
      </w:r>
      <w:r w:rsidRPr="008C6DE4">
        <w:t xml:space="preserve">remain detectable according to the cell identification conditions specified in </w:t>
      </w:r>
      <w:r w:rsidRPr="008C6DE4">
        <w:rPr>
          <w:lang w:val="en-US"/>
        </w:rPr>
        <w:t>clauses</w:t>
      </w:r>
      <w:r w:rsidRPr="008C6DE4">
        <w:t xml:space="preserve"> 9.2 and 9.3</w:t>
      </w:r>
      <w:r w:rsidRPr="008C6DE4">
        <w:rPr>
          <w:lang w:eastAsia="zh-CN"/>
        </w:rPr>
        <w:t>, and the TCI state is selected based on one of the latest reported SSB indexes</w:t>
      </w:r>
      <w:r w:rsidRPr="008C6DE4">
        <w:t>.</w:t>
      </w:r>
    </w:p>
    <w:p w14:paraId="06FE9697" w14:textId="6FD9A511" w:rsidR="006A65D1" w:rsidRPr="008C6DE4" w:rsidRDefault="006A65D1" w:rsidP="006A65D1">
      <w:pPr>
        <w:rPr>
          <w:lang w:eastAsia="zh-CN"/>
        </w:rPr>
      </w:pPr>
      <w:r w:rsidRPr="008C6DE4">
        <w:rPr>
          <w:lang w:eastAsia="zh-CN"/>
        </w:rPr>
        <w:t>Otherwise, the first SCell in FR2 band is unknown. The requirement for unknown SCell applies provided that the activation commands for PDCCH TCI, PDSCH TCI (when applicable), semi-persistent CSI-RS for CQI reporting (when applicable), and configuration message for TCI of periodic CSI-RS for CQI reporting (when applicable) are based on the latest valid L1-RSRP reporting.</w:t>
      </w:r>
    </w:p>
    <w:p w14:paraId="6FE3C31E" w14:textId="77777777" w:rsidR="006A65D1" w:rsidRPr="008C6DE4" w:rsidRDefault="006A65D1" w:rsidP="006A65D1">
      <w:pPr>
        <w:rPr>
          <w:lang w:eastAsia="zh-CN"/>
        </w:rPr>
      </w:pPr>
      <w:r w:rsidRPr="008C6DE4">
        <w:t xml:space="preserve">If the UE has been provided with higher layer in TS 38.331 [2] signaling of </w:t>
      </w:r>
      <w:r w:rsidRPr="008C6DE4">
        <w:rPr>
          <w:i/>
        </w:rPr>
        <w:t>smtc2</w:t>
      </w:r>
      <w:r w:rsidRPr="008C6DE4">
        <w:rPr>
          <w:b/>
        </w:rPr>
        <w:t xml:space="preserve"> </w:t>
      </w:r>
      <w:r w:rsidRPr="008C6DE4">
        <w:t>prior to the activation command, T</w:t>
      </w:r>
      <w:r w:rsidRPr="008C6DE4">
        <w:rPr>
          <w:vertAlign w:val="subscript"/>
        </w:rPr>
        <w:t>SMTC_Scell</w:t>
      </w:r>
      <w:r w:rsidRPr="008C6DE4">
        <w:t xml:space="preserve"> follows </w:t>
      </w:r>
      <w:r w:rsidRPr="008C6DE4">
        <w:rPr>
          <w:i/>
        </w:rPr>
        <w:t>smtc1</w:t>
      </w:r>
      <w:r w:rsidRPr="008C6DE4">
        <w:t xml:space="preserve"> or </w:t>
      </w:r>
      <w:r w:rsidRPr="008C6DE4">
        <w:rPr>
          <w:i/>
        </w:rPr>
        <w:t>smtc2</w:t>
      </w:r>
      <w:r w:rsidRPr="008C6DE4">
        <w:t xml:space="preserve"> according to the physical cell ID of the target cell being activated. T</w:t>
      </w:r>
      <w:r w:rsidRPr="008C6DE4">
        <w:rPr>
          <w:vertAlign w:val="subscript"/>
        </w:rPr>
        <w:t>SMTC_MAX</w:t>
      </w:r>
      <w:r w:rsidRPr="008C6DE4">
        <w:t xml:space="preserve"> follows </w:t>
      </w:r>
      <w:r w:rsidRPr="008C6DE4">
        <w:rPr>
          <w:i/>
        </w:rPr>
        <w:t>smtc1</w:t>
      </w:r>
      <w:r w:rsidRPr="008C6DE4">
        <w:t xml:space="preserve"> or </w:t>
      </w:r>
      <w:r w:rsidRPr="008C6DE4">
        <w:rPr>
          <w:i/>
        </w:rPr>
        <w:t>smtc2</w:t>
      </w:r>
      <w:r w:rsidRPr="008C6DE4">
        <w:t xml:space="preserve"> according to the physical cell IDs of the target cells being activated and the active serving cells.</w:t>
      </w:r>
    </w:p>
    <w:p w14:paraId="0FC152CF" w14:textId="77777777" w:rsidR="006A65D1" w:rsidRPr="008C6DE4" w:rsidRDefault="006A65D1" w:rsidP="006A65D1">
      <w:r w:rsidRPr="008C6DE4">
        <w:t>In addition to CSI reporting defined above, UE shall also apply other actions related to the activation command specified in TS 38.331 [2] for a SCell at the first opportunities for the corresponding actions once the SCell is activated.</w:t>
      </w:r>
    </w:p>
    <w:p w14:paraId="1B1EFF07" w14:textId="688687A7" w:rsidR="00D14C62" w:rsidRDefault="00D14C62" w:rsidP="00D14C62">
      <w:pPr>
        <w:rPr>
          <w:lang w:eastAsia="zh-CN"/>
        </w:rPr>
      </w:pPr>
      <w:r w:rsidRPr="008C6DE4">
        <w:rPr>
          <w:lang w:eastAsia="zh-CN"/>
        </w:rPr>
        <w:t xml:space="preserve">The </w:t>
      </w:r>
      <w:r>
        <w:rPr>
          <w:lang w:eastAsia="zh-CN"/>
        </w:rPr>
        <w:t xml:space="preserve">starting point of an </w:t>
      </w:r>
      <w:r w:rsidRPr="008C6DE4">
        <w:rPr>
          <w:lang w:eastAsia="zh-CN"/>
        </w:rPr>
        <w:t xml:space="preserve">interruption </w:t>
      </w:r>
      <w:r>
        <w:rPr>
          <w:lang w:eastAsia="zh-CN"/>
        </w:rPr>
        <w:t>window</w:t>
      </w:r>
      <w:r w:rsidRPr="008C6DE4">
        <w:rPr>
          <w:lang w:eastAsia="zh-CN"/>
        </w:rPr>
        <w:t xml:space="preserve"> on </w:t>
      </w:r>
      <w:r>
        <w:rPr>
          <w:lang w:eastAsia="zh-CN"/>
        </w:rPr>
        <w:t>spCell</w:t>
      </w:r>
      <w:r w:rsidRPr="008C6DE4">
        <w:rPr>
          <w:lang w:eastAsia="zh-CN"/>
        </w:rPr>
        <w:t xml:space="preserve"> or any activated SCell</w:t>
      </w:r>
      <w:r>
        <w:rPr>
          <w:lang w:eastAsia="zh-CN"/>
        </w:rPr>
        <w:t>, as</w:t>
      </w:r>
      <w:r w:rsidRPr="008C6DE4">
        <w:rPr>
          <w:lang w:eastAsia="zh-CN"/>
        </w:rPr>
        <w:t xml:space="preserve"> </w:t>
      </w:r>
      <w:r w:rsidRPr="008C6DE4">
        <w:t xml:space="preserve">specified in </w:t>
      </w:r>
      <w:r w:rsidRPr="008C6DE4">
        <w:rPr>
          <w:lang w:val="en-US" w:eastAsia="zh-CN"/>
        </w:rPr>
        <w:t>clause 8.2</w:t>
      </w:r>
      <w:r>
        <w:rPr>
          <w:lang w:val="en-US" w:eastAsia="zh-CN"/>
        </w:rPr>
        <w:t>,</w:t>
      </w:r>
      <w:r w:rsidRPr="008C6DE4">
        <w:rPr>
          <w:lang w:val="en-US"/>
        </w:rPr>
        <w:t xml:space="preserve"> shall not </w:t>
      </w:r>
      <w:r w:rsidRPr="008C6DE4">
        <w:t>occur before slot n</w:t>
      </w:r>
      <w:r w:rsidRPr="008C6DE4">
        <w:rPr>
          <w:lang w:eastAsia="zh-CN"/>
        </w:rPr>
        <w:t>+1+</w:t>
      </w:r>
      <m:oMath>
        <m:f>
          <m:fPr>
            <m:ctrlPr>
              <w:rPr>
                <w:rFonts w:ascii="Cambria Math" w:hAnsi="Cambria Math"/>
              </w:rPr>
            </m:ctrlPr>
          </m:fPr>
          <m:num>
            <m:sSub>
              <m:sSubPr>
                <m:ctrlPr>
                  <w:rPr>
                    <w:rFonts w:ascii="Cambria Math" w:hAnsi="Cambria Math"/>
                    <w:i/>
                  </w:rPr>
                </m:ctrlPr>
              </m:sSubPr>
              <m:e>
                <m:r>
                  <w:rPr>
                    <w:rFonts w:ascii="Cambria Math" w:hAnsi="Cambria Math"/>
                  </w:rPr>
                  <m:t>T</m:t>
                </m:r>
              </m:e>
              <m:sub>
                <m:r>
                  <w:rPr>
                    <w:rFonts w:ascii="Cambria Math" w:hAnsi="Cambria Math"/>
                  </w:rPr>
                  <m:t>HARQ</m:t>
                </m:r>
              </m:sub>
            </m:sSub>
          </m:num>
          <m:den>
            <m:r>
              <w:rPr>
                <w:rFonts w:ascii="Cambria Math" w:hAnsi="Cambria Math"/>
              </w:rPr>
              <m:t>NR slot length</m:t>
            </m:r>
          </m:den>
        </m:f>
      </m:oMath>
      <w:r w:rsidRPr="008C6DE4">
        <w:t xml:space="preserve">  and not occur after slot n+</w:t>
      </w:r>
      <w:r w:rsidRPr="008C6DE4">
        <w:rPr>
          <w:lang w:eastAsia="zh-CN"/>
        </w:rPr>
        <w:t>1+</w:t>
      </w:r>
      <m:oMath>
        <m:f>
          <m:fPr>
            <m:ctrlPr>
              <w:rPr>
                <w:rFonts w:ascii="Cambria Math" w:hAnsi="Cambria Math"/>
                <w:i/>
                <w:lang w:eastAsia="zh-CN"/>
              </w:rPr>
            </m:ctrlPr>
          </m:fPr>
          <m:num>
            <m:sSub>
              <m:sSubPr>
                <m:ctrlPr>
                  <w:rPr>
                    <w:rFonts w:ascii="Cambria Math" w:hAnsi="Cambria Math"/>
                    <w:i/>
                    <w:lang w:eastAsia="zh-CN"/>
                  </w:rPr>
                </m:ctrlPr>
              </m:sSubPr>
              <m:e>
                <m:r>
                  <w:rPr>
                    <w:rFonts w:ascii="Cambria Math" w:hAnsi="Cambria Math"/>
                    <w:lang w:eastAsia="zh-CN"/>
                  </w:rPr>
                  <m:t>T</m:t>
                </m:r>
              </m:e>
              <m:sub>
                <m:r>
                  <w:rPr>
                    <w:rFonts w:ascii="Cambria Math" w:hAnsi="Cambria Math"/>
                    <w:lang w:eastAsia="zh-CN"/>
                  </w:rPr>
                  <m:t>HARQ</m:t>
                </m:r>
              </m:sub>
            </m:sSub>
            <m:r>
              <w:rPr>
                <w:rFonts w:ascii="Cambria Math" w:hAnsi="Cambria Math"/>
                <w:lang w:eastAsia="zh-CN"/>
              </w:rPr>
              <m:t>+3ms+</m:t>
            </m:r>
            <m:sSub>
              <m:sSubPr>
                <m:ctrlPr>
                  <w:rPr>
                    <w:rFonts w:ascii="Cambria Math" w:hAnsi="Cambria Math"/>
                    <w:i/>
                    <w:lang w:eastAsia="zh-CN"/>
                  </w:rPr>
                </m:ctrlPr>
              </m:sSubPr>
              <m:e>
                <m:r>
                  <w:rPr>
                    <w:rFonts w:ascii="Cambria Math" w:hAnsi="Cambria Math"/>
                    <w:lang w:eastAsia="zh-CN"/>
                  </w:rPr>
                  <m:t>T</m:t>
                </m:r>
              </m:e>
              <m:sub>
                <m:r>
                  <w:rPr>
                    <w:rFonts w:ascii="Cambria Math" w:hAnsi="Cambria Math"/>
                    <w:lang w:eastAsia="zh-CN"/>
                  </w:rPr>
                  <m:t>X</m:t>
                </m:r>
              </m:sub>
            </m:sSub>
          </m:num>
          <m:den>
            <m:r>
              <w:rPr>
                <w:rFonts w:ascii="Cambria Math" w:hAnsi="Cambria Math"/>
                <w:lang w:eastAsia="zh-CN"/>
              </w:rPr>
              <m:t>NR slot length</m:t>
            </m:r>
          </m:den>
        </m:f>
      </m:oMath>
      <w:r>
        <w:rPr>
          <w:lang w:eastAsia="zh-CN"/>
        </w:rPr>
        <w:t>, where NR slot length is with respect to the numerology used in the SCell being activated, and T</w:t>
      </w:r>
      <w:r w:rsidRPr="00CC6EC5">
        <w:rPr>
          <w:vertAlign w:val="subscript"/>
          <w:lang w:eastAsia="zh-CN"/>
        </w:rPr>
        <w:t>X</w:t>
      </w:r>
      <w:r>
        <w:rPr>
          <w:lang w:eastAsia="zh-CN"/>
        </w:rPr>
        <w:t xml:space="preserve"> is:</w:t>
      </w:r>
    </w:p>
    <w:p w14:paraId="31AA647E" w14:textId="77777777" w:rsidR="003A2A13" w:rsidRDefault="003A2A13" w:rsidP="003A2A13">
      <w:pPr>
        <w:ind w:left="567" w:hanging="283"/>
        <w:rPr>
          <w:lang w:eastAsia="zh-CN"/>
        </w:rPr>
      </w:pPr>
      <w:r>
        <w:rPr>
          <w:lang w:eastAsia="zh-CN"/>
        </w:rPr>
        <w:t>-</w:t>
      </w:r>
      <w:r>
        <w:rPr>
          <w:lang w:eastAsia="zh-CN"/>
        </w:rPr>
        <w:tab/>
        <w:t xml:space="preserve">0, if </w:t>
      </w:r>
      <w:r>
        <w:t>T</w:t>
      </w:r>
      <w:r>
        <w:rPr>
          <w:vertAlign w:val="subscript"/>
        </w:rPr>
        <w:t>activation_time</w:t>
      </w:r>
      <w:r>
        <w:rPr>
          <w:lang w:eastAsia="zh-CN"/>
        </w:rPr>
        <w:t xml:space="preserve"> is 3ms</w:t>
      </w:r>
    </w:p>
    <w:p w14:paraId="70DE045F" w14:textId="77777777" w:rsidR="003A2A13" w:rsidRDefault="003A2A13" w:rsidP="003A2A13">
      <w:pPr>
        <w:ind w:left="567" w:hanging="283"/>
        <w:rPr>
          <w:lang w:eastAsia="zh-CN"/>
        </w:rPr>
      </w:pPr>
      <w:r>
        <w:rPr>
          <w:lang w:eastAsia="zh-CN"/>
        </w:rPr>
        <w:t>-</w:t>
      </w:r>
      <w:r>
        <w:rPr>
          <w:lang w:eastAsia="zh-CN"/>
        </w:rPr>
        <w:tab/>
        <w:t>T</w:t>
      </w:r>
      <w:r>
        <w:rPr>
          <w:vertAlign w:val="subscript"/>
          <w:lang w:eastAsia="zh-CN"/>
        </w:rPr>
        <w:t>FirstSSB</w:t>
      </w:r>
      <w:r>
        <w:rPr>
          <w:lang w:eastAsia="zh-CN"/>
        </w:rPr>
        <w:t xml:space="preserve">, </w:t>
      </w:r>
      <w:r>
        <w:t>for any scenario where T</w:t>
      </w:r>
      <w:r>
        <w:rPr>
          <w:vertAlign w:val="subscript"/>
        </w:rPr>
        <w:t xml:space="preserve">activation_time  </w:t>
      </w:r>
      <w:r>
        <w:t>includes T</w:t>
      </w:r>
      <w:r>
        <w:rPr>
          <w:vertAlign w:val="subscript"/>
        </w:rPr>
        <w:t>FirstSSB</w:t>
      </w:r>
      <w:r>
        <w:t>;</w:t>
      </w:r>
    </w:p>
    <w:p w14:paraId="105A9F1C" w14:textId="77777777" w:rsidR="003A2A13" w:rsidRDefault="003A2A13" w:rsidP="003A2A13">
      <w:pPr>
        <w:ind w:left="567" w:hanging="283"/>
        <w:rPr>
          <w:lang w:eastAsia="zh-CN"/>
        </w:rPr>
      </w:pPr>
      <w:r>
        <w:rPr>
          <w:lang w:eastAsia="zh-CN"/>
        </w:rPr>
        <w:t>-</w:t>
      </w:r>
      <w:r>
        <w:rPr>
          <w:lang w:eastAsia="zh-CN"/>
        </w:rPr>
        <w:tab/>
        <w:t>T</w:t>
      </w:r>
      <w:r>
        <w:rPr>
          <w:vertAlign w:val="subscript"/>
          <w:lang w:eastAsia="zh-CN"/>
        </w:rPr>
        <w:t>FirstSSB_MAX</w:t>
      </w:r>
      <w:r>
        <w:t>, for any scenario where T</w:t>
      </w:r>
      <w:r>
        <w:rPr>
          <w:vertAlign w:val="subscript"/>
        </w:rPr>
        <w:t xml:space="preserve">activation_time  </w:t>
      </w:r>
      <w:r>
        <w:t>includes T</w:t>
      </w:r>
      <w:r>
        <w:rPr>
          <w:vertAlign w:val="subscript"/>
        </w:rPr>
        <w:t>FirstSSB_MAX</w:t>
      </w:r>
      <w:r>
        <w:t>;</w:t>
      </w:r>
    </w:p>
    <w:p w14:paraId="7F96AC8A" w14:textId="77777777" w:rsidR="003A2A13" w:rsidRDefault="003A2A13" w:rsidP="003A2A13">
      <w:pPr>
        <w:ind w:left="567" w:hanging="283"/>
        <w:rPr>
          <w:vertAlign w:val="subscript"/>
        </w:rPr>
      </w:pPr>
      <w:r>
        <w:rPr>
          <w:lang w:eastAsia="zh-CN"/>
        </w:rPr>
        <w:t>-</w:t>
      </w:r>
      <w:r>
        <w:rPr>
          <w:lang w:eastAsia="zh-CN"/>
        </w:rPr>
        <w:tab/>
      </w:r>
      <w:r>
        <w:t>T</w:t>
      </w:r>
      <w:r>
        <w:rPr>
          <w:vertAlign w:val="subscript"/>
          <w:lang w:eastAsia="zh-CN"/>
        </w:rPr>
        <w:t>uncertainty_MAC</w:t>
      </w:r>
      <w:r>
        <w:t xml:space="preserve"> +T</w:t>
      </w:r>
      <w:r>
        <w:rPr>
          <w:vertAlign w:val="subscript"/>
        </w:rPr>
        <w:t>FineTiming</w:t>
      </w:r>
      <w:r>
        <w:t>, for any scenario where T</w:t>
      </w:r>
      <w:r>
        <w:rPr>
          <w:vertAlign w:val="subscript"/>
        </w:rPr>
        <w:t xml:space="preserve">activation_time  </w:t>
      </w:r>
      <w:r>
        <w:t>includes only T</w:t>
      </w:r>
      <w:r>
        <w:rPr>
          <w:vertAlign w:val="subscript"/>
        </w:rPr>
        <w:t xml:space="preserve">FineTiming- </w:t>
      </w:r>
      <w:r>
        <w:t>and no T</w:t>
      </w:r>
      <w:r>
        <w:rPr>
          <w:vertAlign w:val="subscript"/>
        </w:rPr>
        <w:t>FirstSSB_MAX.</w:t>
      </w:r>
    </w:p>
    <w:p w14:paraId="52663340" w14:textId="77777777" w:rsidR="003A2A13" w:rsidRDefault="003A2A13" w:rsidP="003A2A13">
      <w:r>
        <w:t>The length of the interruption window may be different for different victim cells, and depends on the applicable scenario and on the frequency band relation between the aggressor cell and the victim cell.</w:t>
      </w:r>
    </w:p>
    <w:p w14:paraId="05745154" w14:textId="77777777" w:rsidR="004D44A6" w:rsidRPr="00635DCF" w:rsidRDefault="004D44A6" w:rsidP="004D44A6">
      <w:r>
        <w:rPr>
          <w:noProof/>
          <w:lang w:eastAsia="zh-CN"/>
        </w:rPr>
        <w:t>The requirements in this clause and requriements on interruption due to SCell activation in clause 8.2 apply provided that</w:t>
      </w:r>
      <w:r>
        <w:rPr>
          <w:lang w:eastAsia="zh-CN"/>
        </w:rPr>
        <w:t xml:space="preserve"> the SSB of the to-be-activated SCell is within the first active DL BWP of the SCell.</w:t>
      </w:r>
    </w:p>
    <w:p w14:paraId="5A60A635" w14:textId="77777777" w:rsidR="004D44A6" w:rsidRDefault="004D44A6" w:rsidP="004D44A6">
      <w:pPr>
        <w:rPr>
          <w:lang w:eastAsia="zh-CN"/>
        </w:rPr>
      </w:pPr>
      <w:r>
        <w:t xml:space="preserve">Starting from the slot specified in clause </w:t>
      </w:r>
      <w:r>
        <w:rPr>
          <w:lang w:eastAsia="zh-CN"/>
        </w:rPr>
        <w:t xml:space="preserve">4.3 </w:t>
      </w:r>
      <w:r>
        <w:t xml:space="preserve">of TS 38.213 [3] </w:t>
      </w:r>
      <w:r>
        <w:rPr>
          <w:lang w:eastAsia="zh-CN"/>
        </w:rPr>
        <w:t xml:space="preserve">(timing for secondary Cell activation/deactivation) </w:t>
      </w:r>
      <w:r>
        <w:t>and until the UE has completed the SCell activation, the UE shall report out of range if the UE has available uplink resources to report CQI for the SCell.</w:t>
      </w:r>
    </w:p>
    <w:p w14:paraId="3CCEDB14" w14:textId="77777777" w:rsidR="006A65D1" w:rsidRPr="008C6DE4" w:rsidRDefault="006A65D1" w:rsidP="006A65D1">
      <w:pPr>
        <w:rPr>
          <w:rFonts w:eastAsiaTheme="minorEastAsia"/>
          <w:lang w:eastAsia="zh-CN"/>
        </w:rPr>
      </w:pPr>
      <w:r w:rsidRPr="008C6DE4">
        <w:t xml:space="preserve">Starting from the slot specified in clause </w:t>
      </w:r>
      <w:r w:rsidRPr="008C6DE4">
        <w:rPr>
          <w:lang w:eastAsia="zh-CN"/>
        </w:rPr>
        <w:t xml:space="preserve">4.3 </w:t>
      </w:r>
      <w:r w:rsidRPr="008C6DE4">
        <w:t xml:space="preserve">of TS 38.213 [3] </w:t>
      </w:r>
      <w:r w:rsidRPr="008C6DE4">
        <w:rPr>
          <w:lang w:eastAsia="zh-CN"/>
        </w:rPr>
        <w:t xml:space="preserve">(timing for secondary Cell activation/deactivation) </w:t>
      </w:r>
      <w:r w:rsidRPr="008C6DE4">
        <w:t>and until the UE has completed the SCell activation, the UE shall report out of range if the UE has available uplink resources to report CQI for the SCell.</w:t>
      </w:r>
    </w:p>
    <w:p w14:paraId="66B75BE4" w14:textId="77777777" w:rsidR="006A65D1" w:rsidRPr="008C6DE4" w:rsidRDefault="006A65D1" w:rsidP="006A65D1">
      <w:pPr>
        <w:rPr>
          <w:lang w:eastAsia="zh-CN"/>
        </w:rPr>
      </w:pPr>
      <w:r w:rsidRPr="008C6DE4">
        <w:t xml:space="preserve">Starting from the slot specified in clause </w:t>
      </w:r>
      <w:r w:rsidRPr="008C6DE4">
        <w:rPr>
          <w:lang w:eastAsia="zh-CN"/>
        </w:rPr>
        <w:t xml:space="preserve">4.3 </w:t>
      </w:r>
      <w:r w:rsidRPr="008C6DE4">
        <w:t xml:space="preserve">of TS 38.213 [3] </w:t>
      </w:r>
      <w:r w:rsidRPr="008C6DE4">
        <w:rPr>
          <w:lang w:eastAsia="zh-CN"/>
        </w:rPr>
        <w:t xml:space="preserve">(timing for secondary Cell activation/deactivation) </w:t>
      </w:r>
      <w:r w:rsidRPr="008C6DE4">
        <w:t>and until the UE has completed a first L1-RSRP measurement, the UE shall report lowest valid L1 SS-RSRP range if the UE has available uplink resources to report L1-RSRP for the SCell.</w:t>
      </w:r>
    </w:p>
    <w:p w14:paraId="234D1A90" w14:textId="77777777" w:rsidR="006A65D1" w:rsidRPr="008C6DE4" w:rsidRDefault="006A65D1" w:rsidP="006A65D1">
      <w:pPr>
        <w:pStyle w:val="Heading3"/>
        <w:rPr>
          <w:lang w:val="en-US"/>
        </w:rPr>
      </w:pPr>
      <w:bookmarkStart w:id="136" w:name="_Toc535475976"/>
      <w:r w:rsidRPr="008C6DE4">
        <w:rPr>
          <w:lang w:val="en-US"/>
        </w:rPr>
        <w:t>8.3.3</w:t>
      </w:r>
      <w:r w:rsidRPr="008C6DE4">
        <w:rPr>
          <w:lang w:val="en-US"/>
        </w:rPr>
        <w:tab/>
        <w:t>SCell Deactivation Delay Requirement for Activated SCell</w:t>
      </w:r>
      <w:bookmarkEnd w:id="136"/>
    </w:p>
    <w:p w14:paraId="1ECB33AF" w14:textId="77777777" w:rsidR="00476DD5" w:rsidRPr="008C6DE4" w:rsidRDefault="00476DD5" w:rsidP="00476DD5">
      <w:r w:rsidRPr="008C6DE4">
        <w:t xml:space="preserve">The requirements in this clause shall apply for the UE configured with one downlink SCell </w:t>
      </w:r>
      <w:r w:rsidRPr="008C6DE4">
        <w:rPr>
          <w:lang w:eastAsia="zh-CN"/>
        </w:rPr>
        <w:t>in EN-DC, or in standalone NR carrier aggregation, or in NE-DC, or in NR-DC.</w:t>
      </w:r>
    </w:p>
    <w:p w14:paraId="02923A5C" w14:textId="74DBEA1E" w:rsidR="00476DD5" w:rsidRPr="008C6DE4" w:rsidRDefault="00476DD5" w:rsidP="00476DD5">
      <w:pPr>
        <w:rPr>
          <w:lang w:eastAsia="zh-CN"/>
        </w:rPr>
      </w:pPr>
      <w:r w:rsidRPr="008C6DE4">
        <w:t xml:space="preserve">Upon receiving SCell deactivation command in </w:t>
      </w:r>
      <w:r w:rsidRPr="008C6DE4">
        <w:rPr>
          <w:lang w:eastAsia="zh-CN"/>
        </w:rPr>
        <w:t xml:space="preserve">slot </w:t>
      </w:r>
      <w:r w:rsidRPr="008C6DE4">
        <w:rPr>
          <w:i/>
        </w:rPr>
        <w:t>n</w:t>
      </w:r>
      <w:r w:rsidRPr="008C6DE4">
        <w:t xml:space="preserve">, the UE shall accomplish the </w:t>
      </w:r>
      <w:r w:rsidRPr="008C6DE4">
        <w:rPr>
          <w:lang w:eastAsia="zh-CN"/>
        </w:rPr>
        <w:t>deactivation</w:t>
      </w:r>
      <w:r w:rsidRPr="008C6DE4">
        <w:t xml:space="preserve"> actions for the SCell being deactivated no later than in slot </w:t>
      </w:r>
      <w:r w:rsidRPr="008C6DE4">
        <w:rPr>
          <w:i/>
        </w:rPr>
        <w:t>n</w:t>
      </w:r>
      <w:r>
        <w:rPr>
          <w:i/>
        </w:rPr>
        <w:t xml:space="preserve"> </w:t>
      </w:r>
      <w:r w:rsidRPr="008C6DE4">
        <w:rPr>
          <w:i/>
        </w:rPr>
        <w:t>+</w:t>
      </w:r>
      <m:oMath>
        <m:r>
          <w:rPr>
            <w:rFonts w:ascii="Cambria Math" w:hAnsi="Cambria Math"/>
            <w:sz w:val="24"/>
            <w:szCs w:val="24"/>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T</m:t>
                </m:r>
              </m:e>
              <m:sub>
                <m:r>
                  <w:rPr>
                    <w:rFonts w:ascii="Cambria Math" w:hAnsi="Cambria Math"/>
                  </w:rPr>
                  <m:t>HARQ</m:t>
                </m:r>
              </m:sub>
            </m:sSub>
            <m:r>
              <w:rPr>
                <w:rFonts w:ascii="Cambria Math" w:hAnsi="Cambria Math"/>
              </w:rPr>
              <m:t>+3ms</m:t>
            </m:r>
          </m:num>
          <m:den>
            <m:r>
              <w:rPr>
                <w:rFonts w:ascii="Cambria Math" w:hAnsi="Cambria Math"/>
              </w:rPr>
              <m:t>NR slot length</m:t>
            </m:r>
          </m:den>
        </m:f>
      </m:oMath>
      <w:r>
        <w:rPr>
          <w:lang w:eastAsia="zh-CN"/>
        </w:rPr>
        <w:t>.</w:t>
      </w:r>
      <w:r>
        <w:t xml:space="preserve"> </w:t>
      </w:r>
      <w:r w:rsidRPr="008C6DE4">
        <w:t xml:space="preserve">The </w:t>
      </w:r>
      <w:r>
        <w:rPr>
          <w:lang w:eastAsia="zh-CN"/>
        </w:rPr>
        <w:t xml:space="preserve">starting point of an </w:t>
      </w:r>
      <w:r w:rsidRPr="008C6DE4">
        <w:rPr>
          <w:lang w:eastAsia="zh-CN"/>
        </w:rPr>
        <w:t xml:space="preserve">interruption </w:t>
      </w:r>
      <w:r>
        <w:rPr>
          <w:lang w:eastAsia="zh-CN"/>
        </w:rPr>
        <w:t>window</w:t>
      </w:r>
      <w:r w:rsidRPr="008C6DE4">
        <w:t xml:space="preserve"> </w:t>
      </w:r>
      <w:r w:rsidRPr="008C6DE4">
        <w:rPr>
          <w:lang w:eastAsia="zh-CN"/>
        </w:rPr>
        <w:t xml:space="preserve">on </w:t>
      </w:r>
      <w:r>
        <w:rPr>
          <w:lang w:eastAsia="zh-CN"/>
        </w:rPr>
        <w:t>sp</w:t>
      </w:r>
      <w:r w:rsidRPr="008C6DE4">
        <w:rPr>
          <w:lang w:eastAsia="zh-CN"/>
        </w:rPr>
        <w:t xml:space="preserve">Cell </w:t>
      </w:r>
      <w:r w:rsidRPr="008C6DE4">
        <w:t>or any activated SCell</w:t>
      </w:r>
      <w:r>
        <w:rPr>
          <w:lang w:eastAsia="zh-CN"/>
        </w:rPr>
        <w:t>, as</w:t>
      </w:r>
      <w:r w:rsidRPr="008C6DE4">
        <w:t xml:space="preserve"> specified in </w:t>
      </w:r>
      <w:r w:rsidRPr="008C6DE4">
        <w:rPr>
          <w:lang w:val="en-US" w:eastAsia="zh-CN"/>
        </w:rPr>
        <w:t>clause 8.2</w:t>
      </w:r>
      <w:r>
        <w:rPr>
          <w:lang w:val="en-US" w:eastAsia="zh-CN"/>
        </w:rPr>
        <w:t>,</w:t>
      </w:r>
      <w:r w:rsidRPr="008C6DE4">
        <w:rPr>
          <w:lang w:val="en-US"/>
        </w:rPr>
        <w:t xml:space="preserve"> shall not </w:t>
      </w:r>
      <w:r w:rsidRPr="008C6DE4">
        <w:t>occur before slot n</w:t>
      </w:r>
      <w:r w:rsidRPr="008C6DE4">
        <w:rPr>
          <w:lang w:eastAsia="zh-CN"/>
        </w:rPr>
        <w:t>+1+</w:t>
      </w:r>
      <m:oMath>
        <m:r>
          <w:rPr>
            <w:rFonts w:ascii="Cambria Math" w:hAnsi="Cambria Math"/>
            <w:sz w:val="24"/>
            <w:szCs w:val="24"/>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T</m:t>
                </m:r>
              </m:e>
              <m:sub>
                <m:r>
                  <w:rPr>
                    <w:rFonts w:ascii="Cambria Math" w:hAnsi="Cambria Math"/>
                  </w:rPr>
                  <m:t>HARQ</m:t>
                </m:r>
              </m:sub>
            </m:sSub>
          </m:num>
          <m:den>
            <m:r>
              <w:rPr>
                <w:rFonts w:ascii="Cambria Math" w:hAnsi="Cambria Math"/>
              </w:rPr>
              <m:t>NR slot length</m:t>
            </m:r>
          </m:den>
        </m:f>
      </m:oMath>
      <w:r w:rsidRPr="008C6DE4">
        <w:t xml:space="preserve"> and not occur after slot n+</w:t>
      </w:r>
      <w:r w:rsidRPr="008C6DE4">
        <w:rPr>
          <w:lang w:eastAsia="zh-CN"/>
        </w:rPr>
        <w:t>1</w:t>
      </w:r>
      <w:r w:rsidRPr="008C6DE4">
        <w:t>+</w:t>
      </w:r>
      <m:oMath>
        <m:r>
          <w:rPr>
            <w:rFonts w:ascii="Cambria Math" w:hAnsi="Cambria Math"/>
            <w:sz w:val="24"/>
            <w:szCs w:val="24"/>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T</m:t>
                </m:r>
              </m:e>
              <m:sub>
                <m:r>
                  <w:rPr>
                    <w:rFonts w:ascii="Cambria Math" w:hAnsi="Cambria Math"/>
                  </w:rPr>
                  <m:t>HARQ</m:t>
                </m:r>
              </m:sub>
            </m:sSub>
            <m:r>
              <w:rPr>
                <w:rFonts w:ascii="Cambria Math" w:hAnsi="Cambria Math"/>
              </w:rPr>
              <m:t>+3ms</m:t>
            </m:r>
          </m:num>
          <m:den>
            <m:r>
              <w:rPr>
                <w:rFonts w:ascii="Cambria Math" w:hAnsi="Cambria Math"/>
              </w:rPr>
              <m:t>NR slot length</m:t>
            </m:r>
          </m:den>
        </m:f>
      </m:oMath>
      <w:r>
        <w:rPr>
          <w:lang w:eastAsia="zh-CN"/>
        </w:rPr>
        <w:t>, where NR slot length is with respect to the numerology used in the SCell being deactivated</w:t>
      </w:r>
      <w:r w:rsidRPr="008C6DE4">
        <w:rPr>
          <w:lang w:eastAsia="zh-CN"/>
        </w:rPr>
        <w:t>.</w:t>
      </w:r>
    </w:p>
    <w:p w14:paraId="3ED5854F" w14:textId="77777777" w:rsidR="00476DD5" w:rsidRPr="008C6DE4" w:rsidRDefault="00476DD5" w:rsidP="00476DD5">
      <w:pPr>
        <w:rPr>
          <w:lang w:eastAsia="zh-CN"/>
        </w:rPr>
      </w:pPr>
      <w:r w:rsidRPr="008C6DE4">
        <w:t xml:space="preserve">Upon expiry of the </w:t>
      </w:r>
      <w:r w:rsidRPr="008C6DE4">
        <w:rPr>
          <w:i/>
        </w:rPr>
        <w:t>sCellDeactivationTimer</w:t>
      </w:r>
      <w:r w:rsidRPr="008C6DE4">
        <w:t xml:space="preserve"> in </w:t>
      </w:r>
      <w:r w:rsidRPr="008C6DE4">
        <w:rPr>
          <w:lang w:eastAsia="zh-CN"/>
        </w:rPr>
        <w:t xml:space="preserve">slot </w:t>
      </w:r>
      <w:r w:rsidRPr="008C6DE4">
        <w:rPr>
          <w:i/>
        </w:rPr>
        <w:t>n</w:t>
      </w:r>
      <w:r w:rsidRPr="008C6DE4">
        <w:t xml:space="preserve">, the UE shall accomplish the </w:t>
      </w:r>
      <w:r w:rsidRPr="008C6DE4">
        <w:rPr>
          <w:lang w:eastAsia="zh-CN"/>
        </w:rPr>
        <w:t>deactivation</w:t>
      </w:r>
      <w:r w:rsidRPr="008C6DE4">
        <w:t xml:space="preserve"> actions for the SCell being deactivated no later than in slot </w:t>
      </w:r>
      <w:r w:rsidRPr="008C6DE4">
        <w:rPr>
          <w:i/>
        </w:rPr>
        <w:t>n</w:t>
      </w:r>
      <w:r>
        <w:rPr>
          <w:i/>
        </w:rPr>
        <w:t xml:space="preserve"> </w:t>
      </w:r>
      <w:r w:rsidRPr="008C6DE4">
        <w:rPr>
          <w:i/>
        </w:rPr>
        <w:t>+</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rPr>
              <m:t>3ms</m:t>
            </m:r>
          </m:num>
          <m:den>
            <m:r>
              <w:rPr>
                <w:rFonts w:ascii="Cambria Math" w:hAnsi="Cambria Math"/>
              </w:rPr>
              <m:t>NR slot length</m:t>
            </m:r>
          </m:den>
        </m:f>
      </m:oMath>
      <w:r>
        <w:rPr>
          <w:lang w:eastAsia="zh-CN"/>
        </w:rPr>
        <w:t xml:space="preserve">. </w:t>
      </w:r>
      <w:r w:rsidRPr="008C6DE4">
        <w:t xml:space="preserve">The </w:t>
      </w:r>
      <w:r>
        <w:rPr>
          <w:lang w:eastAsia="zh-CN"/>
        </w:rPr>
        <w:t xml:space="preserve">starting point of an </w:t>
      </w:r>
      <w:r w:rsidRPr="008C6DE4">
        <w:rPr>
          <w:lang w:eastAsia="zh-CN"/>
        </w:rPr>
        <w:t xml:space="preserve">interruption </w:t>
      </w:r>
      <w:r>
        <w:rPr>
          <w:lang w:eastAsia="zh-CN"/>
        </w:rPr>
        <w:t>window</w:t>
      </w:r>
      <w:r w:rsidRPr="008C6DE4">
        <w:t xml:space="preserve"> </w:t>
      </w:r>
      <w:r w:rsidRPr="008C6DE4">
        <w:rPr>
          <w:lang w:eastAsia="zh-CN"/>
        </w:rPr>
        <w:t xml:space="preserve">on </w:t>
      </w:r>
      <w:r>
        <w:rPr>
          <w:lang w:eastAsia="zh-CN"/>
        </w:rPr>
        <w:t>sp</w:t>
      </w:r>
      <w:r w:rsidRPr="008C6DE4">
        <w:rPr>
          <w:lang w:eastAsia="zh-CN"/>
        </w:rPr>
        <w:t xml:space="preserve">Cell </w:t>
      </w:r>
      <w:r w:rsidRPr="008C6DE4">
        <w:t>or any activated SCell</w:t>
      </w:r>
      <w:r>
        <w:rPr>
          <w:lang w:eastAsia="zh-CN"/>
        </w:rPr>
        <w:t>, as</w:t>
      </w:r>
      <w:r w:rsidRPr="008C6DE4">
        <w:t xml:space="preserve"> specified in </w:t>
      </w:r>
      <w:r w:rsidRPr="008C6DE4">
        <w:rPr>
          <w:lang w:val="en-US" w:eastAsia="zh-CN"/>
        </w:rPr>
        <w:t>clause 8.2</w:t>
      </w:r>
      <w:r>
        <w:rPr>
          <w:lang w:val="en-US" w:eastAsia="zh-CN"/>
        </w:rPr>
        <w:t>,</w:t>
      </w:r>
      <w:r w:rsidRPr="008C6DE4">
        <w:rPr>
          <w:lang w:val="en-US"/>
        </w:rPr>
        <w:t xml:space="preserve"> shall not </w:t>
      </w:r>
      <w:r w:rsidRPr="008C6DE4">
        <w:t>occur before slot n</w:t>
      </w:r>
      <w:r w:rsidRPr="008C6DE4">
        <w:rPr>
          <w:lang w:eastAsia="zh-CN"/>
        </w:rPr>
        <w:t>+1</w:t>
      </w:r>
      <w:r w:rsidRPr="008C6DE4">
        <w:t xml:space="preserve"> and not occur after slot n+</w:t>
      </w:r>
      <w:r w:rsidRPr="008C6DE4">
        <w:rPr>
          <w:lang w:eastAsia="zh-CN"/>
        </w:rPr>
        <w:t>1</w:t>
      </w:r>
      <w:r w:rsidRPr="008C6DE4">
        <w:t>+</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rPr>
              <m:t>3ms</m:t>
            </m:r>
          </m:num>
          <m:den>
            <m:r>
              <w:rPr>
                <w:rFonts w:ascii="Cambria Math" w:hAnsi="Cambria Math"/>
              </w:rPr>
              <m:t>NR slot length</m:t>
            </m:r>
          </m:den>
        </m:f>
      </m:oMath>
      <w:r>
        <w:rPr>
          <w:lang w:eastAsia="zh-CN"/>
        </w:rPr>
        <w:t>, where NR slot length is with respect to the numerology used in the SCell being deactivated</w:t>
      </w:r>
      <w:r w:rsidRPr="008C6DE4">
        <w:rPr>
          <w:lang w:eastAsia="zh-CN"/>
        </w:rPr>
        <w:t>.</w:t>
      </w:r>
    </w:p>
    <w:p w14:paraId="2067EFC9" w14:textId="77777777" w:rsidR="00476DD5" w:rsidRPr="00CC6EC5" w:rsidRDefault="00476DD5" w:rsidP="00476DD5">
      <w:r>
        <w:t>The length of the interruption window may be different for different victim cells, and depends on the applicable scenario and on the frequency band relation between the aggressor cell and the victim cell.</w:t>
      </w:r>
    </w:p>
    <w:p w14:paraId="46947032" w14:textId="0B9E5E10" w:rsidR="00922E1B" w:rsidRPr="008C6DE4" w:rsidRDefault="00922E1B" w:rsidP="00922E1B">
      <w:pPr>
        <w:pStyle w:val="Heading2"/>
        <w:rPr>
          <w:rFonts w:eastAsiaTheme="minorEastAsia"/>
          <w:lang w:eastAsia="zh-CN"/>
        </w:rPr>
      </w:pPr>
      <w:r w:rsidRPr="008C6DE4">
        <w:rPr>
          <w:rFonts w:eastAsiaTheme="minorEastAsia"/>
        </w:rPr>
        <w:t>8.4</w:t>
      </w:r>
      <w:r w:rsidRPr="008C6DE4">
        <w:rPr>
          <w:rFonts w:eastAsiaTheme="minorEastAsia"/>
        </w:rPr>
        <w:tab/>
        <w:t>UE UL carrier RRC reconfiguration delay</w:t>
      </w:r>
    </w:p>
    <w:p w14:paraId="47A1180A" w14:textId="77777777" w:rsidR="00922E1B" w:rsidRPr="008C6DE4" w:rsidRDefault="00922E1B" w:rsidP="00922E1B">
      <w:pPr>
        <w:pStyle w:val="Heading3"/>
        <w:rPr>
          <w:rFonts w:eastAsiaTheme="minorEastAsia"/>
          <w:lang w:val="en-US" w:eastAsia="zh-CN"/>
        </w:rPr>
      </w:pPr>
      <w:bookmarkStart w:id="137" w:name="_Toc5952655"/>
      <w:r w:rsidRPr="008C6DE4">
        <w:rPr>
          <w:rFonts w:eastAsiaTheme="minorEastAsia"/>
          <w:lang w:val="en-US" w:eastAsia="zh-CN"/>
        </w:rPr>
        <w:t>8.4.1</w:t>
      </w:r>
      <w:r w:rsidRPr="008C6DE4">
        <w:rPr>
          <w:rFonts w:eastAsiaTheme="minorEastAsia"/>
          <w:lang w:val="en-US" w:eastAsia="zh-CN"/>
        </w:rPr>
        <w:tab/>
        <w:t>Introduction</w:t>
      </w:r>
      <w:bookmarkEnd w:id="137"/>
    </w:p>
    <w:p w14:paraId="0A24045D" w14:textId="5DBEACA0" w:rsidR="00922E1B" w:rsidRPr="008C6DE4" w:rsidRDefault="00922E1B" w:rsidP="00922E1B">
      <w:pPr>
        <w:rPr>
          <w:rFonts w:eastAsiaTheme="minorEastAsia"/>
        </w:rPr>
      </w:pPr>
      <w:r w:rsidRPr="008C6DE4">
        <w:t xml:space="preserve">The requirements in this </w:t>
      </w:r>
      <w:r w:rsidR="00854981" w:rsidRPr="008C6DE4">
        <w:t>clause</w:t>
      </w:r>
      <w:r w:rsidRPr="008C6DE4">
        <w:t xml:space="preserve"> apply for a UE being configured or deconfigured with a supplementary UL carrier or NR UL carrier.</w:t>
      </w:r>
    </w:p>
    <w:p w14:paraId="22C81743" w14:textId="558B3A0B" w:rsidR="00922E1B" w:rsidRPr="008C6DE4" w:rsidRDefault="00922E1B" w:rsidP="00922E1B">
      <w:pPr>
        <w:pStyle w:val="Heading3"/>
        <w:rPr>
          <w:rFonts w:eastAsiaTheme="minorEastAsia"/>
          <w:lang w:val="en-US" w:eastAsia="zh-CN"/>
        </w:rPr>
      </w:pPr>
      <w:bookmarkStart w:id="138" w:name="_Toc5952656"/>
      <w:r w:rsidRPr="008C6DE4">
        <w:rPr>
          <w:rFonts w:eastAsiaTheme="minorEastAsia"/>
          <w:lang w:val="en-US" w:eastAsia="zh-CN"/>
        </w:rPr>
        <w:t>8.4.2</w:t>
      </w:r>
      <w:r w:rsidRPr="008C6DE4">
        <w:rPr>
          <w:rFonts w:eastAsiaTheme="minorEastAsia"/>
          <w:lang w:val="en-US" w:eastAsia="zh-CN"/>
        </w:rPr>
        <w:tab/>
        <w:t xml:space="preserve">UE UL carrier configuration delay </w:t>
      </w:r>
      <w:bookmarkEnd w:id="138"/>
      <w:r w:rsidRPr="008C6DE4">
        <w:rPr>
          <w:rFonts w:eastAsiaTheme="minorEastAsia"/>
          <w:lang w:val="en-US" w:eastAsia="zh-CN"/>
        </w:rPr>
        <w:t>requirement</w:t>
      </w:r>
    </w:p>
    <w:p w14:paraId="42C89C0C" w14:textId="647CB242" w:rsidR="005A78CD" w:rsidRDefault="005A78CD" w:rsidP="005A78CD">
      <w:pPr>
        <w:rPr>
          <w:lang w:val="en-US" w:eastAsia="zh-CN"/>
        </w:rPr>
      </w:pPr>
      <w:bookmarkStart w:id="139" w:name="_Toc5952657"/>
      <w:r w:rsidRPr="008C6DE4">
        <w:rPr>
          <w:rFonts w:cs="v4.2.0"/>
        </w:rPr>
        <w:t>When the UE receives a RRC message implying</w:t>
      </w:r>
      <w:r w:rsidRPr="008C6DE4">
        <w:rPr>
          <w:lang w:eastAsia="zh-CN"/>
        </w:rPr>
        <w:t xml:space="preserve"> NR UL or </w:t>
      </w:r>
      <w:r w:rsidRPr="008C6DE4">
        <w:rPr>
          <w:lang w:val="en-US" w:eastAsia="zh-CN"/>
        </w:rPr>
        <w:t xml:space="preserve">supplementary UL </w:t>
      </w:r>
      <w:r w:rsidRPr="008C6DE4">
        <w:rPr>
          <w:lang w:eastAsia="zh-CN"/>
        </w:rPr>
        <w:t>carrier configuration</w:t>
      </w:r>
      <w:r w:rsidRPr="008C6DE4">
        <w:t xml:space="preserve">, the UE shall be </w:t>
      </w:r>
      <w:r w:rsidRPr="008C6DE4">
        <w:rPr>
          <w:lang w:val="en-US"/>
        </w:rPr>
        <w:t>ready</w:t>
      </w:r>
      <w:r w:rsidRPr="008C6DE4">
        <w:t xml:space="preserve"> to</w:t>
      </w:r>
      <w:r w:rsidRPr="008C6DE4">
        <w:rPr>
          <w:lang w:eastAsia="zh-CN"/>
        </w:rPr>
        <w:t xml:space="preserve"> </w:t>
      </w:r>
      <w:r w:rsidRPr="008C6DE4">
        <w:rPr>
          <w:lang w:val="en-US"/>
        </w:rPr>
        <w:t>start transmission</w:t>
      </w:r>
      <w:r w:rsidRPr="008C6DE4">
        <w:t xml:space="preserve"> </w:t>
      </w:r>
      <w:r w:rsidRPr="008C6DE4">
        <w:rPr>
          <w:lang w:val="en-US"/>
        </w:rPr>
        <w:t>on the newly configured carrier within</w:t>
      </w:r>
      <w:r w:rsidRPr="008C6DE4">
        <w:rPr>
          <w:lang w:eastAsia="zh-CN"/>
        </w:rPr>
        <w:t xml:space="preserve"> </w:t>
      </w:r>
      <w:r w:rsidRPr="008C6DE4">
        <w:t>T</w:t>
      </w:r>
      <w:r w:rsidRPr="008C6DE4">
        <w:rPr>
          <w:vertAlign w:val="subscript"/>
        </w:rPr>
        <w:t>UL_carrier_config</w:t>
      </w:r>
      <w:r w:rsidRPr="008C6DE4">
        <w:t xml:space="preserve"> </w:t>
      </w:r>
      <w:r w:rsidRPr="008C6DE4">
        <w:rPr>
          <w:rFonts w:cs="v4.2.0"/>
        </w:rPr>
        <w:t xml:space="preserve">from the end of the </w:t>
      </w:r>
      <w:r>
        <w:rPr>
          <w:rFonts w:cs="v4.2.0"/>
        </w:rPr>
        <w:t>slot n.</w:t>
      </w:r>
      <w:r w:rsidRPr="008C6DE4">
        <w:rPr>
          <w:lang w:val="en-US" w:eastAsia="zh-CN"/>
        </w:rPr>
        <w:t>.</w:t>
      </w:r>
    </w:p>
    <w:p w14:paraId="25175D71" w14:textId="77777777" w:rsidR="005A78CD" w:rsidRPr="008C6DE4" w:rsidRDefault="005A78CD" w:rsidP="005A78CD">
      <w:pPr>
        <w:rPr>
          <w:lang w:val="en-US" w:eastAsia="zh-CN"/>
        </w:rPr>
      </w:pPr>
      <w:r>
        <w:rPr>
          <w:lang w:val="en-US" w:eastAsia="zh-CN"/>
        </w:rPr>
        <w:t>Where</w:t>
      </w:r>
    </w:p>
    <w:p w14:paraId="0C686CCE" w14:textId="77777777" w:rsidR="005A78CD" w:rsidRDefault="005A78CD" w:rsidP="00646401">
      <w:pPr>
        <w:pStyle w:val="B10"/>
      </w:pPr>
      <w:r>
        <w:t>-</w:t>
      </w:r>
      <w:r>
        <w:tab/>
        <w:t xml:space="preserve">Slot n is the </w:t>
      </w:r>
      <w:r w:rsidRPr="008C6DE4">
        <w:rPr>
          <w:rFonts w:cs="v4.2.0"/>
        </w:rPr>
        <w:t xml:space="preserve">last </w:t>
      </w:r>
      <w:r w:rsidRPr="008C6DE4">
        <w:rPr>
          <w:rFonts w:cs="v4.2.0"/>
          <w:lang w:val="en-US"/>
        </w:rPr>
        <w:t xml:space="preserve">slot </w:t>
      </w:r>
      <w:r>
        <w:rPr>
          <w:rFonts w:cs="v4.2.0"/>
          <w:lang w:val="en-US"/>
        </w:rPr>
        <w:t xml:space="preserve">overlapping with the PDSCH </w:t>
      </w:r>
      <w:r w:rsidRPr="008C6DE4">
        <w:rPr>
          <w:rFonts w:cs="v4.2.0"/>
        </w:rPr>
        <w:t>containing the RRC command</w:t>
      </w:r>
      <w:r>
        <w:rPr>
          <w:rFonts w:cs="v4.2.0"/>
        </w:rPr>
        <w:t>.</w:t>
      </w:r>
    </w:p>
    <w:p w14:paraId="1D22C985" w14:textId="77777777" w:rsidR="005A78CD" w:rsidRPr="008C6DE4" w:rsidRDefault="005A78CD" w:rsidP="00646401">
      <w:pPr>
        <w:pStyle w:val="B10"/>
        <w:rPr>
          <w:lang w:eastAsia="zh-CN"/>
        </w:rPr>
      </w:pPr>
      <w:r>
        <w:t>-</w:t>
      </w:r>
      <w:r>
        <w:tab/>
      </w:r>
      <w:r w:rsidRPr="008C6DE4">
        <w:t>T</w:t>
      </w:r>
      <w:r w:rsidRPr="008C6DE4">
        <w:rPr>
          <w:vertAlign w:val="subscript"/>
        </w:rPr>
        <w:t>UL_</w:t>
      </w:r>
      <w:r w:rsidRPr="008C6DE4">
        <w:rPr>
          <w:vertAlign w:val="subscript"/>
          <w:lang w:eastAsia="zh-CN"/>
        </w:rPr>
        <w:t>carrier_</w:t>
      </w:r>
      <w:r w:rsidRPr="008C6DE4">
        <w:rPr>
          <w:vertAlign w:val="subscript"/>
        </w:rPr>
        <w:t>config</w:t>
      </w:r>
      <w:r w:rsidRPr="008C6DE4">
        <w:rPr>
          <w:lang w:val="en-US"/>
        </w:rPr>
        <w:t xml:space="preserve"> </w:t>
      </w:r>
      <w:r>
        <w:rPr>
          <w:lang w:val="en-US"/>
        </w:rPr>
        <w:t xml:space="preserve">equals the maximum RRC procedure delay defined in clause 11.2 in TS 36.331 [16] if the corresponding RRC message is embedded in E-UTRA RRC message, otherwise it </w:t>
      </w:r>
      <w:r w:rsidRPr="008C6DE4">
        <w:t>equals the maximum RRC procedure delay defined in clause 12 in TS 38.331 [2]</w:t>
      </w:r>
      <w:r w:rsidRPr="008C6DE4">
        <w:rPr>
          <w:lang w:eastAsia="zh-CN"/>
        </w:rPr>
        <w:t>.</w:t>
      </w:r>
    </w:p>
    <w:p w14:paraId="267B07FC" w14:textId="50D7EBA1" w:rsidR="00922E1B" w:rsidRPr="008C6DE4" w:rsidRDefault="00922E1B" w:rsidP="00922E1B">
      <w:pPr>
        <w:pStyle w:val="Heading3"/>
        <w:rPr>
          <w:rFonts w:eastAsiaTheme="minorEastAsia"/>
        </w:rPr>
      </w:pPr>
      <w:r w:rsidRPr="008C6DE4">
        <w:rPr>
          <w:rFonts w:eastAsiaTheme="minorEastAsia"/>
        </w:rPr>
        <w:t>8.4.3</w:t>
      </w:r>
      <w:r w:rsidRPr="008C6DE4">
        <w:rPr>
          <w:rFonts w:eastAsiaTheme="minorEastAsia"/>
        </w:rPr>
        <w:tab/>
        <w:t xml:space="preserve">UE UL carrier deconfiguration delay </w:t>
      </w:r>
      <w:bookmarkEnd w:id="139"/>
      <w:r w:rsidRPr="008C6DE4">
        <w:rPr>
          <w:rFonts w:eastAsiaTheme="minorEastAsia"/>
        </w:rPr>
        <w:t>requirement</w:t>
      </w:r>
    </w:p>
    <w:bookmarkEnd w:id="132"/>
    <w:p w14:paraId="3A2F005A" w14:textId="46DFA972" w:rsidR="005A78CD" w:rsidRDefault="005A78CD" w:rsidP="005A78CD">
      <w:r w:rsidRPr="008C6DE4">
        <w:rPr>
          <w:rFonts w:cs="v4.2.0"/>
        </w:rPr>
        <w:t>When the UE receives a RRC message implying</w:t>
      </w:r>
      <w:r w:rsidRPr="008C6DE4">
        <w:rPr>
          <w:lang w:eastAsia="zh-CN"/>
        </w:rPr>
        <w:t xml:space="preserve"> NR UL or </w:t>
      </w:r>
      <w:r w:rsidRPr="008C6DE4">
        <w:rPr>
          <w:lang w:val="en-US" w:eastAsia="zh-CN"/>
        </w:rPr>
        <w:t xml:space="preserve">supplementary UL </w:t>
      </w:r>
      <w:r w:rsidRPr="008C6DE4">
        <w:rPr>
          <w:lang w:eastAsia="zh-CN"/>
        </w:rPr>
        <w:t>carrier deconfiguration RRC signalling</w:t>
      </w:r>
      <w:r w:rsidRPr="008C6DE4">
        <w:t>, the UE shall stop UL signalling</w:t>
      </w:r>
      <w:r w:rsidRPr="008C6DE4">
        <w:rPr>
          <w:lang w:eastAsia="zh-CN"/>
        </w:rPr>
        <w:t xml:space="preserve"> on the deconfigured UL carrier</w:t>
      </w:r>
      <w:r w:rsidRPr="008C6DE4">
        <w:rPr>
          <w:lang w:val="en-US"/>
        </w:rPr>
        <w:t xml:space="preserve"> within</w:t>
      </w:r>
      <w:r w:rsidRPr="008C6DE4">
        <w:rPr>
          <w:lang w:eastAsia="zh-CN"/>
        </w:rPr>
        <w:t xml:space="preserve"> </w:t>
      </w:r>
      <w:r w:rsidRPr="008C6DE4">
        <w:t>T</w:t>
      </w:r>
      <w:r w:rsidRPr="008C6DE4">
        <w:rPr>
          <w:vertAlign w:val="subscript"/>
        </w:rPr>
        <w:t>UL_carrier_deconfig</w:t>
      </w:r>
      <w:r w:rsidRPr="008C6DE4">
        <w:t xml:space="preserve"> </w:t>
      </w:r>
      <w:r w:rsidRPr="008C6DE4">
        <w:rPr>
          <w:rFonts w:cs="v4.2.0"/>
        </w:rPr>
        <w:t xml:space="preserve">from the end of the </w:t>
      </w:r>
      <w:r>
        <w:rPr>
          <w:rFonts w:cs="v4.2.0"/>
        </w:rPr>
        <w:t>slot n.</w:t>
      </w:r>
    </w:p>
    <w:p w14:paraId="382D40CE" w14:textId="77777777" w:rsidR="005A78CD" w:rsidRDefault="005A78CD" w:rsidP="005A78CD">
      <w:r>
        <w:t>Where</w:t>
      </w:r>
    </w:p>
    <w:p w14:paraId="3B1BFCF2" w14:textId="77777777" w:rsidR="005A78CD" w:rsidRPr="008C6DE4" w:rsidRDefault="005A78CD" w:rsidP="00646401">
      <w:pPr>
        <w:pStyle w:val="B10"/>
        <w:rPr>
          <w:lang w:val="en-US" w:eastAsia="zh-CN"/>
        </w:rPr>
      </w:pPr>
      <w:r>
        <w:rPr>
          <w:rFonts w:hint="eastAsia"/>
          <w:lang w:val="en-US" w:eastAsia="zh-CN"/>
        </w:rPr>
        <w:t>-</w:t>
      </w:r>
      <w:r>
        <w:rPr>
          <w:lang w:val="en-US" w:eastAsia="zh-CN"/>
        </w:rPr>
        <w:tab/>
        <w:t xml:space="preserve">Slot n is the </w:t>
      </w:r>
      <w:r w:rsidRPr="008C6DE4">
        <w:rPr>
          <w:rFonts w:cs="v4.2.0"/>
        </w:rPr>
        <w:t xml:space="preserve">last slot </w:t>
      </w:r>
      <w:r>
        <w:rPr>
          <w:rFonts w:cs="v4.2.0"/>
          <w:lang w:val="en-US"/>
        </w:rPr>
        <w:t>overlapping with the PDSCH</w:t>
      </w:r>
      <w:r w:rsidRPr="008C6DE4">
        <w:rPr>
          <w:rFonts w:cs="v4.2.0"/>
        </w:rPr>
        <w:t xml:space="preserve"> containing the RRC command</w:t>
      </w:r>
      <w:r w:rsidRPr="008C6DE4">
        <w:t>.</w:t>
      </w:r>
    </w:p>
    <w:p w14:paraId="3BC3AF26" w14:textId="77777777" w:rsidR="005A78CD" w:rsidRPr="008C6DE4" w:rsidRDefault="005A78CD" w:rsidP="00646401">
      <w:pPr>
        <w:pStyle w:val="B10"/>
        <w:rPr>
          <w:noProof/>
          <w:lang w:eastAsia="zh-CN"/>
        </w:rPr>
      </w:pPr>
      <w:r>
        <w:t>-</w:t>
      </w:r>
      <w:r>
        <w:tab/>
      </w:r>
      <w:r w:rsidRPr="008C6DE4">
        <w:t>T</w:t>
      </w:r>
      <w:r w:rsidRPr="008C6DE4">
        <w:rPr>
          <w:vertAlign w:val="subscript"/>
        </w:rPr>
        <w:t>UL_carrier_deconfig</w:t>
      </w:r>
      <w:r w:rsidRPr="008C6DE4">
        <w:rPr>
          <w:rFonts w:cs="v4.2.0"/>
          <w:lang w:val="en-US"/>
        </w:rPr>
        <w:t xml:space="preserve"> </w:t>
      </w:r>
      <w:r>
        <w:rPr>
          <w:lang w:val="en-US"/>
        </w:rPr>
        <w:t>equals the maximum RRC procedure delay defined in clause 11.2 in TS 36.331 [16] if the corresponding RRC message is embedded in E-UTRA RRC message, otherwise it</w:t>
      </w:r>
      <w:r w:rsidRPr="008C6DE4">
        <w:rPr>
          <w:rFonts w:cs="v4.2.0"/>
        </w:rPr>
        <w:t xml:space="preserve"> equals the maximum RRC procedure delay defined in </w:t>
      </w:r>
      <w:r w:rsidRPr="008C6DE4">
        <w:t xml:space="preserve">clause 12 </w:t>
      </w:r>
      <w:r w:rsidRPr="008C6DE4">
        <w:rPr>
          <w:rFonts w:cs="v4.2.0"/>
        </w:rPr>
        <w:t xml:space="preserve">in </w:t>
      </w:r>
      <w:r w:rsidRPr="008C6DE4">
        <w:t>TS 38.331 [2].</w:t>
      </w:r>
    </w:p>
    <w:p w14:paraId="09E66AF9" w14:textId="06EACAC5" w:rsidR="00DF3064" w:rsidRPr="008C6DE4" w:rsidRDefault="0048284E" w:rsidP="0048284E">
      <w:pPr>
        <w:pStyle w:val="Heading2"/>
      </w:pPr>
      <w:r w:rsidRPr="008C6DE4">
        <w:t>8.5</w:t>
      </w:r>
      <w:r w:rsidR="00DF3064" w:rsidRPr="008C6DE4">
        <w:tab/>
        <w:t>Link Recovery Procedures</w:t>
      </w:r>
    </w:p>
    <w:p w14:paraId="67A29644" w14:textId="706E152D" w:rsidR="00DF3064" w:rsidRPr="008C6DE4" w:rsidRDefault="0048284E" w:rsidP="0048284E">
      <w:pPr>
        <w:pStyle w:val="Heading3"/>
      </w:pPr>
      <w:r w:rsidRPr="008C6DE4">
        <w:t>8.5.1</w:t>
      </w:r>
      <w:r w:rsidR="00DF3064" w:rsidRPr="008C6DE4">
        <w:tab/>
        <w:t>Introduction</w:t>
      </w:r>
    </w:p>
    <w:p w14:paraId="636B974D" w14:textId="2BBEDC49" w:rsidR="00DF3064" w:rsidRPr="008C6DE4" w:rsidRDefault="00DF3064" w:rsidP="00DF3064">
      <w:pPr>
        <w:rPr>
          <w:rFonts w:cs="v5.0.0"/>
        </w:rPr>
      </w:pPr>
      <w:r w:rsidRPr="008C6DE4">
        <w:rPr>
          <w:rFonts w:cs="v5.0.0"/>
        </w:rPr>
        <w:t xml:space="preserve">The UE shall assess the downlink radio </w:t>
      </w:r>
      <w:r w:rsidRPr="008C6DE4">
        <w:t xml:space="preserve">link </w:t>
      </w:r>
      <w:r w:rsidRPr="008C6DE4">
        <w:rPr>
          <w:rFonts w:cs="v5.0.0"/>
        </w:rPr>
        <w:t>quality of a serving cell based on the reference signal in</w:t>
      </w:r>
      <w:r w:rsidRPr="008C6DE4">
        <w:t xml:space="preserve"> the set </w:t>
      </w:r>
      <w:r w:rsidRPr="008C6DE4">
        <w:rPr>
          <w:iCs/>
          <w:position w:val="-10"/>
        </w:rPr>
        <w:object w:dxaOrig="240" w:dyaOrig="315" w14:anchorId="3800364F">
          <v:shape id="_x0000_i1028" type="#_x0000_t75" style="width:10.5pt;height:21.55pt" o:ole="">
            <v:imagedata r:id="rId22" o:title=""/>
          </v:shape>
          <o:OLEObject Type="Embed" ProgID="Equation.3" ShapeID="_x0000_i1028" DrawAspect="Content" ObjectID="_1734963204" r:id="rId23"/>
        </w:object>
      </w:r>
      <w:r w:rsidRPr="008C6DE4">
        <w:rPr>
          <w:rFonts w:cs="v5.0.0"/>
        </w:rPr>
        <w:t xml:space="preserve"> as specified in TS 38.213 [3] in order to detect beam failure on:</w:t>
      </w:r>
    </w:p>
    <w:p w14:paraId="319854B1" w14:textId="77777777" w:rsidR="00DF3064" w:rsidRPr="008C6DE4" w:rsidRDefault="00DF3064" w:rsidP="00DF3064">
      <w:pPr>
        <w:ind w:left="568" w:hanging="284"/>
      </w:pPr>
      <w:r w:rsidRPr="008C6DE4">
        <w:t>-</w:t>
      </w:r>
      <w:r w:rsidRPr="008C6DE4">
        <w:tab/>
        <w:t>PCell in SA, NR-DC, or NE-DC operation mode,</w:t>
      </w:r>
    </w:p>
    <w:p w14:paraId="3BF5DD79" w14:textId="300E2FC7" w:rsidR="00DF3064" w:rsidRPr="008C6DE4" w:rsidRDefault="00DF3064" w:rsidP="00DF3064">
      <w:pPr>
        <w:ind w:left="568" w:hanging="284"/>
      </w:pPr>
      <w:r w:rsidRPr="008C6DE4">
        <w:t>-</w:t>
      </w:r>
      <w:r w:rsidRPr="008C6DE4">
        <w:tab/>
        <w:t xml:space="preserve">PSCell in NR-DC and EN-DC </w:t>
      </w:r>
      <w:r w:rsidR="006308EB" w:rsidRPr="008C6DE4">
        <w:t>operation mode.</w:t>
      </w:r>
    </w:p>
    <w:p w14:paraId="623E3642" w14:textId="77777777" w:rsidR="00DF3064" w:rsidRPr="008C6DE4" w:rsidRDefault="00DF3064" w:rsidP="00DF3064">
      <w:pPr>
        <w:rPr>
          <w:rFonts w:cs="v5.0.0"/>
        </w:rPr>
      </w:pPr>
      <w:r w:rsidRPr="008C6DE4">
        <w:rPr>
          <w:rFonts w:cs="v5.0.0"/>
        </w:rPr>
        <w:t xml:space="preserve">The RS resource configurations in the set </w:t>
      </w:r>
      <w:r w:rsidRPr="008C6DE4">
        <w:rPr>
          <w:iCs/>
          <w:position w:val="-10"/>
        </w:rPr>
        <w:object w:dxaOrig="240" w:dyaOrig="315" w14:anchorId="7B303B21">
          <v:shape id="_x0000_i1029" type="#_x0000_t75" style="width:10.5pt;height:21.55pt" o:ole="">
            <v:imagedata r:id="rId22" o:title=""/>
          </v:shape>
          <o:OLEObject Type="Embed" ProgID="Equation.3" ShapeID="_x0000_i1029" DrawAspect="Content" ObjectID="_1734963205" r:id="rId24"/>
        </w:object>
      </w:r>
      <w:r w:rsidRPr="008C6DE4">
        <w:rPr>
          <w:iCs/>
        </w:rPr>
        <w:t xml:space="preserve"> </w:t>
      </w:r>
      <w:r w:rsidRPr="008C6DE4">
        <w:rPr>
          <w:rFonts w:cs="v5.0.0"/>
        </w:rPr>
        <w:t xml:space="preserve">can be periodic </w:t>
      </w:r>
      <w:r w:rsidRPr="008C6DE4">
        <w:t>CSI-RS resources and/or SSBs</w:t>
      </w:r>
      <w:r w:rsidRPr="008C6DE4">
        <w:rPr>
          <w:rFonts w:cs="v5.0.0"/>
        </w:rPr>
        <w:t xml:space="preserve">. UE is not required to perform beam failure detection outside the active DL BWP. UE is not required to meet the requirements in clause 8.5.2 </w:t>
      </w:r>
      <w:r w:rsidRPr="008C6DE4">
        <w:rPr>
          <w:rFonts w:cs="v5.0.0"/>
          <w:lang w:eastAsia="zh-CN"/>
        </w:rPr>
        <w:t>and 8.5.3</w:t>
      </w:r>
      <w:r w:rsidRPr="008C6DE4">
        <w:rPr>
          <w:rFonts w:cs="v5.0.0"/>
        </w:rPr>
        <w:t xml:space="preserve"> if UE does not have </w:t>
      </w:r>
      <w:r w:rsidRPr="008C6DE4">
        <w:t xml:space="preserve">set </w:t>
      </w:r>
      <w:r w:rsidRPr="008C6DE4">
        <w:rPr>
          <w:iCs/>
          <w:position w:val="-10"/>
        </w:rPr>
        <w:object w:dxaOrig="240" w:dyaOrig="315" w14:anchorId="0459574E">
          <v:shape id="_x0000_i1030" type="#_x0000_t75" style="width:10.5pt;height:21.55pt" o:ole="">
            <v:imagedata r:id="rId22" o:title=""/>
          </v:shape>
          <o:OLEObject Type="Embed" ProgID="Equation.3" ShapeID="_x0000_i1030" DrawAspect="Content" ObjectID="_1734963206" r:id="rId25"/>
        </w:object>
      </w:r>
      <w:r w:rsidRPr="008C6DE4">
        <w:rPr>
          <w:rFonts w:cs="v5.0.0"/>
        </w:rPr>
        <w:t>.</w:t>
      </w:r>
    </w:p>
    <w:p w14:paraId="07B470E0" w14:textId="77777777" w:rsidR="00DF3064" w:rsidRPr="008C6DE4" w:rsidRDefault="00DF3064" w:rsidP="00DF3064">
      <w:pPr>
        <w:rPr>
          <w:rFonts w:eastAsia="?? ??" w:cs="v5.0.0"/>
        </w:rPr>
      </w:pPr>
      <w:r w:rsidRPr="008C6DE4">
        <w:rPr>
          <w:rFonts w:eastAsia="?? ??" w:cs="v5.0.0"/>
        </w:rPr>
        <w:t xml:space="preserve">On each RS resource configuration </w:t>
      </w:r>
      <w:r w:rsidRPr="008C6DE4">
        <w:rPr>
          <w:rFonts w:cs="v5.0.0"/>
        </w:rPr>
        <w:t>in</w:t>
      </w:r>
      <w:r w:rsidRPr="008C6DE4">
        <w:t xml:space="preserve"> the set </w:t>
      </w:r>
      <w:r w:rsidRPr="008C6DE4">
        <w:rPr>
          <w:iCs/>
          <w:position w:val="-10"/>
        </w:rPr>
        <w:object w:dxaOrig="240" w:dyaOrig="315" w14:anchorId="7276F79E">
          <v:shape id="_x0000_i1031" type="#_x0000_t75" style="width:10.5pt;height:21.55pt" o:ole="">
            <v:imagedata r:id="rId22" o:title=""/>
          </v:shape>
          <o:OLEObject Type="Embed" ProgID="Equation.3" ShapeID="_x0000_i1031" DrawAspect="Content" ObjectID="_1734963207" r:id="rId26"/>
        </w:object>
      </w:r>
      <w:r w:rsidRPr="008C6DE4">
        <w:rPr>
          <w:rFonts w:eastAsia="?? ??" w:cs="v5.0.0"/>
        </w:rPr>
        <w:t xml:space="preserve">, the UE shall estimate the radio link quality and compare it to the threshold </w:t>
      </w:r>
      <w:r w:rsidRPr="008C6DE4">
        <w:rPr>
          <w:rFonts w:cs="v5.0.0"/>
        </w:rPr>
        <w:t>Q</w:t>
      </w:r>
      <w:r w:rsidRPr="008C6DE4">
        <w:rPr>
          <w:rFonts w:cs="v5.0.0"/>
          <w:vertAlign w:val="subscript"/>
        </w:rPr>
        <w:t>out_LR</w:t>
      </w:r>
      <w:r w:rsidRPr="008C6DE4">
        <w:rPr>
          <w:rFonts w:eastAsia="?? ??" w:cs="v5.0.0"/>
        </w:rPr>
        <w:t xml:space="preserve"> for the purpose of </w:t>
      </w:r>
      <w:r w:rsidRPr="008C6DE4">
        <w:rPr>
          <w:rFonts w:cs="v5.0.0"/>
        </w:rPr>
        <w:t>access</w:t>
      </w:r>
      <w:r w:rsidRPr="008C6DE4">
        <w:rPr>
          <w:rFonts w:eastAsia="?? ??" w:cs="v5.0.0"/>
        </w:rPr>
        <w:t xml:space="preserve">ing </w:t>
      </w:r>
      <w:r w:rsidRPr="008C6DE4">
        <w:t>downlink radio link quality of the</w:t>
      </w:r>
      <w:r w:rsidRPr="008C6DE4">
        <w:rPr>
          <w:rFonts w:cs="v5.0.0"/>
        </w:rPr>
        <w:t xml:space="preserve"> serving</w:t>
      </w:r>
      <w:r w:rsidRPr="008C6DE4">
        <w:t xml:space="preserve"> cell beams</w:t>
      </w:r>
      <w:r w:rsidRPr="008C6DE4">
        <w:rPr>
          <w:rFonts w:eastAsia="?? ??" w:cs="v5.0.0"/>
        </w:rPr>
        <w:t>.</w:t>
      </w:r>
    </w:p>
    <w:p w14:paraId="305AEE42" w14:textId="17ED45AD" w:rsidR="00DF3064" w:rsidRPr="008C6DE4" w:rsidRDefault="00DF3064" w:rsidP="00DF3064">
      <w:pPr>
        <w:rPr>
          <w:rFonts w:eastAsia="?? ??" w:cs="v5.0.0"/>
        </w:rPr>
      </w:pPr>
      <w:r w:rsidRPr="008C6DE4">
        <w:rPr>
          <w:rFonts w:eastAsia="?? ??" w:cs="v5.0.0"/>
        </w:rPr>
        <w:t xml:space="preserve">The threshold </w:t>
      </w:r>
      <w:bookmarkStart w:id="140" w:name="_Hlk14858925"/>
      <w:r w:rsidRPr="008C6DE4">
        <w:rPr>
          <w:rFonts w:cs="v5.0.0"/>
        </w:rPr>
        <w:t>Q</w:t>
      </w:r>
      <w:r w:rsidRPr="008C6DE4">
        <w:rPr>
          <w:rFonts w:cs="v5.0.0"/>
          <w:vertAlign w:val="subscript"/>
        </w:rPr>
        <w:t>out_LR</w:t>
      </w:r>
      <w:bookmarkEnd w:id="140"/>
      <w:r w:rsidRPr="008C6DE4">
        <w:rPr>
          <w:rFonts w:eastAsia="?? ??" w:cs="v5.0.0"/>
        </w:rPr>
        <w:t xml:space="preserve"> is defined as the level at which the downlink radio level link of a given resource configuration on set </w:t>
      </w:r>
      <w:r w:rsidRPr="008C6DE4">
        <w:rPr>
          <w:iCs/>
          <w:position w:val="-10"/>
        </w:rPr>
        <w:object w:dxaOrig="240" w:dyaOrig="315" w14:anchorId="59064FA6">
          <v:shape id="_x0000_i1032" type="#_x0000_t75" style="width:10.5pt;height:21.55pt" o:ole="">
            <v:imagedata r:id="rId22" o:title=""/>
          </v:shape>
          <o:OLEObject Type="Embed" ProgID="Equation.3" ShapeID="_x0000_i1032" DrawAspect="Content" ObjectID="_1734963208" r:id="rId27"/>
        </w:object>
      </w:r>
      <w:r w:rsidRPr="008C6DE4">
        <w:rPr>
          <w:rFonts w:eastAsia="?? ??" w:cs="v5.0.0"/>
        </w:rPr>
        <w:t xml:space="preserve"> cannot be reliably received and shall correspond to the </w:t>
      </w:r>
      <w:r w:rsidR="00B90E86" w:rsidRPr="008C6DE4">
        <w:rPr>
          <w:rFonts w:eastAsia="?? ??" w:cs="v5.0.0"/>
        </w:rPr>
        <w:t>BLER</w:t>
      </w:r>
      <w:r w:rsidR="00B90E86" w:rsidRPr="008C6DE4">
        <w:rPr>
          <w:rFonts w:eastAsia="?? ??" w:cs="v5.0.0"/>
          <w:vertAlign w:val="subscript"/>
        </w:rPr>
        <w:t>out</w:t>
      </w:r>
      <w:r w:rsidR="00B90E86" w:rsidRPr="008C6DE4">
        <w:rPr>
          <w:rFonts w:eastAsia="?? ??" w:cs="v5.0.0"/>
        </w:rPr>
        <w:t xml:space="preserve"> = 10% </w:t>
      </w:r>
      <w:r w:rsidRPr="008C6DE4">
        <w:rPr>
          <w:rFonts w:eastAsia="?? ??" w:cs="v5.0.0"/>
        </w:rPr>
        <w:t xml:space="preserve">block error rate of a hypothetical PDCCH transmission. For SSB based beam failure detection, </w:t>
      </w:r>
      <w:r w:rsidRPr="008C6DE4">
        <w:rPr>
          <w:rFonts w:cs="v5.0.0"/>
        </w:rPr>
        <w:t>Q</w:t>
      </w:r>
      <w:r w:rsidRPr="008C6DE4">
        <w:rPr>
          <w:rFonts w:cs="v5.0.0"/>
          <w:vertAlign w:val="subscript"/>
        </w:rPr>
        <w:t>out_LR_SSB</w:t>
      </w:r>
      <w:r w:rsidRPr="008C6DE4">
        <w:rPr>
          <w:rFonts w:eastAsia="?? ??" w:cs="v5.0.0"/>
        </w:rPr>
        <w:t xml:space="preserve"> is derived based on the hypothetical PDCCH transmission parameters listed in Table 8.5.2.1-1. For CSI-RS based beam failure detection, </w:t>
      </w:r>
      <w:r w:rsidRPr="008C6DE4">
        <w:rPr>
          <w:rFonts w:cs="v5.0.0"/>
        </w:rPr>
        <w:t>Q</w:t>
      </w:r>
      <w:r w:rsidRPr="008C6DE4">
        <w:rPr>
          <w:rFonts w:cs="v5.0.0"/>
          <w:vertAlign w:val="subscript"/>
        </w:rPr>
        <w:t>out_LR_CSI-RS</w:t>
      </w:r>
      <w:r w:rsidRPr="008C6DE4">
        <w:rPr>
          <w:rFonts w:eastAsia="?? ??" w:cs="v5.0.0"/>
        </w:rPr>
        <w:t xml:space="preserve"> is derived based on the hypothetical PDCCH transmission parameters listed in Table 8.5.3.1-1.</w:t>
      </w:r>
    </w:p>
    <w:p w14:paraId="2DD510A1" w14:textId="77777777" w:rsidR="00FE0AF8" w:rsidRPr="008C6DE4" w:rsidRDefault="00FE0AF8" w:rsidP="00FE0AF8">
      <w:r w:rsidRPr="008C6DE4">
        <w:t xml:space="preserve">Upon request the UE shall deliver configuration indexes from the set </w:t>
      </w:r>
      <w:r w:rsidRPr="008C6DE4">
        <w:rPr>
          <w:iCs/>
          <w:position w:val="-10"/>
        </w:rPr>
        <w:object w:dxaOrig="240" w:dyaOrig="360" w14:anchorId="79CFA270">
          <v:shape id="_x0000_i1033" type="#_x0000_t75" style="width:10.5pt;height:22.05pt" o:ole="">
            <v:imagedata r:id="rId28" o:title=""/>
          </v:shape>
          <o:OLEObject Type="Embed" ProgID="Equation.3" ShapeID="_x0000_i1033" DrawAspect="Content" ObjectID="_1734963209" r:id="rId29"/>
        </w:object>
      </w:r>
      <w:r w:rsidRPr="008C6DE4">
        <w:rPr>
          <w:iCs/>
        </w:rPr>
        <w:t xml:space="preserve">as specified in TS 38.213 [3] , to higher layers,  </w:t>
      </w:r>
      <w:r w:rsidRPr="008C6DE4">
        <w:t>and the corresponding L1-RSRP measurement provided that the measured L1-RSRP is equal to or better than the threshold Q</w:t>
      </w:r>
      <w:r w:rsidRPr="008C6DE4">
        <w:rPr>
          <w:vertAlign w:val="subscript"/>
        </w:rPr>
        <w:t>in_LR</w:t>
      </w:r>
      <w:r w:rsidRPr="008C6DE4">
        <w:t xml:space="preserve">, which is indicated by higher layer parameter </w:t>
      </w:r>
      <w:r w:rsidRPr="008C6DE4">
        <w:rPr>
          <w:i/>
        </w:rPr>
        <w:t>rsrp-ThresholdSSB</w:t>
      </w:r>
      <w:r w:rsidRPr="008C6DE4">
        <w:t>. The UE applies the Q</w:t>
      </w:r>
      <w:r w:rsidRPr="008C6DE4">
        <w:rPr>
          <w:vertAlign w:val="subscript"/>
        </w:rPr>
        <w:t>in_LR</w:t>
      </w:r>
      <w:r w:rsidRPr="008C6DE4">
        <w:t xml:space="preserve"> threshold to the L1-RSRP measurement obtained from an SSB. The UE applies the Q</w:t>
      </w:r>
      <w:r w:rsidRPr="008C6DE4">
        <w:rPr>
          <w:vertAlign w:val="subscript"/>
        </w:rPr>
        <w:t>in_LR</w:t>
      </w:r>
      <w:r w:rsidRPr="008C6DE4">
        <w:t xml:space="preserve"> threshold to the L1-RSRP measurement obtained for a CSI-RS resource after scaling </w:t>
      </w:r>
      <w:r w:rsidRPr="008C6DE4">
        <w:rPr>
          <w:lang w:val="en-US"/>
        </w:rPr>
        <w:t>a respective CSI-RS reception power</w:t>
      </w:r>
      <w:r w:rsidRPr="008C6DE4">
        <w:t xml:space="preserve"> with a value provided </w:t>
      </w:r>
      <w:r w:rsidRPr="008C6DE4">
        <w:rPr>
          <w:lang w:val="en-US"/>
        </w:rPr>
        <w:t>by</w:t>
      </w:r>
      <w:r w:rsidRPr="008C6DE4">
        <w:t xml:space="preserve"> higher layer parameter</w:t>
      </w:r>
      <w:r w:rsidRPr="008C6DE4">
        <w:rPr>
          <w:lang w:val="en-US"/>
        </w:rPr>
        <w:t xml:space="preserve"> </w:t>
      </w:r>
      <w:r w:rsidRPr="008C6DE4">
        <w:rPr>
          <w:i/>
        </w:rPr>
        <w:t>powerControlOffsetSS</w:t>
      </w:r>
      <w:r w:rsidRPr="008C6DE4">
        <w:rPr>
          <w:lang w:val="en-US"/>
        </w:rPr>
        <w:t xml:space="preserve">. </w:t>
      </w:r>
      <w:r w:rsidRPr="008C6DE4">
        <w:t xml:space="preserve">The RS resource configurations in the set </w:t>
      </w:r>
      <w:r w:rsidRPr="008C6DE4">
        <w:rPr>
          <w:iCs/>
          <w:position w:val="-10"/>
        </w:rPr>
        <w:object w:dxaOrig="240" w:dyaOrig="360" w14:anchorId="2D97A657">
          <v:shape id="_x0000_i1034" type="#_x0000_t75" style="width:10.5pt;height:22.05pt" o:ole="">
            <v:imagedata r:id="rId28" o:title=""/>
          </v:shape>
          <o:OLEObject Type="Embed" ProgID="Equation.3" ShapeID="_x0000_i1034" DrawAspect="Content" ObjectID="_1734963210" r:id="rId30"/>
        </w:object>
      </w:r>
      <w:r w:rsidRPr="008C6DE4">
        <w:rPr>
          <w:iCs/>
        </w:rPr>
        <w:t xml:space="preserve"> </w:t>
      </w:r>
      <w:r w:rsidRPr="008C6DE4">
        <w:t>can be periodic CSI-RS resources or SSBs or both SSB and CSI-RS resources. UE is not required to perform candidate beam detection outside the active DL BWP.</w:t>
      </w:r>
    </w:p>
    <w:p w14:paraId="7C7557A8" w14:textId="7FBCA335" w:rsidR="00DF3064" w:rsidRPr="008C6DE4" w:rsidRDefault="0048284E" w:rsidP="0048284E">
      <w:pPr>
        <w:pStyle w:val="Heading3"/>
      </w:pPr>
      <w:r w:rsidRPr="008C6DE4">
        <w:t>8.5.2</w:t>
      </w:r>
      <w:r w:rsidR="00DF3064" w:rsidRPr="008C6DE4">
        <w:tab/>
        <w:t>Requirements for SSB based beam failure detection</w:t>
      </w:r>
    </w:p>
    <w:p w14:paraId="3CB0C204" w14:textId="2331C498" w:rsidR="00DF3064" w:rsidRPr="008C6DE4" w:rsidRDefault="0048284E" w:rsidP="0048284E">
      <w:pPr>
        <w:pStyle w:val="Heading4"/>
      </w:pPr>
      <w:r w:rsidRPr="008C6DE4">
        <w:rPr>
          <w:rFonts w:eastAsia="?? ??"/>
        </w:rPr>
        <w:t>8.5.2.1</w:t>
      </w:r>
      <w:r w:rsidR="00DF3064" w:rsidRPr="008C6DE4">
        <w:rPr>
          <w:rFonts w:eastAsia="?? ??"/>
        </w:rPr>
        <w:tab/>
      </w:r>
      <w:r w:rsidR="00DF3064" w:rsidRPr="008C6DE4">
        <w:t>Introduction</w:t>
      </w:r>
    </w:p>
    <w:p w14:paraId="640FE233" w14:textId="25390A03" w:rsidR="00DF3064" w:rsidRPr="008C6DE4" w:rsidRDefault="00DF3064" w:rsidP="00DF3064">
      <w:r w:rsidRPr="008C6DE4">
        <w:t xml:space="preserve">The requirements in this </w:t>
      </w:r>
      <w:r w:rsidR="00854981" w:rsidRPr="008C6DE4">
        <w:t>clause</w:t>
      </w:r>
      <w:r w:rsidRPr="008C6DE4">
        <w:t xml:space="preserve"> apply for each SSB resource in the set </w:t>
      </w:r>
      <w:r w:rsidRPr="008C6DE4">
        <w:rPr>
          <w:iCs/>
          <w:position w:val="-10"/>
        </w:rPr>
        <w:object w:dxaOrig="240" w:dyaOrig="315" w14:anchorId="163C16DF">
          <v:shape id="_x0000_i1035" type="#_x0000_t75" style="width:10.5pt;height:21.55pt" o:ole="">
            <v:imagedata r:id="rId22" o:title=""/>
          </v:shape>
          <o:OLEObject Type="Embed" ProgID="Equation.3" ShapeID="_x0000_i1035" DrawAspect="Content" ObjectID="_1734963211" r:id="rId31"/>
        </w:object>
      </w:r>
      <w:r w:rsidRPr="008C6DE4">
        <w:t xml:space="preserve"> configured for a serving cell, provided that the SSB configured for </w:t>
      </w:r>
      <w:r w:rsidRPr="008C6DE4">
        <w:rPr>
          <w:rFonts w:cs="v5.0.0"/>
        </w:rPr>
        <w:t>beam failure detection</w:t>
      </w:r>
      <w:r w:rsidRPr="008C6DE4">
        <w:t xml:space="preserve"> is actually transmitted within the UE active DL BWP during the entire evaluation period specified in clause 8.5.2.2.</w:t>
      </w:r>
    </w:p>
    <w:p w14:paraId="5065BB0F" w14:textId="77777777" w:rsidR="00DF3064" w:rsidRPr="008C6DE4" w:rsidRDefault="00DF3064" w:rsidP="00DF3064">
      <w:pPr>
        <w:keepNext/>
        <w:keepLines/>
        <w:spacing w:before="60"/>
        <w:jc w:val="center"/>
        <w:rPr>
          <w:rFonts w:ascii="Arial" w:hAnsi="Arial"/>
          <w:b/>
        </w:rPr>
      </w:pPr>
      <w:r w:rsidRPr="008C6DE4">
        <w:rPr>
          <w:rFonts w:ascii="Arial" w:hAnsi="Arial"/>
          <w:b/>
        </w:rPr>
        <w:t>Table 8.5.2.1-1: PDCCH transmission parameters for beam failure instance</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49"/>
        <w:gridCol w:w="3586"/>
      </w:tblGrid>
      <w:tr w:rsidR="00DD3199" w:rsidRPr="008C6DE4" w14:paraId="3BB1B351" w14:textId="77777777" w:rsidTr="00DF3064">
        <w:trPr>
          <w:jc w:val="center"/>
        </w:trPr>
        <w:tc>
          <w:tcPr>
            <w:tcW w:w="2649" w:type="dxa"/>
            <w:tcBorders>
              <w:top w:val="single" w:sz="4" w:space="0" w:color="auto"/>
              <w:left w:val="single" w:sz="4" w:space="0" w:color="auto"/>
              <w:bottom w:val="single" w:sz="6" w:space="0" w:color="auto"/>
              <w:right w:val="single" w:sz="6" w:space="0" w:color="auto"/>
            </w:tcBorders>
            <w:vAlign w:val="center"/>
            <w:hideMark/>
          </w:tcPr>
          <w:p w14:paraId="69C603F1"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Attribute</w:t>
            </w:r>
          </w:p>
        </w:tc>
        <w:tc>
          <w:tcPr>
            <w:tcW w:w="3586" w:type="dxa"/>
            <w:tcBorders>
              <w:top w:val="single" w:sz="4" w:space="0" w:color="auto"/>
              <w:left w:val="single" w:sz="6" w:space="0" w:color="auto"/>
              <w:bottom w:val="single" w:sz="6" w:space="0" w:color="auto"/>
              <w:right w:val="single" w:sz="4" w:space="0" w:color="auto"/>
            </w:tcBorders>
            <w:vAlign w:val="center"/>
            <w:hideMark/>
          </w:tcPr>
          <w:p w14:paraId="6C92180E" w14:textId="77777777" w:rsidR="00DF3064" w:rsidRPr="008C6DE4" w:rsidRDefault="00DF3064" w:rsidP="00DF3064">
            <w:pPr>
              <w:keepNext/>
              <w:keepLines/>
              <w:spacing w:after="0"/>
              <w:jc w:val="center"/>
              <w:rPr>
                <w:rFonts w:ascii="Arial" w:eastAsia="?? ??" w:hAnsi="Arial"/>
                <w:b/>
                <w:sz w:val="18"/>
              </w:rPr>
            </w:pPr>
            <w:r w:rsidRPr="008C6DE4">
              <w:rPr>
                <w:rFonts w:ascii="Arial" w:eastAsia="?? ??" w:hAnsi="Arial"/>
                <w:b/>
                <w:sz w:val="18"/>
              </w:rPr>
              <w:t>Value for BLER</w:t>
            </w:r>
          </w:p>
        </w:tc>
      </w:tr>
      <w:tr w:rsidR="00DD3199" w:rsidRPr="008C6DE4" w14:paraId="2B2F3AD5" w14:textId="77777777" w:rsidTr="00DF3064">
        <w:trPr>
          <w:trHeight w:val="201"/>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2B39095D" w14:textId="77777777" w:rsidR="00DF3064" w:rsidRPr="008C6DE4" w:rsidRDefault="00DF3064" w:rsidP="00DF3064">
            <w:pPr>
              <w:keepNext/>
              <w:keepLines/>
              <w:spacing w:after="0"/>
              <w:rPr>
                <w:rFonts w:ascii="Arial" w:hAnsi="Arial"/>
                <w:sz w:val="18"/>
              </w:rPr>
            </w:pPr>
            <w:r w:rsidRPr="008C6DE4">
              <w:rPr>
                <w:rFonts w:ascii="Arial" w:hAnsi="Arial"/>
                <w:sz w:val="18"/>
              </w:rPr>
              <w:t>DCI format</w:t>
            </w:r>
          </w:p>
        </w:tc>
        <w:tc>
          <w:tcPr>
            <w:tcW w:w="3586" w:type="dxa"/>
            <w:tcBorders>
              <w:top w:val="single" w:sz="6" w:space="0" w:color="auto"/>
              <w:left w:val="single" w:sz="6" w:space="0" w:color="auto"/>
              <w:bottom w:val="single" w:sz="6" w:space="0" w:color="auto"/>
              <w:right w:val="single" w:sz="4" w:space="0" w:color="auto"/>
            </w:tcBorders>
            <w:vAlign w:val="center"/>
            <w:hideMark/>
          </w:tcPr>
          <w:p w14:paraId="4628ED95" w14:textId="77777777" w:rsidR="00DF3064" w:rsidRPr="008C6DE4" w:rsidRDefault="00DF3064" w:rsidP="00DF3064">
            <w:pPr>
              <w:keepNext/>
              <w:keepLines/>
              <w:spacing w:after="0"/>
              <w:jc w:val="center"/>
              <w:rPr>
                <w:rFonts w:ascii="Arial" w:hAnsi="Arial"/>
                <w:sz w:val="18"/>
              </w:rPr>
            </w:pPr>
            <w:r w:rsidRPr="008C6DE4">
              <w:rPr>
                <w:rFonts w:ascii="Arial" w:hAnsi="Arial"/>
                <w:sz w:val="18"/>
              </w:rPr>
              <w:t>1-0</w:t>
            </w:r>
          </w:p>
        </w:tc>
      </w:tr>
      <w:tr w:rsidR="00DD3199" w:rsidRPr="008C6DE4" w14:paraId="25A89D99"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4DF0BEB7" w14:textId="77777777" w:rsidR="00DF3064" w:rsidRPr="008C6DE4" w:rsidRDefault="00DF3064" w:rsidP="00DF3064">
            <w:pPr>
              <w:keepNext/>
              <w:keepLines/>
              <w:spacing w:after="0"/>
              <w:rPr>
                <w:rFonts w:ascii="Arial" w:hAnsi="Arial"/>
                <w:sz w:val="18"/>
              </w:rPr>
            </w:pPr>
            <w:r w:rsidRPr="008C6DE4">
              <w:rPr>
                <w:rFonts w:ascii="Arial" w:hAnsi="Arial"/>
                <w:sz w:val="18"/>
              </w:rPr>
              <w:t>Number of control OFDM symbols</w:t>
            </w:r>
          </w:p>
        </w:tc>
        <w:tc>
          <w:tcPr>
            <w:tcW w:w="3586" w:type="dxa"/>
            <w:tcBorders>
              <w:top w:val="single" w:sz="6" w:space="0" w:color="auto"/>
              <w:left w:val="single" w:sz="6" w:space="0" w:color="auto"/>
              <w:bottom w:val="single" w:sz="6" w:space="0" w:color="auto"/>
              <w:right w:val="single" w:sz="4" w:space="0" w:color="auto"/>
            </w:tcBorders>
            <w:vAlign w:val="center"/>
            <w:hideMark/>
          </w:tcPr>
          <w:p w14:paraId="27D15B4F" w14:textId="77777777" w:rsidR="00DF3064" w:rsidRPr="008C6DE4" w:rsidRDefault="00DF3064" w:rsidP="00DF3064">
            <w:pPr>
              <w:keepNext/>
              <w:keepLines/>
              <w:spacing w:after="0"/>
              <w:jc w:val="center"/>
              <w:rPr>
                <w:rFonts w:ascii="Arial" w:hAnsi="Arial"/>
                <w:sz w:val="18"/>
                <w:lang w:val="de-DE"/>
              </w:rPr>
            </w:pPr>
            <w:r w:rsidRPr="008C6DE4">
              <w:rPr>
                <w:rFonts w:ascii="Arial" w:hAnsi="Arial"/>
                <w:sz w:val="18"/>
              </w:rPr>
              <w:t>2</w:t>
            </w:r>
          </w:p>
        </w:tc>
      </w:tr>
      <w:tr w:rsidR="00DD3199" w:rsidRPr="008C6DE4" w14:paraId="68D0DD71"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50B2BD63" w14:textId="77777777" w:rsidR="00DF3064" w:rsidRPr="008C6DE4" w:rsidRDefault="00DF3064" w:rsidP="00DF3064">
            <w:pPr>
              <w:keepNext/>
              <w:keepLines/>
              <w:spacing w:after="0"/>
              <w:rPr>
                <w:rFonts w:ascii="Arial" w:hAnsi="Arial"/>
                <w:sz w:val="18"/>
              </w:rPr>
            </w:pPr>
            <w:r w:rsidRPr="008C6DE4">
              <w:rPr>
                <w:rFonts w:ascii="Arial" w:hAnsi="Arial"/>
                <w:sz w:val="18"/>
              </w:rPr>
              <w:t>Aggregation level (CCE)</w:t>
            </w:r>
          </w:p>
        </w:tc>
        <w:tc>
          <w:tcPr>
            <w:tcW w:w="3586" w:type="dxa"/>
            <w:tcBorders>
              <w:top w:val="single" w:sz="6" w:space="0" w:color="auto"/>
              <w:left w:val="single" w:sz="6" w:space="0" w:color="auto"/>
              <w:bottom w:val="single" w:sz="6" w:space="0" w:color="auto"/>
              <w:right w:val="single" w:sz="4" w:space="0" w:color="auto"/>
            </w:tcBorders>
            <w:vAlign w:val="center"/>
            <w:hideMark/>
          </w:tcPr>
          <w:p w14:paraId="741871C1" w14:textId="77777777" w:rsidR="00DF3064" w:rsidRPr="008C6DE4" w:rsidRDefault="00DF3064" w:rsidP="00DF3064">
            <w:pPr>
              <w:keepNext/>
              <w:keepLines/>
              <w:spacing w:after="0"/>
              <w:jc w:val="center"/>
              <w:rPr>
                <w:rFonts w:ascii="Arial" w:hAnsi="Arial"/>
                <w:sz w:val="18"/>
              </w:rPr>
            </w:pPr>
            <w:r w:rsidRPr="008C6DE4">
              <w:rPr>
                <w:rFonts w:ascii="Arial" w:hAnsi="Arial"/>
                <w:sz w:val="18"/>
              </w:rPr>
              <w:t>8</w:t>
            </w:r>
          </w:p>
        </w:tc>
      </w:tr>
      <w:tr w:rsidR="00DD3199" w:rsidRPr="008C6DE4" w14:paraId="122E40A6"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2FCC1A48" w14:textId="77777777" w:rsidR="00DF3064" w:rsidRPr="008C6DE4" w:rsidRDefault="00DF3064" w:rsidP="00DF3064">
            <w:pPr>
              <w:keepNext/>
              <w:keepLines/>
              <w:spacing w:after="0"/>
              <w:rPr>
                <w:rFonts w:ascii="Arial" w:hAnsi="Arial"/>
                <w:sz w:val="18"/>
              </w:rPr>
            </w:pPr>
            <w:r w:rsidRPr="008C6DE4">
              <w:rPr>
                <w:rFonts w:ascii="Arial" w:hAnsi="Arial"/>
                <w:sz w:val="18"/>
              </w:rPr>
              <w:t>Ratio of hypothetical PDCCH RE energy to average SSS RE energy</w:t>
            </w:r>
          </w:p>
        </w:tc>
        <w:tc>
          <w:tcPr>
            <w:tcW w:w="3586" w:type="dxa"/>
            <w:tcBorders>
              <w:top w:val="single" w:sz="6" w:space="0" w:color="auto"/>
              <w:left w:val="single" w:sz="6" w:space="0" w:color="auto"/>
              <w:bottom w:val="single" w:sz="6" w:space="0" w:color="auto"/>
              <w:right w:val="single" w:sz="4" w:space="0" w:color="auto"/>
            </w:tcBorders>
            <w:vAlign w:val="center"/>
            <w:hideMark/>
          </w:tcPr>
          <w:p w14:paraId="44191B04" w14:textId="77777777" w:rsidR="00DF3064" w:rsidRPr="008C6DE4" w:rsidRDefault="00DF3064" w:rsidP="00DF3064">
            <w:pPr>
              <w:keepNext/>
              <w:keepLines/>
              <w:spacing w:after="0"/>
              <w:jc w:val="center"/>
              <w:rPr>
                <w:rFonts w:ascii="Arial" w:hAnsi="Arial"/>
                <w:sz w:val="18"/>
              </w:rPr>
            </w:pPr>
            <w:r w:rsidRPr="008C6DE4">
              <w:rPr>
                <w:rFonts w:ascii="Arial" w:hAnsi="Arial"/>
                <w:sz w:val="18"/>
              </w:rPr>
              <w:t>0dB</w:t>
            </w:r>
          </w:p>
        </w:tc>
      </w:tr>
      <w:tr w:rsidR="00DD3199" w:rsidRPr="008C6DE4" w14:paraId="34213A9B"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1372CBC4" w14:textId="77777777" w:rsidR="00DF3064" w:rsidRPr="008C6DE4" w:rsidRDefault="00DF3064" w:rsidP="00DF3064">
            <w:pPr>
              <w:keepNext/>
              <w:keepLines/>
              <w:spacing w:after="0"/>
              <w:rPr>
                <w:rFonts w:ascii="Arial" w:hAnsi="Arial"/>
                <w:sz w:val="18"/>
              </w:rPr>
            </w:pPr>
            <w:r w:rsidRPr="008C6DE4">
              <w:rPr>
                <w:rFonts w:ascii="Arial" w:hAnsi="Arial"/>
                <w:sz w:val="18"/>
              </w:rPr>
              <w:t>Ratio of hypothetical PDCCH DMRS energy to average SSS RE energy</w:t>
            </w:r>
          </w:p>
        </w:tc>
        <w:tc>
          <w:tcPr>
            <w:tcW w:w="3586" w:type="dxa"/>
            <w:tcBorders>
              <w:top w:val="single" w:sz="6" w:space="0" w:color="auto"/>
              <w:left w:val="single" w:sz="6" w:space="0" w:color="auto"/>
              <w:bottom w:val="single" w:sz="6" w:space="0" w:color="auto"/>
              <w:right w:val="single" w:sz="4" w:space="0" w:color="auto"/>
            </w:tcBorders>
            <w:vAlign w:val="center"/>
            <w:hideMark/>
          </w:tcPr>
          <w:p w14:paraId="35FFDF2B" w14:textId="77777777" w:rsidR="00DF3064" w:rsidRPr="008C6DE4" w:rsidRDefault="00DF3064" w:rsidP="00DF3064">
            <w:pPr>
              <w:keepNext/>
              <w:keepLines/>
              <w:spacing w:after="0"/>
              <w:jc w:val="center"/>
              <w:rPr>
                <w:rFonts w:ascii="Arial" w:hAnsi="Arial"/>
                <w:sz w:val="18"/>
              </w:rPr>
            </w:pPr>
            <w:r w:rsidRPr="008C6DE4">
              <w:rPr>
                <w:rFonts w:ascii="Arial" w:hAnsi="Arial"/>
                <w:sz w:val="18"/>
              </w:rPr>
              <w:t>0dB</w:t>
            </w:r>
          </w:p>
        </w:tc>
      </w:tr>
      <w:tr w:rsidR="00DD3199" w:rsidRPr="008C6DE4" w14:paraId="2962EE2C"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79D218CF" w14:textId="381049E4" w:rsidR="00DF3064" w:rsidRPr="008C6DE4" w:rsidRDefault="00DF3064" w:rsidP="00DF3064">
            <w:pPr>
              <w:keepNext/>
              <w:keepLines/>
              <w:spacing w:after="0"/>
              <w:rPr>
                <w:rFonts w:ascii="Arial" w:hAnsi="Arial"/>
                <w:sz w:val="18"/>
              </w:rPr>
            </w:pPr>
            <w:r w:rsidRPr="008C6DE4">
              <w:rPr>
                <w:rFonts w:ascii="Arial" w:hAnsi="Arial"/>
                <w:sz w:val="18"/>
              </w:rPr>
              <w:t>Bandwidth (PRBs)</w:t>
            </w:r>
          </w:p>
        </w:tc>
        <w:tc>
          <w:tcPr>
            <w:tcW w:w="3586" w:type="dxa"/>
            <w:tcBorders>
              <w:top w:val="single" w:sz="6" w:space="0" w:color="auto"/>
              <w:left w:val="single" w:sz="6" w:space="0" w:color="auto"/>
              <w:bottom w:val="single" w:sz="6" w:space="0" w:color="auto"/>
              <w:right w:val="single" w:sz="4" w:space="0" w:color="auto"/>
            </w:tcBorders>
            <w:vAlign w:val="center"/>
            <w:hideMark/>
          </w:tcPr>
          <w:p w14:paraId="0C0EA880" w14:textId="63EF8339" w:rsidR="00DF3064" w:rsidRPr="008C6DE4" w:rsidRDefault="00DF3064" w:rsidP="00DF3064">
            <w:pPr>
              <w:keepNext/>
              <w:keepLines/>
              <w:spacing w:after="0"/>
              <w:jc w:val="center"/>
              <w:rPr>
                <w:rFonts w:ascii="Arial" w:hAnsi="Arial"/>
                <w:sz w:val="18"/>
              </w:rPr>
            </w:pPr>
            <w:r w:rsidRPr="008C6DE4">
              <w:rPr>
                <w:rFonts w:ascii="Arial" w:hAnsi="Arial"/>
                <w:sz w:val="18"/>
              </w:rPr>
              <w:t>24</w:t>
            </w:r>
          </w:p>
        </w:tc>
      </w:tr>
      <w:tr w:rsidR="00DD3199" w:rsidRPr="008C6DE4" w14:paraId="35A6A8D7"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5357E640" w14:textId="77777777" w:rsidR="00DF3064" w:rsidRPr="008C6DE4" w:rsidRDefault="00DF3064" w:rsidP="00DF3064">
            <w:pPr>
              <w:keepNext/>
              <w:keepLines/>
              <w:spacing w:after="0"/>
              <w:rPr>
                <w:rFonts w:ascii="Arial" w:hAnsi="Arial"/>
                <w:sz w:val="18"/>
              </w:rPr>
            </w:pPr>
            <w:r w:rsidRPr="008C6DE4">
              <w:rPr>
                <w:rFonts w:ascii="Arial" w:hAnsi="Arial"/>
                <w:sz w:val="18"/>
              </w:rPr>
              <w:t>Sub-carrier spacing (kHz)</w:t>
            </w:r>
          </w:p>
        </w:tc>
        <w:tc>
          <w:tcPr>
            <w:tcW w:w="3586" w:type="dxa"/>
            <w:tcBorders>
              <w:top w:val="single" w:sz="6" w:space="0" w:color="auto"/>
              <w:left w:val="single" w:sz="6" w:space="0" w:color="auto"/>
              <w:bottom w:val="single" w:sz="6" w:space="0" w:color="auto"/>
              <w:right w:val="single" w:sz="4" w:space="0" w:color="auto"/>
            </w:tcBorders>
            <w:vAlign w:val="center"/>
            <w:hideMark/>
          </w:tcPr>
          <w:p w14:paraId="6E28FE0A" w14:textId="77777777" w:rsidR="00DF3064" w:rsidRPr="008C6DE4" w:rsidRDefault="00DF3064" w:rsidP="00DF3064">
            <w:pPr>
              <w:keepNext/>
              <w:keepLines/>
              <w:spacing w:after="0"/>
              <w:jc w:val="center"/>
              <w:rPr>
                <w:rFonts w:ascii="Arial" w:hAnsi="Arial"/>
                <w:sz w:val="18"/>
              </w:rPr>
            </w:pPr>
            <w:r w:rsidRPr="008C6DE4">
              <w:rPr>
                <w:rFonts w:ascii="Arial" w:hAnsi="Arial"/>
                <w:sz w:val="18"/>
              </w:rPr>
              <w:t>Same as the SCS of RMSI CORESET</w:t>
            </w:r>
          </w:p>
        </w:tc>
      </w:tr>
      <w:tr w:rsidR="00DD3199" w:rsidRPr="008C6DE4" w14:paraId="48030A4F"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55A80676" w14:textId="77777777" w:rsidR="00DF3064" w:rsidRPr="008C6DE4" w:rsidRDefault="00DF3064" w:rsidP="00DF3064">
            <w:pPr>
              <w:keepNext/>
              <w:keepLines/>
              <w:spacing w:after="0"/>
              <w:rPr>
                <w:rFonts w:ascii="Arial" w:hAnsi="Arial"/>
                <w:sz w:val="18"/>
              </w:rPr>
            </w:pPr>
            <w:r w:rsidRPr="008C6DE4">
              <w:rPr>
                <w:rFonts w:ascii="Arial" w:hAnsi="Arial"/>
                <w:sz w:val="18"/>
              </w:rPr>
              <w:t>DMRS precoder granularity</w:t>
            </w:r>
          </w:p>
        </w:tc>
        <w:tc>
          <w:tcPr>
            <w:tcW w:w="3586" w:type="dxa"/>
            <w:tcBorders>
              <w:top w:val="single" w:sz="6" w:space="0" w:color="auto"/>
              <w:left w:val="single" w:sz="6" w:space="0" w:color="auto"/>
              <w:bottom w:val="single" w:sz="6" w:space="0" w:color="auto"/>
              <w:right w:val="single" w:sz="4" w:space="0" w:color="auto"/>
            </w:tcBorders>
            <w:vAlign w:val="center"/>
            <w:hideMark/>
          </w:tcPr>
          <w:p w14:paraId="2A0CCC36" w14:textId="77777777" w:rsidR="00DF3064" w:rsidRPr="008C6DE4" w:rsidRDefault="00DF3064" w:rsidP="00DF3064">
            <w:pPr>
              <w:keepNext/>
              <w:keepLines/>
              <w:spacing w:after="0"/>
              <w:jc w:val="center"/>
              <w:rPr>
                <w:rFonts w:ascii="Arial" w:hAnsi="Arial"/>
                <w:sz w:val="18"/>
              </w:rPr>
            </w:pPr>
            <w:r w:rsidRPr="008C6DE4">
              <w:rPr>
                <w:rFonts w:ascii="Arial" w:hAnsi="Arial"/>
                <w:sz w:val="18"/>
              </w:rPr>
              <w:t>REG bundle size</w:t>
            </w:r>
          </w:p>
        </w:tc>
      </w:tr>
      <w:tr w:rsidR="00DD3199" w:rsidRPr="008C6DE4" w14:paraId="29A9BE5F"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37AF589C" w14:textId="77777777" w:rsidR="00DF3064" w:rsidRPr="008C6DE4" w:rsidRDefault="00DF3064" w:rsidP="00DF3064">
            <w:pPr>
              <w:keepNext/>
              <w:keepLines/>
              <w:spacing w:after="0"/>
              <w:rPr>
                <w:rFonts w:ascii="Arial" w:hAnsi="Arial"/>
                <w:sz w:val="18"/>
              </w:rPr>
            </w:pPr>
            <w:r w:rsidRPr="008C6DE4">
              <w:rPr>
                <w:rFonts w:ascii="Arial" w:hAnsi="Arial"/>
                <w:sz w:val="18"/>
              </w:rPr>
              <w:t>REG bundle size</w:t>
            </w:r>
          </w:p>
        </w:tc>
        <w:tc>
          <w:tcPr>
            <w:tcW w:w="3586" w:type="dxa"/>
            <w:tcBorders>
              <w:top w:val="single" w:sz="6" w:space="0" w:color="auto"/>
              <w:left w:val="single" w:sz="6" w:space="0" w:color="auto"/>
              <w:bottom w:val="single" w:sz="6" w:space="0" w:color="auto"/>
              <w:right w:val="single" w:sz="4" w:space="0" w:color="auto"/>
            </w:tcBorders>
            <w:vAlign w:val="center"/>
            <w:hideMark/>
          </w:tcPr>
          <w:p w14:paraId="5CE71F54" w14:textId="77777777" w:rsidR="00DF3064" w:rsidRPr="008C6DE4" w:rsidRDefault="00DF3064" w:rsidP="00DF3064">
            <w:pPr>
              <w:keepNext/>
              <w:keepLines/>
              <w:spacing w:after="0"/>
              <w:jc w:val="center"/>
              <w:rPr>
                <w:rFonts w:ascii="Arial" w:hAnsi="Arial"/>
                <w:sz w:val="18"/>
              </w:rPr>
            </w:pPr>
            <w:r w:rsidRPr="008C6DE4">
              <w:rPr>
                <w:rFonts w:ascii="Arial" w:hAnsi="Arial"/>
                <w:sz w:val="18"/>
              </w:rPr>
              <w:t>6</w:t>
            </w:r>
          </w:p>
        </w:tc>
      </w:tr>
      <w:tr w:rsidR="00DD3199" w:rsidRPr="008C6DE4" w14:paraId="376FE22F"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6FF908B8" w14:textId="77777777" w:rsidR="00DF3064" w:rsidRPr="008C6DE4" w:rsidRDefault="00DF3064" w:rsidP="00DF3064">
            <w:pPr>
              <w:keepNext/>
              <w:keepLines/>
              <w:spacing w:after="0"/>
              <w:rPr>
                <w:rFonts w:ascii="Arial" w:hAnsi="Arial"/>
                <w:sz w:val="18"/>
              </w:rPr>
            </w:pPr>
            <w:r w:rsidRPr="008C6DE4">
              <w:rPr>
                <w:rFonts w:ascii="Arial" w:hAnsi="Arial"/>
                <w:sz w:val="18"/>
              </w:rPr>
              <w:t>CP length</w:t>
            </w:r>
          </w:p>
        </w:tc>
        <w:tc>
          <w:tcPr>
            <w:tcW w:w="3586" w:type="dxa"/>
            <w:tcBorders>
              <w:top w:val="single" w:sz="6" w:space="0" w:color="auto"/>
              <w:left w:val="single" w:sz="6" w:space="0" w:color="auto"/>
              <w:bottom w:val="single" w:sz="6" w:space="0" w:color="auto"/>
              <w:right w:val="single" w:sz="4" w:space="0" w:color="auto"/>
            </w:tcBorders>
            <w:vAlign w:val="center"/>
            <w:hideMark/>
          </w:tcPr>
          <w:p w14:paraId="3FD05C40" w14:textId="77777777" w:rsidR="00DF3064" w:rsidRPr="008C6DE4" w:rsidRDefault="00DF3064" w:rsidP="00DF3064">
            <w:pPr>
              <w:keepNext/>
              <w:keepLines/>
              <w:spacing w:after="0"/>
              <w:jc w:val="center"/>
              <w:rPr>
                <w:rFonts w:ascii="Arial" w:hAnsi="Arial"/>
                <w:sz w:val="18"/>
              </w:rPr>
            </w:pPr>
            <w:r w:rsidRPr="008C6DE4">
              <w:rPr>
                <w:rFonts w:ascii="Arial" w:hAnsi="Arial"/>
                <w:sz w:val="18"/>
              </w:rPr>
              <w:t>Normal</w:t>
            </w:r>
          </w:p>
        </w:tc>
      </w:tr>
      <w:tr w:rsidR="00DF3064" w:rsidRPr="008C6DE4" w14:paraId="7E50D2D6" w14:textId="77777777" w:rsidTr="00DF3064">
        <w:trPr>
          <w:jc w:val="center"/>
        </w:trPr>
        <w:tc>
          <w:tcPr>
            <w:tcW w:w="2649" w:type="dxa"/>
            <w:tcBorders>
              <w:top w:val="single" w:sz="6" w:space="0" w:color="auto"/>
              <w:left w:val="single" w:sz="4" w:space="0" w:color="auto"/>
              <w:bottom w:val="single" w:sz="4" w:space="0" w:color="auto"/>
              <w:right w:val="single" w:sz="6" w:space="0" w:color="auto"/>
            </w:tcBorders>
            <w:vAlign w:val="center"/>
            <w:hideMark/>
          </w:tcPr>
          <w:p w14:paraId="5A45043B" w14:textId="77777777" w:rsidR="00DF3064" w:rsidRPr="008C6DE4" w:rsidRDefault="00DF3064" w:rsidP="00DF3064">
            <w:pPr>
              <w:keepNext/>
              <w:keepLines/>
              <w:spacing w:after="0"/>
              <w:rPr>
                <w:rFonts w:ascii="Arial" w:hAnsi="Arial"/>
                <w:sz w:val="18"/>
              </w:rPr>
            </w:pPr>
            <w:r w:rsidRPr="008C6DE4">
              <w:rPr>
                <w:rFonts w:ascii="Arial" w:hAnsi="Arial"/>
                <w:sz w:val="18"/>
              </w:rPr>
              <w:t>Mapping from REG to CCE</w:t>
            </w:r>
          </w:p>
        </w:tc>
        <w:tc>
          <w:tcPr>
            <w:tcW w:w="3586" w:type="dxa"/>
            <w:tcBorders>
              <w:top w:val="single" w:sz="6" w:space="0" w:color="auto"/>
              <w:left w:val="single" w:sz="6" w:space="0" w:color="auto"/>
              <w:bottom w:val="single" w:sz="4" w:space="0" w:color="auto"/>
              <w:right w:val="single" w:sz="4" w:space="0" w:color="auto"/>
            </w:tcBorders>
            <w:vAlign w:val="center"/>
            <w:hideMark/>
          </w:tcPr>
          <w:p w14:paraId="24C03F80" w14:textId="77777777" w:rsidR="00DF3064" w:rsidRPr="008C6DE4" w:rsidRDefault="00DF3064" w:rsidP="00DF3064">
            <w:pPr>
              <w:keepNext/>
              <w:keepLines/>
              <w:spacing w:after="0"/>
              <w:jc w:val="center"/>
              <w:rPr>
                <w:rFonts w:ascii="Arial" w:hAnsi="Arial"/>
                <w:sz w:val="18"/>
              </w:rPr>
            </w:pPr>
            <w:r w:rsidRPr="008C6DE4">
              <w:rPr>
                <w:rFonts w:ascii="Arial" w:hAnsi="Arial"/>
                <w:sz w:val="18"/>
              </w:rPr>
              <w:t>Distributed</w:t>
            </w:r>
          </w:p>
        </w:tc>
      </w:tr>
    </w:tbl>
    <w:p w14:paraId="7DB54490" w14:textId="77777777" w:rsidR="00DF3064" w:rsidRPr="008C6DE4" w:rsidRDefault="00DF3064" w:rsidP="00DF3064"/>
    <w:p w14:paraId="2E144D03" w14:textId="25627002" w:rsidR="00DF3064" w:rsidRPr="008C6DE4" w:rsidRDefault="0048284E" w:rsidP="0048284E">
      <w:pPr>
        <w:pStyle w:val="Heading4"/>
      </w:pPr>
      <w:r w:rsidRPr="008C6DE4">
        <w:rPr>
          <w:rFonts w:eastAsia="?? ??"/>
        </w:rPr>
        <w:t>8.5.2.2</w:t>
      </w:r>
      <w:r w:rsidR="00DF3064" w:rsidRPr="008C6DE4">
        <w:rPr>
          <w:rFonts w:eastAsia="?? ??"/>
        </w:rPr>
        <w:tab/>
      </w:r>
      <w:r w:rsidR="00DF3064" w:rsidRPr="008C6DE4">
        <w:t>Minimum requirement</w:t>
      </w:r>
    </w:p>
    <w:p w14:paraId="5BDB39F0" w14:textId="70220670" w:rsidR="00DF3064" w:rsidRPr="008C6DE4" w:rsidRDefault="00DF3064" w:rsidP="00DF3064">
      <w:pPr>
        <w:rPr>
          <w:rFonts w:eastAsia="?? ??"/>
        </w:rPr>
      </w:pPr>
      <w:r w:rsidRPr="008C6DE4">
        <w:rPr>
          <w:rFonts w:eastAsia="?? ??"/>
        </w:rPr>
        <w:t xml:space="preserve">UE shall be able to evaluate whether the downlink radio link quality on the configured SSB </w:t>
      </w:r>
      <w:r w:rsidRPr="008C6DE4">
        <w:rPr>
          <w:rFonts w:cs="Arial"/>
        </w:rPr>
        <w:t xml:space="preserve">resource in set </w:t>
      </w:r>
      <w:r w:rsidRPr="008C6DE4">
        <w:rPr>
          <w:iCs/>
          <w:position w:val="-10"/>
        </w:rPr>
        <w:object w:dxaOrig="240" w:dyaOrig="315" w14:anchorId="1A4624F5">
          <v:shape id="_x0000_i1036" type="#_x0000_t75" style="width:10.5pt;height:21.55pt" o:ole="">
            <v:imagedata r:id="rId22" o:title=""/>
          </v:shape>
          <o:OLEObject Type="Embed" ProgID="Equation.3" ShapeID="_x0000_i1036" DrawAspect="Content" ObjectID="_1734963212" r:id="rId32"/>
        </w:object>
      </w:r>
      <w:r w:rsidRPr="008C6DE4">
        <w:t xml:space="preserve"> estimated </w:t>
      </w:r>
      <w:r w:rsidRPr="008C6DE4">
        <w:rPr>
          <w:rFonts w:eastAsia="?? ??"/>
        </w:rPr>
        <w:t xml:space="preserve">over the last </w:t>
      </w:r>
      <w:r w:rsidRPr="008C6DE4">
        <w:t>T</w:t>
      </w:r>
      <w:r w:rsidRPr="008C6DE4">
        <w:rPr>
          <w:vertAlign w:val="subscript"/>
        </w:rPr>
        <w:t>Evaluate_BFD_SSB</w:t>
      </w:r>
      <w:r w:rsidRPr="008C6DE4">
        <w:rPr>
          <w:rFonts w:eastAsia="?? ??"/>
        </w:rPr>
        <w:t xml:space="preserve"> ms period</w:t>
      </w:r>
      <w:r w:rsidRPr="008C6DE4">
        <w:t xml:space="preserve"> </w:t>
      </w:r>
      <w:r w:rsidRPr="008C6DE4">
        <w:rPr>
          <w:rFonts w:eastAsia="?? ??"/>
        </w:rPr>
        <w:t>becomes worse than the threshold Q</w:t>
      </w:r>
      <w:r w:rsidRPr="008C6DE4">
        <w:rPr>
          <w:rFonts w:eastAsia="?? ??"/>
          <w:vertAlign w:val="subscript"/>
        </w:rPr>
        <w:t>out_LR_SSB</w:t>
      </w:r>
      <w:r w:rsidRPr="008C6DE4">
        <w:rPr>
          <w:rFonts w:eastAsia="?? ??"/>
        </w:rPr>
        <w:t xml:space="preserve"> within </w:t>
      </w:r>
      <w:r w:rsidRPr="008C6DE4">
        <w:t>T</w:t>
      </w:r>
      <w:r w:rsidRPr="008C6DE4">
        <w:rPr>
          <w:vertAlign w:val="subscript"/>
        </w:rPr>
        <w:t>Evaluate_BFD_SSB</w:t>
      </w:r>
      <w:r w:rsidRPr="008C6DE4">
        <w:rPr>
          <w:rFonts w:eastAsia="?? ??"/>
        </w:rPr>
        <w:t xml:space="preserve"> ms period.</w:t>
      </w:r>
    </w:p>
    <w:p w14:paraId="044AA1D4" w14:textId="77777777" w:rsidR="00DF3064" w:rsidRPr="008C6DE4" w:rsidRDefault="00DF3064" w:rsidP="00DF3064">
      <w:pPr>
        <w:rPr>
          <w:rFonts w:eastAsia="?? ??"/>
        </w:rPr>
      </w:pPr>
      <w:r w:rsidRPr="008C6DE4">
        <w:rPr>
          <w:rFonts w:eastAsia="?? ??"/>
        </w:rPr>
        <w:t xml:space="preserve">The value of </w:t>
      </w:r>
      <w:r w:rsidRPr="008C6DE4">
        <w:t>T</w:t>
      </w:r>
      <w:r w:rsidRPr="008C6DE4">
        <w:rPr>
          <w:vertAlign w:val="subscript"/>
        </w:rPr>
        <w:t>Evaluate_BFD_SSB</w:t>
      </w:r>
      <w:r w:rsidRPr="008C6DE4">
        <w:rPr>
          <w:rFonts w:eastAsia="?? ??"/>
        </w:rPr>
        <w:t xml:space="preserve"> is defined in Table 8.5.2.2-1 for FR1.</w:t>
      </w:r>
    </w:p>
    <w:p w14:paraId="3E2EFC3C" w14:textId="77777777" w:rsidR="00DF3064" w:rsidRPr="008C6DE4" w:rsidRDefault="00DF3064" w:rsidP="00DF3064">
      <w:pPr>
        <w:rPr>
          <w:rFonts w:eastAsia="?? ??"/>
        </w:rPr>
      </w:pPr>
      <w:r w:rsidRPr="008C6DE4">
        <w:rPr>
          <w:rFonts w:eastAsia="?? ??"/>
        </w:rPr>
        <w:t xml:space="preserve">The value of </w:t>
      </w:r>
      <w:r w:rsidRPr="008C6DE4">
        <w:t>T</w:t>
      </w:r>
      <w:r w:rsidRPr="008C6DE4">
        <w:rPr>
          <w:vertAlign w:val="subscript"/>
        </w:rPr>
        <w:t>Evaluate_BFD_SSB</w:t>
      </w:r>
      <w:r w:rsidRPr="008C6DE4">
        <w:rPr>
          <w:rFonts w:eastAsia="?? ??"/>
        </w:rPr>
        <w:t xml:space="preserve"> is defined in Table 8.5.2.2-2 for FR2 with scaling factor N=8</w:t>
      </w:r>
    </w:p>
    <w:p w14:paraId="2B8F68CF" w14:textId="77777777" w:rsidR="00DF3064" w:rsidRPr="008C6DE4" w:rsidRDefault="00DF3064" w:rsidP="00DF3064">
      <w:pPr>
        <w:rPr>
          <w:rFonts w:eastAsia="?? ??"/>
        </w:rPr>
      </w:pPr>
      <w:r w:rsidRPr="008C6DE4">
        <w:rPr>
          <w:rFonts w:eastAsia="?? ??"/>
        </w:rPr>
        <w:t>For FR1,</w:t>
      </w:r>
    </w:p>
    <w:p w14:paraId="213773E5" w14:textId="33B16A79"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SSB</m:t>
                    </m:r>
                  </m:sub>
                </m:sSub>
              </m:num>
              <m:den>
                <m:r>
                  <w:rPr>
                    <w:rFonts w:ascii="Cambria Math" w:hAnsi="Cambria Math"/>
                  </w:rPr>
                  <m:t>MGRP</m:t>
                </m:r>
              </m:den>
            </m:f>
          </m:den>
        </m:f>
      </m:oMath>
      <w:r w:rsidRPr="009C5807">
        <w:t>, when in the monitored cell there are measurement gaps configured for intra-frequency, inter-frequency or inter-RAT measurements, which are overlapping with some but not all occasions of the SSB.</w:t>
      </w:r>
    </w:p>
    <w:p w14:paraId="61BF8ABA" w14:textId="77777777" w:rsidR="00103C54" w:rsidRPr="008C6DE4" w:rsidRDefault="00103C54" w:rsidP="00A41DCD">
      <w:pPr>
        <w:pStyle w:val="B10"/>
      </w:pPr>
      <w:r w:rsidRPr="008C6DE4">
        <w:t>-</w:t>
      </w:r>
      <w:r w:rsidRPr="008C6DE4">
        <w:tab/>
        <w:t>P = 1 when in the monitored cell there are no measurement gaps overlapping with any occasion of the SSB.</w:t>
      </w:r>
    </w:p>
    <w:p w14:paraId="5CBC23C6" w14:textId="77777777" w:rsidR="00DF3064" w:rsidRPr="008C6DE4" w:rsidRDefault="00DF3064" w:rsidP="00DF3064">
      <w:pPr>
        <w:rPr>
          <w:rFonts w:eastAsia="?? ??"/>
        </w:rPr>
      </w:pPr>
      <w:r w:rsidRPr="008C6DE4">
        <w:rPr>
          <w:rFonts w:eastAsia="?? ??"/>
        </w:rPr>
        <w:t>For FR2,</w:t>
      </w:r>
    </w:p>
    <w:p w14:paraId="24C03C6B" w14:textId="77777777" w:rsidR="00717AB5" w:rsidRPr="008C6DE4" w:rsidRDefault="00717AB5" w:rsidP="00A41DCD">
      <w:pPr>
        <w:pStyle w:val="B10"/>
      </w:pPr>
      <w:r w:rsidRPr="008C6DE4">
        <w:t>-</w:t>
      </w:r>
      <w:r w:rsidRPr="008C6DE4">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SSB</m:t>
                    </m:r>
                  </m:sub>
                </m:sSub>
              </m:num>
              <m:den>
                <m:sSub>
                  <m:sSubPr>
                    <m:ctrlPr>
                      <w:rPr>
                        <w:rFonts w:ascii="Cambria Math" w:hAnsi="Cambria Math"/>
                        <w:i/>
                      </w:rPr>
                    </m:ctrlPr>
                  </m:sSubPr>
                  <m:e>
                    <m:r>
                      <w:rPr>
                        <w:rFonts w:ascii="Cambria Math" w:hAnsi="Cambria Math"/>
                      </w:rPr>
                      <m:t>T</m:t>
                    </m:r>
                  </m:e>
                  <m:sub>
                    <m:r>
                      <w:rPr>
                        <w:rFonts w:ascii="Cambria Math" w:hAnsi="Cambria Math"/>
                      </w:rPr>
                      <m:t>SMTCperiod</m:t>
                    </m:r>
                  </m:sub>
                </m:sSub>
              </m:den>
            </m:f>
          </m:den>
        </m:f>
      </m:oMath>
      <w:r w:rsidRPr="008C6DE4">
        <w:t>, when BFD-RS resource is not overlapped with measurement gap and the BFD-RS resource is partially overlapped with SMTC occasion (T</w:t>
      </w:r>
      <w:r w:rsidRPr="008C6DE4">
        <w:rPr>
          <w:vertAlign w:val="subscript"/>
        </w:rPr>
        <w:t>SSB</w:t>
      </w:r>
      <w:r w:rsidRPr="008C6DE4">
        <w:t xml:space="preserve"> &lt; T</w:t>
      </w:r>
      <w:r w:rsidRPr="008C6DE4">
        <w:rPr>
          <w:vertAlign w:val="subscript"/>
        </w:rPr>
        <w:t>SMTCperiod</w:t>
      </w:r>
      <w:r w:rsidRPr="008C6DE4">
        <w:t>).</w:t>
      </w:r>
    </w:p>
    <w:p w14:paraId="7DDA9408" w14:textId="77777777" w:rsidR="00717AB5" w:rsidRPr="008C6DE4" w:rsidRDefault="00717AB5" w:rsidP="00A41DCD">
      <w:pPr>
        <w:pStyle w:val="B10"/>
      </w:pPr>
      <w:r w:rsidRPr="008C6DE4">
        <w:t>-</w:t>
      </w:r>
      <w:r w:rsidRPr="008C6DE4">
        <w:tab/>
        <w:t>P = P</w:t>
      </w:r>
      <w:r w:rsidRPr="008C6DE4">
        <w:rPr>
          <w:vertAlign w:val="subscript"/>
        </w:rPr>
        <w:t>sharing factor</w:t>
      </w:r>
      <w:r w:rsidRPr="008C6DE4">
        <w:t>, when the BFD-RS resource is not overlapped with measurement gap and the BFD-RS resource is fully overlapped with SMTC period (T</w:t>
      </w:r>
      <w:r w:rsidRPr="008C6DE4">
        <w:rPr>
          <w:vertAlign w:val="subscript"/>
        </w:rPr>
        <w:t>SSB</w:t>
      </w:r>
      <w:r w:rsidRPr="008C6DE4">
        <w:t xml:space="preserve"> = T</w:t>
      </w:r>
      <w:r w:rsidRPr="008C6DE4">
        <w:rPr>
          <w:vertAlign w:val="subscript"/>
        </w:rPr>
        <w:t>SMTCperiod</w:t>
      </w:r>
      <w:r w:rsidRPr="008C6DE4">
        <w:t>).</w:t>
      </w:r>
    </w:p>
    <w:p w14:paraId="6F537A9B" w14:textId="384E7B40"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SSB</m:t>
                    </m:r>
                  </m:sub>
                </m:sSub>
              </m:num>
              <m:den>
                <m:r>
                  <w:rPr>
                    <w:rFonts w:ascii="Cambria Math" w:hAnsi="Cambria Math"/>
                  </w:rPr>
                  <m:t>MGRP</m:t>
                </m:r>
              </m:den>
            </m:f>
            <m:r>
              <w:rPr>
                <w:rFonts w:ascii="Cambria Math" w:hAnsi="Cambria Math"/>
              </w:rPr>
              <m:t xml:space="preserve"> - </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SSB</m:t>
                    </m:r>
                  </m:sub>
                </m:sSub>
              </m:num>
              <m:den>
                <m:sSub>
                  <m:sSubPr>
                    <m:ctrlPr>
                      <w:rPr>
                        <w:rFonts w:ascii="Cambria Math" w:hAnsi="Cambria Math"/>
                        <w:i/>
                      </w:rPr>
                    </m:ctrlPr>
                  </m:sSubPr>
                  <m:e>
                    <m:r>
                      <w:rPr>
                        <w:rFonts w:ascii="Cambria Math" w:hAnsi="Cambria Math"/>
                      </w:rPr>
                      <m:t>T</m:t>
                    </m:r>
                  </m:e>
                  <m:sub>
                    <m:r>
                      <w:rPr>
                        <w:rFonts w:ascii="Cambria Math" w:hAnsi="Cambria Math"/>
                      </w:rPr>
                      <m:t>SMTCperiod</m:t>
                    </m:r>
                  </m:sub>
                </m:sSub>
              </m:den>
            </m:f>
          </m:den>
        </m:f>
      </m:oMath>
      <w:r w:rsidRPr="009C5807">
        <w:t>, when the BFD-RS resource is partially overlapped with measurement gap and the BFD-RS resource is partially overlapped with SMTC occasion (T</w:t>
      </w:r>
      <w:r w:rsidRPr="009C5807">
        <w:rPr>
          <w:vertAlign w:val="subscript"/>
        </w:rPr>
        <w:t>SSB</w:t>
      </w:r>
      <w:r w:rsidRPr="009C5807">
        <w:t xml:space="preserve"> &lt; T</w:t>
      </w:r>
      <w:r w:rsidRPr="009C5807">
        <w:rPr>
          <w:vertAlign w:val="subscript"/>
        </w:rPr>
        <w:t>SMTCperiod</w:t>
      </w:r>
      <w:r w:rsidRPr="009C5807">
        <w:t>) and SMTC occasion is not overlapped with measurement gap and</w:t>
      </w:r>
    </w:p>
    <w:p w14:paraId="2762D6D9" w14:textId="77777777" w:rsidR="00717AB5" w:rsidRPr="008C6DE4" w:rsidRDefault="00717AB5" w:rsidP="00A41DCD">
      <w:pPr>
        <w:pStyle w:val="B2"/>
      </w:pPr>
      <w:r w:rsidRPr="008C6DE4">
        <w:t>-</w:t>
      </w:r>
      <w:r w:rsidRPr="008C6DE4">
        <w:tab/>
        <w:t>T</w:t>
      </w:r>
      <w:r w:rsidRPr="008C6DE4">
        <w:rPr>
          <w:vertAlign w:val="subscript"/>
        </w:rPr>
        <w:t>SMTCperiod</w:t>
      </w:r>
      <w:r w:rsidRPr="008C6DE4">
        <w:t xml:space="preserve"> </w:t>
      </w:r>
      <w:r w:rsidRPr="008C6DE4">
        <w:rPr>
          <w:rFonts w:hint="eastAsia"/>
          <w:lang w:val="en-US"/>
        </w:rPr>
        <w:t>≠</w:t>
      </w:r>
      <w:r w:rsidRPr="008C6DE4">
        <w:t xml:space="preserve"> MGRP or</w:t>
      </w:r>
    </w:p>
    <w:p w14:paraId="15D90CB7" w14:textId="120A82E2" w:rsidR="00717AB5" w:rsidRPr="008C6DE4" w:rsidRDefault="00717AB5" w:rsidP="00A41DCD">
      <w:pPr>
        <w:pStyle w:val="B2"/>
      </w:pPr>
      <w:r w:rsidRPr="008C6DE4">
        <w:t>-</w:t>
      </w:r>
      <w:r w:rsidRPr="008C6DE4">
        <w:tab/>
        <w:t>T</w:t>
      </w:r>
      <w:r w:rsidRPr="008C6DE4">
        <w:rPr>
          <w:vertAlign w:val="subscript"/>
        </w:rPr>
        <w:t>SMTCperiod</w:t>
      </w:r>
      <w:r w:rsidRPr="008C6DE4">
        <w:t xml:space="preserve"> = MGRP and T</w:t>
      </w:r>
      <w:r w:rsidRPr="008C6DE4">
        <w:rPr>
          <w:vertAlign w:val="subscript"/>
        </w:rPr>
        <w:t>SSB</w:t>
      </w:r>
      <w:r w:rsidRPr="008C6DE4">
        <w:t xml:space="preserve"> &lt; 0.5 </w:t>
      </w:r>
      <w:r w:rsidRPr="008C6DE4">
        <w:rPr>
          <w:lang w:eastAsia="ko-KR"/>
        </w:rPr>
        <w:t xml:space="preserve">× </w:t>
      </w:r>
      <w:r w:rsidRPr="008C6DE4">
        <w:t>T</w:t>
      </w:r>
      <w:r w:rsidRPr="008C6DE4">
        <w:rPr>
          <w:vertAlign w:val="subscript"/>
        </w:rPr>
        <w:t>SMTCperiod</w:t>
      </w:r>
    </w:p>
    <w:p w14:paraId="3BAA713A" w14:textId="6C8EE9C7" w:rsidR="004B48A9" w:rsidRPr="009C5807" w:rsidRDefault="004B48A9" w:rsidP="004B48A9">
      <w:pPr>
        <w:pStyle w:val="B10"/>
      </w:pPr>
      <w:r w:rsidRPr="009C5807">
        <w:t>-</w:t>
      </w:r>
      <w:r w:rsidRPr="009C5807">
        <w:tab/>
      </w:r>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sharing factor</m:t>
                </m:r>
              </m:sub>
            </m:sSub>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vertAlign w:val="subscript"/>
                      </w:rPr>
                      <m:t>SSB</m:t>
                    </m:r>
                  </m:sub>
                </m:sSub>
              </m:num>
              <m:den>
                <m:r>
                  <w:rPr>
                    <w:rFonts w:ascii="Cambria Math" w:hAnsi="Cambria Math"/>
                  </w:rPr>
                  <m:t>MGRP</m:t>
                </m:r>
              </m:den>
            </m:f>
          </m:den>
        </m:f>
      </m:oMath>
      <w:r w:rsidRPr="009C5807">
        <w:t>, when the BFD-RS resource is partially overlapped with measurement gap and the BFD-RS resource is partially overlapped with SMTC occasion (T</w:t>
      </w:r>
      <w:r w:rsidRPr="009C5807">
        <w:rPr>
          <w:vertAlign w:val="subscript"/>
        </w:rPr>
        <w:t>SSB</w:t>
      </w:r>
      <w:r w:rsidRPr="009C5807">
        <w:t xml:space="preserve"> &lt; T</w:t>
      </w:r>
      <w:r w:rsidRPr="009C5807">
        <w:rPr>
          <w:vertAlign w:val="subscript"/>
        </w:rPr>
        <w:t>SMTCperiod</w:t>
      </w:r>
      <w:r w:rsidRPr="009C5807">
        <w:t>) and SMTC occasion is not overlapped with measurement gap and T</w:t>
      </w:r>
      <w:r w:rsidRPr="009C5807">
        <w:rPr>
          <w:vertAlign w:val="subscript"/>
        </w:rPr>
        <w:t>SMTCperiod</w:t>
      </w:r>
      <w:r w:rsidRPr="009C5807">
        <w:t xml:space="preserve"> = MGRP and T</w:t>
      </w:r>
      <w:r w:rsidRPr="009C5807">
        <w:rPr>
          <w:vertAlign w:val="subscript"/>
        </w:rPr>
        <w:t>SSB</w:t>
      </w:r>
      <w:r w:rsidRPr="009C5807">
        <w:t xml:space="preserve"> = 0.5*T</w:t>
      </w:r>
      <w:r w:rsidRPr="009C5807">
        <w:rPr>
          <w:vertAlign w:val="subscript"/>
        </w:rPr>
        <w:t>SMTCperiod</w:t>
      </w:r>
    </w:p>
    <w:p w14:paraId="14C68E8C" w14:textId="77777777" w:rsidR="004B48A9" w:rsidRPr="009C5807" w:rsidRDefault="004B48A9" w:rsidP="004B48A9">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vertAlign w:val="subscript"/>
                      </w:rPr>
                      <m:t>SSB</m:t>
                    </m:r>
                  </m:sub>
                </m:sSub>
              </m:num>
              <m:den>
                <m:r>
                  <w:rPr>
                    <w:rFonts w:ascii="Cambria Math" w:hAnsi="Cambria Math"/>
                  </w:rPr>
                  <m:t>Min(MGRP,</m:t>
                </m:r>
                <m:sSub>
                  <m:sSubPr>
                    <m:ctrlPr>
                      <w:rPr>
                        <w:rFonts w:ascii="Cambria Math" w:hAnsi="Cambria Math"/>
                        <w:i/>
                      </w:rPr>
                    </m:ctrlPr>
                  </m:sSubPr>
                  <m:e>
                    <m:r>
                      <w:rPr>
                        <w:rFonts w:ascii="Cambria Math" w:hAnsi="Cambria Math"/>
                      </w:rPr>
                      <m:t xml:space="preserve"> T</m:t>
                    </m:r>
                  </m:e>
                  <m:sub>
                    <m:r>
                      <w:rPr>
                        <w:rFonts w:ascii="Cambria Math" w:hAnsi="Cambria Math"/>
                      </w:rPr>
                      <m:t>SMTCperiod</m:t>
                    </m:r>
                  </m:sub>
                </m:sSub>
                <m:r>
                  <w:rPr>
                    <w:rFonts w:ascii="Cambria Math" w:hAnsi="Cambria Math"/>
                  </w:rPr>
                  <m:t>)</m:t>
                </m:r>
              </m:den>
            </m:f>
          </m:den>
        </m:f>
      </m:oMath>
      <w:r w:rsidRPr="009C5807">
        <w:t>, when the BFD-RS resource is partially overlapped with measurement gap (T</w:t>
      </w:r>
      <w:r w:rsidRPr="009C5807">
        <w:rPr>
          <w:vertAlign w:val="subscript"/>
        </w:rPr>
        <w:t>SSB</w:t>
      </w:r>
      <w:r w:rsidRPr="009C5807">
        <w:t xml:space="preserve"> &lt;MGRP) and the BFD-RS resource is partially overlapped with SMTC occasion (T</w:t>
      </w:r>
      <w:r w:rsidRPr="009C5807">
        <w:rPr>
          <w:vertAlign w:val="subscript"/>
        </w:rPr>
        <w:t>SSB</w:t>
      </w:r>
      <w:r w:rsidRPr="009C5807">
        <w:t xml:space="preserve"> &lt; T</w:t>
      </w:r>
      <w:r w:rsidRPr="009C5807">
        <w:rPr>
          <w:vertAlign w:val="subscript"/>
        </w:rPr>
        <w:t>SMTCperiod</w:t>
      </w:r>
      <w:r w:rsidRPr="009C5807">
        <w:t>) and SMTC occasion is partially or fully overlapped with measurement gap.</w:t>
      </w:r>
    </w:p>
    <w:p w14:paraId="1165B8B6" w14:textId="10FE69B2"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sharing factor</m:t>
                </m:r>
              </m:sub>
            </m:sSub>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vertAlign w:val="subscript"/>
                      </w:rPr>
                      <m:t>SSB</m:t>
                    </m:r>
                  </m:sub>
                </m:sSub>
              </m:num>
              <m:den>
                <m:r>
                  <w:rPr>
                    <w:rFonts w:ascii="Cambria Math" w:hAnsi="Cambria Math"/>
                  </w:rPr>
                  <m:t>MGRP</m:t>
                </m:r>
              </m:den>
            </m:f>
          </m:den>
        </m:f>
      </m:oMath>
      <w:r w:rsidRPr="009C5807">
        <w:t>, when the BFD-RS resource is partially overlapped with measurement gap and the BFD-RS resource is fully overlapped with SMTC occasion (T</w:t>
      </w:r>
      <w:r w:rsidRPr="009C5807">
        <w:rPr>
          <w:vertAlign w:val="subscript"/>
        </w:rPr>
        <w:t>SSB</w:t>
      </w:r>
      <w:r w:rsidRPr="009C5807">
        <w:t xml:space="preserve"> = T</w:t>
      </w:r>
      <w:r w:rsidRPr="009C5807">
        <w:rPr>
          <w:vertAlign w:val="subscript"/>
        </w:rPr>
        <w:t>SMTCperiod</w:t>
      </w:r>
      <w:r w:rsidRPr="009C5807">
        <w:t>) and SMTC occasion is partially overlapped with measurement gap (T</w:t>
      </w:r>
      <w:r w:rsidRPr="009C5807">
        <w:rPr>
          <w:vertAlign w:val="subscript"/>
        </w:rPr>
        <w:t>SMTCperiod</w:t>
      </w:r>
      <w:r w:rsidRPr="009C5807">
        <w:t xml:space="preserve"> &lt; MGRP)</w:t>
      </w:r>
    </w:p>
    <w:p w14:paraId="5F35570E" w14:textId="77777777" w:rsidR="00A41DCD" w:rsidRDefault="00A41DCD" w:rsidP="00A41DCD">
      <w:pPr>
        <w:pStyle w:val="B10"/>
      </w:pPr>
      <w:r>
        <w:tab/>
        <w:t>P</w:t>
      </w:r>
      <w:r>
        <w:rPr>
          <w:vertAlign w:val="subscript"/>
        </w:rPr>
        <w:t>sharing factor</w:t>
      </w:r>
      <w:r>
        <w:t xml:space="preserve"> = 1, if the BFD-RS resource outside measurement gap is</w:t>
      </w:r>
    </w:p>
    <w:p w14:paraId="21361985" w14:textId="77777777" w:rsidR="004B48A9" w:rsidRDefault="004B48A9" w:rsidP="004B48A9">
      <w:pPr>
        <w:pStyle w:val="B2"/>
      </w:pPr>
      <w:r>
        <w:t>-</w:t>
      </w:r>
      <w:r>
        <w:tab/>
        <w:t xml:space="preserve">not overlapped with the SSB symbols indicated by </w:t>
      </w:r>
      <w:r w:rsidRPr="00091F15">
        <w:rPr>
          <w:i/>
        </w:rPr>
        <w:t>SSB-ToMeasure</w:t>
      </w:r>
      <w:r>
        <w:t xml:space="preserve"> and 1 data symbol before each consecutive SSB symbols indicated by </w:t>
      </w:r>
      <w:r w:rsidRPr="00091F15">
        <w:rPr>
          <w:i/>
        </w:rPr>
        <w:t>SSB-ToMeasure</w:t>
      </w:r>
      <w:r>
        <w:t xml:space="preserve"> and 1 data symbol after each consecutive SSB symbols indicated by </w:t>
      </w:r>
      <w:r w:rsidRPr="00091F15">
        <w:rPr>
          <w:i/>
        </w:rPr>
        <w:t>SSB-ToMeasure</w:t>
      </w:r>
      <w:r>
        <w:t xml:space="preserve">, given that </w:t>
      </w:r>
      <w:r w:rsidRPr="00091F15">
        <w:rPr>
          <w:i/>
        </w:rPr>
        <w:t>SSB-ToMeasure</w:t>
      </w:r>
      <w:r>
        <w:t xml:space="preserve"> is configured, </w:t>
      </w:r>
      <w:r>
        <w:rPr>
          <w:rFonts w:hint="eastAsia"/>
          <w:lang w:eastAsia="zh-CN"/>
        </w:rPr>
        <w:t>where</w:t>
      </w:r>
      <w:r>
        <w:rPr>
          <w:lang w:eastAsia="zh-CN"/>
        </w:rPr>
        <w:t xml:space="preserve"> </w:t>
      </w:r>
      <w:r>
        <w:rPr>
          <w:rFonts w:hint="eastAsia"/>
          <w:lang w:eastAsia="zh-CN"/>
        </w:rPr>
        <w:t xml:space="preserve">the </w:t>
      </w:r>
      <w:r w:rsidRPr="003F1684">
        <w:rPr>
          <w:i/>
        </w:rPr>
        <w:t>SSB-ToMeasure</w:t>
      </w:r>
      <w:r>
        <w:t xml:space="preserve"> is </w:t>
      </w:r>
      <w:r w:rsidRPr="00F42376">
        <w:rPr>
          <w:rFonts w:eastAsia="Times New Roman"/>
        </w:rPr>
        <w:t xml:space="preserve">the union </w:t>
      </w:r>
      <w:r>
        <w:rPr>
          <w:rFonts w:eastAsia="Times New Roman"/>
        </w:rPr>
        <w:t xml:space="preserve">set </w:t>
      </w:r>
      <w:r w:rsidRPr="00F42376">
        <w:rPr>
          <w:rFonts w:eastAsia="Times New Roman"/>
        </w:rPr>
        <w:t>of</w:t>
      </w:r>
      <w:r w:rsidRPr="00F42376">
        <w:rPr>
          <w:rStyle w:val="apple-converted-space"/>
          <w:rFonts w:eastAsia="Times New Roman"/>
        </w:rPr>
        <w:t xml:space="preserve"> </w:t>
      </w:r>
      <w:r w:rsidRPr="00F42376">
        <w:rPr>
          <w:rFonts w:eastAsia="Times New Roman"/>
          <w:i/>
          <w:iCs/>
        </w:rPr>
        <w:t>SSB-ToMeasure</w:t>
      </w:r>
      <w:r w:rsidRPr="00F42376">
        <w:rPr>
          <w:rFonts w:eastAsia="Times New Roman"/>
        </w:rPr>
        <w:t xml:space="preserve"> from all </w:t>
      </w:r>
      <w:r>
        <w:rPr>
          <w:rFonts w:eastAsia="Times New Roman"/>
        </w:rPr>
        <w:t>the configured measurement objects</w:t>
      </w:r>
      <w:r w:rsidRPr="00F42376">
        <w:rPr>
          <w:rFonts w:eastAsia="Times New Roman"/>
        </w:rPr>
        <w:t xml:space="preserve"> </w:t>
      </w:r>
      <w:r>
        <w:rPr>
          <w:rFonts w:eastAsia="Times New Roman"/>
        </w:rPr>
        <w:t xml:space="preserve">merged on the same serving carrier, </w:t>
      </w:r>
      <w:r>
        <w:t>and;</w:t>
      </w:r>
    </w:p>
    <w:p w14:paraId="160C0C1B" w14:textId="77777777" w:rsidR="004B48A9" w:rsidRDefault="004B48A9" w:rsidP="004B48A9">
      <w:pPr>
        <w:pStyle w:val="B10"/>
        <w:ind w:left="851"/>
      </w:pPr>
      <w:r>
        <w:t>-</w:t>
      </w:r>
      <w:r>
        <w:tab/>
        <w:t xml:space="preserve">not overlapped with the RSSI symbols indicated by </w:t>
      </w:r>
      <w:r w:rsidRPr="00091F15">
        <w:rPr>
          <w:i/>
        </w:rPr>
        <w:t>ss-RSSI-Measurement</w:t>
      </w:r>
      <w:r>
        <w:t xml:space="preserve"> and 1 data symbol before each RSSI symbol indicated by </w:t>
      </w:r>
      <w:r w:rsidRPr="00091F15">
        <w:rPr>
          <w:i/>
        </w:rPr>
        <w:t>ss-RSSI-Measurement</w:t>
      </w:r>
      <w:r>
        <w:t xml:space="preserve"> and 1 data symbol after each RSSI symbol indicated by </w:t>
      </w:r>
      <w:r w:rsidRPr="00091F15">
        <w:rPr>
          <w:i/>
        </w:rPr>
        <w:t>ss-RSSI-Measurement</w:t>
      </w:r>
      <w:r>
        <w:t xml:space="preserve">, given that </w:t>
      </w:r>
      <w:r w:rsidRPr="00091F15">
        <w:rPr>
          <w:i/>
        </w:rPr>
        <w:t>ss-RSSI-Measurement</w:t>
      </w:r>
      <w:r>
        <w:t xml:space="preserve"> is configured.</w:t>
      </w:r>
    </w:p>
    <w:p w14:paraId="337DC28F" w14:textId="6F9AB78C" w:rsidR="004B48A9" w:rsidRDefault="004B48A9" w:rsidP="004B48A9">
      <w:pPr>
        <w:pStyle w:val="B10"/>
      </w:pPr>
      <w:r>
        <w:t>-</w:t>
      </w:r>
      <w:r>
        <w:tab/>
        <w:t>P</w:t>
      </w:r>
      <w:r>
        <w:rPr>
          <w:vertAlign w:val="subscript"/>
        </w:rPr>
        <w:t xml:space="preserve">sharing factor </w:t>
      </w:r>
      <w:r w:rsidRPr="002777B2">
        <w:t>= 3, otherwise.</w:t>
      </w:r>
    </w:p>
    <w:p w14:paraId="1845258B" w14:textId="4DE8158F" w:rsidR="00560C2B" w:rsidRDefault="00560C2B" w:rsidP="00CC6EC5">
      <w:pPr>
        <w:pStyle w:val="B10"/>
      </w:pPr>
      <w:r>
        <w:t xml:space="preserve">where, </w:t>
      </w:r>
    </w:p>
    <w:p w14:paraId="2FBE0C74" w14:textId="67D0A640" w:rsidR="00560C2B" w:rsidRDefault="00560C2B" w:rsidP="00CC6EC5">
      <w:pPr>
        <w:pStyle w:val="B2"/>
      </w:pPr>
      <w:r>
        <w:tab/>
        <w:t xml:space="preserve">If the high layer in TS 38.331 [2] signaling of </w:t>
      </w:r>
      <w:r w:rsidRPr="00560C2B">
        <w:rPr>
          <w:i/>
        </w:rPr>
        <w:t>smtc2</w:t>
      </w:r>
      <w:r>
        <w:t xml:space="preserve"> is configured, T</w:t>
      </w:r>
      <w:r w:rsidRPr="00560C2B">
        <w:rPr>
          <w:vertAlign w:val="subscript"/>
        </w:rPr>
        <w:t>SMTCperiod</w:t>
      </w:r>
      <w:r>
        <w:t xml:space="preserve"> corresponds to the value of higher layer parameter </w:t>
      </w:r>
      <w:r w:rsidRPr="00560C2B">
        <w:rPr>
          <w:i/>
        </w:rPr>
        <w:t>smtc2</w:t>
      </w:r>
      <w:r>
        <w:t>; Otherwise T</w:t>
      </w:r>
      <w:r w:rsidRPr="00560C2B">
        <w:rPr>
          <w:vertAlign w:val="subscript"/>
        </w:rPr>
        <w:t>SMTCperiod</w:t>
      </w:r>
      <w:r>
        <w:t xml:space="preserve"> corresponds to the value of higher layer parameter </w:t>
      </w:r>
      <w:r w:rsidRPr="00560C2B">
        <w:rPr>
          <w:i/>
        </w:rPr>
        <w:t>smtc1</w:t>
      </w:r>
      <w:r>
        <w:t xml:space="preserve">. </w:t>
      </w:r>
      <w:r w:rsidRPr="00DD3199">
        <w:t>T</w:t>
      </w:r>
      <w:r w:rsidRPr="00560C2B">
        <w:rPr>
          <w:vertAlign w:val="subscript"/>
        </w:rPr>
        <w:t>SMTCperiod</w:t>
      </w:r>
      <w:r>
        <w:t xml:space="preserve"> is</w:t>
      </w:r>
      <w:r w:rsidRPr="008C4769">
        <w:t xml:space="preserve"> the shortest SMTC period among all CCs in the same FR2 band, given the SMTC offset of all CCs </w:t>
      </w:r>
      <w:r>
        <w:t>in FR2 provided the same offset</w:t>
      </w:r>
      <w:r w:rsidRPr="008C4769">
        <w:t>.</w:t>
      </w:r>
    </w:p>
    <w:p w14:paraId="74AA5365" w14:textId="77777777" w:rsidR="00717AB5" w:rsidRPr="008C6DE4" w:rsidRDefault="00717AB5" w:rsidP="00717AB5">
      <w:pPr>
        <w:rPr>
          <w:rFonts w:eastAsia="?? ??"/>
        </w:rPr>
      </w:pPr>
      <w:r w:rsidRPr="008C6DE4">
        <w:t>Longer evaluation period would be expected if the combination of BFD-RS resource, SMTC occasion and measurement gap configurations does not meet pervious conditions.</w:t>
      </w:r>
    </w:p>
    <w:p w14:paraId="73336D82" w14:textId="77777777" w:rsidR="00DF3064" w:rsidRPr="008C6DE4" w:rsidRDefault="00DF3064" w:rsidP="00DF3064">
      <w:pPr>
        <w:keepNext/>
        <w:keepLines/>
        <w:spacing w:before="60"/>
        <w:jc w:val="center"/>
        <w:rPr>
          <w:rFonts w:ascii="Arial" w:hAnsi="Arial"/>
          <w:b/>
        </w:rPr>
      </w:pPr>
      <w:r w:rsidRPr="008C6DE4">
        <w:rPr>
          <w:rFonts w:ascii="Arial" w:hAnsi="Arial"/>
          <w:b/>
        </w:rPr>
        <w:t>Table 8.5.2.2-1: Evaluation period T</w:t>
      </w:r>
      <w:r w:rsidRPr="008C6DE4">
        <w:rPr>
          <w:rFonts w:ascii="Arial" w:hAnsi="Arial"/>
          <w:b/>
          <w:vertAlign w:val="subscript"/>
        </w:rPr>
        <w:t>Evaluate_BFD_SSB</w:t>
      </w:r>
      <w:r w:rsidRPr="008C6DE4">
        <w:rPr>
          <w:rFonts w:ascii="Arial" w:hAnsi="Arial"/>
          <w:b/>
        </w:rPr>
        <w:t xml:space="preserve">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4582"/>
      </w:tblGrid>
      <w:tr w:rsidR="00DD3199" w:rsidRPr="008C6DE4" w14:paraId="3CB0675A"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16FD0273"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Configuration</w:t>
            </w:r>
          </w:p>
        </w:tc>
        <w:tc>
          <w:tcPr>
            <w:tcW w:w="4582" w:type="dxa"/>
            <w:tcBorders>
              <w:top w:val="single" w:sz="4" w:space="0" w:color="auto"/>
              <w:left w:val="single" w:sz="4" w:space="0" w:color="auto"/>
              <w:bottom w:val="single" w:sz="4" w:space="0" w:color="auto"/>
              <w:right w:val="single" w:sz="4" w:space="0" w:color="auto"/>
            </w:tcBorders>
            <w:hideMark/>
          </w:tcPr>
          <w:p w14:paraId="0353B0C0"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Evaluate_BFD_SSB</w:t>
            </w:r>
            <w:r w:rsidRPr="008C6DE4">
              <w:rPr>
                <w:rFonts w:ascii="Arial" w:hAnsi="Arial"/>
                <w:b/>
                <w:sz w:val="18"/>
              </w:rPr>
              <w:t xml:space="preserve"> (ms) </w:t>
            </w:r>
          </w:p>
        </w:tc>
      </w:tr>
      <w:tr w:rsidR="003E338B" w:rsidRPr="008C6DE4" w14:paraId="7BA13CF5"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5679CAFA" w14:textId="77777777" w:rsidR="003E338B" w:rsidRPr="008C6DE4" w:rsidRDefault="003E338B" w:rsidP="003E338B">
            <w:pPr>
              <w:keepNext/>
              <w:keepLines/>
              <w:spacing w:after="0"/>
              <w:jc w:val="center"/>
              <w:rPr>
                <w:rFonts w:ascii="Arial" w:hAnsi="Arial"/>
                <w:sz w:val="18"/>
              </w:rPr>
            </w:pPr>
            <w:r w:rsidRPr="008C6DE4">
              <w:rPr>
                <w:rFonts w:ascii="Arial" w:hAnsi="Arial"/>
                <w:sz w:val="18"/>
              </w:rPr>
              <w:t>no DRX</w:t>
            </w:r>
          </w:p>
        </w:tc>
        <w:tc>
          <w:tcPr>
            <w:tcW w:w="4582" w:type="dxa"/>
            <w:tcBorders>
              <w:top w:val="single" w:sz="4" w:space="0" w:color="auto"/>
              <w:left w:val="single" w:sz="4" w:space="0" w:color="auto"/>
              <w:bottom w:val="single" w:sz="4" w:space="0" w:color="auto"/>
              <w:right w:val="single" w:sz="4" w:space="0" w:color="auto"/>
            </w:tcBorders>
            <w:hideMark/>
          </w:tcPr>
          <w:p w14:paraId="196CBD27" w14:textId="3CC93131" w:rsidR="003E338B" w:rsidRPr="008C6DE4" w:rsidRDefault="003E338B" w:rsidP="003E338B">
            <w:pPr>
              <w:keepNext/>
              <w:keepLines/>
              <w:spacing w:after="0"/>
              <w:jc w:val="center"/>
              <w:rPr>
                <w:rFonts w:ascii="Arial" w:hAnsi="Arial"/>
                <w:sz w:val="18"/>
              </w:rPr>
            </w:pPr>
            <w:r w:rsidRPr="008C6DE4">
              <w:rPr>
                <w:rFonts w:ascii="Arial" w:hAnsi="Arial" w:cs="v4.2.0"/>
                <w:sz w:val="18"/>
                <w:lang w:val="fr-FR"/>
              </w:rPr>
              <w:t xml:space="preserve">Max(50, Ceil(5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P)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T</w:t>
            </w:r>
            <w:r w:rsidRPr="008C6DE4">
              <w:rPr>
                <w:rFonts w:ascii="Arial" w:hAnsi="Arial" w:cs="v4.2.0"/>
                <w:sz w:val="18"/>
                <w:vertAlign w:val="subscript"/>
                <w:lang w:val="fr-FR"/>
              </w:rPr>
              <w:t>SSB</w:t>
            </w:r>
            <w:r w:rsidRPr="008C6DE4">
              <w:rPr>
                <w:rFonts w:ascii="Arial" w:hAnsi="Arial" w:cs="v4.2.0"/>
                <w:sz w:val="18"/>
                <w:lang w:val="fr-FR"/>
              </w:rPr>
              <w:t>)</w:t>
            </w:r>
          </w:p>
        </w:tc>
      </w:tr>
      <w:tr w:rsidR="003E338B" w:rsidRPr="008C6DE4" w14:paraId="3F8CD147"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73AC8141" w14:textId="77777777" w:rsidR="003E338B" w:rsidRPr="008C6DE4" w:rsidRDefault="003E338B" w:rsidP="003E338B">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cs="Arial" w:hint="eastAsia"/>
                <w:sz w:val="18"/>
              </w:rPr>
              <w:t>≤</w:t>
            </w:r>
            <w:r w:rsidRPr="008C6DE4">
              <w:rPr>
                <w:rFonts w:ascii="Arial" w:hAnsi="Arial" w:cs="Arial"/>
                <w:sz w:val="18"/>
              </w:rPr>
              <w:t xml:space="preserve"> </w:t>
            </w:r>
            <w:r w:rsidRPr="008C6DE4">
              <w:rPr>
                <w:rFonts w:ascii="Arial" w:hAnsi="Arial"/>
                <w:sz w:val="18"/>
              </w:rPr>
              <w:t>320ms</w:t>
            </w:r>
          </w:p>
        </w:tc>
        <w:tc>
          <w:tcPr>
            <w:tcW w:w="4582" w:type="dxa"/>
            <w:tcBorders>
              <w:top w:val="single" w:sz="4" w:space="0" w:color="auto"/>
              <w:left w:val="single" w:sz="4" w:space="0" w:color="auto"/>
              <w:bottom w:val="single" w:sz="4" w:space="0" w:color="auto"/>
              <w:right w:val="single" w:sz="4" w:space="0" w:color="auto"/>
            </w:tcBorders>
            <w:hideMark/>
          </w:tcPr>
          <w:p w14:paraId="3BE79D5D" w14:textId="4809EAA5" w:rsidR="003E338B" w:rsidRPr="008C6DE4" w:rsidRDefault="003E338B" w:rsidP="003E338B">
            <w:pPr>
              <w:keepNext/>
              <w:keepLines/>
              <w:spacing w:after="0"/>
              <w:jc w:val="center"/>
              <w:rPr>
                <w:rFonts w:ascii="Arial" w:hAnsi="Arial"/>
                <w:sz w:val="18"/>
              </w:rPr>
            </w:pPr>
            <w:r w:rsidRPr="008C6DE4">
              <w:rPr>
                <w:rFonts w:ascii="Arial" w:hAnsi="Arial" w:cs="v4.2.0"/>
                <w:sz w:val="18"/>
                <w:lang w:val="fr-FR"/>
              </w:rPr>
              <w:t xml:space="preserve">Max(50, Ceil(7.5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P)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Max(T</w:t>
            </w:r>
            <w:r w:rsidRPr="008C6DE4">
              <w:rPr>
                <w:rFonts w:ascii="Arial" w:hAnsi="Arial" w:cs="v4.2.0"/>
                <w:sz w:val="18"/>
                <w:vertAlign w:val="subscript"/>
                <w:lang w:val="fr-FR"/>
              </w:rPr>
              <w:t>DRX</w:t>
            </w:r>
            <w:r w:rsidRPr="008C6DE4">
              <w:rPr>
                <w:rFonts w:ascii="Arial" w:hAnsi="Arial" w:cs="v4.2.0"/>
                <w:sz w:val="18"/>
                <w:lang w:val="fr-FR"/>
              </w:rPr>
              <w:t>,T</w:t>
            </w:r>
            <w:r w:rsidRPr="008C6DE4">
              <w:rPr>
                <w:rFonts w:ascii="Arial" w:hAnsi="Arial" w:cs="v4.2.0"/>
                <w:sz w:val="18"/>
                <w:vertAlign w:val="subscript"/>
                <w:lang w:val="fr-FR"/>
              </w:rPr>
              <w:t>SSB</w:t>
            </w:r>
            <w:r w:rsidRPr="008C6DE4">
              <w:rPr>
                <w:rFonts w:ascii="Arial" w:hAnsi="Arial" w:cs="v4.2.0"/>
                <w:sz w:val="18"/>
                <w:lang w:val="fr-FR"/>
              </w:rPr>
              <w:t>))</w:t>
            </w:r>
          </w:p>
        </w:tc>
      </w:tr>
      <w:tr w:rsidR="003E338B" w:rsidRPr="008C6DE4" w14:paraId="76FCB513"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18455821" w14:textId="77777777" w:rsidR="003E338B" w:rsidRPr="008C6DE4" w:rsidRDefault="003E338B" w:rsidP="003E338B">
            <w:pPr>
              <w:keepNext/>
              <w:keepLines/>
              <w:spacing w:after="0"/>
              <w:jc w:val="center"/>
              <w:rPr>
                <w:rFonts w:ascii="Arial" w:hAnsi="Arial"/>
                <w:sz w:val="18"/>
              </w:rPr>
            </w:pPr>
            <w:r w:rsidRPr="008C6DE4">
              <w:rPr>
                <w:rFonts w:ascii="Arial" w:hAnsi="Arial"/>
                <w:sz w:val="18"/>
              </w:rPr>
              <w:t>DRX cycle &gt; 320ms</w:t>
            </w:r>
          </w:p>
        </w:tc>
        <w:tc>
          <w:tcPr>
            <w:tcW w:w="4582" w:type="dxa"/>
            <w:tcBorders>
              <w:top w:val="single" w:sz="4" w:space="0" w:color="auto"/>
              <w:left w:val="single" w:sz="4" w:space="0" w:color="auto"/>
              <w:bottom w:val="single" w:sz="4" w:space="0" w:color="auto"/>
              <w:right w:val="single" w:sz="4" w:space="0" w:color="auto"/>
            </w:tcBorders>
            <w:hideMark/>
          </w:tcPr>
          <w:p w14:paraId="37529A78" w14:textId="05EB4BC7" w:rsidR="003E338B" w:rsidRPr="008C6DE4" w:rsidRDefault="003E338B" w:rsidP="003E338B">
            <w:pPr>
              <w:keepNext/>
              <w:keepLines/>
              <w:spacing w:after="0"/>
              <w:jc w:val="center"/>
              <w:rPr>
                <w:rFonts w:ascii="Arial" w:hAnsi="Arial"/>
                <w:sz w:val="18"/>
              </w:rPr>
            </w:pPr>
            <w:r w:rsidRPr="008C6DE4">
              <w:rPr>
                <w:rFonts w:ascii="Arial" w:hAnsi="Arial" w:cs="v4.2.0"/>
                <w:sz w:val="18"/>
                <w:lang w:val="fr-FR"/>
              </w:rPr>
              <w:t xml:space="preserve">Ceil(5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P)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T</w:t>
            </w:r>
            <w:r w:rsidRPr="008C6DE4">
              <w:rPr>
                <w:rFonts w:ascii="Arial" w:hAnsi="Arial" w:cs="v4.2.0"/>
                <w:sz w:val="18"/>
                <w:vertAlign w:val="subscript"/>
                <w:lang w:val="fr-FR"/>
              </w:rPr>
              <w:t>DRX</w:t>
            </w:r>
          </w:p>
        </w:tc>
      </w:tr>
      <w:tr w:rsidR="00DF3064" w:rsidRPr="008C6DE4" w14:paraId="4EF7BEE3" w14:textId="77777777" w:rsidTr="00DF3064">
        <w:trPr>
          <w:jc w:val="center"/>
        </w:trPr>
        <w:tc>
          <w:tcPr>
            <w:tcW w:w="6617" w:type="dxa"/>
            <w:gridSpan w:val="2"/>
            <w:tcBorders>
              <w:top w:val="single" w:sz="4" w:space="0" w:color="auto"/>
              <w:left w:val="single" w:sz="4" w:space="0" w:color="auto"/>
              <w:bottom w:val="single" w:sz="4" w:space="0" w:color="auto"/>
              <w:right w:val="single" w:sz="4" w:space="0" w:color="auto"/>
            </w:tcBorders>
            <w:hideMark/>
          </w:tcPr>
          <w:p w14:paraId="57BB7EAE" w14:textId="77777777" w:rsidR="00DF3064" w:rsidRPr="008C6DE4" w:rsidRDefault="00DF3064" w:rsidP="00DF3064">
            <w:pPr>
              <w:keepNext/>
              <w:keepLines/>
              <w:spacing w:after="0"/>
              <w:rPr>
                <w:rFonts w:ascii="Arial" w:hAnsi="Arial" w:cs="v4.2.0"/>
                <w:sz w:val="18"/>
              </w:rPr>
            </w:pPr>
            <w:r w:rsidRPr="008C6DE4">
              <w:rPr>
                <w:rFonts w:ascii="Arial" w:hAnsi="Arial"/>
                <w:sz w:val="18"/>
              </w:rPr>
              <w:t>Note:</w:t>
            </w:r>
            <w:r w:rsidRPr="008C6DE4">
              <w:rPr>
                <w:rFonts w:ascii="Arial" w:hAnsi="Arial"/>
                <w:sz w:val="28"/>
              </w:rPr>
              <w:tab/>
            </w:r>
            <w:r w:rsidRPr="008C6DE4">
              <w:rPr>
                <w:rFonts w:ascii="Arial" w:hAnsi="Arial" w:cs="v4.2.0"/>
                <w:sz w:val="18"/>
              </w:rPr>
              <w:t>T</w:t>
            </w:r>
            <w:r w:rsidRPr="008C6DE4">
              <w:rPr>
                <w:rFonts w:ascii="Arial" w:hAnsi="Arial" w:cs="v4.2.0"/>
                <w:sz w:val="18"/>
                <w:vertAlign w:val="subscript"/>
              </w:rPr>
              <w:t>SSB</w:t>
            </w:r>
            <w:r w:rsidRPr="008C6DE4">
              <w:rPr>
                <w:rFonts w:ascii="Arial" w:hAnsi="Arial"/>
                <w:sz w:val="18"/>
              </w:rPr>
              <w:t xml:space="preserve"> is the periodicity of SSB in the set </w:t>
            </w:r>
            <w:r w:rsidRPr="008C6DE4">
              <w:rPr>
                <w:iCs/>
                <w:noProof/>
                <w:position w:val="-10"/>
                <w:lang w:val="en-US" w:eastAsia="zh-CN"/>
              </w:rPr>
              <w:drawing>
                <wp:inline distT="0" distB="0" distL="0" distR="0" wp14:anchorId="2B6359C6" wp14:editId="1D77D0A8">
                  <wp:extent cx="152400" cy="198120"/>
                  <wp:effectExtent l="0" t="0" r="0" b="0"/>
                  <wp:docPr id="2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2400" cy="198120"/>
                          </a:xfrm>
                          <a:prstGeom prst="rect">
                            <a:avLst/>
                          </a:prstGeom>
                          <a:noFill/>
                          <a:ln>
                            <a:noFill/>
                          </a:ln>
                        </pic:spPr>
                      </pic:pic>
                    </a:graphicData>
                  </a:graphic>
                </wp:inline>
              </w:drawing>
            </w:r>
            <w:r w:rsidRPr="008C6DE4">
              <w:rPr>
                <w:rFonts w:ascii="Arial" w:hAnsi="Arial"/>
                <w:sz w:val="18"/>
              </w:rPr>
              <w:t>.</w:t>
            </w:r>
            <w:r w:rsidRPr="008C6DE4">
              <w:rPr>
                <w:rFonts w:ascii="Arial" w:hAnsi="Arial" w:cs="v4.2.0"/>
                <w:sz w:val="18"/>
              </w:rPr>
              <w:t xml:space="preserve"> T</w:t>
            </w:r>
            <w:r w:rsidRPr="008C6DE4">
              <w:rPr>
                <w:rFonts w:ascii="Arial" w:hAnsi="Arial" w:cs="v4.2.0"/>
                <w:sz w:val="18"/>
                <w:vertAlign w:val="subscript"/>
              </w:rPr>
              <w:t>DRX</w:t>
            </w:r>
            <w:r w:rsidRPr="008C6DE4">
              <w:rPr>
                <w:rFonts w:ascii="Arial" w:hAnsi="Arial"/>
                <w:sz w:val="18"/>
              </w:rPr>
              <w:t xml:space="preserve"> is the DRX cycle length.</w:t>
            </w:r>
          </w:p>
        </w:tc>
      </w:tr>
    </w:tbl>
    <w:p w14:paraId="1162F6F7" w14:textId="77777777" w:rsidR="00DF3064" w:rsidRPr="008C6DE4" w:rsidRDefault="00DF3064" w:rsidP="00DF3064">
      <w:pPr>
        <w:rPr>
          <w:rFonts w:eastAsia="?? ??"/>
        </w:rPr>
      </w:pPr>
    </w:p>
    <w:p w14:paraId="1CA915CF" w14:textId="09DC04F9" w:rsidR="00DF3064" w:rsidRPr="008C6DE4" w:rsidRDefault="00DF3064" w:rsidP="00DF3064">
      <w:pPr>
        <w:keepNext/>
        <w:keepLines/>
        <w:spacing w:before="60"/>
        <w:jc w:val="center"/>
        <w:rPr>
          <w:rFonts w:ascii="Arial" w:hAnsi="Arial"/>
          <w:b/>
        </w:rPr>
      </w:pPr>
      <w:r w:rsidRPr="008C6DE4">
        <w:rPr>
          <w:rFonts w:ascii="Arial" w:hAnsi="Arial"/>
          <w:b/>
        </w:rPr>
        <w:t>Table 8.5.2.2-2: Evaluation period T</w:t>
      </w:r>
      <w:r w:rsidRPr="008C6DE4">
        <w:rPr>
          <w:rFonts w:ascii="Arial" w:hAnsi="Arial"/>
          <w:b/>
          <w:vertAlign w:val="subscript"/>
        </w:rPr>
        <w:t>Evaluate_BFD_SSB</w:t>
      </w:r>
      <w:r w:rsidRPr="008C6DE4">
        <w:rPr>
          <w:rFonts w:ascii="Arial" w:hAnsi="Arial"/>
          <w:b/>
        </w:rPr>
        <w:t xml:space="preserve"> for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4582"/>
      </w:tblGrid>
      <w:tr w:rsidR="00DD3199" w:rsidRPr="008C6DE4" w14:paraId="0F1D8F43"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1DB662E5"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Configuration</w:t>
            </w:r>
          </w:p>
        </w:tc>
        <w:tc>
          <w:tcPr>
            <w:tcW w:w="4582" w:type="dxa"/>
            <w:tcBorders>
              <w:top w:val="single" w:sz="4" w:space="0" w:color="auto"/>
              <w:left w:val="single" w:sz="4" w:space="0" w:color="auto"/>
              <w:bottom w:val="single" w:sz="4" w:space="0" w:color="auto"/>
              <w:right w:val="single" w:sz="4" w:space="0" w:color="auto"/>
            </w:tcBorders>
            <w:hideMark/>
          </w:tcPr>
          <w:p w14:paraId="78FCA39C"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Evaluate_BFD_SSB</w:t>
            </w:r>
            <w:r w:rsidRPr="008C6DE4">
              <w:rPr>
                <w:rFonts w:ascii="Arial" w:hAnsi="Arial"/>
                <w:b/>
                <w:sz w:val="18"/>
              </w:rPr>
              <w:t xml:space="preserve"> (ms) </w:t>
            </w:r>
          </w:p>
        </w:tc>
      </w:tr>
      <w:tr w:rsidR="003E338B" w:rsidRPr="008C6DE4" w14:paraId="72C02BCE"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7C0DACEA" w14:textId="77777777" w:rsidR="003E338B" w:rsidRPr="008C6DE4" w:rsidRDefault="003E338B" w:rsidP="003E338B">
            <w:pPr>
              <w:keepNext/>
              <w:keepLines/>
              <w:spacing w:after="0"/>
              <w:jc w:val="center"/>
              <w:rPr>
                <w:rFonts w:ascii="Arial" w:hAnsi="Arial"/>
                <w:sz w:val="18"/>
              </w:rPr>
            </w:pPr>
            <w:r w:rsidRPr="008C6DE4">
              <w:rPr>
                <w:rFonts w:ascii="Arial" w:hAnsi="Arial"/>
                <w:sz w:val="18"/>
              </w:rPr>
              <w:t>no DRX</w:t>
            </w:r>
          </w:p>
        </w:tc>
        <w:tc>
          <w:tcPr>
            <w:tcW w:w="4582" w:type="dxa"/>
            <w:tcBorders>
              <w:top w:val="single" w:sz="4" w:space="0" w:color="auto"/>
              <w:left w:val="single" w:sz="4" w:space="0" w:color="auto"/>
              <w:bottom w:val="single" w:sz="4" w:space="0" w:color="auto"/>
              <w:right w:val="single" w:sz="4" w:space="0" w:color="auto"/>
            </w:tcBorders>
            <w:hideMark/>
          </w:tcPr>
          <w:p w14:paraId="33AF9A53" w14:textId="293D0020" w:rsidR="003E338B" w:rsidRPr="008C6DE4" w:rsidRDefault="003E338B" w:rsidP="003E338B">
            <w:pPr>
              <w:keepNext/>
              <w:keepLines/>
              <w:spacing w:after="0"/>
              <w:jc w:val="center"/>
              <w:rPr>
                <w:rFonts w:ascii="Arial" w:hAnsi="Arial"/>
                <w:sz w:val="18"/>
              </w:rPr>
            </w:pPr>
            <w:r w:rsidRPr="008C6DE4">
              <w:rPr>
                <w:rFonts w:ascii="Arial" w:hAnsi="Arial" w:cs="v4.2.0"/>
                <w:sz w:val="18"/>
                <w:lang w:val="fr-FR"/>
              </w:rPr>
              <w:t xml:space="preserve">Max(50, Ceil(5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P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N)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T</w:t>
            </w:r>
            <w:r w:rsidRPr="008C6DE4">
              <w:rPr>
                <w:rFonts w:ascii="Arial" w:hAnsi="Arial" w:cs="v4.2.0"/>
                <w:sz w:val="18"/>
                <w:vertAlign w:val="subscript"/>
                <w:lang w:val="fr-FR"/>
              </w:rPr>
              <w:t>SSB</w:t>
            </w:r>
            <w:r w:rsidRPr="008C6DE4">
              <w:rPr>
                <w:rFonts w:ascii="Arial" w:hAnsi="Arial" w:cs="v4.2.0"/>
                <w:sz w:val="18"/>
                <w:lang w:val="fr-FR"/>
              </w:rPr>
              <w:t>)</w:t>
            </w:r>
          </w:p>
        </w:tc>
      </w:tr>
      <w:tr w:rsidR="003E338B" w:rsidRPr="008C6DE4" w14:paraId="54C8EB81"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515D6CE1" w14:textId="77777777" w:rsidR="003E338B" w:rsidRPr="008C6DE4" w:rsidRDefault="003E338B" w:rsidP="003E338B">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cs="Arial" w:hint="eastAsia"/>
                <w:sz w:val="18"/>
              </w:rPr>
              <w:t>≤</w:t>
            </w:r>
            <w:r w:rsidRPr="008C6DE4">
              <w:rPr>
                <w:rFonts w:ascii="Arial" w:hAnsi="Arial" w:cs="Arial"/>
                <w:sz w:val="18"/>
              </w:rPr>
              <w:t xml:space="preserve"> </w:t>
            </w:r>
            <w:r w:rsidRPr="008C6DE4">
              <w:rPr>
                <w:rFonts w:ascii="Arial" w:hAnsi="Arial"/>
                <w:sz w:val="18"/>
              </w:rPr>
              <w:t>320ms</w:t>
            </w:r>
          </w:p>
        </w:tc>
        <w:tc>
          <w:tcPr>
            <w:tcW w:w="4582" w:type="dxa"/>
            <w:tcBorders>
              <w:top w:val="single" w:sz="4" w:space="0" w:color="auto"/>
              <w:left w:val="single" w:sz="4" w:space="0" w:color="auto"/>
              <w:bottom w:val="single" w:sz="4" w:space="0" w:color="auto"/>
              <w:right w:val="single" w:sz="4" w:space="0" w:color="auto"/>
            </w:tcBorders>
            <w:hideMark/>
          </w:tcPr>
          <w:p w14:paraId="0826D513" w14:textId="16597B21" w:rsidR="003E338B" w:rsidRPr="008C6DE4" w:rsidRDefault="003E338B" w:rsidP="003E338B">
            <w:pPr>
              <w:keepNext/>
              <w:keepLines/>
              <w:spacing w:after="0"/>
              <w:jc w:val="center"/>
              <w:rPr>
                <w:rFonts w:ascii="Arial" w:hAnsi="Arial"/>
                <w:sz w:val="18"/>
              </w:rPr>
            </w:pPr>
            <w:r w:rsidRPr="008C6DE4">
              <w:rPr>
                <w:rFonts w:ascii="Arial" w:hAnsi="Arial" w:cs="v4.2.0"/>
                <w:sz w:val="18"/>
                <w:lang w:val="fr-FR"/>
              </w:rPr>
              <w:t xml:space="preserve">Max(50, Ceil(7.5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P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N)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Max(T</w:t>
            </w:r>
            <w:r w:rsidRPr="008C6DE4">
              <w:rPr>
                <w:rFonts w:ascii="Arial" w:hAnsi="Arial" w:cs="v4.2.0"/>
                <w:sz w:val="18"/>
                <w:vertAlign w:val="subscript"/>
                <w:lang w:val="fr-FR"/>
              </w:rPr>
              <w:t>DRX</w:t>
            </w:r>
            <w:r w:rsidRPr="008C6DE4">
              <w:rPr>
                <w:rFonts w:ascii="Arial" w:hAnsi="Arial" w:cs="v4.2.0"/>
                <w:sz w:val="18"/>
                <w:lang w:val="fr-FR"/>
              </w:rPr>
              <w:t>,T</w:t>
            </w:r>
            <w:r w:rsidRPr="008C6DE4">
              <w:rPr>
                <w:rFonts w:ascii="Arial" w:hAnsi="Arial" w:cs="v4.2.0"/>
                <w:sz w:val="18"/>
                <w:vertAlign w:val="subscript"/>
                <w:lang w:val="fr-FR"/>
              </w:rPr>
              <w:t>SSB</w:t>
            </w:r>
            <w:r w:rsidRPr="008C6DE4">
              <w:rPr>
                <w:rFonts w:ascii="Arial" w:hAnsi="Arial" w:cs="v4.2.0"/>
                <w:sz w:val="18"/>
                <w:lang w:val="fr-FR"/>
              </w:rPr>
              <w:t>))</w:t>
            </w:r>
          </w:p>
        </w:tc>
      </w:tr>
      <w:tr w:rsidR="003E338B" w:rsidRPr="008C6DE4" w14:paraId="580CD16D"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3AFF9725" w14:textId="77777777" w:rsidR="003E338B" w:rsidRPr="008C6DE4" w:rsidRDefault="003E338B" w:rsidP="003E338B">
            <w:pPr>
              <w:keepNext/>
              <w:keepLines/>
              <w:spacing w:after="0"/>
              <w:jc w:val="center"/>
              <w:rPr>
                <w:rFonts w:ascii="Arial" w:hAnsi="Arial"/>
                <w:sz w:val="18"/>
              </w:rPr>
            </w:pPr>
            <w:r w:rsidRPr="008C6DE4">
              <w:rPr>
                <w:rFonts w:ascii="Arial" w:hAnsi="Arial"/>
                <w:sz w:val="18"/>
              </w:rPr>
              <w:t>DRX cycle &gt; 320ms</w:t>
            </w:r>
          </w:p>
        </w:tc>
        <w:tc>
          <w:tcPr>
            <w:tcW w:w="4582" w:type="dxa"/>
            <w:tcBorders>
              <w:top w:val="single" w:sz="4" w:space="0" w:color="auto"/>
              <w:left w:val="single" w:sz="4" w:space="0" w:color="auto"/>
              <w:bottom w:val="single" w:sz="4" w:space="0" w:color="auto"/>
              <w:right w:val="single" w:sz="4" w:space="0" w:color="auto"/>
            </w:tcBorders>
            <w:hideMark/>
          </w:tcPr>
          <w:p w14:paraId="7A5633C4" w14:textId="475AC1EC" w:rsidR="003E338B" w:rsidRPr="008C6DE4" w:rsidRDefault="003E338B" w:rsidP="003E338B">
            <w:pPr>
              <w:keepNext/>
              <w:keepLines/>
              <w:spacing w:after="0"/>
              <w:jc w:val="center"/>
              <w:rPr>
                <w:rFonts w:ascii="Arial" w:hAnsi="Arial"/>
                <w:sz w:val="18"/>
              </w:rPr>
            </w:pPr>
            <w:r w:rsidRPr="008C6DE4">
              <w:rPr>
                <w:rFonts w:ascii="Arial" w:hAnsi="Arial" w:cs="v4.2.0"/>
                <w:sz w:val="18"/>
                <w:lang w:val="fr-FR"/>
              </w:rPr>
              <w:t xml:space="preserve">Ceil(5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P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N)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T</w:t>
            </w:r>
            <w:r w:rsidRPr="008C6DE4">
              <w:rPr>
                <w:rFonts w:ascii="Arial" w:hAnsi="Arial" w:cs="v4.2.0"/>
                <w:sz w:val="18"/>
                <w:vertAlign w:val="subscript"/>
                <w:lang w:val="fr-FR"/>
              </w:rPr>
              <w:t>DRX</w:t>
            </w:r>
          </w:p>
        </w:tc>
      </w:tr>
      <w:tr w:rsidR="00DF3064" w:rsidRPr="008C6DE4" w14:paraId="50A74B04" w14:textId="77777777" w:rsidTr="00DF3064">
        <w:trPr>
          <w:jc w:val="center"/>
        </w:trPr>
        <w:tc>
          <w:tcPr>
            <w:tcW w:w="6617" w:type="dxa"/>
            <w:gridSpan w:val="2"/>
            <w:tcBorders>
              <w:top w:val="single" w:sz="4" w:space="0" w:color="auto"/>
              <w:left w:val="single" w:sz="4" w:space="0" w:color="auto"/>
              <w:bottom w:val="single" w:sz="4" w:space="0" w:color="auto"/>
              <w:right w:val="single" w:sz="4" w:space="0" w:color="auto"/>
            </w:tcBorders>
            <w:hideMark/>
          </w:tcPr>
          <w:p w14:paraId="7ECB19BC" w14:textId="77777777" w:rsidR="00DF3064" w:rsidRPr="008C6DE4" w:rsidRDefault="00DF3064" w:rsidP="00DF3064">
            <w:pPr>
              <w:keepNext/>
              <w:keepLines/>
              <w:spacing w:after="0"/>
              <w:rPr>
                <w:rFonts w:ascii="Arial" w:hAnsi="Arial" w:cs="v4.2.0"/>
                <w:sz w:val="18"/>
              </w:rPr>
            </w:pPr>
            <w:r w:rsidRPr="008C6DE4">
              <w:rPr>
                <w:rFonts w:ascii="Arial" w:hAnsi="Arial"/>
                <w:sz w:val="18"/>
              </w:rPr>
              <w:t>Note:</w:t>
            </w:r>
            <w:r w:rsidRPr="008C6DE4">
              <w:rPr>
                <w:rFonts w:ascii="Arial" w:hAnsi="Arial"/>
                <w:sz w:val="28"/>
              </w:rPr>
              <w:tab/>
            </w:r>
            <w:r w:rsidRPr="008C6DE4">
              <w:rPr>
                <w:rFonts w:ascii="Arial" w:hAnsi="Arial" w:cs="v4.2.0"/>
                <w:sz w:val="18"/>
              </w:rPr>
              <w:t>T</w:t>
            </w:r>
            <w:r w:rsidRPr="008C6DE4">
              <w:rPr>
                <w:rFonts w:ascii="Arial" w:hAnsi="Arial" w:cs="v4.2.0"/>
                <w:sz w:val="18"/>
                <w:vertAlign w:val="subscript"/>
              </w:rPr>
              <w:t>SSB</w:t>
            </w:r>
            <w:r w:rsidRPr="008C6DE4">
              <w:rPr>
                <w:rFonts w:ascii="Arial" w:hAnsi="Arial"/>
                <w:sz w:val="18"/>
              </w:rPr>
              <w:t xml:space="preserve"> is the periodicity of SSB in the set </w:t>
            </w:r>
            <w:r w:rsidRPr="008C6DE4">
              <w:rPr>
                <w:iCs/>
                <w:noProof/>
                <w:position w:val="-10"/>
                <w:lang w:val="en-US" w:eastAsia="zh-CN"/>
              </w:rPr>
              <w:drawing>
                <wp:inline distT="0" distB="0" distL="0" distR="0" wp14:anchorId="188C7AB3" wp14:editId="604BEB4F">
                  <wp:extent cx="152400" cy="198120"/>
                  <wp:effectExtent l="0" t="0" r="0" b="0"/>
                  <wp:docPr id="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2400" cy="198120"/>
                          </a:xfrm>
                          <a:prstGeom prst="rect">
                            <a:avLst/>
                          </a:prstGeom>
                          <a:noFill/>
                          <a:ln>
                            <a:noFill/>
                          </a:ln>
                        </pic:spPr>
                      </pic:pic>
                    </a:graphicData>
                  </a:graphic>
                </wp:inline>
              </w:drawing>
            </w:r>
            <w:r w:rsidRPr="008C6DE4">
              <w:rPr>
                <w:rFonts w:ascii="Arial" w:hAnsi="Arial"/>
                <w:sz w:val="18"/>
              </w:rPr>
              <w:t>.</w:t>
            </w:r>
            <w:r w:rsidRPr="008C6DE4">
              <w:rPr>
                <w:rFonts w:ascii="Arial" w:hAnsi="Arial" w:cs="v4.2.0"/>
                <w:sz w:val="18"/>
              </w:rPr>
              <w:t xml:space="preserve"> T</w:t>
            </w:r>
            <w:r w:rsidRPr="008C6DE4">
              <w:rPr>
                <w:rFonts w:ascii="Arial" w:hAnsi="Arial" w:cs="v4.2.0"/>
                <w:sz w:val="18"/>
                <w:vertAlign w:val="subscript"/>
              </w:rPr>
              <w:t>DRX</w:t>
            </w:r>
            <w:r w:rsidRPr="008C6DE4">
              <w:rPr>
                <w:rFonts w:ascii="Arial" w:hAnsi="Arial"/>
                <w:sz w:val="18"/>
              </w:rPr>
              <w:t xml:space="preserve"> is the DRX cycle length.</w:t>
            </w:r>
          </w:p>
        </w:tc>
      </w:tr>
    </w:tbl>
    <w:p w14:paraId="3CF5ACE6" w14:textId="77777777" w:rsidR="00DF3064" w:rsidRPr="008C6DE4" w:rsidRDefault="00DF3064" w:rsidP="00DF3064">
      <w:pPr>
        <w:rPr>
          <w:rFonts w:eastAsia="?? ??"/>
        </w:rPr>
      </w:pPr>
    </w:p>
    <w:p w14:paraId="37F6C23B" w14:textId="3F0689FA" w:rsidR="00DF3064" w:rsidRPr="008C6DE4" w:rsidRDefault="0048284E" w:rsidP="0048284E">
      <w:pPr>
        <w:pStyle w:val="Heading4"/>
      </w:pPr>
      <w:r w:rsidRPr="008C6DE4">
        <w:t>8.5.2.3</w:t>
      </w:r>
      <w:r w:rsidR="00DF3064" w:rsidRPr="008C6DE4">
        <w:tab/>
        <w:t>Measurement restriction for SSB based beam failure detection</w:t>
      </w:r>
    </w:p>
    <w:p w14:paraId="108620A3" w14:textId="77777777" w:rsidR="00DF3064" w:rsidRPr="008C6DE4" w:rsidRDefault="00DF3064" w:rsidP="00DF3064">
      <w:pPr>
        <w:rPr>
          <w:lang w:eastAsia="zh-CN"/>
        </w:rPr>
      </w:pPr>
      <w:r w:rsidRPr="008C6DE4">
        <w:rPr>
          <w:lang w:eastAsia="zh-CN"/>
        </w:rPr>
        <w:t>The UE is required to be capable of measuring SSB for BFD without measurement gaps. T</w:t>
      </w:r>
      <w:r w:rsidRPr="008C6DE4">
        <w:t>he UE is required to perform the SSB measurements with measurement restrictions as described in the following clauses.</w:t>
      </w:r>
    </w:p>
    <w:p w14:paraId="049EC078" w14:textId="1E192034" w:rsidR="00DF3064" w:rsidRPr="008C6DE4" w:rsidRDefault="00DF3064" w:rsidP="00DF3064">
      <w:r w:rsidRPr="008C6DE4">
        <w:t xml:space="preserve">For FR1, when the SSB for BFD measurement is in the same OFDM symbol as CSI-RS for RLM, BFD, CBD or L1-RSRP measurement, </w:t>
      </w:r>
    </w:p>
    <w:p w14:paraId="594A785C" w14:textId="77777777" w:rsidR="00DF3064" w:rsidRPr="008C6DE4" w:rsidRDefault="00DF3064" w:rsidP="00DF3064">
      <w:pPr>
        <w:ind w:left="568" w:hanging="284"/>
      </w:pPr>
      <w:r w:rsidRPr="008C6DE4">
        <w:t>-</w:t>
      </w:r>
      <w:r w:rsidRPr="008C6DE4">
        <w:tab/>
        <w:t>If SSB and CSI-RS have same SCS, UE shall be able to measure the SSB for BFD measurement without any restriction;</w:t>
      </w:r>
    </w:p>
    <w:p w14:paraId="18F8472D" w14:textId="77777777" w:rsidR="00DF3064" w:rsidRPr="008C6DE4" w:rsidRDefault="00DF3064" w:rsidP="00DF3064">
      <w:pPr>
        <w:ind w:left="568" w:hanging="284"/>
      </w:pPr>
      <w:r w:rsidRPr="008C6DE4">
        <w:t>-</w:t>
      </w:r>
      <w:r w:rsidRPr="008C6DE4">
        <w:tab/>
        <w:t>If SSB and CSI-RS have different SCS,</w:t>
      </w:r>
    </w:p>
    <w:p w14:paraId="07CF5674" w14:textId="77777777" w:rsidR="00DF3064" w:rsidRPr="008C6DE4" w:rsidRDefault="00DF3064" w:rsidP="00DF3064">
      <w:pPr>
        <w:ind w:left="851" w:hanging="284"/>
      </w:pPr>
      <w:r w:rsidRPr="008C6DE4">
        <w:t>-</w:t>
      </w:r>
      <w:r w:rsidRPr="008C6DE4">
        <w:tab/>
        <w:t xml:space="preserve">If UE supports </w:t>
      </w:r>
      <w:r w:rsidRPr="008C6DE4">
        <w:rPr>
          <w:i/>
        </w:rPr>
        <w:t>simultaneousRxDataSSB-DiffNumerology</w:t>
      </w:r>
      <w:r w:rsidRPr="008C6DE4">
        <w:t>, UE shall be able to measure the SSB for BFD measurement without any restriction;</w:t>
      </w:r>
    </w:p>
    <w:p w14:paraId="38345018" w14:textId="77777777" w:rsidR="00DF3064" w:rsidRPr="008C6DE4" w:rsidRDefault="00DF3064" w:rsidP="00DF3064">
      <w:pPr>
        <w:ind w:left="851" w:hanging="284"/>
      </w:pPr>
      <w:r w:rsidRPr="008C6DE4">
        <w:t>-</w:t>
      </w:r>
      <w:r w:rsidRPr="008C6DE4">
        <w:tab/>
        <w:t xml:space="preserve">If UE does not support </w:t>
      </w:r>
      <w:r w:rsidRPr="008C6DE4">
        <w:rPr>
          <w:i/>
        </w:rPr>
        <w:t>simultaneousRxDataSSB-DiffNumerology</w:t>
      </w:r>
      <w:r w:rsidRPr="008C6DE4">
        <w:t xml:space="preserve">, UE is required to measure one of but not both SSB for BFD measurement and CSI-RS. Longer measurement period for SSB based BFD measurement is expected, and </w:t>
      </w:r>
      <w:r w:rsidRPr="008C6DE4">
        <w:rPr>
          <w:lang w:val="en-US"/>
        </w:rPr>
        <w:t>no requirements are defined.</w:t>
      </w:r>
    </w:p>
    <w:p w14:paraId="10741123" w14:textId="77777777" w:rsidR="00EC769A" w:rsidRPr="008C6DE4" w:rsidRDefault="00EC769A" w:rsidP="00EC769A">
      <w:pPr>
        <w:rPr>
          <w:rFonts w:eastAsia="?? ??"/>
        </w:rPr>
      </w:pPr>
      <w:r w:rsidRPr="008C6DE4">
        <w:t xml:space="preserve">For FR2, when the SSB for BFD measurement </w:t>
      </w:r>
      <w:r w:rsidRPr="008C6DE4">
        <w:rPr>
          <w:rFonts w:eastAsia="Malgun Gothic"/>
          <w:lang w:eastAsia="ja-JP"/>
        </w:rPr>
        <w:t xml:space="preserve">on one CC </w:t>
      </w:r>
      <w:r w:rsidRPr="008C6DE4">
        <w:t xml:space="preserve">is in the same OFDM symbol as CSI-RS for RLM, BFD, CBD or L1-RSRP measurement </w:t>
      </w:r>
      <w:r w:rsidRPr="008C6DE4">
        <w:rPr>
          <w:rFonts w:eastAsia="Malgun Gothic"/>
          <w:lang w:eastAsia="ja-JP"/>
        </w:rPr>
        <w:t>on the same CC or different CCs in the same band</w:t>
      </w:r>
      <w:r w:rsidRPr="008C6DE4">
        <w:t xml:space="preserve">, UE is required to measure one of but not both SSB for BFD measurement and CSI-RS. Longer measurement period for SSB based BFD measurement is expected, and </w:t>
      </w:r>
      <w:r w:rsidRPr="008C6DE4">
        <w:rPr>
          <w:lang w:val="en-US"/>
        </w:rPr>
        <w:t>no requirements are defined</w:t>
      </w:r>
      <w:r w:rsidRPr="008C6DE4">
        <w:t>.</w:t>
      </w:r>
    </w:p>
    <w:p w14:paraId="529A6911" w14:textId="79B8E46B" w:rsidR="00DF3064" w:rsidRPr="008C6DE4" w:rsidRDefault="0048284E" w:rsidP="0048284E">
      <w:pPr>
        <w:pStyle w:val="Heading3"/>
      </w:pPr>
      <w:r w:rsidRPr="008C6DE4">
        <w:t>8.5.3</w:t>
      </w:r>
      <w:r w:rsidR="00DF3064" w:rsidRPr="008C6DE4">
        <w:tab/>
        <w:t>Requirements for CSI-RS based beam failure detection</w:t>
      </w:r>
    </w:p>
    <w:p w14:paraId="08BD9429" w14:textId="7B5D71EB" w:rsidR="00DF3064" w:rsidRPr="008C6DE4" w:rsidRDefault="0048284E" w:rsidP="0048284E">
      <w:pPr>
        <w:pStyle w:val="Heading4"/>
      </w:pPr>
      <w:r w:rsidRPr="008C6DE4">
        <w:rPr>
          <w:rFonts w:eastAsia="?? ??"/>
        </w:rPr>
        <w:t>8.5.3.1</w:t>
      </w:r>
      <w:r w:rsidR="00DF3064" w:rsidRPr="008C6DE4">
        <w:rPr>
          <w:rFonts w:eastAsia="?? ??"/>
        </w:rPr>
        <w:tab/>
      </w:r>
      <w:r w:rsidR="00DF3064" w:rsidRPr="008C6DE4">
        <w:t>Introduction</w:t>
      </w:r>
    </w:p>
    <w:p w14:paraId="6BE99A58" w14:textId="330242F2" w:rsidR="00DF3064" w:rsidRPr="008C6DE4" w:rsidRDefault="00DF3064" w:rsidP="00DF3064">
      <w:r w:rsidRPr="008C6DE4">
        <w:t xml:space="preserve">The requirements in this </w:t>
      </w:r>
      <w:r w:rsidR="00854981" w:rsidRPr="008C6DE4">
        <w:t>clause</w:t>
      </w:r>
      <w:r w:rsidRPr="008C6DE4">
        <w:t xml:space="preserve"> apply for each CSI-RS resource in the set </w:t>
      </w:r>
      <w:r w:rsidRPr="008C6DE4">
        <w:rPr>
          <w:iCs/>
          <w:noProof/>
          <w:position w:val="-10"/>
          <w:lang w:val="en-US" w:eastAsia="zh-CN"/>
        </w:rPr>
        <w:drawing>
          <wp:inline distT="0" distB="0" distL="0" distR="0" wp14:anchorId="5B8F1E13" wp14:editId="1C8199B8">
            <wp:extent cx="152400" cy="1981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2400" cy="198120"/>
                    </a:xfrm>
                    <a:prstGeom prst="rect">
                      <a:avLst/>
                    </a:prstGeom>
                    <a:noFill/>
                    <a:ln>
                      <a:noFill/>
                    </a:ln>
                  </pic:spPr>
                </pic:pic>
              </a:graphicData>
            </a:graphic>
          </wp:inline>
        </w:drawing>
      </w:r>
      <w:r w:rsidRPr="008C6DE4">
        <w:t xml:space="preserve"> of resource configurations for a serving cell, provided that the CSI-RS resource(s) in set </w:t>
      </w:r>
      <w:r w:rsidRPr="008C6DE4">
        <w:rPr>
          <w:iCs/>
          <w:noProof/>
          <w:position w:val="-10"/>
          <w:lang w:val="en-US" w:eastAsia="zh-CN"/>
        </w:rPr>
        <w:drawing>
          <wp:inline distT="0" distB="0" distL="0" distR="0" wp14:anchorId="32F2E104" wp14:editId="2AAF20A2">
            <wp:extent cx="152400" cy="19812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2400" cy="198120"/>
                    </a:xfrm>
                    <a:prstGeom prst="rect">
                      <a:avLst/>
                    </a:prstGeom>
                    <a:noFill/>
                    <a:ln>
                      <a:noFill/>
                    </a:ln>
                  </pic:spPr>
                </pic:pic>
              </a:graphicData>
            </a:graphic>
          </wp:inline>
        </w:drawing>
      </w:r>
      <w:r w:rsidRPr="008C6DE4">
        <w:t xml:space="preserve">for </w:t>
      </w:r>
      <w:r w:rsidRPr="008C6DE4">
        <w:rPr>
          <w:rFonts w:cs="v5.0.0"/>
        </w:rPr>
        <w:t>beam failure detection</w:t>
      </w:r>
      <w:r w:rsidRPr="008C6DE4">
        <w:t xml:space="preserve"> are actually transmitted within the UE active DL BWP during the entire evaluation period specified in clause 8.5.3.2. UE is not expected to perform beam failure detection measurements on the CSI-RS configured for BFD if the CSI-RS is not QCL-ed, with QCL-TypeD </w:t>
      </w:r>
      <w:r w:rsidRPr="008C6DE4">
        <w:rPr>
          <w:lang w:eastAsia="zh-CN"/>
        </w:rPr>
        <w:t>when applicable,</w:t>
      </w:r>
      <w:r w:rsidRPr="008C6DE4">
        <w:t xml:space="preserve"> with the RS in the active TCI state of any CORESET configured in the UE active BWP.</w:t>
      </w:r>
    </w:p>
    <w:p w14:paraId="7BD31DAC" w14:textId="77777777" w:rsidR="00DF3064" w:rsidRPr="008C6DE4" w:rsidRDefault="00DF3064" w:rsidP="00DF3064">
      <w:pPr>
        <w:keepNext/>
        <w:keepLines/>
        <w:spacing w:before="60"/>
        <w:jc w:val="center"/>
        <w:rPr>
          <w:rFonts w:ascii="Arial" w:hAnsi="Arial"/>
          <w:b/>
        </w:rPr>
      </w:pPr>
      <w:r w:rsidRPr="008C6DE4">
        <w:rPr>
          <w:rFonts w:ascii="Arial" w:hAnsi="Arial"/>
          <w:b/>
        </w:rPr>
        <w:t>Table 8.5.3.1-1: PDCCH transmission parameters for beam failure instance</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49"/>
        <w:gridCol w:w="3586"/>
      </w:tblGrid>
      <w:tr w:rsidR="00DD3199" w:rsidRPr="008C6DE4" w14:paraId="16A9C422" w14:textId="77777777" w:rsidTr="00DF3064">
        <w:trPr>
          <w:jc w:val="center"/>
        </w:trPr>
        <w:tc>
          <w:tcPr>
            <w:tcW w:w="2649" w:type="dxa"/>
            <w:tcBorders>
              <w:top w:val="single" w:sz="4" w:space="0" w:color="auto"/>
              <w:left w:val="single" w:sz="4" w:space="0" w:color="auto"/>
              <w:bottom w:val="single" w:sz="6" w:space="0" w:color="auto"/>
              <w:right w:val="single" w:sz="6" w:space="0" w:color="auto"/>
            </w:tcBorders>
            <w:vAlign w:val="center"/>
            <w:hideMark/>
          </w:tcPr>
          <w:p w14:paraId="6D264B7D"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Attribute</w:t>
            </w:r>
          </w:p>
        </w:tc>
        <w:tc>
          <w:tcPr>
            <w:tcW w:w="3586" w:type="dxa"/>
            <w:tcBorders>
              <w:top w:val="single" w:sz="4" w:space="0" w:color="auto"/>
              <w:left w:val="single" w:sz="6" w:space="0" w:color="auto"/>
              <w:bottom w:val="single" w:sz="6" w:space="0" w:color="auto"/>
              <w:right w:val="single" w:sz="4" w:space="0" w:color="auto"/>
            </w:tcBorders>
            <w:vAlign w:val="center"/>
            <w:hideMark/>
          </w:tcPr>
          <w:p w14:paraId="712AEBED" w14:textId="77777777" w:rsidR="00DF3064" w:rsidRPr="008C6DE4" w:rsidRDefault="00DF3064" w:rsidP="00DF3064">
            <w:pPr>
              <w:keepNext/>
              <w:keepLines/>
              <w:spacing w:after="0"/>
              <w:jc w:val="center"/>
              <w:rPr>
                <w:rFonts w:ascii="Arial" w:eastAsia="?? ??" w:hAnsi="Arial"/>
                <w:b/>
                <w:sz w:val="18"/>
              </w:rPr>
            </w:pPr>
            <w:r w:rsidRPr="008C6DE4">
              <w:rPr>
                <w:rFonts w:ascii="Arial" w:eastAsia="?? ??" w:hAnsi="Arial"/>
                <w:b/>
                <w:sz w:val="18"/>
              </w:rPr>
              <w:t>Value for BLER</w:t>
            </w:r>
          </w:p>
        </w:tc>
      </w:tr>
      <w:tr w:rsidR="00DD3199" w:rsidRPr="008C6DE4" w14:paraId="07CDE9A6" w14:textId="77777777" w:rsidTr="00DF3064">
        <w:trPr>
          <w:trHeight w:val="201"/>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09D60886" w14:textId="77777777" w:rsidR="00DF3064" w:rsidRPr="008C6DE4" w:rsidRDefault="00DF3064" w:rsidP="00DF3064">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DCI format</w:t>
            </w:r>
          </w:p>
        </w:tc>
        <w:tc>
          <w:tcPr>
            <w:tcW w:w="3586" w:type="dxa"/>
            <w:tcBorders>
              <w:top w:val="single" w:sz="6" w:space="0" w:color="auto"/>
              <w:left w:val="single" w:sz="6" w:space="0" w:color="auto"/>
              <w:bottom w:val="single" w:sz="6" w:space="0" w:color="auto"/>
              <w:right w:val="single" w:sz="4" w:space="0" w:color="auto"/>
            </w:tcBorders>
            <w:vAlign w:val="center"/>
            <w:hideMark/>
          </w:tcPr>
          <w:p w14:paraId="7311AAAF" w14:textId="77777777" w:rsidR="00DF3064" w:rsidRPr="008C6DE4" w:rsidRDefault="00DF3064" w:rsidP="00DF3064">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1-0</w:t>
            </w:r>
          </w:p>
        </w:tc>
      </w:tr>
      <w:tr w:rsidR="00DD3199" w:rsidRPr="008C6DE4" w14:paraId="130E3750"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01893257" w14:textId="77777777" w:rsidR="00DF3064" w:rsidRPr="008C6DE4" w:rsidRDefault="00DF3064" w:rsidP="00DF3064">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Number of control OFDM symbols</w:t>
            </w:r>
          </w:p>
        </w:tc>
        <w:tc>
          <w:tcPr>
            <w:tcW w:w="3586" w:type="dxa"/>
            <w:tcBorders>
              <w:top w:val="single" w:sz="6" w:space="0" w:color="auto"/>
              <w:left w:val="single" w:sz="6" w:space="0" w:color="auto"/>
              <w:bottom w:val="single" w:sz="6" w:space="0" w:color="auto"/>
              <w:right w:val="single" w:sz="4" w:space="0" w:color="auto"/>
            </w:tcBorders>
            <w:vAlign w:val="center"/>
            <w:hideMark/>
          </w:tcPr>
          <w:p w14:paraId="075CED74" w14:textId="77777777" w:rsidR="00DF3064" w:rsidRPr="008C6DE4" w:rsidRDefault="00DF3064" w:rsidP="00DF3064">
            <w:pPr>
              <w:keepNext/>
              <w:keepLines/>
              <w:overflowPunct w:val="0"/>
              <w:autoSpaceDE w:val="0"/>
              <w:autoSpaceDN w:val="0"/>
              <w:adjustRightInd w:val="0"/>
              <w:spacing w:after="0"/>
              <w:jc w:val="center"/>
              <w:textAlignment w:val="baseline"/>
              <w:rPr>
                <w:rFonts w:ascii="Arial" w:eastAsia="?? ??" w:hAnsi="Arial" w:cs="Arial"/>
                <w:sz w:val="18"/>
                <w:szCs w:val="18"/>
                <w:lang w:val="de-DE"/>
              </w:rPr>
            </w:pPr>
            <w:r w:rsidRPr="008C6DE4">
              <w:rPr>
                <w:rFonts w:ascii="Arial" w:eastAsia="?? ??" w:hAnsi="Arial" w:cs="Arial"/>
                <w:sz w:val="18"/>
                <w:szCs w:val="18"/>
              </w:rPr>
              <w:t>2</w:t>
            </w:r>
          </w:p>
        </w:tc>
      </w:tr>
      <w:tr w:rsidR="00DD3199" w:rsidRPr="008C6DE4" w14:paraId="3BE66A6D"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236CB192" w14:textId="77777777" w:rsidR="00DF3064" w:rsidRPr="008C6DE4" w:rsidRDefault="00DF3064" w:rsidP="00DF3064">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Aggregation level (CCE)</w:t>
            </w:r>
          </w:p>
        </w:tc>
        <w:tc>
          <w:tcPr>
            <w:tcW w:w="3586" w:type="dxa"/>
            <w:tcBorders>
              <w:top w:val="single" w:sz="6" w:space="0" w:color="auto"/>
              <w:left w:val="single" w:sz="6" w:space="0" w:color="auto"/>
              <w:bottom w:val="single" w:sz="6" w:space="0" w:color="auto"/>
              <w:right w:val="single" w:sz="4" w:space="0" w:color="auto"/>
            </w:tcBorders>
            <w:vAlign w:val="center"/>
            <w:hideMark/>
          </w:tcPr>
          <w:p w14:paraId="1BE50465" w14:textId="77777777" w:rsidR="00DF3064" w:rsidRPr="008C6DE4" w:rsidRDefault="00DF3064" w:rsidP="00DF3064">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8</w:t>
            </w:r>
          </w:p>
        </w:tc>
      </w:tr>
      <w:tr w:rsidR="00DD3199" w:rsidRPr="008C6DE4" w14:paraId="5CE595AA"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118D9D9F" w14:textId="77777777" w:rsidR="00DF3064" w:rsidRPr="008C6DE4" w:rsidRDefault="00DF3064" w:rsidP="00DF3064">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Ratio of hypothetical PDCCH RE energy to average CSI-RS RE energy</w:t>
            </w:r>
          </w:p>
        </w:tc>
        <w:tc>
          <w:tcPr>
            <w:tcW w:w="3586" w:type="dxa"/>
            <w:tcBorders>
              <w:top w:val="single" w:sz="6" w:space="0" w:color="auto"/>
              <w:left w:val="single" w:sz="6" w:space="0" w:color="auto"/>
              <w:bottom w:val="single" w:sz="6" w:space="0" w:color="auto"/>
              <w:right w:val="single" w:sz="4" w:space="0" w:color="auto"/>
            </w:tcBorders>
            <w:vAlign w:val="center"/>
            <w:hideMark/>
          </w:tcPr>
          <w:p w14:paraId="00E4999C" w14:textId="77777777" w:rsidR="00DF3064" w:rsidRPr="008C6DE4" w:rsidRDefault="00DF3064" w:rsidP="00DF3064">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0dB</w:t>
            </w:r>
          </w:p>
        </w:tc>
      </w:tr>
      <w:tr w:rsidR="00DD3199" w:rsidRPr="008C6DE4" w14:paraId="6D5790FC"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6EAB8A1A" w14:textId="77777777" w:rsidR="00DF3064" w:rsidRPr="008C6DE4" w:rsidRDefault="00DF3064" w:rsidP="00DF3064">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Ratio of hypothetical PDCCH DMRS energy to average CSI-RS RE energy</w:t>
            </w:r>
          </w:p>
        </w:tc>
        <w:tc>
          <w:tcPr>
            <w:tcW w:w="3586" w:type="dxa"/>
            <w:tcBorders>
              <w:top w:val="single" w:sz="6" w:space="0" w:color="auto"/>
              <w:left w:val="single" w:sz="6" w:space="0" w:color="auto"/>
              <w:bottom w:val="single" w:sz="6" w:space="0" w:color="auto"/>
              <w:right w:val="single" w:sz="4" w:space="0" w:color="auto"/>
            </w:tcBorders>
            <w:vAlign w:val="center"/>
            <w:hideMark/>
          </w:tcPr>
          <w:p w14:paraId="45DDE99A" w14:textId="77777777" w:rsidR="00DF3064" w:rsidRPr="008C6DE4" w:rsidRDefault="00DF3064" w:rsidP="00DF3064">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0dB</w:t>
            </w:r>
          </w:p>
        </w:tc>
      </w:tr>
      <w:tr w:rsidR="00DD3199" w:rsidRPr="008C6DE4" w14:paraId="7C195C66"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5361FDCB" w14:textId="77777777" w:rsidR="00DF3064" w:rsidRPr="008C6DE4" w:rsidRDefault="00DF3064" w:rsidP="00DF3064">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Bandwidth (PRBs)</w:t>
            </w:r>
          </w:p>
        </w:tc>
        <w:tc>
          <w:tcPr>
            <w:tcW w:w="3586" w:type="dxa"/>
            <w:tcBorders>
              <w:top w:val="single" w:sz="6" w:space="0" w:color="auto"/>
              <w:left w:val="single" w:sz="6" w:space="0" w:color="auto"/>
              <w:bottom w:val="single" w:sz="6" w:space="0" w:color="auto"/>
              <w:right w:val="single" w:sz="4" w:space="0" w:color="auto"/>
            </w:tcBorders>
            <w:vAlign w:val="center"/>
            <w:hideMark/>
          </w:tcPr>
          <w:p w14:paraId="71524476" w14:textId="77777777" w:rsidR="00DF3064" w:rsidRPr="008C6DE4" w:rsidRDefault="00DF3064" w:rsidP="00DF3064">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48</w:t>
            </w:r>
          </w:p>
        </w:tc>
      </w:tr>
      <w:tr w:rsidR="00DD3199" w:rsidRPr="008C6DE4" w14:paraId="4EF00CA2"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73FAA6DE" w14:textId="77777777" w:rsidR="00DF3064" w:rsidRPr="008C6DE4" w:rsidRDefault="00DF3064" w:rsidP="00DF3064">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Sub-carrier spacing (kHz)</w:t>
            </w:r>
          </w:p>
        </w:tc>
        <w:tc>
          <w:tcPr>
            <w:tcW w:w="3586" w:type="dxa"/>
            <w:tcBorders>
              <w:top w:val="single" w:sz="6" w:space="0" w:color="auto"/>
              <w:left w:val="single" w:sz="6" w:space="0" w:color="auto"/>
              <w:bottom w:val="single" w:sz="6" w:space="0" w:color="auto"/>
              <w:right w:val="single" w:sz="4" w:space="0" w:color="auto"/>
            </w:tcBorders>
            <w:vAlign w:val="center"/>
            <w:hideMark/>
          </w:tcPr>
          <w:p w14:paraId="71E08F8D" w14:textId="77777777" w:rsidR="00DF3064" w:rsidRPr="008C6DE4" w:rsidRDefault="00DF3064" w:rsidP="00DF3064">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SCS of the active DL BWP</w:t>
            </w:r>
          </w:p>
        </w:tc>
      </w:tr>
      <w:tr w:rsidR="00DD3199" w:rsidRPr="008C6DE4" w14:paraId="79EF9E87"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6A2178CB" w14:textId="77777777" w:rsidR="00DF3064" w:rsidRPr="008C6DE4" w:rsidRDefault="00DF3064" w:rsidP="00DF3064">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DMRS precoder granularity</w:t>
            </w:r>
          </w:p>
        </w:tc>
        <w:tc>
          <w:tcPr>
            <w:tcW w:w="3586" w:type="dxa"/>
            <w:tcBorders>
              <w:top w:val="single" w:sz="6" w:space="0" w:color="auto"/>
              <w:left w:val="single" w:sz="6" w:space="0" w:color="auto"/>
              <w:bottom w:val="single" w:sz="6" w:space="0" w:color="auto"/>
              <w:right w:val="single" w:sz="4" w:space="0" w:color="auto"/>
            </w:tcBorders>
            <w:vAlign w:val="center"/>
            <w:hideMark/>
          </w:tcPr>
          <w:p w14:paraId="2123EAB3" w14:textId="77777777" w:rsidR="00DF3064" w:rsidRPr="008C6DE4" w:rsidRDefault="00DF3064" w:rsidP="00DF3064">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REG bundle size</w:t>
            </w:r>
          </w:p>
        </w:tc>
      </w:tr>
      <w:tr w:rsidR="00DD3199" w:rsidRPr="008C6DE4" w14:paraId="3276C9CF"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78A1A883" w14:textId="77777777" w:rsidR="00DF3064" w:rsidRPr="008C6DE4" w:rsidRDefault="00DF3064" w:rsidP="00DF3064">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REG bundle size</w:t>
            </w:r>
          </w:p>
        </w:tc>
        <w:tc>
          <w:tcPr>
            <w:tcW w:w="3586" w:type="dxa"/>
            <w:tcBorders>
              <w:top w:val="single" w:sz="6" w:space="0" w:color="auto"/>
              <w:left w:val="single" w:sz="6" w:space="0" w:color="auto"/>
              <w:bottom w:val="single" w:sz="6" w:space="0" w:color="auto"/>
              <w:right w:val="single" w:sz="4" w:space="0" w:color="auto"/>
            </w:tcBorders>
            <w:vAlign w:val="center"/>
            <w:hideMark/>
          </w:tcPr>
          <w:p w14:paraId="6CCA9303" w14:textId="77777777" w:rsidR="00DF3064" w:rsidRPr="008C6DE4" w:rsidRDefault="00DF3064" w:rsidP="00DF3064">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6</w:t>
            </w:r>
          </w:p>
        </w:tc>
      </w:tr>
      <w:tr w:rsidR="00DD3199" w:rsidRPr="008C6DE4" w14:paraId="358C9459" w14:textId="77777777" w:rsidTr="00DF3064">
        <w:trPr>
          <w:jc w:val="center"/>
        </w:trPr>
        <w:tc>
          <w:tcPr>
            <w:tcW w:w="2649" w:type="dxa"/>
            <w:tcBorders>
              <w:top w:val="single" w:sz="6" w:space="0" w:color="auto"/>
              <w:left w:val="single" w:sz="4" w:space="0" w:color="auto"/>
              <w:bottom w:val="single" w:sz="6" w:space="0" w:color="auto"/>
              <w:right w:val="single" w:sz="6" w:space="0" w:color="auto"/>
            </w:tcBorders>
            <w:vAlign w:val="center"/>
            <w:hideMark/>
          </w:tcPr>
          <w:p w14:paraId="1228DD73" w14:textId="77777777" w:rsidR="00DF3064" w:rsidRPr="008C6DE4" w:rsidRDefault="00DF3064" w:rsidP="00DF3064">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CP length</w:t>
            </w:r>
          </w:p>
        </w:tc>
        <w:tc>
          <w:tcPr>
            <w:tcW w:w="3586" w:type="dxa"/>
            <w:tcBorders>
              <w:top w:val="single" w:sz="6" w:space="0" w:color="auto"/>
              <w:left w:val="single" w:sz="6" w:space="0" w:color="auto"/>
              <w:bottom w:val="single" w:sz="6" w:space="0" w:color="auto"/>
              <w:right w:val="single" w:sz="4" w:space="0" w:color="auto"/>
            </w:tcBorders>
            <w:vAlign w:val="center"/>
            <w:hideMark/>
          </w:tcPr>
          <w:p w14:paraId="44C430AF" w14:textId="77777777" w:rsidR="00DF3064" w:rsidRPr="008C6DE4" w:rsidRDefault="00DF3064" w:rsidP="00DF3064">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Normal</w:t>
            </w:r>
          </w:p>
        </w:tc>
      </w:tr>
      <w:tr w:rsidR="00DF3064" w:rsidRPr="008C6DE4" w14:paraId="5A536A92" w14:textId="77777777" w:rsidTr="00DF3064">
        <w:trPr>
          <w:jc w:val="center"/>
        </w:trPr>
        <w:tc>
          <w:tcPr>
            <w:tcW w:w="2649" w:type="dxa"/>
            <w:tcBorders>
              <w:top w:val="single" w:sz="6" w:space="0" w:color="auto"/>
              <w:left w:val="single" w:sz="4" w:space="0" w:color="auto"/>
              <w:bottom w:val="single" w:sz="4" w:space="0" w:color="auto"/>
              <w:right w:val="single" w:sz="6" w:space="0" w:color="auto"/>
            </w:tcBorders>
            <w:vAlign w:val="center"/>
            <w:hideMark/>
          </w:tcPr>
          <w:p w14:paraId="6D23EDF3" w14:textId="77777777" w:rsidR="00DF3064" w:rsidRPr="008C6DE4" w:rsidRDefault="00DF3064" w:rsidP="00DF3064">
            <w:pPr>
              <w:keepNext/>
              <w:keepLines/>
              <w:overflowPunct w:val="0"/>
              <w:autoSpaceDE w:val="0"/>
              <w:autoSpaceDN w:val="0"/>
              <w:adjustRightInd w:val="0"/>
              <w:spacing w:after="0"/>
              <w:textAlignment w:val="baseline"/>
              <w:rPr>
                <w:rFonts w:ascii="Arial" w:eastAsia="?? ??" w:hAnsi="Arial" w:cs="Arial"/>
                <w:sz w:val="18"/>
                <w:szCs w:val="18"/>
              </w:rPr>
            </w:pPr>
            <w:r w:rsidRPr="008C6DE4">
              <w:rPr>
                <w:rFonts w:ascii="Arial" w:eastAsia="?? ??" w:hAnsi="Arial" w:cs="Arial"/>
                <w:sz w:val="18"/>
                <w:szCs w:val="18"/>
              </w:rPr>
              <w:t>Mapping from REG to CCE</w:t>
            </w:r>
          </w:p>
        </w:tc>
        <w:tc>
          <w:tcPr>
            <w:tcW w:w="3586" w:type="dxa"/>
            <w:tcBorders>
              <w:top w:val="single" w:sz="6" w:space="0" w:color="auto"/>
              <w:left w:val="single" w:sz="6" w:space="0" w:color="auto"/>
              <w:bottom w:val="single" w:sz="4" w:space="0" w:color="auto"/>
              <w:right w:val="single" w:sz="4" w:space="0" w:color="auto"/>
            </w:tcBorders>
            <w:vAlign w:val="center"/>
            <w:hideMark/>
          </w:tcPr>
          <w:p w14:paraId="166C7865" w14:textId="77777777" w:rsidR="00DF3064" w:rsidRPr="008C6DE4" w:rsidRDefault="00DF3064" w:rsidP="00DF3064">
            <w:pPr>
              <w:keepNext/>
              <w:keepLines/>
              <w:overflowPunct w:val="0"/>
              <w:autoSpaceDE w:val="0"/>
              <w:autoSpaceDN w:val="0"/>
              <w:adjustRightInd w:val="0"/>
              <w:spacing w:after="0"/>
              <w:jc w:val="center"/>
              <w:textAlignment w:val="baseline"/>
              <w:rPr>
                <w:rFonts w:ascii="Arial" w:eastAsia="?? ??" w:hAnsi="Arial" w:cs="Arial"/>
                <w:sz w:val="18"/>
                <w:szCs w:val="18"/>
              </w:rPr>
            </w:pPr>
            <w:r w:rsidRPr="008C6DE4">
              <w:rPr>
                <w:rFonts w:ascii="Arial" w:eastAsia="?? ??" w:hAnsi="Arial" w:cs="Arial"/>
                <w:sz w:val="18"/>
                <w:szCs w:val="18"/>
              </w:rPr>
              <w:t>Distributed</w:t>
            </w:r>
          </w:p>
        </w:tc>
      </w:tr>
    </w:tbl>
    <w:p w14:paraId="4D2C3F80" w14:textId="77777777" w:rsidR="00DF3064" w:rsidRPr="008C6DE4" w:rsidRDefault="00DF3064" w:rsidP="00DF3064"/>
    <w:p w14:paraId="358CF0E2" w14:textId="37E54200" w:rsidR="00DF3064" w:rsidRPr="008C6DE4" w:rsidRDefault="0048284E" w:rsidP="0048284E">
      <w:pPr>
        <w:pStyle w:val="Heading4"/>
      </w:pPr>
      <w:r w:rsidRPr="008C6DE4">
        <w:rPr>
          <w:rFonts w:eastAsia="?? ??"/>
        </w:rPr>
        <w:t>8.5.3.2</w:t>
      </w:r>
      <w:r w:rsidR="00DF3064" w:rsidRPr="008C6DE4">
        <w:rPr>
          <w:rFonts w:eastAsia="?? ??"/>
        </w:rPr>
        <w:tab/>
      </w:r>
      <w:r w:rsidR="00DF3064" w:rsidRPr="008C6DE4">
        <w:t>Minimum requirement</w:t>
      </w:r>
    </w:p>
    <w:p w14:paraId="7B01F0B4" w14:textId="35868D2C" w:rsidR="00DF3064" w:rsidRPr="008C6DE4" w:rsidRDefault="00DF3064" w:rsidP="00DF3064">
      <w:pPr>
        <w:rPr>
          <w:rFonts w:eastAsia="?? ??"/>
        </w:rPr>
      </w:pPr>
      <w:r w:rsidRPr="008C6DE4">
        <w:rPr>
          <w:rFonts w:eastAsia="?? ??"/>
        </w:rPr>
        <w:t xml:space="preserve">UE shall be able to evaluate whether the downlink radio link quality on the CSI-RS </w:t>
      </w:r>
      <w:r w:rsidRPr="008C6DE4">
        <w:rPr>
          <w:rFonts w:cs="Arial"/>
        </w:rPr>
        <w:t xml:space="preserve">resource in set </w:t>
      </w:r>
      <w:r w:rsidRPr="008C6DE4">
        <w:rPr>
          <w:iCs/>
          <w:position w:val="-10"/>
        </w:rPr>
        <w:object w:dxaOrig="240" w:dyaOrig="315" w14:anchorId="10048A79">
          <v:shape id="_x0000_i1037" type="#_x0000_t75" style="width:10.5pt;height:21.55pt" o:ole="">
            <v:imagedata r:id="rId22" o:title=""/>
          </v:shape>
          <o:OLEObject Type="Embed" ProgID="Equation.3" ShapeID="_x0000_i1037" DrawAspect="Content" ObjectID="_1734963213" r:id="rId34"/>
        </w:object>
      </w:r>
      <w:r w:rsidRPr="008C6DE4">
        <w:t xml:space="preserve"> estimated </w:t>
      </w:r>
      <w:r w:rsidRPr="008C6DE4">
        <w:rPr>
          <w:rFonts w:eastAsia="?? ??"/>
        </w:rPr>
        <w:t xml:space="preserve">over the last </w:t>
      </w:r>
      <w:r w:rsidRPr="008C6DE4">
        <w:t>T</w:t>
      </w:r>
      <w:r w:rsidRPr="008C6DE4">
        <w:rPr>
          <w:vertAlign w:val="subscript"/>
        </w:rPr>
        <w:t>Evaluate_BFD_CSI-RS</w:t>
      </w:r>
      <w:r w:rsidRPr="008C6DE4">
        <w:rPr>
          <w:rFonts w:eastAsia="?? ??"/>
        </w:rPr>
        <w:t xml:space="preserve"> ms period</w:t>
      </w:r>
      <w:r w:rsidRPr="008C6DE4">
        <w:t xml:space="preserve"> </w:t>
      </w:r>
      <w:r w:rsidRPr="008C6DE4">
        <w:rPr>
          <w:rFonts w:eastAsia="?? ??"/>
        </w:rPr>
        <w:t>becomes worse than the threshold Q</w:t>
      </w:r>
      <w:r w:rsidRPr="008C6DE4">
        <w:rPr>
          <w:rFonts w:eastAsia="?? ??"/>
          <w:vertAlign w:val="subscript"/>
        </w:rPr>
        <w:t>out_LR_CSI-RS</w:t>
      </w:r>
      <w:r w:rsidRPr="008C6DE4">
        <w:rPr>
          <w:rFonts w:eastAsia="?? ??"/>
        </w:rPr>
        <w:t xml:space="preserve"> within </w:t>
      </w:r>
      <w:r w:rsidRPr="008C6DE4">
        <w:t>T</w:t>
      </w:r>
      <w:r w:rsidRPr="008C6DE4">
        <w:rPr>
          <w:vertAlign w:val="subscript"/>
        </w:rPr>
        <w:t>Evaluate_BFD_CSI-RS</w:t>
      </w:r>
      <w:r w:rsidRPr="008C6DE4">
        <w:rPr>
          <w:rFonts w:eastAsia="?? ??"/>
        </w:rPr>
        <w:t xml:space="preserve"> ms period.</w:t>
      </w:r>
    </w:p>
    <w:p w14:paraId="147C2B18" w14:textId="77777777" w:rsidR="00DF3064" w:rsidRPr="008C6DE4" w:rsidRDefault="00DF3064" w:rsidP="00DF3064">
      <w:pPr>
        <w:rPr>
          <w:rFonts w:eastAsia="?? ??"/>
        </w:rPr>
      </w:pPr>
      <w:r w:rsidRPr="008C6DE4">
        <w:rPr>
          <w:rFonts w:eastAsia="?? ??"/>
        </w:rPr>
        <w:t xml:space="preserve">The value of </w:t>
      </w:r>
      <w:r w:rsidRPr="008C6DE4">
        <w:t>T</w:t>
      </w:r>
      <w:r w:rsidRPr="008C6DE4">
        <w:rPr>
          <w:vertAlign w:val="subscript"/>
        </w:rPr>
        <w:t>Evaluate_BFD_CSI-RS</w:t>
      </w:r>
      <w:r w:rsidRPr="008C6DE4">
        <w:rPr>
          <w:rFonts w:eastAsia="?? ??"/>
        </w:rPr>
        <w:t xml:space="preserve"> is defined in Table 8.5.3.2-1 for FR1.</w:t>
      </w:r>
    </w:p>
    <w:p w14:paraId="7A8DFB60" w14:textId="4CD925B1" w:rsidR="00DF3064" w:rsidRPr="008C6DE4" w:rsidRDefault="00DF3064" w:rsidP="00DF3064">
      <w:r w:rsidRPr="008C6DE4">
        <w:rPr>
          <w:rFonts w:eastAsia="?? ??"/>
        </w:rPr>
        <w:t xml:space="preserve">The value of </w:t>
      </w:r>
      <w:r w:rsidRPr="008C6DE4">
        <w:t>T</w:t>
      </w:r>
      <w:r w:rsidRPr="008C6DE4">
        <w:rPr>
          <w:vertAlign w:val="subscript"/>
        </w:rPr>
        <w:t>Evaluate_BFD_CSI-RS</w:t>
      </w:r>
      <w:r w:rsidRPr="008C6DE4">
        <w:rPr>
          <w:rFonts w:eastAsia="?? ??"/>
        </w:rPr>
        <w:t xml:space="preserve"> is defined in Table 8.5.3.2-2 for FR2 with N=1. </w:t>
      </w:r>
      <w:r w:rsidRPr="008C6DE4">
        <w:t>The requirements of T</w:t>
      </w:r>
      <w:r w:rsidRPr="008C6DE4">
        <w:rPr>
          <w:vertAlign w:val="subscript"/>
        </w:rPr>
        <w:t>Evaluate_BFD_CSI-RS</w:t>
      </w:r>
      <w:r w:rsidRPr="008C6DE4">
        <w:t xml:space="preserve"> apply provided that the CSI-RS for BFD is not in a resource set configured with repetition ON. </w:t>
      </w:r>
      <w:r w:rsidRPr="008C6DE4">
        <w:rPr>
          <w:rFonts w:eastAsia="PMingLiU" w:hint="eastAsia"/>
          <w:lang w:eastAsia="zh-TW"/>
        </w:rPr>
        <w:t>T</w:t>
      </w:r>
      <w:r w:rsidRPr="008C6DE4">
        <w:rPr>
          <w:rFonts w:eastAsia="PMingLiU"/>
          <w:lang w:eastAsia="zh-TW"/>
        </w:rPr>
        <w:t>he requirements shall not apply when the CSI-RS resource in the active TCI state of CORESET is the same CSI-RS resource for BFD</w:t>
      </w:r>
      <w:r w:rsidRPr="008C6DE4">
        <w:rPr>
          <w:rFonts w:eastAsia="PMingLiU" w:hint="eastAsia"/>
          <w:lang w:eastAsia="zh-TW"/>
        </w:rPr>
        <w:t xml:space="preserve"> </w:t>
      </w:r>
      <w:r w:rsidRPr="008C6DE4">
        <w:rPr>
          <w:rFonts w:eastAsia="PMingLiU"/>
          <w:lang w:eastAsia="zh-TW"/>
        </w:rPr>
        <w:t>and the TCI state information of the CSI-RS resource is not given, wherein the TCI state information means QCL Type-D to SSB for L1-RSRP or CSI-RS with repetition ON.</w:t>
      </w:r>
    </w:p>
    <w:p w14:paraId="33F192E7" w14:textId="77777777" w:rsidR="00DF3064" w:rsidRPr="008C6DE4" w:rsidRDefault="00DF3064" w:rsidP="00DF3064">
      <w:pPr>
        <w:rPr>
          <w:rFonts w:eastAsia="?? ??"/>
        </w:rPr>
      </w:pPr>
      <w:r w:rsidRPr="008C6DE4">
        <w:rPr>
          <w:rFonts w:eastAsia="?? ??"/>
        </w:rPr>
        <w:t>For FR1,</w:t>
      </w:r>
    </w:p>
    <w:p w14:paraId="7C8706FD" w14:textId="0B297BB4"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w:rPr>
                    <w:rFonts w:ascii="Cambria Math" w:hAnsi="Cambria Math"/>
                  </w:rPr>
                  <m:t>MGRP</m:t>
                </m:r>
              </m:den>
            </m:f>
          </m:den>
        </m:f>
      </m:oMath>
      <w:r w:rsidRPr="009C5807">
        <w:t>, when in the monitored cell there are measurement gaps configured for intra-frequency, inter-frequency or inter-RAT measurements, which are overlapping with some but not all occasions of the CSI-RS.</w:t>
      </w:r>
    </w:p>
    <w:p w14:paraId="0817CE81" w14:textId="77777777" w:rsidR="003E338B" w:rsidRPr="008C6DE4" w:rsidRDefault="003E338B" w:rsidP="00CC6EC5">
      <w:pPr>
        <w:pStyle w:val="B10"/>
      </w:pPr>
      <w:r w:rsidRPr="008C6DE4">
        <w:t>-</w:t>
      </w:r>
      <w:r w:rsidRPr="008C6DE4">
        <w:tab/>
        <w:t>P = 1 when in the monitored cell there are no measurement gaps overlapping with any occasion of the CSI-RS.</w:t>
      </w:r>
    </w:p>
    <w:p w14:paraId="6B54FC00" w14:textId="77777777" w:rsidR="00DF3064" w:rsidRPr="008C6DE4" w:rsidRDefault="00DF3064" w:rsidP="00DF3064">
      <w:pPr>
        <w:rPr>
          <w:rFonts w:eastAsia="?? ??"/>
        </w:rPr>
      </w:pPr>
      <w:r w:rsidRPr="008C6DE4">
        <w:rPr>
          <w:rFonts w:eastAsia="?? ??"/>
        </w:rPr>
        <w:t>For FR2,</w:t>
      </w:r>
    </w:p>
    <w:p w14:paraId="754ABA33" w14:textId="77777777" w:rsidR="000E53B6" w:rsidRPr="008C6DE4" w:rsidRDefault="000E53B6" w:rsidP="000D4E85">
      <w:pPr>
        <w:pStyle w:val="B10"/>
      </w:pPr>
      <w:r w:rsidRPr="008C6DE4">
        <w:t>-</w:t>
      </w:r>
      <w:r w:rsidRPr="008C6DE4">
        <w:tab/>
        <w:t>P = 1, when the BFD-RS resource is not overlapped with measurement gap and also not overlapped with SMTC occasion.</w:t>
      </w:r>
    </w:p>
    <w:p w14:paraId="5010448E" w14:textId="517B580B"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w:rPr>
                    <w:rFonts w:ascii="Cambria Math" w:hAnsi="Cambria Math"/>
                  </w:rPr>
                  <m:t>MGRP</m:t>
                </m:r>
              </m:den>
            </m:f>
          </m:den>
        </m:f>
      </m:oMath>
      <w:r w:rsidRPr="009C5807">
        <w:t>, when the BFD-RS resource is partially overlapped with measurement gap and the BFD-RS resource is not overlapped with SMTC occasion (T</w:t>
      </w:r>
      <w:r w:rsidRPr="009C5807">
        <w:rPr>
          <w:vertAlign w:val="subscript"/>
        </w:rPr>
        <w:t>CSI-RS</w:t>
      </w:r>
      <w:r w:rsidRPr="009C5807">
        <w:t xml:space="preserve"> &lt; MGRP)</w:t>
      </w:r>
    </w:p>
    <w:p w14:paraId="0A1E3FC5" w14:textId="77777777" w:rsidR="000E53B6" w:rsidRPr="008C6DE4" w:rsidRDefault="000E53B6" w:rsidP="000D4E85">
      <w:pPr>
        <w:pStyle w:val="B10"/>
      </w:pPr>
      <w:r w:rsidRPr="008C6DE4">
        <w:t>-</w:t>
      </w:r>
      <w:r w:rsidRPr="008C6DE4">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sSub>
                  <m:sSubPr>
                    <m:ctrlPr>
                      <w:rPr>
                        <w:rFonts w:ascii="Cambria Math" w:hAnsi="Cambria Math"/>
                        <w:i/>
                      </w:rPr>
                    </m:ctrlPr>
                  </m:sSubPr>
                  <m:e>
                    <m:r>
                      <w:rPr>
                        <w:rFonts w:ascii="Cambria Math" w:hAnsi="Cambria Math"/>
                      </w:rPr>
                      <m:t>T</m:t>
                    </m:r>
                  </m:e>
                  <m:sub>
                    <m:r>
                      <w:rPr>
                        <w:rFonts w:ascii="Cambria Math" w:hAnsi="Cambria Math"/>
                      </w:rPr>
                      <m:t>SMTCperiod</m:t>
                    </m:r>
                  </m:sub>
                </m:sSub>
              </m:den>
            </m:f>
          </m:den>
        </m:f>
      </m:oMath>
      <w:r w:rsidRPr="008C6DE4">
        <w:t>, when the BFD-RS resource is not overlapped with measurement gap and the BFD-RS resource is partially overlapped with SMTC occasion (T</w:t>
      </w:r>
      <w:r w:rsidRPr="008C6DE4">
        <w:rPr>
          <w:vertAlign w:val="subscript"/>
        </w:rPr>
        <w:t>CSI-RS</w:t>
      </w:r>
      <w:r w:rsidRPr="008C6DE4">
        <w:t xml:space="preserve"> &lt; T</w:t>
      </w:r>
      <w:r w:rsidRPr="008C6DE4">
        <w:rPr>
          <w:vertAlign w:val="subscript"/>
        </w:rPr>
        <w:t>SMTCperiod</w:t>
      </w:r>
      <w:r w:rsidRPr="008C6DE4">
        <w:t>).</w:t>
      </w:r>
    </w:p>
    <w:p w14:paraId="45813119" w14:textId="77777777" w:rsidR="000E53B6" w:rsidRPr="008C6DE4" w:rsidRDefault="000E53B6" w:rsidP="000D4E85">
      <w:pPr>
        <w:pStyle w:val="B10"/>
      </w:pPr>
      <w:r w:rsidRPr="008C6DE4">
        <w:t>-</w:t>
      </w:r>
      <w:r w:rsidRPr="008C6DE4">
        <w:tab/>
        <w:t>P = P</w:t>
      </w:r>
      <w:r w:rsidRPr="008C6DE4">
        <w:rPr>
          <w:vertAlign w:val="subscript"/>
        </w:rPr>
        <w:t>sharing factor</w:t>
      </w:r>
      <w:r w:rsidRPr="008C6DE4">
        <w:t>, when the BFD-RS resource is not overlapped with measurement gap and the BFD-RS resource is fully overlapped with SMTC occasion (</w:t>
      </w:r>
      <w:r w:rsidRPr="008C6DE4">
        <w:rPr>
          <w:rFonts w:eastAsia="?? ??"/>
        </w:rPr>
        <w:t>T</w:t>
      </w:r>
      <w:r w:rsidRPr="008C6DE4">
        <w:rPr>
          <w:rFonts w:eastAsia="?? ??"/>
          <w:vertAlign w:val="subscript"/>
        </w:rPr>
        <w:t>CSI-RS</w:t>
      </w:r>
      <w:r w:rsidRPr="008C6DE4">
        <w:t xml:space="preserve"> = T</w:t>
      </w:r>
      <w:r w:rsidRPr="008C6DE4">
        <w:rPr>
          <w:vertAlign w:val="subscript"/>
        </w:rPr>
        <w:t>SMTCperiod</w:t>
      </w:r>
      <w:r w:rsidRPr="008C6DE4">
        <w:t>).</w:t>
      </w:r>
    </w:p>
    <w:p w14:paraId="485016DA" w14:textId="03ED8BEB"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w:rPr>
                    <w:rFonts w:ascii="Cambria Math" w:hAnsi="Cambria Math"/>
                  </w:rPr>
                  <m:t>MGRP</m:t>
                </m:r>
              </m:den>
            </m:f>
            <m:r>
              <w:rPr>
                <w:rFonts w:ascii="Cambria Math" w:hAnsi="Cambria Math"/>
              </w:rPr>
              <m:t xml:space="preserve"> - </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sSub>
                  <m:sSubPr>
                    <m:ctrlPr>
                      <w:rPr>
                        <w:rFonts w:ascii="Cambria Math" w:hAnsi="Cambria Math"/>
                        <w:i/>
                      </w:rPr>
                    </m:ctrlPr>
                  </m:sSubPr>
                  <m:e>
                    <m:r>
                      <w:rPr>
                        <w:rFonts w:ascii="Cambria Math" w:hAnsi="Cambria Math"/>
                      </w:rPr>
                      <m:t>T</m:t>
                    </m:r>
                  </m:e>
                  <m:sub>
                    <m:r>
                      <w:rPr>
                        <w:rFonts w:ascii="Cambria Math" w:hAnsi="Cambria Math"/>
                      </w:rPr>
                      <m:t>SMTCperiod</m:t>
                    </m:r>
                  </m:sub>
                </m:sSub>
              </m:den>
            </m:f>
          </m:den>
        </m:f>
      </m:oMath>
      <w:r w:rsidRPr="009C5807">
        <w:t>, when the BFD-RS resource is partially overlapped with measurement gap and the BFD-RS resource is partially overlapped with SMTC occasion (T</w:t>
      </w:r>
      <w:r w:rsidRPr="009C5807">
        <w:rPr>
          <w:vertAlign w:val="subscript"/>
        </w:rPr>
        <w:t xml:space="preserve">CSI-RS </w:t>
      </w:r>
      <w:r w:rsidRPr="009C5807">
        <w:t>&lt; T</w:t>
      </w:r>
      <w:r w:rsidRPr="009C5807">
        <w:rPr>
          <w:vertAlign w:val="subscript"/>
        </w:rPr>
        <w:t>SMTCperiod</w:t>
      </w:r>
      <w:r w:rsidRPr="009C5807">
        <w:t>) and SMTC occasion is not overlapped with measurement gap and</w:t>
      </w:r>
    </w:p>
    <w:p w14:paraId="6866EBC9" w14:textId="77777777" w:rsidR="000E53B6" w:rsidRPr="008C6DE4" w:rsidRDefault="000E53B6" w:rsidP="000D4E85">
      <w:pPr>
        <w:pStyle w:val="B2"/>
      </w:pPr>
      <w:r w:rsidRPr="008C6DE4">
        <w:t>-</w:t>
      </w:r>
      <w:r w:rsidRPr="008C6DE4">
        <w:tab/>
        <w:t>T</w:t>
      </w:r>
      <w:r w:rsidRPr="008C6DE4">
        <w:rPr>
          <w:vertAlign w:val="subscript"/>
        </w:rPr>
        <w:t>SMTCperiod</w:t>
      </w:r>
      <w:r w:rsidRPr="008C6DE4">
        <w:t xml:space="preserve"> </w:t>
      </w:r>
      <w:r w:rsidRPr="008C6DE4">
        <w:rPr>
          <w:rFonts w:hint="eastAsia"/>
          <w:lang w:val="en-US"/>
        </w:rPr>
        <w:t>≠</w:t>
      </w:r>
      <w:r w:rsidRPr="008C6DE4">
        <w:t xml:space="preserve"> MGRP or</w:t>
      </w:r>
    </w:p>
    <w:p w14:paraId="4F7068CB" w14:textId="2AA63088" w:rsidR="000E53B6" w:rsidRPr="008C6DE4" w:rsidRDefault="000E53B6" w:rsidP="000D4E85">
      <w:pPr>
        <w:pStyle w:val="B2"/>
      </w:pPr>
      <w:r w:rsidRPr="008C6DE4">
        <w:t>-</w:t>
      </w:r>
      <w:r w:rsidRPr="008C6DE4">
        <w:tab/>
        <w:t>T</w:t>
      </w:r>
      <w:r w:rsidRPr="008C6DE4">
        <w:rPr>
          <w:vertAlign w:val="subscript"/>
        </w:rPr>
        <w:t>SMTCperiod</w:t>
      </w:r>
      <w:r w:rsidRPr="008C6DE4">
        <w:t xml:space="preserve"> = MGRP and </w:t>
      </w:r>
      <w:r w:rsidRPr="008C6DE4">
        <w:rPr>
          <w:rFonts w:eastAsia="?? ??"/>
        </w:rPr>
        <w:t>T</w:t>
      </w:r>
      <w:r w:rsidRPr="008C6DE4">
        <w:rPr>
          <w:rFonts w:eastAsia="?? ??"/>
          <w:vertAlign w:val="subscript"/>
        </w:rPr>
        <w:t>CSI-RS</w:t>
      </w:r>
      <w:r w:rsidRPr="008C6DE4">
        <w:t xml:space="preserve"> &lt; 0.5 </w:t>
      </w:r>
      <w:r w:rsidRPr="008C6DE4">
        <w:rPr>
          <w:lang w:eastAsia="ko-KR"/>
        </w:rPr>
        <w:t xml:space="preserve">× </w:t>
      </w:r>
      <w:r w:rsidRPr="008C6DE4">
        <w:t>T</w:t>
      </w:r>
      <w:r w:rsidRPr="008C6DE4">
        <w:rPr>
          <w:vertAlign w:val="subscript"/>
        </w:rPr>
        <w:t>SMTCperiod</w:t>
      </w:r>
    </w:p>
    <w:p w14:paraId="5FEC8DAC" w14:textId="41AB6716" w:rsidR="004B48A9" w:rsidRPr="009C5807" w:rsidRDefault="004B48A9" w:rsidP="004B48A9">
      <w:pPr>
        <w:pStyle w:val="B10"/>
      </w:pPr>
      <w:r w:rsidRPr="009C5807">
        <w:t>-</w:t>
      </w:r>
      <w:r w:rsidRPr="009C5807">
        <w:tab/>
      </w:r>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sharing factor</m:t>
                </m:r>
              </m:sub>
            </m:sSub>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w:rPr>
                    <w:rFonts w:ascii="Cambria Math" w:hAnsi="Cambria Math"/>
                  </w:rPr>
                  <m:t>MGRP</m:t>
                </m:r>
              </m:den>
            </m:f>
          </m:den>
        </m:f>
      </m:oMath>
      <w:r w:rsidRPr="009C5807">
        <w:t>, when the BFD-RS resource is partially overlapped with measurement gap and the BFD-RS resource is partially overlapped with SMTC occasion (</w:t>
      </w:r>
      <w:r w:rsidRPr="009C5807">
        <w:rPr>
          <w:rFonts w:eastAsia="?? ??"/>
        </w:rPr>
        <w:t>T</w:t>
      </w:r>
      <w:r w:rsidRPr="009C5807">
        <w:rPr>
          <w:rFonts w:eastAsia="?? ??"/>
          <w:vertAlign w:val="subscript"/>
        </w:rPr>
        <w:t>CSI-RS</w:t>
      </w:r>
      <w:r w:rsidRPr="009C5807">
        <w:t xml:space="preserve"> &lt; T</w:t>
      </w:r>
      <w:r w:rsidRPr="009C5807">
        <w:rPr>
          <w:vertAlign w:val="subscript"/>
        </w:rPr>
        <w:t>SMTCperiod</w:t>
      </w:r>
      <w:r w:rsidRPr="009C5807">
        <w:t>) and SMTC occasion is not overlapped with measurement gap and T</w:t>
      </w:r>
      <w:r w:rsidRPr="009C5807">
        <w:rPr>
          <w:vertAlign w:val="subscript"/>
        </w:rPr>
        <w:t>SMTCperiod</w:t>
      </w:r>
      <w:r w:rsidRPr="009C5807">
        <w:t xml:space="preserve"> = MGRP and </w:t>
      </w:r>
      <w:r w:rsidRPr="009C5807">
        <w:rPr>
          <w:rFonts w:eastAsia="?? ??"/>
        </w:rPr>
        <w:t>T</w:t>
      </w:r>
      <w:r w:rsidRPr="009C5807">
        <w:rPr>
          <w:rFonts w:eastAsia="?? ??"/>
          <w:vertAlign w:val="subscript"/>
        </w:rPr>
        <w:t>CSI-RS</w:t>
      </w:r>
      <w:r w:rsidRPr="009C5807">
        <w:t xml:space="preserve"> = 0.5 </w:t>
      </w:r>
      <w:r w:rsidRPr="009C5807">
        <w:rPr>
          <w:lang w:eastAsia="ko-KR"/>
        </w:rPr>
        <w:t xml:space="preserve">× </w:t>
      </w:r>
      <w:r w:rsidRPr="009C5807">
        <w:t>T</w:t>
      </w:r>
      <w:r w:rsidRPr="009C5807">
        <w:rPr>
          <w:vertAlign w:val="subscript"/>
        </w:rPr>
        <w:t>SMTCperiod</w:t>
      </w:r>
    </w:p>
    <w:p w14:paraId="1103E949" w14:textId="77777777" w:rsidR="004B48A9" w:rsidRPr="009C5807" w:rsidRDefault="004B48A9" w:rsidP="004B48A9">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w:rPr>
                    <w:rFonts w:ascii="Cambria Math" w:hAnsi="Cambria Math"/>
                  </w:rPr>
                  <m:t xml:space="preserve">Min(MGRP, </m:t>
                </m:r>
                <m:sSub>
                  <m:sSubPr>
                    <m:ctrlPr>
                      <w:rPr>
                        <w:rFonts w:ascii="Cambria Math" w:hAnsi="Cambria Math"/>
                        <w:i/>
                      </w:rPr>
                    </m:ctrlPr>
                  </m:sSubPr>
                  <m:e>
                    <m:r>
                      <w:rPr>
                        <w:rFonts w:ascii="Cambria Math" w:hAnsi="Cambria Math"/>
                      </w:rPr>
                      <m:t>T</m:t>
                    </m:r>
                  </m:e>
                  <m:sub>
                    <m:r>
                      <w:rPr>
                        <w:rFonts w:ascii="Cambria Math" w:hAnsi="Cambria Math"/>
                      </w:rPr>
                      <m:t>SMTCperiod</m:t>
                    </m:r>
                  </m:sub>
                </m:sSub>
                <m:r>
                  <w:rPr>
                    <w:rFonts w:ascii="Cambria Math" w:hAnsi="Cambria Math"/>
                  </w:rPr>
                  <m:t>)</m:t>
                </m:r>
              </m:den>
            </m:f>
          </m:den>
        </m:f>
      </m:oMath>
      <w:r w:rsidRPr="009C5807">
        <w:t>, when the BFD-RS resource is partially overlapped with measurement gap (</w:t>
      </w:r>
      <w:r w:rsidRPr="009C5807">
        <w:rPr>
          <w:rFonts w:eastAsia="?? ??"/>
        </w:rPr>
        <w:t>T</w:t>
      </w:r>
      <w:r w:rsidRPr="009C5807">
        <w:rPr>
          <w:rFonts w:eastAsia="?? ??"/>
          <w:vertAlign w:val="subscript"/>
        </w:rPr>
        <w:t>CSI-RS</w:t>
      </w:r>
      <w:r w:rsidRPr="009C5807">
        <w:t xml:space="preserve"> &lt; MGRP) and the BFD-RS resource is partially overlapped with SMTC occasion (</w:t>
      </w:r>
      <w:r w:rsidRPr="009C5807">
        <w:rPr>
          <w:rFonts w:eastAsia="?? ??"/>
        </w:rPr>
        <w:t>T</w:t>
      </w:r>
      <w:r w:rsidRPr="009C5807">
        <w:rPr>
          <w:rFonts w:eastAsia="?? ??"/>
          <w:vertAlign w:val="subscript"/>
        </w:rPr>
        <w:t>CSI-RS</w:t>
      </w:r>
      <w:r w:rsidRPr="009C5807">
        <w:t xml:space="preserve"> &lt; T</w:t>
      </w:r>
      <w:r w:rsidRPr="009C5807">
        <w:rPr>
          <w:vertAlign w:val="subscript"/>
        </w:rPr>
        <w:t>SMTCperiod</w:t>
      </w:r>
      <w:r w:rsidRPr="009C5807">
        <w:t>) and SMTC occasion is partially or fully overlapped with measurement gap.</w:t>
      </w:r>
    </w:p>
    <w:p w14:paraId="0B406A61" w14:textId="30B5B91F"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sharing factor</m:t>
                </m:r>
              </m:sub>
            </m:sSub>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w:rPr>
                    <w:rFonts w:ascii="Cambria Math" w:hAnsi="Cambria Math"/>
                  </w:rPr>
                  <m:t>MGRP</m:t>
                </m:r>
              </m:den>
            </m:f>
          </m:den>
        </m:f>
      </m:oMath>
      <w:r w:rsidRPr="009C5807">
        <w:t>, when the BFD-RS resource is partially overlapped with measurement gap and the BFD-RS resource is fully overlapped with SMTC occasion (</w:t>
      </w:r>
      <w:r w:rsidRPr="009C5807">
        <w:rPr>
          <w:rFonts w:eastAsia="?? ??"/>
        </w:rPr>
        <w:t>T</w:t>
      </w:r>
      <w:r w:rsidRPr="009C5807">
        <w:rPr>
          <w:rFonts w:eastAsia="?? ??"/>
          <w:vertAlign w:val="subscript"/>
        </w:rPr>
        <w:t>CSI-RS</w:t>
      </w:r>
      <w:r w:rsidRPr="009C5807">
        <w:t xml:space="preserve"> = T</w:t>
      </w:r>
      <w:r w:rsidRPr="009C5807">
        <w:rPr>
          <w:vertAlign w:val="subscript"/>
        </w:rPr>
        <w:t>SMTCperiod</w:t>
      </w:r>
      <w:r w:rsidRPr="009C5807">
        <w:t>) and SMTC occasion is partially overlapped with measurement gap (T</w:t>
      </w:r>
      <w:r w:rsidRPr="009C5807">
        <w:rPr>
          <w:vertAlign w:val="subscript"/>
        </w:rPr>
        <w:t>SMTCperiod</w:t>
      </w:r>
      <w:r w:rsidRPr="009C5807">
        <w:t xml:space="preserve"> &lt; MGRP)</w:t>
      </w:r>
    </w:p>
    <w:p w14:paraId="3B988904" w14:textId="22A2284E" w:rsidR="000D4E85" w:rsidRDefault="000D4E85" w:rsidP="00CC6EC5">
      <w:pPr>
        <w:pStyle w:val="B10"/>
        <w:rPr>
          <w:b/>
        </w:rPr>
      </w:pPr>
      <w:r>
        <w:t>-</w:t>
      </w:r>
      <w:r>
        <w:tab/>
        <w:t>P</w:t>
      </w:r>
      <w:r>
        <w:rPr>
          <w:vertAlign w:val="subscript"/>
        </w:rPr>
        <w:t>sharing factor</w:t>
      </w:r>
      <w:r>
        <w:t xml:space="preserve"> = 1, if the BFD-RS resource outside measurement gap is</w:t>
      </w:r>
    </w:p>
    <w:p w14:paraId="462525A3" w14:textId="77777777" w:rsidR="004B48A9" w:rsidRDefault="004B48A9" w:rsidP="004B48A9">
      <w:pPr>
        <w:pStyle w:val="B2"/>
      </w:pPr>
      <w:r>
        <w:t>-</w:t>
      </w:r>
      <w:r>
        <w:tab/>
        <w:t xml:space="preserve">not overlapped with the SSB symbols indicated by </w:t>
      </w:r>
      <w:r w:rsidRPr="00091F15">
        <w:rPr>
          <w:i/>
        </w:rPr>
        <w:t>SSB-ToMeasure</w:t>
      </w:r>
      <w:r>
        <w:t xml:space="preserve"> and 1 data symbol before each consecutive SSB symbols indicated by </w:t>
      </w:r>
      <w:r w:rsidRPr="00091F15">
        <w:rPr>
          <w:i/>
        </w:rPr>
        <w:t>SSB-ToMeasure</w:t>
      </w:r>
      <w:r>
        <w:t xml:space="preserve"> and 1 data symbol after each consecutive SSB symbols indicated by </w:t>
      </w:r>
      <w:r w:rsidRPr="00091F15">
        <w:rPr>
          <w:i/>
        </w:rPr>
        <w:t>SSB-ToMeasure</w:t>
      </w:r>
      <w:r>
        <w:t xml:space="preserve">, given that </w:t>
      </w:r>
      <w:r w:rsidRPr="00091F15">
        <w:rPr>
          <w:i/>
        </w:rPr>
        <w:t>SSB-ToMeasure</w:t>
      </w:r>
      <w:r>
        <w:t xml:space="preserve"> is configured, </w:t>
      </w:r>
      <w:r>
        <w:rPr>
          <w:rFonts w:hint="eastAsia"/>
          <w:lang w:eastAsia="zh-CN"/>
        </w:rPr>
        <w:t>where</w:t>
      </w:r>
      <w:r>
        <w:rPr>
          <w:lang w:eastAsia="zh-CN"/>
        </w:rPr>
        <w:t xml:space="preserve"> </w:t>
      </w:r>
      <w:r>
        <w:rPr>
          <w:rFonts w:hint="eastAsia"/>
          <w:lang w:eastAsia="zh-CN"/>
        </w:rPr>
        <w:t xml:space="preserve">the </w:t>
      </w:r>
      <w:r w:rsidRPr="003F1684">
        <w:rPr>
          <w:i/>
        </w:rPr>
        <w:t>SSB-ToMeasure</w:t>
      </w:r>
      <w:r>
        <w:t xml:space="preserve"> is </w:t>
      </w:r>
      <w:r w:rsidRPr="00F42376">
        <w:rPr>
          <w:rFonts w:eastAsia="Times New Roman"/>
        </w:rPr>
        <w:t xml:space="preserve">the union </w:t>
      </w:r>
      <w:r>
        <w:rPr>
          <w:rFonts w:eastAsia="Times New Roman"/>
        </w:rPr>
        <w:t xml:space="preserve">set </w:t>
      </w:r>
      <w:r w:rsidRPr="00F42376">
        <w:rPr>
          <w:rFonts w:eastAsia="Times New Roman"/>
        </w:rPr>
        <w:t>of</w:t>
      </w:r>
      <w:r w:rsidRPr="00F42376">
        <w:rPr>
          <w:rStyle w:val="apple-converted-space"/>
          <w:rFonts w:eastAsia="Times New Roman"/>
        </w:rPr>
        <w:t> </w:t>
      </w:r>
      <w:r w:rsidRPr="00F42376">
        <w:rPr>
          <w:rFonts w:eastAsia="Times New Roman"/>
          <w:i/>
          <w:iCs/>
        </w:rPr>
        <w:t>SSB-ToMeasure</w:t>
      </w:r>
      <w:r w:rsidRPr="00F42376">
        <w:rPr>
          <w:rFonts w:eastAsia="Times New Roman"/>
        </w:rPr>
        <w:t xml:space="preserve"> from all </w:t>
      </w:r>
      <w:r>
        <w:rPr>
          <w:rFonts w:eastAsia="Times New Roman"/>
        </w:rPr>
        <w:t>the configured measurement objects</w:t>
      </w:r>
      <w:r w:rsidRPr="00F42376">
        <w:rPr>
          <w:rFonts w:eastAsia="Times New Roman"/>
        </w:rPr>
        <w:t xml:space="preserve"> </w:t>
      </w:r>
      <w:r>
        <w:rPr>
          <w:rFonts w:eastAsia="Times New Roman"/>
        </w:rPr>
        <w:t xml:space="preserve">merged on the same serving carrier, </w:t>
      </w:r>
      <w:r>
        <w:t>and;</w:t>
      </w:r>
    </w:p>
    <w:p w14:paraId="1A21B67C" w14:textId="77777777" w:rsidR="004B48A9" w:rsidRDefault="004B48A9" w:rsidP="004B48A9">
      <w:pPr>
        <w:pStyle w:val="B2"/>
      </w:pPr>
      <w:r>
        <w:t>-</w:t>
      </w:r>
      <w:r>
        <w:tab/>
        <w:t xml:space="preserve">not overlapped with the RSSI symbols indicated by </w:t>
      </w:r>
      <w:r w:rsidRPr="00091F15">
        <w:rPr>
          <w:i/>
        </w:rPr>
        <w:t>ss-RSSI-Measurement</w:t>
      </w:r>
      <w:r>
        <w:t xml:space="preserve"> and 1 data symbol before each RSSI symbol indicated by </w:t>
      </w:r>
      <w:r w:rsidRPr="00091F15">
        <w:rPr>
          <w:i/>
        </w:rPr>
        <w:t>ss-RSSI-Measurement</w:t>
      </w:r>
      <w:r>
        <w:t xml:space="preserve"> and 1 data symbol after each RSSI symbol indicated by </w:t>
      </w:r>
      <w:r w:rsidRPr="00091F15">
        <w:rPr>
          <w:i/>
        </w:rPr>
        <w:t>ss-RSSI-Measurement</w:t>
      </w:r>
      <w:r>
        <w:t xml:space="preserve">, given that </w:t>
      </w:r>
      <w:r w:rsidRPr="00091F15">
        <w:rPr>
          <w:i/>
        </w:rPr>
        <w:t>ss-RSSI-Measurement</w:t>
      </w:r>
      <w:r>
        <w:t xml:space="preserve"> is configured,</w:t>
      </w:r>
    </w:p>
    <w:p w14:paraId="4FB0294C" w14:textId="41F0F015" w:rsidR="000D4E85" w:rsidRPr="00CC6EC5" w:rsidRDefault="000D4E85" w:rsidP="00CC6EC5">
      <w:pPr>
        <w:pStyle w:val="B10"/>
      </w:pPr>
      <w:r>
        <w:t>-</w:t>
      </w:r>
      <w:r>
        <w:tab/>
        <w:t>P</w:t>
      </w:r>
      <w:r>
        <w:rPr>
          <w:vertAlign w:val="subscript"/>
        </w:rPr>
        <w:t>sharing factor</w:t>
      </w:r>
      <w:r>
        <w:t xml:space="preserve"> = 3, otherwise.</w:t>
      </w:r>
    </w:p>
    <w:p w14:paraId="2A0ABBD6" w14:textId="77777777" w:rsidR="00560C2B" w:rsidRDefault="00560C2B" w:rsidP="00CC6EC5">
      <w:pPr>
        <w:pStyle w:val="B10"/>
      </w:pPr>
      <w:r>
        <w:t xml:space="preserve">where, </w:t>
      </w:r>
    </w:p>
    <w:p w14:paraId="78D4C021" w14:textId="15B130CF" w:rsidR="00560C2B" w:rsidRDefault="00560C2B" w:rsidP="00CC6EC5">
      <w:pPr>
        <w:pStyle w:val="B2"/>
      </w:pPr>
      <w:r>
        <w:tab/>
      </w:r>
      <w:r w:rsidRPr="00DD3199">
        <w:t xml:space="preserve">If the high layer in TS 38.331 [2] signaling of </w:t>
      </w:r>
      <w:r w:rsidRPr="00DD3199">
        <w:rPr>
          <w:i/>
        </w:rPr>
        <w:t>smtc2</w:t>
      </w:r>
      <w:r w:rsidRPr="00DD3199">
        <w:t xml:space="preserve"> is configured, T</w:t>
      </w:r>
      <w:r w:rsidRPr="00DD3199">
        <w:rPr>
          <w:vertAlign w:val="subscript"/>
        </w:rPr>
        <w:t>SMTCperiod</w:t>
      </w:r>
      <w:r w:rsidRPr="00DD3199">
        <w:t xml:space="preserve"> corresponds to the value of higher layer parameter </w:t>
      </w:r>
      <w:r w:rsidRPr="00DD3199">
        <w:rPr>
          <w:i/>
        </w:rPr>
        <w:t>smtc2</w:t>
      </w:r>
      <w:r w:rsidRPr="00DD3199">
        <w:t>; Otherwise T</w:t>
      </w:r>
      <w:r w:rsidRPr="00DD3199">
        <w:rPr>
          <w:vertAlign w:val="subscript"/>
        </w:rPr>
        <w:t>SMTCperiod</w:t>
      </w:r>
      <w:r w:rsidRPr="00DD3199">
        <w:t xml:space="preserve"> corresponds to the value of higher layer parameter </w:t>
      </w:r>
      <w:r w:rsidRPr="00DD3199">
        <w:rPr>
          <w:i/>
        </w:rPr>
        <w:t>smtc1</w:t>
      </w:r>
      <w:r w:rsidRPr="00DD3199">
        <w:t>.</w:t>
      </w:r>
      <w:r>
        <w:t xml:space="preserve"> </w:t>
      </w:r>
      <w:r w:rsidRPr="00DD3199">
        <w:t>T</w:t>
      </w:r>
      <w:r w:rsidRPr="00DD3199">
        <w:rPr>
          <w:vertAlign w:val="subscript"/>
        </w:rPr>
        <w:t>SMTCperiod</w:t>
      </w:r>
      <w:r>
        <w:t xml:space="preserve"> is</w:t>
      </w:r>
      <w:r w:rsidRPr="008C4769">
        <w:t xml:space="preserve"> the shortest SMTC period among all CCs in the same FR2 band, </w:t>
      </w:r>
      <w:r>
        <w:t>provided</w:t>
      </w:r>
      <w:r w:rsidRPr="008C4769">
        <w:t xml:space="preserve"> the SMTC offset of all CCs </w:t>
      </w:r>
      <w:r>
        <w:t>in FR2 have the same offset</w:t>
      </w:r>
      <w:r w:rsidRPr="008C4769">
        <w:t>.</w:t>
      </w:r>
    </w:p>
    <w:p w14:paraId="6917119E" w14:textId="77777777" w:rsidR="00DF3064" w:rsidRPr="008C6DE4" w:rsidRDefault="00DF3064" w:rsidP="00DF3064">
      <w:pPr>
        <w:keepLines/>
        <w:ind w:left="1135" w:hanging="851"/>
        <w:rPr>
          <w:i/>
        </w:rPr>
      </w:pPr>
      <w:r w:rsidRPr="008C6DE4">
        <w:t>Note:</w:t>
      </w:r>
      <w:r w:rsidRPr="008C6DE4">
        <w:tab/>
        <w:t>The overlap between CSI-RS for BFD and SMTC means that CSI-RS for BFD is within the SMTC window duration.</w:t>
      </w:r>
    </w:p>
    <w:p w14:paraId="3A0BF460" w14:textId="77777777" w:rsidR="000E53B6" w:rsidRPr="008C6DE4" w:rsidRDefault="000E53B6" w:rsidP="000E53B6">
      <w:pPr>
        <w:rPr>
          <w:rFonts w:eastAsia="?? ??"/>
        </w:rPr>
      </w:pPr>
      <w:r w:rsidRPr="008C6DE4">
        <w:t>Longer evaluation period would be expected if the combination of the BFD-RS resource, SMTC occasion and measurement gap configurations does not meet pervious conditions.</w:t>
      </w:r>
    </w:p>
    <w:p w14:paraId="1DCEF12B" w14:textId="77777777" w:rsidR="00DF3064" w:rsidRPr="008C6DE4" w:rsidRDefault="00DF3064" w:rsidP="00DF3064">
      <w:pPr>
        <w:rPr>
          <w:rFonts w:eastAsia="?? ??"/>
        </w:rPr>
      </w:pPr>
      <w:r w:rsidRPr="008C6DE4">
        <w:rPr>
          <w:rFonts w:eastAsia="?? ??"/>
        </w:rPr>
        <w:t>The values of M</w:t>
      </w:r>
      <w:r w:rsidRPr="008C6DE4">
        <w:rPr>
          <w:rFonts w:eastAsia="?? ??"/>
          <w:vertAlign w:val="subscript"/>
        </w:rPr>
        <w:t>BFD</w:t>
      </w:r>
      <w:r w:rsidRPr="008C6DE4">
        <w:rPr>
          <w:rFonts w:eastAsia="?? ??"/>
        </w:rPr>
        <w:t xml:space="preserve"> used in Table 8.5.3.2-1 and Table 8.5.3.2-2 are defined as</w:t>
      </w:r>
    </w:p>
    <w:p w14:paraId="2706D072" w14:textId="476F3180" w:rsidR="00DF3064" w:rsidRPr="008C6DE4" w:rsidRDefault="00DF3064" w:rsidP="00DF3064">
      <w:pPr>
        <w:ind w:left="568" w:hanging="284"/>
      </w:pPr>
      <w:r w:rsidRPr="008C6DE4">
        <w:t>-</w:t>
      </w:r>
      <w:r w:rsidRPr="008C6DE4">
        <w:tab/>
        <w:t>M</w:t>
      </w:r>
      <w:r w:rsidRPr="008C6DE4">
        <w:rPr>
          <w:vertAlign w:val="subscript"/>
        </w:rPr>
        <w:t>BFD</w:t>
      </w:r>
      <w:r w:rsidRPr="008C6DE4">
        <w:t xml:space="preserve"> = 10, if the CSI-RS resource(s) in set </w:t>
      </w:r>
      <w:r w:rsidRPr="008C6DE4">
        <w:rPr>
          <w:iCs/>
          <w:noProof/>
          <w:position w:val="-10"/>
          <w:lang w:val="en-US" w:eastAsia="zh-CN"/>
        </w:rPr>
        <w:drawing>
          <wp:inline distT="0" distB="0" distL="0" distR="0" wp14:anchorId="1B83B9F3" wp14:editId="2781639D">
            <wp:extent cx="152400" cy="1981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2400" cy="198120"/>
                    </a:xfrm>
                    <a:prstGeom prst="rect">
                      <a:avLst/>
                    </a:prstGeom>
                    <a:noFill/>
                    <a:ln>
                      <a:noFill/>
                    </a:ln>
                  </pic:spPr>
                </pic:pic>
              </a:graphicData>
            </a:graphic>
          </wp:inline>
        </w:drawing>
      </w:r>
      <w:r w:rsidRPr="008C6DE4">
        <w:t xml:space="preserve"> used for BFD is transmitted with Density = 3</w:t>
      </w:r>
      <w:r w:rsidR="005463C6" w:rsidRPr="00737858">
        <w:rPr>
          <w:lang w:eastAsia="zh-CN"/>
        </w:rPr>
        <w:t xml:space="preserve"> </w:t>
      </w:r>
      <w:r w:rsidR="005463C6" w:rsidRPr="008C6DE4">
        <w:rPr>
          <w:lang w:eastAsia="zh-CN"/>
        </w:rPr>
        <w:t xml:space="preserve">and over the bandwidth </w:t>
      </w:r>
      <w:r w:rsidR="005463C6" w:rsidRPr="008C6DE4">
        <w:rPr>
          <w:rFonts w:ascii="SimSun" w:hAnsi="SimSun" w:hint="eastAsia"/>
          <w:lang w:eastAsia="zh-CN"/>
        </w:rPr>
        <w:t>≥</w:t>
      </w:r>
      <w:r w:rsidR="005463C6" w:rsidRPr="008C6DE4">
        <w:rPr>
          <w:rFonts w:ascii="SimSun" w:hAnsi="SimSun"/>
          <w:lang w:eastAsia="zh-CN"/>
        </w:rPr>
        <w:t xml:space="preserve"> </w:t>
      </w:r>
      <w:r w:rsidR="005463C6" w:rsidRPr="008C6DE4">
        <w:rPr>
          <w:lang w:eastAsia="zh-CN"/>
        </w:rPr>
        <w:t>24 PRBs</w:t>
      </w:r>
      <w:r w:rsidRPr="008C6DE4">
        <w:t>.</w:t>
      </w:r>
    </w:p>
    <w:p w14:paraId="4B776660" w14:textId="77777777" w:rsidR="00DF3064" w:rsidRPr="008C6DE4" w:rsidRDefault="00DF3064" w:rsidP="00DF3064">
      <w:pPr>
        <w:keepNext/>
        <w:keepLines/>
        <w:spacing w:before="60"/>
        <w:jc w:val="center"/>
        <w:rPr>
          <w:rFonts w:ascii="Arial" w:hAnsi="Arial"/>
          <w:b/>
        </w:rPr>
      </w:pPr>
      <w:r w:rsidRPr="008C6DE4">
        <w:rPr>
          <w:rFonts w:ascii="Arial" w:hAnsi="Arial"/>
          <w:b/>
        </w:rPr>
        <w:t>Table 8.5.3.2-1: Evaluation period T</w:t>
      </w:r>
      <w:r w:rsidRPr="008C6DE4">
        <w:rPr>
          <w:rFonts w:ascii="Arial" w:hAnsi="Arial"/>
          <w:b/>
          <w:vertAlign w:val="subscript"/>
        </w:rPr>
        <w:t>Evaluate_BFD_CSI-RS</w:t>
      </w:r>
      <w:r w:rsidRPr="008C6DE4">
        <w:rPr>
          <w:rFonts w:ascii="Arial" w:hAnsi="Arial"/>
          <w:b/>
        </w:rPr>
        <w:t xml:space="preserve">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4582"/>
      </w:tblGrid>
      <w:tr w:rsidR="00DD3199" w:rsidRPr="008C6DE4" w14:paraId="52887C8D"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3E9F5D39"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Configuration</w:t>
            </w:r>
          </w:p>
        </w:tc>
        <w:tc>
          <w:tcPr>
            <w:tcW w:w="4582" w:type="dxa"/>
            <w:tcBorders>
              <w:top w:val="single" w:sz="4" w:space="0" w:color="auto"/>
              <w:left w:val="single" w:sz="4" w:space="0" w:color="auto"/>
              <w:bottom w:val="single" w:sz="4" w:space="0" w:color="auto"/>
              <w:right w:val="single" w:sz="4" w:space="0" w:color="auto"/>
            </w:tcBorders>
            <w:hideMark/>
          </w:tcPr>
          <w:p w14:paraId="02C82036"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Evaluate_BFD_CSI-RS</w:t>
            </w:r>
            <w:r w:rsidRPr="008C6DE4">
              <w:rPr>
                <w:rFonts w:ascii="Arial" w:hAnsi="Arial"/>
                <w:b/>
                <w:sz w:val="18"/>
              </w:rPr>
              <w:t xml:space="preserve"> (ms) </w:t>
            </w:r>
          </w:p>
        </w:tc>
      </w:tr>
      <w:tr w:rsidR="002E0B46" w:rsidRPr="008C6DE4" w14:paraId="6F318A9C"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591F0B42" w14:textId="77777777" w:rsidR="002E0B46" w:rsidRPr="008C6DE4" w:rsidRDefault="002E0B46" w:rsidP="002E0B46">
            <w:pPr>
              <w:keepNext/>
              <w:keepLines/>
              <w:spacing w:after="0"/>
              <w:jc w:val="center"/>
              <w:rPr>
                <w:rFonts w:ascii="Arial" w:hAnsi="Arial"/>
                <w:sz w:val="18"/>
              </w:rPr>
            </w:pPr>
            <w:r w:rsidRPr="008C6DE4">
              <w:rPr>
                <w:rFonts w:ascii="Arial" w:hAnsi="Arial"/>
                <w:sz w:val="18"/>
              </w:rPr>
              <w:t>no DRX</w:t>
            </w:r>
          </w:p>
        </w:tc>
        <w:tc>
          <w:tcPr>
            <w:tcW w:w="4582" w:type="dxa"/>
            <w:tcBorders>
              <w:top w:val="single" w:sz="4" w:space="0" w:color="auto"/>
              <w:left w:val="single" w:sz="4" w:space="0" w:color="auto"/>
              <w:bottom w:val="single" w:sz="4" w:space="0" w:color="auto"/>
              <w:right w:val="single" w:sz="4" w:space="0" w:color="auto"/>
            </w:tcBorders>
            <w:hideMark/>
          </w:tcPr>
          <w:p w14:paraId="16FFD23F" w14:textId="31C60675" w:rsidR="002E0B46" w:rsidRPr="008C6DE4" w:rsidRDefault="002E0B46" w:rsidP="002E0B46">
            <w:pPr>
              <w:keepNext/>
              <w:keepLines/>
              <w:spacing w:after="0"/>
              <w:jc w:val="center"/>
              <w:rPr>
                <w:rFonts w:ascii="Arial" w:hAnsi="Arial"/>
                <w:sz w:val="18"/>
              </w:rPr>
            </w:pPr>
            <w:r>
              <w:rPr>
                <w:rFonts w:ascii="Arial" w:hAnsi="Arial" w:cs="v4.2.0"/>
                <w:sz w:val="18"/>
                <w:lang w:val="fr-FR"/>
              </w:rPr>
              <w:t xml:space="preserve">Max(50, </w:t>
            </w:r>
            <w:r>
              <w:rPr>
                <w:rFonts w:ascii="Arial" w:hAnsi="Arial" w:cs="v4.2.0" w:hint="eastAsia"/>
                <w:sz w:val="18"/>
                <w:lang w:val="fr-FR" w:eastAsia="zh-CN"/>
              </w:rPr>
              <w:t>Ceil(</w:t>
            </w:r>
            <w:r>
              <w:rPr>
                <w:rFonts w:ascii="Arial" w:hAnsi="Arial" w:cs="v4.2.0"/>
                <w:sz w:val="18"/>
                <w:lang w:val="fr-FR"/>
              </w:rPr>
              <w:t>M</w:t>
            </w:r>
            <w:r>
              <w:rPr>
                <w:rFonts w:ascii="Arial" w:hAnsi="Arial" w:cs="v4.2.0"/>
                <w:sz w:val="18"/>
                <w:vertAlign w:val="subscript"/>
                <w:lang w:val="fr-FR"/>
              </w:rPr>
              <w:t>BFD</w:t>
            </w:r>
            <w:r>
              <w:rPr>
                <w:rFonts w:ascii="Arial" w:hAnsi="Arial" w:cs="v4.2.0"/>
                <w:sz w:val="18"/>
                <w:lang w:val="fr-FR"/>
              </w:rPr>
              <w:t xml:space="preserve"> </w:t>
            </w:r>
            <w:r>
              <w:rPr>
                <w:rFonts w:ascii="Symbol" w:eastAsia="Symbol" w:hAnsi="Symbol" w:cs="Symbol"/>
                <w:sz w:val="18"/>
                <w:szCs w:val="18"/>
                <w:lang w:val="fr-FR"/>
              </w:rPr>
              <w:t></w:t>
            </w:r>
            <w:r>
              <w:rPr>
                <w:rFonts w:ascii="Arial" w:hAnsi="Arial" w:cs="Arial"/>
                <w:sz w:val="18"/>
                <w:szCs w:val="18"/>
                <w:lang w:val="fr-FR"/>
              </w:rPr>
              <w:t xml:space="preserve"> </w:t>
            </w:r>
            <w:r>
              <w:rPr>
                <w:rFonts w:ascii="Arial" w:hAnsi="Arial" w:cs="v4.2.0"/>
                <w:sz w:val="18"/>
                <w:lang w:val="fr-FR"/>
              </w:rPr>
              <w:t>P</w:t>
            </w:r>
            <w:r>
              <w:rPr>
                <w:rFonts w:ascii="Arial" w:hAnsi="Arial" w:cs="v4.2.0" w:hint="eastAsia"/>
                <w:sz w:val="18"/>
                <w:lang w:val="fr-FR" w:eastAsia="zh-CN"/>
              </w:rPr>
              <w:t>)</w:t>
            </w:r>
            <w:r>
              <w:rPr>
                <w:rFonts w:ascii="Arial" w:hAnsi="Arial" w:cs="v4.2.0"/>
                <w:sz w:val="18"/>
                <w:lang w:val="fr-FR"/>
              </w:rPr>
              <w:t xml:space="preserve"> </w:t>
            </w:r>
            <w:r>
              <w:rPr>
                <w:rFonts w:ascii="Symbol" w:eastAsia="Symbol" w:hAnsi="Symbol" w:cs="Symbol"/>
                <w:sz w:val="18"/>
                <w:szCs w:val="18"/>
                <w:lang w:val="fr-FR"/>
              </w:rPr>
              <w:t></w:t>
            </w:r>
            <w:r>
              <w:rPr>
                <w:rFonts w:ascii="Arial" w:hAnsi="Arial" w:cs="v4.2.0"/>
                <w:sz w:val="18"/>
                <w:lang w:val="fr-FR"/>
              </w:rPr>
              <w:t xml:space="preserve"> T</w:t>
            </w:r>
            <w:r>
              <w:rPr>
                <w:rFonts w:ascii="Arial" w:hAnsi="Arial" w:cs="v4.2.0"/>
                <w:sz w:val="18"/>
                <w:vertAlign w:val="subscript"/>
                <w:lang w:val="fr-FR"/>
              </w:rPr>
              <w:t>CSI-RS</w:t>
            </w:r>
            <w:r>
              <w:rPr>
                <w:rFonts w:ascii="Arial" w:hAnsi="Arial" w:cs="v4.2.0"/>
                <w:sz w:val="18"/>
                <w:lang w:val="fr-FR"/>
              </w:rPr>
              <w:t>)</w:t>
            </w:r>
          </w:p>
        </w:tc>
      </w:tr>
      <w:tr w:rsidR="002E0B46" w:rsidRPr="008C6DE4" w14:paraId="4E6907BB"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5A9F66B3" w14:textId="77777777" w:rsidR="002E0B46" w:rsidRPr="008C6DE4" w:rsidRDefault="002E0B46" w:rsidP="002E0B46">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cs="Arial" w:hint="eastAsia"/>
                <w:sz w:val="18"/>
              </w:rPr>
              <w:t>≤</w:t>
            </w:r>
            <w:r w:rsidRPr="008C6DE4">
              <w:rPr>
                <w:rFonts w:ascii="Arial" w:hAnsi="Arial" w:cs="Arial"/>
                <w:sz w:val="18"/>
              </w:rPr>
              <w:t xml:space="preserve"> </w:t>
            </w:r>
            <w:r w:rsidRPr="008C6DE4">
              <w:rPr>
                <w:rFonts w:ascii="Arial" w:hAnsi="Arial"/>
                <w:sz w:val="18"/>
              </w:rPr>
              <w:t>320ms</w:t>
            </w:r>
          </w:p>
        </w:tc>
        <w:tc>
          <w:tcPr>
            <w:tcW w:w="4582" w:type="dxa"/>
            <w:tcBorders>
              <w:top w:val="single" w:sz="4" w:space="0" w:color="auto"/>
              <w:left w:val="single" w:sz="4" w:space="0" w:color="auto"/>
              <w:bottom w:val="single" w:sz="4" w:space="0" w:color="auto"/>
              <w:right w:val="single" w:sz="4" w:space="0" w:color="auto"/>
            </w:tcBorders>
            <w:hideMark/>
          </w:tcPr>
          <w:p w14:paraId="3033CDC0" w14:textId="3847D543" w:rsidR="002E0B46" w:rsidRPr="008C6DE4" w:rsidRDefault="002E0B46" w:rsidP="002E0B46">
            <w:pPr>
              <w:keepNext/>
              <w:keepLines/>
              <w:spacing w:after="0"/>
              <w:jc w:val="center"/>
              <w:rPr>
                <w:rFonts w:ascii="Arial" w:hAnsi="Arial"/>
                <w:sz w:val="18"/>
              </w:rPr>
            </w:pPr>
            <w:r>
              <w:rPr>
                <w:rFonts w:ascii="Arial" w:hAnsi="Arial" w:cs="v4.2.0"/>
                <w:sz w:val="18"/>
                <w:lang w:val="fr-FR"/>
              </w:rPr>
              <w:t xml:space="preserve">Max(50, </w:t>
            </w:r>
            <w:r>
              <w:rPr>
                <w:rFonts w:ascii="Arial" w:hAnsi="Arial" w:cs="v4.2.0" w:hint="eastAsia"/>
                <w:sz w:val="18"/>
                <w:lang w:val="fr-FR" w:eastAsia="zh-CN"/>
              </w:rPr>
              <w:t>Ceil(</w:t>
            </w:r>
            <w:r>
              <w:rPr>
                <w:rFonts w:ascii="Arial" w:hAnsi="Arial" w:cs="v4.2.0"/>
                <w:sz w:val="18"/>
                <w:lang w:val="fr-FR"/>
              </w:rPr>
              <w:t xml:space="preserve">1.5 </w:t>
            </w:r>
            <w:r>
              <w:rPr>
                <w:rFonts w:ascii="Arial" w:hAnsi="Arial" w:cs="Arial"/>
                <w:sz w:val="18"/>
                <w:lang w:val="fr-FR"/>
              </w:rPr>
              <w:t xml:space="preserve">× </w:t>
            </w:r>
            <w:r>
              <w:rPr>
                <w:rFonts w:ascii="Arial" w:hAnsi="Arial" w:cs="v4.2.0"/>
                <w:sz w:val="18"/>
                <w:lang w:val="fr-FR"/>
              </w:rPr>
              <w:t>M</w:t>
            </w:r>
            <w:r>
              <w:rPr>
                <w:rFonts w:ascii="Arial" w:hAnsi="Arial" w:cs="v4.2.0"/>
                <w:sz w:val="18"/>
                <w:vertAlign w:val="subscript"/>
                <w:lang w:val="fr-FR"/>
              </w:rPr>
              <w:t>BFD</w:t>
            </w:r>
            <w:r>
              <w:rPr>
                <w:rFonts w:ascii="Arial" w:hAnsi="Arial" w:cs="v4.2.0"/>
                <w:sz w:val="18"/>
                <w:lang w:val="fr-FR"/>
              </w:rPr>
              <w:t xml:space="preserve"> </w:t>
            </w:r>
            <w:r>
              <w:rPr>
                <w:rFonts w:ascii="Symbol" w:eastAsia="Symbol" w:hAnsi="Symbol" w:cs="Symbol"/>
                <w:sz w:val="18"/>
                <w:szCs w:val="18"/>
                <w:lang w:val="fr-FR"/>
              </w:rPr>
              <w:t></w:t>
            </w:r>
            <w:r>
              <w:rPr>
                <w:rFonts w:ascii="Arial" w:hAnsi="Arial" w:cs="Arial"/>
                <w:sz w:val="18"/>
                <w:szCs w:val="18"/>
                <w:lang w:val="fr-FR"/>
              </w:rPr>
              <w:t xml:space="preserve"> </w:t>
            </w:r>
            <w:r>
              <w:rPr>
                <w:rFonts w:ascii="Arial" w:hAnsi="Arial" w:cs="v4.2.0"/>
                <w:sz w:val="18"/>
                <w:lang w:val="fr-FR"/>
              </w:rPr>
              <w:t>P</w:t>
            </w:r>
            <w:r>
              <w:rPr>
                <w:rFonts w:ascii="Arial" w:hAnsi="Arial" w:cs="v4.2.0" w:hint="eastAsia"/>
                <w:sz w:val="18"/>
                <w:lang w:val="fr-FR" w:eastAsia="zh-CN"/>
              </w:rPr>
              <w:t>)</w:t>
            </w:r>
            <w:r>
              <w:rPr>
                <w:rFonts w:ascii="Arial" w:hAnsi="Arial" w:cs="v4.2.0"/>
                <w:sz w:val="18"/>
                <w:lang w:val="fr-FR"/>
              </w:rPr>
              <w:t xml:space="preserve"> </w:t>
            </w:r>
            <w:r>
              <w:rPr>
                <w:rFonts w:ascii="Symbol" w:eastAsia="Symbol" w:hAnsi="Symbol" w:cs="Symbol"/>
                <w:sz w:val="18"/>
                <w:szCs w:val="18"/>
                <w:lang w:val="fr-FR"/>
              </w:rPr>
              <w:t></w:t>
            </w:r>
            <w:r>
              <w:rPr>
                <w:rFonts w:ascii="Arial" w:hAnsi="Arial" w:cs="Arial"/>
                <w:sz w:val="18"/>
                <w:szCs w:val="18"/>
                <w:lang w:val="fr-FR"/>
              </w:rPr>
              <w:t xml:space="preserve"> </w:t>
            </w:r>
            <w:r>
              <w:rPr>
                <w:rFonts w:ascii="Arial" w:hAnsi="Arial" w:cs="v4.2.0"/>
                <w:sz w:val="18"/>
                <w:lang w:val="fr-FR"/>
              </w:rPr>
              <w:t>Max(T</w:t>
            </w:r>
            <w:r>
              <w:rPr>
                <w:rFonts w:ascii="Arial" w:hAnsi="Arial" w:cs="v4.2.0"/>
                <w:sz w:val="18"/>
                <w:vertAlign w:val="subscript"/>
                <w:lang w:val="fr-FR"/>
              </w:rPr>
              <w:t>DRX</w:t>
            </w:r>
            <w:r>
              <w:rPr>
                <w:rFonts w:ascii="Arial" w:hAnsi="Arial" w:cs="v4.2.0"/>
                <w:sz w:val="18"/>
                <w:lang w:val="fr-FR"/>
              </w:rPr>
              <w:t>, T</w:t>
            </w:r>
            <w:r>
              <w:rPr>
                <w:rFonts w:ascii="Arial" w:hAnsi="Arial" w:cs="v4.2.0"/>
                <w:sz w:val="18"/>
                <w:vertAlign w:val="subscript"/>
                <w:lang w:val="fr-FR"/>
              </w:rPr>
              <w:t>CSI-RS</w:t>
            </w:r>
            <w:r>
              <w:rPr>
                <w:rFonts w:ascii="Arial" w:hAnsi="Arial" w:cs="v4.2.0"/>
                <w:sz w:val="18"/>
                <w:lang w:val="fr-FR"/>
              </w:rPr>
              <w:t>))</w:t>
            </w:r>
          </w:p>
        </w:tc>
      </w:tr>
      <w:tr w:rsidR="002E0B46" w:rsidRPr="008C6DE4" w14:paraId="6BD330ED"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2E5A67A1" w14:textId="77777777" w:rsidR="002E0B46" w:rsidRPr="008C6DE4" w:rsidRDefault="002E0B46" w:rsidP="002E0B46">
            <w:pPr>
              <w:keepNext/>
              <w:keepLines/>
              <w:spacing w:after="0"/>
              <w:jc w:val="center"/>
              <w:rPr>
                <w:rFonts w:ascii="Arial" w:hAnsi="Arial"/>
                <w:sz w:val="18"/>
              </w:rPr>
            </w:pPr>
            <w:r w:rsidRPr="008C6DE4">
              <w:rPr>
                <w:rFonts w:ascii="Arial" w:hAnsi="Arial"/>
                <w:sz w:val="18"/>
              </w:rPr>
              <w:t>DRX cycle &gt; 320ms</w:t>
            </w:r>
          </w:p>
        </w:tc>
        <w:tc>
          <w:tcPr>
            <w:tcW w:w="4582" w:type="dxa"/>
            <w:tcBorders>
              <w:top w:val="single" w:sz="4" w:space="0" w:color="auto"/>
              <w:left w:val="single" w:sz="4" w:space="0" w:color="auto"/>
              <w:bottom w:val="single" w:sz="4" w:space="0" w:color="auto"/>
              <w:right w:val="single" w:sz="4" w:space="0" w:color="auto"/>
            </w:tcBorders>
            <w:hideMark/>
          </w:tcPr>
          <w:p w14:paraId="5D464508" w14:textId="7BDE07A3" w:rsidR="002E0B46" w:rsidRPr="008C6DE4" w:rsidRDefault="002E0B46" w:rsidP="002E0B46">
            <w:pPr>
              <w:keepNext/>
              <w:keepLines/>
              <w:spacing w:after="0"/>
              <w:jc w:val="center"/>
              <w:rPr>
                <w:rFonts w:ascii="Arial" w:hAnsi="Arial"/>
                <w:sz w:val="18"/>
              </w:rPr>
            </w:pPr>
            <w:r>
              <w:rPr>
                <w:rFonts w:ascii="Arial" w:hAnsi="Arial" w:cs="v4.2.0" w:hint="eastAsia"/>
                <w:sz w:val="18"/>
                <w:lang w:val="fr-FR" w:eastAsia="zh-CN"/>
              </w:rPr>
              <w:t>Ceil(</w:t>
            </w:r>
            <w:r>
              <w:rPr>
                <w:rFonts w:ascii="Arial" w:hAnsi="Arial" w:cs="v4.2.0"/>
                <w:sz w:val="18"/>
                <w:lang w:val="fr-FR"/>
              </w:rPr>
              <w:t>M</w:t>
            </w:r>
            <w:r>
              <w:rPr>
                <w:rFonts w:ascii="Arial" w:hAnsi="Arial" w:cs="v4.2.0"/>
                <w:sz w:val="18"/>
                <w:vertAlign w:val="subscript"/>
                <w:lang w:val="fr-FR"/>
              </w:rPr>
              <w:t>BFD</w:t>
            </w:r>
            <w:r>
              <w:rPr>
                <w:rFonts w:ascii="Arial" w:hAnsi="Arial" w:cs="v4.2.0"/>
                <w:sz w:val="18"/>
                <w:lang w:val="fr-FR"/>
              </w:rPr>
              <w:t xml:space="preserve"> </w:t>
            </w:r>
            <w:r>
              <w:rPr>
                <w:rFonts w:ascii="Symbol" w:eastAsia="Symbol" w:hAnsi="Symbol" w:cs="Symbol"/>
                <w:sz w:val="18"/>
                <w:szCs w:val="18"/>
                <w:lang w:val="fr-FR"/>
              </w:rPr>
              <w:t></w:t>
            </w:r>
            <w:r>
              <w:rPr>
                <w:rFonts w:ascii="Arial" w:hAnsi="Arial" w:cs="Arial"/>
                <w:sz w:val="18"/>
                <w:szCs w:val="18"/>
                <w:lang w:val="fr-FR"/>
              </w:rPr>
              <w:t xml:space="preserve"> </w:t>
            </w:r>
            <w:r>
              <w:rPr>
                <w:rFonts w:ascii="Arial" w:hAnsi="Arial" w:cs="v4.2.0"/>
                <w:sz w:val="18"/>
                <w:lang w:val="fr-FR"/>
              </w:rPr>
              <w:t>P</w:t>
            </w:r>
            <w:r>
              <w:rPr>
                <w:rFonts w:ascii="Arial" w:hAnsi="Arial" w:cs="v4.2.0" w:hint="eastAsia"/>
                <w:sz w:val="18"/>
                <w:lang w:val="fr-FR"/>
              </w:rPr>
              <w:t>)</w:t>
            </w:r>
            <w:r>
              <w:rPr>
                <w:rFonts w:ascii="Arial" w:hAnsi="Arial" w:cs="v4.2.0"/>
                <w:sz w:val="18"/>
                <w:lang w:val="fr-FR"/>
              </w:rPr>
              <w:t xml:space="preserve"> </w:t>
            </w:r>
            <w:r>
              <w:rPr>
                <w:rFonts w:ascii="Symbol" w:eastAsia="Symbol" w:hAnsi="Symbol" w:cs="Symbol"/>
                <w:sz w:val="18"/>
                <w:szCs w:val="18"/>
                <w:lang w:val="fr-FR"/>
              </w:rPr>
              <w:t></w:t>
            </w:r>
            <w:r>
              <w:rPr>
                <w:rFonts w:ascii="Arial" w:hAnsi="Arial" w:cs="v4.2.0"/>
                <w:sz w:val="18"/>
                <w:lang w:val="fr-FR"/>
              </w:rPr>
              <w:t xml:space="preserve"> T</w:t>
            </w:r>
            <w:r>
              <w:rPr>
                <w:rFonts w:ascii="Arial" w:hAnsi="Arial" w:cs="v4.2.0"/>
                <w:sz w:val="18"/>
                <w:vertAlign w:val="subscript"/>
                <w:lang w:val="fr-FR"/>
              </w:rPr>
              <w:t>DRX</w:t>
            </w:r>
          </w:p>
        </w:tc>
      </w:tr>
      <w:tr w:rsidR="00DF3064" w:rsidRPr="008C6DE4" w14:paraId="0E77CF00" w14:textId="77777777" w:rsidTr="00DF3064">
        <w:trPr>
          <w:jc w:val="center"/>
        </w:trPr>
        <w:tc>
          <w:tcPr>
            <w:tcW w:w="6617" w:type="dxa"/>
            <w:gridSpan w:val="2"/>
            <w:tcBorders>
              <w:top w:val="single" w:sz="4" w:space="0" w:color="auto"/>
              <w:left w:val="single" w:sz="4" w:space="0" w:color="auto"/>
              <w:bottom w:val="single" w:sz="4" w:space="0" w:color="auto"/>
              <w:right w:val="single" w:sz="4" w:space="0" w:color="auto"/>
            </w:tcBorders>
            <w:hideMark/>
          </w:tcPr>
          <w:p w14:paraId="2008D8F4" w14:textId="77777777" w:rsidR="00DF3064" w:rsidRPr="008C6DE4" w:rsidRDefault="00DF3064" w:rsidP="00DF3064">
            <w:pPr>
              <w:keepNext/>
              <w:keepLines/>
              <w:spacing w:after="0"/>
              <w:rPr>
                <w:rFonts w:ascii="Arial" w:hAnsi="Arial" w:cs="v4.2.0"/>
                <w:sz w:val="18"/>
              </w:rPr>
            </w:pPr>
            <w:r w:rsidRPr="008C6DE4">
              <w:rPr>
                <w:rFonts w:ascii="Arial" w:hAnsi="Arial"/>
                <w:sz w:val="18"/>
              </w:rPr>
              <w:t>Note:</w:t>
            </w:r>
            <w:r w:rsidRPr="008C6DE4">
              <w:rPr>
                <w:rFonts w:ascii="Arial" w:hAnsi="Arial"/>
                <w:sz w:val="28"/>
              </w:rPr>
              <w:tab/>
            </w:r>
            <w:r w:rsidRPr="008C6DE4">
              <w:rPr>
                <w:rFonts w:ascii="Arial" w:hAnsi="Arial" w:cs="v4.2.0"/>
                <w:sz w:val="18"/>
              </w:rPr>
              <w:t>T</w:t>
            </w:r>
            <w:r w:rsidRPr="008C6DE4">
              <w:rPr>
                <w:rFonts w:ascii="Arial" w:hAnsi="Arial" w:cs="v4.2.0"/>
                <w:sz w:val="18"/>
                <w:vertAlign w:val="subscript"/>
              </w:rPr>
              <w:t>CSI-RS</w:t>
            </w:r>
            <w:r w:rsidRPr="008C6DE4">
              <w:rPr>
                <w:rFonts w:ascii="Arial" w:hAnsi="Arial"/>
                <w:sz w:val="18"/>
              </w:rPr>
              <w:t xml:space="preserve"> is the periodicity of CSI-RS resource in the set </w:t>
            </w:r>
            <w:r w:rsidRPr="008C6DE4">
              <w:rPr>
                <w:iCs/>
                <w:noProof/>
                <w:position w:val="-10"/>
                <w:lang w:val="en-US" w:eastAsia="zh-CN"/>
              </w:rPr>
              <w:drawing>
                <wp:inline distT="0" distB="0" distL="0" distR="0" wp14:anchorId="29D74AB0" wp14:editId="435914CF">
                  <wp:extent cx="152400" cy="1981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2400" cy="198120"/>
                          </a:xfrm>
                          <a:prstGeom prst="rect">
                            <a:avLst/>
                          </a:prstGeom>
                          <a:noFill/>
                          <a:ln>
                            <a:noFill/>
                          </a:ln>
                        </pic:spPr>
                      </pic:pic>
                    </a:graphicData>
                  </a:graphic>
                </wp:inline>
              </w:drawing>
            </w:r>
            <w:r w:rsidRPr="008C6DE4">
              <w:rPr>
                <w:rFonts w:ascii="Arial" w:hAnsi="Arial"/>
                <w:sz w:val="18"/>
              </w:rPr>
              <w:t>.</w:t>
            </w:r>
            <w:r w:rsidRPr="008C6DE4">
              <w:rPr>
                <w:rFonts w:ascii="Arial" w:hAnsi="Arial" w:cs="v4.2.0"/>
                <w:sz w:val="18"/>
              </w:rPr>
              <w:t xml:space="preserve"> T</w:t>
            </w:r>
            <w:r w:rsidRPr="008C6DE4">
              <w:rPr>
                <w:rFonts w:ascii="Arial" w:hAnsi="Arial" w:cs="v4.2.0"/>
                <w:sz w:val="18"/>
                <w:vertAlign w:val="subscript"/>
              </w:rPr>
              <w:t>DRX</w:t>
            </w:r>
            <w:r w:rsidRPr="008C6DE4">
              <w:rPr>
                <w:rFonts w:ascii="Arial" w:hAnsi="Arial"/>
                <w:sz w:val="18"/>
              </w:rPr>
              <w:t xml:space="preserve"> is the DRX cycle length.</w:t>
            </w:r>
          </w:p>
        </w:tc>
      </w:tr>
    </w:tbl>
    <w:p w14:paraId="254CFBFB" w14:textId="77777777" w:rsidR="00DF3064" w:rsidRPr="008C6DE4" w:rsidRDefault="00DF3064" w:rsidP="00DF3064">
      <w:pPr>
        <w:rPr>
          <w:rFonts w:eastAsia="?? ??"/>
        </w:rPr>
      </w:pPr>
    </w:p>
    <w:p w14:paraId="156BA2E1" w14:textId="77777777" w:rsidR="00DF3064" w:rsidRPr="008C6DE4" w:rsidRDefault="00DF3064" w:rsidP="00DF3064">
      <w:pPr>
        <w:keepNext/>
        <w:keepLines/>
        <w:spacing w:before="60"/>
        <w:jc w:val="center"/>
        <w:rPr>
          <w:rFonts w:ascii="Arial" w:hAnsi="Arial"/>
          <w:b/>
        </w:rPr>
      </w:pPr>
      <w:r w:rsidRPr="008C6DE4">
        <w:rPr>
          <w:rFonts w:ascii="Arial" w:hAnsi="Arial"/>
          <w:b/>
        </w:rPr>
        <w:t>Table 8.5.3.2-2: Evaluation period T</w:t>
      </w:r>
      <w:r w:rsidRPr="008C6DE4">
        <w:rPr>
          <w:rFonts w:ascii="Arial" w:hAnsi="Arial"/>
          <w:b/>
          <w:vertAlign w:val="subscript"/>
        </w:rPr>
        <w:t>Evaluate_BFD_CSI-RS</w:t>
      </w:r>
      <w:r w:rsidRPr="008C6DE4">
        <w:rPr>
          <w:rFonts w:ascii="Arial" w:hAnsi="Arial"/>
          <w:b/>
        </w:rPr>
        <w:t xml:space="preserve"> for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4582"/>
      </w:tblGrid>
      <w:tr w:rsidR="00DD3199" w:rsidRPr="008C6DE4" w14:paraId="6F690133"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5D544B48"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Configuration</w:t>
            </w:r>
          </w:p>
        </w:tc>
        <w:tc>
          <w:tcPr>
            <w:tcW w:w="4582" w:type="dxa"/>
            <w:tcBorders>
              <w:top w:val="single" w:sz="4" w:space="0" w:color="auto"/>
              <w:left w:val="single" w:sz="4" w:space="0" w:color="auto"/>
              <w:bottom w:val="single" w:sz="4" w:space="0" w:color="auto"/>
              <w:right w:val="single" w:sz="4" w:space="0" w:color="auto"/>
            </w:tcBorders>
            <w:hideMark/>
          </w:tcPr>
          <w:p w14:paraId="05D8F62E"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Evaluate_BFD_CSI-RS</w:t>
            </w:r>
            <w:r w:rsidRPr="008C6DE4">
              <w:rPr>
                <w:rFonts w:ascii="Arial" w:hAnsi="Arial"/>
                <w:b/>
                <w:sz w:val="18"/>
              </w:rPr>
              <w:t xml:space="preserve"> (ms) </w:t>
            </w:r>
          </w:p>
        </w:tc>
      </w:tr>
      <w:tr w:rsidR="002E0B46" w:rsidRPr="008C6DE4" w14:paraId="11F47838"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2A5FEE1A" w14:textId="77777777" w:rsidR="002E0B46" w:rsidRPr="008C6DE4" w:rsidRDefault="002E0B46" w:rsidP="002E0B46">
            <w:pPr>
              <w:keepNext/>
              <w:keepLines/>
              <w:spacing w:after="0"/>
              <w:jc w:val="center"/>
              <w:rPr>
                <w:rFonts w:ascii="Arial" w:hAnsi="Arial"/>
                <w:sz w:val="18"/>
              </w:rPr>
            </w:pPr>
            <w:r w:rsidRPr="008C6DE4">
              <w:rPr>
                <w:rFonts w:ascii="Arial" w:hAnsi="Arial"/>
                <w:sz w:val="18"/>
              </w:rPr>
              <w:t>no DRX</w:t>
            </w:r>
          </w:p>
        </w:tc>
        <w:tc>
          <w:tcPr>
            <w:tcW w:w="4582" w:type="dxa"/>
            <w:tcBorders>
              <w:top w:val="single" w:sz="4" w:space="0" w:color="auto"/>
              <w:left w:val="single" w:sz="4" w:space="0" w:color="auto"/>
              <w:bottom w:val="single" w:sz="4" w:space="0" w:color="auto"/>
              <w:right w:val="single" w:sz="4" w:space="0" w:color="auto"/>
            </w:tcBorders>
            <w:hideMark/>
          </w:tcPr>
          <w:p w14:paraId="3D3E1690" w14:textId="1C814664" w:rsidR="002E0B46" w:rsidRPr="008C6DE4" w:rsidRDefault="002E0B46" w:rsidP="002E0B46">
            <w:pPr>
              <w:keepNext/>
              <w:keepLines/>
              <w:spacing w:after="0"/>
              <w:jc w:val="center"/>
              <w:rPr>
                <w:rFonts w:ascii="Arial" w:hAnsi="Arial"/>
                <w:sz w:val="18"/>
              </w:rPr>
            </w:pPr>
            <w:r>
              <w:rPr>
                <w:rFonts w:ascii="Arial" w:hAnsi="Arial" w:cs="v4.2.0"/>
                <w:sz w:val="18"/>
                <w:lang w:val="fr-FR"/>
              </w:rPr>
              <w:t xml:space="preserve">Max(50, </w:t>
            </w:r>
            <w:r>
              <w:rPr>
                <w:rFonts w:ascii="Arial" w:hAnsi="Arial" w:cs="v4.2.0" w:hint="eastAsia"/>
                <w:sz w:val="18"/>
                <w:lang w:val="fr-FR" w:eastAsia="zh-CN"/>
              </w:rPr>
              <w:t>Ceil</w:t>
            </w:r>
            <w:r>
              <w:rPr>
                <w:rFonts w:ascii="Arial" w:hAnsi="Arial" w:cs="v4.2.0"/>
                <w:sz w:val="18"/>
                <w:lang w:val="fr-FR" w:eastAsia="zh-CN"/>
              </w:rPr>
              <w:t>(</w:t>
            </w:r>
            <w:r>
              <w:rPr>
                <w:rFonts w:ascii="Arial" w:hAnsi="Arial" w:cs="Arial"/>
                <w:sz w:val="18"/>
                <w:lang w:val="fr-FR"/>
              </w:rPr>
              <w:t>M</w:t>
            </w:r>
            <w:r>
              <w:rPr>
                <w:rFonts w:ascii="Arial" w:hAnsi="Arial" w:cs="Arial"/>
                <w:sz w:val="18"/>
                <w:vertAlign w:val="subscript"/>
                <w:lang w:val="fr-FR"/>
              </w:rPr>
              <w:t>BFD</w:t>
            </w:r>
            <w:r>
              <w:rPr>
                <w:rFonts w:ascii="Arial" w:hAnsi="Arial" w:cs="v4.2.0"/>
                <w:sz w:val="18"/>
                <w:lang w:val="fr-FR"/>
              </w:rPr>
              <w:t xml:space="preserve"> </w:t>
            </w:r>
            <w:r>
              <w:rPr>
                <w:rFonts w:ascii="Symbol" w:eastAsia="Symbol" w:hAnsi="Symbol" w:cs="Symbol"/>
                <w:sz w:val="18"/>
                <w:szCs w:val="18"/>
                <w:lang w:val="fr-FR"/>
              </w:rPr>
              <w:t></w:t>
            </w:r>
            <w:r>
              <w:rPr>
                <w:rFonts w:ascii="Arial" w:hAnsi="Arial" w:cs="Arial"/>
                <w:sz w:val="18"/>
                <w:szCs w:val="18"/>
                <w:lang w:val="fr-FR"/>
              </w:rPr>
              <w:t xml:space="preserve"> </w:t>
            </w:r>
            <w:r>
              <w:rPr>
                <w:rFonts w:ascii="Arial" w:hAnsi="Arial" w:cs="v4.2.0"/>
                <w:sz w:val="18"/>
                <w:lang w:val="fr-FR"/>
              </w:rPr>
              <w:t xml:space="preserve">P </w:t>
            </w:r>
            <w:r>
              <w:rPr>
                <w:rFonts w:ascii="Symbol" w:eastAsia="Symbol" w:hAnsi="Symbol" w:cs="Symbol"/>
                <w:sz w:val="18"/>
                <w:szCs w:val="18"/>
                <w:lang w:val="fr-FR"/>
              </w:rPr>
              <w:t></w:t>
            </w:r>
            <w:r>
              <w:rPr>
                <w:rFonts w:ascii="Arial" w:hAnsi="Arial" w:cs="Arial"/>
                <w:sz w:val="18"/>
                <w:szCs w:val="18"/>
                <w:lang w:val="fr-FR"/>
              </w:rPr>
              <w:t xml:space="preserve"> </w:t>
            </w:r>
            <w:r>
              <w:rPr>
                <w:rFonts w:ascii="Arial" w:hAnsi="Arial" w:cs="v4.2.0"/>
                <w:sz w:val="18"/>
                <w:lang w:val="fr-FR"/>
              </w:rPr>
              <w:t>N</w:t>
            </w:r>
            <w:r>
              <w:rPr>
                <w:rFonts w:ascii="Arial" w:hAnsi="Arial" w:cs="v4.2.0"/>
                <w:sz w:val="18"/>
                <w:lang w:val="fr-FR" w:eastAsia="zh-CN"/>
              </w:rPr>
              <w:t>)</w:t>
            </w:r>
            <w:r>
              <w:rPr>
                <w:rFonts w:ascii="Arial" w:hAnsi="Arial" w:cs="v4.2.0"/>
                <w:sz w:val="18"/>
                <w:lang w:val="fr-FR"/>
              </w:rPr>
              <w:t xml:space="preserve"> </w:t>
            </w:r>
            <w:r>
              <w:rPr>
                <w:rFonts w:ascii="Symbol" w:eastAsia="Symbol" w:hAnsi="Symbol" w:cs="Symbol"/>
                <w:sz w:val="18"/>
                <w:szCs w:val="18"/>
                <w:lang w:val="fr-FR"/>
              </w:rPr>
              <w:t></w:t>
            </w:r>
            <w:r>
              <w:rPr>
                <w:rFonts w:ascii="Arial" w:hAnsi="Arial" w:cs="v4.2.0"/>
                <w:sz w:val="18"/>
                <w:lang w:val="fr-FR"/>
              </w:rPr>
              <w:t xml:space="preserve"> T</w:t>
            </w:r>
            <w:r>
              <w:rPr>
                <w:rFonts w:ascii="Arial" w:hAnsi="Arial" w:cs="v4.2.0"/>
                <w:sz w:val="18"/>
                <w:vertAlign w:val="subscript"/>
                <w:lang w:val="fr-FR"/>
              </w:rPr>
              <w:t>CSI-RS</w:t>
            </w:r>
            <w:r>
              <w:rPr>
                <w:rFonts w:ascii="Arial" w:hAnsi="Arial" w:cs="v4.2.0"/>
                <w:sz w:val="18"/>
                <w:lang w:val="fr-FR"/>
              </w:rPr>
              <w:t>)</w:t>
            </w:r>
          </w:p>
        </w:tc>
      </w:tr>
      <w:tr w:rsidR="002E0B46" w:rsidRPr="008C6DE4" w14:paraId="2F954102"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6AB4B104" w14:textId="77777777" w:rsidR="002E0B46" w:rsidRPr="008C6DE4" w:rsidRDefault="002E0B46" w:rsidP="002E0B46">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cs="Arial" w:hint="eastAsia"/>
                <w:sz w:val="18"/>
              </w:rPr>
              <w:t>≤</w:t>
            </w:r>
            <w:r w:rsidRPr="008C6DE4">
              <w:rPr>
                <w:rFonts w:ascii="Arial" w:hAnsi="Arial" w:cs="Arial"/>
                <w:sz w:val="18"/>
              </w:rPr>
              <w:t xml:space="preserve"> </w:t>
            </w:r>
            <w:r w:rsidRPr="008C6DE4">
              <w:rPr>
                <w:rFonts w:ascii="Arial" w:hAnsi="Arial"/>
                <w:sz w:val="18"/>
              </w:rPr>
              <w:t>320ms</w:t>
            </w:r>
          </w:p>
        </w:tc>
        <w:tc>
          <w:tcPr>
            <w:tcW w:w="4582" w:type="dxa"/>
            <w:tcBorders>
              <w:top w:val="single" w:sz="4" w:space="0" w:color="auto"/>
              <w:left w:val="single" w:sz="4" w:space="0" w:color="auto"/>
              <w:bottom w:val="single" w:sz="4" w:space="0" w:color="auto"/>
              <w:right w:val="single" w:sz="4" w:space="0" w:color="auto"/>
            </w:tcBorders>
            <w:hideMark/>
          </w:tcPr>
          <w:p w14:paraId="30F7DAE5" w14:textId="2153009B" w:rsidR="002E0B46" w:rsidRPr="008C6DE4" w:rsidRDefault="002E0B46" w:rsidP="002E0B46">
            <w:pPr>
              <w:keepNext/>
              <w:keepLines/>
              <w:spacing w:after="0"/>
              <w:jc w:val="center"/>
              <w:rPr>
                <w:rFonts w:ascii="Arial" w:hAnsi="Arial"/>
                <w:sz w:val="18"/>
              </w:rPr>
            </w:pPr>
            <w:r>
              <w:rPr>
                <w:rFonts w:ascii="Arial" w:hAnsi="Arial" w:cs="v4.2.0"/>
                <w:sz w:val="18"/>
                <w:lang w:val="fr-FR"/>
              </w:rPr>
              <w:t xml:space="preserve">Max(50, Ceil(1.5 </w:t>
            </w:r>
            <w:r>
              <w:rPr>
                <w:rFonts w:ascii="Arial" w:hAnsi="Arial" w:cs="Arial"/>
                <w:sz w:val="18"/>
                <w:lang w:val="fr-FR"/>
              </w:rPr>
              <w:t>× M</w:t>
            </w:r>
            <w:r>
              <w:rPr>
                <w:rFonts w:ascii="Arial" w:hAnsi="Arial" w:cs="Arial"/>
                <w:sz w:val="18"/>
                <w:vertAlign w:val="subscript"/>
                <w:lang w:val="fr-FR"/>
              </w:rPr>
              <w:t>BFD</w:t>
            </w:r>
            <w:r>
              <w:rPr>
                <w:rFonts w:ascii="Arial" w:hAnsi="Arial" w:cs="v4.2.0"/>
                <w:sz w:val="18"/>
                <w:lang w:val="fr-FR"/>
              </w:rPr>
              <w:t xml:space="preserve"> </w:t>
            </w:r>
            <w:r>
              <w:rPr>
                <w:rFonts w:ascii="Symbol" w:eastAsia="Symbol" w:hAnsi="Symbol" w:cs="Symbol"/>
                <w:sz w:val="18"/>
                <w:szCs w:val="18"/>
                <w:lang w:val="fr-FR"/>
              </w:rPr>
              <w:t></w:t>
            </w:r>
            <w:r>
              <w:rPr>
                <w:rFonts w:ascii="Arial" w:hAnsi="Arial" w:cs="Arial"/>
                <w:sz w:val="18"/>
                <w:szCs w:val="18"/>
                <w:lang w:val="fr-FR"/>
              </w:rPr>
              <w:t xml:space="preserve"> </w:t>
            </w:r>
            <w:r>
              <w:rPr>
                <w:rFonts w:ascii="Arial" w:hAnsi="Arial" w:cs="v4.2.0"/>
                <w:sz w:val="18"/>
                <w:lang w:val="fr-FR"/>
              </w:rPr>
              <w:t xml:space="preserve">P </w:t>
            </w:r>
            <w:r>
              <w:rPr>
                <w:rFonts w:ascii="Symbol" w:eastAsia="Symbol" w:hAnsi="Symbol" w:cs="Symbol"/>
                <w:sz w:val="18"/>
                <w:szCs w:val="18"/>
                <w:lang w:val="fr-FR"/>
              </w:rPr>
              <w:t></w:t>
            </w:r>
            <w:r>
              <w:rPr>
                <w:rFonts w:ascii="Arial" w:hAnsi="Arial" w:cs="Arial"/>
                <w:sz w:val="18"/>
                <w:szCs w:val="18"/>
                <w:lang w:val="fr-FR"/>
              </w:rPr>
              <w:t xml:space="preserve"> </w:t>
            </w:r>
            <w:r>
              <w:rPr>
                <w:rFonts w:ascii="Arial" w:hAnsi="Arial" w:cs="v4.2.0"/>
                <w:sz w:val="18"/>
                <w:lang w:val="fr-FR"/>
              </w:rPr>
              <w:t xml:space="preserve">N) </w:t>
            </w:r>
            <w:r>
              <w:rPr>
                <w:rFonts w:ascii="Symbol" w:eastAsia="Symbol" w:hAnsi="Symbol" w:cs="Symbol"/>
                <w:sz w:val="18"/>
                <w:szCs w:val="18"/>
                <w:lang w:val="fr-FR"/>
              </w:rPr>
              <w:t></w:t>
            </w:r>
            <w:r>
              <w:rPr>
                <w:rFonts w:ascii="Arial" w:hAnsi="Arial" w:cs="Arial"/>
                <w:sz w:val="18"/>
                <w:szCs w:val="18"/>
                <w:lang w:val="fr-FR"/>
              </w:rPr>
              <w:t xml:space="preserve"> </w:t>
            </w:r>
            <w:r>
              <w:rPr>
                <w:rFonts w:ascii="Arial" w:hAnsi="Arial" w:cs="v4.2.0"/>
                <w:sz w:val="18"/>
                <w:lang w:val="fr-FR"/>
              </w:rPr>
              <w:t>Max(T</w:t>
            </w:r>
            <w:r>
              <w:rPr>
                <w:rFonts w:ascii="Arial" w:hAnsi="Arial" w:cs="v4.2.0"/>
                <w:sz w:val="18"/>
                <w:vertAlign w:val="subscript"/>
                <w:lang w:val="fr-FR"/>
              </w:rPr>
              <w:t>DRX</w:t>
            </w:r>
            <w:r>
              <w:rPr>
                <w:rFonts w:ascii="Arial" w:hAnsi="Arial" w:cs="v4.2.0"/>
                <w:sz w:val="18"/>
                <w:lang w:val="fr-FR"/>
              </w:rPr>
              <w:t>, T</w:t>
            </w:r>
            <w:r>
              <w:rPr>
                <w:rFonts w:ascii="Arial" w:hAnsi="Arial" w:cs="v4.2.0"/>
                <w:sz w:val="18"/>
                <w:vertAlign w:val="subscript"/>
                <w:lang w:val="fr-FR"/>
              </w:rPr>
              <w:t>CSI-RS</w:t>
            </w:r>
            <w:r>
              <w:rPr>
                <w:rFonts w:ascii="Arial" w:hAnsi="Arial" w:cs="v4.2.0"/>
                <w:sz w:val="18"/>
                <w:lang w:val="fr-FR"/>
              </w:rPr>
              <w:t>))</w:t>
            </w:r>
          </w:p>
        </w:tc>
      </w:tr>
      <w:tr w:rsidR="002E0B46" w:rsidRPr="008C6DE4" w14:paraId="30E120EC" w14:textId="77777777" w:rsidTr="00DF3064">
        <w:trPr>
          <w:jc w:val="center"/>
        </w:trPr>
        <w:tc>
          <w:tcPr>
            <w:tcW w:w="2035" w:type="dxa"/>
            <w:tcBorders>
              <w:top w:val="single" w:sz="4" w:space="0" w:color="auto"/>
              <w:left w:val="single" w:sz="4" w:space="0" w:color="auto"/>
              <w:bottom w:val="single" w:sz="4" w:space="0" w:color="auto"/>
              <w:right w:val="single" w:sz="4" w:space="0" w:color="auto"/>
            </w:tcBorders>
            <w:hideMark/>
          </w:tcPr>
          <w:p w14:paraId="0BEBBDF3" w14:textId="77777777" w:rsidR="002E0B46" w:rsidRPr="008C6DE4" w:rsidRDefault="002E0B46" w:rsidP="002E0B46">
            <w:pPr>
              <w:keepNext/>
              <w:keepLines/>
              <w:spacing w:after="0"/>
              <w:jc w:val="center"/>
              <w:rPr>
                <w:rFonts w:ascii="Arial" w:hAnsi="Arial"/>
                <w:sz w:val="18"/>
              </w:rPr>
            </w:pPr>
            <w:r w:rsidRPr="008C6DE4">
              <w:rPr>
                <w:rFonts w:ascii="Arial" w:hAnsi="Arial"/>
                <w:sz w:val="18"/>
              </w:rPr>
              <w:t>DRX cycle &gt; 320ms</w:t>
            </w:r>
          </w:p>
        </w:tc>
        <w:tc>
          <w:tcPr>
            <w:tcW w:w="4582" w:type="dxa"/>
            <w:tcBorders>
              <w:top w:val="single" w:sz="4" w:space="0" w:color="auto"/>
              <w:left w:val="single" w:sz="4" w:space="0" w:color="auto"/>
              <w:bottom w:val="single" w:sz="4" w:space="0" w:color="auto"/>
              <w:right w:val="single" w:sz="4" w:space="0" w:color="auto"/>
            </w:tcBorders>
            <w:hideMark/>
          </w:tcPr>
          <w:p w14:paraId="6DE2CD0B" w14:textId="41B899D7" w:rsidR="002E0B46" w:rsidRPr="008C6DE4" w:rsidRDefault="002E0B46" w:rsidP="002E0B46">
            <w:pPr>
              <w:keepNext/>
              <w:keepLines/>
              <w:spacing w:after="0"/>
              <w:jc w:val="center"/>
              <w:rPr>
                <w:rFonts w:ascii="Arial" w:hAnsi="Arial"/>
                <w:sz w:val="18"/>
              </w:rPr>
            </w:pPr>
            <w:r>
              <w:rPr>
                <w:rFonts w:ascii="Arial" w:hAnsi="Arial" w:cs="Arial"/>
                <w:sz w:val="18"/>
                <w:lang w:val="fr-FR"/>
              </w:rPr>
              <w:t>Ceil(M</w:t>
            </w:r>
            <w:r>
              <w:rPr>
                <w:rFonts w:ascii="Arial" w:hAnsi="Arial" w:cs="Arial"/>
                <w:sz w:val="18"/>
                <w:vertAlign w:val="subscript"/>
                <w:lang w:val="fr-FR"/>
              </w:rPr>
              <w:t>BFD</w:t>
            </w:r>
            <w:r>
              <w:rPr>
                <w:rFonts w:ascii="Arial" w:hAnsi="Arial" w:cs="v4.2.0"/>
                <w:sz w:val="18"/>
                <w:lang w:val="fr-FR"/>
              </w:rPr>
              <w:t xml:space="preserve"> </w:t>
            </w:r>
            <w:r>
              <w:rPr>
                <w:rFonts w:ascii="Symbol" w:eastAsia="Symbol" w:hAnsi="Symbol" w:cs="Symbol"/>
                <w:sz w:val="18"/>
                <w:szCs w:val="18"/>
                <w:lang w:val="fr-FR"/>
              </w:rPr>
              <w:t></w:t>
            </w:r>
            <w:r>
              <w:rPr>
                <w:rFonts w:ascii="Arial" w:hAnsi="Arial" w:cs="Arial"/>
                <w:sz w:val="18"/>
                <w:szCs w:val="18"/>
                <w:lang w:val="fr-FR"/>
              </w:rPr>
              <w:t xml:space="preserve"> </w:t>
            </w:r>
            <w:r>
              <w:rPr>
                <w:rFonts w:ascii="Arial" w:hAnsi="Arial" w:cs="v4.2.0"/>
                <w:sz w:val="18"/>
                <w:lang w:val="fr-FR"/>
              </w:rPr>
              <w:t xml:space="preserve">P </w:t>
            </w:r>
            <w:r>
              <w:rPr>
                <w:rFonts w:ascii="Symbol" w:eastAsia="Symbol" w:hAnsi="Symbol" w:cs="Symbol"/>
                <w:sz w:val="18"/>
                <w:szCs w:val="18"/>
                <w:lang w:val="fr-FR"/>
              </w:rPr>
              <w:t></w:t>
            </w:r>
            <w:r>
              <w:rPr>
                <w:rFonts w:ascii="Arial" w:hAnsi="Arial" w:cs="Arial"/>
                <w:sz w:val="18"/>
                <w:szCs w:val="18"/>
                <w:lang w:val="fr-FR"/>
              </w:rPr>
              <w:t xml:space="preserve"> </w:t>
            </w:r>
            <w:r>
              <w:rPr>
                <w:rFonts w:ascii="Arial" w:hAnsi="Arial" w:cs="v4.2.0"/>
                <w:sz w:val="18"/>
                <w:lang w:val="fr-FR"/>
              </w:rPr>
              <w:t xml:space="preserve">N) </w:t>
            </w:r>
            <w:r>
              <w:rPr>
                <w:rFonts w:ascii="Symbol" w:eastAsia="Symbol" w:hAnsi="Symbol" w:cs="Symbol"/>
                <w:sz w:val="18"/>
                <w:szCs w:val="18"/>
                <w:lang w:val="fr-FR"/>
              </w:rPr>
              <w:t></w:t>
            </w:r>
            <w:r>
              <w:rPr>
                <w:rFonts w:ascii="Arial" w:hAnsi="Arial" w:cs="v4.2.0"/>
                <w:sz w:val="18"/>
                <w:lang w:val="fr-FR"/>
              </w:rPr>
              <w:t xml:space="preserve"> T</w:t>
            </w:r>
            <w:r>
              <w:rPr>
                <w:rFonts w:ascii="Arial" w:hAnsi="Arial" w:cs="v4.2.0"/>
                <w:sz w:val="18"/>
                <w:vertAlign w:val="subscript"/>
                <w:lang w:val="fr-FR"/>
              </w:rPr>
              <w:t>DRX</w:t>
            </w:r>
          </w:p>
        </w:tc>
      </w:tr>
      <w:tr w:rsidR="00DF3064" w:rsidRPr="008C6DE4" w14:paraId="1904F625" w14:textId="77777777" w:rsidTr="00DF3064">
        <w:trPr>
          <w:jc w:val="center"/>
        </w:trPr>
        <w:tc>
          <w:tcPr>
            <w:tcW w:w="6617" w:type="dxa"/>
            <w:gridSpan w:val="2"/>
            <w:tcBorders>
              <w:top w:val="single" w:sz="4" w:space="0" w:color="auto"/>
              <w:left w:val="single" w:sz="4" w:space="0" w:color="auto"/>
              <w:bottom w:val="single" w:sz="4" w:space="0" w:color="auto"/>
              <w:right w:val="single" w:sz="4" w:space="0" w:color="auto"/>
            </w:tcBorders>
            <w:hideMark/>
          </w:tcPr>
          <w:p w14:paraId="47B8D660" w14:textId="77777777" w:rsidR="00DF3064" w:rsidRPr="008C6DE4" w:rsidRDefault="00DF3064" w:rsidP="00DF3064">
            <w:pPr>
              <w:keepNext/>
              <w:keepLines/>
              <w:spacing w:after="0"/>
              <w:rPr>
                <w:rFonts w:ascii="Arial" w:hAnsi="Arial" w:cs="v4.2.0"/>
                <w:sz w:val="18"/>
              </w:rPr>
            </w:pPr>
            <w:r w:rsidRPr="008C6DE4">
              <w:rPr>
                <w:rFonts w:ascii="Arial" w:hAnsi="Arial"/>
                <w:sz w:val="18"/>
              </w:rPr>
              <w:t>Note:</w:t>
            </w:r>
            <w:r w:rsidRPr="008C6DE4">
              <w:rPr>
                <w:rFonts w:ascii="Arial" w:hAnsi="Arial"/>
                <w:sz w:val="28"/>
              </w:rPr>
              <w:tab/>
            </w:r>
            <w:r w:rsidRPr="008C6DE4">
              <w:rPr>
                <w:rFonts w:ascii="Arial" w:hAnsi="Arial" w:cs="v4.2.0"/>
                <w:sz w:val="18"/>
              </w:rPr>
              <w:t>T</w:t>
            </w:r>
            <w:r w:rsidRPr="008C6DE4">
              <w:rPr>
                <w:rFonts w:ascii="Arial" w:hAnsi="Arial" w:cs="v4.2.0"/>
                <w:sz w:val="18"/>
                <w:vertAlign w:val="subscript"/>
              </w:rPr>
              <w:t>CSI-RS</w:t>
            </w:r>
            <w:r w:rsidRPr="008C6DE4">
              <w:rPr>
                <w:rFonts w:ascii="Arial" w:hAnsi="Arial"/>
                <w:sz w:val="18"/>
              </w:rPr>
              <w:t xml:space="preserve"> is the periodicity of CSI-RS resource in the set </w:t>
            </w:r>
            <w:r w:rsidRPr="008C6DE4">
              <w:rPr>
                <w:iCs/>
                <w:noProof/>
                <w:position w:val="-10"/>
                <w:lang w:val="en-US" w:eastAsia="zh-CN"/>
              </w:rPr>
              <w:drawing>
                <wp:inline distT="0" distB="0" distL="0" distR="0" wp14:anchorId="4B801EFE" wp14:editId="0D31CF4B">
                  <wp:extent cx="152400" cy="198120"/>
                  <wp:effectExtent l="0" t="0" r="0" b="0"/>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2400" cy="198120"/>
                          </a:xfrm>
                          <a:prstGeom prst="rect">
                            <a:avLst/>
                          </a:prstGeom>
                          <a:noFill/>
                          <a:ln>
                            <a:noFill/>
                          </a:ln>
                        </pic:spPr>
                      </pic:pic>
                    </a:graphicData>
                  </a:graphic>
                </wp:inline>
              </w:drawing>
            </w:r>
            <w:r w:rsidRPr="008C6DE4">
              <w:rPr>
                <w:rFonts w:ascii="Arial" w:hAnsi="Arial"/>
                <w:sz w:val="18"/>
              </w:rPr>
              <w:t>.</w:t>
            </w:r>
            <w:r w:rsidRPr="008C6DE4">
              <w:rPr>
                <w:rFonts w:ascii="Arial" w:hAnsi="Arial" w:cs="v4.2.0"/>
                <w:sz w:val="18"/>
              </w:rPr>
              <w:t xml:space="preserve"> T</w:t>
            </w:r>
            <w:r w:rsidRPr="008C6DE4">
              <w:rPr>
                <w:rFonts w:ascii="Arial" w:hAnsi="Arial" w:cs="v4.2.0"/>
                <w:sz w:val="18"/>
                <w:vertAlign w:val="subscript"/>
              </w:rPr>
              <w:t>DRX</w:t>
            </w:r>
            <w:r w:rsidRPr="008C6DE4">
              <w:rPr>
                <w:rFonts w:ascii="Arial" w:hAnsi="Arial"/>
                <w:sz w:val="18"/>
              </w:rPr>
              <w:t xml:space="preserve"> is the DRX cycle length.</w:t>
            </w:r>
          </w:p>
        </w:tc>
      </w:tr>
    </w:tbl>
    <w:p w14:paraId="6E63B80A" w14:textId="77777777" w:rsidR="00DF3064" w:rsidRPr="008C6DE4" w:rsidRDefault="00DF3064" w:rsidP="00DF3064">
      <w:pPr>
        <w:rPr>
          <w:lang w:eastAsia="zh-CN"/>
        </w:rPr>
      </w:pPr>
    </w:p>
    <w:p w14:paraId="0298463B" w14:textId="585C0BD4" w:rsidR="00DF3064" w:rsidRPr="008C6DE4" w:rsidRDefault="0048284E" w:rsidP="0048284E">
      <w:pPr>
        <w:pStyle w:val="Heading4"/>
      </w:pPr>
      <w:r w:rsidRPr="008C6DE4">
        <w:rPr>
          <w:rFonts w:eastAsia="?? ??"/>
        </w:rPr>
        <w:t>8.5.3.3</w:t>
      </w:r>
      <w:r w:rsidR="00DF3064" w:rsidRPr="008C6DE4">
        <w:rPr>
          <w:rFonts w:eastAsia="?? ??"/>
        </w:rPr>
        <w:tab/>
      </w:r>
      <w:r w:rsidR="00DF3064" w:rsidRPr="008C6DE4">
        <w:t>Measurement restrictions for CSI-RS beam failure detection</w:t>
      </w:r>
    </w:p>
    <w:p w14:paraId="26CAFCCF" w14:textId="77777777" w:rsidR="00DF3064" w:rsidRPr="008C6DE4" w:rsidRDefault="00DF3064" w:rsidP="00DF3064">
      <w:r w:rsidRPr="008C6DE4">
        <w:rPr>
          <w:lang w:eastAsia="zh-CN"/>
        </w:rPr>
        <w:t>The UE is required to be capable of measuring CSI-RS for BFD without measurement gaps. T</w:t>
      </w:r>
      <w:r w:rsidRPr="008C6DE4">
        <w:t>he UE is required to perform the CSI-RS measurements with measurement restrictions as described in the following clauses.</w:t>
      </w:r>
    </w:p>
    <w:p w14:paraId="54514D98" w14:textId="27F743D4" w:rsidR="00DF3064" w:rsidRPr="008C6DE4" w:rsidRDefault="00DF3064" w:rsidP="00DF3064">
      <w:r w:rsidRPr="008C6DE4">
        <w:t xml:space="preserve">For both FR1 and FR2, when the CSI-RS for BFD measurement is in the same OFDM symbol as SSB for RLM, BFD, CBD or L1-RSRP measurement, UE is not required to receive CSI-RS for </w:t>
      </w:r>
      <w:bookmarkStart w:id="141" w:name="_Hlk9028608"/>
      <w:r w:rsidRPr="008C6DE4">
        <w:t>BFD</w:t>
      </w:r>
      <w:bookmarkEnd w:id="141"/>
      <w:r w:rsidRPr="008C6DE4">
        <w:t xml:space="preserve"> measurement in the PRBs that overlap with an SSB.</w:t>
      </w:r>
    </w:p>
    <w:p w14:paraId="4E1A9A22" w14:textId="63ECDAFC" w:rsidR="00DF3064" w:rsidRPr="008C6DE4" w:rsidRDefault="00DF3064" w:rsidP="00DF3064">
      <w:r w:rsidRPr="008C6DE4">
        <w:rPr>
          <w:lang w:eastAsia="zh-CN"/>
        </w:rPr>
        <w:t xml:space="preserve">For FR1, when the SSB </w:t>
      </w:r>
      <w:r w:rsidRPr="008C6DE4">
        <w:t>for RLM, BFD, CBD or L1-RSRP measurement</w:t>
      </w:r>
      <w:r w:rsidRPr="008C6DE4">
        <w:rPr>
          <w:lang w:eastAsia="zh-CN"/>
        </w:rPr>
        <w:t xml:space="preserve"> is within the active BWP and has same SCS than CSI-RS for </w:t>
      </w:r>
      <w:r w:rsidRPr="008C6DE4">
        <w:t>BFD</w:t>
      </w:r>
      <w:r w:rsidRPr="008C6DE4">
        <w:rPr>
          <w:lang w:eastAsia="zh-CN"/>
        </w:rPr>
        <w:t xml:space="preserve"> measurement, t</w:t>
      </w:r>
      <w:r w:rsidRPr="008C6DE4">
        <w:t>he UE shall be able to perform CSI-RS measurement without restrictions.</w:t>
      </w:r>
    </w:p>
    <w:p w14:paraId="6D97E2FD" w14:textId="7DEE1AB9" w:rsidR="00DF3064" w:rsidRPr="008C6DE4" w:rsidRDefault="00DF3064" w:rsidP="00DF3064">
      <w:r w:rsidRPr="008C6DE4">
        <w:rPr>
          <w:lang w:eastAsia="zh-CN"/>
        </w:rPr>
        <w:t xml:space="preserve">For FR1, when the SSB </w:t>
      </w:r>
      <w:r w:rsidRPr="008C6DE4">
        <w:t>for RLM, BFD, CBD or L1-RSRP measurement</w:t>
      </w:r>
      <w:r w:rsidRPr="008C6DE4">
        <w:rPr>
          <w:lang w:eastAsia="zh-CN"/>
        </w:rPr>
        <w:t xml:space="preserve"> is within the active BWP and has different SCS than CSI-RS for BFD measurement, t</w:t>
      </w:r>
      <w:r w:rsidRPr="008C6DE4">
        <w:rPr>
          <w:lang w:val="en-US" w:eastAsia="zh-CN"/>
        </w:rPr>
        <w:t xml:space="preserve">he UE shall be able to perform CSI-RS </w:t>
      </w:r>
      <w:r w:rsidRPr="008C6DE4">
        <w:t>measurement with restrictions according to its capabilities:</w:t>
      </w:r>
    </w:p>
    <w:p w14:paraId="76EBFF8A" w14:textId="77777777" w:rsidR="00DF3064" w:rsidRPr="008C6DE4" w:rsidRDefault="00DF3064" w:rsidP="00DF3064">
      <w:pPr>
        <w:ind w:left="568" w:hanging="284"/>
      </w:pPr>
      <w:r w:rsidRPr="008C6DE4">
        <w:t>-</w:t>
      </w:r>
      <w:r w:rsidRPr="008C6DE4">
        <w:tab/>
        <w:t xml:space="preserve">If the UE supports </w:t>
      </w:r>
      <w:r w:rsidRPr="008C6DE4">
        <w:rPr>
          <w:i/>
        </w:rPr>
        <w:t>simultaneousRxDataSSB-DiffNumerology</w:t>
      </w:r>
      <w:r w:rsidRPr="008C6DE4">
        <w:t xml:space="preserve"> the </w:t>
      </w:r>
      <w:r w:rsidRPr="008C6DE4">
        <w:rPr>
          <w:lang w:val="en-US" w:eastAsia="zh-CN"/>
        </w:rPr>
        <w:t xml:space="preserve">UE shall be able to perform CSI-RS </w:t>
      </w:r>
      <w:r w:rsidRPr="008C6DE4">
        <w:t>measurement without restrictions.</w:t>
      </w:r>
    </w:p>
    <w:p w14:paraId="56B7463F" w14:textId="77777777" w:rsidR="00DF3064" w:rsidRPr="008C6DE4" w:rsidRDefault="00DF3064" w:rsidP="00DF3064">
      <w:pPr>
        <w:ind w:left="568" w:hanging="284"/>
        <w:rPr>
          <w:lang w:val="en-US" w:eastAsia="zh-CN"/>
        </w:rPr>
      </w:pPr>
      <w:r w:rsidRPr="008C6DE4">
        <w:t>-</w:t>
      </w:r>
      <w:r w:rsidRPr="008C6DE4">
        <w:tab/>
        <w:t xml:space="preserve">If the UE does not support </w:t>
      </w:r>
      <w:r w:rsidRPr="008C6DE4">
        <w:rPr>
          <w:i/>
        </w:rPr>
        <w:t>simultaneousRxDataSSB-DiffNumerology</w:t>
      </w:r>
      <w:r w:rsidRPr="008C6DE4">
        <w:t xml:space="preserve">, UE is required to measure one of but not both CSI-RS for BFD measurement and SSB. Longer measurement period for CSI-RS based BFD measurement is expected, and </w:t>
      </w:r>
      <w:r w:rsidRPr="008C6DE4">
        <w:rPr>
          <w:lang w:val="en-US"/>
        </w:rPr>
        <w:t>no requirements are defined.</w:t>
      </w:r>
    </w:p>
    <w:p w14:paraId="500EB521" w14:textId="497CEFFD" w:rsidR="00DF3064" w:rsidRPr="008C6DE4" w:rsidRDefault="00DF3064" w:rsidP="00DF3064">
      <w:r w:rsidRPr="008C6DE4">
        <w:t>For FR1, when the CSI-RS for BFD measurement is in the same OFDM symbol as another CSI-RS for RLM, BFD, CBD or L1-RSRP measurement, UE shall be able to measure the CSI-RS for BFD measurement without any restriction.</w:t>
      </w:r>
    </w:p>
    <w:p w14:paraId="51F5E0F1" w14:textId="77777777" w:rsidR="00EC769A" w:rsidRPr="008C6DE4" w:rsidRDefault="00EC769A" w:rsidP="00EC769A">
      <w:r w:rsidRPr="008C6DE4">
        <w:t xml:space="preserve">For FR2, when the CSI-RS for BFD measurement </w:t>
      </w:r>
      <w:r w:rsidRPr="008C6DE4">
        <w:rPr>
          <w:rFonts w:eastAsia="Malgun Gothic"/>
          <w:lang w:eastAsia="ja-JP"/>
        </w:rPr>
        <w:t xml:space="preserve">on one CC </w:t>
      </w:r>
      <w:r w:rsidRPr="008C6DE4">
        <w:t>is in the same OFDM symbol as SSB for RLM, BFD or L1-RSRP measurement</w:t>
      </w:r>
      <w:r w:rsidRPr="008C6DE4">
        <w:rPr>
          <w:rFonts w:eastAsia="Malgun Gothic"/>
          <w:lang w:eastAsia="ja-JP"/>
        </w:rPr>
        <w:t xml:space="preserve"> on the same CC or different CCs in the same band</w:t>
      </w:r>
      <w:r w:rsidRPr="008C6DE4">
        <w:t xml:space="preserve">, or in the same symbol as SSB for CBD measurement </w:t>
      </w:r>
      <w:r w:rsidRPr="008C6DE4">
        <w:rPr>
          <w:rFonts w:eastAsia="Malgun Gothic"/>
          <w:lang w:eastAsia="ja-JP"/>
        </w:rPr>
        <w:t>on the same CC or different CCs in the same band</w:t>
      </w:r>
      <w:r w:rsidRPr="008C6DE4">
        <w:t xml:space="preserve"> when beam failure is detected, UE is required to measure one of but not both CSI-RS for BFD measurement and SSB. Longer measurement period for CSI-RS based BFD measurement is expected, and no requirements are defined.</w:t>
      </w:r>
    </w:p>
    <w:p w14:paraId="60C358F6" w14:textId="77777777" w:rsidR="00EC769A" w:rsidRPr="008C6DE4" w:rsidRDefault="00EC769A" w:rsidP="00EC769A">
      <w:r w:rsidRPr="008C6DE4">
        <w:t xml:space="preserve">For FR2, when the CSI-RS for BFD measurement </w:t>
      </w:r>
      <w:r w:rsidRPr="008C6DE4">
        <w:rPr>
          <w:rFonts w:eastAsia="Malgun Gothic"/>
          <w:lang w:eastAsia="ja-JP"/>
        </w:rPr>
        <w:t xml:space="preserve">on one CC </w:t>
      </w:r>
      <w:r w:rsidRPr="008C6DE4">
        <w:t>is in the same OFDM symbol as another CSI-RS for RLM, BFD, CBD or L1-RSRP measurement</w:t>
      </w:r>
      <w:r w:rsidRPr="008C6DE4">
        <w:rPr>
          <w:rFonts w:eastAsia="Malgun Gothic"/>
          <w:lang w:eastAsia="ja-JP"/>
        </w:rPr>
        <w:t xml:space="preserve"> on the same CC or different CCs in the same band</w:t>
      </w:r>
      <w:r w:rsidRPr="008C6DE4">
        <w:t>,</w:t>
      </w:r>
    </w:p>
    <w:p w14:paraId="41C71D80" w14:textId="77777777" w:rsidR="00DF3064" w:rsidRPr="008C6DE4" w:rsidRDefault="00DF3064" w:rsidP="00DF3064">
      <w:pPr>
        <w:ind w:left="568" w:hanging="284"/>
      </w:pPr>
      <w:r w:rsidRPr="008C6DE4">
        <w:t>-</w:t>
      </w:r>
      <w:r w:rsidRPr="008C6DE4">
        <w:tab/>
        <w:t>In the following cases, UE is required to measure one of but not both CSI-RS for BFD measurement and the other CSI-RS. Longer measurement period for CSI-RS based BFD measurement is expected, and no requirements are defined.</w:t>
      </w:r>
    </w:p>
    <w:p w14:paraId="0EC392D7" w14:textId="77777777" w:rsidR="00DF3064" w:rsidRPr="008C6DE4" w:rsidRDefault="00DF3064" w:rsidP="00DF3064">
      <w:pPr>
        <w:ind w:left="851" w:hanging="284"/>
      </w:pPr>
      <w:r w:rsidRPr="008C6DE4">
        <w:t>-</w:t>
      </w:r>
      <w:r w:rsidRPr="008C6DE4">
        <w:tab/>
        <w:t xml:space="preserve">The CSI-RS for BFD measurement or the other CSI-RS in a resource set configured with repetition ON, or </w:t>
      </w:r>
    </w:p>
    <w:p w14:paraId="7FE505B0" w14:textId="447E0B09" w:rsidR="00DF3064" w:rsidRPr="008C6DE4" w:rsidRDefault="00DF3064" w:rsidP="00DF3064">
      <w:pPr>
        <w:ind w:left="851" w:hanging="284"/>
      </w:pPr>
      <w:r w:rsidRPr="008C6DE4">
        <w:t>-</w:t>
      </w:r>
      <w:r w:rsidRPr="008C6DE4">
        <w:tab/>
        <w:t xml:space="preserve">The other CSI-RS is configured in set </w:t>
      </w:r>
      <w:r w:rsidRPr="008C6DE4">
        <w:rPr>
          <w:iCs/>
          <w:noProof/>
          <w:position w:val="-10"/>
          <w:lang w:val="en-US" w:eastAsia="zh-CN"/>
        </w:rPr>
        <w:drawing>
          <wp:inline distT="0" distB="0" distL="0" distR="0" wp14:anchorId="4AEA1BA1" wp14:editId="1232CFD9">
            <wp:extent cx="133350" cy="2000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3350" cy="200025"/>
                    </a:xfrm>
                    <a:prstGeom prst="rect">
                      <a:avLst/>
                    </a:prstGeom>
                    <a:noFill/>
                    <a:ln>
                      <a:noFill/>
                    </a:ln>
                  </pic:spPr>
                </pic:pic>
              </a:graphicData>
            </a:graphic>
          </wp:inline>
        </w:drawing>
      </w:r>
      <w:r w:rsidRPr="008C6DE4">
        <w:t xml:space="preserve"> and beam failure is detected, or</w:t>
      </w:r>
    </w:p>
    <w:p w14:paraId="10182B00" w14:textId="77777777" w:rsidR="00DF3064" w:rsidRPr="008C6DE4" w:rsidRDefault="00DF3064" w:rsidP="00DF3064">
      <w:pPr>
        <w:ind w:left="851" w:hanging="284"/>
      </w:pPr>
      <w:r w:rsidRPr="008C6DE4">
        <w:t>-</w:t>
      </w:r>
      <w:r w:rsidRPr="008C6DE4">
        <w:tab/>
        <w:t>The two CSI-RS-es are not QCL-ed w.r.t. QCL-TypeD, or the QCL information is not known to UE,</w:t>
      </w:r>
    </w:p>
    <w:p w14:paraId="0A364E6F" w14:textId="77777777" w:rsidR="00DF3064" w:rsidRPr="008C6DE4" w:rsidRDefault="00DF3064" w:rsidP="00DF3064">
      <w:pPr>
        <w:ind w:left="568" w:hanging="284"/>
        <w:rPr>
          <w:lang w:eastAsia="zh-CN"/>
        </w:rPr>
      </w:pPr>
      <w:r w:rsidRPr="008C6DE4">
        <w:t>-</w:t>
      </w:r>
      <w:r w:rsidRPr="008C6DE4">
        <w:tab/>
        <w:t>Otherwise, UE shall be able to measure the CSI-RS for BFD measurement without any restriction.</w:t>
      </w:r>
    </w:p>
    <w:p w14:paraId="606BAAF9" w14:textId="751E88EF" w:rsidR="00DF3064" w:rsidRPr="008C6DE4" w:rsidRDefault="0048284E" w:rsidP="0048284E">
      <w:pPr>
        <w:pStyle w:val="Heading3"/>
      </w:pPr>
      <w:r w:rsidRPr="008C6DE4">
        <w:t>8.5.4</w:t>
      </w:r>
      <w:r w:rsidR="00DF3064" w:rsidRPr="008C6DE4">
        <w:tab/>
        <w:t>Minimum requirement for L1 indication</w:t>
      </w:r>
    </w:p>
    <w:p w14:paraId="6F82280E" w14:textId="06F83DAB" w:rsidR="00317C1F" w:rsidRPr="008C6DE4" w:rsidRDefault="00317C1F" w:rsidP="00317C1F">
      <w:pPr>
        <w:rPr>
          <w:rFonts w:cs="v4.2.0"/>
        </w:rPr>
      </w:pPr>
      <w:r w:rsidRPr="008C6DE4">
        <w:rPr>
          <w:rFonts w:cs="v4.2.0"/>
        </w:rPr>
        <w:t xml:space="preserve">When the radio link quality on all the RS resources </w:t>
      </w:r>
      <w:r w:rsidRPr="008C6DE4">
        <w:t xml:space="preserve">in set </w:t>
      </w:r>
      <w:r w:rsidRPr="008C6DE4">
        <w:rPr>
          <w:iCs/>
          <w:position w:val="-10"/>
        </w:rPr>
        <w:object w:dxaOrig="240" w:dyaOrig="315" w14:anchorId="6586629E">
          <v:shape id="_x0000_i1038" type="#_x0000_t75" style="width:10.5pt;height:20.5pt" o:ole="">
            <v:imagedata r:id="rId22" o:title=""/>
          </v:shape>
          <o:OLEObject Type="Embed" ProgID="Equation.3" ShapeID="_x0000_i1038" DrawAspect="Content" ObjectID="_1734963214" r:id="rId36"/>
        </w:object>
      </w:r>
      <w:r w:rsidRPr="008C6DE4">
        <w:rPr>
          <w:iCs/>
        </w:rPr>
        <w:t xml:space="preserve"> </w:t>
      </w:r>
      <w:r w:rsidRPr="008C6DE4">
        <w:rPr>
          <w:rFonts w:cs="v4.2.0"/>
        </w:rPr>
        <w:t>is worse than Q</w:t>
      </w:r>
      <w:r w:rsidRPr="008C6DE4">
        <w:rPr>
          <w:rFonts w:cs="v4.2.0"/>
          <w:vertAlign w:val="subscript"/>
        </w:rPr>
        <w:t>out_LR</w:t>
      </w:r>
      <w:r w:rsidRPr="008C6DE4">
        <w:rPr>
          <w:rFonts w:cs="v4.2.0"/>
        </w:rPr>
        <w:t xml:space="preserve">, layer 1 of the UE shall send a beam failure instance indication to the higher layers. </w:t>
      </w:r>
    </w:p>
    <w:p w14:paraId="7A213D08" w14:textId="31A6625A" w:rsidR="00DF3064" w:rsidRPr="008C6DE4" w:rsidRDefault="00DF3064" w:rsidP="00DF3064">
      <w:pPr>
        <w:rPr>
          <w:rFonts w:cs="v4.2.0"/>
        </w:rPr>
      </w:pPr>
      <w:r w:rsidRPr="008C6DE4">
        <w:rPr>
          <w:rFonts w:cs="v4.2.0"/>
        </w:rPr>
        <w:t xml:space="preserve">The </w:t>
      </w:r>
      <w:r w:rsidRPr="008C6DE4">
        <w:t>beam failure instance</w:t>
      </w:r>
      <w:r w:rsidRPr="008C6DE4">
        <w:rPr>
          <w:rFonts w:cs="v4.2.0"/>
        </w:rPr>
        <w:t xml:space="preserve"> evaluation for the RS resources </w:t>
      </w:r>
      <w:r w:rsidRPr="008C6DE4">
        <w:t xml:space="preserve">in set </w:t>
      </w:r>
      <w:r w:rsidRPr="008C6DE4">
        <w:rPr>
          <w:iCs/>
          <w:position w:val="-10"/>
        </w:rPr>
        <w:object w:dxaOrig="240" w:dyaOrig="315" w14:anchorId="6B83D8F4">
          <v:shape id="_x0000_i1039" type="#_x0000_t75" style="width:10.5pt;height:21.55pt" o:ole="">
            <v:imagedata r:id="rId22" o:title=""/>
          </v:shape>
          <o:OLEObject Type="Embed" ProgID="Equation.3" ShapeID="_x0000_i1039" DrawAspect="Content" ObjectID="_1734963215" r:id="rId37"/>
        </w:object>
      </w:r>
      <w:r w:rsidRPr="008C6DE4">
        <w:rPr>
          <w:iCs/>
        </w:rPr>
        <w:t xml:space="preserve"> </w:t>
      </w:r>
      <w:r w:rsidRPr="008C6DE4">
        <w:rPr>
          <w:rFonts w:cs="v4.2.0"/>
        </w:rPr>
        <w:t xml:space="preserve">shall be performed as specified in clause 6 in </w:t>
      </w:r>
      <w:r w:rsidRPr="008C6DE4">
        <w:t>TS 38.213 </w:t>
      </w:r>
      <w:r w:rsidRPr="008C6DE4">
        <w:rPr>
          <w:rFonts w:cs="v4.2.0"/>
        </w:rPr>
        <w:t>[3]. Two successive indications from layer 1 shall be separated by at least T</w:t>
      </w:r>
      <w:r w:rsidRPr="008C6DE4">
        <w:rPr>
          <w:rFonts w:cs="v4.2.0"/>
          <w:vertAlign w:val="subscript"/>
        </w:rPr>
        <w:t>Indication_interval_BFD</w:t>
      </w:r>
      <w:r w:rsidRPr="008C6DE4">
        <w:rPr>
          <w:rFonts w:cs="v4.2.0"/>
        </w:rPr>
        <w:t>.</w:t>
      </w:r>
    </w:p>
    <w:p w14:paraId="682F4C5F" w14:textId="77777777" w:rsidR="00DF3064" w:rsidRPr="008C6DE4" w:rsidRDefault="00DF3064" w:rsidP="00DF3064">
      <w:pPr>
        <w:rPr>
          <w:rFonts w:cs="v4.2.0"/>
        </w:rPr>
      </w:pPr>
      <w:r w:rsidRPr="008C6DE4">
        <w:rPr>
          <w:rFonts w:cs="v4.2.0"/>
        </w:rPr>
        <w:t>When DRX is not used, T</w:t>
      </w:r>
      <w:r w:rsidRPr="008C6DE4">
        <w:rPr>
          <w:rFonts w:cs="v4.2.0"/>
          <w:vertAlign w:val="subscript"/>
        </w:rPr>
        <w:t>Indication_interval_BFD</w:t>
      </w:r>
      <w:r w:rsidRPr="008C6DE4">
        <w:rPr>
          <w:rFonts w:cs="v4.2.0"/>
        </w:rPr>
        <w:t xml:space="preserve"> is max(2ms, T</w:t>
      </w:r>
      <w:r w:rsidRPr="008C6DE4">
        <w:rPr>
          <w:rFonts w:cs="v4.2.0"/>
          <w:vertAlign w:val="subscript"/>
        </w:rPr>
        <w:t>SSB-RS,M</w:t>
      </w:r>
      <w:r w:rsidRPr="008C6DE4">
        <w:rPr>
          <w:rFonts w:cs="v4.2.0"/>
        </w:rPr>
        <w:t>) ) or max(2ms, T</w:t>
      </w:r>
      <w:r w:rsidRPr="008C6DE4">
        <w:rPr>
          <w:rFonts w:cs="v4.2.0"/>
          <w:vertAlign w:val="subscript"/>
        </w:rPr>
        <w:t>CSI-RS,M</w:t>
      </w:r>
      <w:r w:rsidRPr="008C6DE4">
        <w:rPr>
          <w:rFonts w:cs="v4.2.0"/>
        </w:rPr>
        <w:t>), where T</w:t>
      </w:r>
      <w:r w:rsidRPr="008C6DE4">
        <w:rPr>
          <w:rFonts w:cs="v4.2.0"/>
          <w:vertAlign w:val="subscript"/>
        </w:rPr>
        <w:t>SSB-RS,M</w:t>
      </w:r>
      <w:r w:rsidRPr="008C6DE4">
        <w:rPr>
          <w:rFonts w:cs="v4.2.0"/>
        </w:rPr>
        <w:t xml:space="preserve"> and T</w:t>
      </w:r>
      <w:r w:rsidRPr="008C6DE4">
        <w:rPr>
          <w:rFonts w:cs="v4.2.0"/>
          <w:vertAlign w:val="subscript"/>
        </w:rPr>
        <w:t>CSI-RS,M</w:t>
      </w:r>
      <w:r w:rsidRPr="008C6DE4">
        <w:rPr>
          <w:rFonts w:cs="v4.2.0"/>
        </w:rPr>
        <w:t xml:space="preserve"> is the shortest periodicity of all RS resources </w:t>
      </w:r>
      <w:r w:rsidRPr="008C6DE4">
        <w:t xml:space="preserve">in set </w:t>
      </w:r>
      <w:r w:rsidRPr="008C6DE4">
        <w:rPr>
          <w:iCs/>
          <w:position w:val="-10"/>
        </w:rPr>
        <w:object w:dxaOrig="240" w:dyaOrig="315" w14:anchorId="3C26EC72">
          <v:shape id="_x0000_i1040" type="#_x0000_t75" style="width:10.5pt;height:21.55pt" o:ole="">
            <v:imagedata r:id="rId22" o:title=""/>
          </v:shape>
          <o:OLEObject Type="Embed" ProgID="Equation.3" ShapeID="_x0000_i1040" DrawAspect="Content" ObjectID="_1734963216" r:id="rId38"/>
        </w:object>
      </w:r>
      <w:r w:rsidRPr="008C6DE4">
        <w:rPr>
          <w:iCs/>
        </w:rPr>
        <w:t xml:space="preserve"> </w:t>
      </w:r>
      <w:r w:rsidRPr="008C6DE4">
        <w:rPr>
          <w:rFonts w:cs="v4.2.0"/>
        </w:rPr>
        <w:t xml:space="preserve">for the </w:t>
      </w:r>
      <w:r w:rsidRPr="008C6DE4">
        <w:rPr>
          <w:rFonts w:cs="v5.0.0"/>
        </w:rPr>
        <w:t xml:space="preserve">accessed </w:t>
      </w:r>
      <w:r w:rsidRPr="008C6DE4">
        <w:rPr>
          <w:rFonts w:cs="v4.2.0"/>
        </w:rPr>
        <w:t xml:space="preserve">cell, corresponding to either the shortest periodicity of the SSB  </w:t>
      </w:r>
      <w:r w:rsidRPr="008C6DE4">
        <w:t xml:space="preserve">in the set </w:t>
      </w:r>
      <w:r w:rsidRPr="008C6DE4">
        <w:rPr>
          <w:iCs/>
          <w:position w:val="-10"/>
        </w:rPr>
        <w:object w:dxaOrig="240" w:dyaOrig="315" w14:anchorId="3C49A928">
          <v:shape id="_x0000_i1041" type="#_x0000_t75" style="width:10.5pt;height:21.55pt" o:ole="">
            <v:imagedata r:id="rId22" o:title=""/>
          </v:shape>
          <o:OLEObject Type="Embed" ProgID="Equation.3" ShapeID="_x0000_i1041" DrawAspect="Content" ObjectID="_1734963217" r:id="rId39"/>
        </w:object>
      </w:r>
      <w:r w:rsidRPr="008C6DE4">
        <w:rPr>
          <w:iCs/>
        </w:rPr>
        <w:t xml:space="preserve"> </w:t>
      </w:r>
      <w:r w:rsidRPr="008C6DE4">
        <w:rPr>
          <w:rFonts w:cs="v4.2.0"/>
        </w:rPr>
        <w:t>or CSI-RS resource</w:t>
      </w:r>
      <w:r w:rsidRPr="008C6DE4">
        <w:t xml:space="preserve"> in the set </w:t>
      </w:r>
      <w:r w:rsidRPr="008C6DE4">
        <w:rPr>
          <w:iCs/>
          <w:position w:val="-10"/>
        </w:rPr>
        <w:object w:dxaOrig="240" w:dyaOrig="315" w14:anchorId="70EB31E7">
          <v:shape id="_x0000_i1042" type="#_x0000_t75" style="width:10.5pt;height:21.55pt" o:ole="">
            <v:imagedata r:id="rId22" o:title=""/>
          </v:shape>
          <o:OLEObject Type="Embed" ProgID="Equation.3" ShapeID="_x0000_i1042" DrawAspect="Content" ObjectID="_1734963218" r:id="rId40"/>
        </w:object>
      </w:r>
      <w:r w:rsidRPr="008C6DE4">
        <w:rPr>
          <w:rFonts w:cs="v4.2.0"/>
        </w:rPr>
        <w:t>.</w:t>
      </w:r>
    </w:p>
    <w:p w14:paraId="4AA26267" w14:textId="77777777" w:rsidR="000A1E26" w:rsidRPr="008C6DE4" w:rsidRDefault="00DF3064" w:rsidP="00DF3064">
      <w:pPr>
        <w:rPr>
          <w:rFonts w:cs="v4.2.0"/>
        </w:rPr>
      </w:pPr>
      <w:r w:rsidRPr="008C6DE4">
        <w:rPr>
          <w:rFonts w:cs="v4.2.0"/>
        </w:rPr>
        <w:t xml:space="preserve">When DRX is used, </w:t>
      </w:r>
      <w:r w:rsidR="000A1E26" w:rsidRPr="008C6DE4">
        <w:rPr>
          <w:rFonts w:cs="v4.2.0"/>
        </w:rPr>
        <w:t>for SSB based link quality measurement,</w:t>
      </w:r>
    </w:p>
    <w:p w14:paraId="55E1F97E" w14:textId="74654143" w:rsidR="000A1E26" w:rsidRPr="008C6DE4" w:rsidRDefault="000A1E26" w:rsidP="000A1E26">
      <w:pPr>
        <w:pStyle w:val="B10"/>
      </w:pPr>
      <w:r w:rsidRPr="008C6DE4">
        <w:t>-</w:t>
      </w:r>
      <w:r w:rsidRPr="008C6DE4">
        <w:tab/>
      </w:r>
      <w:r w:rsidR="00DF3064" w:rsidRPr="008C6DE4">
        <w:t>T</w:t>
      </w:r>
      <w:r w:rsidR="00DF3064" w:rsidRPr="008C6DE4">
        <w:rPr>
          <w:vertAlign w:val="subscript"/>
        </w:rPr>
        <w:t>Indication_interval_BFD</w:t>
      </w:r>
      <w:r w:rsidR="00DF3064" w:rsidRPr="008C6DE4">
        <w:t xml:space="preserve"> </w:t>
      </w:r>
      <w:r w:rsidR="00C855D6" w:rsidRPr="008C6DE4">
        <w:rPr>
          <w:rFonts w:cs="v4.2.0"/>
        </w:rPr>
        <w:t xml:space="preserve">= Max(1.5 </w:t>
      </w:r>
      <w:r w:rsidR="00C855D6" w:rsidRPr="008C6DE4">
        <w:rPr>
          <w:lang w:eastAsia="ko-KR"/>
        </w:rPr>
        <w:t xml:space="preserve">× </w:t>
      </w:r>
      <w:r w:rsidR="00C855D6" w:rsidRPr="008C6DE4">
        <w:rPr>
          <w:rFonts w:cs="v4.2.0"/>
        </w:rPr>
        <w:t xml:space="preserve">DRX_cycle_length, 1.5 </w:t>
      </w:r>
      <w:r w:rsidR="00C855D6" w:rsidRPr="008C6DE4">
        <w:rPr>
          <w:lang w:eastAsia="ko-KR"/>
        </w:rPr>
        <w:t xml:space="preserve">× </w:t>
      </w:r>
      <w:r w:rsidR="00C855D6" w:rsidRPr="008C6DE4">
        <w:rPr>
          <w:rFonts w:cs="v4.2.0"/>
        </w:rPr>
        <w:t>T</w:t>
      </w:r>
      <w:r w:rsidR="00C855D6" w:rsidRPr="008C6DE4">
        <w:rPr>
          <w:rFonts w:cs="v4.2.0"/>
          <w:vertAlign w:val="subscript"/>
        </w:rPr>
        <w:t>SSB-RS,M</w:t>
      </w:r>
      <w:r w:rsidR="00C855D6" w:rsidRPr="008C6DE4">
        <w:rPr>
          <w:rFonts w:cs="v4.2.0"/>
        </w:rPr>
        <w:t xml:space="preserve">), if DRX_cycle_length </w:t>
      </w:r>
      <w:r w:rsidR="00C855D6" w:rsidRPr="008C6DE4">
        <w:rPr>
          <w:rFonts w:ascii="Arial" w:hAnsi="Arial" w:cs="Arial" w:hint="eastAsia"/>
          <w:sz w:val="18"/>
        </w:rPr>
        <w:t>≤</w:t>
      </w:r>
      <w:r w:rsidR="00C855D6" w:rsidRPr="008C6DE4">
        <w:rPr>
          <w:rFonts w:cs="v4.2.0"/>
        </w:rPr>
        <w:t xml:space="preserve"> 320ms,</w:t>
      </w:r>
    </w:p>
    <w:p w14:paraId="7991CB13" w14:textId="7B8012AC" w:rsidR="00DF3064" w:rsidRPr="008C6DE4" w:rsidRDefault="000A1E26" w:rsidP="000A1E26">
      <w:pPr>
        <w:pStyle w:val="B10"/>
      </w:pPr>
      <w:r w:rsidRPr="008C6DE4">
        <w:t>-</w:t>
      </w:r>
      <w:r w:rsidRPr="008C6DE4">
        <w:tab/>
      </w:r>
      <w:r w:rsidR="00CE283A" w:rsidRPr="008C6DE4">
        <w:rPr>
          <w:rFonts w:cs="v4.2.0"/>
        </w:rPr>
        <w:t>T</w:t>
      </w:r>
      <w:r w:rsidR="00CE283A" w:rsidRPr="008C6DE4">
        <w:rPr>
          <w:rFonts w:cs="v4.2.0"/>
          <w:vertAlign w:val="subscript"/>
        </w:rPr>
        <w:t>Indication_interval_BFD</w:t>
      </w:r>
      <w:r w:rsidR="00CE283A" w:rsidRPr="008C6DE4">
        <w:rPr>
          <w:rFonts w:cs="v4.2.0"/>
        </w:rPr>
        <w:t xml:space="preserve"> = DRX_cycle_length, if DRX_cycle_length &gt; </w:t>
      </w:r>
      <w:r w:rsidR="00DF3064" w:rsidRPr="008C6DE4">
        <w:t>320ms.</w:t>
      </w:r>
    </w:p>
    <w:p w14:paraId="5CDAF971" w14:textId="2B1ED3AC" w:rsidR="00CE283A" w:rsidRPr="008C6DE4" w:rsidRDefault="00DF3064" w:rsidP="00DF3064">
      <w:pPr>
        <w:rPr>
          <w:rFonts w:cs="v4.2.0"/>
        </w:rPr>
      </w:pPr>
      <w:r w:rsidRPr="008C6DE4">
        <w:rPr>
          <w:rFonts w:cs="v4.2.0"/>
        </w:rPr>
        <w:t>When DRX is used,</w:t>
      </w:r>
      <w:r w:rsidR="009A1629" w:rsidRPr="008C6DE4">
        <w:rPr>
          <w:rFonts w:cs="v4.2.0"/>
        </w:rPr>
        <w:t xml:space="preserve"> </w:t>
      </w:r>
      <w:r w:rsidR="00CE283A" w:rsidRPr="008C6DE4">
        <w:rPr>
          <w:rFonts w:cs="v4.2.0"/>
        </w:rPr>
        <w:t>for CSI-RS based link quality measurement,</w:t>
      </w:r>
    </w:p>
    <w:p w14:paraId="62AD16D2" w14:textId="5A3B828C" w:rsidR="00CE283A" w:rsidRPr="008C6DE4" w:rsidRDefault="00CE283A" w:rsidP="00CE283A">
      <w:pPr>
        <w:pStyle w:val="B10"/>
      </w:pPr>
      <w:r w:rsidRPr="008C6DE4">
        <w:t>-</w:t>
      </w:r>
      <w:r w:rsidRPr="008C6DE4">
        <w:tab/>
      </w:r>
      <w:r w:rsidR="00DF3064" w:rsidRPr="008C6DE4">
        <w:t>T</w:t>
      </w:r>
      <w:r w:rsidR="00DF3064" w:rsidRPr="008C6DE4">
        <w:rPr>
          <w:vertAlign w:val="subscript"/>
        </w:rPr>
        <w:t>Indication_interval_BFD</w:t>
      </w:r>
      <w:r w:rsidR="00DF3064" w:rsidRPr="008C6DE4">
        <w:t xml:space="preserve"> </w:t>
      </w:r>
      <w:r w:rsidRPr="008C6DE4">
        <w:rPr>
          <w:rFonts w:cs="v4.2.0"/>
        </w:rPr>
        <w:t xml:space="preserve">= Max(1.5 </w:t>
      </w:r>
      <w:r w:rsidRPr="008C6DE4">
        <w:rPr>
          <w:lang w:eastAsia="ko-KR"/>
        </w:rPr>
        <w:t xml:space="preserve">× </w:t>
      </w:r>
      <w:r w:rsidRPr="008C6DE4">
        <w:rPr>
          <w:rFonts w:cs="v4.2.0"/>
        </w:rPr>
        <w:t xml:space="preserve">DRX_cycle_length, 1.5 </w:t>
      </w:r>
      <w:r w:rsidRPr="008C6DE4">
        <w:rPr>
          <w:lang w:eastAsia="ko-KR"/>
        </w:rPr>
        <w:t xml:space="preserve">× </w:t>
      </w:r>
      <w:r w:rsidRPr="008C6DE4">
        <w:rPr>
          <w:rFonts w:cs="v4.2.0"/>
        </w:rPr>
        <w:t>T</w:t>
      </w:r>
      <w:r w:rsidRPr="008C6DE4">
        <w:rPr>
          <w:rFonts w:cs="v4.2.0"/>
          <w:vertAlign w:val="subscript"/>
        </w:rPr>
        <w:t>CSI-RS,M</w:t>
      </w:r>
      <w:r w:rsidRPr="008C6DE4">
        <w:rPr>
          <w:rFonts w:cs="v4.2.0"/>
        </w:rPr>
        <w:t xml:space="preserve">), if DRX_cycle_length </w:t>
      </w:r>
      <w:r w:rsidRPr="008C6DE4">
        <w:rPr>
          <w:rFonts w:ascii="Arial" w:hAnsi="Arial" w:cs="Arial" w:hint="eastAsia"/>
          <w:sz w:val="18"/>
        </w:rPr>
        <w:t>≤</w:t>
      </w:r>
      <w:r w:rsidRPr="008C6DE4">
        <w:rPr>
          <w:rFonts w:cs="v4.2.0"/>
        </w:rPr>
        <w:t xml:space="preserve"> 320ms,</w:t>
      </w:r>
    </w:p>
    <w:p w14:paraId="69288DB0" w14:textId="06A597EC" w:rsidR="00DF3064" w:rsidRPr="008C6DE4" w:rsidRDefault="00CE283A" w:rsidP="00CE283A">
      <w:pPr>
        <w:pStyle w:val="B10"/>
      </w:pPr>
      <w:r w:rsidRPr="008C6DE4">
        <w:t>-</w:t>
      </w:r>
      <w:r w:rsidRPr="008C6DE4">
        <w:tab/>
      </w:r>
      <w:r w:rsidR="00DF3064" w:rsidRPr="008C6DE4">
        <w:t>T</w:t>
      </w:r>
      <w:r w:rsidR="00DF3064" w:rsidRPr="008C6DE4">
        <w:rPr>
          <w:vertAlign w:val="subscript"/>
        </w:rPr>
        <w:t>Indication_interval_BFD</w:t>
      </w:r>
      <w:r w:rsidR="00043B38" w:rsidRPr="008C6DE4">
        <w:rPr>
          <w:rFonts w:cs="v4.2.0"/>
        </w:rPr>
        <w:t xml:space="preserve"> = DRX_cycle_length, if DRX_cycle_length &gt; </w:t>
      </w:r>
      <w:r w:rsidR="00DF3064" w:rsidRPr="008C6DE4">
        <w:t>320ms.</w:t>
      </w:r>
    </w:p>
    <w:p w14:paraId="53D08775" w14:textId="0C896410" w:rsidR="00DF3064" w:rsidRPr="008C6DE4" w:rsidRDefault="0048284E" w:rsidP="0048284E">
      <w:pPr>
        <w:pStyle w:val="Heading3"/>
      </w:pPr>
      <w:r w:rsidRPr="008C6DE4">
        <w:t>8.5.5</w:t>
      </w:r>
      <w:r w:rsidR="00DF3064" w:rsidRPr="008C6DE4">
        <w:tab/>
        <w:t>Requirements for SSB based candidate beam detection</w:t>
      </w:r>
    </w:p>
    <w:p w14:paraId="01E96A46" w14:textId="3C725EBB" w:rsidR="00DF3064" w:rsidRPr="008C6DE4" w:rsidRDefault="0048284E" w:rsidP="0048284E">
      <w:pPr>
        <w:pStyle w:val="Heading4"/>
      </w:pPr>
      <w:r w:rsidRPr="008C6DE4">
        <w:rPr>
          <w:rFonts w:eastAsia="?? ??"/>
        </w:rPr>
        <w:t>8.5.5.1</w:t>
      </w:r>
      <w:r w:rsidR="00DF3064" w:rsidRPr="008C6DE4">
        <w:rPr>
          <w:rFonts w:eastAsia="?? ??"/>
        </w:rPr>
        <w:tab/>
      </w:r>
      <w:r w:rsidR="00DF3064" w:rsidRPr="008C6DE4">
        <w:t>Introduction</w:t>
      </w:r>
    </w:p>
    <w:p w14:paraId="729EBFF1" w14:textId="3B8A1BE4" w:rsidR="00DF3064" w:rsidRPr="008C6DE4" w:rsidRDefault="00DF3064" w:rsidP="00DF3064">
      <w:r w:rsidRPr="008C6DE4">
        <w:t xml:space="preserve">The requirements in this </w:t>
      </w:r>
      <w:r w:rsidR="00854981" w:rsidRPr="008C6DE4">
        <w:t>clause</w:t>
      </w:r>
      <w:r w:rsidRPr="008C6DE4">
        <w:t xml:space="preserve"> apply for each SSB resource in the set </w:t>
      </w:r>
      <w:r w:rsidRPr="008C6DE4">
        <w:rPr>
          <w:iCs/>
          <w:noProof/>
          <w:position w:val="-10"/>
          <w:lang w:val="en-US" w:eastAsia="zh-CN"/>
        </w:rPr>
        <w:drawing>
          <wp:inline distT="0" distB="0" distL="0" distR="0" wp14:anchorId="425C81F0" wp14:editId="71F1A050">
            <wp:extent cx="133350" cy="200025"/>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3350" cy="200025"/>
                    </a:xfrm>
                    <a:prstGeom prst="rect">
                      <a:avLst/>
                    </a:prstGeom>
                    <a:noFill/>
                    <a:ln>
                      <a:noFill/>
                    </a:ln>
                  </pic:spPr>
                </pic:pic>
              </a:graphicData>
            </a:graphic>
          </wp:inline>
        </w:drawing>
      </w:r>
      <w:r w:rsidRPr="008C6DE4">
        <w:t xml:space="preserve"> configured for a serving cell, provided that the SSBs configured for candidate </w:t>
      </w:r>
      <w:r w:rsidRPr="008C6DE4">
        <w:rPr>
          <w:rFonts w:cs="v5.0.0"/>
        </w:rPr>
        <w:t>beam detection</w:t>
      </w:r>
      <w:r w:rsidRPr="008C6DE4">
        <w:t xml:space="preserve"> are actually transmitted within UE active DL BWP during the entire evaluation period specified in clause 8.5.5.2.</w:t>
      </w:r>
    </w:p>
    <w:p w14:paraId="4F366974" w14:textId="4C3CB1E0" w:rsidR="00DF3064" w:rsidRPr="008C6DE4" w:rsidRDefault="0048284E" w:rsidP="0048284E">
      <w:pPr>
        <w:pStyle w:val="Heading4"/>
      </w:pPr>
      <w:r w:rsidRPr="008C6DE4">
        <w:rPr>
          <w:rFonts w:eastAsia="?? ??"/>
        </w:rPr>
        <w:t>8.5.5.2</w:t>
      </w:r>
      <w:r w:rsidR="00DF3064" w:rsidRPr="008C6DE4">
        <w:rPr>
          <w:rFonts w:eastAsia="?? ??"/>
        </w:rPr>
        <w:tab/>
      </w:r>
      <w:r w:rsidR="00DF3064" w:rsidRPr="008C6DE4">
        <w:t>Minimum requirement</w:t>
      </w:r>
    </w:p>
    <w:p w14:paraId="75785D15" w14:textId="4E0C9444" w:rsidR="00DF3064" w:rsidRPr="008C6DE4" w:rsidRDefault="00DF3064" w:rsidP="00DF3064">
      <w:pPr>
        <w:rPr>
          <w:rFonts w:eastAsia="?? ??"/>
        </w:rPr>
      </w:pPr>
      <w:r w:rsidRPr="008C6DE4">
        <w:rPr>
          <w:rFonts w:eastAsia="?? ??"/>
        </w:rPr>
        <w:t xml:space="preserve">Upon request the UE shall be able to evaluate whether the L1-RSRP measured on the configured SSB </w:t>
      </w:r>
      <w:r w:rsidRPr="008C6DE4">
        <w:rPr>
          <w:rFonts w:cs="Arial"/>
        </w:rPr>
        <w:t xml:space="preserve">resource in set </w:t>
      </w:r>
      <w:r w:rsidRPr="008C6DE4">
        <w:rPr>
          <w:noProof/>
          <w:position w:val="-10"/>
          <w:lang w:val="en-US" w:eastAsia="zh-CN"/>
        </w:rPr>
        <w:drawing>
          <wp:inline distT="0" distB="0" distL="0" distR="0" wp14:anchorId="5DA00BE1" wp14:editId="5FF4A974">
            <wp:extent cx="133350" cy="200025"/>
            <wp:effectExtent l="19050" t="0" r="0" b="0"/>
            <wp:docPr id="2881"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5" cstate="print"/>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Pr="008C6DE4">
        <w:t xml:space="preserve"> estimated </w:t>
      </w:r>
      <w:r w:rsidRPr="008C6DE4">
        <w:rPr>
          <w:rFonts w:eastAsia="?? ??"/>
        </w:rPr>
        <w:t xml:space="preserve">over the last </w:t>
      </w:r>
      <w:r w:rsidRPr="008C6DE4">
        <w:t>T</w:t>
      </w:r>
      <w:r w:rsidRPr="008C6DE4">
        <w:rPr>
          <w:vertAlign w:val="subscript"/>
        </w:rPr>
        <w:t>Evaluate_CBD_SSB</w:t>
      </w:r>
      <w:r w:rsidRPr="008C6DE4">
        <w:rPr>
          <w:rFonts w:eastAsia="?? ??"/>
        </w:rPr>
        <w:t xml:space="preserve"> ms period</w:t>
      </w:r>
      <w:r w:rsidRPr="008C6DE4">
        <w:t xml:space="preserve"> </w:t>
      </w:r>
      <w:r w:rsidRPr="008C6DE4">
        <w:rPr>
          <w:rFonts w:eastAsia="?? ??"/>
        </w:rPr>
        <w:t>becomes better than the threshold Q</w:t>
      </w:r>
      <w:r w:rsidRPr="008C6DE4">
        <w:rPr>
          <w:rFonts w:eastAsia="?? ??"/>
          <w:vertAlign w:val="subscript"/>
        </w:rPr>
        <w:t xml:space="preserve">in_LR </w:t>
      </w:r>
      <w:r w:rsidRPr="008C6DE4">
        <w:rPr>
          <w:rFonts w:eastAsia="?? ??"/>
        </w:rPr>
        <w:t xml:space="preserve">provided SSB_RP and SSB </w:t>
      </w:r>
      <w:r w:rsidRPr="008C6DE4">
        <w:rPr>
          <w:lang w:val="en-US"/>
        </w:rPr>
        <w:t>Ês/Iot</w:t>
      </w:r>
      <w:r w:rsidRPr="008C6DE4">
        <w:t xml:space="preserve"> are according to Annex Table B.2.4.1 for a corresponding band</w:t>
      </w:r>
      <w:r w:rsidRPr="008C6DE4">
        <w:rPr>
          <w:rFonts w:eastAsia="?? ??"/>
        </w:rPr>
        <w:t>.</w:t>
      </w:r>
    </w:p>
    <w:p w14:paraId="2597D595" w14:textId="77777777" w:rsidR="00DF3064" w:rsidRPr="008C6DE4" w:rsidRDefault="00DF3064" w:rsidP="00DF3064">
      <w:pPr>
        <w:rPr>
          <w:rFonts w:cs="v4.2.0"/>
        </w:rPr>
      </w:pPr>
      <w:r w:rsidRPr="008C6DE4">
        <w:rPr>
          <w:rFonts w:cs="v4.2.0"/>
        </w:rPr>
        <w:t xml:space="preserve">The UE shall monitor the configured SSB resources using the evaluation period in table 8.5.5.2-1 and 8.5.5.2-2 corresponding to the non-DRX mode, if the configured DRX cycle </w:t>
      </w:r>
      <w:r w:rsidRPr="008C6DE4">
        <w:rPr>
          <w:rFonts w:ascii="Arial" w:hAnsi="Arial" w:cs="Arial" w:hint="eastAsia"/>
          <w:sz w:val="18"/>
        </w:rPr>
        <w:t>≤</w:t>
      </w:r>
      <w:r w:rsidRPr="008C6DE4">
        <w:rPr>
          <w:rFonts w:cs="v4.2.0"/>
        </w:rPr>
        <w:t xml:space="preserve"> 320ms.</w:t>
      </w:r>
    </w:p>
    <w:p w14:paraId="4CE97EC8" w14:textId="77777777" w:rsidR="00DF3064" w:rsidRPr="008C6DE4" w:rsidRDefault="00DF3064" w:rsidP="00DF3064">
      <w:pPr>
        <w:rPr>
          <w:rFonts w:eastAsia="?? ??"/>
        </w:rPr>
      </w:pPr>
      <w:r w:rsidRPr="008C6DE4">
        <w:rPr>
          <w:rFonts w:eastAsia="?? ??"/>
        </w:rPr>
        <w:t xml:space="preserve">The value of </w:t>
      </w:r>
      <w:r w:rsidRPr="008C6DE4">
        <w:t>T</w:t>
      </w:r>
      <w:r w:rsidRPr="008C6DE4">
        <w:rPr>
          <w:vertAlign w:val="subscript"/>
        </w:rPr>
        <w:t>Evaluate_CBD_SSB</w:t>
      </w:r>
      <w:r w:rsidRPr="008C6DE4">
        <w:rPr>
          <w:rFonts w:eastAsia="?? ??"/>
        </w:rPr>
        <w:t xml:space="preserve"> is defined in Table 8.5.5.2-1 for FR1.</w:t>
      </w:r>
    </w:p>
    <w:p w14:paraId="34B1ADB3" w14:textId="77777777" w:rsidR="00DF3064" w:rsidRPr="008C6DE4" w:rsidRDefault="00DF3064" w:rsidP="00DF3064">
      <w:pPr>
        <w:rPr>
          <w:rFonts w:eastAsia="?? ??"/>
        </w:rPr>
      </w:pPr>
      <w:r w:rsidRPr="008C6DE4">
        <w:rPr>
          <w:rFonts w:eastAsia="?? ??"/>
        </w:rPr>
        <w:t xml:space="preserve">The value of </w:t>
      </w:r>
      <w:r w:rsidRPr="008C6DE4">
        <w:t>T</w:t>
      </w:r>
      <w:r w:rsidRPr="008C6DE4">
        <w:rPr>
          <w:vertAlign w:val="subscript"/>
        </w:rPr>
        <w:t>Evaluate_CBD_SSB</w:t>
      </w:r>
      <w:r w:rsidRPr="008C6DE4">
        <w:rPr>
          <w:rFonts w:eastAsia="?? ??"/>
        </w:rPr>
        <w:t xml:space="preserve"> is defined in Table 8.5.5.2-2 for FR2 with scaling factor N=8.</w:t>
      </w:r>
    </w:p>
    <w:p w14:paraId="34895715" w14:textId="47D5D916" w:rsidR="00847B8D" w:rsidRPr="008C6DE4" w:rsidRDefault="00847B8D" w:rsidP="00847B8D">
      <w:pPr>
        <w:rPr>
          <w:rFonts w:eastAsia="?? ??"/>
        </w:rPr>
      </w:pPr>
      <w:r>
        <w:rPr>
          <w:rFonts w:eastAsia="?? ??"/>
        </w:rPr>
        <w:t>w</w:t>
      </w:r>
      <w:r w:rsidRPr="008C6DE4">
        <w:rPr>
          <w:rFonts w:eastAsia="?? ??"/>
        </w:rPr>
        <w:t>here,</w:t>
      </w:r>
    </w:p>
    <w:p w14:paraId="7C731AA5" w14:textId="77777777" w:rsidR="00DF3064" w:rsidRPr="008C6DE4" w:rsidRDefault="00DF3064" w:rsidP="00DF3064">
      <w:pPr>
        <w:rPr>
          <w:rFonts w:eastAsia="?? ??"/>
        </w:rPr>
      </w:pPr>
      <w:r w:rsidRPr="008C6DE4">
        <w:rPr>
          <w:rFonts w:eastAsia="?? ??"/>
        </w:rPr>
        <w:t>For FR1,</w:t>
      </w:r>
    </w:p>
    <w:p w14:paraId="5384C442" w14:textId="468BB54D"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vertAlign w:val="subscript"/>
                      </w:rPr>
                      <m:t>SSB</m:t>
                    </m:r>
                  </m:sub>
                </m:sSub>
              </m:num>
              <m:den>
                <m:r>
                  <w:rPr>
                    <w:rFonts w:ascii="Cambria Math" w:hAnsi="Cambria Math"/>
                  </w:rPr>
                  <m:t>MGRP</m:t>
                </m:r>
              </m:den>
            </m:f>
          </m:den>
        </m:f>
      </m:oMath>
      <w:r w:rsidRPr="009C5807">
        <w:t>, when in the monitored cell there are measurement gaps configured for intra-frequency, inter-frequency or inter-RAT measurements, which are overlapping with some but not all occasions of the SSB,</w:t>
      </w:r>
    </w:p>
    <w:p w14:paraId="113A3C0E" w14:textId="77777777" w:rsidR="00301753" w:rsidRPr="008C6DE4" w:rsidRDefault="00301753" w:rsidP="000D4E85">
      <w:pPr>
        <w:pStyle w:val="B10"/>
      </w:pPr>
      <w:r w:rsidRPr="008C6DE4">
        <w:t>-</w:t>
      </w:r>
      <w:r w:rsidRPr="008C6DE4">
        <w:tab/>
        <w:t>P = 1 when in the monitored cell there are no measurement gaps overlapping with any occasion of the SSB.</w:t>
      </w:r>
    </w:p>
    <w:p w14:paraId="00243CFA" w14:textId="77777777" w:rsidR="00DF3064" w:rsidRPr="008C6DE4" w:rsidRDefault="00DF3064" w:rsidP="00DF3064">
      <w:pPr>
        <w:rPr>
          <w:rFonts w:eastAsia="?? ??"/>
        </w:rPr>
      </w:pPr>
      <w:r w:rsidRPr="008C6DE4">
        <w:rPr>
          <w:rFonts w:eastAsia="?? ??"/>
        </w:rPr>
        <w:t>For FR2,</w:t>
      </w:r>
    </w:p>
    <w:p w14:paraId="65230863" w14:textId="77777777" w:rsidR="00301753" w:rsidRPr="008C6DE4" w:rsidRDefault="00301753" w:rsidP="000D4E85">
      <w:pPr>
        <w:pStyle w:val="B10"/>
      </w:pPr>
      <w:r w:rsidRPr="008C6DE4">
        <w:t>-</w:t>
      </w:r>
      <w:r w:rsidRPr="008C6DE4">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vertAlign w:val="subscript"/>
                      </w:rPr>
                      <m:t>SSB</m:t>
                    </m:r>
                  </m:sub>
                </m:sSub>
              </m:num>
              <m:den>
                <m:sSub>
                  <m:sSubPr>
                    <m:ctrlPr>
                      <w:rPr>
                        <w:rFonts w:ascii="Cambria Math" w:hAnsi="Cambria Math"/>
                        <w:i/>
                      </w:rPr>
                    </m:ctrlPr>
                  </m:sSubPr>
                  <m:e>
                    <m:r>
                      <w:rPr>
                        <w:rFonts w:ascii="Cambria Math" w:hAnsi="Cambria Math"/>
                      </w:rPr>
                      <m:t>T</m:t>
                    </m:r>
                  </m:e>
                  <m:sub>
                    <m:r>
                      <w:rPr>
                        <w:rFonts w:ascii="Cambria Math" w:hAnsi="Cambria Math"/>
                      </w:rPr>
                      <m:t>SMTCperiod</m:t>
                    </m:r>
                  </m:sub>
                </m:sSub>
              </m:den>
            </m:f>
          </m:den>
        </m:f>
      </m:oMath>
      <w:r w:rsidRPr="008C6DE4">
        <w:t>, when candidate beam detection RS is not overlapped with measurement gap and candidate beam detection RS is partially overlapped with SMTC occasion (T</w:t>
      </w:r>
      <w:r w:rsidRPr="008C6DE4">
        <w:rPr>
          <w:vertAlign w:val="subscript"/>
        </w:rPr>
        <w:t>SSB</w:t>
      </w:r>
      <w:r w:rsidRPr="008C6DE4">
        <w:t xml:space="preserve"> &lt; T</w:t>
      </w:r>
      <w:r w:rsidRPr="008C6DE4">
        <w:rPr>
          <w:vertAlign w:val="subscript"/>
        </w:rPr>
        <w:t>SMTCperiod</w:t>
      </w:r>
      <w:r w:rsidRPr="008C6DE4">
        <w:t>).</w:t>
      </w:r>
    </w:p>
    <w:p w14:paraId="0C05B5C7" w14:textId="3DACBB04" w:rsidR="00301753" w:rsidRPr="008C6DE4" w:rsidRDefault="00301753" w:rsidP="000D4E85">
      <w:pPr>
        <w:pStyle w:val="B10"/>
      </w:pPr>
      <w:r w:rsidRPr="008C6DE4">
        <w:t>-</w:t>
      </w:r>
      <w:r w:rsidRPr="008C6DE4">
        <w:tab/>
        <w:t>P is P</w:t>
      </w:r>
      <w:r w:rsidRPr="008C6DE4">
        <w:rPr>
          <w:vertAlign w:val="subscript"/>
        </w:rPr>
        <w:t>sharing factor</w:t>
      </w:r>
      <w:r w:rsidRPr="008C6DE4">
        <w:t>, when candidate beam detection RS is not overlapped with measurement gap and candidate beam detection RS is fully overlapped with SMTC period (T</w:t>
      </w:r>
      <w:r w:rsidRPr="008C6DE4">
        <w:rPr>
          <w:vertAlign w:val="subscript"/>
        </w:rPr>
        <w:t>SSB</w:t>
      </w:r>
      <w:r w:rsidRPr="008C6DE4">
        <w:t xml:space="preserve"> = T</w:t>
      </w:r>
      <w:r w:rsidRPr="008C6DE4">
        <w:rPr>
          <w:vertAlign w:val="subscript"/>
        </w:rPr>
        <w:t>SMTCperiod</w:t>
      </w:r>
      <w:r w:rsidRPr="008C6DE4">
        <w:t>).</w:t>
      </w:r>
    </w:p>
    <w:p w14:paraId="7CA31036" w14:textId="78B7190B"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vertAlign w:val="subscript"/>
                      </w:rPr>
                      <m:t>SSB</m:t>
                    </m:r>
                  </m:sub>
                </m:sSub>
              </m:num>
              <m:den>
                <m:r>
                  <w:rPr>
                    <w:rFonts w:ascii="Cambria Math" w:hAnsi="Cambria Math"/>
                  </w:rPr>
                  <m:t>MGRP</m:t>
                </m:r>
              </m:den>
            </m:f>
            <m:r>
              <w:rPr>
                <w:rFonts w:ascii="Cambria Math" w:hAnsi="Cambria Math"/>
              </w:rPr>
              <m:t xml:space="preserve"> - </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vertAlign w:val="subscript"/>
                      </w:rPr>
                      <m:t>SSB</m:t>
                    </m:r>
                  </m:sub>
                </m:sSub>
              </m:num>
              <m:den>
                <m:sSub>
                  <m:sSubPr>
                    <m:ctrlPr>
                      <w:rPr>
                        <w:rFonts w:ascii="Cambria Math" w:hAnsi="Cambria Math"/>
                        <w:i/>
                      </w:rPr>
                    </m:ctrlPr>
                  </m:sSubPr>
                  <m:e>
                    <m:r>
                      <w:rPr>
                        <w:rFonts w:ascii="Cambria Math" w:hAnsi="Cambria Math"/>
                      </w:rPr>
                      <m:t>T</m:t>
                    </m:r>
                  </m:e>
                  <m:sub>
                    <m:r>
                      <w:rPr>
                        <w:rFonts w:ascii="Cambria Math" w:hAnsi="Cambria Math"/>
                      </w:rPr>
                      <m:t>SMTCperiod</m:t>
                    </m:r>
                  </m:sub>
                </m:sSub>
              </m:den>
            </m:f>
          </m:den>
        </m:f>
      </m:oMath>
      <w:r w:rsidRPr="009C5807">
        <w:t>, when candidate beam detection RS is partially overlapped with measurement gap and candidate beam detection RS is partially overlapped with SMTC occasion (T</w:t>
      </w:r>
      <w:r w:rsidRPr="009C5807">
        <w:rPr>
          <w:vertAlign w:val="subscript"/>
        </w:rPr>
        <w:t>SSB</w:t>
      </w:r>
      <w:r w:rsidRPr="009C5807">
        <w:t xml:space="preserve"> &lt; T</w:t>
      </w:r>
      <w:r w:rsidRPr="009C5807">
        <w:rPr>
          <w:vertAlign w:val="subscript"/>
        </w:rPr>
        <w:t>SMTCperiod</w:t>
      </w:r>
      <w:r w:rsidRPr="009C5807">
        <w:t>) and SMTC occasion is not overlapped with measurement gap and</w:t>
      </w:r>
    </w:p>
    <w:p w14:paraId="7E0347E1" w14:textId="77777777" w:rsidR="00301753" w:rsidRPr="008C6DE4" w:rsidRDefault="00301753" w:rsidP="000D4E85">
      <w:pPr>
        <w:pStyle w:val="B2"/>
      </w:pPr>
      <w:r w:rsidRPr="008C6DE4">
        <w:t>-</w:t>
      </w:r>
      <w:r w:rsidRPr="008C6DE4">
        <w:tab/>
        <w:t>T</w:t>
      </w:r>
      <w:r w:rsidRPr="008C6DE4">
        <w:rPr>
          <w:vertAlign w:val="subscript"/>
        </w:rPr>
        <w:t>SMTCperiod</w:t>
      </w:r>
      <w:r w:rsidRPr="008C6DE4">
        <w:t xml:space="preserve"> </w:t>
      </w:r>
      <w:r w:rsidRPr="008C6DE4">
        <w:rPr>
          <w:rFonts w:hint="eastAsia"/>
          <w:lang w:val="en-US"/>
        </w:rPr>
        <w:t>≠</w:t>
      </w:r>
      <w:r w:rsidRPr="008C6DE4">
        <w:t xml:space="preserve"> MGRP or</w:t>
      </w:r>
    </w:p>
    <w:p w14:paraId="5EE973BB" w14:textId="268F63A5" w:rsidR="00301753" w:rsidRPr="008C6DE4" w:rsidRDefault="00301753" w:rsidP="000D4E85">
      <w:pPr>
        <w:pStyle w:val="B2"/>
      </w:pPr>
      <w:r w:rsidRPr="008C6DE4">
        <w:t>-</w:t>
      </w:r>
      <w:r w:rsidRPr="008C6DE4">
        <w:tab/>
        <w:t>T</w:t>
      </w:r>
      <w:r w:rsidRPr="008C6DE4">
        <w:rPr>
          <w:vertAlign w:val="subscript"/>
        </w:rPr>
        <w:t>SMTCperiod</w:t>
      </w:r>
      <w:r w:rsidRPr="008C6DE4">
        <w:t xml:space="preserve"> = MGRP and T</w:t>
      </w:r>
      <w:r w:rsidRPr="008C6DE4">
        <w:rPr>
          <w:vertAlign w:val="subscript"/>
        </w:rPr>
        <w:t>SSB</w:t>
      </w:r>
      <w:r w:rsidRPr="008C6DE4">
        <w:t xml:space="preserve"> &lt; 0.5 </w:t>
      </w:r>
      <w:r w:rsidRPr="008C6DE4">
        <w:rPr>
          <w:lang w:eastAsia="ko-KR"/>
        </w:rPr>
        <w:t xml:space="preserve">× </w:t>
      </w:r>
      <w:r w:rsidRPr="008C6DE4">
        <w:t>T</w:t>
      </w:r>
      <w:r w:rsidRPr="008C6DE4">
        <w:rPr>
          <w:vertAlign w:val="subscript"/>
        </w:rPr>
        <w:t>SMTCperiod</w:t>
      </w:r>
    </w:p>
    <w:p w14:paraId="1E651618" w14:textId="7C627D91" w:rsidR="004B48A9" w:rsidRPr="009C5807" w:rsidRDefault="004B48A9" w:rsidP="004B48A9">
      <w:pPr>
        <w:pStyle w:val="B10"/>
      </w:pPr>
      <w:r w:rsidRPr="009C5807">
        <w:t>-</w:t>
      </w:r>
      <w:r w:rsidRPr="009C5807">
        <w:tab/>
      </w:r>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sharing factor</m:t>
                </m:r>
              </m:sub>
            </m:sSub>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vertAlign w:val="subscript"/>
                      </w:rPr>
                      <m:t>SSB</m:t>
                    </m:r>
                  </m:sub>
                </m:sSub>
              </m:num>
              <m:den>
                <m:r>
                  <w:rPr>
                    <w:rFonts w:ascii="Cambria Math" w:hAnsi="Cambria Math"/>
                  </w:rPr>
                  <m:t>MGRP</m:t>
                </m:r>
              </m:den>
            </m:f>
          </m:den>
        </m:f>
      </m:oMath>
      <w:r w:rsidRPr="009C5807">
        <w:t>, when candidate beam detection RS is partially overlapped with measurement gap and candidate beam detection RS is partially overlapped with SMTC occasion (T</w:t>
      </w:r>
      <w:r w:rsidRPr="009C5807">
        <w:rPr>
          <w:vertAlign w:val="subscript"/>
        </w:rPr>
        <w:t>SSB</w:t>
      </w:r>
      <w:r w:rsidRPr="009C5807">
        <w:t xml:space="preserve"> &lt; T</w:t>
      </w:r>
      <w:r w:rsidRPr="009C5807">
        <w:rPr>
          <w:vertAlign w:val="subscript"/>
        </w:rPr>
        <w:t>SMTCperiod</w:t>
      </w:r>
      <w:r w:rsidRPr="009C5807">
        <w:t>) and SMTC occasion is not overlapped with measurement gap and T</w:t>
      </w:r>
      <w:r w:rsidRPr="009C5807">
        <w:rPr>
          <w:vertAlign w:val="subscript"/>
        </w:rPr>
        <w:t>SMTCperiod</w:t>
      </w:r>
      <w:r w:rsidRPr="009C5807">
        <w:t xml:space="preserve"> = MGRP and T</w:t>
      </w:r>
      <w:r w:rsidRPr="009C5807">
        <w:rPr>
          <w:vertAlign w:val="subscript"/>
        </w:rPr>
        <w:t>SSB</w:t>
      </w:r>
      <w:r w:rsidRPr="009C5807">
        <w:t xml:space="preserve"> = 0.5 </w:t>
      </w:r>
      <w:r w:rsidRPr="009C5807">
        <w:rPr>
          <w:lang w:eastAsia="ko-KR"/>
        </w:rPr>
        <w:t xml:space="preserve">× </w:t>
      </w:r>
      <w:r w:rsidRPr="009C5807">
        <w:t>T</w:t>
      </w:r>
      <w:r w:rsidRPr="009C5807">
        <w:rPr>
          <w:vertAlign w:val="subscript"/>
        </w:rPr>
        <w:t>SMTCperiod</w:t>
      </w:r>
    </w:p>
    <w:p w14:paraId="270D63D2" w14:textId="77777777" w:rsidR="004B48A9" w:rsidRPr="009C5807" w:rsidRDefault="004B48A9" w:rsidP="004B48A9">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vertAlign w:val="subscript"/>
                      </w:rPr>
                      <m:t>SSB</m:t>
                    </m:r>
                  </m:sub>
                </m:sSub>
              </m:num>
              <m:den>
                <m:r>
                  <w:rPr>
                    <w:rFonts w:ascii="Cambria Math" w:hAnsi="Cambria Math"/>
                  </w:rPr>
                  <m:t>Min(MGRP,</m:t>
                </m:r>
                <m:sSub>
                  <m:sSubPr>
                    <m:ctrlPr>
                      <w:rPr>
                        <w:rFonts w:ascii="Cambria Math" w:hAnsi="Cambria Math"/>
                        <w:i/>
                      </w:rPr>
                    </m:ctrlPr>
                  </m:sSubPr>
                  <m:e>
                    <m:r>
                      <w:rPr>
                        <w:rFonts w:ascii="Cambria Math" w:hAnsi="Cambria Math"/>
                      </w:rPr>
                      <m:t>T</m:t>
                    </m:r>
                  </m:e>
                  <m:sub>
                    <m:r>
                      <w:rPr>
                        <w:rFonts w:ascii="Cambria Math" w:hAnsi="Cambria Math"/>
                      </w:rPr>
                      <m:t>SMTCperiod</m:t>
                    </m:r>
                  </m:sub>
                </m:sSub>
                <m:r>
                  <w:rPr>
                    <w:rFonts w:ascii="Cambria Math" w:hAnsi="Cambria Math"/>
                  </w:rPr>
                  <m:t>)</m:t>
                </m:r>
              </m:den>
            </m:f>
          </m:den>
        </m:f>
      </m:oMath>
      <w:r w:rsidRPr="009C5807">
        <w:t>, when candidate beam detection RS is partially overlapped with measurement gap and candidate beam detection RS is partially overlapped with SMTC occasion (T</w:t>
      </w:r>
      <w:r w:rsidRPr="009C5807">
        <w:rPr>
          <w:vertAlign w:val="subscript"/>
        </w:rPr>
        <w:t>SSB</w:t>
      </w:r>
      <w:r w:rsidRPr="009C5807">
        <w:t xml:space="preserve"> &lt; T</w:t>
      </w:r>
      <w:r w:rsidRPr="009C5807">
        <w:rPr>
          <w:vertAlign w:val="subscript"/>
        </w:rPr>
        <w:t>SMTCperiod</w:t>
      </w:r>
      <w:r w:rsidRPr="009C5807">
        <w:t>) and SMTC occasion is partially or fully overlapped with measurement gap</w:t>
      </w:r>
    </w:p>
    <w:p w14:paraId="18C82C1E" w14:textId="582923B3"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sharing factor</m:t>
                </m:r>
              </m:sub>
            </m:sSub>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vertAlign w:val="subscript"/>
                      </w:rPr>
                      <m:t>SSB</m:t>
                    </m:r>
                  </m:sub>
                </m:sSub>
              </m:num>
              <m:den>
                <m:r>
                  <w:rPr>
                    <w:rFonts w:ascii="Cambria Math" w:hAnsi="Cambria Math"/>
                  </w:rPr>
                  <m:t>MGRP</m:t>
                </m:r>
              </m:den>
            </m:f>
          </m:den>
        </m:f>
      </m:oMath>
      <w:r w:rsidRPr="009C5807">
        <w:t>, when candidate beam detection RS is partially overlapped with measurement gap and candidate beam detection RS is fully overlapped with SMTC occasion (T</w:t>
      </w:r>
      <w:r w:rsidRPr="009C5807">
        <w:rPr>
          <w:vertAlign w:val="subscript"/>
        </w:rPr>
        <w:t>SSB</w:t>
      </w:r>
      <w:r w:rsidRPr="009C5807">
        <w:t xml:space="preserve"> = T</w:t>
      </w:r>
      <w:r w:rsidRPr="009C5807">
        <w:rPr>
          <w:vertAlign w:val="subscript"/>
        </w:rPr>
        <w:t>SMTCperiod</w:t>
      </w:r>
      <w:r w:rsidRPr="009C5807">
        <w:t>) and SMTC occasion is partially overlapped with measurement gap (T</w:t>
      </w:r>
      <w:r w:rsidRPr="009C5807">
        <w:rPr>
          <w:vertAlign w:val="subscript"/>
        </w:rPr>
        <w:t>SMTCperiod</w:t>
      </w:r>
      <w:r w:rsidRPr="009C5807">
        <w:t xml:space="preserve"> &lt; MGRP) </w:t>
      </w:r>
    </w:p>
    <w:p w14:paraId="0230A61F" w14:textId="79AEDB22" w:rsidR="000D4E85" w:rsidRDefault="000D4E85">
      <w:pPr>
        <w:pStyle w:val="B10"/>
      </w:pPr>
      <w:r>
        <w:t>-</w:t>
      </w:r>
      <w:r>
        <w:tab/>
        <w:t>P</w:t>
      </w:r>
      <w:r>
        <w:rPr>
          <w:vertAlign w:val="subscript"/>
        </w:rPr>
        <w:t>sharing factor</w:t>
      </w:r>
      <w:r>
        <w:t xml:space="preserve"> = 1, if the candidate beam detection RS outside measurement gap is </w:t>
      </w:r>
    </w:p>
    <w:p w14:paraId="7FF5B865" w14:textId="77777777" w:rsidR="004B48A9" w:rsidRDefault="004B48A9" w:rsidP="004B48A9">
      <w:pPr>
        <w:pStyle w:val="B2"/>
      </w:pPr>
      <w:r>
        <w:t>-</w:t>
      </w:r>
      <w:r>
        <w:tab/>
        <w:t xml:space="preserve">not overlapped with the SSB symbols indicated by SSB-ToMeasure and 1 data symbol before each consecutive SSB symbols indicated by SSB-ToMeasure and 1 data symbol after each consecutive SSB symbols indicated by SSB-ToMeasure, given that SSB-ToMeasure is configured, </w:t>
      </w:r>
      <w:r>
        <w:rPr>
          <w:rFonts w:hint="eastAsia"/>
          <w:lang w:eastAsia="zh-CN"/>
        </w:rPr>
        <w:t>where</w:t>
      </w:r>
      <w:r>
        <w:rPr>
          <w:lang w:eastAsia="zh-CN"/>
        </w:rPr>
        <w:t xml:space="preserve"> </w:t>
      </w:r>
      <w:r>
        <w:rPr>
          <w:rFonts w:hint="eastAsia"/>
          <w:lang w:eastAsia="zh-CN"/>
        </w:rPr>
        <w:t xml:space="preserve">the </w:t>
      </w:r>
      <w:r w:rsidRPr="003F1684">
        <w:rPr>
          <w:i/>
        </w:rPr>
        <w:t>SSB-ToMeasure</w:t>
      </w:r>
      <w:r>
        <w:t xml:space="preserve"> is </w:t>
      </w:r>
      <w:r w:rsidRPr="00F42376">
        <w:rPr>
          <w:rFonts w:eastAsia="Times New Roman"/>
        </w:rPr>
        <w:t xml:space="preserve">the union </w:t>
      </w:r>
      <w:r>
        <w:rPr>
          <w:rFonts w:eastAsia="Times New Roman"/>
        </w:rPr>
        <w:t xml:space="preserve">set </w:t>
      </w:r>
      <w:r w:rsidRPr="00F42376">
        <w:rPr>
          <w:rFonts w:eastAsia="Times New Roman"/>
        </w:rPr>
        <w:t>of</w:t>
      </w:r>
      <w:r w:rsidRPr="00F42376">
        <w:rPr>
          <w:rStyle w:val="apple-converted-space"/>
          <w:rFonts w:eastAsia="Times New Roman"/>
        </w:rPr>
        <w:t xml:space="preserve"> </w:t>
      </w:r>
      <w:r w:rsidRPr="00F42376">
        <w:rPr>
          <w:rFonts w:eastAsia="Times New Roman"/>
          <w:i/>
          <w:iCs/>
        </w:rPr>
        <w:t>SSB-ToMeasure</w:t>
      </w:r>
      <w:r w:rsidRPr="00F42376">
        <w:rPr>
          <w:rFonts w:eastAsia="Times New Roman"/>
        </w:rPr>
        <w:t xml:space="preserve"> from all </w:t>
      </w:r>
      <w:r>
        <w:rPr>
          <w:rFonts w:eastAsia="Times New Roman"/>
        </w:rPr>
        <w:t>the configured measurement objects</w:t>
      </w:r>
      <w:r w:rsidRPr="00F42376">
        <w:rPr>
          <w:rFonts w:eastAsia="Times New Roman"/>
        </w:rPr>
        <w:t xml:space="preserve"> </w:t>
      </w:r>
      <w:r>
        <w:rPr>
          <w:rFonts w:eastAsia="Times New Roman"/>
        </w:rPr>
        <w:t xml:space="preserve">merged on the same serving carrier, </w:t>
      </w:r>
      <w:r>
        <w:t>and;</w:t>
      </w:r>
    </w:p>
    <w:p w14:paraId="10B00370" w14:textId="77777777" w:rsidR="004B48A9" w:rsidRDefault="004B48A9" w:rsidP="004B48A9">
      <w:pPr>
        <w:pStyle w:val="B2"/>
      </w:pPr>
      <w:r>
        <w:t>-</w:t>
      </w:r>
      <w:r>
        <w:tab/>
        <w:t>not overlapped with the RSSI symbols indicated by ss-RSSI-Measurement and 1 data symbol before each RSSI symbol indicated by ss-RSSI-Measurement and 1 data symbol after each RSSI symbol indicated by ss-RSSI-Measurement, given that ss-RSSI-Measurement is configured</w:t>
      </w:r>
    </w:p>
    <w:p w14:paraId="3B2CF6A7" w14:textId="31D144DC" w:rsidR="000D4E85" w:rsidRDefault="000D4E85">
      <w:pPr>
        <w:pStyle w:val="B10"/>
      </w:pPr>
      <w:r>
        <w:t>-</w:t>
      </w:r>
      <w:r>
        <w:tab/>
        <w:t>P</w:t>
      </w:r>
      <w:r>
        <w:rPr>
          <w:vertAlign w:val="subscript"/>
        </w:rPr>
        <w:t xml:space="preserve">sharing factor </w:t>
      </w:r>
      <w:r>
        <w:rPr>
          <w:rFonts w:eastAsia="Malgun Gothic"/>
          <w:lang w:val="en-US"/>
        </w:rPr>
        <w:t>= 3</w:t>
      </w:r>
      <w:r>
        <w:t>, otherwise.</w:t>
      </w:r>
    </w:p>
    <w:p w14:paraId="425730A3" w14:textId="77777777" w:rsidR="00560C2B" w:rsidRDefault="00560C2B" w:rsidP="00560C2B">
      <w:pPr>
        <w:pStyle w:val="B10"/>
      </w:pPr>
      <w:r w:rsidRPr="00571B7E">
        <w:t xml:space="preserve">where, </w:t>
      </w:r>
    </w:p>
    <w:p w14:paraId="5B01D449" w14:textId="25F1AACE" w:rsidR="00560C2B" w:rsidRPr="00571B7E" w:rsidRDefault="00560C2B" w:rsidP="00560C2B">
      <w:pPr>
        <w:pStyle w:val="B2"/>
      </w:pPr>
      <w:r>
        <w:tab/>
      </w:r>
      <w:r w:rsidRPr="00571B7E">
        <w:t xml:space="preserve">If the high layer in TS 38.331 [2] signaling of </w:t>
      </w:r>
      <w:r w:rsidRPr="00560C2B">
        <w:rPr>
          <w:i/>
        </w:rPr>
        <w:t>smtc2</w:t>
      </w:r>
      <w:r w:rsidRPr="00560C2B">
        <w:rPr>
          <w:b/>
        </w:rPr>
        <w:t xml:space="preserve"> </w:t>
      </w:r>
      <w:r w:rsidRPr="00CC6EC5">
        <w:rPr>
          <w:rFonts w:eastAsia="Times New Roman"/>
        </w:rPr>
        <w:t>is present, T</w:t>
      </w:r>
      <w:r w:rsidRPr="00CC6EC5">
        <w:rPr>
          <w:rFonts w:eastAsia="Times New Roman"/>
          <w:vertAlign w:val="subscript"/>
        </w:rPr>
        <w:t xml:space="preserve">SMTCperiod </w:t>
      </w:r>
      <w:r w:rsidRPr="00CC6EC5">
        <w:rPr>
          <w:rFonts w:eastAsia="Times New Roman"/>
        </w:rPr>
        <w:t xml:space="preserve">follows </w:t>
      </w:r>
      <w:r w:rsidRPr="00CC6EC5">
        <w:rPr>
          <w:rFonts w:eastAsia="Times New Roman"/>
          <w:i/>
        </w:rPr>
        <w:t>smtc2</w:t>
      </w:r>
      <w:r w:rsidRPr="00CC6EC5">
        <w:rPr>
          <w:rFonts w:eastAsia="Times New Roman"/>
        </w:rPr>
        <w:t>; Otherwise T</w:t>
      </w:r>
      <w:r w:rsidRPr="00CC6EC5">
        <w:rPr>
          <w:rFonts w:eastAsia="Times New Roman"/>
          <w:vertAlign w:val="subscript"/>
        </w:rPr>
        <w:t>SMTCperiod</w:t>
      </w:r>
      <w:r w:rsidRPr="00CC6EC5">
        <w:rPr>
          <w:rFonts w:eastAsia="Times New Roman"/>
        </w:rPr>
        <w:t xml:space="preserve"> follows </w:t>
      </w:r>
      <w:r w:rsidRPr="00CC6EC5">
        <w:rPr>
          <w:rFonts w:eastAsia="Times New Roman"/>
          <w:i/>
        </w:rPr>
        <w:t>smtc1.</w:t>
      </w:r>
      <w:r w:rsidRPr="00560C2B">
        <w:rPr>
          <w:i/>
        </w:rPr>
        <w:t xml:space="preserve"> </w:t>
      </w:r>
      <w:r w:rsidRPr="00571B7E">
        <w:t>T</w:t>
      </w:r>
      <w:r w:rsidRPr="00560C2B">
        <w:rPr>
          <w:vertAlign w:val="subscript"/>
        </w:rPr>
        <w:t>SMTCperiod</w:t>
      </w:r>
      <w:r w:rsidRPr="00571B7E">
        <w:t xml:space="preserve"> is the shortest SMTC period among all CCs in the same FR2 band, provided the SMTC offset of all CCs in FR2 have the same offset. </w:t>
      </w:r>
    </w:p>
    <w:p w14:paraId="4D738BBB" w14:textId="3B7E8A1F" w:rsidR="00560C2B" w:rsidRPr="00560C2B" w:rsidRDefault="00560C2B" w:rsidP="00560C2B">
      <w:pPr>
        <w:rPr>
          <w:rFonts w:eastAsia="?? ??"/>
        </w:rPr>
      </w:pPr>
      <w:r w:rsidRPr="00571B7E">
        <w:t>Longer evaluation period would be expected if the combination of the CBD-RS resource, SMTC occasion and measurement gap configurations does not meet pervious conditions.</w:t>
      </w:r>
    </w:p>
    <w:p w14:paraId="37610495" w14:textId="77777777" w:rsidR="00F16944" w:rsidRPr="008C6DE4" w:rsidRDefault="00F16944" w:rsidP="00D05EB7">
      <w:pPr>
        <w:pStyle w:val="TH"/>
      </w:pPr>
      <w:r w:rsidRPr="008C6DE4">
        <w:t>Table 8.5.5.2-1: Evaluation period T</w:t>
      </w:r>
      <w:r w:rsidRPr="008C6DE4">
        <w:rPr>
          <w:vertAlign w:val="subscript"/>
        </w:rPr>
        <w:t>Evaluate_CBD_SSB</w:t>
      </w:r>
      <w:r w:rsidRPr="008C6DE4">
        <w:t xml:space="preserve">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4582"/>
      </w:tblGrid>
      <w:tr w:rsidR="00F16944" w:rsidRPr="008C6DE4" w14:paraId="60209425" w14:textId="77777777" w:rsidTr="00C21368">
        <w:trPr>
          <w:jc w:val="center"/>
        </w:trPr>
        <w:tc>
          <w:tcPr>
            <w:tcW w:w="2035" w:type="dxa"/>
            <w:shd w:val="clear" w:color="auto" w:fill="auto"/>
          </w:tcPr>
          <w:p w14:paraId="1FF98F17" w14:textId="77777777" w:rsidR="00F16944" w:rsidRPr="008C6DE4" w:rsidRDefault="00F16944" w:rsidP="00D05EB7">
            <w:pPr>
              <w:pStyle w:val="TAH"/>
            </w:pPr>
            <w:r w:rsidRPr="008C6DE4">
              <w:t>Configuration</w:t>
            </w:r>
          </w:p>
        </w:tc>
        <w:tc>
          <w:tcPr>
            <w:tcW w:w="4582" w:type="dxa"/>
            <w:shd w:val="clear" w:color="auto" w:fill="auto"/>
          </w:tcPr>
          <w:p w14:paraId="43F3195B" w14:textId="77777777" w:rsidR="00F16944" w:rsidRPr="008C6DE4" w:rsidRDefault="00F16944" w:rsidP="00D05EB7">
            <w:pPr>
              <w:pStyle w:val="TAH"/>
            </w:pPr>
            <w:r w:rsidRPr="008C6DE4">
              <w:t>T</w:t>
            </w:r>
            <w:r w:rsidRPr="008C6DE4">
              <w:rPr>
                <w:vertAlign w:val="subscript"/>
              </w:rPr>
              <w:t>Evaluate_CBD_SSB</w:t>
            </w:r>
            <w:r w:rsidRPr="008C6DE4">
              <w:t xml:space="preserve"> (ms) </w:t>
            </w:r>
          </w:p>
        </w:tc>
      </w:tr>
      <w:tr w:rsidR="00F16944" w:rsidRPr="008C6DE4" w14:paraId="144F2B2E" w14:textId="77777777" w:rsidTr="00C21368">
        <w:trPr>
          <w:jc w:val="center"/>
        </w:trPr>
        <w:tc>
          <w:tcPr>
            <w:tcW w:w="2035" w:type="dxa"/>
            <w:shd w:val="clear" w:color="auto" w:fill="auto"/>
          </w:tcPr>
          <w:p w14:paraId="5CE03258" w14:textId="77777777" w:rsidR="00F16944" w:rsidRPr="008C6DE4" w:rsidRDefault="00F16944" w:rsidP="00D05EB7">
            <w:pPr>
              <w:pStyle w:val="TAC"/>
            </w:pPr>
            <w:r w:rsidRPr="008C6DE4">
              <w:t xml:space="preserve">non-DRX, DRX cycle </w:t>
            </w:r>
            <w:r w:rsidRPr="008C6DE4">
              <w:rPr>
                <w:rFonts w:cs="Arial" w:hint="eastAsia"/>
              </w:rPr>
              <w:t>≤</w:t>
            </w:r>
            <w:r w:rsidRPr="008C6DE4">
              <w:rPr>
                <w:rFonts w:cs="Arial"/>
              </w:rPr>
              <w:t xml:space="preserve"> </w:t>
            </w:r>
            <w:r w:rsidRPr="008C6DE4">
              <w:t>320ms</w:t>
            </w:r>
          </w:p>
        </w:tc>
        <w:tc>
          <w:tcPr>
            <w:tcW w:w="4582" w:type="dxa"/>
            <w:shd w:val="clear" w:color="auto" w:fill="auto"/>
          </w:tcPr>
          <w:p w14:paraId="1FF8512F" w14:textId="77777777" w:rsidR="00F16944" w:rsidRPr="008C6DE4" w:rsidRDefault="00F16944" w:rsidP="00D05EB7">
            <w:pPr>
              <w:pStyle w:val="TAC"/>
            </w:pPr>
            <w:r w:rsidRPr="008C6DE4">
              <w:rPr>
                <w:rFonts w:cs="v4.2.0"/>
                <w:lang w:val="fr-FR"/>
              </w:rPr>
              <w:t xml:space="preserve">Max(25, </w:t>
            </w:r>
            <w:r w:rsidRPr="008C6DE4">
              <w:rPr>
                <w:lang w:val="fr-FR"/>
              </w:rPr>
              <w:t xml:space="preserve">Ceil(3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lang w:val="fr-FR"/>
              </w:rPr>
              <w:t xml:space="preserve"> T</w:t>
            </w:r>
            <w:r w:rsidRPr="008C6DE4">
              <w:rPr>
                <w:vertAlign w:val="subscript"/>
                <w:lang w:val="fr-FR"/>
              </w:rPr>
              <w:t>SSB</w:t>
            </w:r>
            <w:r w:rsidRPr="008C6DE4">
              <w:rPr>
                <w:rFonts w:cs="v4.2.0"/>
                <w:lang w:val="fr-FR"/>
              </w:rPr>
              <w:t>)</w:t>
            </w:r>
          </w:p>
        </w:tc>
      </w:tr>
      <w:tr w:rsidR="00F16944" w:rsidRPr="008C6DE4" w14:paraId="0678AC58" w14:textId="77777777" w:rsidTr="00C21368">
        <w:trPr>
          <w:jc w:val="center"/>
        </w:trPr>
        <w:tc>
          <w:tcPr>
            <w:tcW w:w="2035" w:type="dxa"/>
            <w:shd w:val="clear" w:color="auto" w:fill="auto"/>
          </w:tcPr>
          <w:p w14:paraId="3C38328B" w14:textId="77777777" w:rsidR="00F16944" w:rsidRPr="008C6DE4" w:rsidRDefault="00F16944" w:rsidP="00D05EB7">
            <w:pPr>
              <w:pStyle w:val="TAC"/>
            </w:pPr>
            <w:r w:rsidRPr="008C6DE4">
              <w:t>DRX cycle &gt; 320ms</w:t>
            </w:r>
          </w:p>
        </w:tc>
        <w:tc>
          <w:tcPr>
            <w:tcW w:w="4582" w:type="dxa"/>
            <w:shd w:val="clear" w:color="auto" w:fill="auto"/>
          </w:tcPr>
          <w:p w14:paraId="52F7C620" w14:textId="77777777" w:rsidR="00F16944" w:rsidRPr="008C6DE4" w:rsidRDefault="00F16944" w:rsidP="00D05EB7">
            <w:pPr>
              <w:pStyle w:val="TAC"/>
              <w:rPr>
                <w:vertAlign w:val="subscript"/>
              </w:rPr>
            </w:pPr>
            <w:r w:rsidRPr="008C6DE4">
              <w:rPr>
                <w:lang w:val="fr-FR"/>
              </w:rPr>
              <w:t xml:space="preserve">Ceil(3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lang w:val="fr-FR"/>
              </w:rPr>
              <w:t xml:space="preserve"> T</w:t>
            </w:r>
            <w:r w:rsidRPr="008C6DE4">
              <w:rPr>
                <w:vertAlign w:val="subscript"/>
                <w:lang w:val="fr-FR"/>
              </w:rPr>
              <w:t>DRX</w:t>
            </w:r>
          </w:p>
        </w:tc>
      </w:tr>
      <w:tr w:rsidR="00F16944" w:rsidRPr="008C6DE4" w14:paraId="4B798402" w14:textId="77777777" w:rsidTr="00C21368">
        <w:trPr>
          <w:jc w:val="center"/>
        </w:trPr>
        <w:tc>
          <w:tcPr>
            <w:tcW w:w="6617" w:type="dxa"/>
            <w:gridSpan w:val="2"/>
            <w:shd w:val="clear" w:color="auto" w:fill="auto"/>
          </w:tcPr>
          <w:p w14:paraId="5E7862F7" w14:textId="77777777" w:rsidR="00F16944" w:rsidRPr="008C6DE4" w:rsidRDefault="00F16944" w:rsidP="00D05EB7">
            <w:pPr>
              <w:pStyle w:val="TAN"/>
              <w:rPr>
                <w:rFonts w:cs="v4.2.0"/>
              </w:rPr>
            </w:pPr>
            <w:r w:rsidRPr="008C6DE4">
              <w:t>Note:</w:t>
            </w:r>
            <w:r w:rsidRPr="008C6DE4">
              <w:rPr>
                <w:sz w:val="28"/>
              </w:rPr>
              <w:tab/>
            </w:r>
            <w:r w:rsidRPr="008C6DE4">
              <w:rPr>
                <w:rFonts w:cs="v4.2.0"/>
              </w:rPr>
              <w:t>T</w:t>
            </w:r>
            <w:r w:rsidRPr="008C6DE4">
              <w:rPr>
                <w:rFonts w:cs="v4.2.0"/>
                <w:vertAlign w:val="subscript"/>
              </w:rPr>
              <w:t>SSB</w:t>
            </w:r>
            <w:r w:rsidRPr="008C6DE4">
              <w:t xml:space="preserve"> is the periodicity of SSB in the set </w:t>
            </w:r>
            <w:r w:rsidRPr="008C6DE4">
              <w:rPr>
                <w:noProof/>
                <w:position w:val="-10"/>
                <w:lang w:val="en-US" w:eastAsia="zh-TW"/>
              </w:rPr>
              <w:drawing>
                <wp:inline distT="0" distB="0" distL="0" distR="0" wp14:anchorId="33FEE833" wp14:editId="551EB309">
                  <wp:extent cx="133350" cy="200025"/>
                  <wp:effectExtent l="19050" t="0" r="0" b="0"/>
                  <wp:docPr id="66"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5" cstate="print"/>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Pr="008C6DE4">
              <w:t>.</w:t>
            </w:r>
            <w:r w:rsidRPr="008C6DE4">
              <w:rPr>
                <w:rFonts w:cs="v4.2.0"/>
              </w:rPr>
              <w:t xml:space="preserve"> T</w:t>
            </w:r>
            <w:r w:rsidRPr="008C6DE4">
              <w:rPr>
                <w:rFonts w:cs="v4.2.0"/>
                <w:vertAlign w:val="subscript"/>
              </w:rPr>
              <w:t>DRX</w:t>
            </w:r>
            <w:r w:rsidRPr="008C6DE4">
              <w:t xml:space="preserve"> is the DRX cycle length.</w:t>
            </w:r>
          </w:p>
        </w:tc>
      </w:tr>
    </w:tbl>
    <w:p w14:paraId="0FCA183F" w14:textId="77777777" w:rsidR="00F16944" w:rsidRPr="008C6DE4" w:rsidRDefault="00F16944" w:rsidP="00F16944">
      <w:pPr>
        <w:rPr>
          <w:rFonts w:eastAsia="?? ??"/>
        </w:rPr>
      </w:pPr>
    </w:p>
    <w:p w14:paraId="5710E25B" w14:textId="77777777" w:rsidR="00F16944" w:rsidRPr="008C6DE4" w:rsidRDefault="00F16944" w:rsidP="00D05EB7">
      <w:pPr>
        <w:pStyle w:val="TH"/>
      </w:pPr>
      <w:r w:rsidRPr="008C6DE4">
        <w:t>Table 8.5.5.2-2: Evaluation period T</w:t>
      </w:r>
      <w:r w:rsidRPr="008C6DE4">
        <w:rPr>
          <w:vertAlign w:val="subscript"/>
        </w:rPr>
        <w:t>Evaluate_CBD_SSB</w:t>
      </w:r>
      <w:r w:rsidRPr="008C6DE4">
        <w:t xml:space="preserve"> for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4582"/>
      </w:tblGrid>
      <w:tr w:rsidR="00F16944" w:rsidRPr="008C6DE4" w14:paraId="3A2A41A3" w14:textId="77777777" w:rsidTr="00C21368">
        <w:trPr>
          <w:jc w:val="center"/>
        </w:trPr>
        <w:tc>
          <w:tcPr>
            <w:tcW w:w="2035" w:type="dxa"/>
            <w:shd w:val="clear" w:color="auto" w:fill="auto"/>
          </w:tcPr>
          <w:p w14:paraId="3DC8A31D" w14:textId="77777777" w:rsidR="00F16944" w:rsidRPr="008C6DE4" w:rsidRDefault="00F16944" w:rsidP="00D05EB7">
            <w:pPr>
              <w:pStyle w:val="TAH"/>
            </w:pPr>
            <w:r w:rsidRPr="008C6DE4">
              <w:t>Configuration</w:t>
            </w:r>
          </w:p>
        </w:tc>
        <w:tc>
          <w:tcPr>
            <w:tcW w:w="4582" w:type="dxa"/>
            <w:shd w:val="clear" w:color="auto" w:fill="auto"/>
          </w:tcPr>
          <w:p w14:paraId="55265225" w14:textId="77777777" w:rsidR="00F16944" w:rsidRPr="008C6DE4" w:rsidRDefault="00F16944" w:rsidP="00D05EB7">
            <w:pPr>
              <w:pStyle w:val="TAH"/>
            </w:pPr>
            <w:r w:rsidRPr="008C6DE4">
              <w:t>T</w:t>
            </w:r>
            <w:r w:rsidRPr="008C6DE4">
              <w:rPr>
                <w:vertAlign w:val="subscript"/>
              </w:rPr>
              <w:t>Evaluate_CBD_SSB</w:t>
            </w:r>
            <w:r w:rsidRPr="008C6DE4">
              <w:t xml:space="preserve"> (ms) </w:t>
            </w:r>
          </w:p>
        </w:tc>
      </w:tr>
      <w:tr w:rsidR="00F16944" w:rsidRPr="008C6DE4" w14:paraId="6E5129AF" w14:textId="77777777" w:rsidTr="00C21368">
        <w:trPr>
          <w:jc w:val="center"/>
        </w:trPr>
        <w:tc>
          <w:tcPr>
            <w:tcW w:w="2035" w:type="dxa"/>
            <w:shd w:val="clear" w:color="auto" w:fill="auto"/>
          </w:tcPr>
          <w:p w14:paraId="0224EF26" w14:textId="77777777" w:rsidR="00F16944" w:rsidRPr="008C6DE4" w:rsidRDefault="00F16944" w:rsidP="00D05EB7">
            <w:pPr>
              <w:pStyle w:val="TAC"/>
            </w:pPr>
            <w:r w:rsidRPr="008C6DE4">
              <w:t xml:space="preserve">non-DRX, DRX cycle </w:t>
            </w:r>
            <w:r w:rsidRPr="008C6DE4">
              <w:rPr>
                <w:rFonts w:cs="Arial" w:hint="eastAsia"/>
              </w:rPr>
              <w:t>≤</w:t>
            </w:r>
            <w:r w:rsidRPr="008C6DE4">
              <w:rPr>
                <w:rFonts w:cs="Arial"/>
              </w:rPr>
              <w:t xml:space="preserve"> </w:t>
            </w:r>
            <w:r w:rsidRPr="008C6DE4">
              <w:t>320ms</w:t>
            </w:r>
          </w:p>
        </w:tc>
        <w:tc>
          <w:tcPr>
            <w:tcW w:w="4582" w:type="dxa"/>
            <w:shd w:val="clear" w:color="auto" w:fill="auto"/>
          </w:tcPr>
          <w:p w14:paraId="5DF72B9E" w14:textId="77777777" w:rsidR="00F16944" w:rsidRPr="008C6DE4" w:rsidRDefault="00F16944" w:rsidP="00D05EB7">
            <w:pPr>
              <w:pStyle w:val="TAC"/>
            </w:pPr>
            <w:r w:rsidRPr="008C6DE4">
              <w:rPr>
                <w:rFonts w:cs="v4.2.0"/>
                <w:lang w:val="fr-FR"/>
              </w:rPr>
              <w:t xml:space="preserve">Max(25, </w:t>
            </w:r>
            <w:r w:rsidRPr="008C6DE4">
              <w:rPr>
                <w:lang w:val="fr-FR"/>
              </w:rPr>
              <w:t xml:space="preserve">Ceil(3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 xml:space="preserve">N) </w:t>
            </w:r>
            <w:r w:rsidRPr="008C6DE4">
              <w:rPr>
                <w:rFonts w:cs="Arial"/>
                <w:szCs w:val="18"/>
                <w:lang w:val="fr-FR"/>
              </w:rPr>
              <w:sym w:font="Symbol" w:char="F0B4"/>
            </w:r>
            <w:r w:rsidRPr="008C6DE4">
              <w:rPr>
                <w:lang w:val="fr-FR"/>
              </w:rPr>
              <w:t xml:space="preserve"> T</w:t>
            </w:r>
            <w:r w:rsidRPr="008C6DE4">
              <w:rPr>
                <w:vertAlign w:val="subscript"/>
                <w:lang w:val="fr-FR"/>
              </w:rPr>
              <w:t>SSB</w:t>
            </w:r>
            <w:r w:rsidRPr="008C6DE4">
              <w:rPr>
                <w:rFonts w:cs="v4.2.0"/>
                <w:lang w:val="fr-FR"/>
              </w:rPr>
              <w:t>)</w:t>
            </w:r>
          </w:p>
        </w:tc>
      </w:tr>
      <w:tr w:rsidR="00F16944" w:rsidRPr="008C6DE4" w14:paraId="1A13E86D" w14:textId="77777777" w:rsidTr="00C21368">
        <w:trPr>
          <w:jc w:val="center"/>
        </w:trPr>
        <w:tc>
          <w:tcPr>
            <w:tcW w:w="2035" w:type="dxa"/>
            <w:shd w:val="clear" w:color="auto" w:fill="auto"/>
          </w:tcPr>
          <w:p w14:paraId="3AB914E3" w14:textId="77777777" w:rsidR="00F16944" w:rsidRPr="008C6DE4" w:rsidRDefault="00F16944" w:rsidP="00D05EB7">
            <w:pPr>
              <w:pStyle w:val="TAC"/>
            </w:pPr>
            <w:r w:rsidRPr="008C6DE4">
              <w:t>DRX cycle &gt; 320ms</w:t>
            </w:r>
          </w:p>
        </w:tc>
        <w:tc>
          <w:tcPr>
            <w:tcW w:w="4582" w:type="dxa"/>
            <w:shd w:val="clear" w:color="auto" w:fill="auto"/>
          </w:tcPr>
          <w:p w14:paraId="69631B1C" w14:textId="77777777" w:rsidR="00F16944" w:rsidRPr="008C6DE4" w:rsidRDefault="00F16944" w:rsidP="00D05EB7">
            <w:pPr>
              <w:pStyle w:val="TAC"/>
            </w:pPr>
            <w:r w:rsidRPr="008C6DE4">
              <w:rPr>
                <w:lang w:val="fr-FR"/>
              </w:rPr>
              <w:t xml:space="preserve">Ceil(3 </w:t>
            </w:r>
            <w:r w:rsidRPr="008C6DE4">
              <w:rPr>
                <w:rFonts w:cs="Arial"/>
                <w:szCs w:val="18"/>
                <w:lang w:val="fr-FR"/>
              </w:rPr>
              <w:sym w:font="Symbol" w:char="F0B4"/>
            </w:r>
            <w:r w:rsidRPr="008C6DE4">
              <w:rPr>
                <w:rFonts w:cs="Arial"/>
                <w:szCs w:val="18"/>
                <w:lang w:val="fr-FR"/>
              </w:rPr>
              <w:t xml:space="preserve"> </w:t>
            </w:r>
            <w:r w:rsidRPr="008C6DE4">
              <w:rPr>
                <w:lang w:val="fr-FR"/>
              </w:rPr>
              <w:t xml:space="preserve">P </w:t>
            </w:r>
            <w:r w:rsidRPr="008C6DE4">
              <w:rPr>
                <w:rFonts w:cs="Arial"/>
                <w:szCs w:val="18"/>
                <w:lang w:val="fr-FR"/>
              </w:rPr>
              <w:sym w:font="Symbol" w:char="F0B4"/>
            </w:r>
            <w:r w:rsidRPr="008C6DE4">
              <w:rPr>
                <w:rFonts w:cs="Arial"/>
                <w:szCs w:val="18"/>
                <w:lang w:val="fr-FR"/>
              </w:rPr>
              <w:t xml:space="preserve"> </w:t>
            </w:r>
            <w:r w:rsidRPr="008C6DE4">
              <w:rPr>
                <w:lang w:val="fr-FR"/>
              </w:rPr>
              <w:t xml:space="preserve">N) </w:t>
            </w:r>
            <w:r w:rsidRPr="008C6DE4">
              <w:rPr>
                <w:rFonts w:cs="Arial"/>
                <w:szCs w:val="18"/>
                <w:lang w:val="fr-FR"/>
              </w:rPr>
              <w:sym w:font="Symbol" w:char="F0B4"/>
            </w:r>
            <w:r w:rsidRPr="008C6DE4">
              <w:rPr>
                <w:lang w:val="fr-FR"/>
              </w:rPr>
              <w:t xml:space="preserve"> T</w:t>
            </w:r>
            <w:r w:rsidRPr="008C6DE4">
              <w:rPr>
                <w:vertAlign w:val="subscript"/>
                <w:lang w:val="fr-FR"/>
              </w:rPr>
              <w:t>DRX</w:t>
            </w:r>
          </w:p>
        </w:tc>
      </w:tr>
      <w:tr w:rsidR="00F16944" w:rsidRPr="008C6DE4" w14:paraId="0995C3A9" w14:textId="77777777" w:rsidTr="00C21368">
        <w:trPr>
          <w:jc w:val="center"/>
        </w:trPr>
        <w:tc>
          <w:tcPr>
            <w:tcW w:w="6617" w:type="dxa"/>
            <w:gridSpan w:val="2"/>
            <w:shd w:val="clear" w:color="auto" w:fill="auto"/>
          </w:tcPr>
          <w:p w14:paraId="08C85C9E" w14:textId="77777777" w:rsidR="00F16944" w:rsidRPr="008C6DE4" w:rsidRDefault="00F16944" w:rsidP="00D05EB7">
            <w:pPr>
              <w:pStyle w:val="TAN"/>
              <w:rPr>
                <w:rFonts w:cs="v4.2.0"/>
              </w:rPr>
            </w:pPr>
            <w:r w:rsidRPr="008C6DE4">
              <w:t>Note:</w:t>
            </w:r>
            <w:r w:rsidRPr="008C6DE4">
              <w:rPr>
                <w:sz w:val="28"/>
              </w:rPr>
              <w:tab/>
            </w:r>
            <w:r w:rsidRPr="008C6DE4">
              <w:rPr>
                <w:rFonts w:cs="v4.2.0"/>
              </w:rPr>
              <w:t>T</w:t>
            </w:r>
            <w:r w:rsidRPr="008C6DE4">
              <w:rPr>
                <w:rFonts w:cs="v4.2.0"/>
                <w:vertAlign w:val="subscript"/>
              </w:rPr>
              <w:t>SSB</w:t>
            </w:r>
            <w:r w:rsidRPr="008C6DE4">
              <w:t xml:space="preserve"> is the periodicity of SSB in the set </w:t>
            </w:r>
            <w:r w:rsidRPr="008C6DE4">
              <w:rPr>
                <w:noProof/>
                <w:position w:val="-10"/>
                <w:lang w:val="en-US" w:eastAsia="zh-TW"/>
              </w:rPr>
              <w:drawing>
                <wp:inline distT="0" distB="0" distL="0" distR="0" wp14:anchorId="15C73730" wp14:editId="169CFAE4">
                  <wp:extent cx="133350" cy="200025"/>
                  <wp:effectExtent l="19050" t="0" r="0" b="0"/>
                  <wp:docPr id="67"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5" cstate="print"/>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Pr="008C6DE4">
              <w:t>.</w:t>
            </w:r>
            <w:r w:rsidRPr="008C6DE4">
              <w:rPr>
                <w:rFonts w:cs="v4.2.0"/>
              </w:rPr>
              <w:t xml:space="preserve"> T</w:t>
            </w:r>
            <w:r w:rsidRPr="008C6DE4">
              <w:rPr>
                <w:rFonts w:cs="v4.2.0"/>
                <w:vertAlign w:val="subscript"/>
              </w:rPr>
              <w:t>DRX</w:t>
            </w:r>
            <w:r w:rsidRPr="008C6DE4">
              <w:t xml:space="preserve"> is the DRX cycle length.</w:t>
            </w:r>
          </w:p>
        </w:tc>
      </w:tr>
    </w:tbl>
    <w:p w14:paraId="38C7860C" w14:textId="77777777" w:rsidR="00847B8D" w:rsidRDefault="00847B8D" w:rsidP="00847B8D">
      <w:pPr>
        <w:ind w:left="704"/>
      </w:pPr>
    </w:p>
    <w:p w14:paraId="58DB0316" w14:textId="55124400" w:rsidR="00DF3064" w:rsidRPr="008C6DE4" w:rsidRDefault="0048284E" w:rsidP="00847B8D">
      <w:pPr>
        <w:pStyle w:val="Heading4"/>
      </w:pPr>
      <w:r w:rsidRPr="008C6DE4">
        <w:t>8.5.5.3</w:t>
      </w:r>
      <w:r w:rsidR="00DF3064" w:rsidRPr="008C6DE4">
        <w:tab/>
        <w:t>Measurement restriction for SSB based candidate beam detection</w:t>
      </w:r>
    </w:p>
    <w:p w14:paraId="6512381C" w14:textId="2F9500ED" w:rsidR="00DF3064" w:rsidRPr="008C6DE4" w:rsidRDefault="00DF3064" w:rsidP="00DF3064">
      <w:r w:rsidRPr="008C6DE4">
        <w:t xml:space="preserve">For FR1, when the SSB for CBD measurement is in the same OFDM symbol as CSI-RS for RLM, BFD, CBD or L1-RSRP measurement, </w:t>
      </w:r>
    </w:p>
    <w:p w14:paraId="06FF7134" w14:textId="77777777" w:rsidR="00DF3064" w:rsidRPr="008C6DE4" w:rsidRDefault="00DF3064" w:rsidP="00DF3064">
      <w:pPr>
        <w:ind w:left="568" w:hanging="284"/>
      </w:pPr>
      <w:r w:rsidRPr="008C6DE4">
        <w:t>-</w:t>
      </w:r>
      <w:r w:rsidRPr="008C6DE4">
        <w:tab/>
        <w:t>If SSB and CSI-RS have same SCS, UE shall be able to measure the SSB for CBD measurement without any restrictions;</w:t>
      </w:r>
    </w:p>
    <w:p w14:paraId="10A68201" w14:textId="77777777" w:rsidR="00DF3064" w:rsidRPr="008C6DE4" w:rsidRDefault="00DF3064" w:rsidP="00DF3064">
      <w:pPr>
        <w:ind w:left="568" w:hanging="284"/>
      </w:pPr>
      <w:r w:rsidRPr="008C6DE4">
        <w:t>-</w:t>
      </w:r>
      <w:r w:rsidRPr="008C6DE4">
        <w:tab/>
        <w:t>If SSB and CSI-RS have different SCS-es,</w:t>
      </w:r>
    </w:p>
    <w:p w14:paraId="5ED616FC" w14:textId="77777777" w:rsidR="00DF3064" w:rsidRPr="008C6DE4" w:rsidRDefault="00DF3064" w:rsidP="00DF3064">
      <w:pPr>
        <w:ind w:left="851" w:hanging="284"/>
      </w:pPr>
      <w:r w:rsidRPr="008C6DE4">
        <w:t>-</w:t>
      </w:r>
      <w:r w:rsidRPr="008C6DE4">
        <w:tab/>
        <w:t xml:space="preserve">If UE supports </w:t>
      </w:r>
      <w:r w:rsidRPr="008C6DE4">
        <w:rPr>
          <w:i/>
        </w:rPr>
        <w:t>simultaneousRxDataSSB-DiffNumerology</w:t>
      </w:r>
      <w:r w:rsidRPr="008C6DE4">
        <w:t>, UE shall be able to measure the SSB for CBD measurement without any restriction;</w:t>
      </w:r>
    </w:p>
    <w:p w14:paraId="563CAB58" w14:textId="77777777" w:rsidR="00DF3064" w:rsidRPr="008C6DE4" w:rsidRDefault="00DF3064" w:rsidP="00DF3064">
      <w:pPr>
        <w:ind w:left="851" w:hanging="284"/>
        <w:rPr>
          <w:lang w:val="en-US"/>
        </w:rPr>
      </w:pPr>
      <w:r w:rsidRPr="008C6DE4">
        <w:t>-</w:t>
      </w:r>
      <w:r w:rsidRPr="008C6DE4">
        <w:tab/>
        <w:t xml:space="preserve">If UE does not support </w:t>
      </w:r>
      <w:r w:rsidRPr="008C6DE4">
        <w:rPr>
          <w:i/>
        </w:rPr>
        <w:t>simultaneousRxDataSSB-DiffNumerology</w:t>
      </w:r>
      <w:r w:rsidRPr="008C6DE4">
        <w:t xml:space="preserve">, UE is required to measure one of but not both SSB for CBD measurement and CSI-RS. Longer measurement period for SSB based CBD measurement is expected, and </w:t>
      </w:r>
      <w:r w:rsidRPr="008C6DE4">
        <w:rPr>
          <w:lang w:val="en-US"/>
        </w:rPr>
        <w:t>no requirements are defined.</w:t>
      </w:r>
    </w:p>
    <w:p w14:paraId="058F9442" w14:textId="77777777" w:rsidR="00EC769A" w:rsidRPr="008C6DE4" w:rsidRDefault="00EC769A" w:rsidP="00EC769A">
      <w:pPr>
        <w:rPr>
          <w:lang w:eastAsia="zh-CN"/>
        </w:rPr>
      </w:pPr>
      <w:r w:rsidRPr="008C6DE4">
        <w:t xml:space="preserve">For FR2, when the SSB for CBD measurement </w:t>
      </w:r>
      <w:r w:rsidRPr="008C6DE4">
        <w:rPr>
          <w:rFonts w:eastAsia="Malgun Gothic"/>
          <w:lang w:eastAsia="ja-JP"/>
        </w:rPr>
        <w:t xml:space="preserve">on one CC </w:t>
      </w:r>
      <w:r w:rsidRPr="008C6DE4">
        <w:t xml:space="preserve">is in the same OFDM symbol as CSI-RS for RLM, BFD, CBD or L1-RSRP measurement </w:t>
      </w:r>
      <w:r w:rsidRPr="008C6DE4">
        <w:rPr>
          <w:rFonts w:eastAsia="Malgun Gothic"/>
          <w:lang w:eastAsia="ja-JP"/>
        </w:rPr>
        <w:t>on the same CC or different CCs in the same band</w:t>
      </w:r>
      <w:r w:rsidRPr="008C6DE4">
        <w:t xml:space="preserve">, UE is required to measure one of but not both SSB for CBD measurement and CSI-RS. Longer measurement period for SSB based CBD measurement is expected, and </w:t>
      </w:r>
      <w:r w:rsidRPr="008C6DE4">
        <w:rPr>
          <w:lang w:val="en-US"/>
        </w:rPr>
        <w:t>no requirements are defined</w:t>
      </w:r>
      <w:r w:rsidRPr="008C6DE4">
        <w:t>.</w:t>
      </w:r>
    </w:p>
    <w:p w14:paraId="6895BF50" w14:textId="38247910" w:rsidR="00DF3064" w:rsidRPr="008C6DE4" w:rsidRDefault="0048284E" w:rsidP="0048284E">
      <w:pPr>
        <w:pStyle w:val="Heading3"/>
        <w:rPr>
          <w:lang w:eastAsia="ko-KR"/>
        </w:rPr>
      </w:pPr>
      <w:r w:rsidRPr="008C6DE4">
        <w:t>8.5.6</w:t>
      </w:r>
      <w:r w:rsidR="00DF3064" w:rsidRPr="008C6DE4">
        <w:tab/>
        <w:t>Requirements for CSI-RS based candidate beam detection</w:t>
      </w:r>
    </w:p>
    <w:p w14:paraId="53D957DF" w14:textId="1DAA8524" w:rsidR="00DF3064" w:rsidRPr="008C6DE4" w:rsidRDefault="0048284E" w:rsidP="0048284E">
      <w:pPr>
        <w:pStyle w:val="Heading4"/>
      </w:pPr>
      <w:r w:rsidRPr="008C6DE4">
        <w:rPr>
          <w:rFonts w:eastAsia="?? ??"/>
        </w:rPr>
        <w:t>8.5.6.1</w:t>
      </w:r>
      <w:r w:rsidR="00DF3064" w:rsidRPr="008C6DE4">
        <w:rPr>
          <w:rFonts w:eastAsia="?? ??"/>
        </w:rPr>
        <w:tab/>
      </w:r>
      <w:r w:rsidR="00DF3064" w:rsidRPr="008C6DE4">
        <w:t>Introduction</w:t>
      </w:r>
    </w:p>
    <w:p w14:paraId="540CF0DC" w14:textId="4DB8B53E" w:rsidR="00DF3064" w:rsidRPr="008C6DE4" w:rsidRDefault="00DF3064" w:rsidP="00DF3064">
      <w:r w:rsidRPr="008C6DE4">
        <w:t xml:space="preserve">The requirements in this </w:t>
      </w:r>
      <w:r w:rsidR="00854981" w:rsidRPr="008C6DE4">
        <w:t>clause</w:t>
      </w:r>
      <w:r w:rsidRPr="008C6DE4">
        <w:t xml:space="preserve"> apply for each CSI-RS resource in the set </w:t>
      </w:r>
      <w:r w:rsidRPr="008C6DE4">
        <w:rPr>
          <w:iCs/>
          <w:noProof/>
          <w:position w:val="-10"/>
          <w:lang w:val="en-US" w:eastAsia="zh-CN"/>
        </w:rPr>
        <w:drawing>
          <wp:inline distT="0" distB="0" distL="0" distR="0" wp14:anchorId="0A294E77" wp14:editId="6DB3D620">
            <wp:extent cx="133350" cy="200025"/>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3350" cy="200025"/>
                    </a:xfrm>
                    <a:prstGeom prst="rect">
                      <a:avLst/>
                    </a:prstGeom>
                    <a:noFill/>
                    <a:ln>
                      <a:noFill/>
                    </a:ln>
                  </pic:spPr>
                </pic:pic>
              </a:graphicData>
            </a:graphic>
          </wp:inline>
        </w:drawing>
      </w:r>
      <w:r w:rsidRPr="008C6DE4">
        <w:t xml:space="preserve"> configured for a serving cell, provided that the CSI-RS resources configured for candidate </w:t>
      </w:r>
      <w:r w:rsidRPr="008C6DE4">
        <w:rPr>
          <w:rFonts w:cs="v5.0.0"/>
        </w:rPr>
        <w:t>beam detection</w:t>
      </w:r>
      <w:r w:rsidRPr="008C6DE4">
        <w:t xml:space="preserve"> are actually transmitted within UE active DL BWP during the entire evaluation period specified in clause 8.5.6.2.</w:t>
      </w:r>
    </w:p>
    <w:p w14:paraId="0F810283" w14:textId="4E21FCFA" w:rsidR="00DF3064" w:rsidRPr="008C6DE4" w:rsidRDefault="0048284E" w:rsidP="0048284E">
      <w:pPr>
        <w:pStyle w:val="Heading4"/>
      </w:pPr>
      <w:r w:rsidRPr="008C6DE4">
        <w:rPr>
          <w:rFonts w:eastAsia="?? ??"/>
        </w:rPr>
        <w:t>8.5.6.2</w:t>
      </w:r>
      <w:r w:rsidR="00DF3064" w:rsidRPr="008C6DE4">
        <w:rPr>
          <w:rFonts w:eastAsia="?? ??"/>
        </w:rPr>
        <w:tab/>
      </w:r>
      <w:r w:rsidR="00DF3064" w:rsidRPr="008C6DE4">
        <w:t>Minimum requirement</w:t>
      </w:r>
    </w:p>
    <w:p w14:paraId="634A2637" w14:textId="77777777" w:rsidR="00DF3064" w:rsidRPr="008C6DE4" w:rsidRDefault="00DF3064" w:rsidP="00DF3064">
      <w:pPr>
        <w:rPr>
          <w:rFonts w:eastAsia="?? ??"/>
        </w:rPr>
      </w:pPr>
      <w:r w:rsidRPr="008C6DE4">
        <w:rPr>
          <w:rFonts w:eastAsia="?? ??"/>
        </w:rPr>
        <w:t xml:space="preserve">Upon request the UE shall be able to evaluate whether the L1-RSRP measured on the configured CSI-RS </w:t>
      </w:r>
      <w:r w:rsidRPr="008C6DE4">
        <w:rPr>
          <w:rFonts w:cs="Arial"/>
        </w:rPr>
        <w:t xml:space="preserve">resource in set </w:t>
      </w:r>
      <w:r w:rsidRPr="008C6DE4">
        <w:rPr>
          <w:noProof/>
          <w:position w:val="-10"/>
          <w:lang w:val="en-US" w:eastAsia="zh-CN"/>
        </w:rPr>
        <w:drawing>
          <wp:inline distT="0" distB="0" distL="0" distR="0" wp14:anchorId="272A763C" wp14:editId="2306AD8C">
            <wp:extent cx="133350" cy="200025"/>
            <wp:effectExtent l="19050" t="0" r="0" b="0"/>
            <wp:docPr id="2900"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5" cstate="print"/>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Pr="008C6DE4">
        <w:t xml:space="preserve"> estimated </w:t>
      </w:r>
      <w:r w:rsidRPr="008C6DE4">
        <w:rPr>
          <w:rFonts w:eastAsia="?? ??"/>
        </w:rPr>
        <w:t xml:space="preserve">over the last </w:t>
      </w:r>
      <w:r w:rsidRPr="008C6DE4">
        <w:t>T</w:t>
      </w:r>
      <w:r w:rsidRPr="008C6DE4">
        <w:rPr>
          <w:vertAlign w:val="subscript"/>
        </w:rPr>
        <w:t>Evaluate_CBD_CSI-RS</w:t>
      </w:r>
      <w:r w:rsidRPr="008C6DE4">
        <w:rPr>
          <w:rFonts w:eastAsia="?? ??"/>
        </w:rPr>
        <w:t xml:space="preserve"> [ms] period</w:t>
      </w:r>
      <w:r w:rsidRPr="008C6DE4">
        <w:t xml:space="preserve"> </w:t>
      </w:r>
      <w:r w:rsidRPr="008C6DE4">
        <w:rPr>
          <w:rFonts w:eastAsia="?? ??"/>
        </w:rPr>
        <w:t>becomes better than the threshold Q</w:t>
      </w:r>
      <w:r w:rsidRPr="008C6DE4">
        <w:rPr>
          <w:rFonts w:eastAsia="?? ??"/>
          <w:vertAlign w:val="subscript"/>
        </w:rPr>
        <w:t>in_LR</w:t>
      </w:r>
      <w:r w:rsidRPr="008C6DE4">
        <w:rPr>
          <w:rFonts w:eastAsia="?? ??"/>
        </w:rPr>
        <w:t xml:space="preserve"> within </w:t>
      </w:r>
      <w:r w:rsidRPr="008C6DE4">
        <w:t>T</w:t>
      </w:r>
      <w:r w:rsidRPr="008C6DE4">
        <w:rPr>
          <w:vertAlign w:val="subscript"/>
        </w:rPr>
        <w:t>Evaluate_CBD_CSI-RS</w:t>
      </w:r>
      <w:r w:rsidRPr="008C6DE4">
        <w:rPr>
          <w:rFonts w:eastAsia="?? ??"/>
        </w:rPr>
        <w:t xml:space="preserve"> [ms] period provided CSI-RS </w:t>
      </w:r>
      <w:r w:rsidRPr="008C6DE4">
        <w:rPr>
          <w:lang w:val="en-US"/>
        </w:rPr>
        <w:t>Ês/Iot</w:t>
      </w:r>
      <w:r w:rsidRPr="008C6DE4">
        <w:t xml:space="preserve"> is according to Annex Table B.2.4.2 for a corresponding band</w:t>
      </w:r>
      <w:r w:rsidRPr="008C6DE4">
        <w:rPr>
          <w:rFonts w:eastAsia="?? ??"/>
        </w:rPr>
        <w:t>.</w:t>
      </w:r>
    </w:p>
    <w:p w14:paraId="2EA908E3" w14:textId="77777777" w:rsidR="00DF3064" w:rsidRPr="008C6DE4" w:rsidRDefault="00DF3064" w:rsidP="00DF3064">
      <w:pPr>
        <w:rPr>
          <w:rFonts w:cs="v4.2.0"/>
        </w:rPr>
      </w:pPr>
      <w:r w:rsidRPr="008C6DE4">
        <w:rPr>
          <w:rFonts w:cs="v4.2.0"/>
        </w:rPr>
        <w:t xml:space="preserve">The UE shall monitor the configured CSI-RS resources using the evaluation period in table 8.5.6.2-1 and 8.5.6.2-2 corresponding to the non-DRX mode, if the configured DRX cycle </w:t>
      </w:r>
      <w:r w:rsidRPr="008C6DE4">
        <w:rPr>
          <w:rFonts w:ascii="Arial" w:hAnsi="Arial" w:cs="Arial" w:hint="eastAsia"/>
          <w:sz w:val="18"/>
        </w:rPr>
        <w:t>≤</w:t>
      </w:r>
      <w:r w:rsidRPr="008C6DE4">
        <w:rPr>
          <w:rFonts w:cs="v4.2.0"/>
        </w:rPr>
        <w:t xml:space="preserve"> 320ms.</w:t>
      </w:r>
    </w:p>
    <w:p w14:paraId="25C6BE70" w14:textId="77777777" w:rsidR="00DF3064" w:rsidRPr="008C6DE4" w:rsidRDefault="00DF3064" w:rsidP="00DF3064">
      <w:pPr>
        <w:rPr>
          <w:rFonts w:eastAsia="?? ??"/>
        </w:rPr>
      </w:pPr>
      <w:r w:rsidRPr="008C6DE4">
        <w:rPr>
          <w:rFonts w:eastAsia="?? ??"/>
        </w:rPr>
        <w:t xml:space="preserve">The value of </w:t>
      </w:r>
      <w:r w:rsidRPr="008C6DE4">
        <w:t>T</w:t>
      </w:r>
      <w:r w:rsidRPr="008C6DE4">
        <w:rPr>
          <w:vertAlign w:val="subscript"/>
        </w:rPr>
        <w:t>Evaluate_CBD_CSI-RS</w:t>
      </w:r>
      <w:r w:rsidRPr="008C6DE4">
        <w:rPr>
          <w:rFonts w:eastAsia="?? ??"/>
        </w:rPr>
        <w:t xml:space="preserve"> is defined in Table 8.5.6.2-1 for FR1.</w:t>
      </w:r>
    </w:p>
    <w:p w14:paraId="54849D96" w14:textId="77777777" w:rsidR="00DF3064" w:rsidRPr="008C6DE4" w:rsidRDefault="00DF3064" w:rsidP="00DF3064">
      <w:pPr>
        <w:rPr>
          <w:rFonts w:eastAsia="?? ??"/>
        </w:rPr>
      </w:pPr>
      <w:r w:rsidRPr="008C6DE4">
        <w:rPr>
          <w:rFonts w:eastAsia="?? ??"/>
        </w:rPr>
        <w:t xml:space="preserve">The value of </w:t>
      </w:r>
      <w:r w:rsidRPr="008C6DE4">
        <w:t>T</w:t>
      </w:r>
      <w:r w:rsidRPr="008C6DE4">
        <w:rPr>
          <w:vertAlign w:val="subscript"/>
        </w:rPr>
        <w:t>Evaluate_CBD_CSI-RS</w:t>
      </w:r>
      <w:r w:rsidRPr="008C6DE4">
        <w:rPr>
          <w:rFonts w:eastAsia="?? ??"/>
        </w:rPr>
        <w:t xml:space="preserve"> is defined in Table 8.5.6.2-2 for FR2 with scaling factor N=8.</w:t>
      </w:r>
    </w:p>
    <w:p w14:paraId="7E9E6798" w14:textId="77777777" w:rsidR="00DF3064" w:rsidRPr="008C6DE4" w:rsidRDefault="00DF3064" w:rsidP="00DF3064">
      <w:pPr>
        <w:rPr>
          <w:rFonts w:eastAsia="?? ??"/>
        </w:rPr>
      </w:pPr>
      <w:r w:rsidRPr="008C6DE4">
        <w:rPr>
          <w:rFonts w:eastAsia="?? ??"/>
        </w:rPr>
        <w:t>For FR1,</w:t>
      </w:r>
    </w:p>
    <w:p w14:paraId="50E9BE77" w14:textId="3D4B6178"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w:rPr>
                    <w:rFonts w:ascii="Cambria Math" w:hAnsi="Cambria Math"/>
                  </w:rPr>
                  <m:t>MGRP</m:t>
                </m:r>
              </m:den>
            </m:f>
          </m:den>
        </m:f>
      </m:oMath>
      <w:r w:rsidRPr="009C5807">
        <w:t>, when in the monitored cell there are measurement gaps configured for intra-frequency, inter-frequency or inter-RAT measurements, which are overlapping with some but not all occasions of the CSI-RS; and</w:t>
      </w:r>
    </w:p>
    <w:p w14:paraId="75C8241A" w14:textId="77777777" w:rsidR="001E5CB6" w:rsidRPr="008C6DE4" w:rsidRDefault="001E5CB6" w:rsidP="00D05EB7">
      <w:pPr>
        <w:pStyle w:val="B10"/>
      </w:pPr>
      <w:r w:rsidRPr="008C6DE4">
        <w:t>-</w:t>
      </w:r>
      <w:r w:rsidRPr="008C6DE4">
        <w:tab/>
        <w:t>P = 1 when in the monitored cell there are no measurement gaps overlapping with any occasion of the CSI-RS.</w:t>
      </w:r>
    </w:p>
    <w:p w14:paraId="351841E9" w14:textId="77777777" w:rsidR="00DF3064" w:rsidRPr="008C6DE4" w:rsidRDefault="00DF3064" w:rsidP="00DF3064">
      <w:pPr>
        <w:rPr>
          <w:rFonts w:eastAsia="?? ??"/>
        </w:rPr>
      </w:pPr>
      <w:r w:rsidRPr="008C6DE4">
        <w:rPr>
          <w:rFonts w:eastAsia="?? ??"/>
        </w:rPr>
        <w:t>For FR2,</w:t>
      </w:r>
    </w:p>
    <w:p w14:paraId="37017F33" w14:textId="77777777" w:rsidR="001E5CB6" w:rsidRPr="008C6DE4" w:rsidRDefault="001E5CB6" w:rsidP="00D05EB7">
      <w:pPr>
        <w:pStyle w:val="B10"/>
      </w:pPr>
      <w:r w:rsidRPr="008C6DE4">
        <w:t>-</w:t>
      </w:r>
      <w:r w:rsidRPr="008C6DE4">
        <w:tab/>
        <w:t>P = 1, when candidate beam detection RS is not overlapped with measurement gap and also not overlapped with SMTC occasion.</w:t>
      </w:r>
    </w:p>
    <w:p w14:paraId="3E60BC03" w14:textId="0FE71176"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w:rPr>
                    <w:rFonts w:ascii="Cambria Math" w:hAnsi="Cambria Math"/>
                  </w:rPr>
                  <m:t>MGRP</m:t>
                </m:r>
              </m:den>
            </m:f>
          </m:den>
        </m:f>
      </m:oMath>
      <w:r w:rsidRPr="009C5807">
        <w:t>, when candidate beam detection RS is partially overlapped with measurement gap and candidate beam detection RS is not overlapped with SMTC occasion (T</w:t>
      </w:r>
      <w:r w:rsidRPr="009C5807">
        <w:rPr>
          <w:vertAlign w:val="subscript"/>
        </w:rPr>
        <w:t>CSI-RS</w:t>
      </w:r>
      <w:r w:rsidRPr="009C5807">
        <w:t xml:space="preserve"> &lt; MGRP)</w:t>
      </w:r>
    </w:p>
    <w:p w14:paraId="2F90B602" w14:textId="1837A54A" w:rsidR="00DF3064" w:rsidRPr="008C6DE4" w:rsidRDefault="00DF3064" w:rsidP="00D05EB7">
      <w:pPr>
        <w:pStyle w:val="B10"/>
      </w:pPr>
      <w:r w:rsidRPr="008C6DE4">
        <w:t>-</w:t>
      </w:r>
      <w:r w:rsidRPr="008C6DE4">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sSub>
                  <m:sSubPr>
                    <m:ctrlPr>
                      <w:rPr>
                        <w:rFonts w:ascii="Cambria Math" w:hAnsi="Cambria Math"/>
                        <w:i/>
                      </w:rPr>
                    </m:ctrlPr>
                  </m:sSubPr>
                  <m:e>
                    <m:r>
                      <w:rPr>
                        <w:rFonts w:ascii="Cambria Math" w:hAnsi="Cambria Math"/>
                      </w:rPr>
                      <m:t>T</m:t>
                    </m:r>
                  </m:e>
                  <m:sub>
                    <m:r>
                      <w:rPr>
                        <w:rFonts w:ascii="Cambria Math" w:hAnsi="Cambria Math"/>
                      </w:rPr>
                      <m:t>SMTCperiod</m:t>
                    </m:r>
                  </m:sub>
                </m:sSub>
              </m:den>
            </m:f>
          </m:den>
        </m:f>
      </m:oMath>
      <w:r w:rsidRPr="008C6DE4">
        <w:t>, when candidate beam detection RS is not overlapped with measurement gap and candidate beam detection RS is partially overlapped with SMTC occasion (T</w:t>
      </w:r>
      <w:r w:rsidRPr="008C6DE4">
        <w:rPr>
          <w:vertAlign w:val="subscript"/>
        </w:rPr>
        <w:t>CSI-RS</w:t>
      </w:r>
      <w:r w:rsidRPr="008C6DE4">
        <w:t xml:space="preserve"> &lt; T</w:t>
      </w:r>
      <w:r w:rsidRPr="008C6DE4">
        <w:rPr>
          <w:vertAlign w:val="subscript"/>
        </w:rPr>
        <w:t>SMTCperiod</w:t>
      </w:r>
      <w:r w:rsidRPr="008C6DE4">
        <w:t>).</w:t>
      </w:r>
    </w:p>
    <w:p w14:paraId="19A55B4A" w14:textId="5131ECD5" w:rsidR="00D05EB7" w:rsidRPr="00DD3199" w:rsidRDefault="00D05EB7" w:rsidP="00CC6EC5">
      <w:pPr>
        <w:pStyle w:val="B10"/>
      </w:pPr>
      <w:r w:rsidRPr="00DD3199">
        <w:t>-</w:t>
      </w:r>
      <w:r w:rsidRPr="00DD3199">
        <w:tab/>
        <w:t xml:space="preserve">P = </w:t>
      </w:r>
      <w:r>
        <w:t>P</w:t>
      </w:r>
      <w:r w:rsidRPr="00CC6EC5">
        <w:rPr>
          <w:vertAlign w:val="subscript"/>
        </w:rPr>
        <w:t>sharing factor</w:t>
      </w:r>
      <w:r w:rsidRPr="00DD3199">
        <w:t>, when candidate beam detection RS is not overlapped with measurement gap and candidate beam detection RS is fully overlapped with SMTC occasion (</w:t>
      </w:r>
      <w:r w:rsidRPr="00DD3199">
        <w:rPr>
          <w:rFonts w:eastAsia="?? ??"/>
        </w:rPr>
        <w:t>T</w:t>
      </w:r>
      <w:r w:rsidRPr="00DD3199">
        <w:rPr>
          <w:rFonts w:eastAsia="?? ??"/>
          <w:vertAlign w:val="subscript"/>
        </w:rPr>
        <w:t>CSI-RS</w:t>
      </w:r>
      <w:r w:rsidRPr="00DD3199">
        <w:t xml:space="preserve"> = T</w:t>
      </w:r>
      <w:r w:rsidRPr="00DD3199">
        <w:rPr>
          <w:vertAlign w:val="subscript"/>
        </w:rPr>
        <w:t>SMTCperiod</w:t>
      </w:r>
      <w:r w:rsidRPr="00DD3199">
        <w:t>).</w:t>
      </w:r>
    </w:p>
    <w:p w14:paraId="63256C75" w14:textId="2E959FAE" w:rsidR="00FD77A0" w:rsidRPr="009C5807" w:rsidRDefault="00FD77A0" w:rsidP="00FD77A0">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w:rPr>
                    <w:rFonts w:ascii="Cambria Math" w:hAnsi="Cambria Math"/>
                  </w:rPr>
                  <m:t>MGRP</m:t>
                </m:r>
              </m:den>
            </m:f>
            <m:r>
              <w:rPr>
                <w:rFonts w:ascii="Cambria Math" w:hAnsi="Cambria Math"/>
              </w:rPr>
              <m:t xml:space="preserve"> - </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sSub>
                  <m:sSubPr>
                    <m:ctrlPr>
                      <w:rPr>
                        <w:rFonts w:ascii="Cambria Math" w:hAnsi="Cambria Math"/>
                        <w:i/>
                      </w:rPr>
                    </m:ctrlPr>
                  </m:sSubPr>
                  <m:e>
                    <m:r>
                      <w:rPr>
                        <w:rFonts w:ascii="Cambria Math" w:hAnsi="Cambria Math"/>
                      </w:rPr>
                      <m:t>T</m:t>
                    </m:r>
                  </m:e>
                  <m:sub>
                    <m:r>
                      <w:rPr>
                        <w:rFonts w:ascii="Cambria Math" w:hAnsi="Cambria Math"/>
                      </w:rPr>
                      <m:t>SMTCperiod</m:t>
                    </m:r>
                  </m:sub>
                </m:sSub>
              </m:den>
            </m:f>
          </m:den>
        </m:f>
      </m:oMath>
      <w:r w:rsidRPr="009C5807">
        <w:t>, when candidate beam detection RS is partially overlapped with measurement gap and candidate beam detection RS is partially overlapped with SMTC occasion (T</w:t>
      </w:r>
      <w:r w:rsidRPr="009C5807">
        <w:rPr>
          <w:vertAlign w:val="subscript"/>
        </w:rPr>
        <w:t>CSI-RS</w:t>
      </w:r>
      <w:r w:rsidRPr="009C5807">
        <w:t xml:space="preserve"> &lt; T</w:t>
      </w:r>
      <w:r w:rsidRPr="009C5807">
        <w:rPr>
          <w:vertAlign w:val="subscript"/>
        </w:rPr>
        <w:t>SMTCperiod</w:t>
      </w:r>
      <w:r w:rsidRPr="009C5807">
        <w:t>) and SMTC occasion is not overlapped with measurement gap and</w:t>
      </w:r>
    </w:p>
    <w:p w14:paraId="0B589F75" w14:textId="77777777" w:rsidR="00DF3064" w:rsidRPr="008C6DE4" w:rsidRDefault="00DF3064" w:rsidP="00D05EB7">
      <w:pPr>
        <w:pStyle w:val="B2"/>
      </w:pPr>
      <w:r w:rsidRPr="008C6DE4">
        <w:t>-</w:t>
      </w:r>
      <w:r w:rsidRPr="008C6DE4">
        <w:tab/>
        <w:t>T</w:t>
      </w:r>
      <w:r w:rsidRPr="008C6DE4">
        <w:rPr>
          <w:vertAlign w:val="subscript"/>
        </w:rPr>
        <w:t>SMTCperiod</w:t>
      </w:r>
      <w:r w:rsidRPr="008C6DE4">
        <w:t xml:space="preserve"> </w:t>
      </w:r>
      <w:r w:rsidRPr="008C6DE4">
        <w:rPr>
          <w:rFonts w:hint="eastAsia"/>
        </w:rPr>
        <w:t>≠</w:t>
      </w:r>
      <w:r w:rsidRPr="008C6DE4">
        <w:t xml:space="preserve"> MGRP or</w:t>
      </w:r>
    </w:p>
    <w:p w14:paraId="1C748238" w14:textId="789F2FB4" w:rsidR="00613FD1" w:rsidRPr="008C6DE4" w:rsidRDefault="00613FD1" w:rsidP="00D05EB7">
      <w:pPr>
        <w:pStyle w:val="B2"/>
      </w:pPr>
      <w:r w:rsidRPr="008C6DE4">
        <w:t>-</w:t>
      </w:r>
      <w:r w:rsidRPr="008C6DE4">
        <w:tab/>
        <w:t>T</w:t>
      </w:r>
      <w:r w:rsidRPr="008C6DE4">
        <w:rPr>
          <w:vertAlign w:val="subscript"/>
        </w:rPr>
        <w:t>SMTCperiod</w:t>
      </w:r>
      <w:r w:rsidRPr="008C6DE4">
        <w:t xml:space="preserve"> = MGRP and </w:t>
      </w:r>
      <w:r w:rsidRPr="008C6DE4">
        <w:rPr>
          <w:rFonts w:eastAsia="?? ??"/>
        </w:rPr>
        <w:t>T</w:t>
      </w:r>
      <w:r w:rsidRPr="008C6DE4">
        <w:rPr>
          <w:rFonts w:eastAsia="?? ??"/>
          <w:vertAlign w:val="subscript"/>
        </w:rPr>
        <w:t>CSI-RS</w:t>
      </w:r>
      <w:r w:rsidRPr="008C6DE4">
        <w:t xml:space="preserve"> &lt; 0.5 </w:t>
      </w:r>
      <w:r w:rsidRPr="008C6DE4">
        <w:rPr>
          <w:lang w:eastAsia="ko-KR"/>
        </w:rPr>
        <w:t>×</w:t>
      </w:r>
      <w:r w:rsidRPr="008C6DE4">
        <w:t xml:space="preserve"> T</w:t>
      </w:r>
      <w:r w:rsidRPr="008C6DE4">
        <w:rPr>
          <w:vertAlign w:val="subscript"/>
        </w:rPr>
        <w:t>SMTCperiod</w:t>
      </w:r>
    </w:p>
    <w:p w14:paraId="1D37185E" w14:textId="69782992" w:rsidR="004B48A9" w:rsidRPr="009C5807" w:rsidRDefault="004B48A9" w:rsidP="004B48A9">
      <w:pPr>
        <w:pStyle w:val="B10"/>
      </w:pPr>
      <w:r w:rsidRPr="009C5807">
        <w:t>-</w:t>
      </w:r>
      <w:r w:rsidRPr="009C5807">
        <w:tab/>
      </w:r>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P</m:t>
                </m:r>
              </m:e>
              <m:sub>
                <m:r>
                  <m:rPr>
                    <m:sty m:val="p"/>
                  </m:rPr>
                  <w:rPr>
                    <w:rFonts w:ascii="Cambria Math" w:hAnsi="Cambria Math"/>
                  </w:rPr>
                  <m:t>sharing factor</m:t>
                </m:r>
              </m:sub>
            </m:sSub>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w:rPr>
                    <w:rFonts w:ascii="Cambria Math" w:hAnsi="Cambria Math"/>
                  </w:rPr>
                  <m:t>MGRP</m:t>
                </m:r>
              </m:den>
            </m:f>
          </m:den>
        </m:f>
      </m:oMath>
      <w:r w:rsidRPr="009C5807">
        <w:t>, when candidate beam detection RS is partially overlapped with measurement gap and candidate beam detection RS is partially overlapped with SMTC occasion (</w:t>
      </w:r>
      <w:r w:rsidRPr="009C5807">
        <w:rPr>
          <w:rFonts w:eastAsia="?? ??"/>
        </w:rPr>
        <w:t>T</w:t>
      </w:r>
      <w:r w:rsidRPr="009C5807">
        <w:rPr>
          <w:rFonts w:eastAsia="?? ??"/>
          <w:vertAlign w:val="subscript"/>
        </w:rPr>
        <w:t>CSI-RS</w:t>
      </w:r>
      <w:r w:rsidRPr="009C5807">
        <w:t xml:space="preserve"> &lt; T</w:t>
      </w:r>
      <w:r w:rsidRPr="009C5807">
        <w:rPr>
          <w:vertAlign w:val="subscript"/>
        </w:rPr>
        <w:t>SMTCperiod</w:t>
      </w:r>
      <w:r w:rsidRPr="009C5807">
        <w:t>) and SMTC occasion is not overlapped with measurement gap and T</w:t>
      </w:r>
      <w:r w:rsidRPr="009C5807">
        <w:rPr>
          <w:vertAlign w:val="subscript"/>
        </w:rPr>
        <w:t>SMTCperiod</w:t>
      </w:r>
      <w:r w:rsidRPr="009C5807">
        <w:t xml:space="preserve"> = MGRP and </w:t>
      </w:r>
      <w:r w:rsidRPr="009C5807">
        <w:rPr>
          <w:rFonts w:eastAsia="?? ??"/>
        </w:rPr>
        <w:t>T</w:t>
      </w:r>
      <w:r w:rsidRPr="009C5807">
        <w:rPr>
          <w:rFonts w:eastAsia="?? ??"/>
          <w:vertAlign w:val="subscript"/>
        </w:rPr>
        <w:t>CSI-RS</w:t>
      </w:r>
      <w:r w:rsidRPr="009C5807">
        <w:t xml:space="preserve"> = 0.5 </w:t>
      </w:r>
      <w:r w:rsidRPr="009C5807">
        <w:rPr>
          <w:lang w:eastAsia="ko-KR"/>
        </w:rPr>
        <w:t xml:space="preserve">× </w:t>
      </w:r>
      <w:r w:rsidRPr="009C5807">
        <w:t>T</w:t>
      </w:r>
      <w:r w:rsidRPr="009C5807">
        <w:rPr>
          <w:vertAlign w:val="subscript"/>
        </w:rPr>
        <w:t>SMTCperiod</w:t>
      </w:r>
    </w:p>
    <w:p w14:paraId="65AE8DD6" w14:textId="77777777" w:rsidR="004B48A9" w:rsidRPr="009C5807" w:rsidRDefault="004B48A9" w:rsidP="004B48A9">
      <w:pPr>
        <w:pStyle w:val="B10"/>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w:rPr>
                    <w:rFonts w:ascii="Cambria Math" w:hAnsi="Cambria Math"/>
                  </w:rPr>
                  <m:t xml:space="preserve">Min(MGRP, </m:t>
                </m:r>
                <m:sSub>
                  <m:sSubPr>
                    <m:ctrlPr>
                      <w:rPr>
                        <w:rFonts w:ascii="Cambria Math" w:hAnsi="Cambria Math"/>
                        <w:i/>
                      </w:rPr>
                    </m:ctrlPr>
                  </m:sSubPr>
                  <m:e>
                    <m:r>
                      <w:rPr>
                        <w:rFonts w:ascii="Cambria Math" w:hAnsi="Cambria Math"/>
                      </w:rPr>
                      <m:t>T</m:t>
                    </m:r>
                  </m:e>
                  <m:sub>
                    <m:r>
                      <w:rPr>
                        <w:rFonts w:ascii="Cambria Math" w:hAnsi="Cambria Math"/>
                      </w:rPr>
                      <m:t>SMTCperiod</m:t>
                    </m:r>
                  </m:sub>
                </m:sSub>
                <m:r>
                  <w:rPr>
                    <w:rFonts w:ascii="Cambria Math" w:hAnsi="Cambria Math"/>
                  </w:rPr>
                  <m:t>)</m:t>
                </m:r>
              </m:den>
            </m:f>
          </m:den>
        </m:f>
      </m:oMath>
      <w:r w:rsidRPr="009C5807">
        <w:t>, when candidate beam detection RS is partially overlapped with measurement gap and candidate beam detection RS is partially overlapped with SMTC occasion (</w:t>
      </w:r>
      <w:r w:rsidRPr="009C5807">
        <w:rPr>
          <w:rFonts w:eastAsia="?? ??"/>
        </w:rPr>
        <w:t>T</w:t>
      </w:r>
      <w:r w:rsidRPr="009C5807">
        <w:rPr>
          <w:rFonts w:eastAsia="?? ??"/>
          <w:vertAlign w:val="subscript"/>
        </w:rPr>
        <w:t>CSI-RS</w:t>
      </w:r>
      <w:r w:rsidRPr="009C5807">
        <w:t xml:space="preserve"> &lt; T</w:t>
      </w:r>
      <w:r w:rsidRPr="009C5807">
        <w:rPr>
          <w:vertAlign w:val="subscript"/>
        </w:rPr>
        <w:t>SMTCperiod</w:t>
      </w:r>
      <w:r w:rsidRPr="009C5807">
        <w:t>) and SMTC occasion is partially or fully overlapped with measurement gap</w:t>
      </w:r>
    </w:p>
    <w:p w14:paraId="5A26F919" w14:textId="2B9A1486" w:rsidR="00FD77A0" w:rsidRDefault="00FD77A0" w:rsidP="00FD77A0">
      <w:pPr>
        <w:pStyle w:val="B10"/>
        <w:rPr>
          <w:rFonts w:eastAsia="?? ??"/>
        </w:rPr>
      </w:pPr>
      <w:r w:rsidRPr="009C5807">
        <w:t>-</w:t>
      </w:r>
      <w:r w:rsidRPr="009C5807">
        <w:tab/>
      </w:r>
      <m:oMath>
        <m:r>
          <w:rPr>
            <w:rFonts w:ascii="Cambria Math" w:hAnsi="Cambria Math"/>
          </w:rPr>
          <m:t>P=</m:t>
        </m:r>
        <m:f>
          <m:fPr>
            <m:ctrlPr>
              <w:rPr>
                <w:rFonts w:ascii="Cambria Math" w:hAnsi="Cambria Math"/>
                <w:i/>
              </w:rPr>
            </m:ctrlPr>
          </m:fPr>
          <m:num>
            <m:r>
              <w:rPr>
                <w:rFonts w:ascii="Cambria Math" w:hAnsi="Cambria Math"/>
              </w:rPr>
              <m:t>3</m:t>
            </m:r>
          </m:num>
          <m:den>
            <m:r>
              <w:rPr>
                <w:rFonts w:ascii="Cambria Math" w:hAnsi="Cambria Math"/>
              </w:rPr>
              <m:t>1-</m:t>
            </m:r>
            <m:f>
              <m:fPr>
                <m:ctrlPr>
                  <w:rPr>
                    <w:rFonts w:ascii="Cambria Math" w:hAnsi="Cambria Math"/>
                    <w:i/>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w:rPr>
                    <w:rFonts w:ascii="Cambria Math" w:hAnsi="Cambria Math"/>
                  </w:rPr>
                  <m:t>MGRP</m:t>
                </m:r>
              </m:den>
            </m:f>
          </m:den>
        </m:f>
      </m:oMath>
      <w:r w:rsidRPr="009C5807">
        <w:t>, when candidate beam detection RS is partially overlapped with measurement gap and candidate beam detection RS is fully overlapped with SMTC occasion (</w:t>
      </w:r>
      <w:r w:rsidRPr="009C5807">
        <w:rPr>
          <w:rFonts w:eastAsia="?? ??"/>
        </w:rPr>
        <w:t>T</w:t>
      </w:r>
      <w:r w:rsidRPr="009C5807">
        <w:rPr>
          <w:rFonts w:eastAsia="?? ??"/>
          <w:vertAlign w:val="subscript"/>
        </w:rPr>
        <w:t>CSI-RS</w:t>
      </w:r>
      <w:r w:rsidRPr="009C5807">
        <w:t xml:space="preserve"> = T</w:t>
      </w:r>
      <w:r w:rsidRPr="009C5807">
        <w:rPr>
          <w:vertAlign w:val="subscript"/>
        </w:rPr>
        <w:t>SMTCperiod</w:t>
      </w:r>
      <w:r w:rsidRPr="009C5807">
        <w:t>) and SMTC occasion is partially overlapped with measurement gap (T</w:t>
      </w:r>
      <w:r w:rsidRPr="009C5807">
        <w:rPr>
          <w:vertAlign w:val="subscript"/>
        </w:rPr>
        <w:t>SMTCperiod</w:t>
      </w:r>
      <w:r w:rsidRPr="009C5807">
        <w:t xml:space="preserve"> &lt; MGRP)</w:t>
      </w:r>
    </w:p>
    <w:p w14:paraId="3B17949A" w14:textId="77777777" w:rsidR="00D05EB7" w:rsidRDefault="00D05EB7" w:rsidP="00D05EB7">
      <w:pPr>
        <w:pStyle w:val="B10"/>
      </w:pPr>
      <w:r>
        <w:t>-</w:t>
      </w:r>
      <w:r>
        <w:tab/>
        <w:t>P</w:t>
      </w:r>
      <w:r>
        <w:rPr>
          <w:vertAlign w:val="subscript"/>
        </w:rPr>
        <w:t>sharing factor</w:t>
      </w:r>
      <w:r>
        <w:t xml:space="preserve"> = 1</w:t>
      </w:r>
      <w:r>
        <w:rPr>
          <w:rFonts w:hint="eastAsia"/>
          <w:lang w:eastAsia="zh-CN"/>
        </w:rPr>
        <w:t>,</w:t>
      </w:r>
      <w:r>
        <w:rPr>
          <w:lang w:eastAsia="zh-CN"/>
        </w:rPr>
        <w:t xml:space="preserve"> if</w:t>
      </w:r>
      <w:r>
        <w:t xml:space="preserve"> the candidate beam detection RS outside measurement gap </w:t>
      </w:r>
      <w:r>
        <w:rPr>
          <w:rFonts w:hint="eastAsia"/>
          <w:lang w:eastAsia="zh-CN"/>
        </w:rPr>
        <w:t>is</w:t>
      </w:r>
      <w:r>
        <w:rPr>
          <w:lang w:eastAsia="zh-CN"/>
        </w:rPr>
        <w:t xml:space="preserve"> </w:t>
      </w:r>
    </w:p>
    <w:p w14:paraId="349B25AC" w14:textId="77777777" w:rsidR="004B48A9" w:rsidRDefault="004B48A9" w:rsidP="004B48A9">
      <w:pPr>
        <w:pStyle w:val="B2"/>
      </w:pPr>
      <w:r>
        <w:t>-</w:t>
      </w:r>
      <w:r>
        <w:tab/>
        <w:t xml:space="preserve">not overlapped with the SSB symbols indicated by </w:t>
      </w:r>
      <w:r w:rsidRPr="002777B2">
        <w:rPr>
          <w:i/>
        </w:rPr>
        <w:t>SSB-ToMeasure</w:t>
      </w:r>
      <w:r>
        <w:t xml:space="preserve"> and 1 data symbol before each consecutive SSB symbols indicated by </w:t>
      </w:r>
      <w:r w:rsidRPr="002777B2">
        <w:rPr>
          <w:i/>
        </w:rPr>
        <w:t>SSB-ToMeasure</w:t>
      </w:r>
      <w:r>
        <w:t xml:space="preserve"> and 1 data symbol after each consecutive SSB symbols indicated by </w:t>
      </w:r>
      <w:r w:rsidRPr="002777B2">
        <w:rPr>
          <w:i/>
        </w:rPr>
        <w:t>SSB-ToMeasure</w:t>
      </w:r>
      <w:r>
        <w:t xml:space="preserve">, given that </w:t>
      </w:r>
      <w:r w:rsidRPr="002777B2">
        <w:rPr>
          <w:i/>
        </w:rPr>
        <w:t>SSB-ToMeasure</w:t>
      </w:r>
      <w:r>
        <w:t xml:space="preserve"> is configured, </w:t>
      </w:r>
      <w:r>
        <w:rPr>
          <w:rFonts w:hint="eastAsia"/>
          <w:lang w:eastAsia="zh-CN"/>
        </w:rPr>
        <w:t>where</w:t>
      </w:r>
      <w:r>
        <w:rPr>
          <w:lang w:eastAsia="zh-CN"/>
        </w:rPr>
        <w:t xml:space="preserve"> </w:t>
      </w:r>
      <w:r>
        <w:rPr>
          <w:rFonts w:hint="eastAsia"/>
          <w:lang w:eastAsia="zh-CN"/>
        </w:rPr>
        <w:t xml:space="preserve">the </w:t>
      </w:r>
      <w:r w:rsidRPr="003F1684">
        <w:rPr>
          <w:i/>
        </w:rPr>
        <w:t>SSB-ToMeasure</w:t>
      </w:r>
      <w:r>
        <w:t xml:space="preserve"> is </w:t>
      </w:r>
      <w:r w:rsidRPr="00F42376">
        <w:rPr>
          <w:rFonts w:eastAsia="Times New Roman"/>
        </w:rPr>
        <w:t xml:space="preserve">the union </w:t>
      </w:r>
      <w:r>
        <w:rPr>
          <w:rFonts w:eastAsia="Times New Roman"/>
        </w:rPr>
        <w:t xml:space="preserve">set </w:t>
      </w:r>
      <w:r w:rsidRPr="00F42376">
        <w:rPr>
          <w:rFonts w:eastAsia="Times New Roman"/>
        </w:rPr>
        <w:t>of</w:t>
      </w:r>
      <w:r w:rsidRPr="00F42376">
        <w:rPr>
          <w:rStyle w:val="apple-converted-space"/>
          <w:rFonts w:eastAsia="Times New Roman"/>
        </w:rPr>
        <w:t xml:space="preserve"> </w:t>
      </w:r>
      <w:r w:rsidRPr="00F42376">
        <w:rPr>
          <w:rFonts w:eastAsia="Times New Roman"/>
          <w:i/>
          <w:iCs/>
        </w:rPr>
        <w:t>SSB-ToMeasure</w:t>
      </w:r>
      <w:r w:rsidRPr="00F42376">
        <w:rPr>
          <w:rFonts w:eastAsia="Times New Roman"/>
        </w:rPr>
        <w:t xml:space="preserve"> from all </w:t>
      </w:r>
      <w:r>
        <w:rPr>
          <w:rFonts w:eastAsia="Times New Roman"/>
        </w:rPr>
        <w:t>the configured measurement objects</w:t>
      </w:r>
      <w:r w:rsidRPr="00F42376">
        <w:rPr>
          <w:rFonts w:eastAsia="Times New Roman"/>
        </w:rPr>
        <w:t xml:space="preserve"> </w:t>
      </w:r>
      <w:r>
        <w:rPr>
          <w:rFonts w:eastAsia="Times New Roman"/>
        </w:rPr>
        <w:t xml:space="preserve">merged on the same serving carrier, </w:t>
      </w:r>
      <w:r>
        <w:t>and;</w:t>
      </w:r>
    </w:p>
    <w:p w14:paraId="3F0118BE" w14:textId="77777777" w:rsidR="004B48A9" w:rsidRDefault="004B48A9" w:rsidP="004B48A9">
      <w:pPr>
        <w:pStyle w:val="B2"/>
      </w:pPr>
      <w:r>
        <w:t>-</w:t>
      </w:r>
      <w:r>
        <w:tab/>
        <w:t xml:space="preserve">not overlapped with the RSSI symbols indicated by </w:t>
      </w:r>
      <w:r w:rsidRPr="00091F15">
        <w:rPr>
          <w:i/>
        </w:rPr>
        <w:t>ss-RSSI-Measurement</w:t>
      </w:r>
      <w:r>
        <w:t xml:space="preserve"> and 1 data symbol before each RSSI symbol indicated by </w:t>
      </w:r>
      <w:r w:rsidRPr="00091F15">
        <w:rPr>
          <w:i/>
        </w:rPr>
        <w:t>ss-RSSI-Measurement</w:t>
      </w:r>
      <w:r>
        <w:t xml:space="preserve"> and 1 data symbol after each RSSI symbol indicated by </w:t>
      </w:r>
      <w:r w:rsidRPr="00091F15">
        <w:rPr>
          <w:i/>
        </w:rPr>
        <w:t>ss-RSSI-Measurement</w:t>
      </w:r>
      <w:r>
        <w:t xml:space="preserve">, given that </w:t>
      </w:r>
      <w:r w:rsidRPr="00091F15">
        <w:rPr>
          <w:i/>
        </w:rPr>
        <w:t>ss-RSSI-Measurement</w:t>
      </w:r>
      <w:r>
        <w:t xml:space="preserve"> is configured.</w:t>
      </w:r>
    </w:p>
    <w:p w14:paraId="367B0D67" w14:textId="6FAEF369" w:rsidR="00D05EB7" w:rsidRPr="00DD3199" w:rsidRDefault="00D05EB7" w:rsidP="00CC6EC5">
      <w:pPr>
        <w:pStyle w:val="B10"/>
        <w:rPr>
          <w:rFonts w:eastAsia="?? ??"/>
        </w:rPr>
      </w:pPr>
      <w:r>
        <w:t>-</w:t>
      </w:r>
      <w:r>
        <w:tab/>
        <w:t>P</w:t>
      </w:r>
      <w:r>
        <w:rPr>
          <w:vertAlign w:val="subscript"/>
        </w:rPr>
        <w:t xml:space="preserve">sharing factor </w:t>
      </w:r>
      <w:r>
        <w:rPr>
          <w:rFonts w:eastAsia="Malgun Gothic"/>
          <w:lang w:val="en-US"/>
        </w:rPr>
        <w:t>= 3, otherwise.</w:t>
      </w:r>
    </w:p>
    <w:p w14:paraId="015298E1" w14:textId="77777777" w:rsidR="00560C2B" w:rsidRPr="00560C2B" w:rsidRDefault="00560C2B" w:rsidP="00CC6EC5">
      <w:pPr>
        <w:pStyle w:val="B10"/>
      </w:pPr>
      <w:r w:rsidRPr="00560C2B">
        <w:t xml:space="preserve">where, </w:t>
      </w:r>
    </w:p>
    <w:p w14:paraId="58BF9427" w14:textId="4955D9C0" w:rsidR="00560C2B" w:rsidRPr="00560C2B" w:rsidRDefault="00560C2B" w:rsidP="00CC6EC5">
      <w:pPr>
        <w:pStyle w:val="B2"/>
      </w:pPr>
      <w:r>
        <w:tab/>
      </w:r>
      <w:r w:rsidRPr="00560C2B">
        <w:t xml:space="preserve">If the high layer in TS 38.331 [2] signaling of </w:t>
      </w:r>
      <w:r w:rsidRPr="00CC6EC5">
        <w:rPr>
          <w:i/>
        </w:rPr>
        <w:t>smtc2</w:t>
      </w:r>
      <w:r w:rsidRPr="00560C2B">
        <w:t xml:space="preserve"> is present, T</w:t>
      </w:r>
      <w:r w:rsidRPr="00560C2B">
        <w:rPr>
          <w:vertAlign w:val="subscript"/>
        </w:rPr>
        <w:t>SMTCperiod</w:t>
      </w:r>
      <w:r w:rsidRPr="00560C2B">
        <w:t xml:space="preserve"> follows </w:t>
      </w:r>
      <w:r w:rsidRPr="00CC6EC5">
        <w:rPr>
          <w:i/>
        </w:rPr>
        <w:t>smtc2</w:t>
      </w:r>
      <w:r w:rsidRPr="00560C2B">
        <w:t>; Otherwise T</w:t>
      </w:r>
      <w:r w:rsidRPr="00560C2B">
        <w:rPr>
          <w:vertAlign w:val="subscript"/>
        </w:rPr>
        <w:t>SMTCperiod</w:t>
      </w:r>
      <w:r w:rsidRPr="00560C2B">
        <w:t xml:space="preserve"> follows </w:t>
      </w:r>
      <w:r w:rsidRPr="00CC6EC5">
        <w:rPr>
          <w:i/>
        </w:rPr>
        <w:t>smtc1</w:t>
      </w:r>
      <w:r w:rsidRPr="00560C2B">
        <w:t>. T</w:t>
      </w:r>
      <w:r w:rsidRPr="00560C2B">
        <w:rPr>
          <w:vertAlign w:val="subscript"/>
        </w:rPr>
        <w:t>SMTCperiod</w:t>
      </w:r>
      <w:r w:rsidRPr="00560C2B">
        <w:t xml:space="preserve"> is the shortest SMTC period among all CCs in the same FR2 band, provided the SMTC offset of all CCs in FR2 have the same offset.</w:t>
      </w:r>
    </w:p>
    <w:p w14:paraId="48A380A6" w14:textId="77777777" w:rsidR="00560C2B" w:rsidRPr="00560C2B" w:rsidRDefault="00560C2B" w:rsidP="00560C2B">
      <w:pPr>
        <w:pStyle w:val="NO"/>
      </w:pPr>
      <w:r w:rsidRPr="00560C2B">
        <w:t>Note:</w:t>
      </w:r>
      <w:r w:rsidRPr="00560C2B">
        <w:tab/>
        <w:t xml:space="preserve">The overlap between CSI-RS for CBD and SMTC means that CSI-RS for CBD is within the SMTC window duration. </w:t>
      </w:r>
    </w:p>
    <w:p w14:paraId="438B3580" w14:textId="77777777" w:rsidR="00560C2B" w:rsidRPr="002641B8" w:rsidRDefault="00560C2B" w:rsidP="00560C2B">
      <w:r w:rsidRPr="00560C2B">
        <w:t>Longer evaluation period would be expected if the combination of the CB</w:t>
      </w:r>
      <w:r w:rsidRPr="0018657D">
        <w:t>D-RS resource, SMTC occasion and measurement gap configurations does not meet pervious conditions.</w:t>
      </w:r>
    </w:p>
    <w:p w14:paraId="55A0C34A" w14:textId="2DB70955" w:rsidR="009F0B58" w:rsidRPr="008C6DE4" w:rsidRDefault="009F0B58" w:rsidP="009F0B58">
      <w:pPr>
        <w:rPr>
          <w:rFonts w:eastAsia="?? ??"/>
        </w:rPr>
      </w:pPr>
      <w:r w:rsidRPr="008C6DE4">
        <w:t xml:space="preserve">Longer evaluation period would be expected if the CSI-RS is on the same OFDM symbols with RLM, BFD, BM-RS, or other CBD-RS, according to the measurement restrictions defined in </w:t>
      </w:r>
      <w:r w:rsidR="00854981" w:rsidRPr="008C6DE4">
        <w:t>clause</w:t>
      </w:r>
      <w:r w:rsidRPr="008C6DE4">
        <w:t xml:space="preserve"> 8.5.6.3</w:t>
      </w:r>
      <w:r w:rsidRPr="008C6DE4">
        <w:rPr>
          <w:rFonts w:eastAsia="?? ??"/>
        </w:rPr>
        <w:t>.</w:t>
      </w:r>
    </w:p>
    <w:p w14:paraId="00B0579D" w14:textId="77777777" w:rsidR="00DF3064" w:rsidRPr="008C6DE4" w:rsidRDefault="00DF3064" w:rsidP="00DF3064">
      <w:pPr>
        <w:rPr>
          <w:rFonts w:eastAsia="?? ??"/>
        </w:rPr>
      </w:pPr>
      <w:r w:rsidRPr="008C6DE4">
        <w:rPr>
          <w:rFonts w:eastAsia="?? ??"/>
        </w:rPr>
        <w:t>The values of M</w:t>
      </w:r>
      <w:r w:rsidRPr="008C6DE4">
        <w:rPr>
          <w:rFonts w:eastAsia="?? ??"/>
          <w:vertAlign w:val="subscript"/>
        </w:rPr>
        <w:t>CBD</w:t>
      </w:r>
      <w:r w:rsidRPr="008C6DE4">
        <w:rPr>
          <w:rFonts w:eastAsia="?? ??"/>
        </w:rPr>
        <w:t xml:space="preserve"> used in Table 8.5.6.2-1 and Table 8.5.6.2-2 are defined as</w:t>
      </w:r>
    </w:p>
    <w:p w14:paraId="081DD12B" w14:textId="4615DC64" w:rsidR="00DF3064" w:rsidRPr="008C6DE4" w:rsidRDefault="00DF3064" w:rsidP="00DF3064">
      <w:pPr>
        <w:ind w:left="568" w:hanging="284"/>
      </w:pPr>
      <w:r w:rsidRPr="008C6DE4">
        <w:t>-</w:t>
      </w:r>
      <w:r w:rsidRPr="008C6DE4">
        <w:tab/>
        <w:t>M</w:t>
      </w:r>
      <w:r w:rsidRPr="008C6DE4">
        <w:rPr>
          <w:vertAlign w:val="subscript"/>
        </w:rPr>
        <w:t>CBD</w:t>
      </w:r>
      <w:r w:rsidRPr="008C6DE4">
        <w:t xml:space="preserve"> = 3, if the CSI-RS resource configured in the set </w:t>
      </w:r>
      <w:r w:rsidRPr="008C6DE4">
        <w:rPr>
          <w:noProof/>
          <w:position w:val="-10"/>
          <w:lang w:val="en-US" w:eastAsia="zh-CN"/>
        </w:rPr>
        <w:drawing>
          <wp:inline distT="0" distB="0" distL="0" distR="0" wp14:anchorId="523C8DDA" wp14:editId="781AD4A9">
            <wp:extent cx="133350" cy="200025"/>
            <wp:effectExtent l="19050" t="0" r="0" b="0"/>
            <wp:docPr id="2901"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5" cstate="print"/>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Pr="008C6DE4">
        <w:t xml:space="preserve"> is transmitted with Density = 3</w:t>
      </w:r>
      <w:r w:rsidR="00146E92" w:rsidRPr="00737858">
        <w:rPr>
          <w:lang w:eastAsia="zh-CN"/>
        </w:rPr>
        <w:t xml:space="preserve"> </w:t>
      </w:r>
      <w:r w:rsidR="00146E92" w:rsidRPr="008C6DE4">
        <w:rPr>
          <w:lang w:eastAsia="zh-CN"/>
        </w:rPr>
        <w:t xml:space="preserve">and over the bandwidth </w:t>
      </w:r>
      <w:r w:rsidR="00146E92" w:rsidRPr="008C6DE4">
        <w:rPr>
          <w:rFonts w:ascii="SimSun" w:hAnsi="SimSun" w:hint="eastAsia"/>
          <w:lang w:eastAsia="zh-CN"/>
        </w:rPr>
        <w:t>≥</w:t>
      </w:r>
      <w:r w:rsidR="00146E92" w:rsidRPr="008C6DE4">
        <w:rPr>
          <w:rFonts w:ascii="SimSun" w:hAnsi="SimSun"/>
          <w:lang w:eastAsia="zh-CN"/>
        </w:rPr>
        <w:t xml:space="preserve"> </w:t>
      </w:r>
      <w:r w:rsidR="00146E92" w:rsidRPr="008C6DE4">
        <w:rPr>
          <w:lang w:eastAsia="zh-CN"/>
        </w:rPr>
        <w:t>24 PRBs</w:t>
      </w:r>
      <w:r w:rsidRPr="008C6DE4">
        <w:t>.</w:t>
      </w:r>
    </w:p>
    <w:p w14:paraId="7AEE1BC3" w14:textId="77777777" w:rsidR="00DF3064" w:rsidRPr="008C6DE4" w:rsidRDefault="00DF3064" w:rsidP="00DF3064">
      <w:pPr>
        <w:keepNext/>
        <w:keepLines/>
        <w:spacing w:before="60"/>
        <w:jc w:val="center"/>
        <w:rPr>
          <w:rFonts w:ascii="Arial" w:hAnsi="Arial"/>
          <w:b/>
        </w:rPr>
      </w:pPr>
      <w:r w:rsidRPr="008C6DE4">
        <w:rPr>
          <w:rFonts w:ascii="Arial" w:hAnsi="Arial"/>
          <w:b/>
        </w:rPr>
        <w:t>Table 8.5.6.2-1: Evaluation period T</w:t>
      </w:r>
      <w:r w:rsidRPr="008C6DE4">
        <w:rPr>
          <w:rFonts w:ascii="Arial" w:hAnsi="Arial"/>
          <w:b/>
          <w:vertAlign w:val="subscript"/>
        </w:rPr>
        <w:t>Evaluate_CBD_CSI-RS</w:t>
      </w:r>
      <w:r w:rsidRPr="008C6DE4">
        <w:rPr>
          <w:rFonts w:ascii="Arial" w:hAnsi="Arial"/>
          <w:b/>
        </w:rPr>
        <w:t xml:space="preserve">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4582"/>
      </w:tblGrid>
      <w:tr w:rsidR="00DD3199" w:rsidRPr="008C6DE4" w14:paraId="1A435645" w14:textId="77777777" w:rsidTr="00DF3064">
        <w:trPr>
          <w:jc w:val="center"/>
        </w:trPr>
        <w:tc>
          <w:tcPr>
            <w:tcW w:w="2035" w:type="dxa"/>
            <w:shd w:val="clear" w:color="auto" w:fill="auto"/>
          </w:tcPr>
          <w:p w14:paraId="1BABF593"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Configuration</w:t>
            </w:r>
          </w:p>
        </w:tc>
        <w:tc>
          <w:tcPr>
            <w:tcW w:w="4582" w:type="dxa"/>
            <w:shd w:val="clear" w:color="auto" w:fill="auto"/>
          </w:tcPr>
          <w:p w14:paraId="2EF8CFA9" w14:textId="65C6C16E" w:rsidR="00DF3064" w:rsidRPr="008C6DE4" w:rsidRDefault="00DF3064" w:rsidP="00DF3064">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EvaluateC_CBD_CSI-RS</w:t>
            </w:r>
            <w:r w:rsidRPr="008C6DE4">
              <w:rPr>
                <w:rFonts w:ascii="Arial" w:hAnsi="Arial"/>
                <w:b/>
                <w:sz w:val="18"/>
              </w:rPr>
              <w:t xml:space="preserve"> (ms) </w:t>
            </w:r>
          </w:p>
        </w:tc>
      </w:tr>
      <w:tr w:rsidR="009F0B58" w:rsidRPr="008C6DE4" w14:paraId="677B51CD" w14:textId="77777777" w:rsidTr="00DF3064">
        <w:trPr>
          <w:jc w:val="center"/>
        </w:trPr>
        <w:tc>
          <w:tcPr>
            <w:tcW w:w="2035" w:type="dxa"/>
            <w:shd w:val="clear" w:color="auto" w:fill="auto"/>
          </w:tcPr>
          <w:p w14:paraId="245160AC" w14:textId="77777777" w:rsidR="009F0B58" w:rsidRPr="008C6DE4" w:rsidRDefault="009F0B58" w:rsidP="009F0B58">
            <w:pPr>
              <w:keepNext/>
              <w:keepLines/>
              <w:spacing w:after="0"/>
              <w:jc w:val="center"/>
              <w:rPr>
                <w:rFonts w:ascii="Arial" w:hAnsi="Arial"/>
                <w:sz w:val="18"/>
              </w:rPr>
            </w:pPr>
            <w:r w:rsidRPr="008C6DE4">
              <w:rPr>
                <w:rFonts w:ascii="Arial" w:hAnsi="Arial"/>
                <w:sz w:val="18"/>
              </w:rPr>
              <w:t xml:space="preserve">non-DRX, DRX cycle </w:t>
            </w:r>
            <w:r w:rsidRPr="008C6DE4">
              <w:rPr>
                <w:rFonts w:ascii="Arial" w:hAnsi="Arial" w:cs="Arial" w:hint="eastAsia"/>
                <w:sz w:val="18"/>
              </w:rPr>
              <w:t>≤</w:t>
            </w:r>
            <w:r w:rsidRPr="008C6DE4">
              <w:rPr>
                <w:rFonts w:ascii="Arial" w:hAnsi="Arial" w:cs="Arial"/>
                <w:sz w:val="18"/>
              </w:rPr>
              <w:t xml:space="preserve"> </w:t>
            </w:r>
            <w:r w:rsidRPr="008C6DE4">
              <w:rPr>
                <w:rFonts w:ascii="Arial" w:hAnsi="Arial"/>
                <w:sz w:val="18"/>
              </w:rPr>
              <w:t>320ms</w:t>
            </w:r>
          </w:p>
        </w:tc>
        <w:tc>
          <w:tcPr>
            <w:tcW w:w="4582" w:type="dxa"/>
            <w:shd w:val="clear" w:color="auto" w:fill="auto"/>
          </w:tcPr>
          <w:p w14:paraId="60F66486" w14:textId="29D3850B" w:rsidR="009F0B58" w:rsidRPr="008C6DE4" w:rsidRDefault="009F0B58" w:rsidP="009F0B58">
            <w:pPr>
              <w:keepNext/>
              <w:keepLines/>
              <w:spacing w:after="0"/>
              <w:jc w:val="center"/>
              <w:rPr>
                <w:rFonts w:ascii="Arial" w:hAnsi="Arial"/>
                <w:sz w:val="18"/>
              </w:rPr>
            </w:pPr>
            <w:r w:rsidRPr="008C6DE4">
              <w:rPr>
                <w:rFonts w:ascii="Arial" w:hAnsi="Arial" w:cs="v4.2.0"/>
                <w:sz w:val="18"/>
                <w:lang w:val="fr-FR"/>
              </w:rPr>
              <w:t>Max(25, Ceil(M</w:t>
            </w:r>
            <w:r w:rsidRPr="008C6DE4">
              <w:rPr>
                <w:rFonts w:ascii="Arial" w:hAnsi="Arial" w:cs="v4.2.0"/>
                <w:sz w:val="18"/>
                <w:vertAlign w:val="subscript"/>
                <w:lang w:val="fr-FR"/>
              </w:rPr>
              <w:t>CBD</w:t>
            </w:r>
            <w:r w:rsidRPr="008C6DE4">
              <w:rPr>
                <w:rFonts w:ascii="Arial" w:hAnsi="Arial" w:cs="v4.2.0"/>
                <w:sz w:val="18"/>
                <w:lang w:val="fr-FR"/>
              </w:rPr>
              <w:t xml:space="preserve">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P) </w:t>
            </w:r>
            <w:r w:rsidRPr="008C6DE4">
              <w:rPr>
                <w:rFonts w:ascii="Arial" w:hAnsi="Arial" w:cs="Arial"/>
                <w:sz w:val="18"/>
                <w:szCs w:val="18"/>
                <w:lang w:val="fr-FR"/>
              </w:rPr>
              <w:sym w:font="Symbol" w:char="F0B4"/>
            </w:r>
            <w:r w:rsidRPr="008C6DE4">
              <w:rPr>
                <w:rFonts w:ascii="Arial" w:hAnsi="Arial" w:cs="v4.2.0"/>
                <w:sz w:val="18"/>
                <w:lang w:val="fr-FR"/>
              </w:rPr>
              <w:t xml:space="preserve"> T</w:t>
            </w:r>
            <w:r w:rsidRPr="008C6DE4">
              <w:rPr>
                <w:rFonts w:ascii="Arial" w:hAnsi="Arial" w:cs="v4.2.0"/>
                <w:sz w:val="18"/>
                <w:vertAlign w:val="subscript"/>
                <w:lang w:val="fr-FR"/>
              </w:rPr>
              <w:t>CSI-RS</w:t>
            </w:r>
            <w:r w:rsidRPr="008C6DE4">
              <w:rPr>
                <w:rFonts w:ascii="Arial" w:hAnsi="Arial" w:cs="v4.2.0"/>
                <w:sz w:val="18"/>
                <w:lang w:val="fr-FR"/>
              </w:rPr>
              <w:t>)</w:t>
            </w:r>
          </w:p>
        </w:tc>
      </w:tr>
      <w:tr w:rsidR="009F0B58" w:rsidRPr="008C6DE4" w14:paraId="57FC5990" w14:textId="77777777" w:rsidTr="00DF3064">
        <w:trPr>
          <w:jc w:val="center"/>
        </w:trPr>
        <w:tc>
          <w:tcPr>
            <w:tcW w:w="2035" w:type="dxa"/>
            <w:shd w:val="clear" w:color="auto" w:fill="auto"/>
          </w:tcPr>
          <w:p w14:paraId="00FE1F9C" w14:textId="77777777" w:rsidR="009F0B58" w:rsidRPr="008C6DE4" w:rsidRDefault="009F0B58" w:rsidP="009F0B58">
            <w:pPr>
              <w:keepNext/>
              <w:keepLines/>
              <w:spacing w:after="0"/>
              <w:jc w:val="center"/>
              <w:rPr>
                <w:rFonts w:ascii="Arial" w:hAnsi="Arial"/>
                <w:sz w:val="18"/>
              </w:rPr>
            </w:pPr>
            <w:r w:rsidRPr="008C6DE4">
              <w:rPr>
                <w:rFonts w:ascii="Arial" w:hAnsi="Arial"/>
                <w:sz w:val="18"/>
              </w:rPr>
              <w:t>DRX cycle &gt; 320ms</w:t>
            </w:r>
          </w:p>
        </w:tc>
        <w:tc>
          <w:tcPr>
            <w:tcW w:w="4582" w:type="dxa"/>
            <w:shd w:val="clear" w:color="auto" w:fill="auto"/>
          </w:tcPr>
          <w:p w14:paraId="300F59FF" w14:textId="4E4DD8EB" w:rsidR="009F0B58" w:rsidRPr="008C6DE4" w:rsidRDefault="009F0B58" w:rsidP="009F0B58">
            <w:pPr>
              <w:keepNext/>
              <w:keepLines/>
              <w:spacing w:after="0"/>
              <w:jc w:val="center"/>
              <w:rPr>
                <w:rFonts w:ascii="Arial" w:hAnsi="Arial"/>
                <w:sz w:val="18"/>
              </w:rPr>
            </w:pPr>
            <w:r w:rsidRPr="008C6DE4">
              <w:rPr>
                <w:rFonts w:ascii="Arial" w:hAnsi="Arial" w:cs="v4.2.0"/>
                <w:sz w:val="18"/>
                <w:lang w:val="fr-FR"/>
              </w:rPr>
              <w:t>Ceil(M</w:t>
            </w:r>
            <w:r w:rsidRPr="008C6DE4">
              <w:rPr>
                <w:rFonts w:ascii="Arial" w:hAnsi="Arial" w:cs="v4.2.0"/>
                <w:sz w:val="18"/>
                <w:vertAlign w:val="subscript"/>
                <w:lang w:val="fr-FR"/>
              </w:rPr>
              <w:t>CBD</w:t>
            </w:r>
            <w:r w:rsidRPr="008C6DE4">
              <w:rPr>
                <w:rFonts w:ascii="Arial" w:hAnsi="Arial" w:cs="v4.2.0"/>
                <w:sz w:val="18"/>
                <w:lang w:val="fr-FR"/>
              </w:rPr>
              <w:t xml:space="preserve">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P)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T</w:t>
            </w:r>
            <w:r w:rsidRPr="008C6DE4">
              <w:rPr>
                <w:rFonts w:ascii="Arial" w:hAnsi="Arial" w:cs="v4.2.0"/>
                <w:sz w:val="18"/>
                <w:vertAlign w:val="subscript"/>
                <w:lang w:val="fr-FR"/>
              </w:rPr>
              <w:t>DRX</w:t>
            </w:r>
          </w:p>
        </w:tc>
      </w:tr>
      <w:tr w:rsidR="00DF3064" w:rsidRPr="008C6DE4" w14:paraId="5DEEC33B" w14:textId="77777777" w:rsidTr="00DF3064">
        <w:trPr>
          <w:jc w:val="center"/>
        </w:trPr>
        <w:tc>
          <w:tcPr>
            <w:tcW w:w="6617" w:type="dxa"/>
            <w:gridSpan w:val="2"/>
            <w:shd w:val="clear" w:color="auto" w:fill="auto"/>
          </w:tcPr>
          <w:p w14:paraId="0704CB0F" w14:textId="77777777" w:rsidR="00DF3064" w:rsidRPr="008C6DE4" w:rsidRDefault="00DF3064" w:rsidP="00DF3064">
            <w:pPr>
              <w:keepNext/>
              <w:keepLines/>
              <w:spacing w:after="0"/>
              <w:ind w:left="851" w:hanging="851"/>
              <w:rPr>
                <w:rFonts w:ascii="Arial" w:hAnsi="Arial" w:cs="v4.2.0"/>
                <w:sz w:val="18"/>
              </w:rPr>
            </w:pPr>
            <w:r w:rsidRPr="008C6DE4">
              <w:rPr>
                <w:rFonts w:ascii="Arial" w:hAnsi="Arial"/>
                <w:sz w:val="18"/>
              </w:rPr>
              <w:t>Note:</w:t>
            </w:r>
            <w:r w:rsidRPr="008C6DE4">
              <w:rPr>
                <w:rFonts w:ascii="Arial" w:hAnsi="Arial"/>
                <w:sz w:val="28"/>
              </w:rPr>
              <w:tab/>
            </w:r>
            <w:r w:rsidRPr="008C6DE4">
              <w:rPr>
                <w:rFonts w:ascii="Arial" w:hAnsi="Arial" w:cs="v4.2.0"/>
                <w:sz w:val="18"/>
              </w:rPr>
              <w:t>T</w:t>
            </w:r>
            <w:r w:rsidRPr="008C6DE4">
              <w:rPr>
                <w:rFonts w:ascii="Arial" w:hAnsi="Arial" w:cs="v4.2.0"/>
                <w:sz w:val="18"/>
                <w:vertAlign w:val="subscript"/>
              </w:rPr>
              <w:t>CSI-RS</w:t>
            </w:r>
            <w:r w:rsidRPr="008C6DE4">
              <w:rPr>
                <w:rFonts w:ascii="Arial" w:hAnsi="Arial"/>
                <w:sz w:val="18"/>
              </w:rPr>
              <w:t xml:space="preserve"> is the periodicity of CSI-RS resource in the set </w:t>
            </w:r>
            <w:r w:rsidRPr="008C6DE4">
              <w:rPr>
                <w:rFonts w:ascii="Arial" w:hAnsi="Arial"/>
                <w:noProof/>
                <w:position w:val="-10"/>
                <w:sz w:val="18"/>
                <w:lang w:val="en-US" w:eastAsia="zh-CN"/>
              </w:rPr>
              <w:drawing>
                <wp:inline distT="0" distB="0" distL="0" distR="0" wp14:anchorId="385D49E3" wp14:editId="6DE851EB">
                  <wp:extent cx="133350" cy="200025"/>
                  <wp:effectExtent l="19050" t="0" r="0" b="0"/>
                  <wp:docPr id="68"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5" cstate="print"/>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Pr="008C6DE4">
              <w:rPr>
                <w:rFonts w:ascii="Arial" w:hAnsi="Arial"/>
                <w:sz w:val="18"/>
              </w:rPr>
              <w:t>.</w:t>
            </w:r>
            <w:r w:rsidRPr="008C6DE4">
              <w:rPr>
                <w:rFonts w:ascii="Arial" w:hAnsi="Arial" w:cs="v4.2.0"/>
                <w:sz w:val="18"/>
              </w:rPr>
              <w:t xml:space="preserve"> T</w:t>
            </w:r>
            <w:r w:rsidRPr="008C6DE4">
              <w:rPr>
                <w:rFonts w:ascii="Arial" w:hAnsi="Arial" w:cs="v4.2.0"/>
                <w:sz w:val="18"/>
                <w:vertAlign w:val="subscript"/>
              </w:rPr>
              <w:t>DRX</w:t>
            </w:r>
            <w:r w:rsidRPr="008C6DE4">
              <w:rPr>
                <w:rFonts w:ascii="Arial" w:hAnsi="Arial"/>
                <w:sz w:val="18"/>
              </w:rPr>
              <w:t xml:space="preserve"> is the DRX cycle length.</w:t>
            </w:r>
          </w:p>
        </w:tc>
      </w:tr>
    </w:tbl>
    <w:p w14:paraId="2BC4A4E6" w14:textId="77777777" w:rsidR="00DF3064" w:rsidRPr="008C6DE4" w:rsidRDefault="00DF3064" w:rsidP="00DF3064">
      <w:pPr>
        <w:rPr>
          <w:rFonts w:eastAsia="?? ??"/>
        </w:rPr>
      </w:pPr>
    </w:p>
    <w:p w14:paraId="31F6C5B3" w14:textId="77777777" w:rsidR="00DF3064" w:rsidRPr="008C6DE4" w:rsidRDefault="00DF3064" w:rsidP="00DF3064">
      <w:pPr>
        <w:keepNext/>
        <w:keepLines/>
        <w:spacing w:before="60"/>
        <w:jc w:val="center"/>
        <w:rPr>
          <w:rFonts w:ascii="Arial" w:hAnsi="Arial"/>
          <w:b/>
        </w:rPr>
      </w:pPr>
      <w:r w:rsidRPr="008C6DE4">
        <w:rPr>
          <w:rFonts w:ascii="Arial" w:hAnsi="Arial"/>
          <w:b/>
        </w:rPr>
        <w:t>Table 8.5.6.2-2: Evaluation period T</w:t>
      </w:r>
      <w:r w:rsidRPr="008C6DE4">
        <w:rPr>
          <w:rFonts w:ascii="Arial" w:hAnsi="Arial"/>
          <w:b/>
          <w:vertAlign w:val="subscript"/>
        </w:rPr>
        <w:t>Evaluate_CBD_CSI-RS</w:t>
      </w:r>
      <w:r w:rsidRPr="008C6DE4">
        <w:rPr>
          <w:rFonts w:ascii="Arial" w:hAnsi="Arial"/>
          <w:b/>
        </w:rPr>
        <w:t xml:space="preserve"> for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4582"/>
      </w:tblGrid>
      <w:tr w:rsidR="00DD3199" w:rsidRPr="008C6DE4" w14:paraId="0E5D18CE" w14:textId="77777777" w:rsidTr="00DF3064">
        <w:trPr>
          <w:jc w:val="center"/>
        </w:trPr>
        <w:tc>
          <w:tcPr>
            <w:tcW w:w="2035" w:type="dxa"/>
            <w:shd w:val="clear" w:color="auto" w:fill="auto"/>
          </w:tcPr>
          <w:p w14:paraId="630B3C11"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Configuration</w:t>
            </w:r>
          </w:p>
        </w:tc>
        <w:tc>
          <w:tcPr>
            <w:tcW w:w="4582" w:type="dxa"/>
            <w:shd w:val="clear" w:color="auto" w:fill="auto"/>
          </w:tcPr>
          <w:p w14:paraId="410C426D" w14:textId="77777777" w:rsidR="00DF3064" w:rsidRPr="008C6DE4" w:rsidRDefault="00DF3064" w:rsidP="00DF3064">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Evaluate_CBD_CSI-RS</w:t>
            </w:r>
            <w:r w:rsidRPr="008C6DE4">
              <w:rPr>
                <w:rFonts w:ascii="Arial" w:hAnsi="Arial"/>
                <w:b/>
                <w:sz w:val="18"/>
              </w:rPr>
              <w:t xml:space="preserve"> (ms) </w:t>
            </w:r>
          </w:p>
        </w:tc>
      </w:tr>
      <w:tr w:rsidR="009F0B58" w:rsidRPr="008C6DE4" w14:paraId="7180FDC5" w14:textId="77777777" w:rsidTr="00DF3064">
        <w:trPr>
          <w:jc w:val="center"/>
        </w:trPr>
        <w:tc>
          <w:tcPr>
            <w:tcW w:w="2035" w:type="dxa"/>
            <w:shd w:val="clear" w:color="auto" w:fill="auto"/>
          </w:tcPr>
          <w:p w14:paraId="248D5C12" w14:textId="77777777" w:rsidR="009F0B58" w:rsidRPr="008C6DE4" w:rsidRDefault="009F0B58" w:rsidP="009F0B58">
            <w:pPr>
              <w:keepNext/>
              <w:keepLines/>
              <w:spacing w:after="0"/>
              <w:jc w:val="center"/>
              <w:rPr>
                <w:rFonts w:ascii="Arial" w:hAnsi="Arial"/>
                <w:sz w:val="18"/>
              </w:rPr>
            </w:pPr>
            <w:r w:rsidRPr="008C6DE4">
              <w:rPr>
                <w:rFonts w:ascii="Arial" w:hAnsi="Arial"/>
                <w:sz w:val="18"/>
              </w:rPr>
              <w:t xml:space="preserve">non-DRX, DRX cycle </w:t>
            </w:r>
            <w:r w:rsidRPr="008C6DE4">
              <w:rPr>
                <w:rFonts w:ascii="Arial" w:hAnsi="Arial" w:cs="Arial" w:hint="eastAsia"/>
                <w:sz w:val="18"/>
              </w:rPr>
              <w:t>≤</w:t>
            </w:r>
            <w:r w:rsidRPr="008C6DE4">
              <w:rPr>
                <w:rFonts w:ascii="Arial" w:hAnsi="Arial" w:cs="Arial"/>
                <w:sz w:val="18"/>
              </w:rPr>
              <w:t xml:space="preserve"> </w:t>
            </w:r>
            <w:r w:rsidRPr="008C6DE4">
              <w:rPr>
                <w:rFonts w:ascii="Arial" w:hAnsi="Arial"/>
                <w:sz w:val="18"/>
              </w:rPr>
              <w:t>320ms</w:t>
            </w:r>
          </w:p>
        </w:tc>
        <w:tc>
          <w:tcPr>
            <w:tcW w:w="4582" w:type="dxa"/>
            <w:shd w:val="clear" w:color="auto" w:fill="auto"/>
          </w:tcPr>
          <w:p w14:paraId="5E11F215" w14:textId="512CA05A" w:rsidR="009F0B58" w:rsidRPr="008C6DE4" w:rsidRDefault="009F0B58" w:rsidP="009F0B58">
            <w:pPr>
              <w:keepNext/>
              <w:keepLines/>
              <w:spacing w:after="0"/>
              <w:jc w:val="center"/>
              <w:rPr>
                <w:rFonts w:ascii="Arial" w:hAnsi="Arial"/>
                <w:sz w:val="18"/>
              </w:rPr>
            </w:pPr>
            <w:r w:rsidRPr="008C6DE4">
              <w:rPr>
                <w:rFonts w:ascii="Arial" w:hAnsi="Arial" w:cs="v4.2.0"/>
                <w:sz w:val="18"/>
                <w:lang w:val="fr-FR"/>
              </w:rPr>
              <w:t>Max(25, Ceil(M</w:t>
            </w:r>
            <w:r w:rsidRPr="008C6DE4">
              <w:rPr>
                <w:rFonts w:ascii="Arial" w:hAnsi="Arial" w:cs="v4.2.0"/>
                <w:sz w:val="18"/>
                <w:vertAlign w:val="subscript"/>
                <w:lang w:val="fr-FR"/>
              </w:rPr>
              <w:t>CBD</w:t>
            </w:r>
            <w:r w:rsidRPr="008C6DE4">
              <w:rPr>
                <w:rFonts w:ascii="Arial" w:hAnsi="Arial" w:cs="v4.2.0"/>
                <w:sz w:val="18"/>
                <w:lang w:val="fr-FR"/>
              </w:rPr>
              <w:t xml:space="preserve">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P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N) </w:t>
            </w:r>
            <w:r w:rsidRPr="008C6DE4">
              <w:rPr>
                <w:rFonts w:ascii="Arial" w:hAnsi="Arial" w:cs="Arial"/>
                <w:sz w:val="18"/>
                <w:szCs w:val="18"/>
                <w:lang w:val="fr-FR"/>
              </w:rPr>
              <w:sym w:font="Symbol" w:char="F0B4"/>
            </w:r>
            <w:r w:rsidRPr="008C6DE4">
              <w:rPr>
                <w:rFonts w:ascii="Arial" w:hAnsi="Arial" w:cs="v4.2.0"/>
                <w:sz w:val="18"/>
                <w:lang w:val="fr-FR"/>
              </w:rPr>
              <w:t xml:space="preserve"> T</w:t>
            </w:r>
            <w:r w:rsidRPr="008C6DE4">
              <w:rPr>
                <w:rFonts w:ascii="Arial" w:hAnsi="Arial" w:cs="v4.2.0"/>
                <w:sz w:val="18"/>
                <w:vertAlign w:val="subscript"/>
                <w:lang w:val="fr-FR"/>
              </w:rPr>
              <w:t>CSI-RS</w:t>
            </w:r>
            <w:r w:rsidRPr="008C6DE4">
              <w:rPr>
                <w:rFonts w:ascii="Arial" w:hAnsi="Arial" w:cs="v4.2.0"/>
                <w:sz w:val="18"/>
                <w:lang w:val="fr-FR"/>
              </w:rPr>
              <w:t>)</w:t>
            </w:r>
          </w:p>
        </w:tc>
      </w:tr>
      <w:tr w:rsidR="009F0B58" w:rsidRPr="008C6DE4" w14:paraId="4FCB51D7" w14:textId="77777777" w:rsidTr="00DF3064">
        <w:trPr>
          <w:jc w:val="center"/>
        </w:trPr>
        <w:tc>
          <w:tcPr>
            <w:tcW w:w="2035" w:type="dxa"/>
            <w:shd w:val="clear" w:color="auto" w:fill="auto"/>
          </w:tcPr>
          <w:p w14:paraId="7C946F37" w14:textId="77777777" w:rsidR="009F0B58" w:rsidRPr="008C6DE4" w:rsidRDefault="009F0B58" w:rsidP="009F0B58">
            <w:pPr>
              <w:keepNext/>
              <w:keepLines/>
              <w:spacing w:after="0"/>
              <w:jc w:val="center"/>
              <w:rPr>
                <w:rFonts w:ascii="Arial" w:hAnsi="Arial"/>
                <w:sz w:val="18"/>
              </w:rPr>
            </w:pPr>
            <w:r w:rsidRPr="008C6DE4">
              <w:rPr>
                <w:rFonts w:ascii="Arial" w:hAnsi="Arial"/>
                <w:sz w:val="18"/>
              </w:rPr>
              <w:t>DRX cycle &gt; 320ms</w:t>
            </w:r>
          </w:p>
        </w:tc>
        <w:tc>
          <w:tcPr>
            <w:tcW w:w="4582" w:type="dxa"/>
            <w:shd w:val="clear" w:color="auto" w:fill="auto"/>
          </w:tcPr>
          <w:p w14:paraId="657B8C89" w14:textId="4CCEBB4C" w:rsidR="009F0B58" w:rsidRPr="008C6DE4" w:rsidRDefault="009F0B58" w:rsidP="009F0B58">
            <w:pPr>
              <w:keepNext/>
              <w:keepLines/>
              <w:spacing w:after="0"/>
              <w:jc w:val="center"/>
              <w:rPr>
                <w:rFonts w:ascii="Arial" w:hAnsi="Arial"/>
                <w:sz w:val="18"/>
              </w:rPr>
            </w:pPr>
            <w:r w:rsidRPr="008C6DE4">
              <w:rPr>
                <w:rFonts w:ascii="Arial" w:hAnsi="Arial" w:cs="v4.2.0"/>
                <w:sz w:val="18"/>
                <w:lang w:val="fr-FR"/>
              </w:rPr>
              <w:t>Ceil(M</w:t>
            </w:r>
            <w:r w:rsidRPr="008C6DE4">
              <w:rPr>
                <w:rFonts w:ascii="Arial" w:hAnsi="Arial" w:cs="v4.2.0"/>
                <w:sz w:val="18"/>
                <w:vertAlign w:val="subscript"/>
                <w:lang w:val="fr-FR"/>
              </w:rPr>
              <w:t>CBD</w:t>
            </w:r>
            <w:r w:rsidRPr="008C6DE4">
              <w:rPr>
                <w:rFonts w:ascii="Arial" w:hAnsi="Arial" w:cs="v4.2.0"/>
                <w:sz w:val="18"/>
                <w:lang w:val="fr-FR"/>
              </w:rPr>
              <w:t xml:space="preserve">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P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 xml:space="preserve">N) </w:t>
            </w:r>
            <w:r w:rsidRPr="008C6DE4">
              <w:rPr>
                <w:rFonts w:ascii="Arial" w:hAnsi="Arial" w:cs="Arial"/>
                <w:sz w:val="18"/>
                <w:szCs w:val="18"/>
                <w:lang w:val="fr-FR"/>
              </w:rPr>
              <w:sym w:font="Symbol" w:char="F0B4"/>
            </w:r>
            <w:r w:rsidRPr="008C6DE4">
              <w:rPr>
                <w:rFonts w:ascii="Arial" w:hAnsi="Arial" w:cs="Arial"/>
                <w:sz w:val="18"/>
                <w:szCs w:val="18"/>
                <w:lang w:val="fr-FR"/>
              </w:rPr>
              <w:t xml:space="preserve"> </w:t>
            </w:r>
            <w:r w:rsidRPr="008C6DE4">
              <w:rPr>
                <w:rFonts w:ascii="Arial" w:hAnsi="Arial" w:cs="v4.2.0"/>
                <w:sz w:val="18"/>
                <w:lang w:val="fr-FR"/>
              </w:rPr>
              <w:t>T</w:t>
            </w:r>
            <w:r w:rsidRPr="008C6DE4">
              <w:rPr>
                <w:rFonts w:ascii="Arial" w:hAnsi="Arial" w:cs="v4.2.0"/>
                <w:sz w:val="18"/>
                <w:vertAlign w:val="subscript"/>
                <w:lang w:val="fr-FR"/>
              </w:rPr>
              <w:t>DRX</w:t>
            </w:r>
          </w:p>
        </w:tc>
      </w:tr>
      <w:tr w:rsidR="00DF3064" w:rsidRPr="008C6DE4" w14:paraId="5A8BC6D6" w14:textId="77777777" w:rsidTr="00DF3064">
        <w:trPr>
          <w:jc w:val="center"/>
        </w:trPr>
        <w:tc>
          <w:tcPr>
            <w:tcW w:w="6617" w:type="dxa"/>
            <w:gridSpan w:val="2"/>
            <w:shd w:val="clear" w:color="auto" w:fill="auto"/>
          </w:tcPr>
          <w:p w14:paraId="460F786D" w14:textId="77777777" w:rsidR="00DF3064" w:rsidRPr="008C6DE4" w:rsidRDefault="00DF3064" w:rsidP="00DF3064">
            <w:pPr>
              <w:keepNext/>
              <w:keepLines/>
              <w:spacing w:after="0"/>
              <w:ind w:left="851" w:hanging="851"/>
              <w:rPr>
                <w:rFonts w:ascii="Arial" w:hAnsi="Arial" w:cs="v4.2.0"/>
                <w:sz w:val="18"/>
              </w:rPr>
            </w:pPr>
            <w:r w:rsidRPr="008C6DE4">
              <w:rPr>
                <w:rFonts w:ascii="Arial" w:hAnsi="Arial"/>
                <w:sz w:val="18"/>
              </w:rPr>
              <w:t>Note:</w:t>
            </w:r>
            <w:r w:rsidRPr="008C6DE4">
              <w:rPr>
                <w:rFonts w:ascii="Arial" w:hAnsi="Arial"/>
                <w:sz w:val="28"/>
              </w:rPr>
              <w:tab/>
            </w:r>
            <w:r w:rsidRPr="008C6DE4">
              <w:rPr>
                <w:rFonts w:ascii="Arial" w:hAnsi="Arial" w:cs="v4.2.0"/>
                <w:sz w:val="18"/>
              </w:rPr>
              <w:t>T</w:t>
            </w:r>
            <w:r w:rsidRPr="008C6DE4">
              <w:rPr>
                <w:rFonts w:ascii="Arial" w:hAnsi="Arial" w:cs="v4.2.0"/>
                <w:sz w:val="18"/>
                <w:vertAlign w:val="subscript"/>
              </w:rPr>
              <w:t>CSI-RS</w:t>
            </w:r>
            <w:r w:rsidRPr="008C6DE4">
              <w:rPr>
                <w:rFonts w:ascii="Arial" w:hAnsi="Arial"/>
                <w:sz w:val="18"/>
              </w:rPr>
              <w:t xml:space="preserve"> is the periodicity of CSI-RS resource in the set </w:t>
            </w:r>
            <w:r w:rsidRPr="008C6DE4">
              <w:rPr>
                <w:rFonts w:ascii="Arial" w:hAnsi="Arial"/>
                <w:noProof/>
                <w:position w:val="-10"/>
                <w:sz w:val="18"/>
                <w:lang w:val="en-US" w:eastAsia="zh-CN"/>
              </w:rPr>
              <w:drawing>
                <wp:inline distT="0" distB="0" distL="0" distR="0" wp14:anchorId="049B9704" wp14:editId="5FFD24A1">
                  <wp:extent cx="133350" cy="200025"/>
                  <wp:effectExtent l="19050" t="0" r="0" b="0"/>
                  <wp:docPr id="69"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5" cstate="print"/>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Pr="008C6DE4">
              <w:rPr>
                <w:rFonts w:ascii="Arial" w:hAnsi="Arial"/>
                <w:sz w:val="18"/>
              </w:rPr>
              <w:t>.</w:t>
            </w:r>
            <w:r w:rsidRPr="008C6DE4">
              <w:rPr>
                <w:rFonts w:ascii="Arial" w:hAnsi="Arial" w:cs="v4.2.0"/>
                <w:sz w:val="18"/>
              </w:rPr>
              <w:t xml:space="preserve"> T</w:t>
            </w:r>
            <w:r w:rsidRPr="008C6DE4">
              <w:rPr>
                <w:rFonts w:ascii="Arial" w:hAnsi="Arial" w:cs="v4.2.0"/>
                <w:sz w:val="18"/>
                <w:vertAlign w:val="subscript"/>
              </w:rPr>
              <w:t>DRX</w:t>
            </w:r>
            <w:r w:rsidRPr="008C6DE4">
              <w:rPr>
                <w:rFonts w:ascii="Arial" w:hAnsi="Arial"/>
                <w:sz w:val="18"/>
              </w:rPr>
              <w:t xml:space="preserve"> is the DRX cycle length.</w:t>
            </w:r>
          </w:p>
        </w:tc>
      </w:tr>
    </w:tbl>
    <w:p w14:paraId="3F57E665" w14:textId="77777777" w:rsidR="00DF3064" w:rsidRPr="008C6DE4" w:rsidRDefault="00DF3064" w:rsidP="00DF3064">
      <w:pPr>
        <w:rPr>
          <w:rFonts w:eastAsia="?? ??"/>
        </w:rPr>
      </w:pPr>
    </w:p>
    <w:p w14:paraId="2A2E84B0" w14:textId="219E2A94" w:rsidR="00DF3064" w:rsidRPr="008C6DE4" w:rsidRDefault="0048284E" w:rsidP="0048284E">
      <w:pPr>
        <w:pStyle w:val="Heading4"/>
      </w:pPr>
      <w:r w:rsidRPr="008C6DE4">
        <w:t>8.5.6.3</w:t>
      </w:r>
      <w:r w:rsidR="00DF3064" w:rsidRPr="008C6DE4">
        <w:tab/>
        <w:t>Measurement restriction for CSI-RS based candidate beam detection</w:t>
      </w:r>
    </w:p>
    <w:p w14:paraId="55A51F2A" w14:textId="412E4F16" w:rsidR="00DF3064" w:rsidRPr="008C6DE4" w:rsidRDefault="00DF3064" w:rsidP="00DF3064">
      <w:r w:rsidRPr="008C6DE4">
        <w:t>For both FR1 and FR2, when the CSI-RS for CBD measurement is in the same OFDM symbol as SSB for RLM, BFD, CBD or L1-RSRP measurement, UE is not required to receive CSI-RS for CBD measurement in the PRBs that overlap with an SSB.</w:t>
      </w:r>
    </w:p>
    <w:p w14:paraId="3AA9762F" w14:textId="6179B00B" w:rsidR="00DF3064" w:rsidRPr="008C6DE4" w:rsidRDefault="00DF3064" w:rsidP="00DF3064">
      <w:r w:rsidRPr="008C6DE4">
        <w:rPr>
          <w:lang w:eastAsia="zh-CN"/>
        </w:rPr>
        <w:t xml:space="preserve">For FR1, when the SSB </w:t>
      </w:r>
      <w:r w:rsidRPr="008C6DE4">
        <w:t>for RLM, BFD, CBD or L1-RSRP measurement</w:t>
      </w:r>
      <w:r w:rsidRPr="008C6DE4">
        <w:rPr>
          <w:lang w:eastAsia="zh-CN"/>
        </w:rPr>
        <w:t xml:space="preserve"> is within the active BWP and has same SCS than CSI-RS for CBD measurement, t</w:t>
      </w:r>
      <w:r w:rsidRPr="008C6DE4">
        <w:t>he UE shall be able to perform CSI-RS based CBD measurement without restrictions.</w:t>
      </w:r>
    </w:p>
    <w:p w14:paraId="1227C072" w14:textId="53A0FB8D" w:rsidR="00DF3064" w:rsidRPr="008C6DE4" w:rsidRDefault="00DF3064" w:rsidP="00DF3064">
      <w:r w:rsidRPr="008C6DE4">
        <w:t xml:space="preserve">For FR1, </w:t>
      </w:r>
      <w:r w:rsidRPr="008C6DE4">
        <w:rPr>
          <w:lang w:eastAsia="zh-CN"/>
        </w:rPr>
        <w:t xml:space="preserve">when the SSB </w:t>
      </w:r>
      <w:r w:rsidRPr="008C6DE4">
        <w:t>for RLM, BFD, CBD or L1-RSRP measurement</w:t>
      </w:r>
      <w:r w:rsidRPr="008C6DE4">
        <w:rPr>
          <w:lang w:eastAsia="zh-CN"/>
        </w:rPr>
        <w:t xml:space="preserve"> is within the active BWP and has different SCS than CSI-RS for CBD measurement, t</w:t>
      </w:r>
      <w:r w:rsidRPr="008C6DE4">
        <w:rPr>
          <w:lang w:val="en-US" w:eastAsia="zh-CN"/>
        </w:rPr>
        <w:t xml:space="preserve">he UE shall be able to perform CSI-RS </w:t>
      </w:r>
      <w:r w:rsidRPr="008C6DE4">
        <w:t>based CBD measurement with restrictions according to its capabilities:</w:t>
      </w:r>
    </w:p>
    <w:p w14:paraId="1A0E80F3" w14:textId="77777777" w:rsidR="00DF3064" w:rsidRPr="008C6DE4" w:rsidRDefault="00DF3064" w:rsidP="00DF3064">
      <w:pPr>
        <w:ind w:left="851" w:hanging="284"/>
      </w:pPr>
      <w:r w:rsidRPr="008C6DE4">
        <w:t>-</w:t>
      </w:r>
      <w:r w:rsidRPr="008C6DE4">
        <w:tab/>
        <w:t xml:space="preserve">If the UE supports </w:t>
      </w:r>
      <w:r w:rsidRPr="008C6DE4">
        <w:rPr>
          <w:i/>
        </w:rPr>
        <w:t>simultaneousRxDataSSB-DiffNumerology</w:t>
      </w:r>
      <w:r w:rsidRPr="008C6DE4">
        <w:t xml:space="preserve"> the </w:t>
      </w:r>
      <w:r w:rsidRPr="008C6DE4">
        <w:rPr>
          <w:lang w:val="en-US" w:eastAsia="zh-CN"/>
        </w:rPr>
        <w:t xml:space="preserve">UE shall be able to perform CSI-RS </w:t>
      </w:r>
      <w:r w:rsidRPr="008C6DE4">
        <w:t>based CBD measurement for without restrictions.</w:t>
      </w:r>
    </w:p>
    <w:p w14:paraId="3975B236" w14:textId="77777777" w:rsidR="00DF3064" w:rsidRPr="008C6DE4" w:rsidRDefault="00DF3064" w:rsidP="00DF3064">
      <w:pPr>
        <w:ind w:left="851" w:hanging="284"/>
        <w:rPr>
          <w:lang w:val="en-US" w:eastAsia="zh-CN"/>
        </w:rPr>
      </w:pPr>
      <w:r w:rsidRPr="008C6DE4">
        <w:t>-</w:t>
      </w:r>
      <w:r w:rsidRPr="008C6DE4">
        <w:tab/>
        <w:t xml:space="preserve">If the UE does not support </w:t>
      </w:r>
      <w:r w:rsidRPr="008C6DE4">
        <w:rPr>
          <w:i/>
        </w:rPr>
        <w:t>simultaneousRxDataSSB-DiffNumerology</w:t>
      </w:r>
      <w:r w:rsidRPr="008C6DE4">
        <w:t xml:space="preserve">, UE is required to measure one of but not both CSI-RS for CBD measurement and SSB. Longer measurement period for CSI-RS based CBD measurement is expected, and </w:t>
      </w:r>
      <w:r w:rsidRPr="008C6DE4">
        <w:rPr>
          <w:lang w:val="en-US"/>
        </w:rPr>
        <w:t>no requirements are defined.</w:t>
      </w:r>
    </w:p>
    <w:p w14:paraId="7342837A" w14:textId="78661698" w:rsidR="00DF3064" w:rsidRPr="008C6DE4" w:rsidRDefault="00DF3064" w:rsidP="00DF3064">
      <w:r w:rsidRPr="008C6DE4">
        <w:t>For FR1, when the CSI-RS for CBD measurement is in the same OFDM symbol as another CSI-RS for RLM, BFD, CBD or L1-RSRP measurement, UE shall be able to measure the CSI-RS for CBD measurement without any restriction.</w:t>
      </w:r>
    </w:p>
    <w:p w14:paraId="5E0AC82E" w14:textId="77777777" w:rsidR="00EC769A" w:rsidRPr="008C6DE4" w:rsidRDefault="00EC769A" w:rsidP="00EC769A">
      <w:bookmarkStart w:id="142" w:name="_Toc5952658"/>
      <w:r w:rsidRPr="008C6DE4">
        <w:t xml:space="preserve">For FR2, when the CSI-RS for CBD measurement </w:t>
      </w:r>
      <w:r w:rsidRPr="008C6DE4">
        <w:rPr>
          <w:rFonts w:eastAsia="Malgun Gothic"/>
          <w:lang w:eastAsia="ja-JP"/>
        </w:rPr>
        <w:t xml:space="preserve">on one CC </w:t>
      </w:r>
      <w:r w:rsidRPr="008C6DE4">
        <w:t>is in the same OFDM symbol as SSB for RLM, BFD, CBD or L1-RSRP measurement</w:t>
      </w:r>
      <w:r w:rsidRPr="008C6DE4">
        <w:rPr>
          <w:rFonts w:eastAsia="Malgun Gothic"/>
          <w:lang w:eastAsia="ja-JP"/>
        </w:rPr>
        <w:t xml:space="preserve"> on the same CC or different CCs in the same band</w:t>
      </w:r>
      <w:r w:rsidRPr="008C6DE4">
        <w:t>, UE is required to measure one of but not both CSI-RS for CBD measurement and SSB. Longer evaluation period for CSI-RS based CBD measurement is expected, and no requirements are defined.</w:t>
      </w:r>
    </w:p>
    <w:p w14:paraId="5EAE7B27" w14:textId="77777777" w:rsidR="00EC769A" w:rsidRPr="008C6DE4" w:rsidRDefault="00EC769A" w:rsidP="00EC769A">
      <w:pPr>
        <w:rPr>
          <w:rFonts w:eastAsia="?? ??"/>
        </w:rPr>
      </w:pPr>
      <w:r w:rsidRPr="008C6DE4">
        <w:t xml:space="preserve">For FR2, when the CSI-RS for CBD measurement </w:t>
      </w:r>
      <w:r w:rsidRPr="008C6DE4">
        <w:rPr>
          <w:rFonts w:eastAsia="Malgun Gothic"/>
          <w:lang w:eastAsia="ja-JP"/>
        </w:rPr>
        <w:t xml:space="preserve">on one CC </w:t>
      </w:r>
      <w:r w:rsidRPr="008C6DE4">
        <w:t>is in the same OFDM symbol as another CSI-RS for RLM, BFD, CBD or L1-RSRP measurement</w:t>
      </w:r>
      <w:r w:rsidRPr="008C6DE4">
        <w:rPr>
          <w:rFonts w:eastAsia="Malgun Gothic"/>
          <w:lang w:eastAsia="ja-JP"/>
        </w:rPr>
        <w:t xml:space="preserve"> on the same CC or different CCs in the same band</w:t>
      </w:r>
      <w:r w:rsidRPr="008C6DE4">
        <w:t>, UE is required to measure one of but not both CSI-RS for CBD measurement and the other CSI-RS. Longer evaluation period for CSI-RS based CBD measurement is expected, and no requirements are defined.</w:t>
      </w:r>
    </w:p>
    <w:p w14:paraId="1DFE2BBE" w14:textId="422F844B" w:rsidR="00DF3064" w:rsidRPr="008C6DE4" w:rsidRDefault="0048284E" w:rsidP="0048284E">
      <w:pPr>
        <w:pStyle w:val="Heading3"/>
      </w:pPr>
      <w:r w:rsidRPr="008C6DE4">
        <w:t>8.5.7</w:t>
      </w:r>
      <w:r w:rsidR="00DF3064" w:rsidRPr="008C6DE4">
        <w:tab/>
        <w:t>Scheduling availability of UE during beam failure detection</w:t>
      </w:r>
      <w:bookmarkEnd w:id="142"/>
    </w:p>
    <w:p w14:paraId="3AE0EA12" w14:textId="77777777" w:rsidR="00DF3064" w:rsidRPr="008C6DE4" w:rsidRDefault="00DF3064" w:rsidP="00DF3064">
      <w:pPr>
        <w:rPr>
          <w:lang w:eastAsia="zh-CN"/>
        </w:rPr>
      </w:pPr>
      <w:r w:rsidRPr="008C6DE4">
        <w:rPr>
          <w:lang w:eastAsia="zh-CN"/>
        </w:rPr>
        <w:t>Scheduling availability restrictions when the UE is performing beam failure detection are described in the following clauses.</w:t>
      </w:r>
    </w:p>
    <w:p w14:paraId="61808A68" w14:textId="328B4380" w:rsidR="00DF3064" w:rsidRPr="008C6DE4" w:rsidRDefault="0048284E" w:rsidP="0048284E">
      <w:pPr>
        <w:pStyle w:val="Heading4"/>
      </w:pPr>
      <w:r w:rsidRPr="008C6DE4">
        <w:rPr>
          <w:rFonts w:eastAsia="?? ??"/>
        </w:rPr>
        <w:t>8.5.</w:t>
      </w:r>
      <w:r w:rsidRPr="008C6DE4">
        <w:rPr>
          <w:rFonts w:eastAsia="?? ??"/>
          <w:lang w:eastAsia="ja-JP"/>
        </w:rPr>
        <w:t>7</w:t>
      </w:r>
      <w:r w:rsidRPr="008C6DE4">
        <w:rPr>
          <w:rFonts w:eastAsia="?? ??"/>
        </w:rPr>
        <w:t>.1</w:t>
      </w:r>
      <w:r w:rsidR="00DF3064" w:rsidRPr="008C6DE4">
        <w:rPr>
          <w:rFonts w:eastAsia="?? ??"/>
        </w:rPr>
        <w:tab/>
        <w:t>Scheduling availability of UE performing beam failure detection with a same subcarrier spacing as PDSCH/PDCCH on FR1</w:t>
      </w:r>
    </w:p>
    <w:p w14:paraId="1B4A97C4" w14:textId="4FD79C86" w:rsidR="00DF3064" w:rsidRPr="008C6DE4" w:rsidRDefault="00DF3064" w:rsidP="00DF3064">
      <w:r w:rsidRPr="008C6DE4">
        <w:t xml:space="preserve">There are no scheduling restrictions due to </w:t>
      </w:r>
      <w:r w:rsidRPr="008C6DE4">
        <w:rPr>
          <w:rFonts w:eastAsia="MS Mincho"/>
          <w:lang w:eastAsia="ja-JP"/>
        </w:rPr>
        <w:t>beam failure detection</w:t>
      </w:r>
      <w:r w:rsidRPr="008C6DE4">
        <w:t xml:space="preserve"> performed on SSB and CSI-RS configured for BFD with the same SCS as PDSCH or PDCCH in FR1.</w:t>
      </w:r>
    </w:p>
    <w:p w14:paraId="17AD07D5" w14:textId="7B38774D" w:rsidR="00DF3064" w:rsidRPr="008C6DE4" w:rsidRDefault="0048284E" w:rsidP="0048284E">
      <w:pPr>
        <w:pStyle w:val="Heading4"/>
      </w:pPr>
      <w:r w:rsidRPr="008C6DE4">
        <w:t>8.5.</w:t>
      </w:r>
      <w:r w:rsidRPr="008C6DE4">
        <w:rPr>
          <w:lang w:eastAsia="ja-JP"/>
        </w:rPr>
        <w:t>7</w:t>
      </w:r>
      <w:r w:rsidRPr="008C6DE4">
        <w:t>.2</w:t>
      </w:r>
      <w:r w:rsidR="00DF3064" w:rsidRPr="008C6DE4">
        <w:tab/>
        <w:t>Scheduling availability of UE performing beam failure detection with a different subcarrier spacing than PDSCH/PDCCH on FR1</w:t>
      </w:r>
    </w:p>
    <w:p w14:paraId="641230BF" w14:textId="67243119" w:rsidR="00DF3064" w:rsidRPr="008C6DE4" w:rsidRDefault="00DF3064" w:rsidP="00DF3064">
      <w:pPr>
        <w:rPr>
          <w:rFonts w:eastAsia="MS Mincho"/>
          <w:lang w:eastAsia="ja-JP"/>
        </w:rPr>
      </w:pPr>
      <w:r w:rsidRPr="008C6DE4">
        <w:t>For UEs which support</w:t>
      </w:r>
      <w:r w:rsidRPr="008C6DE4">
        <w:rPr>
          <w:i/>
        </w:rPr>
        <w:t xml:space="preserve"> simultaneousRxDataSSB-DiffNumerology</w:t>
      </w:r>
      <w:r w:rsidRPr="008C6DE4">
        <w:rPr>
          <w:rFonts w:eastAsia="MS Mincho"/>
          <w:i/>
          <w:lang w:eastAsia="ja-JP"/>
        </w:rPr>
        <w:t xml:space="preserve"> </w:t>
      </w:r>
      <w:r w:rsidRPr="008C6DE4">
        <w:t xml:space="preserve">[14] there are no restrictions on scheduling availability due to </w:t>
      </w:r>
      <w:r w:rsidRPr="008C6DE4">
        <w:rPr>
          <w:rFonts w:eastAsia="MS Mincho"/>
          <w:lang w:eastAsia="ja-JP"/>
        </w:rPr>
        <w:t>beam failure detection when SSB is configured as BFD</w:t>
      </w:r>
      <w:r w:rsidRPr="008C6DE4">
        <w:t xml:space="preserve">. For UEs which do not support </w:t>
      </w:r>
      <w:r w:rsidRPr="008C6DE4">
        <w:rPr>
          <w:i/>
        </w:rPr>
        <w:t xml:space="preserve">simultaneousRxDataSSB-DiffNumerology </w:t>
      </w:r>
      <w:r w:rsidRPr="008C6DE4">
        <w:t xml:space="preserve">[14] the following restrictions apply due to </w:t>
      </w:r>
      <w:r w:rsidRPr="008C6DE4">
        <w:rPr>
          <w:rFonts w:eastAsia="MS Mincho"/>
          <w:lang w:eastAsia="ja-JP"/>
        </w:rPr>
        <w:t>beam failure detection when SSB is configured as BFD.</w:t>
      </w:r>
    </w:p>
    <w:p w14:paraId="28E4FC56" w14:textId="7F82C12C" w:rsidR="00DF3064" w:rsidRPr="008C6DE4" w:rsidRDefault="00DF3064" w:rsidP="00DF3064">
      <w:pPr>
        <w:ind w:left="568" w:hanging="284"/>
        <w:rPr>
          <w:rFonts w:eastAsia="MS Mincho"/>
          <w:lang w:eastAsia="ja-JP"/>
        </w:rPr>
      </w:pPr>
      <w:r w:rsidRPr="008C6DE4">
        <w:rPr>
          <w:lang w:eastAsia="zh-CN"/>
        </w:rPr>
        <w:t>-</w:t>
      </w:r>
      <w:r w:rsidRPr="008C6DE4">
        <w:rPr>
          <w:lang w:eastAsia="zh-CN"/>
        </w:rPr>
        <w:tab/>
      </w:r>
      <w:r w:rsidRPr="008C6DE4">
        <w:rPr>
          <w:rFonts w:eastAsia="MS Mincho"/>
          <w:lang w:eastAsia="ja-JP"/>
        </w:rPr>
        <w:t>T</w:t>
      </w:r>
      <w:r w:rsidRPr="008C6DE4">
        <w:rPr>
          <w:lang w:eastAsia="zh-CN"/>
        </w:rPr>
        <w:t>he UE is not expected to transmit PUCCH, PUSCH or SRS or receive PDCCH, PDSCH or CSI-RS for tracking or CSI-RS for CQI on SSB symbols to be measured</w:t>
      </w:r>
      <w:r w:rsidRPr="008C6DE4">
        <w:rPr>
          <w:rFonts w:eastAsia="MS Mincho"/>
          <w:lang w:eastAsia="ja-JP"/>
        </w:rPr>
        <w:t xml:space="preserve"> for beam failure detection.</w:t>
      </w:r>
    </w:p>
    <w:p w14:paraId="73B126C3" w14:textId="5639B1AA" w:rsidR="00DF3064" w:rsidRPr="008C6DE4" w:rsidRDefault="00DF3064" w:rsidP="00DF3064">
      <w:pPr>
        <w:ind w:left="-142"/>
      </w:pPr>
      <w:r w:rsidRPr="008C6DE4">
        <w:t>When intra</w:t>
      </w:r>
      <w:r w:rsidRPr="008C6DE4">
        <w:rPr>
          <w:rFonts w:eastAsia="MS Mincho"/>
          <w:lang w:eastAsia="ja-JP"/>
        </w:rPr>
        <w:t>-</w:t>
      </w:r>
      <w:r w:rsidRPr="008C6DE4">
        <w:t xml:space="preserve">band carrier aggregation in FR1 is configured, the scheduling restrictions </w:t>
      </w:r>
      <w:r w:rsidRPr="008C6DE4">
        <w:rPr>
          <w:lang w:eastAsia="zh-CN"/>
        </w:rPr>
        <w:t xml:space="preserve">on FR1 serving PCell or PSCell </w:t>
      </w:r>
      <w:r w:rsidRPr="008C6DE4">
        <w:t>apply to all serving cells in the same band</w:t>
      </w:r>
      <w:r w:rsidRPr="008C6DE4">
        <w:rPr>
          <w:lang w:val="en-US"/>
        </w:rPr>
        <w:t xml:space="preserve"> on the symbols</w:t>
      </w:r>
      <w:r w:rsidRPr="008C6DE4">
        <w:t xml:space="preserve"> that fully or partially overlap with restricted symbols.</w:t>
      </w:r>
      <w:r w:rsidRPr="008C6DE4">
        <w:rPr>
          <w:rFonts w:eastAsia="MS Mincho"/>
          <w:lang w:eastAsia="ja-JP"/>
        </w:rPr>
        <w:t xml:space="preserve"> When inter-band carrier aggregation within FR1 is configured, t</w:t>
      </w:r>
      <w:r w:rsidRPr="008C6DE4">
        <w:t xml:space="preserve">here are no scheduling restrictions </w:t>
      </w:r>
      <w:r w:rsidRPr="008C6DE4">
        <w:rPr>
          <w:rFonts w:eastAsia="MS Mincho"/>
          <w:lang w:eastAsia="ja-JP"/>
        </w:rPr>
        <w:t>on FR1 serving cell(s) configured in other bands than the bands in which PCell or PSCell is configured.</w:t>
      </w:r>
    </w:p>
    <w:p w14:paraId="6E28F788" w14:textId="2BBBCF96" w:rsidR="00DF3064" w:rsidRPr="008C6DE4" w:rsidRDefault="0048284E" w:rsidP="0048284E">
      <w:pPr>
        <w:pStyle w:val="Heading4"/>
      </w:pPr>
      <w:r w:rsidRPr="008C6DE4">
        <w:t>8.5.</w:t>
      </w:r>
      <w:r w:rsidRPr="008C6DE4">
        <w:rPr>
          <w:lang w:eastAsia="ja-JP"/>
        </w:rPr>
        <w:t>7</w:t>
      </w:r>
      <w:r w:rsidRPr="008C6DE4">
        <w:t>.3</w:t>
      </w:r>
      <w:r w:rsidR="00DF3064" w:rsidRPr="008C6DE4">
        <w:tab/>
        <w:t>Scheduling availability of UE performing beam failure detection on FR2</w:t>
      </w:r>
    </w:p>
    <w:p w14:paraId="34ACFD70" w14:textId="77777777" w:rsidR="00DF3064" w:rsidRPr="008C6DE4" w:rsidRDefault="00DF3064" w:rsidP="00DF3064">
      <w:pPr>
        <w:rPr>
          <w:rFonts w:eastAsia="MS Mincho"/>
          <w:lang w:eastAsia="ja-JP"/>
        </w:rPr>
      </w:pPr>
      <w:r w:rsidRPr="008C6DE4">
        <w:t xml:space="preserve">The following scheduling restriction applies due to </w:t>
      </w:r>
      <w:r w:rsidRPr="008C6DE4">
        <w:rPr>
          <w:rFonts w:eastAsia="MS Mincho"/>
          <w:lang w:eastAsia="ja-JP"/>
        </w:rPr>
        <w:t>beam failure detection.</w:t>
      </w:r>
    </w:p>
    <w:p w14:paraId="6B839437" w14:textId="43D5C049" w:rsidR="00DF3064" w:rsidRPr="008C6DE4" w:rsidRDefault="00DF3064" w:rsidP="00DF3064">
      <w:pPr>
        <w:ind w:left="568" w:hanging="284"/>
        <w:rPr>
          <w:lang w:eastAsia="zh-CN"/>
        </w:rPr>
      </w:pPr>
      <w:r w:rsidRPr="008C6DE4">
        <w:rPr>
          <w:lang w:eastAsia="zh-CN"/>
        </w:rPr>
        <w:t>-</w:t>
      </w:r>
      <w:r w:rsidRPr="008C6DE4">
        <w:rPr>
          <w:lang w:eastAsia="zh-CN"/>
        </w:rPr>
        <w:tab/>
        <w:t xml:space="preserve">For the case where no RSs are provided for </w:t>
      </w:r>
      <w:r w:rsidRPr="008C6DE4">
        <w:rPr>
          <w:rFonts w:eastAsia="MS Mincho"/>
          <w:lang w:eastAsia="ja-JP"/>
        </w:rPr>
        <w:t>BFD</w:t>
      </w:r>
      <w:r w:rsidRPr="008C6DE4">
        <w:rPr>
          <w:lang w:eastAsia="zh-CN"/>
        </w:rPr>
        <w:t xml:space="preserve">, or when CSI-RS is configured for </w:t>
      </w:r>
      <w:r w:rsidRPr="008C6DE4">
        <w:rPr>
          <w:rFonts w:eastAsia="MS Mincho"/>
          <w:lang w:eastAsia="ja-JP"/>
        </w:rPr>
        <w:t>BFD</w:t>
      </w:r>
      <w:r w:rsidRPr="008C6DE4">
        <w:rPr>
          <w:lang w:eastAsia="zh-CN"/>
        </w:rPr>
        <w:t xml:space="preserve"> is explicitly configured and is type-D QCLed with active TCI state for PDCCH or PDSCH, and the CSI-RS is</w:t>
      </w:r>
      <w:r w:rsidRPr="008C6DE4">
        <w:rPr>
          <w:lang w:val="en-US" w:eastAsia="zh-CN"/>
        </w:rPr>
        <w:t xml:space="preserve"> not in a CSI-RS resource set with repetition ON</w:t>
      </w:r>
    </w:p>
    <w:p w14:paraId="31D9FCB7" w14:textId="77777777" w:rsidR="00DF3064" w:rsidRPr="008C6DE4" w:rsidRDefault="00DF3064" w:rsidP="00DF3064">
      <w:pPr>
        <w:ind w:left="852" w:hanging="284"/>
        <w:rPr>
          <w:lang w:eastAsia="ja-JP"/>
        </w:rPr>
      </w:pPr>
      <w:r w:rsidRPr="008C6DE4">
        <w:rPr>
          <w:lang w:eastAsia="zh-CN"/>
        </w:rPr>
        <w:t>-</w:t>
      </w:r>
      <w:r w:rsidRPr="008C6DE4">
        <w:rPr>
          <w:lang w:eastAsia="zh-CN"/>
        </w:rPr>
        <w:tab/>
      </w:r>
      <w:r w:rsidRPr="008C6DE4">
        <w:rPr>
          <w:lang w:eastAsia="ja-JP"/>
        </w:rPr>
        <w:t xml:space="preserve">There are no scheduling restrictions due to </w:t>
      </w:r>
      <w:r w:rsidRPr="008C6DE4">
        <w:rPr>
          <w:rFonts w:eastAsia="MS Mincho"/>
          <w:lang w:eastAsia="ja-JP"/>
        </w:rPr>
        <w:t>beam failure detection</w:t>
      </w:r>
      <w:r w:rsidRPr="008C6DE4">
        <w:rPr>
          <w:lang w:eastAsia="ja-JP"/>
        </w:rPr>
        <w:t xml:space="preserve"> performed based on the CSI-RS.</w:t>
      </w:r>
    </w:p>
    <w:p w14:paraId="12C0C057" w14:textId="77777777" w:rsidR="00DF3064" w:rsidRPr="008C6DE4" w:rsidRDefault="00DF3064" w:rsidP="00DF3064">
      <w:pPr>
        <w:ind w:left="568" w:hanging="284"/>
        <w:rPr>
          <w:lang w:eastAsia="zh-CN"/>
        </w:rPr>
      </w:pPr>
      <w:r w:rsidRPr="008C6DE4">
        <w:rPr>
          <w:lang w:eastAsia="zh-CN"/>
        </w:rPr>
        <w:t>-</w:t>
      </w:r>
      <w:r w:rsidRPr="008C6DE4">
        <w:rPr>
          <w:lang w:eastAsia="zh-CN"/>
        </w:rPr>
        <w:tab/>
        <w:t>Otherwise</w:t>
      </w:r>
    </w:p>
    <w:p w14:paraId="0D4CF27C" w14:textId="77777777" w:rsidR="00942A5A" w:rsidRPr="008C6DE4" w:rsidRDefault="00942A5A" w:rsidP="00942A5A">
      <w:pPr>
        <w:ind w:left="852" w:hanging="284"/>
        <w:rPr>
          <w:lang w:eastAsia="ja-JP"/>
        </w:rPr>
      </w:pPr>
      <w:r w:rsidRPr="008C6DE4">
        <w:rPr>
          <w:lang w:eastAsia="zh-CN"/>
        </w:rPr>
        <w:t>-</w:t>
      </w:r>
      <w:r w:rsidRPr="008C6DE4">
        <w:rPr>
          <w:lang w:eastAsia="zh-CN"/>
        </w:rPr>
        <w:tab/>
      </w:r>
      <w:r w:rsidRPr="008C6DE4">
        <w:rPr>
          <w:lang w:eastAsia="ja-JP"/>
        </w:rPr>
        <w:t xml:space="preserve">The UE is not expected to transmit PUCCH, PUSCH or SRS or receive PDCCH, PDSCH or </w:t>
      </w:r>
      <w:r w:rsidRPr="008C6DE4">
        <w:rPr>
          <w:lang w:eastAsia="zh-CN"/>
        </w:rPr>
        <w:t>CSI-RS for tracking or CSI-RS for CQI</w:t>
      </w:r>
      <w:r w:rsidRPr="008C6DE4">
        <w:rPr>
          <w:lang w:eastAsia="ja-JP"/>
        </w:rPr>
        <w:t xml:space="preserve"> on BFD-RS resource symbols to be measured for beam failure detection.</w:t>
      </w:r>
    </w:p>
    <w:p w14:paraId="0DAAF380" w14:textId="497D2E15" w:rsidR="00DF3064" w:rsidRPr="008C6DE4" w:rsidRDefault="00DF3064" w:rsidP="00DF3064">
      <w:pPr>
        <w:rPr>
          <w:rFonts w:eastAsiaTheme="minorEastAsia"/>
          <w:lang w:eastAsia="zh-CN"/>
        </w:rPr>
      </w:pPr>
      <w:r w:rsidRPr="008C6DE4">
        <w:rPr>
          <w:lang w:eastAsia="zh-CN"/>
        </w:rPr>
        <w:t xml:space="preserve">When intra-band carrier aggregation in FR2 is performed, the scheduling restrictions on FR2 serving PCell or PSCell apply to all serving cells in the same band </w:t>
      </w:r>
      <w:r w:rsidRPr="008C6DE4">
        <w:rPr>
          <w:lang w:val="en-US"/>
        </w:rPr>
        <w:t>on the symbols</w:t>
      </w:r>
      <w:r w:rsidRPr="008C6DE4">
        <w:t xml:space="preserve"> that fully or partially overlap with</w:t>
      </w:r>
      <w:r w:rsidRPr="008C6DE4">
        <w:rPr>
          <w:lang w:eastAsia="zh-CN"/>
        </w:rPr>
        <w:t xml:space="preserve"> </w:t>
      </w:r>
      <w:r w:rsidRPr="008C6DE4">
        <w:t>restricted symbols</w:t>
      </w:r>
      <w:r w:rsidRPr="008C6DE4">
        <w:rPr>
          <w:rFonts w:eastAsiaTheme="minorEastAsia"/>
          <w:lang w:eastAsia="zh-CN"/>
        </w:rPr>
        <w:t xml:space="preserve">. </w:t>
      </w:r>
    </w:p>
    <w:p w14:paraId="724C3689" w14:textId="77777777" w:rsidR="00DF3064" w:rsidRPr="008C6DE4" w:rsidRDefault="00DF3064" w:rsidP="00DF3064">
      <w:pPr>
        <w:rPr>
          <w:rFonts w:eastAsia="MS Mincho"/>
          <w:lang w:eastAsia="ja-JP"/>
        </w:rPr>
      </w:pPr>
      <w:r w:rsidRPr="008C6DE4">
        <w:rPr>
          <w:rFonts w:eastAsia="MS Mincho"/>
          <w:lang w:eastAsia="ja-JP"/>
        </w:rPr>
        <w:t>For</w:t>
      </w:r>
      <w:r w:rsidRPr="008C6DE4">
        <w:rPr>
          <w:rFonts w:eastAsiaTheme="minorEastAsia" w:hint="eastAsia"/>
          <w:lang w:eastAsia="zh-CN"/>
        </w:rPr>
        <w:t xml:space="preserve"> FR2, </w:t>
      </w:r>
      <w:r w:rsidRPr="008C6DE4">
        <w:rPr>
          <w:rFonts w:eastAsia="MS Mincho"/>
          <w:lang w:eastAsia="ja-JP"/>
        </w:rPr>
        <w:t>if following conditions are met,</w:t>
      </w:r>
    </w:p>
    <w:p w14:paraId="70D51915" w14:textId="74ECD223" w:rsidR="00DF3064" w:rsidRPr="008C6DE4" w:rsidRDefault="00942A5A" w:rsidP="00942A5A">
      <w:pPr>
        <w:pStyle w:val="B10"/>
        <w:rPr>
          <w:lang w:eastAsia="ja-JP"/>
        </w:rPr>
      </w:pPr>
      <w:r w:rsidRPr="008C6DE4">
        <w:rPr>
          <w:lang w:eastAsia="ja-JP"/>
        </w:rPr>
        <w:t>-</w:t>
      </w:r>
      <w:r w:rsidRPr="008C6DE4">
        <w:rPr>
          <w:lang w:eastAsia="ja-JP"/>
        </w:rPr>
        <w:tab/>
      </w:r>
      <w:r w:rsidR="00DF3064" w:rsidRPr="008C6DE4">
        <w:rPr>
          <w:lang w:eastAsia="ja-JP"/>
        </w:rPr>
        <w:t>UE has been notified about system information update through paging,</w:t>
      </w:r>
    </w:p>
    <w:p w14:paraId="3A302973" w14:textId="66F9DC6D" w:rsidR="00DF3064" w:rsidRPr="008C6DE4" w:rsidRDefault="00942A5A" w:rsidP="00942A5A">
      <w:pPr>
        <w:pStyle w:val="B10"/>
        <w:rPr>
          <w:lang w:eastAsia="ja-JP"/>
        </w:rPr>
      </w:pPr>
      <w:r w:rsidRPr="008C6DE4">
        <w:rPr>
          <w:lang w:eastAsia="ja-JP"/>
        </w:rPr>
        <w:t>-</w:t>
      </w:r>
      <w:r w:rsidRPr="008C6DE4">
        <w:rPr>
          <w:lang w:eastAsia="ja-JP"/>
        </w:rPr>
        <w:tab/>
      </w:r>
      <w:r w:rsidR="00ED44DB" w:rsidRPr="008C6DE4">
        <w:rPr>
          <w:lang w:eastAsia="ja-JP"/>
        </w:rPr>
        <w:t>The gap between UE’s reception of PDCCH that UE monitors in the Type2-PDCCH CSS set and that notifies system information update, and the PDCCH that UE monitors in the Type0-PDCCH CSS set, is greater than 2 slots</w:t>
      </w:r>
      <w:r w:rsidR="00DF3064" w:rsidRPr="008C6DE4">
        <w:rPr>
          <w:lang w:eastAsia="ja-JP"/>
        </w:rPr>
        <w:t>,</w:t>
      </w:r>
    </w:p>
    <w:p w14:paraId="64B2ED21" w14:textId="77777777" w:rsidR="00DF3064" w:rsidRPr="008C6DE4" w:rsidRDefault="00DF3064" w:rsidP="00DF3064">
      <w:pPr>
        <w:rPr>
          <w:rFonts w:eastAsia="MS Mincho"/>
          <w:lang w:eastAsia="ja-JP"/>
        </w:rPr>
      </w:pPr>
      <w:r w:rsidRPr="008C6DE4">
        <w:rPr>
          <w:rFonts w:eastAsia="MS Mincho"/>
          <w:lang w:eastAsia="ja-JP"/>
        </w:rPr>
        <w:t xml:space="preserve">For the SSB and CORESET for RMSI scheduling multiplexing patterns 3, UE is expected to receive the PDCCH that UE monitors in the Type0-PDCCH CSS set, and the corresponding PDSCH, on SSB symbols to be measured for BFD mesurement; and </w:t>
      </w:r>
    </w:p>
    <w:p w14:paraId="3F3FE859" w14:textId="77777777" w:rsidR="00DF3064" w:rsidRPr="008C6DE4" w:rsidRDefault="00DF3064" w:rsidP="00DF3064">
      <w:pPr>
        <w:rPr>
          <w:rFonts w:eastAsia="MS Mincho"/>
          <w:lang w:eastAsia="ja-JP"/>
        </w:rPr>
      </w:pPr>
      <w:r w:rsidRPr="008C6DE4">
        <w:rPr>
          <w:rFonts w:eastAsia="MS Mincho"/>
          <w:lang w:eastAsia="ja-JP"/>
        </w:rPr>
        <w:t>For the SSB and CORESET for RMSI scheduling multiplexing patterns 2, UE is expected to receive PDSCH that corresponds to the PDCCH that UE monitors in the Type0-PDCCH CSS set, on SSB symbols to be measured for BFD mesurement.</w:t>
      </w:r>
    </w:p>
    <w:p w14:paraId="11C1849D" w14:textId="3F7EF886" w:rsidR="00DF3064" w:rsidRPr="008C6DE4" w:rsidRDefault="0048284E" w:rsidP="0048284E">
      <w:pPr>
        <w:pStyle w:val="Heading4"/>
        <w:rPr>
          <w:lang w:eastAsia="zh-CN"/>
        </w:rPr>
      </w:pPr>
      <w:r w:rsidRPr="008C6DE4">
        <w:t>8.5.</w:t>
      </w:r>
      <w:r w:rsidRPr="008C6DE4">
        <w:rPr>
          <w:lang w:eastAsia="ja-JP"/>
        </w:rPr>
        <w:t>7</w:t>
      </w:r>
      <w:r w:rsidRPr="008C6DE4">
        <w:t>.4</w:t>
      </w:r>
      <w:r w:rsidR="00DF3064" w:rsidRPr="008C6DE4">
        <w:tab/>
        <w:t>Scheduling availability of UE performing beam failure detection on FR1 or FR2 in case of FR1-FR2 inter-band CA</w:t>
      </w:r>
      <w:r w:rsidR="00DF3064" w:rsidRPr="008C6DE4">
        <w:rPr>
          <w:lang w:eastAsia="zh-CN"/>
        </w:rPr>
        <w:t xml:space="preserve"> and NR DC</w:t>
      </w:r>
    </w:p>
    <w:p w14:paraId="48092C30" w14:textId="77777777" w:rsidR="00DF3064" w:rsidRPr="008C6DE4" w:rsidRDefault="00DF3064" w:rsidP="00DF3064">
      <w:r w:rsidRPr="008C6DE4">
        <w:t xml:space="preserve">There are no scheduling restrictions </w:t>
      </w:r>
      <w:r w:rsidRPr="008C6DE4">
        <w:rPr>
          <w:rFonts w:eastAsia="MS Mincho"/>
          <w:lang w:eastAsia="ja-JP"/>
        </w:rPr>
        <w:t xml:space="preserve">on FR1 serving cell(s) </w:t>
      </w:r>
      <w:r w:rsidRPr="008C6DE4">
        <w:t xml:space="preserve">due to </w:t>
      </w:r>
      <w:r w:rsidRPr="008C6DE4">
        <w:rPr>
          <w:rFonts w:eastAsia="MS Mincho"/>
          <w:lang w:eastAsia="ja-JP"/>
        </w:rPr>
        <w:t>beam failure detection</w:t>
      </w:r>
      <w:r w:rsidRPr="008C6DE4">
        <w:t xml:space="preserve"> performed on FR</w:t>
      </w:r>
      <w:r w:rsidRPr="008C6DE4">
        <w:rPr>
          <w:rFonts w:eastAsia="MS Mincho"/>
          <w:lang w:eastAsia="ja-JP"/>
        </w:rPr>
        <w:t>2 serving PCell and/or PSCell.</w:t>
      </w:r>
    </w:p>
    <w:p w14:paraId="22F10D46" w14:textId="77777777" w:rsidR="00DF3064" w:rsidRPr="008C6DE4" w:rsidRDefault="00DF3064" w:rsidP="00DF3064">
      <w:pPr>
        <w:rPr>
          <w:rFonts w:eastAsia="DengXian"/>
          <w:lang w:eastAsia="zh-CN"/>
        </w:rPr>
      </w:pPr>
      <w:r w:rsidRPr="008C6DE4">
        <w:t xml:space="preserve">There are no scheduling restrictions </w:t>
      </w:r>
      <w:r w:rsidRPr="008C6DE4">
        <w:rPr>
          <w:rFonts w:eastAsia="MS Mincho"/>
          <w:lang w:eastAsia="ja-JP"/>
        </w:rPr>
        <w:t xml:space="preserve">on FR2 serving cell(s) </w:t>
      </w:r>
      <w:r w:rsidRPr="008C6DE4">
        <w:t xml:space="preserve">due to </w:t>
      </w:r>
      <w:r w:rsidRPr="008C6DE4">
        <w:rPr>
          <w:rFonts w:eastAsia="MS Mincho"/>
          <w:lang w:eastAsia="ja-JP"/>
        </w:rPr>
        <w:t>beam failure detection</w:t>
      </w:r>
      <w:r w:rsidRPr="008C6DE4">
        <w:t xml:space="preserve"> performed on FR</w:t>
      </w:r>
      <w:r w:rsidRPr="008C6DE4">
        <w:rPr>
          <w:rFonts w:eastAsia="MS Mincho"/>
          <w:lang w:eastAsia="ja-JP"/>
        </w:rPr>
        <w:t>1 serving PCell and/or PSCell.</w:t>
      </w:r>
    </w:p>
    <w:p w14:paraId="0FDAFADB" w14:textId="103AE56B" w:rsidR="00847B8D" w:rsidRPr="008C6DE4" w:rsidRDefault="00847B8D" w:rsidP="00847B8D">
      <w:pPr>
        <w:rPr>
          <w:lang w:eastAsia="zh-CN"/>
        </w:rPr>
      </w:pPr>
      <w:r w:rsidRPr="008C6DE4">
        <w:rPr>
          <w:lang w:eastAsia="zh-CN"/>
        </w:rPr>
        <w:t>NR-DC in Rel-15 only includes the scenarios where all serving cells in MCG are in FR1 and all serving cells in SCG are in FR2</w:t>
      </w:r>
      <w:r w:rsidRPr="008C6DE4">
        <w:t>.</w:t>
      </w:r>
    </w:p>
    <w:p w14:paraId="7E6CC5DF" w14:textId="375A1F96" w:rsidR="00DF3064" w:rsidRPr="008C6DE4" w:rsidRDefault="0048284E" w:rsidP="0048284E">
      <w:pPr>
        <w:pStyle w:val="Heading3"/>
      </w:pPr>
      <w:r w:rsidRPr="008C6DE4">
        <w:t>8.5.8</w:t>
      </w:r>
      <w:r w:rsidR="00DF3064" w:rsidRPr="008C6DE4">
        <w:tab/>
        <w:t>Scheduling availability of UE during candidate beam detection</w:t>
      </w:r>
    </w:p>
    <w:p w14:paraId="2DEFE836" w14:textId="77777777" w:rsidR="00DF3064" w:rsidRPr="008C6DE4" w:rsidRDefault="00DF3064" w:rsidP="00DF3064">
      <w:pPr>
        <w:rPr>
          <w:lang w:eastAsia="zh-CN"/>
        </w:rPr>
      </w:pPr>
      <w:r w:rsidRPr="008C6DE4">
        <w:rPr>
          <w:lang w:eastAsia="zh-CN"/>
        </w:rPr>
        <w:t>Scheduling availability restrictions when the UE is performing L1-RSRP measurement for candidate beam detection are described in the following clauses.</w:t>
      </w:r>
    </w:p>
    <w:p w14:paraId="67AC1E2E" w14:textId="6135528E" w:rsidR="00DF3064" w:rsidRPr="008C6DE4" w:rsidRDefault="0048284E" w:rsidP="0048284E">
      <w:pPr>
        <w:pStyle w:val="Heading4"/>
      </w:pPr>
      <w:r w:rsidRPr="008C6DE4">
        <w:t>8.5.8.1</w:t>
      </w:r>
      <w:r w:rsidR="00DF3064" w:rsidRPr="008C6DE4">
        <w:tab/>
        <w:t>Scheduling availability of UE performing L1-RSRP measurement with a same subcarrier spacing as PDSCH/PDCCH on FR1</w:t>
      </w:r>
    </w:p>
    <w:p w14:paraId="510EBE40" w14:textId="625DB0F8" w:rsidR="00DF3064" w:rsidRPr="008C6DE4" w:rsidRDefault="00DF3064" w:rsidP="00DF3064">
      <w:r w:rsidRPr="008C6DE4">
        <w:t xml:space="preserve">There are no scheduling restrictions due to </w:t>
      </w:r>
      <w:r w:rsidRPr="008C6DE4">
        <w:rPr>
          <w:rFonts w:eastAsia="MS Mincho"/>
          <w:lang w:eastAsia="ja-JP"/>
        </w:rPr>
        <w:t>L1-RSRP measurement</w:t>
      </w:r>
      <w:r w:rsidRPr="008C6DE4">
        <w:t xml:space="preserve"> performed on SSB and CSI-RS configured as link recovery detection resource with the same SCS as PDSCH or PDCCH in FR1.</w:t>
      </w:r>
    </w:p>
    <w:p w14:paraId="3DA57A89" w14:textId="0C72E933" w:rsidR="00DF3064" w:rsidRPr="008C6DE4" w:rsidRDefault="0048284E" w:rsidP="0048284E">
      <w:pPr>
        <w:pStyle w:val="Heading4"/>
      </w:pPr>
      <w:r w:rsidRPr="008C6DE4">
        <w:t>8.5.8.2</w:t>
      </w:r>
      <w:r w:rsidR="00DF3064" w:rsidRPr="008C6DE4">
        <w:tab/>
        <w:t>Scheduling availability of UE performing L1-RSRP measurement with a different subcarrier spacing than PDSCH/PDCCH on FR1</w:t>
      </w:r>
    </w:p>
    <w:p w14:paraId="105AB915" w14:textId="77777777" w:rsidR="00DF3064" w:rsidRPr="008C6DE4" w:rsidRDefault="00DF3064" w:rsidP="00DF3064">
      <w:pPr>
        <w:rPr>
          <w:rFonts w:eastAsia="MS Mincho"/>
          <w:lang w:eastAsia="ja-JP"/>
        </w:rPr>
      </w:pPr>
      <w:r w:rsidRPr="008C6DE4">
        <w:t>For UEs which support</w:t>
      </w:r>
      <w:r w:rsidRPr="008C6DE4">
        <w:rPr>
          <w:i/>
        </w:rPr>
        <w:t xml:space="preserve"> simultaneousRxDataSSB-DiffNumerology</w:t>
      </w:r>
      <w:r w:rsidRPr="008C6DE4">
        <w:rPr>
          <w:rFonts w:eastAsia="MS Mincho"/>
          <w:i/>
          <w:lang w:eastAsia="ja-JP"/>
        </w:rPr>
        <w:t xml:space="preserve"> </w:t>
      </w:r>
      <w:r w:rsidRPr="008C6DE4">
        <w:t xml:space="preserve">[14] there are no restrictions on scheduling availability due to </w:t>
      </w:r>
      <w:r w:rsidRPr="008C6DE4">
        <w:rPr>
          <w:rFonts w:eastAsia="MS Mincho"/>
          <w:lang w:eastAsia="ja-JP"/>
        </w:rPr>
        <w:t xml:space="preserve">L1-RSRP measurement based on SSB as </w:t>
      </w:r>
      <w:r w:rsidRPr="008C6DE4">
        <w:t xml:space="preserve">link recovery detection resource. For UEs which do not support </w:t>
      </w:r>
      <w:r w:rsidRPr="008C6DE4">
        <w:rPr>
          <w:i/>
        </w:rPr>
        <w:t xml:space="preserve">simultaneousRxDataSSB-DiffNumerology </w:t>
      </w:r>
      <w:r w:rsidRPr="008C6DE4">
        <w:t xml:space="preserve">[14] the following restrictions apply due to </w:t>
      </w:r>
      <w:r w:rsidRPr="008C6DE4">
        <w:rPr>
          <w:rFonts w:eastAsia="MS Mincho"/>
          <w:lang w:eastAsia="ja-JP"/>
        </w:rPr>
        <w:t xml:space="preserve">L1-RSRP measurement based on SSB configured as </w:t>
      </w:r>
      <w:r w:rsidRPr="008C6DE4">
        <w:t>link recovery detection resource</w:t>
      </w:r>
      <w:r w:rsidRPr="008C6DE4">
        <w:rPr>
          <w:rFonts w:eastAsia="MS Mincho"/>
          <w:lang w:eastAsia="ja-JP"/>
        </w:rPr>
        <w:t>.</w:t>
      </w:r>
    </w:p>
    <w:p w14:paraId="037B0FE8" w14:textId="78E637B2" w:rsidR="00DF3064" w:rsidRPr="008C6DE4" w:rsidRDefault="00DF3064" w:rsidP="00DF3064">
      <w:pPr>
        <w:ind w:left="568" w:hanging="284"/>
        <w:rPr>
          <w:rFonts w:eastAsia="MS Mincho"/>
          <w:lang w:eastAsia="ja-JP"/>
        </w:rPr>
      </w:pPr>
      <w:r w:rsidRPr="008C6DE4">
        <w:rPr>
          <w:lang w:eastAsia="zh-CN"/>
        </w:rPr>
        <w:t>-</w:t>
      </w:r>
      <w:r w:rsidRPr="008C6DE4">
        <w:rPr>
          <w:lang w:eastAsia="zh-CN"/>
        </w:rPr>
        <w:tab/>
      </w:r>
      <w:r w:rsidRPr="008C6DE4">
        <w:rPr>
          <w:rFonts w:eastAsia="MS Mincho"/>
          <w:lang w:eastAsia="ja-JP"/>
        </w:rPr>
        <w:t>T</w:t>
      </w:r>
      <w:r w:rsidRPr="008C6DE4">
        <w:rPr>
          <w:lang w:eastAsia="zh-CN"/>
        </w:rPr>
        <w:t>he UE is not expected to transmit PUCCH, PUSCH or SRS or receive PDCCH, PDSCH, TRS, CSI-RS for tracking or CSI-RS for CQI on SSB symbols to be measured</w:t>
      </w:r>
      <w:r w:rsidRPr="008C6DE4">
        <w:rPr>
          <w:rFonts w:eastAsia="MS Mincho"/>
          <w:lang w:eastAsia="ja-JP"/>
        </w:rPr>
        <w:t xml:space="preserve"> for L1-RSRP.</w:t>
      </w:r>
    </w:p>
    <w:p w14:paraId="231DF061" w14:textId="32F390DD" w:rsidR="00DF3064" w:rsidRPr="008C6DE4" w:rsidRDefault="00DF3064" w:rsidP="00DF3064">
      <w:r w:rsidRPr="008C6DE4">
        <w:t>When intra</w:t>
      </w:r>
      <w:r w:rsidRPr="008C6DE4">
        <w:rPr>
          <w:rFonts w:eastAsia="MS Mincho"/>
          <w:lang w:eastAsia="ja-JP"/>
        </w:rPr>
        <w:t>-</w:t>
      </w:r>
      <w:r w:rsidRPr="008C6DE4">
        <w:t xml:space="preserve">band carrier aggregation in FR1 is configured, the scheduling restrictions </w:t>
      </w:r>
      <w:r w:rsidRPr="008C6DE4">
        <w:rPr>
          <w:lang w:val="en-US"/>
        </w:rPr>
        <w:t xml:space="preserve">on one serving cell </w:t>
      </w:r>
      <w:r w:rsidRPr="008C6DE4">
        <w:t xml:space="preserve">apply to all other serving cells </w:t>
      </w:r>
      <w:r w:rsidRPr="008C6DE4">
        <w:rPr>
          <w:lang w:val="en-US"/>
        </w:rPr>
        <w:t>in the same band on the symbols</w:t>
      </w:r>
      <w:r w:rsidRPr="008C6DE4">
        <w:t xml:space="preserve"> that fully or partially overlap with the restricted symbols.</w:t>
      </w:r>
      <w:r w:rsidRPr="008C6DE4">
        <w:rPr>
          <w:rFonts w:eastAsia="MS Mincho"/>
          <w:lang w:eastAsia="ja-JP"/>
        </w:rPr>
        <w:t xml:space="preserve"> When inter-band carrier aggregation within FR1 is configured, t</w:t>
      </w:r>
      <w:r w:rsidRPr="008C6DE4">
        <w:t xml:space="preserve">here are no scheduling restrictions </w:t>
      </w:r>
      <w:r w:rsidRPr="008C6DE4">
        <w:rPr>
          <w:rFonts w:eastAsia="MS Mincho"/>
          <w:lang w:eastAsia="ja-JP"/>
        </w:rPr>
        <w:t>on FR1 serving cell(s) configured in other bands.</w:t>
      </w:r>
    </w:p>
    <w:p w14:paraId="4E9B7C73" w14:textId="2DB7177A" w:rsidR="00DF3064" w:rsidRPr="008C6DE4" w:rsidRDefault="0048284E" w:rsidP="0048284E">
      <w:pPr>
        <w:pStyle w:val="Heading4"/>
      </w:pPr>
      <w:r w:rsidRPr="008C6DE4">
        <w:t>8.5.8.3</w:t>
      </w:r>
      <w:r w:rsidR="00DF3064" w:rsidRPr="008C6DE4">
        <w:tab/>
        <w:t>Scheduling availability of UE performing L1-RSRP measurement on FR2</w:t>
      </w:r>
    </w:p>
    <w:p w14:paraId="3E021EFF" w14:textId="77777777" w:rsidR="00DF3064" w:rsidRPr="008C6DE4" w:rsidRDefault="00DF3064" w:rsidP="00DF3064">
      <w:pPr>
        <w:rPr>
          <w:rFonts w:eastAsia="MS Mincho"/>
          <w:lang w:eastAsia="ja-JP"/>
        </w:rPr>
      </w:pPr>
      <w:r w:rsidRPr="008C6DE4">
        <w:t xml:space="preserve">The following scheduling restriction applies due to </w:t>
      </w:r>
      <w:r w:rsidRPr="008C6DE4">
        <w:rPr>
          <w:rFonts w:eastAsia="MS Mincho"/>
          <w:lang w:eastAsia="ja-JP"/>
        </w:rPr>
        <w:t>candidate beam detection</w:t>
      </w:r>
    </w:p>
    <w:p w14:paraId="726BE098" w14:textId="104343C0" w:rsidR="00DF3064" w:rsidRPr="008C6DE4" w:rsidRDefault="00DF3064" w:rsidP="00DF3064">
      <w:pPr>
        <w:ind w:left="568" w:hanging="284"/>
        <w:rPr>
          <w:lang w:eastAsia="ja-JP"/>
        </w:rPr>
      </w:pPr>
      <w:r w:rsidRPr="008C6DE4">
        <w:rPr>
          <w:lang w:eastAsia="zh-CN"/>
        </w:rPr>
        <w:t>-</w:t>
      </w:r>
      <w:r w:rsidRPr="008C6DE4">
        <w:rPr>
          <w:lang w:eastAsia="zh-CN"/>
        </w:rPr>
        <w:tab/>
      </w:r>
      <w:r w:rsidRPr="008C6DE4">
        <w:rPr>
          <w:lang w:eastAsia="ja-JP"/>
        </w:rPr>
        <w:t xml:space="preserve">The UE is not expected to transmit PUCCH, PUSCH or SRS or receive PDCCH, PDSCH, </w:t>
      </w:r>
      <w:r w:rsidRPr="008C6DE4">
        <w:rPr>
          <w:lang w:eastAsia="zh-CN"/>
        </w:rPr>
        <w:t>CSI-RS for tracking or CSI-RS for CQI</w:t>
      </w:r>
      <w:r w:rsidRPr="008C6DE4">
        <w:rPr>
          <w:lang w:eastAsia="ja-JP"/>
        </w:rPr>
        <w:t xml:space="preserve"> on </w:t>
      </w:r>
      <w:r w:rsidRPr="008C6DE4">
        <w:rPr>
          <w:rFonts w:eastAsia="MS Mincho"/>
          <w:lang w:eastAsia="ja-JP"/>
        </w:rPr>
        <w:t>reference</w:t>
      </w:r>
      <w:r w:rsidRPr="008C6DE4">
        <w:rPr>
          <w:lang w:eastAsia="ja-JP"/>
        </w:rPr>
        <w:t xml:space="preserve"> symbols to be measured for candidate beam detection.</w:t>
      </w:r>
    </w:p>
    <w:p w14:paraId="2F941DC2" w14:textId="7F8AC4AF" w:rsidR="00DF3064" w:rsidRPr="008C6DE4" w:rsidRDefault="00DF3064" w:rsidP="00DF3064">
      <w:pPr>
        <w:rPr>
          <w:rFonts w:eastAsiaTheme="minorEastAsia"/>
        </w:rPr>
      </w:pPr>
      <w:r w:rsidRPr="008C6DE4">
        <w:t xml:space="preserve">When intra-band carrier aggregation in FR2 is configured, the scheduling restrictions </w:t>
      </w:r>
      <w:r w:rsidRPr="008C6DE4">
        <w:rPr>
          <w:lang w:val="en-US"/>
        </w:rPr>
        <w:t xml:space="preserve">on to one serving cell </w:t>
      </w:r>
      <w:r w:rsidRPr="008C6DE4">
        <w:t xml:space="preserve">apply to all serving cells </w:t>
      </w:r>
      <w:r w:rsidRPr="008C6DE4">
        <w:rPr>
          <w:lang w:val="en-US"/>
        </w:rPr>
        <w:t>in the same band on the symbols</w:t>
      </w:r>
      <w:r w:rsidRPr="008C6DE4">
        <w:t xml:space="preserve"> that fully or partially overlap with restricted symbols</w:t>
      </w:r>
      <w:r w:rsidRPr="008C6DE4">
        <w:rPr>
          <w:rFonts w:eastAsiaTheme="minorEastAsia"/>
        </w:rPr>
        <w:t>.</w:t>
      </w:r>
    </w:p>
    <w:p w14:paraId="60465CBD" w14:textId="77777777" w:rsidR="00DF3064" w:rsidRPr="008C6DE4" w:rsidRDefault="00DF3064" w:rsidP="00DF3064">
      <w:pPr>
        <w:rPr>
          <w:rFonts w:eastAsia="MS Mincho"/>
          <w:lang w:eastAsia="ja-JP"/>
        </w:rPr>
      </w:pPr>
      <w:r w:rsidRPr="008C6DE4">
        <w:rPr>
          <w:rFonts w:eastAsia="MS Mincho"/>
          <w:lang w:eastAsia="ja-JP"/>
        </w:rPr>
        <w:t>For</w:t>
      </w:r>
      <w:r w:rsidRPr="008C6DE4">
        <w:rPr>
          <w:rFonts w:eastAsiaTheme="minorEastAsia" w:hint="eastAsia"/>
          <w:lang w:eastAsia="zh-CN"/>
        </w:rPr>
        <w:t xml:space="preserve"> FR2, </w:t>
      </w:r>
      <w:r w:rsidRPr="008C6DE4">
        <w:rPr>
          <w:rFonts w:eastAsia="MS Mincho"/>
          <w:lang w:eastAsia="ja-JP"/>
        </w:rPr>
        <w:t>if following conditions are met,</w:t>
      </w:r>
    </w:p>
    <w:p w14:paraId="0660A085" w14:textId="09A2741A" w:rsidR="00DF3064" w:rsidRPr="008C6DE4" w:rsidRDefault="002A4044" w:rsidP="002A4044">
      <w:pPr>
        <w:pStyle w:val="B10"/>
        <w:rPr>
          <w:lang w:eastAsia="ja-JP"/>
        </w:rPr>
      </w:pPr>
      <w:r w:rsidRPr="008C6DE4">
        <w:rPr>
          <w:lang w:eastAsia="ja-JP"/>
        </w:rPr>
        <w:t>-</w:t>
      </w:r>
      <w:r w:rsidRPr="008C6DE4">
        <w:rPr>
          <w:lang w:eastAsia="ja-JP"/>
        </w:rPr>
        <w:tab/>
      </w:r>
      <w:r w:rsidR="00DF3064" w:rsidRPr="008C6DE4">
        <w:rPr>
          <w:lang w:eastAsia="ja-JP"/>
        </w:rPr>
        <w:t>UE has been notified about system information update through paging,</w:t>
      </w:r>
    </w:p>
    <w:p w14:paraId="43FACA56" w14:textId="46511E51" w:rsidR="00DF3064" w:rsidRPr="008C6DE4" w:rsidRDefault="002A4044" w:rsidP="002A4044">
      <w:pPr>
        <w:pStyle w:val="B10"/>
        <w:rPr>
          <w:lang w:eastAsia="ja-JP"/>
        </w:rPr>
      </w:pPr>
      <w:r w:rsidRPr="008C6DE4">
        <w:rPr>
          <w:lang w:eastAsia="ja-JP"/>
        </w:rPr>
        <w:t>-</w:t>
      </w:r>
      <w:r w:rsidRPr="008C6DE4">
        <w:rPr>
          <w:lang w:eastAsia="ja-JP"/>
        </w:rPr>
        <w:tab/>
        <w:t>The gap between UE’s reception of PDCCH that UE monitors in the Type2-PDCCH CSS set and that notifies system information update, and the PDCCH that UE monitors in the Type0-PDCCH CSS set, is greater than 2 slots</w:t>
      </w:r>
      <w:r w:rsidR="00DF3064" w:rsidRPr="008C6DE4">
        <w:rPr>
          <w:lang w:eastAsia="ja-JP"/>
        </w:rPr>
        <w:t>,</w:t>
      </w:r>
    </w:p>
    <w:p w14:paraId="07310BAE" w14:textId="77777777" w:rsidR="00DF3064" w:rsidRPr="008C6DE4" w:rsidRDefault="00DF3064" w:rsidP="00DF3064">
      <w:pPr>
        <w:rPr>
          <w:rFonts w:eastAsia="MS Mincho"/>
          <w:lang w:eastAsia="ja-JP"/>
        </w:rPr>
      </w:pPr>
      <w:r w:rsidRPr="008C6DE4">
        <w:rPr>
          <w:rFonts w:eastAsia="MS Mincho"/>
          <w:lang w:eastAsia="ja-JP"/>
        </w:rPr>
        <w:t xml:space="preserve">For the SSB and CORESET for RMSI scheduling multiplexing patterns 3, UE is expected to receive the PDCCH that UE monitors in the Type0-PDCCH CSS set, and the corresponding PDSCH, on SSB symbols to be measured for CBD mesurement; and </w:t>
      </w:r>
    </w:p>
    <w:p w14:paraId="7F99BBCB" w14:textId="77777777" w:rsidR="00DF3064" w:rsidRPr="008C6DE4" w:rsidRDefault="00DF3064" w:rsidP="00DF3064">
      <w:pPr>
        <w:rPr>
          <w:rFonts w:eastAsia="MS Mincho"/>
          <w:lang w:eastAsia="ja-JP"/>
        </w:rPr>
      </w:pPr>
      <w:r w:rsidRPr="008C6DE4">
        <w:rPr>
          <w:rFonts w:eastAsia="MS Mincho"/>
          <w:lang w:eastAsia="ja-JP"/>
        </w:rPr>
        <w:t>For the SSB and CORESET for RMSI scheduling multiplexing patterns 2, UE is expected to receive PDSCH that corresponds to the PDCCH that UE monitors in the Type0-PDCCH CSS set, on SSB symbols to be measured for CBD mesurement.</w:t>
      </w:r>
    </w:p>
    <w:p w14:paraId="47C653AE" w14:textId="18B773D7" w:rsidR="00DF3064" w:rsidRPr="008C6DE4" w:rsidRDefault="0048284E" w:rsidP="0048284E">
      <w:pPr>
        <w:pStyle w:val="Heading4"/>
        <w:rPr>
          <w:lang w:eastAsia="zh-CN"/>
        </w:rPr>
      </w:pPr>
      <w:r w:rsidRPr="008C6DE4">
        <w:t>8.5.8.4</w:t>
      </w:r>
      <w:r w:rsidR="00DF3064" w:rsidRPr="008C6DE4">
        <w:tab/>
        <w:t>Scheduling availability of UE performing L1-RSRP measurement on FR1 or FR2 in case of FR1-FR2 inter-band CA</w:t>
      </w:r>
      <w:r w:rsidR="00DF3064" w:rsidRPr="008C6DE4">
        <w:rPr>
          <w:lang w:eastAsia="zh-CN"/>
        </w:rPr>
        <w:t xml:space="preserve"> and NR-DC</w:t>
      </w:r>
    </w:p>
    <w:p w14:paraId="1E851AA5" w14:textId="77777777" w:rsidR="00DF3064" w:rsidRPr="008C6DE4" w:rsidRDefault="00DF3064" w:rsidP="00DF3064">
      <w:r w:rsidRPr="008C6DE4">
        <w:t xml:space="preserve">There are no scheduling restrictions </w:t>
      </w:r>
      <w:r w:rsidRPr="008C6DE4">
        <w:rPr>
          <w:lang w:eastAsia="ja-JP"/>
        </w:rPr>
        <w:t xml:space="preserve">on FR1 serving cell(s) </w:t>
      </w:r>
      <w:r w:rsidRPr="008C6DE4">
        <w:t xml:space="preserve">due to </w:t>
      </w:r>
      <w:r w:rsidRPr="008C6DE4">
        <w:rPr>
          <w:lang w:eastAsia="ja-JP"/>
        </w:rPr>
        <w:t>L1-RSRP measurement</w:t>
      </w:r>
      <w:r w:rsidRPr="008C6DE4">
        <w:t xml:space="preserve"> performed on FR</w:t>
      </w:r>
      <w:r w:rsidRPr="008C6DE4">
        <w:rPr>
          <w:lang w:eastAsia="ja-JP"/>
        </w:rPr>
        <w:t>2 serving cell(s).</w:t>
      </w:r>
    </w:p>
    <w:p w14:paraId="735BFD03" w14:textId="77777777" w:rsidR="00DF3064" w:rsidRPr="008C6DE4" w:rsidRDefault="00DF3064" w:rsidP="00DF3064">
      <w:r w:rsidRPr="008C6DE4">
        <w:t xml:space="preserve">There are no scheduling restrictions </w:t>
      </w:r>
      <w:r w:rsidRPr="008C6DE4">
        <w:rPr>
          <w:lang w:eastAsia="ja-JP"/>
        </w:rPr>
        <w:t xml:space="preserve">on FR2 serving cell(s) </w:t>
      </w:r>
      <w:r w:rsidRPr="008C6DE4">
        <w:t xml:space="preserve">due to </w:t>
      </w:r>
      <w:r w:rsidRPr="008C6DE4">
        <w:rPr>
          <w:lang w:eastAsia="ja-JP"/>
        </w:rPr>
        <w:t>L1-RSRP measurement</w:t>
      </w:r>
      <w:r w:rsidRPr="008C6DE4">
        <w:t xml:space="preserve"> performed on FR</w:t>
      </w:r>
      <w:r w:rsidRPr="008C6DE4">
        <w:rPr>
          <w:lang w:eastAsia="ja-JP"/>
        </w:rPr>
        <w:t>1 serving cell(s).</w:t>
      </w:r>
    </w:p>
    <w:p w14:paraId="099F2D14" w14:textId="58598D5F" w:rsidR="00847B8D" w:rsidRDefault="00847B8D" w:rsidP="00847B8D">
      <w:r w:rsidRPr="008C6DE4">
        <w:t xml:space="preserve"> </w:t>
      </w:r>
      <w:r w:rsidRPr="008C6DE4">
        <w:rPr>
          <w:lang w:eastAsia="zh-CN"/>
        </w:rPr>
        <w:t>NR-DC in Rel-15 only includes the scenarios where all serving cells in MCG are in FR1 and all serving cells in SCG are in FR2</w:t>
      </w:r>
      <w:r w:rsidRPr="008C6DE4">
        <w:t>.</w:t>
      </w:r>
    </w:p>
    <w:p w14:paraId="510BE54C" w14:textId="4A5CFFAE" w:rsidR="00A9182B" w:rsidRPr="008C6DE4" w:rsidRDefault="00A9182B" w:rsidP="00A9182B">
      <w:pPr>
        <w:pStyle w:val="Heading3"/>
      </w:pPr>
      <w:r>
        <w:rPr>
          <w:noProof/>
        </w:rPr>
        <w:t>8.5.9</w:t>
      </w:r>
      <w:r w:rsidRPr="009C5807">
        <w:rPr>
          <w:lang w:val="en-US"/>
        </w:rPr>
        <w:tab/>
      </w:r>
      <w:r w:rsidRPr="008C6DE4">
        <w:t>Minimum requirement at transitions</w:t>
      </w:r>
      <w:r>
        <w:t xml:space="preserve"> for </w:t>
      </w:r>
      <w:r w:rsidRPr="008C6DE4">
        <w:t>beam failure detection</w:t>
      </w:r>
    </w:p>
    <w:p w14:paraId="50687A96" w14:textId="77777777" w:rsidR="00A9182B" w:rsidRPr="008C6DE4" w:rsidRDefault="00A9182B" w:rsidP="00A9182B">
      <w:r w:rsidRPr="008C6DE4">
        <w:t xml:space="preserve">When the UE transitions between DRX and no DRX or when DRX cycle periodicity changes, for each </w:t>
      </w:r>
      <w:r>
        <w:t>BFD</w:t>
      </w:r>
      <w:r w:rsidRPr="008C6DE4">
        <w:t xml:space="preserve">-RS resource, for a duration of time equal to the evaluation period corresponding to the second mode after the transition occurs, the UE shall use an evaluation period that is no less than the minimum of evaluation period corresponding to the first mode and the second mode. Subsequent to this duration, the UE shall use an evaluation period corresponding to the second mode for each </w:t>
      </w:r>
      <w:r>
        <w:t>BFD</w:t>
      </w:r>
      <w:r w:rsidRPr="008C6DE4">
        <w:t xml:space="preserve">-RS resource. </w:t>
      </w:r>
    </w:p>
    <w:p w14:paraId="5333AE7F" w14:textId="77777777" w:rsidR="00A9182B" w:rsidRPr="008C6DE4" w:rsidRDefault="00A9182B" w:rsidP="00A9182B">
      <w:r w:rsidRPr="008C6DE4">
        <w:t xml:space="preserve">When the UE transitions from a first configuration of </w:t>
      </w:r>
      <w:r>
        <w:t>BFD</w:t>
      </w:r>
      <w:r w:rsidRPr="008C6DE4">
        <w:t xml:space="preserve"> resources to a second configuration of </w:t>
      </w:r>
      <w:r>
        <w:t>BFD</w:t>
      </w:r>
      <w:r w:rsidRPr="008C6DE4">
        <w:t xml:space="preserve"> resources that is different from the first configuration, for each </w:t>
      </w:r>
      <w:r>
        <w:t>BFD</w:t>
      </w:r>
      <w:r w:rsidRPr="008C6DE4">
        <w:t xml:space="preserve"> resource present in the second configuration, for a duration of time equal to the evaluation period corresponding to the second configuration after the transition occurs, the UE shall use an evaluation period that is no less than the minimum of evaluation periods corresponding to the first configuration and the second configuration. Subsequent to this duration, the UE shall use an evaluation period corresponding to the second configuration for each </w:t>
      </w:r>
      <w:r>
        <w:t>BFD</w:t>
      </w:r>
      <w:r w:rsidRPr="008C6DE4">
        <w:t xml:space="preserve"> resource present in the second configuration.</w:t>
      </w:r>
    </w:p>
    <w:p w14:paraId="00BA2E75" w14:textId="77777777" w:rsidR="00A9182B" w:rsidRPr="008C6DE4" w:rsidRDefault="00A9182B" w:rsidP="00A9182B">
      <w:r w:rsidRPr="008C6DE4">
        <w:t xml:space="preserve">When the UE transitions from a first configuration of active TCI state of the CORESET to a second configuration of active TCI state of the CORESET, for each CSI-RS for </w:t>
      </w:r>
      <w:r>
        <w:t>BFD</w:t>
      </w:r>
      <w:r w:rsidRPr="008C6DE4">
        <w:t xml:space="preserve"> present in the second configuration, the UE shall use an evaluation period corresponding to the second configuration from the time of transition. </w:t>
      </w:r>
    </w:p>
    <w:p w14:paraId="7E915245" w14:textId="77777777" w:rsidR="00A9182B" w:rsidRPr="008C6DE4" w:rsidRDefault="00A9182B" w:rsidP="00847B8D">
      <w:pPr>
        <w:rPr>
          <w:noProof/>
        </w:rPr>
      </w:pPr>
    </w:p>
    <w:p w14:paraId="0CF71C5C" w14:textId="77777777" w:rsidR="000A3F44" w:rsidRPr="008C6DE4" w:rsidRDefault="000A3F44" w:rsidP="000A3F44">
      <w:pPr>
        <w:pStyle w:val="Heading2"/>
        <w:rPr>
          <w:lang w:eastAsia="zh-CN"/>
        </w:rPr>
      </w:pPr>
      <w:r w:rsidRPr="008C6DE4">
        <w:t>8.6</w:t>
      </w:r>
      <w:r w:rsidRPr="008C6DE4">
        <w:tab/>
        <w:t>Active BWP switch delay</w:t>
      </w:r>
    </w:p>
    <w:p w14:paraId="7F07A586" w14:textId="77777777" w:rsidR="000A3F44" w:rsidRPr="008C6DE4" w:rsidRDefault="000A3F44" w:rsidP="000A3F44">
      <w:pPr>
        <w:pStyle w:val="Heading3"/>
        <w:rPr>
          <w:lang w:val="en-US" w:eastAsia="zh-CN"/>
        </w:rPr>
      </w:pPr>
      <w:bookmarkStart w:id="143" w:name="_Toc535475992"/>
      <w:r w:rsidRPr="008C6DE4">
        <w:rPr>
          <w:lang w:val="en-US" w:eastAsia="zh-CN"/>
        </w:rPr>
        <w:t>8.6.1</w:t>
      </w:r>
      <w:r w:rsidRPr="008C6DE4">
        <w:rPr>
          <w:lang w:val="en-US" w:eastAsia="zh-CN"/>
        </w:rPr>
        <w:tab/>
        <w:t>Introduction</w:t>
      </w:r>
      <w:bookmarkEnd w:id="143"/>
    </w:p>
    <w:p w14:paraId="77DFFB3F" w14:textId="3FFB4314" w:rsidR="00140E53" w:rsidRPr="008C6DE4" w:rsidRDefault="00140E53" w:rsidP="00140E53">
      <w:pPr>
        <w:rPr>
          <w:lang w:eastAsia="zh-CN"/>
        </w:rPr>
      </w:pPr>
      <w:bookmarkStart w:id="144" w:name="_Toc535475993"/>
      <w:r w:rsidRPr="008C6DE4">
        <w:rPr>
          <w:lang w:eastAsia="zh-CN"/>
        </w:rPr>
        <w:t xml:space="preserve">The requirements in this clause apply for a UE configured </w:t>
      </w:r>
      <w:r w:rsidRPr="008C6DE4">
        <w:rPr>
          <w:lang w:val="en-US"/>
        </w:rPr>
        <w:t>PCell or any activated SCell in standalone NR or NE-DC, PCell, PSCell or any activated SCell in MCG or SCG in NR-DC, or PSCell or any activated SCell in SCG in EN-DC</w:t>
      </w:r>
      <w:r w:rsidRPr="008C6DE4">
        <w:rPr>
          <w:lang w:eastAsia="zh-CN"/>
        </w:rPr>
        <w:t>. UE shall complete the switch of active DL and/or UL BWP within the delay defined in this clause.</w:t>
      </w:r>
    </w:p>
    <w:p w14:paraId="59C35A74" w14:textId="77777777" w:rsidR="000A3F44" w:rsidRPr="008C6DE4" w:rsidRDefault="000A3F44" w:rsidP="000A3F44">
      <w:pPr>
        <w:pStyle w:val="Heading3"/>
        <w:rPr>
          <w:lang w:val="en-US" w:eastAsia="zh-CN"/>
        </w:rPr>
      </w:pPr>
      <w:r w:rsidRPr="008C6DE4">
        <w:rPr>
          <w:lang w:val="en-US" w:eastAsia="zh-CN"/>
        </w:rPr>
        <w:t>8.6.2</w:t>
      </w:r>
      <w:r w:rsidRPr="008C6DE4">
        <w:rPr>
          <w:lang w:val="en-US" w:eastAsia="zh-CN"/>
        </w:rPr>
        <w:tab/>
        <w:t>DCI and timer based BWP switch delay</w:t>
      </w:r>
      <w:bookmarkEnd w:id="144"/>
    </w:p>
    <w:p w14:paraId="31AC7CDD" w14:textId="1E213A30" w:rsidR="00140E53" w:rsidRDefault="00140E53" w:rsidP="00140E53">
      <w:r w:rsidRPr="008C6DE4">
        <w:rPr>
          <w:lang w:eastAsia="zh-CN"/>
        </w:rPr>
        <w:t xml:space="preserve">The requirements in this clause only apply to the case </w:t>
      </w:r>
      <w:r w:rsidRPr="008C6DE4">
        <w:t>that the BWP switch is performed on a single CC</w:t>
      </w:r>
      <w:r>
        <w:t xml:space="preserve"> with </w:t>
      </w:r>
      <w:r>
        <w:rPr>
          <w:lang w:eastAsia="zh-CN"/>
        </w:rPr>
        <w:t>more than one BWP configurations configured</w:t>
      </w:r>
      <w:r w:rsidRPr="008C6DE4">
        <w:t>.</w:t>
      </w:r>
    </w:p>
    <w:p w14:paraId="7BC1F303" w14:textId="7A281E54" w:rsidR="00EB3FCC" w:rsidRPr="008C6DE4" w:rsidRDefault="00EB3FCC" w:rsidP="00140E53">
      <w:pPr>
        <w:rPr>
          <w:lang w:val="en-US" w:eastAsia="zh-CN"/>
        </w:rPr>
      </w:pPr>
      <w:r>
        <w:t xml:space="preserve">For DCI based BWP switch, if the </w:t>
      </w:r>
      <w:r w:rsidRPr="00951ED2">
        <w:t>serving cell where U</w:t>
      </w:r>
      <w:r>
        <w:t>E receives DCI for BWP switch</w:t>
      </w:r>
      <w:r w:rsidRPr="00951ED2">
        <w:t xml:space="preserve"> </w:t>
      </w:r>
      <w:r>
        <w:t xml:space="preserve">request </w:t>
      </w:r>
      <w:r w:rsidRPr="00951ED2">
        <w:t>is different from the serving cell on which BWP switch occurs</w:t>
      </w:r>
      <w:r>
        <w:t>, t</w:t>
      </w:r>
      <w:r w:rsidRPr="00951ED2">
        <w:t xml:space="preserve">he UE is not required to follow the requirements </w:t>
      </w:r>
      <w:r>
        <w:t>specified in this clause</w:t>
      </w:r>
      <w:r w:rsidRPr="00951ED2">
        <w:t>.</w:t>
      </w:r>
    </w:p>
    <w:p w14:paraId="4E4A4AC2" w14:textId="3F4D705D" w:rsidR="000A3F44" w:rsidRPr="008C6DE4" w:rsidRDefault="000A3F44" w:rsidP="000A3F44">
      <w:pPr>
        <w:rPr>
          <w:lang w:val="en-US" w:eastAsia="zh-CN"/>
        </w:rPr>
      </w:pPr>
      <w:r w:rsidRPr="008C6DE4">
        <w:rPr>
          <w:lang w:val="en-US" w:eastAsia="zh-CN"/>
        </w:rPr>
        <w:t xml:space="preserve">For DCI-based BWP switch, </w:t>
      </w:r>
      <w:r w:rsidRPr="008C6DE4">
        <w:t xml:space="preserve">after the UE receives BWP switching request at DL slot n </w:t>
      </w:r>
      <w:r w:rsidRPr="008C6DE4">
        <w:rPr>
          <w:lang w:val="en-US" w:eastAsia="zh-CN"/>
        </w:rPr>
        <w:t>on a serving cell</w:t>
      </w:r>
      <w:r w:rsidRPr="008C6DE4">
        <w:t xml:space="preserve">, UE shall be </w:t>
      </w:r>
      <w:r w:rsidRPr="008C6DE4">
        <w:rPr>
          <w:lang w:val="en-US" w:eastAsia="zh-CN"/>
        </w:rPr>
        <w:t>able to receive PDSCH (for DL active BWP switch) or transmit PUSCH (for UL active BWP switch) on the new BWP on the serving cell</w:t>
      </w:r>
      <w:r w:rsidRPr="008C6DE4">
        <w:t xml:space="preserve"> </w:t>
      </w:r>
      <w:r w:rsidRPr="008C6DE4">
        <w:rPr>
          <w:lang w:val="en-US" w:eastAsia="zh-CN"/>
        </w:rPr>
        <w:t xml:space="preserve">on which BWP switch </w:t>
      </w:r>
      <w:r w:rsidRPr="008C6DE4">
        <w:t xml:space="preserve">on the first DL or UL slot </w:t>
      </w:r>
      <w:r w:rsidRPr="008C6DE4">
        <w:rPr>
          <w:lang w:val="en-US" w:eastAsia="zh-CN"/>
        </w:rPr>
        <w:t>occurs</w:t>
      </w:r>
      <w:r w:rsidRPr="008C6DE4">
        <w:t xml:space="preserve"> right after </w:t>
      </w:r>
      <w:r w:rsidR="003B74EA" w:rsidRPr="008C6DE4">
        <w:t xml:space="preserve">a time duration of </w:t>
      </w:r>
      <w:r w:rsidR="003B74EA" w:rsidRPr="008C6DE4">
        <w:rPr>
          <w:lang w:eastAsia="zh-CN"/>
        </w:rPr>
        <w:t>T</w:t>
      </w:r>
      <w:r w:rsidR="003B74EA" w:rsidRPr="008C6DE4">
        <w:rPr>
          <w:vertAlign w:val="subscript"/>
          <w:lang w:eastAsia="zh-CN"/>
        </w:rPr>
        <w:t>BWPswitchDelay</w:t>
      </w:r>
      <w:r w:rsidR="003B74EA" w:rsidRPr="008C6DE4">
        <w:t xml:space="preserve"> which starts from </w:t>
      </w:r>
      <w:r w:rsidRPr="008C6DE4">
        <w:t>the beginning of DL slot n.</w:t>
      </w:r>
    </w:p>
    <w:p w14:paraId="07434D3D" w14:textId="7460147E" w:rsidR="00476DD5" w:rsidRPr="008C6DE4" w:rsidRDefault="00476DD5" w:rsidP="00476DD5">
      <w:pPr>
        <w:rPr>
          <w:lang w:val="en-US" w:eastAsia="zh-CN"/>
        </w:rPr>
      </w:pPr>
      <w:r w:rsidRPr="008C6DE4">
        <w:rPr>
          <w:lang w:val="en-US" w:eastAsia="zh-CN"/>
        </w:rPr>
        <w:t xml:space="preserve">The UE is not required to transmit UL signals or receive DL signals until </w:t>
      </w:r>
      <w:r w:rsidRPr="008C6DE4">
        <w:t xml:space="preserve">the first DL or UL slot </w:t>
      </w:r>
      <w:r w:rsidRPr="008C6DE4">
        <w:rPr>
          <w:lang w:val="en-US" w:eastAsia="zh-CN"/>
        </w:rPr>
        <w:t>occurs</w:t>
      </w:r>
      <w:r w:rsidRPr="008C6DE4">
        <w:t xml:space="preserve"> right after a time duration of </w:t>
      </w:r>
      <w:r w:rsidRPr="008C6DE4">
        <w:rPr>
          <w:lang w:eastAsia="zh-CN"/>
        </w:rPr>
        <w:t>T</w:t>
      </w:r>
      <w:r w:rsidRPr="008C6DE4">
        <w:rPr>
          <w:vertAlign w:val="subscript"/>
          <w:lang w:eastAsia="zh-CN"/>
        </w:rPr>
        <w:t>BWPswitchDelay</w:t>
      </w:r>
      <w:r w:rsidRPr="008C6DE4">
        <w:t xml:space="preserve"> which starts from the beginning of DL slot n</w:t>
      </w:r>
      <w:r w:rsidRPr="008C6DE4">
        <w:rPr>
          <w:lang w:eastAsia="zh-CN"/>
        </w:rPr>
        <w:t xml:space="preserve"> </w:t>
      </w:r>
      <w:r w:rsidRPr="008C6DE4">
        <w:rPr>
          <w:lang w:val="en-US" w:eastAsia="zh-CN"/>
        </w:rPr>
        <w:t xml:space="preserve">except DCI triggering BWP switch on the cell where DCI-based BWP switch occurs. </w:t>
      </w:r>
      <w:r w:rsidRPr="008C6DE4">
        <w:t>The UE is not required to follow the requirements defined in this clause when performing a DCI-based BWP switch between the BWPs in disjoint channel bandwidths or in partially overlapping channel bandwidths.</w:t>
      </w:r>
    </w:p>
    <w:p w14:paraId="38467720" w14:textId="72FBDD10" w:rsidR="000A3F44" w:rsidRPr="008C6DE4" w:rsidRDefault="000A3F44" w:rsidP="000A3F44">
      <w:pPr>
        <w:rPr>
          <w:lang w:val="en-US" w:eastAsia="zh-CN"/>
        </w:rPr>
      </w:pPr>
      <w:r w:rsidRPr="008C6DE4">
        <w:rPr>
          <w:lang w:val="en-US" w:eastAsia="zh-CN"/>
        </w:rPr>
        <w:t xml:space="preserve">For timer-based BWP switch, the UE shall start BWP switch at DL slot n, where </w:t>
      </w:r>
      <w:r w:rsidR="001E66F0" w:rsidRPr="008C6DE4">
        <w:rPr>
          <w:rFonts w:hint="eastAsia"/>
          <w:lang w:val="en-US" w:eastAsia="zh-CN"/>
        </w:rPr>
        <w:t xml:space="preserve">slot </w:t>
      </w:r>
      <w:r w:rsidRPr="008C6DE4">
        <w:rPr>
          <w:lang w:val="en-US" w:eastAsia="zh-CN"/>
        </w:rPr>
        <w:t xml:space="preserve">n is the </w:t>
      </w:r>
      <w:r w:rsidR="001E66F0" w:rsidRPr="008C6DE4">
        <w:rPr>
          <w:rFonts w:hint="eastAsia"/>
          <w:lang w:val="en-US" w:eastAsia="zh-CN"/>
        </w:rPr>
        <w:t>first slot</w:t>
      </w:r>
      <w:r w:rsidRPr="008C6DE4">
        <w:rPr>
          <w:lang w:val="en-US" w:eastAsia="zh-CN"/>
        </w:rPr>
        <w:t xml:space="preserve"> of a DL subframe (FR1) or DL half-subframe (FR2) immediately after a BWP-inactivity timer </w:t>
      </w:r>
      <w:r w:rsidRPr="008C6DE4">
        <w:rPr>
          <w:i/>
        </w:rPr>
        <w:t>bwp-InactivityTimer</w:t>
      </w:r>
      <w:r w:rsidRPr="008C6DE4">
        <w:rPr>
          <w:lang w:val="en-US" w:eastAsia="zh-CN"/>
        </w:rPr>
        <w:t xml:space="preserve"> [2] expires on a serving cell, and the UE shall be able to receive PDSCH (for DL active BWP switch) or transmit PUSCH (for UL active BWP switch) on the new BWP on the serving cell on which BWP switch </w:t>
      </w:r>
      <w:r w:rsidRPr="008C6DE4">
        <w:t xml:space="preserve">on the first DL or UL slot </w:t>
      </w:r>
      <w:r w:rsidRPr="008C6DE4">
        <w:rPr>
          <w:lang w:val="en-US" w:eastAsia="zh-CN"/>
        </w:rPr>
        <w:t xml:space="preserve">occurs </w:t>
      </w:r>
      <w:r w:rsidRPr="008C6DE4">
        <w:t xml:space="preserve">right after </w:t>
      </w:r>
      <w:r w:rsidR="003B74EA" w:rsidRPr="008C6DE4">
        <w:t xml:space="preserve">a time duration of </w:t>
      </w:r>
      <w:r w:rsidR="003B74EA" w:rsidRPr="008C6DE4">
        <w:rPr>
          <w:lang w:eastAsia="zh-CN"/>
        </w:rPr>
        <w:t>T</w:t>
      </w:r>
      <w:r w:rsidR="003B74EA" w:rsidRPr="008C6DE4">
        <w:rPr>
          <w:vertAlign w:val="subscript"/>
          <w:lang w:eastAsia="zh-CN"/>
        </w:rPr>
        <w:t>BWPswitchDelay</w:t>
      </w:r>
      <w:r w:rsidR="003B74EA" w:rsidRPr="008C6DE4">
        <w:t xml:space="preserve"> which starts from </w:t>
      </w:r>
      <w:r w:rsidRPr="008C6DE4">
        <w:t xml:space="preserve">the beginning of DL </w:t>
      </w:r>
      <w:r w:rsidRPr="008C6DE4">
        <w:rPr>
          <w:lang w:val="en-US" w:eastAsia="zh-CN"/>
        </w:rPr>
        <w:t>slot n.</w:t>
      </w:r>
    </w:p>
    <w:p w14:paraId="0254DFA5" w14:textId="1176B8F2" w:rsidR="000A3F44" w:rsidRPr="008C6DE4" w:rsidRDefault="000A3F44" w:rsidP="000A3F44">
      <w:pPr>
        <w:rPr>
          <w:lang w:val="en-US" w:eastAsia="zh-CN"/>
        </w:rPr>
      </w:pPr>
      <w:r w:rsidRPr="008C6DE4">
        <w:rPr>
          <w:lang w:val="en-US" w:eastAsia="zh-CN"/>
        </w:rPr>
        <w:t>The UE is not required to transmit UL signals or receive DL signals</w:t>
      </w:r>
      <w:r w:rsidR="001E66F0" w:rsidRPr="008C6DE4">
        <w:rPr>
          <w:lang w:val="en-US" w:eastAsia="zh-CN"/>
        </w:rPr>
        <w:t xml:space="preserve"> during time duration </w:t>
      </w:r>
      <w:r w:rsidR="001E66F0" w:rsidRPr="008C6DE4">
        <w:rPr>
          <w:lang w:eastAsia="zh-CN"/>
        </w:rPr>
        <w:t>T</w:t>
      </w:r>
      <w:r w:rsidR="001E66F0" w:rsidRPr="008C6DE4">
        <w:rPr>
          <w:vertAlign w:val="subscript"/>
          <w:lang w:eastAsia="zh-CN"/>
        </w:rPr>
        <w:t>BWPswitchDelay</w:t>
      </w:r>
      <w:r w:rsidRPr="008C6DE4">
        <w:rPr>
          <w:lang w:val="en-US" w:eastAsia="zh-CN"/>
        </w:rPr>
        <w:t xml:space="preserve"> after </w:t>
      </w:r>
      <w:r w:rsidRPr="008C6DE4">
        <w:rPr>
          <w:i/>
        </w:rPr>
        <w:t>bwp-InactivityTimer</w:t>
      </w:r>
      <w:r w:rsidRPr="008C6DE4">
        <w:rPr>
          <w:lang w:val="en-US" w:eastAsia="zh-CN"/>
        </w:rPr>
        <w:t xml:space="preserve"> [2] expires on the cell where timer-based BWP switch occurs.</w:t>
      </w:r>
    </w:p>
    <w:p w14:paraId="0D146854" w14:textId="77777777" w:rsidR="000A3F44" w:rsidRPr="008C6DE4" w:rsidRDefault="000A3F44" w:rsidP="000A3F44">
      <w:pPr>
        <w:rPr>
          <w:lang w:val="en-US" w:eastAsia="zh-CN"/>
        </w:rPr>
      </w:pPr>
      <w:r w:rsidRPr="008C6DE4">
        <w:rPr>
          <w:lang w:val="en-US" w:eastAsia="zh-CN"/>
        </w:rPr>
        <w:t>Depending on UE capability</w:t>
      </w:r>
      <w:r w:rsidRPr="008C6DE4">
        <w:t xml:space="preserve"> </w:t>
      </w:r>
      <w:r w:rsidRPr="008C6DE4">
        <w:rPr>
          <w:i/>
        </w:rPr>
        <w:t>bwp-SwitchingDelay</w:t>
      </w:r>
      <w:r w:rsidRPr="008C6DE4">
        <w:rPr>
          <w:lang w:val="en-US" w:eastAsia="zh-CN"/>
        </w:rPr>
        <w:t xml:space="preserve"> [2], UE shall finish BWP switch within the time duration </w:t>
      </w:r>
      <w:r w:rsidRPr="008C6DE4">
        <w:rPr>
          <w:lang w:eastAsia="zh-CN"/>
        </w:rPr>
        <w:t>T</w:t>
      </w:r>
      <w:r w:rsidRPr="008C6DE4">
        <w:rPr>
          <w:vertAlign w:val="subscript"/>
          <w:lang w:eastAsia="zh-CN"/>
        </w:rPr>
        <w:t>BWPswitchDelay</w:t>
      </w:r>
      <w:r w:rsidRPr="008C6DE4">
        <w:rPr>
          <w:lang w:val="en-US" w:eastAsia="zh-CN"/>
        </w:rPr>
        <w:t xml:space="preserve"> defined in Table 8.6.2-1.</w:t>
      </w:r>
    </w:p>
    <w:p w14:paraId="62F31883" w14:textId="77777777" w:rsidR="000A3F44" w:rsidRPr="008C6DE4" w:rsidRDefault="000A3F44" w:rsidP="000A3F44">
      <w:pPr>
        <w:pStyle w:val="TH"/>
      </w:pPr>
      <w:r w:rsidRPr="008C6DE4">
        <w:t>Table 8.6.2-1: BWP switch delay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992"/>
        <w:gridCol w:w="1969"/>
        <w:gridCol w:w="1969"/>
      </w:tblGrid>
      <w:tr w:rsidR="00DD3199" w:rsidRPr="008C6DE4" w14:paraId="7F2C9EAE" w14:textId="77777777" w:rsidTr="00867D3A">
        <w:trPr>
          <w:trHeight w:val="305"/>
          <w:jc w:val="center"/>
        </w:trPr>
        <w:tc>
          <w:tcPr>
            <w:tcW w:w="649" w:type="dxa"/>
            <w:vMerge w:val="restart"/>
            <w:shd w:val="clear" w:color="auto" w:fill="auto"/>
            <w:vAlign w:val="center"/>
          </w:tcPr>
          <w:p w14:paraId="23003AB1" w14:textId="77777777" w:rsidR="000A3F44" w:rsidRPr="008C6DE4" w:rsidRDefault="000A3F44" w:rsidP="00867D3A">
            <w:pPr>
              <w:pStyle w:val="TAH"/>
            </w:pPr>
            <w:r w:rsidRPr="008C6DE4">
              <w:rPr>
                <w:noProof/>
                <w:lang w:val="en-US" w:eastAsia="zh-CN"/>
              </w:rPr>
              <w:drawing>
                <wp:inline distT="0" distB="0" distL="0" distR="0" wp14:anchorId="58775DF8" wp14:editId="765CCD87">
                  <wp:extent cx="142875" cy="161925"/>
                  <wp:effectExtent l="0" t="0" r="0" b="0"/>
                  <wp:docPr id="7"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992" w:type="dxa"/>
            <w:vMerge w:val="restart"/>
          </w:tcPr>
          <w:p w14:paraId="5AD84C13" w14:textId="77777777" w:rsidR="000A3F44" w:rsidRPr="008C6DE4" w:rsidRDefault="000A3F44" w:rsidP="00867D3A">
            <w:pPr>
              <w:pStyle w:val="TAH"/>
            </w:pPr>
            <w:r w:rsidRPr="008C6DE4">
              <w:t>NR Slot length (ms)</w:t>
            </w:r>
          </w:p>
        </w:tc>
        <w:tc>
          <w:tcPr>
            <w:tcW w:w="3938" w:type="dxa"/>
            <w:gridSpan w:val="2"/>
          </w:tcPr>
          <w:p w14:paraId="36EB6273" w14:textId="77777777" w:rsidR="000A3F44" w:rsidRPr="008C6DE4" w:rsidRDefault="000A3F44" w:rsidP="00867D3A">
            <w:pPr>
              <w:pStyle w:val="TAH"/>
              <w:rPr>
                <w:lang w:eastAsia="zh-CN"/>
              </w:rPr>
            </w:pPr>
            <w:r w:rsidRPr="008C6DE4">
              <w:rPr>
                <w:lang w:eastAsia="zh-CN"/>
              </w:rPr>
              <w:t>BWP switch delay T</w:t>
            </w:r>
            <w:r w:rsidRPr="008C6DE4">
              <w:rPr>
                <w:vertAlign w:val="subscript"/>
                <w:lang w:eastAsia="zh-CN"/>
              </w:rPr>
              <w:t>BWPswitchDelay</w:t>
            </w:r>
            <w:r w:rsidRPr="008C6DE4">
              <w:rPr>
                <w:lang w:eastAsia="zh-CN"/>
              </w:rPr>
              <w:t xml:space="preserve"> (slots)</w:t>
            </w:r>
          </w:p>
        </w:tc>
      </w:tr>
      <w:tr w:rsidR="00DD3199" w:rsidRPr="008C6DE4" w14:paraId="6A18CB42" w14:textId="77777777" w:rsidTr="00867D3A">
        <w:trPr>
          <w:trHeight w:val="306"/>
          <w:jc w:val="center"/>
        </w:trPr>
        <w:tc>
          <w:tcPr>
            <w:tcW w:w="649" w:type="dxa"/>
            <w:vMerge/>
            <w:shd w:val="clear" w:color="auto" w:fill="auto"/>
            <w:vAlign w:val="center"/>
          </w:tcPr>
          <w:p w14:paraId="6DD06F4C" w14:textId="77777777" w:rsidR="000A3F44" w:rsidRPr="008C6DE4" w:rsidRDefault="000A3F44" w:rsidP="00867D3A">
            <w:pPr>
              <w:pStyle w:val="TAH"/>
            </w:pPr>
          </w:p>
        </w:tc>
        <w:tc>
          <w:tcPr>
            <w:tcW w:w="992" w:type="dxa"/>
            <w:vMerge/>
          </w:tcPr>
          <w:p w14:paraId="704A9AA3" w14:textId="77777777" w:rsidR="000A3F44" w:rsidRPr="008C6DE4" w:rsidRDefault="000A3F44" w:rsidP="00867D3A">
            <w:pPr>
              <w:pStyle w:val="TAH"/>
            </w:pPr>
          </w:p>
        </w:tc>
        <w:tc>
          <w:tcPr>
            <w:tcW w:w="1969" w:type="dxa"/>
          </w:tcPr>
          <w:p w14:paraId="791B4BEF" w14:textId="77777777" w:rsidR="000A3F44" w:rsidRPr="008C6DE4" w:rsidRDefault="000A3F44" w:rsidP="00867D3A">
            <w:pPr>
              <w:pStyle w:val="TAH"/>
              <w:rPr>
                <w:vertAlign w:val="superscript"/>
                <w:lang w:eastAsia="zh-CN"/>
              </w:rPr>
            </w:pPr>
            <w:r w:rsidRPr="008C6DE4">
              <w:rPr>
                <w:lang w:eastAsia="zh-CN"/>
              </w:rPr>
              <w:t>Type 1</w:t>
            </w:r>
            <w:r w:rsidRPr="008C6DE4">
              <w:rPr>
                <w:vertAlign w:val="superscript"/>
                <w:lang w:eastAsia="zh-CN"/>
              </w:rPr>
              <w:t>Note 1</w:t>
            </w:r>
          </w:p>
        </w:tc>
        <w:tc>
          <w:tcPr>
            <w:tcW w:w="1969" w:type="dxa"/>
          </w:tcPr>
          <w:p w14:paraId="273CFF3F" w14:textId="77777777" w:rsidR="000A3F44" w:rsidRPr="008C6DE4" w:rsidRDefault="000A3F44" w:rsidP="00867D3A">
            <w:pPr>
              <w:pStyle w:val="TAH"/>
              <w:rPr>
                <w:vertAlign w:val="superscript"/>
                <w:lang w:eastAsia="zh-CN"/>
              </w:rPr>
            </w:pPr>
            <w:r w:rsidRPr="008C6DE4">
              <w:rPr>
                <w:lang w:eastAsia="zh-CN"/>
              </w:rPr>
              <w:t>Type 2</w:t>
            </w:r>
            <w:r w:rsidRPr="008C6DE4">
              <w:rPr>
                <w:vertAlign w:val="superscript"/>
                <w:lang w:eastAsia="zh-CN"/>
              </w:rPr>
              <w:t>Note 1</w:t>
            </w:r>
          </w:p>
        </w:tc>
      </w:tr>
      <w:tr w:rsidR="00DD3199" w:rsidRPr="008C6DE4" w:rsidDel="00FC0501" w14:paraId="1BB0693D" w14:textId="77777777" w:rsidTr="00867D3A">
        <w:trPr>
          <w:jc w:val="center"/>
        </w:trPr>
        <w:tc>
          <w:tcPr>
            <w:tcW w:w="649" w:type="dxa"/>
            <w:shd w:val="clear" w:color="auto" w:fill="auto"/>
          </w:tcPr>
          <w:p w14:paraId="543A85BB" w14:textId="77777777" w:rsidR="000A3F44" w:rsidRPr="008C6DE4" w:rsidRDefault="000A3F44" w:rsidP="00867D3A">
            <w:pPr>
              <w:pStyle w:val="TAC"/>
            </w:pPr>
            <w:r w:rsidRPr="008C6DE4">
              <w:t>0</w:t>
            </w:r>
          </w:p>
        </w:tc>
        <w:tc>
          <w:tcPr>
            <w:tcW w:w="992" w:type="dxa"/>
          </w:tcPr>
          <w:p w14:paraId="64294035" w14:textId="77777777" w:rsidR="000A3F44" w:rsidRPr="008C6DE4" w:rsidRDefault="000A3F44" w:rsidP="00867D3A">
            <w:pPr>
              <w:pStyle w:val="TAC"/>
            </w:pPr>
            <w:r w:rsidRPr="008C6DE4">
              <w:t>1</w:t>
            </w:r>
          </w:p>
        </w:tc>
        <w:tc>
          <w:tcPr>
            <w:tcW w:w="1969" w:type="dxa"/>
            <w:shd w:val="clear" w:color="auto" w:fill="auto"/>
          </w:tcPr>
          <w:p w14:paraId="1D9112F6" w14:textId="77777777" w:rsidR="000A3F44" w:rsidRPr="008C6DE4" w:rsidRDefault="000A3F44" w:rsidP="00867D3A">
            <w:pPr>
              <w:pStyle w:val="TAC"/>
            </w:pPr>
            <w:r w:rsidRPr="008C6DE4">
              <w:t>1</w:t>
            </w:r>
          </w:p>
        </w:tc>
        <w:tc>
          <w:tcPr>
            <w:tcW w:w="1969" w:type="dxa"/>
          </w:tcPr>
          <w:p w14:paraId="61913BCF" w14:textId="77777777" w:rsidR="000A3F44" w:rsidRPr="008C6DE4" w:rsidRDefault="000A3F44" w:rsidP="00867D3A">
            <w:pPr>
              <w:pStyle w:val="TAC"/>
            </w:pPr>
            <w:r w:rsidRPr="008C6DE4">
              <w:t>3</w:t>
            </w:r>
          </w:p>
        </w:tc>
      </w:tr>
      <w:tr w:rsidR="00DD3199" w:rsidRPr="008C6DE4" w:rsidDel="00FC0501" w14:paraId="36B06B4D" w14:textId="77777777" w:rsidTr="00867D3A">
        <w:trPr>
          <w:jc w:val="center"/>
        </w:trPr>
        <w:tc>
          <w:tcPr>
            <w:tcW w:w="649" w:type="dxa"/>
            <w:shd w:val="clear" w:color="auto" w:fill="auto"/>
          </w:tcPr>
          <w:p w14:paraId="59C2185C" w14:textId="77777777" w:rsidR="000A3F44" w:rsidRPr="008C6DE4" w:rsidRDefault="000A3F44" w:rsidP="00867D3A">
            <w:pPr>
              <w:pStyle w:val="TAC"/>
            </w:pPr>
            <w:r w:rsidRPr="008C6DE4">
              <w:t>1</w:t>
            </w:r>
          </w:p>
        </w:tc>
        <w:tc>
          <w:tcPr>
            <w:tcW w:w="992" w:type="dxa"/>
          </w:tcPr>
          <w:p w14:paraId="062D5B0A" w14:textId="77777777" w:rsidR="000A3F44" w:rsidRPr="008C6DE4" w:rsidRDefault="000A3F44" w:rsidP="00867D3A">
            <w:pPr>
              <w:pStyle w:val="TAC"/>
            </w:pPr>
            <w:r w:rsidRPr="008C6DE4">
              <w:t>0.5</w:t>
            </w:r>
          </w:p>
        </w:tc>
        <w:tc>
          <w:tcPr>
            <w:tcW w:w="1969" w:type="dxa"/>
            <w:shd w:val="clear" w:color="auto" w:fill="auto"/>
          </w:tcPr>
          <w:p w14:paraId="150A4B67" w14:textId="77777777" w:rsidR="000A3F44" w:rsidRPr="008C6DE4" w:rsidRDefault="000A3F44" w:rsidP="00867D3A">
            <w:pPr>
              <w:pStyle w:val="TAC"/>
            </w:pPr>
            <w:r w:rsidRPr="008C6DE4">
              <w:t>2</w:t>
            </w:r>
          </w:p>
        </w:tc>
        <w:tc>
          <w:tcPr>
            <w:tcW w:w="1969" w:type="dxa"/>
          </w:tcPr>
          <w:p w14:paraId="46FB6DCF" w14:textId="77777777" w:rsidR="000A3F44" w:rsidRPr="008C6DE4" w:rsidRDefault="000A3F44" w:rsidP="00867D3A">
            <w:pPr>
              <w:pStyle w:val="TAC"/>
            </w:pPr>
            <w:r w:rsidRPr="008C6DE4">
              <w:t>5</w:t>
            </w:r>
          </w:p>
        </w:tc>
      </w:tr>
      <w:tr w:rsidR="00DD3199" w:rsidRPr="008C6DE4" w:rsidDel="00FC0501" w14:paraId="23C6003F" w14:textId="77777777" w:rsidTr="00867D3A">
        <w:trPr>
          <w:jc w:val="center"/>
        </w:trPr>
        <w:tc>
          <w:tcPr>
            <w:tcW w:w="649" w:type="dxa"/>
            <w:shd w:val="clear" w:color="auto" w:fill="auto"/>
          </w:tcPr>
          <w:p w14:paraId="29113F4B" w14:textId="77777777" w:rsidR="000A3F44" w:rsidRPr="008C6DE4" w:rsidRDefault="000A3F44" w:rsidP="00867D3A">
            <w:pPr>
              <w:pStyle w:val="TAC"/>
            </w:pPr>
            <w:r w:rsidRPr="008C6DE4">
              <w:t>2</w:t>
            </w:r>
          </w:p>
        </w:tc>
        <w:tc>
          <w:tcPr>
            <w:tcW w:w="992" w:type="dxa"/>
          </w:tcPr>
          <w:p w14:paraId="15B5DD51" w14:textId="77777777" w:rsidR="000A3F44" w:rsidRPr="008C6DE4" w:rsidRDefault="000A3F44" w:rsidP="00867D3A">
            <w:pPr>
              <w:pStyle w:val="TAC"/>
            </w:pPr>
            <w:r w:rsidRPr="008C6DE4">
              <w:t>0.25</w:t>
            </w:r>
          </w:p>
        </w:tc>
        <w:tc>
          <w:tcPr>
            <w:tcW w:w="1969" w:type="dxa"/>
            <w:shd w:val="clear" w:color="auto" w:fill="auto"/>
          </w:tcPr>
          <w:p w14:paraId="7CF82152" w14:textId="77777777" w:rsidR="000A3F44" w:rsidRPr="008C6DE4" w:rsidRDefault="000A3F44" w:rsidP="00867D3A">
            <w:pPr>
              <w:pStyle w:val="TAC"/>
            </w:pPr>
            <w:r w:rsidRPr="008C6DE4">
              <w:t>3</w:t>
            </w:r>
          </w:p>
        </w:tc>
        <w:tc>
          <w:tcPr>
            <w:tcW w:w="1969" w:type="dxa"/>
          </w:tcPr>
          <w:p w14:paraId="56235022" w14:textId="77777777" w:rsidR="000A3F44" w:rsidRPr="008C6DE4" w:rsidRDefault="000A3F44" w:rsidP="00867D3A">
            <w:pPr>
              <w:pStyle w:val="TAC"/>
            </w:pPr>
            <w:r w:rsidRPr="008C6DE4">
              <w:t>9</w:t>
            </w:r>
          </w:p>
        </w:tc>
      </w:tr>
      <w:tr w:rsidR="00DD3199" w:rsidRPr="008C6DE4" w:rsidDel="00FC0501" w14:paraId="6779A513" w14:textId="77777777" w:rsidTr="00867D3A">
        <w:trPr>
          <w:jc w:val="center"/>
        </w:trPr>
        <w:tc>
          <w:tcPr>
            <w:tcW w:w="649" w:type="dxa"/>
            <w:shd w:val="clear" w:color="auto" w:fill="auto"/>
          </w:tcPr>
          <w:p w14:paraId="7E0426D5" w14:textId="77777777" w:rsidR="000A3F44" w:rsidRPr="008C6DE4" w:rsidRDefault="000A3F44" w:rsidP="00867D3A">
            <w:pPr>
              <w:pStyle w:val="TAC"/>
            </w:pPr>
            <w:r w:rsidRPr="008C6DE4">
              <w:t>3</w:t>
            </w:r>
          </w:p>
        </w:tc>
        <w:tc>
          <w:tcPr>
            <w:tcW w:w="992" w:type="dxa"/>
          </w:tcPr>
          <w:p w14:paraId="0052B132" w14:textId="77777777" w:rsidR="000A3F44" w:rsidRPr="008C6DE4" w:rsidRDefault="000A3F44" w:rsidP="00867D3A">
            <w:pPr>
              <w:pStyle w:val="TAC"/>
            </w:pPr>
            <w:r w:rsidRPr="008C6DE4">
              <w:t>0.125</w:t>
            </w:r>
          </w:p>
        </w:tc>
        <w:tc>
          <w:tcPr>
            <w:tcW w:w="1969" w:type="dxa"/>
            <w:shd w:val="clear" w:color="auto" w:fill="auto"/>
          </w:tcPr>
          <w:p w14:paraId="7F64695B" w14:textId="77777777" w:rsidR="000A3F44" w:rsidRPr="008C6DE4" w:rsidRDefault="000A3F44" w:rsidP="00867D3A">
            <w:pPr>
              <w:pStyle w:val="TAC"/>
            </w:pPr>
            <w:r w:rsidRPr="008C6DE4">
              <w:t>6</w:t>
            </w:r>
          </w:p>
        </w:tc>
        <w:tc>
          <w:tcPr>
            <w:tcW w:w="1969" w:type="dxa"/>
          </w:tcPr>
          <w:p w14:paraId="4A2ACFFB" w14:textId="77777777" w:rsidR="000A3F44" w:rsidRPr="008C6DE4" w:rsidRDefault="000A3F44" w:rsidP="00867D3A">
            <w:pPr>
              <w:pStyle w:val="TAC"/>
            </w:pPr>
            <w:r w:rsidRPr="008C6DE4">
              <w:t>18</w:t>
            </w:r>
          </w:p>
        </w:tc>
      </w:tr>
      <w:tr w:rsidR="000A3F44" w:rsidRPr="008C6DE4" w:rsidDel="00FC0501" w14:paraId="79A79055" w14:textId="77777777" w:rsidTr="00867D3A">
        <w:trPr>
          <w:jc w:val="center"/>
        </w:trPr>
        <w:tc>
          <w:tcPr>
            <w:tcW w:w="5579" w:type="dxa"/>
            <w:gridSpan w:val="4"/>
            <w:shd w:val="clear" w:color="auto" w:fill="auto"/>
          </w:tcPr>
          <w:p w14:paraId="3029C513" w14:textId="77777777" w:rsidR="00DD7392" w:rsidRPr="008C6DE4" w:rsidRDefault="00DD7392" w:rsidP="00DD7392">
            <w:pPr>
              <w:pStyle w:val="TAN"/>
            </w:pPr>
            <w:r w:rsidRPr="008C6DE4">
              <w:t>Note 1:</w:t>
            </w:r>
            <w:r w:rsidRPr="008C6DE4">
              <w:tab/>
              <w:t>Depends on UE capability.</w:t>
            </w:r>
          </w:p>
          <w:p w14:paraId="71342CCC" w14:textId="3104F5EC" w:rsidR="000A3F44" w:rsidRPr="008C6DE4" w:rsidRDefault="00DD7392" w:rsidP="00DD7392">
            <w:pPr>
              <w:pStyle w:val="TAN"/>
            </w:pPr>
            <w:r w:rsidRPr="008C6DE4">
              <w:t>Note 2:</w:t>
            </w:r>
            <w:r w:rsidRPr="008C6DE4">
              <w:tab/>
              <w:t>If the BWP switch involves changing of SCS, the BWP switch delay is determined by the smaller SCS between the SCS before BWP switch and the SCS after BWP switch.</w:t>
            </w:r>
          </w:p>
        </w:tc>
      </w:tr>
    </w:tbl>
    <w:p w14:paraId="2C590165" w14:textId="77777777" w:rsidR="000A3F44" w:rsidRPr="008C6DE4" w:rsidRDefault="000A3F44" w:rsidP="000A3F44"/>
    <w:p w14:paraId="6D97448C" w14:textId="77777777" w:rsidR="000A3F44" w:rsidRPr="008C6DE4" w:rsidRDefault="000A3F44" w:rsidP="000A3F44">
      <w:r w:rsidRPr="008C6DE4">
        <w:t xml:space="preserve">Provided the UE does not have the required TCI-state information to receive PDCCH and PDSCH in the new BWP, the UE shall use old TCI-states before the BWP switch until a new MAC CE updating the required TCI-state information for PDCCH and PDSCH is received after the BWP switch. </w:t>
      </w:r>
    </w:p>
    <w:p w14:paraId="5F2DAC4A" w14:textId="734BDF77" w:rsidR="000A3F44" w:rsidRPr="008C6DE4" w:rsidRDefault="000A3F44" w:rsidP="000A3F44">
      <w:r w:rsidRPr="008C6DE4">
        <w:t xml:space="preserve">If UE has the information on the required TCI-state information to receive PDCCH and PDSCH in the new BWP, </w:t>
      </w:r>
    </w:p>
    <w:p w14:paraId="70C872A9" w14:textId="5C8C96BE" w:rsidR="00B24892" w:rsidRPr="008C6DE4" w:rsidRDefault="00B24892" w:rsidP="00B24892">
      <w:pPr>
        <w:ind w:left="568" w:hanging="284"/>
      </w:pPr>
      <w:r w:rsidRPr="008C6DE4">
        <w:rPr>
          <w:lang w:eastAsia="zh-CN"/>
        </w:rPr>
        <w:t>-</w:t>
      </w:r>
      <w:r w:rsidRPr="008C6DE4">
        <w:rPr>
          <w:lang w:eastAsia="zh-CN"/>
        </w:rPr>
        <w:tab/>
      </w:r>
      <w:r w:rsidRPr="008C6DE4">
        <w:t xml:space="preserve">UE shall be able to receive PDCCH and PDSCH with old TCI-states before the delay as specified in </w:t>
      </w:r>
      <w:r w:rsidR="00854981" w:rsidRPr="008C6DE4">
        <w:t>Clause</w:t>
      </w:r>
      <w:r w:rsidRPr="008C6DE4">
        <w:t xml:space="preserve"> 8.10 in the new BWP.</w:t>
      </w:r>
    </w:p>
    <w:p w14:paraId="4F8B6357" w14:textId="7DA15BBE" w:rsidR="000A3F44" w:rsidRPr="008C6DE4" w:rsidRDefault="00C932CF" w:rsidP="00DD3199">
      <w:pPr>
        <w:ind w:left="568" w:hanging="284"/>
        <w:rPr>
          <w:rFonts w:eastAsia="MS Mincho"/>
          <w:lang w:eastAsia="ja-JP"/>
        </w:rPr>
      </w:pPr>
      <w:r w:rsidRPr="008C6DE4">
        <w:t>-</w:t>
      </w:r>
      <w:r w:rsidRPr="008C6DE4">
        <w:rPr>
          <w:lang w:eastAsia="zh-CN"/>
        </w:rPr>
        <w:tab/>
      </w:r>
      <w:r w:rsidRPr="008C6DE4">
        <w:t xml:space="preserve">UE shall be able to receive PDCCH and PDSCH with new TCI-states after the delay as specified in </w:t>
      </w:r>
      <w:r w:rsidR="00854981" w:rsidRPr="008C6DE4">
        <w:t>Clause</w:t>
      </w:r>
      <w:r w:rsidRPr="008C6DE4">
        <w:t xml:space="preserve"> 8.10 in the new BWP</w:t>
      </w:r>
    </w:p>
    <w:p w14:paraId="316EEA41" w14:textId="77777777" w:rsidR="000A3F44" w:rsidRPr="008C6DE4" w:rsidRDefault="000A3F44" w:rsidP="000A3F44">
      <w:pPr>
        <w:pStyle w:val="Heading3"/>
        <w:rPr>
          <w:lang w:val="en-US" w:eastAsia="zh-CN"/>
        </w:rPr>
      </w:pPr>
      <w:bookmarkStart w:id="145" w:name="_Toc535475994"/>
      <w:r w:rsidRPr="008C6DE4">
        <w:rPr>
          <w:lang w:val="en-US" w:eastAsia="zh-CN"/>
        </w:rPr>
        <w:t>8.6.3</w:t>
      </w:r>
      <w:r w:rsidRPr="008C6DE4">
        <w:rPr>
          <w:lang w:val="en-US" w:eastAsia="zh-CN"/>
        </w:rPr>
        <w:tab/>
        <w:t>RRC based BWP switch delay</w:t>
      </w:r>
      <w:bookmarkEnd w:id="145"/>
    </w:p>
    <w:p w14:paraId="3C92E72F" w14:textId="190968E7" w:rsidR="00C828E4" w:rsidRDefault="00C828E4" w:rsidP="00C828E4">
      <w:r>
        <w:rPr>
          <w:lang w:eastAsia="zh-CN"/>
        </w:rPr>
        <w:t xml:space="preserve">The requirements in this clause only apply to the case </w:t>
      </w:r>
      <w:r>
        <w:t xml:space="preserve">that the BWP switch is performed on a single CC with one or </w:t>
      </w:r>
      <w:r>
        <w:rPr>
          <w:lang w:eastAsia="zh-CN"/>
        </w:rPr>
        <w:t>more than one BWP configuration(s) configured</w:t>
      </w:r>
      <w:r>
        <w:t xml:space="preserve">, with </w:t>
      </w:r>
    </w:p>
    <w:p w14:paraId="6ABBC51F" w14:textId="77777777" w:rsidR="00C828E4" w:rsidRPr="00211F26" w:rsidRDefault="00C828E4" w:rsidP="00C828E4">
      <w:pPr>
        <w:pStyle w:val="B10"/>
        <w:numPr>
          <w:ilvl w:val="0"/>
          <w:numId w:val="329"/>
        </w:numPr>
        <w:ind w:left="568" w:hanging="284"/>
      </w:pPr>
      <w:r w:rsidRPr="00211F26">
        <w:t>Active BWP switch or parameter change of its active BWPs for SpCell</w:t>
      </w:r>
    </w:p>
    <w:p w14:paraId="4086284E" w14:textId="77777777" w:rsidR="00C828E4" w:rsidRDefault="00C828E4" w:rsidP="00C828E4">
      <w:pPr>
        <w:pStyle w:val="B10"/>
        <w:numPr>
          <w:ilvl w:val="0"/>
          <w:numId w:val="329"/>
        </w:numPr>
        <w:ind w:left="568" w:hanging="284"/>
      </w:pPr>
      <w:r w:rsidRPr="00211F26">
        <w:t xml:space="preserve">Parameter change of its active BWPs except parameter </w:t>
      </w:r>
      <w:r w:rsidRPr="00211F26">
        <w:rPr>
          <w:i/>
          <w:iCs/>
        </w:rPr>
        <w:t>firstActiveDownlinkBWP-Id</w:t>
      </w:r>
      <w:r w:rsidRPr="00211F26">
        <w:t xml:space="preserve"> and </w:t>
      </w:r>
      <w:r w:rsidRPr="00211F26">
        <w:rPr>
          <w:i/>
          <w:iCs/>
        </w:rPr>
        <w:t>firstActiveUplinkBWP-Id</w:t>
      </w:r>
      <w:r w:rsidRPr="00211F26">
        <w:t xml:space="preserve"> for SCell</w:t>
      </w:r>
    </w:p>
    <w:p w14:paraId="6E627968" w14:textId="7CA1170A" w:rsidR="003B74EA" w:rsidRPr="008C6DE4" w:rsidRDefault="003B74EA" w:rsidP="003B74EA">
      <w:pPr>
        <w:rPr>
          <w:lang w:val="en-US" w:eastAsia="zh-CN"/>
        </w:rPr>
      </w:pPr>
      <w:r w:rsidRPr="008C6DE4">
        <w:rPr>
          <w:lang w:val="en-US" w:eastAsia="zh-CN"/>
        </w:rPr>
        <w:t xml:space="preserve">For RRC-based BWP switch, after the UE receives RRC reconfiguration </w:t>
      </w:r>
      <w:r w:rsidRPr="008C6DE4">
        <w:rPr>
          <w:rFonts w:cs="v4.2.0"/>
        </w:rPr>
        <w:t xml:space="preserve">involving active </w:t>
      </w:r>
      <w:r w:rsidRPr="008C6DE4">
        <w:rPr>
          <w:lang w:val="en-US" w:eastAsia="zh-CN"/>
        </w:rPr>
        <w:t xml:space="preserve">BWP switching or parameter change of its active BWP, UE shall be able to receive PDSCH/PDCCH (for DL active BWP switch) or transmit PUSCH (for UL active BWP switch) on the new BWP on the serving cell on which BWP switch occurs </w:t>
      </w:r>
      <w:r w:rsidRPr="008C6DE4">
        <w:t xml:space="preserve">on the first DL or UL slot right after a time duration of </w:t>
      </w:r>
      <m:oMath>
        <m:f>
          <m:fPr>
            <m:ctrlPr>
              <w:rPr>
                <w:rFonts w:ascii="Cambria Math" w:hAnsi="Cambria Math"/>
                <w:i/>
                <w:lang w:val="en-US" w:eastAsia="zh-CN"/>
              </w:rPr>
            </m:ctrlPr>
          </m:fPr>
          <m:num>
            <m:sSub>
              <m:sSubPr>
                <m:ctrlPr>
                  <w:rPr>
                    <w:rFonts w:ascii="Cambria Math" w:hAnsi="Cambria Math"/>
                    <w:i/>
                    <w:lang w:val="en-US" w:eastAsia="zh-CN"/>
                  </w:rPr>
                </m:ctrlPr>
              </m:sSubPr>
              <m:e>
                <m:sSub>
                  <m:sSubPr>
                    <m:ctrlPr>
                      <w:rPr>
                        <w:rFonts w:ascii="Cambria Math" w:hAnsi="Cambria Math"/>
                        <w:i/>
                        <w:lang w:val="en-US" w:eastAsia="zh-CN"/>
                      </w:rPr>
                    </m:ctrlPr>
                  </m:sSubPr>
                  <m:e>
                    <m:r>
                      <w:rPr>
                        <w:rFonts w:ascii="Cambria Math" w:hAnsi="Cambria Math"/>
                        <w:lang w:val="en-US" w:eastAsia="zh-CN"/>
                      </w:rPr>
                      <m:t>T</m:t>
                    </m:r>
                  </m:e>
                  <m:sub>
                    <m:r>
                      <w:rPr>
                        <w:rFonts w:ascii="Cambria Math" w:hAnsi="Cambria Math"/>
                        <w:lang w:val="en-US" w:eastAsia="zh-CN"/>
                      </w:rPr>
                      <m:t>RRCprocessingDelay</m:t>
                    </m:r>
                  </m:sub>
                </m:sSub>
                <m:r>
                  <w:rPr>
                    <w:rFonts w:ascii="Cambria Math" w:hAnsi="Cambria Math"/>
                    <w:lang w:val="en-US" w:eastAsia="zh-CN"/>
                  </w:rPr>
                  <m:t>+T</m:t>
                </m:r>
              </m:e>
              <m:sub>
                <m:r>
                  <w:rPr>
                    <w:rFonts w:ascii="Cambria Math" w:hAnsi="Cambria Math"/>
                    <w:lang w:val="en-US" w:eastAsia="zh-CN"/>
                  </w:rPr>
                  <m:t>BWPswitchDelayRRC</m:t>
                </m:r>
              </m:sub>
            </m:sSub>
          </m:num>
          <m:den>
            <m:r>
              <w:rPr>
                <w:rFonts w:ascii="Cambria Math" w:hAnsi="Cambria Math"/>
                <w:lang w:val="en-US" w:eastAsia="zh-CN"/>
              </w:rPr>
              <m:t>NR Slot length</m:t>
            </m:r>
          </m:den>
        </m:f>
      </m:oMath>
      <w:r w:rsidRPr="008C6DE4">
        <w:rPr>
          <w:rFonts w:hint="eastAsia"/>
          <w:lang w:val="en-US" w:eastAsia="zh-CN"/>
        </w:rPr>
        <w:t xml:space="preserve"> </w:t>
      </w:r>
      <w:r w:rsidRPr="008C6DE4">
        <w:rPr>
          <w:lang w:val="en-US" w:eastAsia="zh-CN"/>
        </w:rPr>
        <w:t xml:space="preserve">slots which begins from </w:t>
      </w:r>
      <w:r w:rsidRPr="008C6DE4">
        <w:t xml:space="preserve">the beginning of DL </w:t>
      </w:r>
      <w:r w:rsidRPr="008C6DE4">
        <w:rPr>
          <w:lang w:val="en-US" w:eastAsia="zh-CN"/>
        </w:rPr>
        <w:t xml:space="preserve">slot n, where </w:t>
      </w:r>
    </w:p>
    <w:p w14:paraId="36DAAD6C" w14:textId="77777777" w:rsidR="005A78CD" w:rsidRDefault="005A78CD" w:rsidP="005A78CD">
      <w:pPr>
        <w:pStyle w:val="B10"/>
        <w:rPr>
          <w:lang w:val="en-US" w:eastAsia="zh-CN"/>
        </w:rPr>
      </w:pPr>
      <w:r>
        <w:rPr>
          <w:lang w:val="en-US" w:eastAsia="zh-CN"/>
        </w:rPr>
        <w:tab/>
      </w:r>
      <w:r w:rsidRPr="008C6DE4">
        <w:rPr>
          <w:lang w:val="en-US" w:eastAsia="zh-CN"/>
        </w:rPr>
        <w:t xml:space="preserve">DL slot n is the last slot </w:t>
      </w:r>
      <w:r>
        <w:rPr>
          <w:rFonts w:cs="v4.2.0"/>
          <w:lang w:val="en-US"/>
        </w:rPr>
        <w:t>overlapping with the PDSCH</w:t>
      </w:r>
      <w:r w:rsidRPr="008C6DE4">
        <w:rPr>
          <w:lang w:val="en-US" w:eastAsia="zh-CN"/>
        </w:rPr>
        <w:t xml:space="preserve"> containing the RRC command, and </w:t>
      </w:r>
    </w:p>
    <w:p w14:paraId="7E3BCAEB" w14:textId="77777777" w:rsidR="005A78CD" w:rsidRPr="008C6DE4" w:rsidRDefault="005A78CD" w:rsidP="005A78CD">
      <w:pPr>
        <w:pStyle w:val="B10"/>
        <w:rPr>
          <w:lang w:val="en-US" w:eastAsia="zh-CN"/>
        </w:rPr>
      </w:pPr>
      <w:r>
        <w:rPr>
          <w:lang w:val="en-US" w:eastAsia="zh-CN"/>
        </w:rPr>
        <w:tab/>
      </w:r>
      <m:oMath>
        <m:r>
          <w:rPr>
            <w:rFonts w:ascii="Cambria Math" w:hAnsi="Cambria Math"/>
            <w:lang w:val="en-US" w:eastAsia="zh-CN"/>
          </w:rPr>
          <m:t>NR Slot length</m:t>
        </m:r>
      </m:oMath>
      <w:r>
        <w:rPr>
          <w:rFonts w:hint="eastAsia"/>
          <w:lang w:val="en-US" w:eastAsia="zh-CN"/>
        </w:rPr>
        <w:t xml:space="preserve"> </w:t>
      </w:r>
      <w:r w:rsidRPr="008C6DE4">
        <w:t xml:space="preserve">is determined by the smaller SCS between the SCS </w:t>
      </w:r>
      <w:r>
        <w:t>before</w:t>
      </w:r>
      <w:r w:rsidRPr="008C6DE4">
        <w:t xml:space="preserve"> BWP</w:t>
      </w:r>
      <w:r>
        <w:t xml:space="preserve"> switch</w:t>
      </w:r>
      <w:r w:rsidRPr="008C6DE4">
        <w:t xml:space="preserve"> and the SCS </w:t>
      </w:r>
      <w:r>
        <w:t>after</w:t>
      </w:r>
      <w:r w:rsidRPr="008C6DE4">
        <w:t xml:space="preserve"> BWP switch</w:t>
      </w:r>
      <w:r>
        <w:t xml:space="preserve"> if </w:t>
      </w:r>
      <w:r w:rsidRPr="008C6DE4">
        <w:t>the BWP switch involves changing of SCS</w:t>
      </w:r>
      <w:r>
        <w:t>.</w:t>
      </w:r>
    </w:p>
    <w:p w14:paraId="56E48C89" w14:textId="77777777" w:rsidR="005A78CD" w:rsidRPr="008C6DE4" w:rsidRDefault="005A78CD" w:rsidP="005A78CD">
      <w:pPr>
        <w:pStyle w:val="B10"/>
        <w:rPr>
          <w:lang w:val="en-US" w:eastAsia="zh-CN"/>
        </w:rPr>
      </w:pPr>
      <w:r>
        <w:rPr>
          <w:lang w:val="en-US" w:eastAsia="zh-CN"/>
        </w:rPr>
        <w:tab/>
      </w:r>
      <m:oMath>
        <m:sSub>
          <m:sSubPr>
            <m:ctrlPr>
              <w:rPr>
                <w:rFonts w:ascii="Cambria Math" w:hAnsi="Cambria Math"/>
                <w:i/>
                <w:lang w:val="en-US" w:eastAsia="zh-CN"/>
              </w:rPr>
            </m:ctrlPr>
          </m:sSubPr>
          <m:e>
            <m:r>
              <w:rPr>
                <w:rFonts w:ascii="Cambria Math" w:hAnsi="Cambria Math"/>
                <w:lang w:val="en-US" w:eastAsia="zh-CN"/>
              </w:rPr>
              <m:t>T</m:t>
            </m:r>
          </m:e>
          <m:sub>
            <m:r>
              <w:rPr>
                <w:rFonts w:ascii="Cambria Math" w:hAnsi="Cambria Math"/>
                <w:lang w:val="en-US" w:eastAsia="zh-CN"/>
              </w:rPr>
              <m:t>RRCprocessingDelay</m:t>
            </m:r>
          </m:sub>
        </m:sSub>
      </m:oMath>
      <w:r w:rsidRPr="008C6DE4">
        <w:rPr>
          <w:vertAlign w:val="subscript"/>
          <w:lang w:val="en-US" w:eastAsia="zh-CN"/>
        </w:rPr>
        <w:t xml:space="preserve"> </w:t>
      </w:r>
      <w:r w:rsidRPr="008C6DE4">
        <w:rPr>
          <w:lang w:val="en-US" w:eastAsia="zh-CN"/>
        </w:rPr>
        <w:t>is the length of the RRC procedure delay in m</w:t>
      </w:r>
      <w:r>
        <w:rPr>
          <w:lang w:val="en-US" w:eastAsia="zh-CN"/>
        </w:rPr>
        <w:t>s</w:t>
      </w:r>
      <w:r w:rsidRPr="008C6DE4">
        <w:rPr>
          <w:lang w:val="en-US" w:eastAsia="zh-CN"/>
        </w:rPr>
        <w:t xml:space="preserve"> as defined </w:t>
      </w:r>
      <w:r>
        <w:rPr>
          <w:lang w:val="en-US" w:eastAsia="zh-CN"/>
        </w:rPr>
        <w:t xml:space="preserve">in clause 11.2 in TS 36.331 [16] if the </w:t>
      </w:r>
      <w:r>
        <w:rPr>
          <w:lang w:val="en-US"/>
        </w:rPr>
        <w:t>corresponding RRC message is embedded</w:t>
      </w:r>
      <w:r>
        <w:rPr>
          <w:lang w:val="en-US" w:eastAsia="zh-CN"/>
        </w:rPr>
        <w:t xml:space="preserve"> in E-UTRA RRC message, otherwise it </w:t>
      </w:r>
      <w:r w:rsidRPr="008C6DE4">
        <w:rPr>
          <w:lang w:val="en-US" w:eastAsia="zh-CN"/>
        </w:rPr>
        <w:t>is the length of the RRC procedure delay in m</w:t>
      </w:r>
      <w:r>
        <w:rPr>
          <w:lang w:val="en-US" w:eastAsia="zh-CN"/>
        </w:rPr>
        <w:t>s</w:t>
      </w:r>
      <w:r w:rsidRPr="008C6DE4">
        <w:rPr>
          <w:lang w:val="en-US" w:eastAsia="zh-CN"/>
        </w:rPr>
        <w:t xml:space="preserve"> as defined in clause 12 in TS 38.331 [2], and</w:t>
      </w:r>
    </w:p>
    <w:p w14:paraId="18F044A8" w14:textId="77777777" w:rsidR="005A78CD" w:rsidRPr="008C6DE4" w:rsidRDefault="005A78CD" w:rsidP="005A78CD">
      <w:pPr>
        <w:pStyle w:val="B10"/>
        <w:rPr>
          <w:lang w:val="en-US" w:eastAsia="zh-CN"/>
        </w:rPr>
      </w:pPr>
      <w:r>
        <w:rPr>
          <w:lang w:val="en-US" w:eastAsia="zh-CN"/>
        </w:rPr>
        <w:tab/>
      </w:r>
      <m:oMath>
        <m:sSub>
          <m:sSubPr>
            <m:ctrlPr>
              <w:rPr>
                <w:rFonts w:ascii="Cambria Math" w:hAnsi="Cambria Math"/>
                <w:i/>
                <w:lang w:val="en-US" w:eastAsia="zh-CN"/>
              </w:rPr>
            </m:ctrlPr>
          </m:sSubPr>
          <m:e>
            <m:r>
              <w:rPr>
                <w:rFonts w:ascii="Cambria Math" w:hAnsi="Cambria Math"/>
                <w:lang w:val="en-US" w:eastAsia="zh-CN"/>
              </w:rPr>
              <m:t>T</m:t>
            </m:r>
          </m:e>
          <m:sub>
            <m:r>
              <w:rPr>
                <w:rFonts w:ascii="Cambria Math" w:hAnsi="Cambria Math"/>
                <w:lang w:val="en-US" w:eastAsia="zh-CN"/>
              </w:rPr>
              <m:t>BWPswitchDelayRRC</m:t>
            </m:r>
          </m:sub>
        </m:sSub>
        <m:r>
          <w:rPr>
            <w:rFonts w:ascii="Cambria Math" w:hAnsi="Cambria Math"/>
            <w:lang w:val="en-US" w:eastAsia="zh-CN"/>
          </w:rPr>
          <m:t>=6ms</m:t>
        </m:r>
      </m:oMath>
      <w:r w:rsidRPr="008C6DE4">
        <w:rPr>
          <w:lang w:val="en-US" w:eastAsia="zh-CN"/>
        </w:rPr>
        <w:t xml:space="preserve"> is the time used by the UE to perform BWP switch.</w:t>
      </w:r>
    </w:p>
    <w:p w14:paraId="54868F30" w14:textId="77777777" w:rsidR="005A78CD" w:rsidRPr="008C6DE4" w:rsidRDefault="005A78CD" w:rsidP="005A78CD">
      <w:pPr>
        <w:rPr>
          <w:lang w:val="en-US" w:eastAsia="zh-CN"/>
        </w:rPr>
      </w:pPr>
      <w:r w:rsidRPr="008C6DE4">
        <w:rPr>
          <w:lang w:val="en-US" w:eastAsia="zh-CN"/>
        </w:rPr>
        <w:t xml:space="preserve">The UE is not required to transmit UL signals or receive DL signals during the time defined by </w:t>
      </w:r>
      <m:oMath>
        <m:sSub>
          <m:sSubPr>
            <m:ctrlPr>
              <w:rPr>
                <w:rFonts w:ascii="Cambria Math" w:hAnsi="Cambria Math"/>
                <w:i/>
                <w:lang w:val="en-US" w:eastAsia="zh-CN"/>
              </w:rPr>
            </m:ctrlPr>
          </m:sSubPr>
          <m:e>
            <m:sSub>
              <m:sSubPr>
                <m:ctrlPr>
                  <w:rPr>
                    <w:rFonts w:ascii="Cambria Math" w:hAnsi="Cambria Math"/>
                    <w:i/>
                    <w:lang w:val="en-US" w:eastAsia="zh-CN"/>
                  </w:rPr>
                </m:ctrlPr>
              </m:sSubPr>
              <m:e>
                <m:r>
                  <w:rPr>
                    <w:rFonts w:ascii="Cambria Math" w:hAnsi="Cambria Math"/>
                    <w:lang w:val="en-US" w:eastAsia="zh-CN"/>
                  </w:rPr>
                  <m:t>T</m:t>
                </m:r>
              </m:e>
              <m:sub>
                <m:r>
                  <w:rPr>
                    <w:rFonts w:ascii="Cambria Math" w:hAnsi="Cambria Math"/>
                    <w:lang w:val="en-US" w:eastAsia="zh-CN"/>
                  </w:rPr>
                  <m:t>RRCprocessingDelay</m:t>
                </m:r>
              </m:sub>
            </m:sSub>
            <m:r>
              <w:rPr>
                <w:rFonts w:ascii="Cambria Math" w:hAnsi="Cambria Math"/>
                <w:lang w:val="en-US" w:eastAsia="zh-CN"/>
              </w:rPr>
              <m:t>+T</m:t>
            </m:r>
          </m:e>
          <m:sub>
            <m:r>
              <w:rPr>
                <w:rFonts w:ascii="Cambria Math" w:hAnsi="Cambria Math"/>
                <w:lang w:val="en-US" w:eastAsia="zh-CN"/>
              </w:rPr>
              <m:t>BWPswitchDelayRRC</m:t>
            </m:r>
          </m:sub>
        </m:sSub>
      </m:oMath>
      <w:r w:rsidRPr="008C6DE4">
        <w:rPr>
          <w:lang w:val="en-US" w:eastAsia="zh-CN"/>
        </w:rPr>
        <w:t xml:space="preserve"> on the cell where RRC-based BWP switch occurs.</w:t>
      </w:r>
      <w:r>
        <w:rPr>
          <w:lang w:val="en-US" w:eastAsia="zh-CN"/>
        </w:rPr>
        <w:t xml:space="preserve"> When  </w:t>
      </w:r>
      <m:oMath>
        <m:sSub>
          <m:sSubPr>
            <m:ctrlPr>
              <w:rPr>
                <w:rFonts w:ascii="Cambria Math" w:hAnsi="Cambria Math"/>
                <w:i/>
                <w:lang w:val="en-US" w:eastAsia="zh-CN"/>
              </w:rPr>
            </m:ctrlPr>
          </m:sSubPr>
          <m:e>
            <m:sSub>
              <m:sSubPr>
                <m:ctrlPr>
                  <w:rPr>
                    <w:rFonts w:ascii="Cambria Math" w:hAnsi="Cambria Math"/>
                    <w:i/>
                    <w:lang w:val="en-US" w:eastAsia="zh-CN"/>
                  </w:rPr>
                </m:ctrlPr>
              </m:sSubPr>
              <m:e>
                <m:r>
                  <w:rPr>
                    <w:rFonts w:ascii="Cambria Math" w:hAnsi="Cambria Math"/>
                    <w:lang w:val="en-US" w:eastAsia="zh-CN"/>
                  </w:rPr>
                  <m:t>T</m:t>
                </m:r>
              </m:e>
              <m:sub>
                <m:r>
                  <w:rPr>
                    <w:rFonts w:ascii="Cambria Math" w:hAnsi="Cambria Math"/>
                    <w:lang w:val="en-US" w:eastAsia="zh-CN"/>
                  </w:rPr>
                  <m:t>HARQ</m:t>
                </m:r>
              </m:sub>
            </m:sSub>
            <m:r>
              <w:rPr>
                <w:rFonts w:ascii="Cambria Math" w:hAnsi="Cambria Math"/>
                <w:lang w:val="en-US" w:eastAsia="zh-CN"/>
              </w:rPr>
              <m:t>&gt; T</m:t>
            </m:r>
          </m:e>
          <m:sub>
            <m:r>
              <w:rPr>
                <w:rFonts w:ascii="Cambria Math" w:hAnsi="Cambria Math"/>
                <w:lang w:val="en-US" w:eastAsia="zh-CN"/>
              </w:rPr>
              <m:t>RRCprocessingDelay</m:t>
            </m:r>
          </m:sub>
        </m:sSub>
      </m:oMath>
      <w:r>
        <w:rPr>
          <w:lang w:val="en-US" w:eastAsia="zh-CN"/>
        </w:rPr>
        <w:t xml:space="preserve"> a longer switching delay is allowed. Where </w:t>
      </w:r>
      <m:oMath>
        <m:sSub>
          <m:sSubPr>
            <m:ctrlPr>
              <w:rPr>
                <w:rFonts w:ascii="Cambria Math" w:hAnsi="Cambria Math"/>
                <w:i/>
                <w:lang w:val="en-US" w:eastAsia="zh-CN"/>
              </w:rPr>
            </m:ctrlPr>
          </m:sSubPr>
          <m:e>
            <m:r>
              <w:rPr>
                <w:rFonts w:ascii="Cambria Math" w:hAnsi="Cambria Math"/>
                <w:lang w:val="en-US" w:eastAsia="zh-CN"/>
              </w:rPr>
              <m:t>T</m:t>
            </m:r>
          </m:e>
          <m:sub>
            <m:r>
              <w:rPr>
                <w:rFonts w:ascii="Cambria Math" w:hAnsi="Cambria Math"/>
                <w:lang w:val="en-US" w:eastAsia="zh-CN"/>
              </w:rPr>
              <m:t>HARQ</m:t>
            </m:r>
          </m:sub>
        </m:sSub>
      </m:oMath>
      <w:r w:rsidRPr="00333C1B">
        <w:rPr>
          <w:lang w:eastAsia="zh-CN"/>
        </w:rPr>
        <w:t xml:space="preserve"> </w:t>
      </w:r>
      <w:r w:rsidRPr="002E6EA6">
        <w:rPr>
          <w:lang w:eastAsia="zh-CN"/>
        </w:rPr>
        <w:t>is the tim</w:t>
      </w:r>
      <w:r>
        <w:rPr>
          <w:lang w:eastAsia="zh-CN"/>
        </w:rPr>
        <w:t>e</w:t>
      </w:r>
      <w:r w:rsidRPr="002E6EA6">
        <w:rPr>
          <w:lang w:eastAsia="zh-CN"/>
        </w:rPr>
        <w:t xml:space="preserve"> between DL data transmission and acknowledgement as specified in TS 38.213 [3].</w:t>
      </w:r>
    </w:p>
    <w:p w14:paraId="212D0DCE" w14:textId="17D3E3E6" w:rsidR="000A3F44" w:rsidRPr="008C6DE4" w:rsidRDefault="000A3F44" w:rsidP="000A3F44">
      <w:pPr>
        <w:rPr>
          <w:lang w:val="en-US" w:eastAsia="zh-CN"/>
        </w:rPr>
      </w:pPr>
    </w:p>
    <w:p w14:paraId="6DE76EEA" w14:textId="70CC06E7" w:rsidR="003A4F63" w:rsidRPr="008C6DE4" w:rsidRDefault="003A4F63">
      <w:pPr>
        <w:pStyle w:val="Heading2"/>
        <w:rPr>
          <w:lang w:eastAsia="ko-KR"/>
        </w:rPr>
      </w:pPr>
      <w:r w:rsidRPr="008C6DE4">
        <w:rPr>
          <w:lang w:eastAsia="ko-KR"/>
        </w:rPr>
        <w:t>8.7</w:t>
      </w:r>
      <w:r w:rsidRPr="008C6DE4">
        <w:rPr>
          <w:lang w:eastAsia="ko-KR"/>
        </w:rPr>
        <w:tab/>
        <w:t>Void</w:t>
      </w:r>
      <w:bookmarkEnd w:id="133"/>
    </w:p>
    <w:p w14:paraId="341191E0" w14:textId="477FF8BC" w:rsidR="00CD22EB" w:rsidRPr="008C6DE4" w:rsidRDefault="003A4F63" w:rsidP="003227B7">
      <w:pPr>
        <w:pStyle w:val="Heading2"/>
        <w:rPr>
          <w:lang w:eastAsia="zh-CN"/>
        </w:rPr>
      </w:pPr>
      <w:bookmarkStart w:id="146" w:name="_Toc5952664"/>
      <w:r w:rsidRPr="008C6DE4">
        <w:rPr>
          <w:lang w:eastAsia="ko-KR"/>
        </w:rPr>
        <w:t>8.8</w:t>
      </w:r>
      <w:r w:rsidR="00CD22EB" w:rsidRPr="008C6DE4">
        <w:rPr>
          <w:lang w:eastAsia="ko-KR"/>
        </w:rPr>
        <w:tab/>
        <w:t xml:space="preserve">NE-DC: E-UTRAN </w:t>
      </w:r>
      <w:r w:rsidR="00CD22EB" w:rsidRPr="008C6DE4">
        <w:rPr>
          <w:lang w:eastAsia="zh-CN"/>
        </w:rPr>
        <w:t>P</w:t>
      </w:r>
      <w:r w:rsidR="00CD22EB" w:rsidRPr="008C6DE4">
        <w:rPr>
          <w:lang w:eastAsia="ko-KR"/>
        </w:rPr>
        <w:t>SCell Addition and Release Delay</w:t>
      </w:r>
      <w:bookmarkEnd w:id="146"/>
    </w:p>
    <w:p w14:paraId="21161538" w14:textId="34CDFDA1" w:rsidR="00CD22EB" w:rsidRPr="008C6DE4" w:rsidRDefault="003A4F63" w:rsidP="003227B7">
      <w:pPr>
        <w:pStyle w:val="Heading3"/>
        <w:rPr>
          <w:lang w:eastAsia="ko-KR"/>
        </w:rPr>
      </w:pPr>
      <w:bookmarkStart w:id="147" w:name="_Toc5952665"/>
      <w:r w:rsidRPr="008C6DE4">
        <w:rPr>
          <w:lang w:eastAsia="ko-KR"/>
        </w:rPr>
        <w:t>8.8</w:t>
      </w:r>
      <w:r w:rsidR="00CD22EB" w:rsidRPr="008C6DE4">
        <w:rPr>
          <w:lang w:eastAsia="ko-KR"/>
        </w:rPr>
        <w:t>.1</w:t>
      </w:r>
      <w:r w:rsidR="00CD22EB" w:rsidRPr="008C6DE4">
        <w:rPr>
          <w:lang w:eastAsia="ko-KR"/>
        </w:rPr>
        <w:tab/>
        <w:t>Introduction</w:t>
      </w:r>
      <w:bookmarkEnd w:id="147"/>
    </w:p>
    <w:p w14:paraId="6738CCD3" w14:textId="41267C5F" w:rsidR="00CD22EB" w:rsidRPr="008C6DE4" w:rsidRDefault="00CD22EB" w:rsidP="00CD22EB">
      <w:pPr>
        <w:overflowPunct w:val="0"/>
        <w:autoSpaceDE w:val="0"/>
        <w:autoSpaceDN w:val="0"/>
        <w:adjustRightInd w:val="0"/>
        <w:textAlignment w:val="baseline"/>
        <w:rPr>
          <w:lang w:eastAsia="ko-KR"/>
        </w:rPr>
      </w:pPr>
      <w:r w:rsidRPr="008C6DE4">
        <w:rPr>
          <w:lang w:eastAsia="ko-KR"/>
        </w:rPr>
        <w:t xml:space="preserve">This </w:t>
      </w:r>
      <w:r w:rsidR="00854981" w:rsidRPr="008C6DE4">
        <w:rPr>
          <w:lang w:eastAsia="ko-KR"/>
        </w:rPr>
        <w:t>clause</w:t>
      </w:r>
      <w:r w:rsidRPr="008C6DE4">
        <w:rPr>
          <w:lang w:eastAsia="ko-KR"/>
        </w:rPr>
        <w:t xml:space="preserve"> defines requirements for the delay within which the UE shall be able to </w:t>
      </w:r>
      <w:r w:rsidRPr="008C6DE4">
        <w:rPr>
          <w:lang w:eastAsia="zh-CN"/>
        </w:rPr>
        <w:t>configure an E-UTRAN</w:t>
      </w:r>
      <w:r w:rsidRPr="008C6DE4">
        <w:rPr>
          <w:lang w:eastAsia="ko-KR"/>
        </w:rPr>
        <w:t xml:space="preserve"> </w:t>
      </w:r>
      <w:r w:rsidRPr="008C6DE4">
        <w:rPr>
          <w:lang w:eastAsia="zh-CN"/>
        </w:rPr>
        <w:t>P</w:t>
      </w:r>
      <w:r w:rsidRPr="008C6DE4">
        <w:rPr>
          <w:lang w:eastAsia="ko-KR"/>
        </w:rPr>
        <w:t xml:space="preserve">SCell in NR - E-UTRA </w:t>
      </w:r>
      <w:r w:rsidRPr="008C6DE4">
        <w:rPr>
          <w:lang w:eastAsia="zh-CN"/>
        </w:rPr>
        <w:t>dual connectivity</w:t>
      </w:r>
      <w:r w:rsidRPr="008C6DE4">
        <w:rPr>
          <w:lang w:eastAsia="ko-KR"/>
        </w:rPr>
        <w:t xml:space="preserve">. The requirements are applicable to an NR - E-UTRA </w:t>
      </w:r>
      <w:r w:rsidRPr="008C6DE4">
        <w:rPr>
          <w:lang w:eastAsia="zh-CN"/>
        </w:rPr>
        <w:t>dual connectivity</w:t>
      </w:r>
      <w:r w:rsidRPr="008C6DE4">
        <w:rPr>
          <w:lang w:eastAsia="ko-KR"/>
        </w:rPr>
        <w:t xml:space="preserve"> capable UE. </w:t>
      </w:r>
    </w:p>
    <w:p w14:paraId="09169F6F" w14:textId="412E9EEE" w:rsidR="00CD22EB" w:rsidRPr="008C6DE4" w:rsidRDefault="003A4F63" w:rsidP="003227B7">
      <w:pPr>
        <w:pStyle w:val="Heading3"/>
        <w:rPr>
          <w:lang w:eastAsia="ko-KR"/>
        </w:rPr>
      </w:pPr>
      <w:bookmarkStart w:id="148" w:name="_Toc5952666"/>
      <w:r w:rsidRPr="008C6DE4">
        <w:rPr>
          <w:lang w:eastAsia="ko-KR"/>
        </w:rPr>
        <w:t>8.8</w:t>
      </w:r>
      <w:r w:rsidR="00CD22EB" w:rsidRPr="008C6DE4">
        <w:rPr>
          <w:lang w:eastAsia="ko-KR"/>
        </w:rPr>
        <w:t>.2</w:t>
      </w:r>
      <w:r w:rsidR="00CD22EB" w:rsidRPr="008C6DE4">
        <w:rPr>
          <w:lang w:eastAsia="ko-KR"/>
        </w:rPr>
        <w:tab/>
        <w:t xml:space="preserve">E-UTRAN </w:t>
      </w:r>
      <w:r w:rsidR="00CD22EB" w:rsidRPr="008C6DE4">
        <w:rPr>
          <w:lang w:eastAsia="zh-CN"/>
        </w:rPr>
        <w:t>P</w:t>
      </w:r>
      <w:r w:rsidR="00CD22EB" w:rsidRPr="008C6DE4">
        <w:rPr>
          <w:lang w:eastAsia="ko-KR"/>
        </w:rPr>
        <w:t>SCell Addition Delay Requirement</w:t>
      </w:r>
      <w:bookmarkEnd w:id="148"/>
    </w:p>
    <w:p w14:paraId="7AC4CD6D" w14:textId="69E228D3" w:rsidR="00847B8D" w:rsidRPr="008C6DE4" w:rsidRDefault="00847B8D" w:rsidP="00847B8D">
      <w:pPr>
        <w:overflowPunct w:val="0"/>
        <w:autoSpaceDE w:val="0"/>
        <w:autoSpaceDN w:val="0"/>
        <w:adjustRightInd w:val="0"/>
        <w:textAlignment w:val="baseline"/>
        <w:rPr>
          <w:lang w:eastAsia="ko-KR"/>
        </w:rPr>
      </w:pPr>
      <w:r w:rsidRPr="008C6DE4">
        <w:rPr>
          <w:lang w:eastAsia="ko-KR"/>
        </w:rPr>
        <w:t>The requirements in this clause shall apply for the UE, which is configured with PCell, and may also be configured with one or more SCells.</w:t>
      </w:r>
    </w:p>
    <w:p w14:paraId="2156DE77" w14:textId="77777777" w:rsidR="00BA5B21" w:rsidRPr="008C6DE4" w:rsidRDefault="00BA5B21" w:rsidP="00BA5B21">
      <w:pPr>
        <w:overflowPunct w:val="0"/>
        <w:autoSpaceDE w:val="0"/>
        <w:autoSpaceDN w:val="0"/>
        <w:adjustRightInd w:val="0"/>
        <w:textAlignment w:val="baseline"/>
        <w:rPr>
          <w:lang w:eastAsia="ja-JP"/>
        </w:rPr>
      </w:pPr>
      <w:r w:rsidRPr="008C6DE4">
        <w:rPr>
          <w:lang w:eastAsia="ko-KR"/>
        </w:rPr>
        <w:t xml:space="preserve">Upon receiving E-UTRAN </w:t>
      </w:r>
      <w:r w:rsidRPr="008C6DE4">
        <w:rPr>
          <w:lang w:eastAsia="zh-CN"/>
        </w:rPr>
        <w:t>P</w:t>
      </w:r>
      <w:r w:rsidRPr="008C6DE4">
        <w:rPr>
          <w:lang w:eastAsia="ko-KR"/>
        </w:rPr>
        <w:t xml:space="preserve">SCell </w:t>
      </w:r>
      <w:r w:rsidRPr="008C6DE4">
        <w:rPr>
          <w:lang w:eastAsia="ja-JP"/>
        </w:rPr>
        <w:t xml:space="preserve">addition </w:t>
      </w:r>
      <w:r w:rsidRPr="008C6DE4">
        <w:rPr>
          <w:lang w:eastAsia="ko-KR"/>
        </w:rPr>
        <w:t xml:space="preserve">in subframe </w:t>
      </w:r>
      <w:r w:rsidRPr="008C6DE4">
        <w:rPr>
          <w:i/>
          <w:lang w:eastAsia="ko-KR"/>
        </w:rPr>
        <w:t>n</w:t>
      </w:r>
      <w:r w:rsidRPr="008C6DE4">
        <w:rPr>
          <w:lang w:eastAsia="ko-KR"/>
        </w:rPr>
        <w:t>, the UE shall be capable to</w:t>
      </w:r>
      <w:r w:rsidRPr="008C6DE4">
        <w:rPr>
          <w:lang w:eastAsia="zh-CN"/>
        </w:rPr>
        <w:t xml:space="preserve"> </w:t>
      </w:r>
      <w:r w:rsidRPr="008C6DE4">
        <w:rPr>
          <w:lang w:eastAsia="ko-KR"/>
        </w:rPr>
        <w:t xml:space="preserve">transmit </w:t>
      </w:r>
      <w:r w:rsidRPr="008C6DE4">
        <w:rPr>
          <w:lang w:eastAsia="ja-JP"/>
        </w:rPr>
        <w:t>P</w:t>
      </w:r>
      <w:r w:rsidRPr="008C6DE4">
        <w:rPr>
          <w:lang w:eastAsia="ko-KR"/>
        </w:rPr>
        <w:t xml:space="preserve">RACH </w:t>
      </w:r>
      <w:r w:rsidRPr="008C6DE4">
        <w:rPr>
          <w:lang w:eastAsia="ja-JP"/>
        </w:rPr>
        <w:t xml:space="preserve">preamble </w:t>
      </w:r>
      <w:r w:rsidRPr="008C6DE4">
        <w:rPr>
          <w:lang w:eastAsia="ko-KR"/>
        </w:rPr>
        <w:t>towards E-UTRAN PSCel</w:t>
      </w:r>
      <w:r w:rsidRPr="008C6DE4">
        <w:rPr>
          <w:lang w:eastAsia="zh-CN"/>
        </w:rPr>
        <w:t>l no</w:t>
      </w:r>
      <w:r w:rsidRPr="008C6DE4">
        <w:rPr>
          <w:lang w:eastAsia="ko-KR"/>
        </w:rPr>
        <w:t xml:space="preserve"> later than in subframe </w:t>
      </w:r>
      <w:r w:rsidRPr="008C6DE4">
        <w:rPr>
          <w:i/>
          <w:lang w:eastAsia="ko-KR"/>
        </w:rPr>
        <w:t>n</w:t>
      </w:r>
      <w:r w:rsidRPr="008C6DE4">
        <w:rPr>
          <w:lang w:eastAsia="ko-KR"/>
        </w:rPr>
        <w:t xml:space="preserve"> +</w:t>
      </w:r>
      <w:r w:rsidRPr="008C6DE4">
        <w:rPr>
          <w:lang w:eastAsia="ja-JP"/>
        </w:rPr>
        <w:t xml:space="preserve"> T</w:t>
      </w:r>
      <w:r w:rsidRPr="008C6DE4">
        <w:rPr>
          <w:vertAlign w:val="subscript"/>
          <w:lang w:eastAsia="ja-JP"/>
        </w:rPr>
        <w:t>config_EUTRAN-PSCell</w:t>
      </w:r>
      <w:r w:rsidRPr="008C6DE4">
        <w:rPr>
          <w:lang w:eastAsia="ja-JP"/>
        </w:rPr>
        <w:t>:</w:t>
      </w:r>
    </w:p>
    <w:p w14:paraId="1377CE67" w14:textId="77777777" w:rsidR="005A78CD" w:rsidRPr="008C6DE4" w:rsidRDefault="005A78CD" w:rsidP="005A78CD">
      <w:pPr>
        <w:overflowPunct w:val="0"/>
        <w:autoSpaceDE w:val="0"/>
        <w:autoSpaceDN w:val="0"/>
        <w:adjustRightInd w:val="0"/>
        <w:textAlignment w:val="baseline"/>
        <w:rPr>
          <w:lang w:eastAsia="ko-KR"/>
        </w:rPr>
      </w:pPr>
      <w:r w:rsidRPr="008C6DE4">
        <w:rPr>
          <w:lang w:eastAsia="ko-KR"/>
        </w:rPr>
        <w:t>Where:</w:t>
      </w:r>
    </w:p>
    <w:p w14:paraId="7635FD03" w14:textId="5B5B6127" w:rsidR="005A78CD" w:rsidRPr="008C6DE4" w:rsidRDefault="005A78CD" w:rsidP="005A78CD">
      <w:pPr>
        <w:overflowPunct w:val="0"/>
        <w:autoSpaceDE w:val="0"/>
        <w:autoSpaceDN w:val="0"/>
        <w:adjustRightInd w:val="0"/>
        <w:ind w:leftChars="300" w:left="600"/>
        <w:textAlignment w:val="baseline"/>
        <w:rPr>
          <w:vertAlign w:val="subscript"/>
          <w:lang w:eastAsia="zh-CN"/>
        </w:rPr>
      </w:pPr>
      <w:r w:rsidRPr="008C6DE4">
        <w:rPr>
          <w:lang w:eastAsia="ko-KR"/>
        </w:rPr>
        <w:t>T</w:t>
      </w:r>
      <w:r w:rsidRPr="008C6DE4">
        <w:rPr>
          <w:vertAlign w:val="subscript"/>
          <w:lang w:eastAsia="ko-KR"/>
        </w:rPr>
        <w:t>config_</w:t>
      </w:r>
      <w:r w:rsidRPr="008C6DE4">
        <w:rPr>
          <w:vertAlign w:val="subscript"/>
          <w:lang w:eastAsia="ja-JP"/>
        </w:rPr>
        <w:t>EUTRAN-</w:t>
      </w:r>
      <w:r w:rsidRPr="008C6DE4">
        <w:rPr>
          <w:vertAlign w:val="subscript"/>
          <w:lang w:eastAsia="ko-KR"/>
        </w:rPr>
        <w:t>PSCell</w:t>
      </w:r>
      <w:r w:rsidRPr="008C6DE4">
        <w:rPr>
          <w:lang w:eastAsia="ko-KR"/>
        </w:rPr>
        <w:t xml:space="preserve"> = </w:t>
      </w:r>
      <w:r>
        <w:rPr>
          <w:lang w:eastAsia="ja-JP"/>
        </w:rPr>
        <w:t>T</w:t>
      </w:r>
      <w:r w:rsidRPr="00A96207">
        <w:rPr>
          <w:vertAlign w:val="subscript"/>
          <w:lang w:eastAsia="ja-JP"/>
        </w:rPr>
        <w:t>RRC_delay</w:t>
      </w:r>
      <w:r w:rsidRPr="00526536">
        <w:rPr>
          <w:lang w:eastAsia="ja-JP"/>
        </w:rPr>
        <w:t xml:space="preserve"> </w:t>
      </w:r>
      <w:r w:rsidRPr="008C6DE4">
        <w:rPr>
          <w:lang w:eastAsia="ko-KR"/>
        </w:rPr>
        <w:t>+ T</w:t>
      </w:r>
      <w:r w:rsidRPr="008C6DE4">
        <w:rPr>
          <w:vertAlign w:val="subscript"/>
          <w:lang w:eastAsia="ko-KR"/>
        </w:rPr>
        <w:t>activation_time</w:t>
      </w:r>
      <w:r w:rsidRPr="008C6DE4">
        <w:rPr>
          <w:lang w:eastAsia="ko-KR"/>
        </w:rPr>
        <w:t xml:space="preserve"> + 50ms + T</w:t>
      </w:r>
      <w:r w:rsidRPr="008C6DE4">
        <w:rPr>
          <w:vertAlign w:val="subscript"/>
          <w:lang w:eastAsia="ko-KR"/>
        </w:rPr>
        <w:t>E-UTRAN-PSCell_ DU</w:t>
      </w:r>
    </w:p>
    <w:p w14:paraId="103853C1" w14:textId="77777777" w:rsidR="005A78CD" w:rsidRDefault="005A78CD" w:rsidP="005A78CD">
      <w:pPr>
        <w:overflowPunct w:val="0"/>
        <w:autoSpaceDE w:val="0"/>
        <w:autoSpaceDN w:val="0"/>
        <w:adjustRightInd w:val="0"/>
        <w:ind w:leftChars="300" w:left="600"/>
        <w:textAlignment w:val="baseline"/>
        <w:rPr>
          <w:lang w:eastAsia="ja-JP"/>
        </w:rPr>
      </w:pPr>
      <w:r>
        <w:rPr>
          <w:lang w:eastAsia="ja-JP"/>
        </w:rPr>
        <w:t>T</w:t>
      </w:r>
      <w:r w:rsidRPr="00526536">
        <w:rPr>
          <w:vertAlign w:val="subscript"/>
          <w:lang w:eastAsia="ja-JP"/>
        </w:rPr>
        <w:t>RRC_delay</w:t>
      </w:r>
      <w:r w:rsidRPr="00526536">
        <w:rPr>
          <w:lang w:eastAsia="ja-JP"/>
        </w:rPr>
        <w:t xml:space="preserve"> </w:t>
      </w:r>
      <w:r>
        <w:rPr>
          <w:lang w:eastAsia="ja-JP"/>
        </w:rPr>
        <w:t>is the RRC procedure delay as specified in TS 38.331 [2].</w:t>
      </w:r>
    </w:p>
    <w:p w14:paraId="5BF1C9BC" w14:textId="77777777" w:rsidR="005A78CD" w:rsidRPr="008C6DE4" w:rsidRDefault="005A78CD" w:rsidP="005A78CD">
      <w:pPr>
        <w:overflowPunct w:val="0"/>
        <w:autoSpaceDE w:val="0"/>
        <w:autoSpaceDN w:val="0"/>
        <w:adjustRightInd w:val="0"/>
        <w:ind w:leftChars="300" w:left="600"/>
        <w:textAlignment w:val="baseline"/>
        <w:rPr>
          <w:lang w:eastAsia="ko-KR"/>
        </w:rPr>
      </w:pPr>
      <w:r w:rsidRPr="008C6DE4">
        <w:rPr>
          <w:lang w:eastAsia="ko-KR"/>
        </w:rPr>
        <w:t>T</w:t>
      </w:r>
      <w:r w:rsidRPr="008C6DE4">
        <w:rPr>
          <w:vertAlign w:val="subscript"/>
          <w:lang w:eastAsia="ko-KR"/>
        </w:rPr>
        <w:t>activation_time</w:t>
      </w:r>
      <w:r w:rsidRPr="008C6DE4">
        <w:rPr>
          <w:lang w:eastAsia="ko-KR"/>
        </w:rPr>
        <w:t xml:space="preserve"> is the E-UTRAN PSCell activation delay. If the E-UTRAN PSCell is known, then T</w:t>
      </w:r>
      <w:r w:rsidRPr="008C6DE4">
        <w:rPr>
          <w:vertAlign w:val="subscript"/>
          <w:lang w:eastAsia="ko-KR"/>
        </w:rPr>
        <w:t>activation_time</w:t>
      </w:r>
      <w:r w:rsidRPr="008C6DE4">
        <w:rPr>
          <w:lang w:eastAsia="ko-KR"/>
        </w:rPr>
        <w:t xml:space="preserve"> is 20</w:t>
      </w:r>
      <w:r w:rsidRPr="008C6DE4">
        <w:rPr>
          <w:lang w:eastAsia="zh-CN"/>
        </w:rPr>
        <w:t>ms</w:t>
      </w:r>
      <w:r w:rsidRPr="008C6DE4">
        <w:rPr>
          <w:lang w:eastAsia="ko-KR"/>
        </w:rPr>
        <w:t>. If the E-UTRAN PSCell is unknown, then T</w:t>
      </w:r>
      <w:r w:rsidRPr="008C6DE4">
        <w:rPr>
          <w:vertAlign w:val="subscript"/>
          <w:lang w:eastAsia="ko-KR"/>
        </w:rPr>
        <w:t>activation_time</w:t>
      </w:r>
      <w:r w:rsidRPr="008C6DE4">
        <w:rPr>
          <w:lang w:eastAsia="ko-KR"/>
        </w:rPr>
        <w:t xml:space="preserve"> is 30ms provided the E-UTRAN PSCell can be successfully detected on the first attempt.</w:t>
      </w:r>
    </w:p>
    <w:p w14:paraId="3B7D53D7" w14:textId="77777777" w:rsidR="005A78CD" w:rsidRPr="008C6DE4" w:rsidRDefault="005A78CD" w:rsidP="005A78CD">
      <w:pPr>
        <w:overflowPunct w:val="0"/>
        <w:autoSpaceDE w:val="0"/>
        <w:autoSpaceDN w:val="0"/>
        <w:adjustRightInd w:val="0"/>
        <w:ind w:leftChars="300" w:left="600"/>
        <w:textAlignment w:val="baseline"/>
        <w:rPr>
          <w:lang w:eastAsia="ko-KR"/>
        </w:rPr>
      </w:pPr>
      <w:r w:rsidRPr="008C6DE4">
        <w:rPr>
          <w:lang w:eastAsia="ko-KR"/>
        </w:rPr>
        <w:t>T</w:t>
      </w:r>
      <w:r w:rsidRPr="008C6DE4">
        <w:rPr>
          <w:vertAlign w:val="subscript"/>
          <w:lang w:eastAsia="ko-KR"/>
        </w:rPr>
        <w:t>E-UTRAN-PSCell_DU</w:t>
      </w:r>
      <w:r w:rsidRPr="008C6DE4">
        <w:rPr>
          <w:lang w:eastAsia="ko-KR"/>
        </w:rPr>
        <w:t xml:space="preserve"> is the delay uncertainty in acquiring the first available PRACH occasion in the E-UTRAN PSCell. T</w:t>
      </w:r>
      <w:r w:rsidRPr="008C6DE4">
        <w:rPr>
          <w:vertAlign w:val="subscript"/>
          <w:lang w:eastAsia="ko-KR"/>
        </w:rPr>
        <w:t>E-UTRAN-PSCell_DU</w:t>
      </w:r>
      <w:r w:rsidRPr="008C6DE4">
        <w:rPr>
          <w:lang w:eastAsia="ko-KR"/>
        </w:rPr>
        <w:t xml:space="preserve"> is up to 30</w:t>
      </w:r>
      <w:r w:rsidRPr="008C6DE4">
        <w:rPr>
          <w:lang w:eastAsia="zh-CN"/>
        </w:rPr>
        <w:t>ms</w:t>
      </w:r>
      <w:r w:rsidRPr="008C6DE4">
        <w:rPr>
          <w:lang w:eastAsia="ko-KR"/>
        </w:rPr>
        <w:t>.</w:t>
      </w:r>
    </w:p>
    <w:p w14:paraId="52063D11" w14:textId="77777777" w:rsidR="005A78CD" w:rsidRPr="008C6DE4" w:rsidRDefault="005A78CD" w:rsidP="005A78CD">
      <w:pPr>
        <w:overflowPunct w:val="0"/>
        <w:autoSpaceDE w:val="0"/>
        <w:autoSpaceDN w:val="0"/>
        <w:adjustRightInd w:val="0"/>
        <w:textAlignment w:val="baseline"/>
        <w:rPr>
          <w:lang w:eastAsia="ko-KR"/>
        </w:rPr>
      </w:pPr>
      <w:r w:rsidRPr="008C6DE4">
        <w:rPr>
          <w:rFonts w:cs="v4.2.0"/>
          <w:lang w:eastAsia="zh-CN"/>
        </w:rPr>
        <w:t>E-UTRAN PSC</w:t>
      </w:r>
      <w:r w:rsidRPr="008C6DE4">
        <w:rPr>
          <w:rFonts w:cs="v4.2.0"/>
          <w:lang w:eastAsia="ko-KR"/>
        </w:rPr>
        <w:t xml:space="preserve">ell is known if it </w:t>
      </w:r>
      <w:r w:rsidRPr="008C6DE4">
        <w:rPr>
          <w:lang w:eastAsia="ko-KR"/>
        </w:rPr>
        <w:t>has been meeting the following conditions:</w:t>
      </w:r>
    </w:p>
    <w:p w14:paraId="54618679" w14:textId="2C7DEB24" w:rsidR="005A78CD" w:rsidRPr="008C6DE4" w:rsidRDefault="005A78CD" w:rsidP="005A78CD">
      <w:pPr>
        <w:pStyle w:val="B10"/>
        <w:rPr>
          <w:lang w:eastAsia="ko-KR"/>
        </w:rPr>
      </w:pPr>
      <w:r>
        <w:rPr>
          <w:lang w:eastAsia="ko-KR"/>
        </w:rPr>
        <w:t>-</w:t>
      </w:r>
      <w:r>
        <w:rPr>
          <w:lang w:eastAsia="ko-KR"/>
        </w:rPr>
        <w:tab/>
      </w:r>
      <w:r w:rsidRPr="008C6DE4">
        <w:rPr>
          <w:lang w:eastAsia="ko-KR"/>
        </w:rPr>
        <w:t xml:space="preserve">During the last 5 seconds before the reception of the E-UTRAN </w:t>
      </w:r>
      <w:r w:rsidRPr="008C6DE4">
        <w:rPr>
          <w:lang w:eastAsia="zh-CN"/>
        </w:rPr>
        <w:t>P</w:t>
      </w:r>
      <w:r w:rsidRPr="008C6DE4">
        <w:rPr>
          <w:lang w:eastAsia="ko-KR"/>
        </w:rPr>
        <w:t xml:space="preserve">SCell </w:t>
      </w:r>
      <w:r w:rsidRPr="008C6DE4">
        <w:rPr>
          <w:lang w:eastAsia="zh-CN"/>
        </w:rPr>
        <w:t>configuration</w:t>
      </w:r>
      <w:r w:rsidRPr="008C6DE4">
        <w:rPr>
          <w:lang w:eastAsia="ko-KR"/>
        </w:rPr>
        <w:t xml:space="preserve"> command:</w:t>
      </w:r>
    </w:p>
    <w:p w14:paraId="3C70ACDE" w14:textId="77777777" w:rsidR="005A78CD" w:rsidRPr="008C6DE4" w:rsidRDefault="005A78CD" w:rsidP="005A78CD">
      <w:pPr>
        <w:pStyle w:val="B2"/>
        <w:rPr>
          <w:lang w:eastAsia="ko-KR"/>
        </w:rPr>
      </w:pPr>
      <w:r w:rsidRPr="008C6DE4">
        <w:rPr>
          <w:lang w:eastAsia="ko-KR"/>
        </w:rPr>
        <w:t>-</w:t>
      </w:r>
      <w:r w:rsidRPr="008C6DE4">
        <w:rPr>
          <w:lang w:eastAsia="ko-KR"/>
        </w:rPr>
        <w:tab/>
        <w:t xml:space="preserve">the UE has sent a valid measurement report for the E-UTRAN </w:t>
      </w:r>
      <w:r w:rsidRPr="008C6DE4">
        <w:rPr>
          <w:lang w:eastAsia="zh-CN"/>
        </w:rPr>
        <w:t>P</w:t>
      </w:r>
      <w:r w:rsidRPr="008C6DE4">
        <w:rPr>
          <w:lang w:eastAsia="ko-KR"/>
        </w:rPr>
        <w:t xml:space="preserve">SCell being </w:t>
      </w:r>
      <w:r w:rsidRPr="008C6DE4">
        <w:rPr>
          <w:lang w:eastAsia="zh-CN"/>
        </w:rPr>
        <w:t>configured</w:t>
      </w:r>
      <w:r w:rsidRPr="008C6DE4">
        <w:rPr>
          <w:lang w:eastAsia="ko-KR"/>
        </w:rPr>
        <w:t xml:space="preserve"> and</w:t>
      </w:r>
    </w:p>
    <w:p w14:paraId="49A4A37B" w14:textId="77777777" w:rsidR="005A78CD" w:rsidRPr="008C6DE4" w:rsidRDefault="005A78CD" w:rsidP="005A78CD">
      <w:pPr>
        <w:pStyle w:val="B2"/>
        <w:rPr>
          <w:lang w:eastAsia="ko-KR"/>
        </w:rPr>
      </w:pPr>
      <w:r w:rsidRPr="008C6DE4">
        <w:rPr>
          <w:lang w:eastAsia="ko-KR"/>
        </w:rPr>
        <w:t>-</w:t>
      </w:r>
      <w:r w:rsidRPr="008C6DE4">
        <w:rPr>
          <w:lang w:eastAsia="ko-KR"/>
        </w:rPr>
        <w:tab/>
        <w:t xml:space="preserve">the E-UTRAN </w:t>
      </w:r>
      <w:r w:rsidRPr="008C6DE4">
        <w:rPr>
          <w:lang w:eastAsia="zh-CN"/>
        </w:rPr>
        <w:t>P</w:t>
      </w:r>
      <w:r w:rsidRPr="008C6DE4">
        <w:rPr>
          <w:lang w:eastAsia="ko-KR"/>
        </w:rPr>
        <w:t xml:space="preserve">SCell being </w:t>
      </w:r>
      <w:r w:rsidRPr="008C6DE4">
        <w:rPr>
          <w:lang w:eastAsia="zh-CN"/>
        </w:rPr>
        <w:t>configured</w:t>
      </w:r>
      <w:r w:rsidRPr="008C6DE4">
        <w:rPr>
          <w:lang w:eastAsia="ko-KR"/>
        </w:rPr>
        <w:t xml:space="preserve"> remains detectable according to the cell identification conditions specified in clause 8.8 of </w:t>
      </w:r>
      <w:r w:rsidRPr="008C6DE4">
        <w:t>TS 36.133</w:t>
      </w:r>
      <w:r w:rsidRPr="008C6DE4">
        <w:rPr>
          <w:lang w:eastAsia="ko-KR"/>
        </w:rPr>
        <w:t> [15],</w:t>
      </w:r>
    </w:p>
    <w:p w14:paraId="4C206F90" w14:textId="77777777" w:rsidR="005A78CD" w:rsidRPr="008C6DE4" w:rsidRDefault="005A78CD" w:rsidP="005A78CD">
      <w:pPr>
        <w:pStyle w:val="B10"/>
        <w:rPr>
          <w:lang w:eastAsia="ko-KR"/>
        </w:rPr>
      </w:pPr>
      <w:r w:rsidRPr="008C6DE4">
        <w:rPr>
          <w:lang w:eastAsia="ko-KR"/>
        </w:rPr>
        <w:t>-</w:t>
      </w:r>
      <w:r w:rsidRPr="008C6DE4">
        <w:rPr>
          <w:lang w:eastAsia="ko-KR"/>
        </w:rPr>
        <w:tab/>
        <w:t xml:space="preserve">E-UTRAN </w:t>
      </w:r>
      <w:r w:rsidRPr="008C6DE4">
        <w:rPr>
          <w:lang w:eastAsia="zh-CN"/>
        </w:rPr>
        <w:t>P</w:t>
      </w:r>
      <w:r w:rsidRPr="008C6DE4">
        <w:rPr>
          <w:lang w:eastAsia="ko-KR"/>
        </w:rPr>
        <w:t xml:space="preserve">SCell being </w:t>
      </w:r>
      <w:r w:rsidRPr="008C6DE4">
        <w:rPr>
          <w:lang w:eastAsia="zh-CN"/>
        </w:rPr>
        <w:t>configured</w:t>
      </w:r>
      <w:r w:rsidRPr="008C6DE4">
        <w:rPr>
          <w:lang w:eastAsia="ko-KR"/>
        </w:rPr>
        <w:t xml:space="preserve"> also remains detectable during the E-UTRAN </w:t>
      </w:r>
      <w:r w:rsidRPr="008C6DE4">
        <w:rPr>
          <w:lang w:eastAsia="zh-CN"/>
        </w:rPr>
        <w:t>P</w:t>
      </w:r>
      <w:r w:rsidRPr="008C6DE4">
        <w:rPr>
          <w:lang w:eastAsia="ko-KR"/>
        </w:rPr>
        <w:t xml:space="preserve">SCell </w:t>
      </w:r>
      <w:r w:rsidRPr="008C6DE4">
        <w:rPr>
          <w:lang w:eastAsia="zh-CN"/>
        </w:rPr>
        <w:t>configuration</w:t>
      </w:r>
      <w:r w:rsidRPr="008C6DE4">
        <w:rPr>
          <w:lang w:eastAsia="ko-KR"/>
        </w:rPr>
        <w:t xml:space="preserve"> delay </w:t>
      </w:r>
      <w:r w:rsidRPr="008C6DE4">
        <w:rPr>
          <w:lang w:eastAsia="ja-JP"/>
        </w:rPr>
        <w:t>T</w:t>
      </w:r>
      <w:r w:rsidRPr="008C6DE4">
        <w:rPr>
          <w:vertAlign w:val="subscript"/>
          <w:lang w:eastAsia="ja-JP"/>
        </w:rPr>
        <w:t>config_EUTRAN-PSCell</w:t>
      </w:r>
      <w:r w:rsidRPr="008C6DE4">
        <w:rPr>
          <w:lang w:eastAsia="ko-KR"/>
        </w:rPr>
        <w:t xml:space="preserve"> according to the cell identification conditions specified in clause 8.8 of </w:t>
      </w:r>
      <w:r w:rsidRPr="008C6DE4">
        <w:t>TS 36.133</w:t>
      </w:r>
      <w:r w:rsidRPr="008C6DE4">
        <w:rPr>
          <w:lang w:eastAsia="ko-KR"/>
        </w:rPr>
        <w:t> [15].</w:t>
      </w:r>
    </w:p>
    <w:p w14:paraId="1364C4E7" w14:textId="77777777" w:rsidR="005A78CD" w:rsidRPr="008C6DE4" w:rsidRDefault="005A78CD" w:rsidP="005A78CD">
      <w:pPr>
        <w:overflowPunct w:val="0"/>
        <w:autoSpaceDE w:val="0"/>
        <w:autoSpaceDN w:val="0"/>
        <w:adjustRightInd w:val="0"/>
        <w:textAlignment w:val="baseline"/>
        <w:rPr>
          <w:lang w:eastAsia="ko-KR"/>
        </w:rPr>
      </w:pPr>
      <w:r w:rsidRPr="008C6DE4">
        <w:rPr>
          <w:lang w:eastAsia="ko-KR"/>
        </w:rPr>
        <w:t>otherwise it is unknown.</w:t>
      </w:r>
    </w:p>
    <w:p w14:paraId="2C342143" w14:textId="2C6B892A" w:rsidR="00CD22EB" w:rsidRPr="008C6DE4" w:rsidRDefault="00CD22EB" w:rsidP="00CD22EB">
      <w:pPr>
        <w:overflowPunct w:val="0"/>
        <w:autoSpaceDE w:val="0"/>
        <w:autoSpaceDN w:val="0"/>
        <w:adjustRightInd w:val="0"/>
        <w:textAlignment w:val="baseline"/>
        <w:rPr>
          <w:lang w:eastAsia="ko-KR"/>
        </w:rPr>
      </w:pPr>
      <w:r w:rsidRPr="008C6DE4">
        <w:rPr>
          <w:lang w:eastAsia="ko-KR"/>
        </w:rPr>
        <w:t xml:space="preserve">The PCell interruption specified in </w:t>
      </w:r>
      <w:r w:rsidR="00301612" w:rsidRPr="008C6DE4">
        <w:rPr>
          <w:lang w:eastAsia="zh-CN"/>
        </w:rPr>
        <w:t>clause</w:t>
      </w:r>
      <w:r w:rsidRPr="008C6DE4">
        <w:rPr>
          <w:lang w:eastAsia="zh-CN"/>
        </w:rPr>
        <w:t xml:space="preserve"> </w:t>
      </w:r>
      <w:r w:rsidRPr="008C6DE4">
        <w:rPr>
          <w:lang w:eastAsia="ko-KR"/>
        </w:rPr>
        <w:t>8.2 is allowed only during the RRC reconfiguration procedure [2].</w:t>
      </w:r>
    </w:p>
    <w:p w14:paraId="66ECD7A9" w14:textId="2842ECA6" w:rsidR="00CD22EB" w:rsidRPr="008C6DE4" w:rsidRDefault="003A4F63" w:rsidP="003227B7">
      <w:pPr>
        <w:pStyle w:val="Heading3"/>
        <w:rPr>
          <w:lang w:eastAsia="ko-KR"/>
        </w:rPr>
      </w:pPr>
      <w:bookmarkStart w:id="149" w:name="_Toc5952667"/>
      <w:r w:rsidRPr="008C6DE4">
        <w:rPr>
          <w:lang w:eastAsia="ko-KR"/>
        </w:rPr>
        <w:t>8.8</w:t>
      </w:r>
      <w:r w:rsidR="00CD22EB" w:rsidRPr="008C6DE4">
        <w:rPr>
          <w:lang w:eastAsia="ko-KR"/>
        </w:rPr>
        <w:t>.3</w:t>
      </w:r>
      <w:r w:rsidR="00CD22EB" w:rsidRPr="008C6DE4">
        <w:rPr>
          <w:lang w:eastAsia="ko-KR"/>
        </w:rPr>
        <w:tab/>
        <w:t xml:space="preserve">E-UTRAN </w:t>
      </w:r>
      <w:r w:rsidR="00CD22EB" w:rsidRPr="008C6DE4">
        <w:rPr>
          <w:lang w:eastAsia="zh-CN"/>
        </w:rPr>
        <w:t>P</w:t>
      </w:r>
      <w:r w:rsidR="00CD22EB" w:rsidRPr="008C6DE4">
        <w:rPr>
          <w:lang w:eastAsia="ko-KR"/>
        </w:rPr>
        <w:t>SCell Release Delay Requirement</w:t>
      </w:r>
      <w:bookmarkEnd w:id="149"/>
    </w:p>
    <w:p w14:paraId="7B7D7FD5" w14:textId="77777777" w:rsidR="005A78CD" w:rsidRPr="008C6DE4" w:rsidRDefault="005A78CD" w:rsidP="005A78CD">
      <w:pPr>
        <w:overflowPunct w:val="0"/>
        <w:autoSpaceDE w:val="0"/>
        <w:autoSpaceDN w:val="0"/>
        <w:adjustRightInd w:val="0"/>
        <w:textAlignment w:val="baseline"/>
        <w:rPr>
          <w:lang w:eastAsia="ko-KR"/>
        </w:rPr>
      </w:pPr>
      <w:r w:rsidRPr="008C6DE4">
        <w:rPr>
          <w:lang w:eastAsia="ko-KR"/>
        </w:rPr>
        <w:t xml:space="preserve">The requirements in this clause shall apply for a UE which is </w:t>
      </w:r>
      <w:r w:rsidRPr="008C6DE4">
        <w:rPr>
          <w:lang w:eastAsia="zh-CN"/>
        </w:rPr>
        <w:t>configured with</w:t>
      </w:r>
      <w:r w:rsidRPr="008C6DE4">
        <w:rPr>
          <w:lang w:eastAsia="ko-KR"/>
        </w:rPr>
        <w:t xml:space="preserve"> </w:t>
      </w:r>
      <w:r w:rsidRPr="008C6DE4">
        <w:rPr>
          <w:lang w:eastAsia="zh-CN"/>
        </w:rPr>
        <w:t>P</w:t>
      </w:r>
      <w:r w:rsidRPr="008C6DE4">
        <w:rPr>
          <w:lang w:eastAsia="ko-KR"/>
        </w:rPr>
        <w:t>Cell</w:t>
      </w:r>
      <w:r w:rsidRPr="008C6DE4">
        <w:rPr>
          <w:lang w:eastAsia="zh-CN"/>
        </w:rPr>
        <w:t xml:space="preserve"> and E-UTRAN PSCell and may also be configured with one or more SCells and/or E-UTRAN SCells.</w:t>
      </w:r>
    </w:p>
    <w:p w14:paraId="189DFFD3" w14:textId="0CD8889E" w:rsidR="005A78CD" w:rsidRPr="00526536" w:rsidRDefault="005A78CD" w:rsidP="005A78CD">
      <w:pPr>
        <w:overflowPunct w:val="0"/>
        <w:autoSpaceDE w:val="0"/>
        <w:autoSpaceDN w:val="0"/>
        <w:adjustRightInd w:val="0"/>
        <w:textAlignment w:val="baseline"/>
        <w:rPr>
          <w:lang w:eastAsia="ko-KR"/>
        </w:rPr>
      </w:pPr>
      <w:r w:rsidRPr="008C6DE4">
        <w:rPr>
          <w:lang w:eastAsia="ko-KR"/>
        </w:rPr>
        <w:t xml:space="preserve">Upon receiving E-UTRAN PSCell release in subframe </w:t>
      </w:r>
      <w:r w:rsidRPr="008C6DE4">
        <w:rPr>
          <w:i/>
          <w:lang w:eastAsia="ko-KR"/>
        </w:rPr>
        <w:t>n</w:t>
      </w:r>
      <w:r w:rsidRPr="008C6DE4">
        <w:rPr>
          <w:lang w:eastAsia="ko-KR"/>
        </w:rPr>
        <w:t xml:space="preserve">, the UE shall accomplish the release actions specified in </w:t>
      </w:r>
      <w:r w:rsidRPr="008C6DE4">
        <w:t>TS 38.331 </w:t>
      </w:r>
      <w:r w:rsidRPr="008C6DE4">
        <w:rPr>
          <w:lang w:eastAsia="ko-KR"/>
        </w:rPr>
        <w:t xml:space="preserve">[2] no later than in subframe </w:t>
      </w:r>
      <w:r w:rsidRPr="008C6DE4">
        <w:rPr>
          <w:i/>
          <w:lang w:eastAsia="ko-KR"/>
        </w:rPr>
        <w:t>n+</w:t>
      </w:r>
      <w:r w:rsidRPr="00526536">
        <w:rPr>
          <w:lang w:eastAsia="ja-JP"/>
        </w:rPr>
        <w:t xml:space="preserve"> </w:t>
      </w:r>
      <w:r>
        <w:rPr>
          <w:lang w:eastAsia="ja-JP"/>
        </w:rPr>
        <w:t>T</w:t>
      </w:r>
      <w:r w:rsidRPr="00526536">
        <w:rPr>
          <w:vertAlign w:val="subscript"/>
          <w:lang w:eastAsia="ja-JP"/>
        </w:rPr>
        <w:t>RRC_delay</w:t>
      </w:r>
      <w:r>
        <w:rPr>
          <w:lang w:eastAsia="ja-JP"/>
        </w:rPr>
        <w:t>:</w:t>
      </w:r>
    </w:p>
    <w:p w14:paraId="006BF56F" w14:textId="77777777" w:rsidR="005A78CD" w:rsidRDefault="005A78CD" w:rsidP="005A78CD">
      <w:pPr>
        <w:overflowPunct w:val="0"/>
        <w:autoSpaceDE w:val="0"/>
        <w:autoSpaceDN w:val="0"/>
        <w:adjustRightInd w:val="0"/>
        <w:textAlignment w:val="baseline"/>
        <w:rPr>
          <w:lang w:eastAsia="ko-KR"/>
        </w:rPr>
      </w:pPr>
      <w:r>
        <w:rPr>
          <w:lang w:eastAsia="ko-KR"/>
        </w:rPr>
        <w:t>Where</w:t>
      </w:r>
    </w:p>
    <w:p w14:paraId="48B34425" w14:textId="77777777" w:rsidR="005A78CD" w:rsidRDefault="005A78CD" w:rsidP="005A78CD">
      <w:pPr>
        <w:pStyle w:val="B10"/>
        <w:rPr>
          <w:lang w:eastAsia="ja-JP"/>
        </w:rPr>
      </w:pPr>
      <w:r>
        <w:rPr>
          <w:lang w:eastAsia="ja-JP"/>
        </w:rPr>
        <w:t>T</w:t>
      </w:r>
      <w:r w:rsidRPr="00526536">
        <w:rPr>
          <w:vertAlign w:val="subscript"/>
          <w:lang w:eastAsia="ja-JP"/>
        </w:rPr>
        <w:t>RRC_delay</w:t>
      </w:r>
      <w:r w:rsidRPr="00526536">
        <w:rPr>
          <w:lang w:eastAsia="ja-JP"/>
        </w:rPr>
        <w:t xml:space="preserve"> </w:t>
      </w:r>
      <w:r>
        <w:rPr>
          <w:lang w:eastAsia="ja-JP"/>
        </w:rPr>
        <w:t>is the RRC procedure delay as specified in TS 38.331 [2].</w:t>
      </w:r>
    </w:p>
    <w:p w14:paraId="06C7C7C0" w14:textId="3479E155" w:rsidR="00CD22EB" w:rsidRPr="008C6DE4" w:rsidRDefault="00CD22EB" w:rsidP="00CD22EB">
      <w:pPr>
        <w:overflowPunct w:val="0"/>
        <w:autoSpaceDE w:val="0"/>
        <w:autoSpaceDN w:val="0"/>
        <w:adjustRightInd w:val="0"/>
        <w:textAlignment w:val="baseline"/>
        <w:rPr>
          <w:lang w:eastAsia="ko-KR"/>
        </w:rPr>
      </w:pPr>
      <w:r w:rsidRPr="008C6DE4">
        <w:rPr>
          <w:lang w:eastAsia="ko-KR"/>
        </w:rPr>
        <w:t xml:space="preserve">The PCell interruption specified in </w:t>
      </w:r>
      <w:r w:rsidR="00301612" w:rsidRPr="008C6DE4">
        <w:rPr>
          <w:lang w:eastAsia="ko-KR"/>
        </w:rPr>
        <w:t>clause</w:t>
      </w:r>
      <w:r w:rsidRPr="008C6DE4">
        <w:rPr>
          <w:lang w:eastAsia="ko-KR"/>
        </w:rPr>
        <w:t xml:space="preserve"> 8.2 is allowed only during the RRC reconfiguration procedure [2].</w:t>
      </w:r>
    </w:p>
    <w:p w14:paraId="46FE4FB9" w14:textId="67A7B5E9" w:rsidR="009B0041" w:rsidRPr="008C6DE4" w:rsidRDefault="0048284E" w:rsidP="0048284E">
      <w:pPr>
        <w:pStyle w:val="Heading2"/>
        <w:rPr>
          <w:lang w:eastAsia="zh-CN"/>
        </w:rPr>
      </w:pPr>
      <w:bookmarkStart w:id="150" w:name="_Toc535475995"/>
      <w:bookmarkStart w:id="151" w:name="_Toc5952668"/>
      <w:r w:rsidRPr="008C6DE4">
        <w:rPr>
          <w:lang w:eastAsia="zh-CN"/>
        </w:rPr>
        <w:t>8.9</w:t>
      </w:r>
      <w:r w:rsidR="009B0041" w:rsidRPr="008C6DE4">
        <w:rPr>
          <w:lang w:eastAsia="zh-CN"/>
        </w:rPr>
        <w:tab/>
        <w:t xml:space="preserve">NR-DC: PSCell Addition and Release Delay </w:t>
      </w:r>
    </w:p>
    <w:p w14:paraId="25454E24" w14:textId="65572BFA" w:rsidR="009B0041" w:rsidRPr="008C6DE4" w:rsidRDefault="0048284E" w:rsidP="0048284E">
      <w:pPr>
        <w:pStyle w:val="Heading3"/>
        <w:rPr>
          <w:lang w:eastAsia="ko-KR"/>
        </w:rPr>
      </w:pPr>
      <w:r w:rsidRPr="008C6DE4">
        <w:rPr>
          <w:lang w:eastAsia="zh-CN"/>
        </w:rPr>
        <w:t>8.9.1</w:t>
      </w:r>
      <w:r w:rsidR="009B0041" w:rsidRPr="008C6DE4">
        <w:rPr>
          <w:lang w:eastAsia="zh-CN"/>
        </w:rPr>
        <w:tab/>
        <w:t>Introduction</w:t>
      </w:r>
    </w:p>
    <w:p w14:paraId="6ED37E10" w14:textId="6FB7BE6C" w:rsidR="009B0041" w:rsidRPr="008C6DE4" w:rsidRDefault="009B0041" w:rsidP="009B0041">
      <w:pPr>
        <w:overflowPunct w:val="0"/>
        <w:autoSpaceDE w:val="0"/>
        <w:autoSpaceDN w:val="0"/>
        <w:adjustRightInd w:val="0"/>
        <w:textAlignment w:val="baseline"/>
        <w:rPr>
          <w:lang w:eastAsia="ko-KR"/>
        </w:rPr>
      </w:pPr>
      <w:r w:rsidRPr="008C6DE4">
        <w:rPr>
          <w:lang w:eastAsia="ko-KR"/>
        </w:rPr>
        <w:t xml:space="preserve">This </w:t>
      </w:r>
      <w:r w:rsidR="00854981" w:rsidRPr="008C6DE4">
        <w:rPr>
          <w:lang w:eastAsia="ko-KR"/>
        </w:rPr>
        <w:t>clause</w:t>
      </w:r>
      <w:r w:rsidRPr="008C6DE4">
        <w:rPr>
          <w:lang w:eastAsia="ko-KR"/>
        </w:rPr>
        <w:t xml:space="preserve"> defines requirements for the delay within which the UE shall be able to configure an PSCell in NR dual connectivity. The requirements are applicable to an NR dual connectivity capable UE.</w:t>
      </w:r>
    </w:p>
    <w:p w14:paraId="4298147D" w14:textId="34852290" w:rsidR="009B0041" w:rsidRPr="008C6DE4" w:rsidRDefault="0048284E" w:rsidP="0048284E">
      <w:pPr>
        <w:pStyle w:val="Heading3"/>
        <w:rPr>
          <w:lang w:eastAsia="zh-CN"/>
        </w:rPr>
      </w:pPr>
      <w:r w:rsidRPr="008C6DE4">
        <w:rPr>
          <w:lang w:eastAsia="zh-CN"/>
        </w:rPr>
        <w:t>8.9.2</w:t>
      </w:r>
      <w:r w:rsidR="009B0041" w:rsidRPr="008C6DE4">
        <w:rPr>
          <w:lang w:eastAsia="zh-CN"/>
        </w:rPr>
        <w:tab/>
        <w:t>PSCell Addition Delay Requirement</w:t>
      </w:r>
    </w:p>
    <w:p w14:paraId="5F56CFCE" w14:textId="661CEAD2" w:rsidR="009B0041" w:rsidRPr="008C6DE4" w:rsidRDefault="009B0041" w:rsidP="009B0041">
      <w:pPr>
        <w:overflowPunct w:val="0"/>
        <w:autoSpaceDE w:val="0"/>
        <w:autoSpaceDN w:val="0"/>
        <w:adjustRightInd w:val="0"/>
        <w:textAlignment w:val="baseline"/>
        <w:rPr>
          <w:lang w:eastAsia="ko-KR"/>
        </w:rPr>
      </w:pPr>
      <w:r w:rsidRPr="008C6DE4">
        <w:rPr>
          <w:lang w:eastAsia="ko-KR"/>
        </w:rPr>
        <w:t xml:space="preserve">The requirements in this </w:t>
      </w:r>
      <w:r w:rsidR="00854981" w:rsidRPr="008C6DE4">
        <w:rPr>
          <w:lang w:eastAsia="ko-KR"/>
        </w:rPr>
        <w:t>clause</w:t>
      </w:r>
      <w:r w:rsidRPr="008C6DE4">
        <w:rPr>
          <w:lang w:eastAsia="ko-KR"/>
        </w:rPr>
        <w:t xml:space="preserve"> shall apply for the UE configured with only </w:t>
      </w:r>
      <w:bookmarkStart w:id="152" w:name="_Hlk18514597"/>
      <w:r w:rsidRPr="008C6DE4">
        <w:rPr>
          <w:lang w:eastAsia="ko-KR"/>
        </w:rPr>
        <w:t>PCell in FR1.</w:t>
      </w:r>
      <w:bookmarkEnd w:id="152"/>
    </w:p>
    <w:p w14:paraId="1EB7DEEB" w14:textId="10E8035E" w:rsidR="00847B8D" w:rsidRPr="008C6DE4" w:rsidRDefault="00847B8D" w:rsidP="00847B8D">
      <w:pPr>
        <w:overflowPunct w:val="0"/>
        <w:autoSpaceDE w:val="0"/>
        <w:autoSpaceDN w:val="0"/>
        <w:adjustRightInd w:val="0"/>
        <w:textAlignment w:val="baseline"/>
        <w:rPr>
          <w:lang w:eastAsia="ja-JP"/>
        </w:rPr>
      </w:pPr>
      <w:r w:rsidRPr="008C6DE4">
        <w:rPr>
          <w:lang w:eastAsia="ko-KR"/>
        </w:rPr>
        <w:t xml:space="preserve">Upon receiving PSCell </w:t>
      </w:r>
      <w:r w:rsidRPr="008C6DE4">
        <w:rPr>
          <w:lang w:eastAsia="ja-JP"/>
        </w:rPr>
        <w:t xml:space="preserve">addition </w:t>
      </w:r>
      <w:r w:rsidRPr="008C6DE4">
        <w:rPr>
          <w:lang w:eastAsia="ko-KR"/>
        </w:rPr>
        <w:t xml:space="preserve">in subframe </w:t>
      </w:r>
      <w:r w:rsidRPr="008C6DE4">
        <w:rPr>
          <w:i/>
          <w:lang w:eastAsia="ko-KR"/>
        </w:rPr>
        <w:t>n</w:t>
      </w:r>
      <w:r w:rsidRPr="008C6DE4">
        <w:rPr>
          <w:lang w:eastAsia="ko-KR"/>
        </w:rPr>
        <w:t xml:space="preserve">, the UE shall be capable to transmit </w:t>
      </w:r>
      <w:r w:rsidRPr="008C6DE4">
        <w:rPr>
          <w:lang w:eastAsia="ja-JP"/>
        </w:rPr>
        <w:t>P</w:t>
      </w:r>
      <w:r w:rsidRPr="008C6DE4">
        <w:rPr>
          <w:lang w:eastAsia="ko-KR"/>
        </w:rPr>
        <w:t xml:space="preserve">RACH </w:t>
      </w:r>
      <w:r w:rsidRPr="008C6DE4">
        <w:rPr>
          <w:lang w:eastAsia="ja-JP"/>
        </w:rPr>
        <w:t xml:space="preserve">preamble </w:t>
      </w:r>
      <w:r w:rsidRPr="008C6DE4">
        <w:rPr>
          <w:lang w:eastAsia="ko-KR"/>
        </w:rPr>
        <w:t xml:space="preserve">towards PSCell in FR2 no later than </w:t>
      </w:r>
      <w:r w:rsidR="002B7AA1" w:rsidRPr="00BE50D3">
        <w:rPr>
          <w:lang w:eastAsia="ko-KR"/>
        </w:rPr>
        <w:t>in</w:t>
      </w:r>
      <w:r w:rsidR="002B7AA1" w:rsidRPr="00BE50D3">
        <w:rPr>
          <w:lang w:eastAsia="ja-JP"/>
        </w:rPr>
        <w:t xml:space="preserve"> </w:t>
      </w:r>
      <w:r w:rsidR="002B7AA1">
        <w:rPr>
          <w:lang w:eastAsia="ja-JP"/>
        </w:rPr>
        <w:t xml:space="preserve">slot </w:t>
      </w:r>
      <m:oMath>
        <m:r>
          <m:rPr>
            <m:sty m:val="p"/>
          </m:rPr>
          <w:rPr>
            <w:rFonts w:ascii="Cambria Math" w:hAnsi="Cambria Math"/>
          </w:rPr>
          <m:t>n+</m:t>
        </m:r>
        <m:f>
          <m:fPr>
            <m:ctrlPr>
              <w:rPr>
                <w:rFonts w:ascii="Cambria Math" w:hAnsi="Cambria Math"/>
              </w:rPr>
            </m:ctrlPr>
          </m:fPr>
          <m:num>
            <m:sSub>
              <m:sSubPr>
                <m:ctrlPr>
                  <w:rPr>
                    <w:rFonts w:ascii="Cambria Math" w:hAnsi="Cambria Math"/>
                    <w:i/>
                  </w:rPr>
                </m:ctrlPr>
              </m:sSubPr>
              <m:e>
                <m:r>
                  <w:rPr>
                    <w:rFonts w:ascii="Cambria Math" w:hAnsi="Cambria Math"/>
                  </w:rPr>
                  <m:t>T</m:t>
                </m:r>
              </m:e>
              <m:sub>
                <m:r>
                  <w:rPr>
                    <w:rFonts w:ascii="Cambria Math" w:hAnsi="Cambria Math"/>
                  </w:rPr>
                  <m:t>config_PSCell</m:t>
                </m:r>
              </m:sub>
            </m:sSub>
          </m:num>
          <m:den>
            <m:r>
              <w:rPr>
                <w:rFonts w:ascii="Cambria Math" w:hAnsi="Cambria Math"/>
              </w:rPr>
              <m:t>NR slot length</m:t>
            </m:r>
          </m:den>
        </m:f>
      </m:oMath>
      <w:r w:rsidR="002B7AA1" w:rsidRPr="00BE50D3">
        <w:rPr>
          <w:lang w:eastAsia="ja-JP"/>
        </w:rPr>
        <w:t>.</w:t>
      </w:r>
    </w:p>
    <w:p w14:paraId="0EEF8F47" w14:textId="7B3228B2" w:rsidR="00847B8D" w:rsidRPr="008C6DE4" w:rsidRDefault="00847B8D" w:rsidP="00847B8D">
      <w:r>
        <w:t>w</w:t>
      </w:r>
      <w:r w:rsidRPr="008C6DE4">
        <w:t>here:</w:t>
      </w:r>
    </w:p>
    <w:p w14:paraId="7CCA004C" w14:textId="77777777" w:rsidR="009B0041" w:rsidRPr="008C6DE4" w:rsidRDefault="009B0041" w:rsidP="009B0041">
      <w:pPr>
        <w:ind w:left="568" w:hanging="284"/>
        <w:rPr>
          <w:vertAlign w:val="subscript"/>
          <w:lang w:eastAsia="zh-CN"/>
        </w:rPr>
      </w:pPr>
      <w:r w:rsidRPr="008C6DE4">
        <w:tab/>
        <w:t>T</w:t>
      </w:r>
      <w:r w:rsidRPr="008C6DE4">
        <w:rPr>
          <w:vertAlign w:val="subscript"/>
        </w:rPr>
        <w:t>config_PSCell</w:t>
      </w:r>
      <w:r w:rsidRPr="008C6DE4">
        <w:t xml:space="preserve"> = T</w:t>
      </w:r>
      <w:r w:rsidRPr="008C6DE4">
        <w:rPr>
          <w:vertAlign w:val="subscript"/>
        </w:rPr>
        <w:t>RRC_delay</w:t>
      </w:r>
      <w:r w:rsidRPr="008C6DE4">
        <w:t xml:space="preserve"> + T</w:t>
      </w:r>
      <w:r w:rsidRPr="008C6DE4">
        <w:rPr>
          <w:vertAlign w:val="subscript"/>
        </w:rPr>
        <w:t>processing</w:t>
      </w:r>
      <w:r w:rsidRPr="008C6DE4">
        <w:t xml:space="preserve"> + T</w:t>
      </w:r>
      <w:r w:rsidRPr="008C6DE4">
        <w:rPr>
          <w:vertAlign w:val="subscript"/>
        </w:rPr>
        <w:t>search</w:t>
      </w:r>
      <w:r w:rsidRPr="008C6DE4">
        <w:t xml:space="preserve"> + T</w:t>
      </w:r>
      <w:r w:rsidRPr="008C6DE4">
        <w:rPr>
          <w:vertAlign w:val="subscript"/>
        </w:rPr>
        <w:t>∆</w:t>
      </w:r>
      <w:r w:rsidRPr="008C6DE4">
        <w:t xml:space="preserve"> + T</w:t>
      </w:r>
      <w:r w:rsidRPr="008C6DE4">
        <w:rPr>
          <w:vertAlign w:val="subscript"/>
        </w:rPr>
        <w:t>PSCell_ DU</w:t>
      </w:r>
      <w:r w:rsidRPr="008C6DE4">
        <w:t xml:space="preserve"> + 2 ms</w:t>
      </w:r>
    </w:p>
    <w:p w14:paraId="6C7A6B74" w14:textId="77777777" w:rsidR="009B0041" w:rsidRPr="008C6DE4" w:rsidRDefault="009B0041" w:rsidP="009B0041">
      <w:pPr>
        <w:ind w:left="568" w:hanging="284"/>
      </w:pPr>
      <w:r w:rsidRPr="008C6DE4">
        <w:tab/>
        <w:t>T</w:t>
      </w:r>
      <w:r w:rsidRPr="008C6DE4">
        <w:rPr>
          <w:vertAlign w:val="subscript"/>
        </w:rPr>
        <w:t>RRC_delay</w:t>
      </w:r>
      <w:r w:rsidRPr="008C6DE4">
        <w:t xml:space="preserve"> is the RRC procedure delay as specified in TS 38.331 [2].</w:t>
      </w:r>
    </w:p>
    <w:p w14:paraId="2F79271F" w14:textId="06506C0A" w:rsidR="009B0041" w:rsidRPr="008C6DE4" w:rsidRDefault="009B0041" w:rsidP="009B0041">
      <w:pPr>
        <w:ind w:left="568" w:hanging="284"/>
      </w:pPr>
      <w:r w:rsidRPr="008C6DE4">
        <w:tab/>
        <w:t>T</w:t>
      </w:r>
      <w:r w:rsidRPr="008C6DE4">
        <w:rPr>
          <w:vertAlign w:val="subscript"/>
        </w:rPr>
        <w:t>processing</w:t>
      </w:r>
      <w:r w:rsidRPr="008C6DE4">
        <w:t xml:space="preserve"> is the SW processing time needed by UE, including RF warm up period. T</w:t>
      </w:r>
      <w:r w:rsidRPr="008C6DE4">
        <w:rPr>
          <w:vertAlign w:val="subscript"/>
        </w:rPr>
        <w:t>processing</w:t>
      </w:r>
      <w:r w:rsidRPr="008C6DE4">
        <w:t xml:space="preserve"> = 40 ms.</w:t>
      </w:r>
    </w:p>
    <w:p w14:paraId="6611053D" w14:textId="794527F2" w:rsidR="009B0041" w:rsidRPr="008C6DE4" w:rsidRDefault="009B0041" w:rsidP="009B0041">
      <w:pPr>
        <w:ind w:left="568" w:hanging="284"/>
      </w:pPr>
      <w:r w:rsidRPr="008C6DE4">
        <w:tab/>
      </w:r>
      <w:r w:rsidR="00891C90" w:rsidRPr="008C6DE4">
        <w:t>T</w:t>
      </w:r>
      <w:r w:rsidR="00891C90" w:rsidRPr="008C6DE4">
        <w:rPr>
          <w:vertAlign w:val="subscript"/>
        </w:rPr>
        <w:t>search</w:t>
      </w:r>
      <w:r w:rsidR="00891C90" w:rsidRPr="008C6DE4">
        <w:t xml:space="preserve"> is the time for AGC settling and PSS/SSS detection. </w:t>
      </w:r>
      <w:r w:rsidR="00891C90" w:rsidRPr="008C6DE4">
        <w:rPr>
          <w:lang w:eastAsia="ko-KR"/>
        </w:rPr>
        <w:t xml:space="preserve">If the target cell is known, </w:t>
      </w:r>
      <w:r w:rsidR="00891C90" w:rsidRPr="008C6DE4">
        <w:rPr>
          <w:rFonts w:eastAsia="Calibri"/>
        </w:rPr>
        <w:t>T</w:t>
      </w:r>
      <w:r w:rsidR="00891C90" w:rsidRPr="008C6DE4">
        <w:rPr>
          <w:rFonts w:eastAsia="Calibri"/>
          <w:vertAlign w:val="subscript"/>
        </w:rPr>
        <w:t>search</w:t>
      </w:r>
      <w:r w:rsidR="00891C90" w:rsidRPr="008C6DE4">
        <w:rPr>
          <w:rFonts w:eastAsia="Calibri"/>
        </w:rPr>
        <w:t xml:space="preserve"> = 0 ms.</w:t>
      </w:r>
      <w:r w:rsidR="00891C90" w:rsidRPr="008C6DE4">
        <w:rPr>
          <w:lang w:eastAsia="ko-KR"/>
        </w:rPr>
        <w:t xml:space="preserve"> </w:t>
      </w:r>
      <w:r w:rsidR="00891C90" w:rsidRPr="008C6DE4">
        <w:rPr>
          <w:rFonts w:eastAsia="Calibri"/>
        </w:rPr>
        <w:t xml:space="preserve">If the target cell is unknown and the target cell </w:t>
      </w:r>
      <w:r w:rsidR="00891C90" w:rsidRPr="008C6DE4">
        <w:rPr>
          <w:rFonts w:cs="v4.2.0"/>
        </w:rPr>
        <w:t xml:space="preserve">Ês/Iot </w:t>
      </w:r>
      <w:r w:rsidR="00891C90" w:rsidRPr="008C6DE4">
        <w:rPr>
          <w:rFonts w:hint="eastAsia"/>
        </w:rPr>
        <w:t>≥</w:t>
      </w:r>
      <w:r w:rsidR="00891C90" w:rsidRPr="008C6DE4">
        <w:t xml:space="preserve"> </w:t>
      </w:r>
      <w:r w:rsidR="00891C90" w:rsidRPr="008C6DE4">
        <w:rPr>
          <w:rFonts w:cs="v4.2.0"/>
        </w:rPr>
        <w:t>-2dB</w:t>
      </w:r>
      <w:r w:rsidR="00891C90" w:rsidRPr="008C6DE4">
        <w:rPr>
          <w:lang w:eastAsia="ko-KR"/>
        </w:rPr>
        <w:t>, T</w:t>
      </w:r>
      <w:r w:rsidR="00891C90" w:rsidRPr="008C6DE4">
        <w:rPr>
          <w:vertAlign w:val="subscript"/>
          <w:lang w:eastAsia="ko-KR"/>
        </w:rPr>
        <w:t>search</w:t>
      </w:r>
      <w:r w:rsidR="00891C90" w:rsidRPr="008C6DE4">
        <w:rPr>
          <w:lang w:eastAsia="ko-KR"/>
        </w:rPr>
        <w:t xml:space="preserve"> = </w:t>
      </w:r>
      <w:r w:rsidR="00891C90" w:rsidRPr="008C6DE4">
        <w:rPr>
          <w:lang w:eastAsia="zh-CN"/>
        </w:rPr>
        <w:t>24</w:t>
      </w:r>
      <w:r w:rsidR="00891C90" w:rsidRPr="008C6DE4">
        <w:rPr>
          <w:lang w:eastAsia="ko-KR"/>
        </w:rPr>
        <w:t>*</w:t>
      </w:r>
      <w:r w:rsidR="00891C90" w:rsidRPr="008C6DE4">
        <w:rPr>
          <w:rFonts w:cs="v4.2.0"/>
          <w:lang w:eastAsia="zh-CN"/>
        </w:rPr>
        <w:t xml:space="preserve"> Trs</w:t>
      </w:r>
      <w:r w:rsidR="00891C90" w:rsidRPr="008C6DE4">
        <w:rPr>
          <w:lang w:eastAsia="ko-KR"/>
        </w:rPr>
        <w:t xml:space="preserve"> ms.</w:t>
      </w:r>
    </w:p>
    <w:p w14:paraId="2BE45628" w14:textId="6D1A667F" w:rsidR="00196E69" w:rsidRPr="008C6DE4" w:rsidRDefault="00196E69" w:rsidP="00196E69">
      <w:pPr>
        <w:ind w:left="567"/>
      </w:pPr>
      <w:r w:rsidRPr="008C6DE4">
        <w:t>T</w:t>
      </w:r>
      <w:r w:rsidRPr="008C6DE4">
        <w:rPr>
          <w:vertAlign w:val="subscript"/>
        </w:rPr>
        <w:t>∆</w:t>
      </w:r>
      <w:r w:rsidRPr="008C6DE4">
        <w:t xml:space="preserve"> is time for fine time tracking and acquiring full timing information of the target cell. T</w:t>
      </w:r>
      <w:r w:rsidRPr="008C6DE4">
        <w:rPr>
          <w:vertAlign w:val="subscript"/>
        </w:rPr>
        <w:t>∆</w:t>
      </w:r>
      <w:r w:rsidRPr="008C6DE4">
        <w:t xml:space="preserve"> = 1</w:t>
      </w:r>
      <w:r w:rsidRPr="008C6DE4">
        <w:rPr>
          <w:lang w:eastAsia="fr-FR"/>
        </w:rPr>
        <w:t>*</w:t>
      </w:r>
      <w:r w:rsidRPr="008C6DE4">
        <w:rPr>
          <w:rFonts w:cs="v4.2.0"/>
          <w:lang w:eastAsia="zh-CN"/>
        </w:rPr>
        <w:t>Trs</w:t>
      </w:r>
      <w:r w:rsidRPr="008C6DE4">
        <w:t xml:space="preserve"> ms for a known or unknown PSCell.</w:t>
      </w:r>
    </w:p>
    <w:p w14:paraId="293B7197" w14:textId="3175C390" w:rsidR="009B0041" w:rsidRPr="008C6DE4" w:rsidRDefault="009B0041" w:rsidP="009B0041">
      <w:pPr>
        <w:ind w:left="568" w:hanging="284"/>
      </w:pPr>
      <w:r w:rsidRPr="008C6DE4">
        <w:tab/>
        <w:t>T</w:t>
      </w:r>
      <w:r w:rsidRPr="008C6DE4">
        <w:rPr>
          <w:vertAlign w:val="subscript"/>
        </w:rPr>
        <w:t>PSCell_ DU</w:t>
      </w:r>
      <w:r w:rsidRPr="008C6DE4">
        <w:t xml:space="preserve"> is the delay uncertainty in acquiring the first available PRACH occasion in the PSCell. T</w:t>
      </w:r>
      <w:r w:rsidRPr="008C6DE4">
        <w:rPr>
          <w:vertAlign w:val="subscript"/>
        </w:rPr>
        <w:t>PSCell_ DU</w:t>
      </w:r>
      <w:r w:rsidRPr="008C6DE4">
        <w:t xml:space="preserve"> is up to the summation of SSB to PRACH occasion association period and 10 ms. SSB to PRACH occasion associated period is defined in Table 8.1-1 of TS 38.213 [3].</w:t>
      </w:r>
    </w:p>
    <w:p w14:paraId="688176AF" w14:textId="2C2EAC3F" w:rsidR="009B0041" w:rsidRPr="008C6DE4" w:rsidRDefault="009B0041" w:rsidP="009B0041">
      <w:pPr>
        <w:ind w:left="568" w:hanging="284"/>
      </w:pPr>
      <w:r w:rsidRPr="008C6DE4">
        <w:rPr>
          <w:lang w:eastAsia="zh-CN"/>
        </w:rPr>
        <w:tab/>
      </w:r>
      <w:r w:rsidR="00196E69" w:rsidRPr="008C6DE4">
        <w:rPr>
          <w:lang w:eastAsia="zh-CN"/>
        </w:rPr>
        <w:t>Trs is the SMTC periodicity of the target cell if the UE has been provided with an SMTC configuration for the target cell in PSCell addition message, otherwise</w:t>
      </w:r>
      <w:r w:rsidR="00196E69" w:rsidRPr="008C6DE4">
        <w:rPr>
          <w:lang w:eastAsia="ko-KR"/>
        </w:rPr>
        <w:t xml:space="preserve"> </w:t>
      </w:r>
      <w:r w:rsidR="00196E69" w:rsidRPr="008C6DE4">
        <w:rPr>
          <w:lang w:eastAsia="zh-CN"/>
        </w:rPr>
        <w:t xml:space="preserve">Trs is the SMTC configured in the measObjectNR having the same SSB frequency and subcarrier spacing. If the UE is not provided SMTC configuration or measurement object on this frequency, the requirement in this </w:t>
      </w:r>
      <w:r w:rsidR="00854981" w:rsidRPr="008C6DE4">
        <w:rPr>
          <w:lang w:eastAsia="zh-CN"/>
        </w:rPr>
        <w:t>clause</w:t>
      </w:r>
      <w:r w:rsidR="00196E69" w:rsidRPr="008C6DE4">
        <w:rPr>
          <w:lang w:eastAsia="zh-CN"/>
        </w:rPr>
        <w:t xml:space="preserve"> is applied with Trs = 5 ms</w:t>
      </w:r>
      <w:r w:rsidR="00196E69" w:rsidRPr="008C6DE4">
        <w:rPr>
          <w:lang w:eastAsia="ko-KR"/>
        </w:rPr>
        <w:t xml:space="preserve"> assuming the SSB transmission periodicity is 5 ms</w:t>
      </w:r>
      <w:r w:rsidR="00196E69" w:rsidRPr="008C6DE4">
        <w:rPr>
          <w:lang w:eastAsia="zh-CN"/>
        </w:rPr>
        <w:t>.</w:t>
      </w:r>
      <w:r w:rsidR="00196E69" w:rsidRPr="008C6DE4">
        <w:rPr>
          <w:lang w:eastAsia="ko-KR"/>
        </w:rPr>
        <w:t xml:space="preserve"> There is no requirement if the SSB transmission periodicity is not 5 ms.</w:t>
      </w:r>
    </w:p>
    <w:p w14:paraId="2FAC7E1A" w14:textId="6959C205" w:rsidR="00196E69" w:rsidRPr="008C6DE4" w:rsidRDefault="00196E69" w:rsidP="00196E69">
      <w:pPr>
        <w:overflowPunct w:val="0"/>
        <w:autoSpaceDE w:val="0"/>
        <w:autoSpaceDN w:val="0"/>
        <w:adjustRightInd w:val="0"/>
        <w:textAlignment w:val="baseline"/>
        <w:rPr>
          <w:lang w:eastAsia="ko-KR"/>
        </w:rPr>
      </w:pPr>
      <w:r w:rsidRPr="008C6DE4">
        <w:rPr>
          <w:rFonts w:cs="v4.2.0"/>
          <w:lang w:eastAsia="zh-CN"/>
        </w:rPr>
        <w:t>In FR1 and FR2, the PSC</w:t>
      </w:r>
      <w:r w:rsidRPr="008C6DE4">
        <w:rPr>
          <w:rFonts w:cs="v4.2.0"/>
          <w:lang w:eastAsia="ko-KR"/>
        </w:rPr>
        <w:t xml:space="preserve">ell is known if it </w:t>
      </w:r>
      <w:r w:rsidRPr="008C6DE4">
        <w:rPr>
          <w:lang w:eastAsia="ko-KR"/>
        </w:rPr>
        <w:t>has been meeting the following conditions:</w:t>
      </w:r>
    </w:p>
    <w:p w14:paraId="076E7CD2" w14:textId="1239C28B" w:rsidR="00196E69" w:rsidRPr="008C6DE4" w:rsidRDefault="00196E69" w:rsidP="00196E69">
      <w:pPr>
        <w:overflowPunct w:val="0"/>
        <w:autoSpaceDE w:val="0"/>
        <w:autoSpaceDN w:val="0"/>
        <w:adjustRightInd w:val="0"/>
        <w:ind w:left="568" w:hanging="284"/>
        <w:textAlignment w:val="baseline"/>
        <w:rPr>
          <w:lang w:eastAsia="ko-KR"/>
        </w:rPr>
      </w:pPr>
      <w:r w:rsidRPr="008C6DE4">
        <w:rPr>
          <w:lang w:eastAsia="ko-KR"/>
        </w:rPr>
        <w:t xml:space="preserve">During the last 5 seconds before the reception of the </w:t>
      </w:r>
      <w:r w:rsidRPr="008C6DE4">
        <w:rPr>
          <w:lang w:eastAsia="zh-CN"/>
        </w:rPr>
        <w:t>P</w:t>
      </w:r>
      <w:r w:rsidRPr="008C6DE4">
        <w:rPr>
          <w:lang w:eastAsia="ko-KR"/>
        </w:rPr>
        <w:t xml:space="preserve">SCell </w:t>
      </w:r>
      <w:r w:rsidRPr="008C6DE4">
        <w:rPr>
          <w:lang w:eastAsia="zh-CN"/>
        </w:rPr>
        <w:t>configuration</w:t>
      </w:r>
      <w:r w:rsidRPr="008C6DE4">
        <w:rPr>
          <w:lang w:eastAsia="ko-KR"/>
        </w:rPr>
        <w:t xml:space="preserve"> command:</w:t>
      </w:r>
    </w:p>
    <w:p w14:paraId="34B741CE" w14:textId="4CE91B86" w:rsidR="00196E69" w:rsidRPr="008C6DE4" w:rsidRDefault="00196E69" w:rsidP="00196E69">
      <w:pPr>
        <w:overflowPunct w:val="0"/>
        <w:autoSpaceDE w:val="0"/>
        <w:autoSpaceDN w:val="0"/>
        <w:adjustRightInd w:val="0"/>
        <w:ind w:left="851" w:hanging="284"/>
        <w:textAlignment w:val="baseline"/>
        <w:rPr>
          <w:lang w:eastAsia="ko-KR"/>
        </w:rPr>
      </w:pPr>
      <w:r w:rsidRPr="008C6DE4">
        <w:rPr>
          <w:lang w:eastAsia="ko-KR"/>
        </w:rPr>
        <w:t>-</w:t>
      </w:r>
      <w:r w:rsidRPr="008C6DE4">
        <w:rPr>
          <w:lang w:eastAsia="ko-KR"/>
        </w:rPr>
        <w:tab/>
        <w:t xml:space="preserve">the UE has sent a valid measurement report for the </w:t>
      </w:r>
      <w:r w:rsidRPr="008C6DE4">
        <w:rPr>
          <w:lang w:eastAsia="zh-CN"/>
        </w:rPr>
        <w:t>P</w:t>
      </w:r>
      <w:r w:rsidRPr="008C6DE4">
        <w:rPr>
          <w:lang w:eastAsia="ko-KR"/>
        </w:rPr>
        <w:t xml:space="preserve">SCell being </w:t>
      </w:r>
      <w:r w:rsidRPr="008C6DE4">
        <w:rPr>
          <w:lang w:eastAsia="zh-CN"/>
        </w:rPr>
        <w:t>configured</w:t>
      </w:r>
      <w:r w:rsidRPr="008C6DE4">
        <w:rPr>
          <w:lang w:eastAsia="ko-KR"/>
        </w:rPr>
        <w:t xml:space="preserve"> and</w:t>
      </w:r>
    </w:p>
    <w:p w14:paraId="75645A8B" w14:textId="25D1B308" w:rsidR="00196E69" w:rsidRPr="008C6DE4" w:rsidRDefault="00196E69" w:rsidP="00196E69">
      <w:pPr>
        <w:overflowPunct w:val="0"/>
        <w:autoSpaceDE w:val="0"/>
        <w:autoSpaceDN w:val="0"/>
        <w:adjustRightInd w:val="0"/>
        <w:ind w:left="851" w:hanging="284"/>
        <w:textAlignment w:val="baseline"/>
        <w:rPr>
          <w:lang w:eastAsia="ko-KR"/>
        </w:rPr>
      </w:pPr>
      <w:r w:rsidRPr="008C6DE4">
        <w:rPr>
          <w:lang w:eastAsia="ko-KR"/>
        </w:rPr>
        <w:t>-</w:t>
      </w:r>
      <w:r w:rsidRPr="008C6DE4">
        <w:rPr>
          <w:lang w:eastAsia="ko-KR"/>
        </w:rPr>
        <w:tab/>
        <w:t xml:space="preserve">One of the SSBs measured from the </w:t>
      </w:r>
      <w:r w:rsidRPr="008C6DE4">
        <w:rPr>
          <w:lang w:eastAsia="zh-CN"/>
        </w:rPr>
        <w:t>P</w:t>
      </w:r>
      <w:r w:rsidRPr="008C6DE4">
        <w:rPr>
          <w:lang w:eastAsia="ko-KR"/>
        </w:rPr>
        <w:t xml:space="preserve">SCell being </w:t>
      </w:r>
      <w:r w:rsidRPr="008C6DE4">
        <w:rPr>
          <w:lang w:eastAsia="zh-CN"/>
        </w:rPr>
        <w:t>configured</w:t>
      </w:r>
      <w:r w:rsidRPr="008C6DE4">
        <w:rPr>
          <w:lang w:eastAsia="ko-KR"/>
        </w:rPr>
        <w:t xml:space="preserve"> remains detectable according to the cell identification conditions specified in clause </w:t>
      </w:r>
      <w:r w:rsidRPr="008C6DE4">
        <w:rPr>
          <w:rFonts w:eastAsia="Malgun Gothic"/>
          <w:lang w:eastAsia="zh-CN"/>
        </w:rPr>
        <w:t>9.3</w:t>
      </w:r>
      <w:r w:rsidRPr="008C6DE4">
        <w:rPr>
          <w:lang w:eastAsia="ko-KR"/>
        </w:rPr>
        <w:t>.</w:t>
      </w:r>
    </w:p>
    <w:p w14:paraId="25F2771E" w14:textId="1126A29C" w:rsidR="00196E69" w:rsidRPr="008C6DE4" w:rsidRDefault="00196E69" w:rsidP="00196E69">
      <w:pPr>
        <w:overflowPunct w:val="0"/>
        <w:autoSpaceDE w:val="0"/>
        <w:autoSpaceDN w:val="0"/>
        <w:adjustRightInd w:val="0"/>
        <w:ind w:left="568" w:hanging="284"/>
        <w:textAlignment w:val="baseline"/>
        <w:rPr>
          <w:lang w:eastAsia="ko-KR"/>
        </w:rPr>
      </w:pPr>
      <w:r w:rsidRPr="008C6DE4">
        <w:rPr>
          <w:lang w:eastAsia="ko-KR"/>
        </w:rPr>
        <w:t>-</w:t>
      </w:r>
      <w:r w:rsidRPr="008C6DE4">
        <w:rPr>
          <w:lang w:eastAsia="ko-KR"/>
        </w:rPr>
        <w:tab/>
        <w:t xml:space="preserve">One of the SSBs measured from </w:t>
      </w:r>
      <w:r w:rsidRPr="008C6DE4">
        <w:rPr>
          <w:lang w:eastAsia="zh-CN"/>
        </w:rPr>
        <w:t>P</w:t>
      </w:r>
      <w:r w:rsidRPr="008C6DE4">
        <w:rPr>
          <w:lang w:eastAsia="ko-KR"/>
        </w:rPr>
        <w:t xml:space="preserve">SCell being </w:t>
      </w:r>
      <w:r w:rsidRPr="008C6DE4">
        <w:rPr>
          <w:lang w:eastAsia="zh-CN"/>
        </w:rPr>
        <w:t>configured</w:t>
      </w:r>
      <w:r w:rsidRPr="008C6DE4">
        <w:rPr>
          <w:lang w:eastAsia="ko-KR"/>
        </w:rPr>
        <w:t xml:space="preserve"> also remains detectable during the </w:t>
      </w:r>
      <w:r w:rsidRPr="008C6DE4">
        <w:rPr>
          <w:lang w:eastAsia="zh-CN"/>
        </w:rPr>
        <w:t>P</w:t>
      </w:r>
      <w:r w:rsidRPr="008C6DE4">
        <w:rPr>
          <w:lang w:eastAsia="ko-KR"/>
        </w:rPr>
        <w:t xml:space="preserve">SCell </w:t>
      </w:r>
      <w:r w:rsidRPr="008C6DE4">
        <w:rPr>
          <w:lang w:eastAsia="zh-CN"/>
        </w:rPr>
        <w:t>configuration</w:t>
      </w:r>
      <w:r w:rsidRPr="008C6DE4">
        <w:rPr>
          <w:lang w:eastAsia="ko-KR"/>
        </w:rPr>
        <w:t xml:space="preserve"> delay </w:t>
      </w:r>
      <w:r w:rsidR="002E2BA4" w:rsidRPr="008C6DE4">
        <w:t>T</w:t>
      </w:r>
      <w:r w:rsidR="002E2BA4" w:rsidRPr="008C6DE4">
        <w:rPr>
          <w:vertAlign w:val="subscript"/>
        </w:rPr>
        <w:t>config_PSCell</w:t>
      </w:r>
      <w:r w:rsidR="002E2BA4" w:rsidRPr="008C6DE4">
        <w:rPr>
          <w:lang w:eastAsia="ko-KR"/>
        </w:rPr>
        <w:t xml:space="preserve"> </w:t>
      </w:r>
      <w:r w:rsidRPr="008C6DE4">
        <w:rPr>
          <w:lang w:eastAsia="ko-KR"/>
        </w:rPr>
        <w:t>according to the cell identification conditions specified in clause 9.3.</w:t>
      </w:r>
    </w:p>
    <w:p w14:paraId="4113EF75" w14:textId="77777777" w:rsidR="009B0041" w:rsidRPr="008C6DE4" w:rsidRDefault="009B0041" w:rsidP="009B0041">
      <w:r w:rsidRPr="008C6DE4">
        <w:rPr>
          <w:lang w:eastAsia="ko-KR"/>
        </w:rPr>
        <w:t>otherwise it is unknown.</w:t>
      </w:r>
    </w:p>
    <w:p w14:paraId="34D637BE" w14:textId="77777777" w:rsidR="009B0041" w:rsidRPr="008C6DE4" w:rsidRDefault="009B0041" w:rsidP="009B0041">
      <w:r w:rsidRPr="008C6DE4">
        <w:t xml:space="preserve">The PCell interruption specified in </w:t>
      </w:r>
      <w:r w:rsidRPr="008C6DE4">
        <w:rPr>
          <w:lang w:eastAsia="zh-CN"/>
        </w:rPr>
        <w:t xml:space="preserve">clause </w:t>
      </w:r>
      <w:r w:rsidRPr="008C6DE4">
        <w:rPr>
          <w:rFonts w:eastAsia="Malgun Gothic"/>
          <w:lang w:eastAsia="zh-CN"/>
        </w:rPr>
        <w:t>8.2</w:t>
      </w:r>
      <w:r w:rsidRPr="008C6DE4">
        <w:t xml:space="preserve"> is allowed only during the RRC reconfiguration procedure [2].</w:t>
      </w:r>
    </w:p>
    <w:p w14:paraId="19253E81" w14:textId="4804A196" w:rsidR="009B0041" w:rsidRPr="008C6DE4" w:rsidRDefault="0048284E" w:rsidP="0048284E">
      <w:pPr>
        <w:pStyle w:val="Heading3"/>
        <w:rPr>
          <w:lang w:eastAsia="ko-KR"/>
        </w:rPr>
      </w:pPr>
      <w:r w:rsidRPr="008C6DE4">
        <w:rPr>
          <w:lang w:eastAsia="ko-KR"/>
        </w:rPr>
        <w:t>8.9.3</w:t>
      </w:r>
      <w:r w:rsidR="009B0041" w:rsidRPr="008C6DE4">
        <w:rPr>
          <w:lang w:eastAsia="ko-KR"/>
        </w:rPr>
        <w:tab/>
      </w:r>
      <w:r w:rsidR="009B0041" w:rsidRPr="008C6DE4">
        <w:rPr>
          <w:lang w:eastAsia="zh-CN"/>
        </w:rPr>
        <w:t>P</w:t>
      </w:r>
      <w:r w:rsidR="009B0041" w:rsidRPr="008C6DE4">
        <w:rPr>
          <w:lang w:eastAsia="ko-KR"/>
        </w:rPr>
        <w:t>SCell Release Delay Requirement</w:t>
      </w:r>
    </w:p>
    <w:p w14:paraId="44DBA378" w14:textId="3660D2F9" w:rsidR="009B0041" w:rsidRPr="008C6DE4" w:rsidRDefault="009B0041" w:rsidP="009B0041">
      <w:r w:rsidRPr="008C6DE4">
        <w:t xml:space="preserve">The requirements in this </w:t>
      </w:r>
      <w:r w:rsidR="00854981" w:rsidRPr="008C6DE4">
        <w:t>clause</w:t>
      </w:r>
      <w:r w:rsidRPr="008C6DE4">
        <w:t xml:space="preserve"> shall apply for a UE which is </w:t>
      </w:r>
      <w:r w:rsidRPr="008C6DE4">
        <w:rPr>
          <w:lang w:eastAsia="zh-CN"/>
        </w:rPr>
        <w:t>configured with</w:t>
      </w:r>
      <w:r w:rsidRPr="008C6DE4">
        <w:t xml:space="preserve"> </w:t>
      </w:r>
      <w:r w:rsidRPr="008C6DE4">
        <w:rPr>
          <w:lang w:eastAsia="zh-CN"/>
        </w:rPr>
        <w:t>P</w:t>
      </w:r>
      <w:r w:rsidRPr="008C6DE4">
        <w:t>Cell</w:t>
      </w:r>
      <w:r w:rsidRPr="008C6DE4">
        <w:rPr>
          <w:lang w:eastAsia="zh-CN"/>
        </w:rPr>
        <w:t xml:space="preserve"> and one PSCell.</w:t>
      </w:r>
    </w:p>
    <w:p w14:paraId="391B0CCF" w14:textId="26B48005" w:rsidR="009B0041" w:rsidRPr="008C6DE4" w:rsidRDefault="009B0041" w:rsidP="009B0041">
      <w:r w:rsidRPr="008C6DE4">
        <w:t xml:space="preserve">Upon receiving PSCell release in subframe </w:t>
      </w:r>
      <w:r w:rsidRPr="008C6DE4">
        <w:rPr>
          <w:i/>
        </w:rPr>
        <w:t>n</w:t>
      </w:r>
      <w:r w:rsidRPr="008C6DE4">
        <w:t xml:space="preserve">, the UE shall accomplish the release actions specified in TS 38.331 [2] no later than </w:t>
      </w:r>
      <w:r w:rsidR="002B7AA1" w:rsidRPr="00BE50D3">
        <w:t>in</w:t>
      </w:r>
      <w:r w:rsidR="002B7AA1" w:rsidRPr="00BE50D3">
        <w:rPr>
          <w:lang w:eastAsia="ja-JP"/>
        </w:rPr>
        <w:t xml:space="preserve"> </w:t>
      </w:r>
      <w:r w:rsidR="002B7AA1">
        <w:rPr>
          <w:lang w:eastAsia="ja-JP"/>
        </w:rPr>
        <w:t xml:space="preserve">slot </w:t>
      </w:r>
      <m:oMath>
        <m:r>
          <m:rPr>
            <m:sty m:val="p"/>
          </m:rPr>
          <w:rPr>
            <w:rFonts w:ascii="Cambria Math" w:hAnsi="Cambria Math"/>
          </w:rPr>
          <m:t>n+</m:t>
        </m:r>
        <m:f>
          <m:fPr>
            <m:ctrlPr>
              <w:rPr>
                <w:rFonts w:ascii="Cambria Math" w:hAnsi="Cambria Math"/>
              </w:rPr>
            </m:ctrlPr>
          </m:fPr>
          <m:num>
            <m:sSub>
              <m:sSubPr>
                <m:ctrlPr>
                  <w:rPr>
                    <w:rFonts w:ascii="Cambria Math" w:hAnsi="Cambria Math"/>
                    <w:i/>
                  </w:rPr>
                </m:ctrlPr>
              </m:sSubPr>
              <m:e>
                <m:r>
                  <w:rPr>
                    <w:rFonts w:ascii="Cambria Math" w:hAnsi="Cambria Math"/>
                  </w:rPr>
                  <m:t>T</m:t>
                </m:r>
              </m:e>
              <m:sub>
                <m:r>
                  <w:rPr>
                    <w:rFonts w:ascii="Cambria Math" w:hAnsi="Cambria Math"/>
                  </w:rPr>
                  <m:t>RRC_delay</m:t>
                </m:r>
              </m:sub>
            </m:sSub>
          </m:num>
          <m:den>
            <m:r>
              <w:rPr>
                <w:rFonts w:ascii="Cambria Math" w:hAnsi="Cambria Math"/>
              </w:rPr>
              <m:t>NR slot length</m:t>
            </m:r>
          </m:den>
        </m:f>
      </m:oMath>
      <w:r w:rsidR="002B7AA1" w:rsidRPr="00BE50D3">
        <w:t>:</w:t>
      </w:r>
    </w:p>
    <w:p w14:paraId="099F341D" w14:textId="4E5041AE" w:rsidR="00847B8D" w:rsidRPr="008C6DE4" w:rsidRDefault="00847B8D" w:rsidP="00847B8D">
      <w:r>
        <w:t>w</w:t>
      </w:r>
      <w:r w:rsidRPr="008C6DE4">
        <w:t>here</w:t>
      </w:r>
    </w:p>
    <w:p w14:paraId="3D70547B" w14:textId="77777777" w:rsidR="009B0041" w:rsidRPr="008C6DE4" w:rsidRDefault="009B0041" w:rsidP="009B0041">
      <w:pPr>
        <w:ind w:left="568" w:hanging="284"/>
      </w:pPr>
      <w:r w:rsidRPr="008C6DE4">
        <w:tab/>
        <w:t>T</w:t>
      </w:r>
      <w:r w:rsidRPr="008C6DE4">
        <w:rPr>
          <w:vertAlign w:val="subscript"/>
        </w:rPr>
        <w:t>RRC_delay</w:t>
      </w:r>
      <w:r w:rsidRPr="008C6DE4">
        <w:t xml:space="preserve"> is the RRC procedure delay as specified in TS 38.331 [2].</w:t>
      </w:r>
    </w:p>
    <w:p w14:paraId="1965C2C9" w14:textId="77777777" w:rsidR="009B0041" w:rsidRPr="008C6DE4" w:rsidRDefault="009B0041" w:rsidP="009B0041">
      <w:r w:rsidRPr="008C6DE4">
        <w:t xml:space="preserve">The PCell interruption specified in clause </w:t>
      </w:r>
      <w:r w:rsidRPr="008C6DE4">
        <w:rPr>
          <w:rFonts w:eastAsia="Malgun Gothic"/>
          <w:lang w:eastAsia="zh-CN"/>
        </w:rPr>
        <w:t>8.2</w:t>
      </w:r>
      <w:r w:rsidRPr="008C6DE4">
        <w:t xml:space="preserve"> is allowed only during the RRC reconfiguration procedure [2].</w:t>
      </w:r>
    </w:p>
    <w:p w14:paraId="6FEE5329" w14:textId="3D55DE53" w:rsidR="009B0041" w:rsidRPr="008C6DE4" w:rsidRDefault="0048284E" w:rsidP="0048284E">
      <w:pPr>
        <w:pStyle w:val="Heading2"/>
      </w:pPr>
      <w:r w:rsidRPr="008C6DE4">
        <w:t>8.1</w:t>
      </w:r>
      <w:r w:rsidR="009B0041" w:rsidRPr="008C6DE4">
        <w:t>0</w:t>
      </w:r>
      <w:r w:rsidR="009B0041" w:rsidRPr="008C6DE4">
        <w:tab/>
      </w:r>
      <w:bookmarkEnd w:id="150"/>
      <w:r w:rsidR="009B0041" w:rsidRPr="008C6DE4">
        <w:rPr>
          <w:rFonts w:eastAsia="Malgun Gothic"/>
          <w:lang w:val="en-US"/>
        </w:rPr>
        <w:t>Active TCI state switching delay</w:t>
      </w:r>
    </w:p>
    <w:p w14:paraId="24F94A4D" w14:textId="77777777" w:rsidR="009B0041" w:rsidRPr="008C6DE4" w:rsidRDefault="009B0041" w:rsidP="009B0041">
      <w:pPr>
        <w:keepNext/>
        <w:keepLines/>
        <w:spacing w:before="120"/>
        <w:ind w:left="1134" w:hanging="1134"/>
        <w:outlineLvl w:val="2"/>
        <w:rPr>
          <w:rFonts w:ascii="Arial" w:hAnsi="Arial"/>
          <w:sz w:val="28"/>
          <w:lang w:val="en-US"/>
        </w:rPr>
      </w:pPr>
      <w:r w:rsidRPr="008C6DE4">
        <w:rPr>
          <w:rFonts w:ascii="Arial" w:hAnsi="Arial"/>
          <w:sz w:val="28"/>
          <w:lang w:val="en-US"/>
        </w:rPr>
        <w:t>8.</w:t>
      </w:r>
      <w:r w:rsidRPr="008C6DE4">
        <w:rPr>
          <w:rFonts w:ascii="Arial" w:eastAsia="Malgun Gothic" w:hAnsi="Arial"/>
          <w:sz w:val="28"/>
          <w:lang w:val="en-US"/>
        </w:rPr>
        <w:t>10</w:t>
      </w:r>
      <w:r w:rsidRPr="008C6DE4">
        <w:rPr>
          <w:rFonts w:ascii="Arial" w:hAnsi="Arial"/>
          <w:sz w:val="28"/>
          <w:lang w:val="en-US"/>
        </w:rPr>
        <w:t>.1</w:t>
      </w:r>
      <w:r w:rsidRPr="008C6DE4">
        <w:rPr>
          <w:rFonts w:ascii="Arial" w:hAnsi="Arial"/>
          <w:sz w:val="28"/>
          <w:lang w:val="en-US"/>
        </w:rPr>
        <w:tab/>
        <w:t>Introduction</w:t>
      </w:r>
    </w:p>
    <w:p w14:paraId="0AA42FF0" w14:textId="4CD1FCA0" w:rsidR="009B0041" w:rsidRPr="008C6DE4" w:rsidRDefault="009B0041" w:rsidP="009B0041">
      <w:pPr>
        <w:rPr>
          <w:rFonts w:eastAsia="Malgun Gothic"/>
          <w:lang w:eastAsia="zh-CN"/>
        </w:rPr>
      </w:pPr>
      <w:r w:rsidRPr="008C6DE4">
        <w:rPr>
          <w:lang w:eastAsia="zh-CN"/>
        </w:rPr>
        <w:t xml:space="preserve">The requirements in this </w:t>
      </w:r>
      <w:r w:rsidR="00854981" w:rsidRPr="008C6DE4">
        <w:rPr>
          <w:lang w:eastAsia="zh-CN"/>
        </w:rPr>
        <w:t>clause</w:t>
      </w:r>
      <w:r w:rsidRPr="008C6DE4">
        <w:rPr>
          <w:lang w:eastAsia="zh-CN"/>
        </w:rPr>
        <w:t xml:space="preserve"> apply for a UE configured with </w:t>
      </w:r>
      <w:r w:rsidRPr="008C6DE4">
        <w:rPr>
          <w:rFonts w:eastAsia="Malgun Gothic"/>
          <w:lang w:eastAsia="zh-CN"/>
        </w:rPr>
        <w:t xml:space="preserve">one or </w:t>
      </w:r>
      <w:r w:rsidRPr="008C6DE4">
        <w:rPr>
          <w:lang w:eastAsia="zh-CN"/>
        </w:rPr>
        <w:t xml:space="preserve">more </w:t>
      </w:r>
      <w:r w:rsidRPr="008C6DE4">
        <w:rPr>
          <w:rFonts w:eastAsia="Malgun Gothic"/>
          <w:lang w:eastAsia="zh-CN"/>
        </w:rPr>
        <w:t>TCI state configurations</w:t>
      </w:r>
      <w:r w:rsidRPr="008C6DE4">
        <w:rPr>
          <w:lang w:val="en-US"/>
        </w:rPr>
        <w:t xml:space="preserve"> on </w:t>
      </w:r>
      <w:r w:rsidRPr="008C6DE4">
        <w:rPr>
          <w:rFonts w:eastAsia="Malgun Gothic"/>
          <w:lang w:val="en-US" w:eastAsia="zh-CN"/>
        </w:rPr>
        <w:t>serving cell</w:t>
      </w:r>
      <w:r w:rsidRPr="008C6DE4">
        <w:rPr>
          <w:lang w:val="en-US"/>
        </w:rPr>
        <w:t xml:space="preserve"> in </w:t>
      </w:r>
      <w:r w:rsidRPr="008C6DE4">
        <w:rPr>
          <w:rFonts w:eastAsia="Malgun Gothic"/>
          <w:lang w:val="en-US" w:eastAsia="zh-CN"/>
        </w:rPr>
        <w:t xml:space="preserve">MR-DC or </w:t>
      </w:r>
      <w:r w:rsidRPr="008C6DE4">
        <w:rPr>
          <w:lang w:val="en-US"/>
        </w:rPr>
        <w:t>standalone NR</w:t>
      </w:r>
      <w:r w:rsidRPr="008C6DE4">
        <w:rPr>
          <w:lang w:eastAsia="zh-CN"/>
        </w:rPr>
        <w:t xml:space="preserve">. UE shall complete the switch of active </w:t>
      </w:r>
      <w:r w:rsidRPr="008C6DE4">
        <w:rPr>
          <w:rFonts w:eastAsia="Malgun Gothic"/>
          <w:lang w:eastAsia="zh-CN"/>
        </w:rPr>
        <w:t xml:space="preserve">TCI state </w:t>
      </w:r>
      <w:r w:rsidRPr="008C6DE4">
        <w:rPr>
          <w:lang w:eastAsia="zh-CN"/>
        </w:rPr>
        <w:t xml:space="preserve">within the delay defined in this </w:t>
      </w:r>
      <w:r w:rsidR="00854981" w:rsidRPr="008C6DE4">
        <w:rPr>
          <w:lang w:eastAsia="zh-CN"/>
        </w:rPr>
        <w:t>clause</w:t>
      </w:r>
      <w:r w:rsidRPr="008C6DE4">
        <w:rPr>
          <w:lang w:eastAsia="zh-CN"/>
        </w:rPr>
        <w:t>.</w:t>
      </w:r>
    </w:p>
    <w:p w14:paraId="57CFB3FF" w14:textId="77777777" w:rsidR="009B0041" w:rsidRPr="008C6DE4" w:rsidRDefault="009B0041" w:rsidP="009B0041">
      <w:pPr>
        <w:keepNext/>
        <w:keepLines/>
        <w:spacing w:before="120"/>
        <w:ind w:left="1134" w:hanging="1134"/>
        <w:outlineLvl w:val="2"/>
        <w:rPr>
          <w:rFonts w:ascii="Arial" w:hAnsi="Arial"/>
          <w:sz w:val="28"/>
          <w:lang w:val="en-US"/>
        </w:rPr>
      </w:pPr>
      <w:r w:rsidRPr="008C6DE4">
        <w:rPr>
          <w:rFonts w:ascii="Arial" w:hAnsi="Arial"/>
          <w:sz w:val="28"/>
          <w:lang w:val="en-US"/>
        </w:rPr>
        <w:t>8.10.2</w:t>
      </w:r>
      <w:r w:rsidRPr="008C6DE4">
        <w:rPr>
          <w:rFonts w:ascii="Arial" w:hAnsi="Arial"/>
          <w:sz w:val="28"/>
          <w:lang w:val="en-US"/>
        </w:rPr>
        <w:tab/>
        <w:t>Known conditions for TCI state</w:t>
      </w:r>
    </w:p>
    <w:p w14:paraId="0BA0DF94" w14:textId="1238FAE3" w:rsidR="006C5AA9" w:rsidRPr="008C6DE4" w:rsidRDefault="006C5AA9" w:rsidP="006C5AA9">
      <w:pPr>
        <w:tabs>
          <w:tab w:val="left" w:pos="0"/>
        </w:tabs>
        <w:rPr>
          <w:rFonts w:eastAsia="Malgun Gothic" w:cs="v4.2.0"/>
          <w:lang w:eastAsia="zh-CN"/>
        </w:rPr>
      </w:pPr>
      <w:r w:rsidRPr="008C6DE4">
        <w:rPr>
          <w:rFonts w:eastAsia="Malgun Gothic" w:cs="v4.2.0"/>
          <w:lang w:val="en-US" w:eastAsia="zh-CN"/>
        </w:rPr>
        <w:t>T</w:t>
      </w:r>
      <w:r w:rsidRPr="008C6DE4">
        <w:rPr>
          <w:rFonts w:eastAsia="Malgun Gothic" w:cs="v4.2.0"/>
          <w:lang w:eastAsia="zh-CN"/>
        </w:rPr>
        <w:t>he TCI state is known if the following conditions are met:</w:t>
      </w:r>
    </w:p>
    <w:p w14:paraId="35ADF7A6" w14:textId="77777777" w:rsidR="006C5AA9" w:rsidRPr="008C6DE4" w:rsidRDefault="006C5AA9" w:rsidP="006C5AA9">
      <w:pPr>
        <w:ind w:left="568" w:hanging="284"/>
        <w:rPr>
          <w:rFonts w:eastAsia="Times New Roman"/>
          <w:lang w:eastAsia="zh-CN"/>
        </w:rPr>
      </w:pPr>
      <w:r w:rsidRPr="008C6DE4">
        <w:rPr>
          <w:lang w:eastAsia="zh-CN"/>
        </w:rPr>
        <w:t>-</w:t>
      </w:r>
      <w:r w:rsidRPr="008C6DE4">
        <w:rPr>
          <w:lang w:eastAsia="zh-CN"/>
        </w:rPr>
        <w:tab/>
        <w:t>During the period from the last transmission of the RS resource used for the L1-RSRP measurement reporting for the target TCI state to the completion of active TCI state switch, where the RS resource for L1-RSRP measurement is the RS in target TCI state or QCLed to the target TCI state</w:t>
      </w:r>
    </w:p>
    <w:p w14:paraId="6E026EB3" w14:textId="5375E81F" w:rsidR="006C5AA9" w:rsidRPr="008C6DE4" w:rsidRDefault="006C5AA9" w:rsidP="002777B2">
      <w:pPr>
        <w:ind w:left="852" w:hanging="284"/>
        <w:rPr>
          <w:lang w:eastAsia="zh-CN"/>
        </w:rPr>
      </w:pPr>
      <w:r w:rsidRPr="008C6DE4">
        <w:rPr>
          <w:lang w:eastAsia="zh-CN"/>
        </w:rPr>
        <w:t>-</w:t>
      </w:r>
      <w:r w:rsidRPr="008C6DE4">
        <w:rPr>
          <w:lang w:eastAsia="zh-CN"/>
        </w:rPr>
        <w:tab/>
        <w:t xml:space="preserve">TCI state switch command is received within 1280 ms </w:t>
      </w:r>
      <w:r w:rsidR="00F269AF" w:rsidRPr="008C6DE4">
        <w:rPr>
          <w:lang w:eastAsia="zh-CN"/>
        </w:rPr>
        <w:t xml:space="preserve">upon </w:t>
      </w:r>
      <w:r w:rsidRPr="008C6DE4">
        <w:rPr>
          <w:lang w:eastAsia="zh-CN"/>
        </w:rPr>
        <w:t xml:space="preserve">the last transmission of the RS resource for beam reporting or measurement </w:t>
      </w:r>
    </w:p>
    <w:p w14:paraId="6E5DA93C" w14:textId="6D56D4CF" w:rsidR="006C5AA9" w:rsidRPr="008C6DE4" w:rsidRDefault="006C5AA9" w:rsidP="002777B2">
      <w:pPr>
        <w:ind w:left="852" w:hanging="284"/>
        <w:rPr>
          <w:lang w:eastAsia="zh-CN"/>
        </w:rPr>
      </w:pPr>
      <w:r w:rsidRPr="008C6DE4">
        <w:rPr>
          <w:lang w:eastAsia="zh-CN"/>
        </w:rPr>
        <w:t>-</w:t>
      </w:r>
      <w:r w:rsidRPr="008C6DE4">
        <w:rPr>
          <w:lang w:eastAsia="zh-CN"/>
        </w:rPr>
        <w:tab/>
        <w:t>The UE has sent at least 1 L1-RSRP report for the target TCI state before the TCI state switch command</w:t>
      </w:r>
    </w:p>
    <w:p w14:paraId="1A324555" w14:textId="77777777" w:rsidR="006C5AA9" w:rsidRPr="008C6DE4" w:rsidRDefault="006C5AA9" w:rsidP="002777B2">
      <w:pPr>
        <w:ind w:left="852" w:hanging="284"/>
        <w:rPr>
          <w:lang w:eastAsia="zh-CN"/>
        </w:rPr>
      </w:pPr>
      <w:r w:rsidRPr="008C6DE4">
        <w:rPr>
          <w:lang w:eastAsia="zh-CN"/>
        </w:rPr>
        <w:t>-</w:t>
      </w:r>
      <w:r w:rsidRPr="008C6DE4">
        <w:rPr>
          <w:lang w:eastAsia="zh-CN"/>
        </w:rPr>
        <w:tab/>
        <w:t>The TCI state remain detectable during the TCI state switching period</w:t>
      </w:r>
    </w:p>
    <w:p w14:paraId="159A7BF6" w14:textId="77777777" w:rsidR="006C5AA9" w:rsidRPr="008C6DE4" w:rsidRDefault="006C5AA9" w:rsidP="002777B2">
      <w:pPr>
        <w:ind w:left="568" w:hanging="1"/>
        <w:rPr>
          <w:lang w:eastAsia="zh-CN"/>
        </w:rPr>
      </w:pPr>
      <w:r w:rsidRPr="008C6DE4">
        <w:rPr>
          <w:lang w:eastAsia="zh-CN"/>
        </w:rPr>
        <w:t>-</w:t>
      </w:r>
      <w:r w:rsidRPr="008C6DE4">
        <w:rPr>
          <w:lang w:eastAsia="zh-CN"/>
        </w:rPr>
        <w:tab/>
      </w:r>
      <w:bookmarkStart w:id="153" w:name="_Hlk18067072"/>
      <w:r w:rsidRPr="008C6DE4">
        <w:rPr>
          <w:lang w:eastAsia="zh-CN"/>
        </w:rPr>
        <w:t>The SSB associated with the TCI state remain detectable during the TCI switching period</w:t>
      </w:r>
      <w:bookmarkEnd w:id="153"/>
    </w:p>
    <w:p w14:paraId="62925B0A" w14:textId="372F0A74" w:rsidR="006C5AA9" w:rsidRPr="008C6DE4" w:rsidRDefault="006C5AA9" w:rsidP="002777B2">
      <w:pPr>
        <w:ind w:left="851"/>
        <w:rPr>
          <w:lang w:eastAsia="zh-CN"/>
        </w:rPr>
      </w:pPr>
      <w:r w:rsidRPr="008C6DE4">
        <w:rPr>
          <w:lang w:eastAsia="zh-CN"/>
        </w:rPr>
        <w:t>-</w:t>
      </w:r>
      <w:r w:rsidRPr="008C6DE4">
        <w:rPr>
          <w:lang w:eastAsia="zh-CN"/>
        </w:rPr>
        <w:tab/>
      </w:r>
      <w:r w:rsidR="00E366F1" w:rsidRPr="008C6DE4">
        <w:rPr>
          <w:lang w:eastAsia="zh-CN"/>
        </w:rPr>
        <w:t xml:space="preserve">SNR of the TCI state </w:t>
      </w:r>
      <w:r w:rsidR="00E366F1" w:rsidRPr="008C6DE4">
        <w:rPr>
          <w:rFonts w:eastAsia="Calibri"/>
        </w:rPr>
        <w:t>≥</w:t>
      </w:r>
      <w:r w:rsidR="00E366F1" w:rsidRPr="008C6DE4">
        <w:rPr>
          <w:lang w:eastAsia="zh-CN"/>
        </w:rPr>
        <w:t xml:space="preserve"> -3dB</w:t>
      </w:r>
    </w:p>
    <w:p w14:paraId="23BB8433" w14:textId="77777777" w:rsidR="006C5AA9" w:rsidRPr="008C6DE4" w:rsidRDefault="006C5AA9" w:rsidP="006C5AA9">
      <w:pPr>
        <w:rPr>
          <w:rFonts w:eastAsia="Malgun Gothic"/>
          <w:lang w:eastAsia="zh-CN"/>
        </w:rPr>
      </w:pPr>
      <w:r w:rsidRPr="008C6DE4">
        <w:rPr>
          <w:rFonts w:eastAsia="Malgun Gothic"/>
          <w:lang w:eastAsia="zh-CN"/>
        </w:rPr>
        <w:t>Otherwise, the TCI state is unknown.</w:t>
      </w:r>
    </w:p>
    <w:p w14:paraId="359B50D3" w14:textId="77777777" w:rsidR="009B0041" w:rsidRPr="008C6DE4" w:rsidRDefault="009B0041" w:rsidP="009B0041">
      <w:pPr>
        <w:keepNext/>
        <w:keepLines/>
        <w:spacing w:before="120"/>
        <w:ind w:left="1134" w:hanging="1134"/>
        <w:outlineLvl w:val="2"/>
        <w:rPr>
          <w:rFonts w:ascii="Arial" w:hAnsi="Arial"/>
          <w:sz w:val="28"/>
          <w:lang w:val="en-US"/>
        </w:rPr>
      </w:pPr>
      <w:r w:rsidRPr="008C6DE4">
        <w:rPr>
          <w:rFonts w:ascii="Arial" w:hAnsi="Arial"/>
          <w:sz w:val="28"/>
          <w:lang w:val="en-US"/>
        </w:rPr>
        <w:t>8.10.3</w:t>
      </w:r>
      <w:r w:rsidRPr="008C6DE4">
        <w:rPr>
          <w:rFonts w:ascii="Arial" w:hAnsi="Arial"/>
          <w:sz w:val="28"/>
          <w:lang w:val="en-US"/>
        </w:rPr>
        <w:tab/>
        <w:t>MAC-CE based TCI state switch delay</w:t>
      </w:r>
    </w:p>
    <w:p w14:paraId="17BE1B25" w14:textId="1AA0393A" w:rsidR="00847B8D" w:rsidRPr="008C6DE4" w:rsidRDefault="00546946" w:rsidP="00847B8D">
      <w:pPr>
        <w:rPr>
          <w:lang w:val="en-US" w:eastAsia="zh-CN"/>
        </w:rPr>
      </w:pPr>
      <w:r>
        <w:rPr>
          <w:rFonts w:eastAsia="Malgun Gothic"/>
          <w:lang w:val="en-US" w:eastAsia="zh-CN"/>
        </w:rPr>
        <w:t>If the target TCI state is known, upon</w:t>
      </w:r>
      <w:r>
        <w:rPr>
          <w:lang w:val="en-US" w:eastAsia="zh-CN"/>
        </w:rPr>
        <w:t xml:space="preserve"> receiv</w:t>
      </w:r>
      <w:r>
        <w:rPr>
          <w:rFonts w:eastAsia="Malgun Gothic"/>
          <w:lang w:val="en-US" w:eastAsia="zh-CN"/>
        </w:rPr>
        <w:t>ing PDSCH carrying</w:t>
      </w:r>
      <w:r>
        <w:rPr>
          <w:lang w:val="en-US" w:eastAsia="zh-CN"/>
        </w:rPr>
        <w:t xml:space="preserve"> </w:t>
      </w:r>
      <w:r>
        <w:rPr>
          <w:rFonts w:eastAsia="Malgun Gothic"/>
          <w:lang w:val="en-US" w:eastAsia="zh-CN"/>
        </w:rPr>
        <w:t>MAC-CE activation command in slot n</w:t>
      </w:r>
      <w:r>
        <w:rPr>
          <w:lang w:val="en-US" w:eastAsia="zh-CN"/>
        </w:rPr>
        <w:t>, UE shall be able to receive PD</w:t>
      </w:r>
      <w:r>
        <w:rPr>
          <w:rFonts w:eastAsia="Malgun Gothic"/>
          <w:lang w:val="en-US" w:eastAsia="zh-CN"/>
        </w:rPr>
        <w:t>C</w:t>
      </w:r>
      <w:r>
        <w:rPr>
          <w:lang w:val="en-US" w:eastAsia="zh-CN"/>
        </w:rPr>
        <w:t xml:space="preserve">CH with target </w:t>
      </w:r>
      <w:r>
        <w:rPr>
          <w:rFonts w:eastAsia="Malgun Gothic"/>
          <w:lang w:val="en-US" w:eastAsia="zh-CN"/>
        </w:rPr>
        <w:t>TCI state</w:t>
      </w:r>
      <w:r>
        <w:rPr>
          <w:lang w:val="en-US" w:eastAsia="zh-CN"/>
        </w:rPr>
        <w:t xml:space="preserve"> </w:t>
      </w:r>
      <w:r>
        <w:rPr>
          <w:rFonts w:eastAsia="Malgun Gothic"/>
          <w:lang w:val="en-US" w:eastAsia="zh-CN"/>
        </w:rPr>
        <w:t>of</w:t>
      </w:r>
      <w:r>
        <w:rPr>
          <w:lang w:val="en-US" w:eastAsia="zh-CN"/>
        </w:rPr>
        <w:t xml:space="preserve"> the serving cell on which </w:t>
      </w:r>
      <w:r>
        <w:rPr>
          <w:rFonts w:eastAsia="Malgun Gothic"/>
          <w:lang w:val="en-US" w:eastAsia="zh-CN"/>
        </w:rPr>
        <w:t>TCI state</w:t>
      </w:r>
      <w:r>
        <w:rPr>
          <w:lang w:val="en-US" w:eastAsia="zh-CN"/>
        </w:rPr>
        <w:t xml:space="preserve"> switch occurs </w:t>
      </w:r>
      <w:r w:rsidRPr="008E0A22">
        <w:rPr>
          <w:rFonts w:eastAsia="Malgun Gothic"/>
          <w:lang w:val="en-US" w:eastAsia="zh-CN"/>
        </w:rPr>
        <w:t>at the first slot that is after</w:t>
      </w:r>
      <w:r w:rsidDel="00024E91">
        <w:rPr>
          <w:lang w:val="en-US" w:eastAsia="zh-CN"/>
        </w:rPr>
        <w:t xml:space="preserve"> </w:t>
      </w:r>
      <w:r>
        <w:rPr>
          <w:lang w:val="en-US" w:eastAsia="zh-CN"/>
        </w:rPr>
        <w:t>slot n+</w:t>
      </w:r>
      <w:r>
        <w:rPr>
          <w:rFonts w:eastAsia="Malgun Gothic"/>
          <w:lang w:eastAsia="zh-CN"/>
        </w:rPr>
        <w:t xml:space="preserve"> T</w:t>
      </w:r>
      <w:r>
        <w:rPr>
          <w:rFonts w:eastAsia="Malgun Gothic"/>
          <w:vertAlign w:val="subscript"/>
          <w:lang w:eastAsia="zh-CN"/>
        </w:rPr>
        <w:t>HARQ</w:t>
      </w:r>
      <w:r>
        <w:rPr>
          <w:rFonts w:eastAsia="Malgun Gothic"/>
          <w:lang w:eastAsia="zh-CN"/>
        </w:rPr>
        <w:t xml:space="preserve"> +</w:t>
      </w:r>
      <w:r>
        <w:rPr>
          <w:rFonts w:eastAsia="Malgun Gothic"/>
          <w:lang w:val="en-US" w:eastAsia="zh-CN"/>
        </w:rPr>
        <w:t xml:space="preserve"> </w:t>
      </w:r>
      <m:oMath>
        <m:sSubSup>
          <m:sSubSupPr>
            <m:ctrlPr>
              <w:rPr>
                <w:rFonts w:ascii="Cambria Math" w:hAnsi="Cambria Math"/>
              </w:rPr>
            </m:ctrlPr>
          </m:sSubSupPr>
          <m:e>
            <m:r>
              <m:rPr>
                <m:sty m:val="p"/>
              </m:rPr>
              <w:rPr>
                <w:rFonts w:ascii="Cambria Math" w:hAnsi="Cambria Math"/>
              </w:rPr>
              <m:t>3N</m:t>
            </m:r>
          </m:e>
          <m:sub>
            <m:r>
              <m:rPr>
                <m:sty m:val="p"/>
              </m:rPr>
              <w:rPr>
                <w:rFonts w:ascii="Cambria Math" w:hAnsi="Cambria Math"/>
              </w:rPr>
              <m:t>slot</m:t>
            </m:r>
          </m:sub>
          <m:sup>
            <m:r>
              <m:rPr>
                <m:sty m:val="p"/>
              </m:rPr>
              <w:rPr>
                <w:rFonts w:ascii="Cambria Math" w:hAnsi="Cambria Math"/>
              </w:rPr>
              <m:t>subframe,µ</m:t>
            </m:r>
          </m:sup>
        </m:sSubSup>
      </m:oMath>
      <w:r>
        <w:rPr>
          <w:rFonts w:eastAsia="Malgun Gothic"/>
          <w:lang w:val="en-US" w:eastAsia="zh-CN"/>
        </w:rPr>
        <w:t xml:space="preserve">+ </w:t>
      </w:r>
      <w:r w:rsidR="00847B8D" w:rsidRPr="008C6DE4">
        <w:rPr>
          <w:rFonts w:eastAsia="Malgun Gothic"/>
          <w:lang w:val="en-US" w:eastAsia="zh-CN"/>
        </w:rPr>
        <w:t>TO</w:t>
      </w:r>
      <w:r w:rsidR="00847B8D" w:rsidRPr="008C6DE4">
        <w:rPr>
          <w:rFonts w:eastAsia="Malgun Gothic"/>
          <w:vertAlign w:val="subscript"/>
          <w:lang w:val="en-US" w:eastAsia="zh-CN"/>
        </w:rPr>
        <w:t>k</w:t>
      </w:r>
      <w:r w:rsidR="00847B8D" w:rsidRPr="008C6DE4">
        <w:rPr>
          <w:rFonts w:eastAsia="Malgun Gothic"/>
          <w:lang w:val="en-US" w:eastAsia="zh-CN"/>
        </w:rPr>
        <w:t>*(T</w:t>
      </w:r>
      <w:r w:rsidR="00847B8D" w:rsidRPr="008C6DE4">
        <w:rPr>
          <w:rFonts w:eastAsia="Malgun Gothic"/>
          <w:vertAlign w:val="subscript"/>
          <w:lang w:val="en-US" w:eastAsia="zh-CN"/>
        </w:rPr>
        <w:t xml:space="preserve">first-SSB </w:t>
      </w:r>
      <w:r w:rsidR="00847B8D" w:rsidRPr="008C6DE4">
        <w:rPr>
          <w:rFonts w:eastAsia="Malgun Gothic"/>
          <w:lang w:val="en-US" w:eastAsia="zh-CN"/>
        </w:rPr>
        <w:t>+ T</w:t>
      </w:r>
      <w:r w:rsidR="00847B8D" w:rsidRPr="008C6DE4">
        <w:rPr>
          <w:rFonts w:eastAsia="Malgun Gothic"/>
          <w:vertAlign w:val="subscript"/>
          <w:lang w:val="en-US" w:eastAsia="zh-CN"/>
        </w:rPr>
        <w:t>SSB-proc</w:t>
      </w:r>
      <w:r w:rsidR="00847B8D" w:rsidRPr="008C6DE4">
        <w:rPr>
          <w:rFonts w:eastAsia="Malgun Gothic"/>
          <w:lang w:val="en-US" w:eastAsia="zh-CN"/>
        </w:rPr>
        <w:t>)</w:t>
      </w:r>
      <w:r w:rsidR="00847B8D" w:rsidRPr="008C6DE4">
        <w:rPr>
          <w:lang w:val="en-US" w:eastAsia="zh-CN"/>
        </w:rPr>
        <w:t xml:space="preserve"> / </w:t>
      </w:r>
      <w:r w:rsidR="00847B8D" w:rsidRPr="008C6DE4">
        <w:rPr>
          <w:i/>
          <w:lang w:val="en-US" w:eastAsia="zh-CN"/>
        </w:rPr>
        <w:t>NR slot length</w:t>
      </w:r>
      <w:r w:rsidR="00847B8D" w:rsidRPr="008C6DE4">
        <w:rPr>
          <w:lang w:val="en-US" w:eastAsia="zh-CN"/>
        </w:rPr>
        <w:t>. The UE shall be able to receive PDCCH with the old TCI state until slot n+</w:t>
      </w:r>
      <w:r w:rsidR="00847B8D" w:rsidRPr="008C6DE4">
        <w:rPr>
          <w:rFonts w:eastAsia="Malgun Gothic"/>
          <w:lang w:eastAsia="zh-CN"/>
        </w:rPr>
        <w:t xml:space="preserve"> T</w:t>
      </w:r>
      <w:r w:rsidR="00847B8D" w:rsidRPr="008C6DE4">
        <w:rPr>
          <w:rFonts w:eastAsia="Malgun Gothic"/>
          <w:vertAlign w:val="subscript"/>
          <w:lang w:eastAsia="zh-CN"/>
        </w:rPr>
        <w:t>HARQ</w:t>
      </w:r>
      <w:r w:rsidR="00847B8D" w:rsidRPr="008C6DE4">
        <w:rPr>
          <w:rFonts w:eastAsia="Malgun Gothic"/>
          <w:lang w:eastAsia="zh-CN"/>
        </w:rPr>
        <w:t xml:space="preserve"> +</w:t>
      </w:r>
      <m:oMath>
        <m:sSubSup>
          <m:sSubSupPr>
            <m:ctrlPr>
              <w:rPr>
                <w:rFonts w:ascii="Cambria Math" w:hAnsi="Cambria Math"/>
              </w:rPr>
            </m:ctrlPr>
          </m:sSubSupPr>
          <m:e>
            <m:r>
              <m:rPr>
                <m:sty m:val="p"/>
              </m:rPr>
              <w:rPr>
                <w:rFonts w:ascii="Cambria Math" w:hAnsi="Cambria Math"/>
              </w:rPr>
              <m:t>3N</m:t>
            </m:r>
          </m:e>
          <m:sub>
            <m:r>
              <m:rPr>
                <m:sty m:val="p"/>
              </m:rPr>
              <w:rPr>
                <w:rFonts w:ascii="Cambria Math" w:hAnsi="Cambria Math"/>
              </w:rPr>
              <m:t>slot</m:t>
            </m:r>
          </m:sub>
          <m:sup>
            <m:r>
              <m:rPr>
                <m:sty m:val="p"/>
              </m:rPr>
              <w:rPr>
                <w:rFonts w:ascii="Cambria Math" w:hAnsi="Cambria Math"/>
              </w:rPr>
              <m:t>subframe,µ</m:t>
            </m:r>
          </m:sup>
        </m:sSubSup>
      </m:oMath>
      <w:r w:rsidDel="00024E91">
        <w:rPr>
          <w:rFonts w:eastAsia="Malgun Gothic"/>
          <w:lang w:eastAsia="zh-CN"/>
        </w:rPr>
        <w:t xml:space="preserve"> </w:t>
      </w:r>
      <w:r w:rsidR="00847B8D" w:rsidRPr="008C6DE4">
        <w:rPr>
          <w:lang w:val="en-US" w:eastAsia="zh-CN"/>
        </w:rPr>
        <w:t>.</w:t>
      </w:r>
    </w:p>
    <w:p w14:paraId="4C1A8CAE" w14:textId="13A2A11B" w:rsidR="00B76E97" w:rsidRPr="008C6DE4" w:rsidRDefault="00B76E97" w:rsidP="00B76E97">
      <w:pPr>
        <w:rPr>
          <w:rFonts w:eastAsia="Malgun Gothic"/>
          <w:lang w:val="en-US" w:eastAsia="zh-CN"/>
        </w:rPr>
      </w:pPr>
      <w:r w:rsidRPr="008C6DE4">
        <w:rPr>
          <w:lang w:val="en-US" w:eastAsia="zh-CN"/>
        </w:rPr>
        <w:t xml:space="preserve">Where </w:t>
      </w:r>
      <w:r w:rsidRPr="008C6DE4">
        <w:t>T</w:t>
      </w:r>
      <w:r w:rsidRPr="008C6DE4">
        <w:rPr>
          <w:vertAlign w:val="subscript"/>
        </w:rPr>
        <w:t>HARQ</w:t>
      </w:r>
      <w:r w:rsidRPr="008C6DE4">
        <w:t xml:space="preserve"> is the timing between DL data transmission and acknowledgement as specified in TS 38.</w:t>
      </w:r>
      <w:r w:rsidRPr="008C6DE4">
        <w:rPr>
          <w:rFonts w:hint="eastAsia"/>
          <w:lang w:val="en-US" w:eastAsia="zh-CN"/>
        </w:rPr>
        <w:t>213</w:t>
      </w:r>
      <w:r w:rsidRPr="008C6DE4">
        <w:t> [</w:t>
      </w:r>
      <w:r w:rsidRPr="008C6DE4">
        <w:rPr>
          <w:rFonts w:hint="eastAsia"/>
          <w:lang w:val="en-US" w:eastAsia="zh-CN"/>
        </w:rPr>
        <w:t>3</w:t>
      </w:r>
      <w:r w:rsidRPr="008C6DE4">
        <w:t>]</w:t>
      </w:r>
      <w:r w:rsidRPr="008C6DE4">
        <w:rPr>
          <w:rFonts w:eastAsia="Malgun Gothic"/>
          <w:lang w:val="en-US" w:eastAsia="zh-CN"/>
        </w:rPr>
        <w:t xml:space="preserve">; </w:t>
      </w:r>
    </w:p>
    <w:p w14:paraId="6671814D" w14:textId="50EAF423" w:rsidR="009B0041" w:rsidRPr="008C6DE4" w:rsidRDefault="00130D06" w:rsidP="00130D06">
      <w:pPr>
        <w:pStyle w:val="B10"/>
        <w:rPr>
          <w:lang w:val="en-US" w:eastAsia="zh-CN"/>
        </w:rPr>
      </w:pPr>
      <w:r>
        <w:rPr>
          <w:lang w:val="en-US" w:eastAsia="zh-CN"/>
        </w:rPr>
        <w:tab/>
      </w:r>
      <w:r w:rsidR="009B0041" w:rsidRPr="008C6DE4">
        <w:rPr>
          <w:lang w:val="en-US" w:eastAsia="zh-CN"/>
        </w:rPr>
        <w:t>T</w:t>
      </w:r>
      <w:r w:rsidR="009B0041" w:rsidRPr="008C6DE4">
        <w:rPr>
          <w:vertAlign w:val="subscript"/>
          <w:lang w:val="en-US" w:eastAsia="zh-CN"/>
        </w:rPr>
        <w:t xml:space="preserve">first-SSB </w:t>
      </w:r>
      <w:r w:rsidR="009B0041" w:rsidRPr="008C6DE4">
        <w:rPr>
          <w:lang w:val="en-US" w:eastAsia="zh-CN"/>
        </w:rPr>
        <w:t xml:space="preserve">is time to first SSB transmission after MAC CE command is decoded by the UE; </w:t>
      </w:r>
    </w:p>
    <w:p w14:paraId="0E4B83C3" w14:textId="2ABA2712" w:rsidR="009B0041" w:rsidRPr="008C6DE4" w:rsidRDefault="00130D06" w:rsidP="00130D06">
      <w:pPr>
        <w:pStyle w:val="B10"/>
        <w:rPr>
          <w:rFonts w:eastAsia="Malgun Gothic"/>
          <w:lang w:val="en-US" w:eastAsia="zh-CN"/>
        </w:rPr>
      </w:pPr>
      <w:r>
        <w:rPr>
          <w:rFonts w:eastAsia="Malgun Gothic"/>
          <w:lang w:val="en-US" w:eastAsia="zh-CN"/>
        </w:rPr>
        <w:tab/>
      </w:r>
      <w:r w:rsidR="009B0041" w:rsidRPr="008C6DE4">
        <w:rPr>
          <w:rFonts w:eastAsia="Malgun Gothic"/>
          <w:lang w:val="en-US" w:eastAsia="zh-CN"/>
        </w:rPr>
        <w:t>T</w:t>
      </w:r>
      <w:r w:rsidR="009B0041" w:rsidRPr="008C6DE4">
        <w:rPr>
          <w:rFonts w:eastAsia="Malgun Gothic"/>
          <w:vertAlign w:val="subscript"/>
          <w:lang w:val="en-US" w:eastAsia="zh-CN"/>
        </w:rPr>
        <w:t xml:space="preserve">SSB-proc </w:t>
      </w:r>
      <w:r w:rsidR="009B0041" w:rsidRPr="008C6DE4">
        <w:rPr>
          <w:rFonts w:eastAsia="Malgun Gothic"/>
          <w:lang w:val="en-US" w:eastAsia="zh-CN"/>
        </w:rPr>
        <w:t xml:space="preserve">= 2 ms; </w:t>
      </w:r>
    </w:p>
    <w:p w14:paraId="020A7CA7" w14:textId="1AA39977" w:rsidR="009B0041" w:rsidRPr="008C6DE4" w:rsidRDefault="00130D06" w:rsidP="00130D06">
      <w:pPr>
        <w:pStyle w:val="B10"/>
        <w:rPr>
          <w:rFonts w:eastAsia="Malgun Gothic"/>
          <w:lang w:val="en-US" w:eastAsia="zh-CN"/>
        </w:rPr>
      </w:pPr>
      <w:r>
        <w:rPr>
          <w:rFonts w:eastAsia="Malgun Gothic"/>
          <w:lang w:val="en-US" w:eastAsia="zh-CN"/>
        </w:rPr>
        <w:tab/>
      </w:r>
      <w:r w:rsidR="009B0041" w:rsidRPr="008C6DE4">
        <w:rPr>
          <w:rFonts w:eastAsia="Malgun Gothic"/>
          <w:lang w:val="en-US" w:eastAsia="zh-CN"/>
        </w:rPr>
        <w:t>TO</w:t>
      </w:r>
      <w:r w:rsidR="009B0041" w:rsidRPr="008C6DE4">
        <w:rPr>
          <w:rFonts w:eastAsia="Malgun Gothic"/>
          <w:vertAlign w:val="subscript"/>
          <w:lang w:val="en-US" w:eastAsia="zh-CN"/>
        </w:rPr>
        <w:t>k</w:t>
      </w:r>
      <w:r w:rsidR="009B0041" w:rsidRPr="008C6DE4">
        <w:rPr>
          <w:rFonts w:eastAsia="Malgun Gothic"/>
          <w:lang w:val="en-US" w:eastAsia="zh-CN"/>
        </w:rPr>
        <w:t xml:space="preserve"> = 1 if target TCI state is not in the active TCI state list for PDSCH, 0 otherwise.</w:t>
      </w:r>
    </w:p>
    <w:p w14:paraId="4D96772C" w14:textId="72CBC349" w:rsidR="00546946" w:rsidRDefault="00546946" w:rsidP="00546946">
      <w:pPr>
        <w:rPr>
          <w:lang w:val="en-US" w:eastAsia="zh-CN"/>
        </w:rPr>
      </w:pPr>
      <w:r>
        <w:rPr>
          <w:rFonts w:eastAsia="Malgun Gothic"/>
          <w:lang w:val="en-US" w:eastAsia="zh-CN"/>
        </w:rPr>
        <w:t>If the target TCI state is unknown, upon</w:t>
      </w:r>
      <w:r>
        <w:rPr>
          <w:lang w:val="en-US" w:eastAsia="zh-CN"/>
        </w:rPr>
        <w:t xml:space="preserve"> receiv</w:t>
      </w:r>
      <w:r>
        <w:rPr>
          <w:rFonts w:eastAsia="Malgun Gothic"/>
          <w:lang w:val="en-US" w:eastAsia="zh-CN"/>
        </w:rPr>
        <w:t>ing PDSCH carrying</w:t>
      </w:r>
      <w:r>
        <w:rPr>
          <w:lang w:val="en-US" w:eastAsia="zh-CN"/>
        </w:rPr>
        <w:t xml:space="preserve"> </w:t>
      </w:r>
      <w:r>
        <w:rPr>
          <w:rFonts w:eastAsia="Malgun Gothic"/>
          <w:lang w:val="en-US" w:eastAsia="zh-CN"/>
        </w:rPr>
        <w:t>MAC-CE activation command in slot n</w:t>
      </w:r>
      <w:r>
        <w:rPr>
          <w:lang w:val="en-US" w:eastAsia="zh-CN"/>
        </w:rPr>
        <w:t>, UE shall be able to receive PD</w:t>
      </w:r>
      <w:r>
        <w:rPr>
          <w:rFonts w:eastAsia="Malgun Gothic"/>
          <w:lang w:val="en-US" w:eastAsia="zh-CN"/>
        </w:rPr>
        <w:t>C</w:t>
      </w:r>
      <w:r>
        <w:rPr>
          <w:lang w:val="en-US" w:eastAsia="zh-CN"/>
        </w:rPr>
        <w:t xml:space="preserve">CH with target </w:t>
      </w:r>
      <w:r>
        <w:rPr>
          <w:rFonts w:eastAsia="Malgun Gothic"/>
          <w:lang w:val="en-US" w:eastAsia="zh-CN"/>
        </w:rPr>
        <w:t>TCI state</w:t>
      </w:r>
      <w:r>
        <w:rPr>
          <w:lang w:val="en-US" w:eastAsia="zh-CN"/>
        </w:rPr>
        <w:t xml:space="preserve"> </w:t>
      </w:r>
      <w:r>
        <w:rPr>
          <w:rFonts w:eastAsia="Malgun Gothic"/>
          <w:lang w:val="en-US" w:eastAsia="zh-CN"/>
        </w:rPr>
        <w:t>of</w:t>
      </w:r>
      <w:r>
        <w:rPr>
          <w:lang w:val="en-US" w:eastAsia="zh-CN"/>
        </w:rPr>
        <w:t xml:space="preserve"> the serving cell on which </w:t>
      </w:r>
      <w:r>
        <w:rPr>
          <w:rFonts w:eastAsia="Malgun Gothic"/>
          <w:lang w:val="en-US" w:eastAsia="zh-CN"/>
        </w:rPr>
        <w:t>TCI state</w:t>
      </w:r>
      <w:r>
        <w:rPr>
          <w:lang w:val="en-US" w:eastAsia="zh-CN"/>
        </w:rPr>
        <w:t xml:space="preserve"> switch occurs </w:t>
      </w:r>
      <w:r w:rsidRPr="00025FA8">
        <w:rPr>
          <w:rFonts w:eastAsia="Malgun Gothic"/>
          <w:lang w:val="en-US" w:eastAsia="zh-CN"/>
        </w:rPr>
        <w:t>at the first slot that is after</w:t>
      </w:r>
      <w:r w:rsidDel="00024E91">
        <w:rPr>
          <w:lang w:val="en-US" w:eastAsia="zh-CN"/>
        </w:rPr>
        <w:t xml:space="preserve"> </w:t>
      </w:r>
      <w:r>
        <w:rPr>
          <w:lang w:val="en-US" w:eastAsia="zh-CN"/>
        </w:rPr>
        <w:t>slot n+</w:t>
      </w:r>
      <w:r>
        <w:rPr>
          <w:rFonts w:eastAsia="Malgun Gothic"/>
          <w:lang w:eastAsia="zh-CN"/>
        </w:rPr>
        <w:t xml:space="preserve"> T</w:t>
      </w:r>
      <w:r>
        <w:rPr>
          <w:rFonts w:eastAsia="Malgun Gothic"/>
          <w:vertAlign w:val="subscript"/>
          <w:lang w:eastAsia="zh-CN"/>
        </w:rPr>
        <w:t>HARQ</w:t>
      </w:r>
      <w:r>
        <w:rPr>
          <w:rFonts w:eastAsia="Malgun Gothic"/>
          <w:lang w:eastAsia="zh-CN"/>
        </w:rPr>
        <w:t xml:space="preserve"> +</w:t>
      </w:r>
      <m:oMath>
        <m:sSubSup>
          <m:sSubSupPr>
            <m:ctrlPr>
              <w:rPr>
                <w:rFonts w:ascii="Cambria Math" w:hAnsi="Cambria Math"/>
              </w:rPr>
            </m:ctrlPr>
          </m:sSubSupPr>
          <m:e>
            <m:r>
              <m:rPr>
                <m:sty m:val="p"/>
              </m:rPr>
              <w:rPr>
                <w:rFonts w:ascii="Cambria Math" w:hAnsi="Cambria Math"/>
              </w:rPr>
              <m:t>3N</m:t>
            </m:r>
          </m:e>
          <m:sub>
            <m:r>
              <m:rPr>
                <m:sty m:val="p"/>
              </m:rPr>
              <w:rPr>
                <w:rFonts w:ascii="Cambria Math" w:hAnsi="Cambria Math"/>
              </w:rPr>
              <m:t>slot</m:t>
            </m:r>
          </m:sub>
          <m:sup>
            <m:r>
              <m:rPr>
                <m:sty m:val="p"/>
              </m:rPr>
              <w:rPr>
                <w:rFonts w:ascii="Cambria Math" w:hAnsi="Cambria Math"/>
              </w:rPr>
              <m:t>subframe,µ</m:t>
            </m:r>
          </m:sup>
        </m:sSubSup>
      </m:oMath>
      <w:r>
        <w:rPr>
          <w:rFonts w:eastAsia="Malgun Gothic"/>
          <w:lang w:val="en-US" w:eastAsia="zh-CN"/>
        </w:rPr>
        <w:t xml:space="preserve"> + </w:t>
      </w:r>
      <w:r>
        <w:rPr>
          <w:lang w:eastAsia="en-GB"/>
        </w:rPr>
        <w:t>T</w:t>
      </w:r>
      <w:r>
        <w:rPr>
          <w:vertAlign w:val="subscript"/>
          <w:lang w:eastAsia="en-GB"/>
        </w:rPr>
        <w:t xml:space="preserve">L1-RSRP </w:t>
      </w:r>
      <w:r>
        <w:rPr>
          <w:rFonts w:eastAsia="Malgun Gothic"/>
          <w:lang w:val="en-US" w:eastAsia="zh-CN"/>
        </w:rPr>
        <w:t>+TO</w:t>
      </w:r>
      <w:r>
        <w:rPr>
          <w:rFonts w:eastAsia="Malgun Gothic"/>
          <w:vertAlign w:val="subscript"/>
          <w:lang w:val="en-US" w:eastAsia="zh-CN"/>
        </w:rPr>
        <w:t>uk</w:t>
      </w:r>
      <w:r>
        <w:rPr>
          <w:rFonts w:eastAsia="Malgun Gothic"/>
          <w:lang w:val="en-US" w:eastAsia="zh-CN"/>
        </w:rPr>
        <w:t>*(T</w:t>
      </w:r>
      <w:r>
        <w:rPr>
          <w:rFonts w:eastAsia="Malgun Gothic"/>
          <w:vertAlign w:val="subscript"/>
          <w:lang w:val="en-US" w:eastAsia="zh-CN"/>
        </w:rPr>
        <w:t>first-SSB</w:t>
      </w:r>
      <w:r>
        <w:rPr>
          <w:rFonts w:eastAsia="Malgun Gothic"/>
          <w:lang w:val="en-US" w:eastAsia="zh-CN"/>
        </w:rPr>
        <w:t>+ T</w:t>
      </w:r>
      <w:r>
        <w:rPr>
          <w:rFonts w:eastAsia="Malgun Gothic"/>
          <w:vertAlign w:val="subscript"/>
          <w:lang w:val="en-US" w:eastAsia="zh-CN"/>
        </w:rPr>
        <w:t>SSB-proc</w:t>
      </w:r>
      <w:r>
        <w:rPr>
          <w:rFonts w:eastAsia="Malgun Gothic"/>
          <w:lang w:val="en-US" w:eastAsia="zh-CN"/>
        </w:rPr>
        <w:t>)</w:t>
      </w:r>
      <w:r>
        <w:rPr>
          <w:lang w:val="en-US" w:eastAsia="zh-CN"/>
        </w:rPr>
        <w:t xml:space="preserve"> / </w:t>
      </w:r>
      <w:r>
        <w:rPr>
          <w:i/>
          <w:lang w:val="en-US" w:eastAsia="zh-CN"/>
        </w:rPr>
        <w:t>NR slot length</w:t>
      </w:r>
      <w:r>
        <w:rPr>
          <w:lang w:val="en-US" w:eastAsia="zh-CN"/>
        </w:rPr>
        <w:t>. The UE shall be able to receive PDCCH with the old TCI state until slot n+</w:t>
      </w:r>
      <w:r>
        <w:rPr>
          <w:rFonts w:eastAsia="Malgun Gothic"/>
          <w:lang w:eastAsia="zh-CN"/>
        </w:rPr>
        <w:t xml:space="preserve"> T</w:t>
      </w:r>
      <w:r>
        <w:rPr>
          <w:rFonts w:eastAsia="Malgun Gothic"/>
          <w:vertAlign w:val="subscript"/>
          <w:lang w:eastAsia="zh-CN"/>
        </w:rPr>
        <w:t>HARQ</w:t>
      </w:r>
      <w:r>
        <w:rPr>
          <w:rFonts w:eastAsia="Malgun Gothic"/>
          <w:lang w:eastAsia="zh-CN"/>
        </w:rPr>
        <w:t xml:space="preserve"> +</w:t>
      </w:r>
      <w:r w:rsidDel="00024E91">
        <w:rPr>
          <w:rFonts w:eastAsia="Malgun Gothic"/>
          <w:lang w:eastAsia="zh-CN"/>
        </w:rPr>
        <w:t xml:space="preserve"> </w:t>
      </w:r>
      <m:oMath>
        <m:sSubSup>
          <m:sSubSupPr>
            <m:ctrlPr>
              <w:rPr>
                <w:rFonts w:ascii="Cambria Math" w:hAnsi="Cambria Math"/>
              </w:rPr>
            </m:ctrlPr>
          </m:sSubSupPr>
          <m:e>
            <m:r>
              <m:rPr>
                <m:sty m:val="p"/>
              </m:rPr>
              <w:rPr>
                <w:rFonts w:ascii="Cambria Math" w:hAnsi="Cambria Math"/>
              </w:rPr>
              <m:t>3N</m:t>
            </m:r>
          </m:e>
          <m:sub>
            <m:r>
              <m:rPr>
                <m:sty m:val="p"/>
              </m:rPr>
              <w:rPr>
                <w:rFonts w:ascii="Cambria Math" w:hAnsi="Cambria Math"/>
              </w:rPr>
              <m:t>slot</m:t>
            </m:r>
          </m:sub>
          <m:sup>
            <m:r>
              <m:rPr>
                <m:sty m:val="p"/>
              </m:rPr>
              <w:rPr>
                <w:rFonts w:ascii="Cambria Math" w:hAnsi="Cambria Math"/>
              </w:rPr>
              <m:t>subframe,µ</m:t>
            </m:r>
          </m:sup>
        </m:sSubSup>
      </m:oMath>
      <w:r w:rsidDel="00024E91">
        <w:rPr>
          <w:rFonts w:eastAsia="Malgun Gothic"/>
          <w:lang w:eastAsia="zh-CN"/>
        </w:rPr>
        <w:t xml:space="preserve"> </w:t>
      </w:r>
      <w:r>
        <w:rPr>
          <w:lang w:val="en-US" w:eastAsia="zh-CN"/>
        </w:rPr>
        <w:t>.</w:t>
      </w:r>
    </w:p>
    <w:p w14:paraId="6D3B90CD" w14:textId="386499B9" w:rsidR="00140E53" w:rsidRDefault="00140E53" w:rsidP="00140E53">
      <w:pPr>
        <w:pStyle w:val="B10"/>
        <w:rPr>
          <w:lang w:eastAsia="en-GB"/>
        </w:rPr>
      </w:pPr>
      <w:r w:rsidRPr="008C6DE4">
        <w:rPr>
          <w:lang w:eastAsia="en-GB"/>
        </w:rPr>
        <w:t xml:space="preserve">Where </w:t>
      </w:r>
    </w:p>
    <w:p w14:paraId="212EEC6E" w14:textId="77777777" w:rsidR="00140E53" w:rsidRDefault="00140E53" w:rsidP="008B49A7">
      <w:pPr>
        <w:pStyle w:val="B10"/>
        <w:rPr>
          <w:lang w:eastAsia="en-GB"/>
        </w:rPr>
      </w:pPr>
      <w:r w:rsidRPr="008C6DE4">
        <w:rPr>
          <w:lang w:eastAsia="en-GB"/>
        </w:rPr>
        <w:t>T</w:t>
      </w:r>
      <w:r w:rsidRPr="008C6DE4">
        <w:rPr>
          <w:vertAlign w:val="subscript"/>
          <w:lang w:eastAsia="en-GB"/>
        </w:rPr>
        <w:t xml:space="preserve"> L1-RSRP</w:t>
      </w:r>
      <w:r>
        <w:rPr>
          <w:vertAlign w:val="subscript"/>
          <w:lang w:eastAsia="en-GB"/>
        </w:rPr>
        <w:t xml:space="preserve"> </w:t>
      </w:r>
      <w:r>
        <w:rPr>
          <w:lang w:eastAsia="en-GB"/>
        </w:rPr>
        <w:t>= 0 in FR1 or when the T</w:t>
      </w:r>
      <w:r>
        <w:t>CI state switching not involving QCL-TypeD in FR2</w:t>
      </w:r>
      <w:r>
        <w:rPr>
          <w:lang w:eastAsia="en-GB"/>
        </w:rPr>
        <w:t xml:space="preserve">. Otherwise, </w:t>
      </w:r>
    </w:p>
    <w:p w14:paraId="6AFCA434" w14:textId="066A31A4" w:rsidR="009B0041" w:rsidRPr="008C6DE4" w:rsidRDefault="00140E53" w:rsidP="00140E53">
      <w:pPr>
        <w:pStyle w:val="B10"/>
        <w:rPr>
          <w:lang w:eastAsia="en-GB"/>
        </w:rPr>
      </w:pPr>
      <w:r w:rsidRPr="008C6DE4">
        <w:rPr>
          <w:lang w:eastAsia="en-GB"/>
        </w:rPr>
        <w:t>T</w:t>
      </w:r>
      <w:r w:rsidRPr="008C6DE4">
        <w:rPr>
          <w:vertAlign w:val="subscript"/>
          <w:lang w:eastAsia="en-GB"/>
        </w:rPr>
        <w:t xml:space="preserve"> L1-RSRP</w:t>
      </w:r>
      <w:r w:rsidRPr="008C6DE4">
        <w:rPr>
          <w:lang w:eastAsia="en-GB"/>
        </w:rPr>
        <w:t xml:space="preserve"> is the time for Rx beam refinement</w:t>
      </w:r>
      <w:r>
        <w:rPr>
          <w:lang w:eastAsia="en-GB"/>
        </w:rPr>
        <w:t xml:space="preserve"> in FR2</w:t>
      </w:r>
      <w:r w:rsidRPr="008C6DE4">
        <w:rPr>
          <w:lang w:eastAsia="en-GB"/>
        </w:rPr>
        <w:t>, defined as</w:t>
      </w:r>
    </w:p>
    <w:p w14:paraId="79344923" w14:textId="2F60D244" w:rsidR="009B0041" w:rsidRPr="008C6DE4" w:rsidRDefault="009B0041" w:rsidP="009B0041">
      <w:pPr>
        <w:pStyle w:val="B10"/>
        <w:rPr>
          <w:lang w:eastAsia="en-GB"/>
        </w:rPr>
      </w:pPr>
      <w:r w:rsidRPr="008C6DE4">
        <w:rPr>
          <w:lang w:eastAsia="zh-CN"/>
        </w:rPr>
        <w:t>-</w:t>
      </w:r>
      <w:r w:rsidRPr="008C6DE4">
        <w:rPr>
          <w:lang w:eastAsia="zh-CN"/>
        </w:rPr>
        <w:tab/>
      </w:r>
      <w:r w:rsidR="007B4FA4" w:rsidRPr="008C6DE4">
        <w:rPr>
          <w:lang w:eastAsia="en-GB"/>
        </w:rPr>
        <w:t>T</w:t>
      </w:r>
      <w:r w:rsidR="007B4FA4" w:rsidRPr="008C6DE4">
        <w:rPr>
          <w:vertAlign w:val="subscript"/>
          <w:lang w:eastAsia="en-GB"/>
        </w:rPr>
        <w:t>L1-RSRP_Measurement_Period_SSB</w:t>
      </w:r>
      <w:r w:rsidR="007B4FA4" w:rsidRPr="008C6DE4">
        <w:rPr>
          <w:lang w:eastAsia="en-GB"/>
        </w:rPr>
        <w:t xml:space="preserve"> for SSB</w:t>
      </w:r>
      <w:r w:rsidR="007B4FA4" w:rsidRPr="008C6DE4">
        <w:t xml:space="preserve"> </w:t>
      </w:r>
      <w:r w:rsidR="007B4FA4" w:rsidRPr="008C6DE4">
        <w:rPr>
          <w:lang w:eastAsia="en-GB"/>
        </w:rPr>
        <w:t xml:space="preserve">as specified in </w:t>
      </w:r>
      <w:r w:rsidR="007B4FA4" w:rsidRPr="008C6DE4">
        <w:rPr>
          <w:lang w:val="en-US" w:eastAsia="ko-KR"/>
        </w:rPr>
        <w:t>clause</w:t>
      </w:r>
      <w:r w:rsidR="007B4FA4" w:rsidRPr="008C6DE4">
        <w:rPr>
          <w:lang w:eastAsia="en-GB"/>
        </w:rPr>
        <w:t xml:space="preserve"> 9.5.4.1,</w:t>
      </w:r>
    </w:p>
    <w:p w14:paraId="65E6B36E" w14:textId="77777777" w:rsidR="009B0041" w:rsidRPr="008C6DE4" w:rsidRDefault="009B0041" w:rsidP="00642CDC">
      <w:pPr>
        <w:pStyle w:val="B2"/>
        <w:rPr>
          <w:lang w:eastAsia="en-GB"/>
        </w:rPr>
      </w:pPr>
      <w:r w:rsidRPr="008C6DE4">
        <w:rPr>
          <w:lang w:eastAsia="en-GB"/>
        </w:rPr>
        <w:t>-</w:t>
      </w:r>
      <w:r w:rsidRPr="008C6DE4">
        <w:rPr>
          <w:lang w:eastAsia="en-GB"/>
        </w:rPr>
        <w:tab/>
        <w:t>with the assumption of M=1</w:t>
      </w:r>
    </w:p>
    <w:p w14:paraId="5E7E7C91" w14:textId="19C314B2" w:rsidR="009B0041" w:rsidRPr="008C6DE4" w:rsidRDefault="009B0041" w:rsidP="00642CDC">
      <w:pPr>
        <w:pStyle w:val="B2"/>
        <w:rPr>
          <w:lang w:eastAsia="en-GB"/>
        </w:rPr>
      </w:pPr>
      <w:r w:rsidRPr="008C6DE4">
        <w:rPr>
          <w:lang w:eastAsia="en-GB"/>
        </w:rPr>
        <w:t>-</w:t>
      </w:r>
      <w:r w:rsidRPr="008C6DE4">
        <w:rPr>
          <w:lang w:eastAsia="en-GB"/>
        </w:rPr>
        <w:tab/>
        <w:t>with T</w:t>
      </w:r>
      <w:r w:rsidRPr="008C6DE4">
        <w:rPr>
          <w:vertAlign w:val="subscript"/>
          <w:lang w:eastAsia="en-GB"/>
        </w:rPr>
        <w:t>Report</w:t>
      </w:r>
      <w:r w:rsidRPr="008C6DE4">
        <w:rPr>
          <w:lang w:eastAsia="en-GB"/>
        </w:rPr>
        <w:t xml:space="preserve"> = 0</w:t>
      </w:r>
    </w:p>
    <w:p w14:paraId="357DBF50" w14:textId="447DF0AE" w:rsidR="009B0041" w:rsidRDefault="009B0041" w:rsidP="00642CDC">
      <w:pPr>
        <w:pStyle w:val="B10"/>
        <w:rPr>
          <w:lang w:eastAsia="en-GB"/>
        </w:rPr>
      </w:pPr>
      <w:r w:rsidRPr="008C6DE4">
        <w:rPr>
          <w:lang w:eastAsia="zh-CN"/>
        </w:rPr>
        <w:t>-</w:t>
      </w:r>
      <w:r w:rsidRPr="008C6DE4">
        <w:rPr>
          <w:lang w:eastAsia="zh-CN"/>
        </w:rPr>
        <w:tab/>
      </w:r>
      <w:r w:rsidRPr="008C6DE4">
        <w:t>T</w:t>
      </w:r>
      <w:r w:rsidRPr="008C6DE4">
        <w:rPr>
          <w:vertAlign w:val="subscript"/>
        </w:rPr>
        <w:t xml:space="preserve">L1-RSRP_Measurement_Period_CSI-RS </w:t>
      </w:r>
      <w:r w:rsidRPr="008C6DE4">
        <w:t xml:space="preserve">for CSI-RS </w:t>
      </w:r>
      <w:r w:rsidRPr="008C6DE4">
        <w:rPr>
          <w:lang w:eastAsia="en-GB"/>
        </w:rPr>
        <w:t xml:space="preserve">as specified in </w:t>
      </w:r>
      <w:r w:rsidRPr="008C6DE4">
        <w:rPr>
          <w:lang w:val="en-US" w:eastAsia="ko-KR"/>
        </w:rPr>
        <w:t>clause</w:t>
      </w:r>
      <w:r w:rsidRPr="008C6DE4">
        <w:rPr>
          <w:lang w:eastAsia="en-GB"/>
        </w:rPr>
        <w:t xml:space="preserve"> 9.5.4.2</w:t>
      </w:r>
    </w:p>
    <w:p w14:paraId="2E8721C6" w14:textId="2139D5A4" w:rsidR="00546946" w:rsidRPr="008C6DE4" w:rsidRDefault="00546946" w:rsidP="00546946">
      <w:pPr>
        <w:pStyle w:val="B2"/>
        <w:rPr>
          <w:lang w:eastAsia="en-GB"/>
        </w:rPr>
      </w:pPr>
      <w:r>
        <w:rPr>
          <w:lang w:eastAsia="en-GB"/>
        </w:rPr>
        <w:t>-</w:t>
      </w:r>
      <w:r>
        <w:rPr>
          <w:lang w:eastAsia="en-GB"/>
        </w:rPr>
        <w:tab/>
      </w:r>
      <w:r w:rsidRPr="00DD3199">
        <w:t xml:space="preserve">configured with higher layer parameter </w:t>
      </w:r>
      <w:r w:rsidRPr="00DD3199">
        <w:rPr>
          <w:i/>
        </w:rPr>
        <w:t>repetition</w:t>
      </w:r>
      <w:r w:rsidRPr="00DD3199">
        <w:t xml:space="preserve"> set to ON</w:t>
      </w:r>
      <w:r>
        <w:t xml:space="preserve"> </w:t>
      </w:r>
    </w:p>
    <w:p w14:paraId="34212479" w14:textId="77777777" w:rsidR="009B0041" w:rsidRPr="008C6DE4" w:rsidRDefault="009B0041" w:rsidP="00546946">
      <w:pPr>
        <w:pStyle w:val="B2"/>
        <w:rPr>
          <w:lang w:eastAsia="en-GB"/>
        </w:rPr>
      </w:pPr>
      <w:r w:rsidRPr="008C6DE4">
        <w:rPr>
          <w:lang w:eastAsia="zh-CN"/>
        </w:rPr>
        <w:t>-</w:t>
      </w:r>
      <w:r w:rsidRPr="008C6DE4">
        <w:rPr>
          <w:lang w:eastAsia="zh-CN"/>
        </w:rPr>
        <w:tab/>
      </w:r>
      <w:r w:rsidRPr="008C6DE4">
        <w:rPr>
          <w:lang w:eastAsia="en-GB"/>
        </w:rPr>
        <w:t>with the assumption of M=1 for periodic CSI-RS</w:t>
      </w:r>
    </w:p>
    <w:p w14:paraId="76810993" w14:textId="77777777" w:rsidR="009B0041" w:rsidRPr="008C6DE4" w:rsidRDefault="009B0041" w:rsidP="00546946">
      <w:pPr>
        <w:pStyle w:val="B2"/>
        <w:rPr>
          <w:i/>
        </w:rPr>
      </w:pPr>
      <w:r w:rsidRPr="008C6DE4">
        <w:rPr>
          <w:lang w:eastAsia="zh-CN"/>
        </w:rPr>
        <w:t>-</w:t>
      </w:r>
      <w:r w:rsidRPr="008C6DE4">
        <w:rPr>
          <w:lang w:eastAsia="zh-CN"/>
        </w:rPr>
        <w:tab/>
      </w:r>
      <w:r w:rsidRPr="008C6DE4">
        <w:rPr>
          <w:lang w:eastAsia="en-GB"/>
        </w:rPr>
        <w:t xml:space="preserve">for aperiodic CSI-RS if number of resources in resource set at least equal to </w:t>
      </w:r>
      <w:r w:rsidRPr="008C6DE4">
        <w:rPr>
          <w:i/>
          <w:lang w:eastAsia="en-GB"/>
        </w:rPr>
        <w:t>MaxNumberRxBeam</w:t>
      </w:r>
    </w:p>
    <w:p w14:paraId="4F594184" w14:textId="77777777" w:rsidR="009B0041" w:rsidRPr="008C6DE4" w:rsidRDefault="009B0041" w:rsidP="00546946">
      <w:pPr>
        <w:pStyle w:val="B2"/>
        <w:rPr>
          <w:lang w:eastAsia="en-GB"/>
        </w:rPr>
      </w:pPr>
      <w:r w:rsidRPr="008C6DE4">
        <w:rPr>
          <w:lang w:eastAsia="en-GB"/>
        </w:rPr>
        <w:t>-</w:t>
      </w:r>
      <w:r w:rsidRPr="008C6DE4">
        <w:rPr>
          <w:lang w:eastAsia="en-GB"/>
        </w:rPr>
        <w:tab/>
        <w:t>with T</w:t>
      </w:r>
      <w:r w:rsidRPr="008C6DE4">
        <w:rPr>
          <w:vertAlign w:val="subscript"/>
          <w:lang w:eastAsia="en-GB"/>
        </w:rPr>
        <w:t>Report</w:t>
      </w:r>
      <w:r w:rsidRPr="008C6DE4">
        <w:rPr>
          <w:lang w:eastAsia="en-GB"/>
        </w:rPr>
        <w:t xml:space="preserve"> = 0</w:t>
      </w:r>
    </w:p>
    <w:p w14:paraId="7CA6A7A6" w14:textId="42D64486" w:rsidR="000932A5" w:rsidRPr="008C6DE4" w:rsidRDefault="00642CDC" w:rsidP="00642CDC">
      <w:pPr>
        <w:pStyle w:val="B10"/>
        <w:rPr>
          <w:lang w:val="en-US" w:eastAsia="zh-CN"/>
        </w:rPr>
      </w:pPr>
      <w:r>
        <w:rPr>
          <w:lang w:val="en-US" w:eastAsia="zh-CN"/>
        </w:rPr>
        <w:t>-</w:t>
      </w:r>
      <w:r>
        <w:rPr>
          <w:lang w:val="en-US" w:eastAsia="zh-CN"/>
        </w:rPr>
        <w:tab/>
      </w:r>
      <w:r w:rsidR="000932A5" w:rsidRPr="008C6DE4">
        <w:rPr>
          <w:lang w:val="en-US" w:eastAsia="zh-CN"/>
        </w:rPr>
        <w:t>TO</w:t>
      </w:r>
      <w:r w:rsidR="000932A5" w:rsidRPr="008C6DE4">
        <w:rPr>
          <w:vertAlign w:val="subscript"/>
          <w:lang w:val="en-US" w:eastAsia="zh-CN"/>
        </w:rPr>
        <w:t>uk</w:t>
      </w:r>
      <w:r w:rsidR="000932A5" w:rsidRPr="008C6DE4">
        <w:rPr>
          <w:lang w:val="en-US" w:eastAsia="zh-CN"/>
        </w:rPr>
        <w:t xml:space="preserve"> = 1 for CSI-RS based L1-RSRP measurement, and 0 for SSB based L1-RSRP measurement when TCI state switching involves QCL-TypeD</w:t>
      </w:r>
    </w:p>
    <w:p w14:paraId="207A7960" w14:textId="090451A0" w:rsidR="000932A5" w:rsidRPr="008C6DE4" w:rsidRDefault="00642CDC" w:rsidP="00642CDC">
      <w:pPr>
        <w:pStyle w:val="B10"/>
        <w:rPr>
          <w:lang w:val="en-US" w:eastAsia="zh-CN"/>
        </w:rPr>
      </w:pPr>
      <w:r>
        <w:rPr>
          <w:lang w:val="en-US" w:eastAsia="zh-CN"/>
        </w:rPr>
        <w:t>-</w:t>
      </w:r>
      <w:r>
        <w:rPr>
          <w:lang w:val="en-US" w:eastAsia="zh-CN"/>
        </w:rPr>
        <w:tab/>
      </w:r>
      <w:r w:rsidR="000932A5" w:rsidRPr="008C6DE4">
        <w:rPr>
          <w:lang w:val="en-US" w:eastAsia="zh-CN"/>
        </w:rPr>
        <w:t>TO</w:t>
      </w:r>
      <w:r w:rsidR="000932A5" w:rsidRPr="008C6DE4">
        <w:rPr>
          <w:vertAlign w:val="subscript"/>
          <w:lang w:val="en-US" w:eastAsia="zh-CN"/>
        </w:rPr>
        <w:t>uk</w:t>
      </w:r>
      <w:r w:rsidR="000932A5" w:rsidRPr="008C6DE4">
        <w:rPr>
          <w:lang w:val="en-US" w:eastAsia="zh-CN"/>
        </w:rPr>
        <w:t xml:space="preserve"> = 1 when TCI state switching involves other QCL types</w:t>
      </w:r>
      <w:r w:rsidR="003028E1">
        <w:rPr>
          <w:rFonts w:hint="eastAsia"/>
          <w:lang w:val="en-US" w:eastAsia="zh-CN"/>
        </w:rPr>
        <w:t xml:space="preserve"> only</w:t>
      </w:r>
    </w:p>
    <w:p w14:paraId="608EFAC9" w14:textId="75F86BE1" w:rsidR="003F0F59" w:rsidRPr="008C6DE4" w:rsidRDefault="00847B8D" w:rsidP="00847B8D">
      <w:pPr>
        <w:pStyle w:val="B10"/>
        <w:rPr>
          <w:lang w:val="en-US" w:eastAsia="zh-CN"/>
        </w:rPr>
      </w:pPr>
      <w:r>
        <w:rPr>
          <w:lang w:val="en-US" w:eastAsia="zh-CN"/>
        </w:rPr>
        <w:t>-</w:t>
      </w:r>
      <w:r>
        <w:rPr>
          <w:lang w:val="en-US" w:eastAsia="zh-CN"/>
        </w:rPr>
        <w:tab/>
      </w:r>
      <w:r w:rsidR="003F0F59" w:rsidRPr="008C6DE4">
        <w:rPr>
          <w:lang w:val="en-US" w:eastAsia="zh-CN"/>
        </w:rPr>
        <w:t>T</w:t>
      </w:r>
      <w:r w:rsidR="003F0F59" w:rsidRPr="008C6DE4">
        <w:rPr>
          <w:vertAlign w:val="subscript"/>
          <w:lang w:val="en-US" w:eastAsia="zh-CN"/>
        </w:rPr>
        <w:t xml:space="preserve">first-SSB </w:t>
      </w:r>
      <w:r w:rsidR="003F0F59" w:rsidRPr="008C6DE4">
        <w:rPr>
          <w:lang w:val="en-US" w:eastAsia="zh-CN"/>
        </w:rPr>
        <w:t xml:space="preserve">is time to first SSB transmission after L1-RSRP measurement when TCI state switching involves QCL-TypeD; </w:t>
      </w:r>
    </w:p>
    <w:p w14:paraId="6837D8F1" w14:textId="448CC240" w:rsidR="003F0F59" w:rsidRPr="008C6DE4" w:rsidRDefault="00847B8D" w:rsidP="00847B8D">
      <w:pPr>
        <w:pStyle w:val="B10"/>
        <w:rPr>
          <w:lang w:val="en-US" w:eastAsia="zh-CN"/>
        </w:rPr>
      </w:pPr>
      <w:r>
        <w:rPr>
          <w:lang w:val="en-US" w:eastAsia="zh-CN"/>
        </w:rPr>
        <w:t>-</w:t>
      </w:r>
      <w:r>
        <w:rPr>
          <w:lang w:val="en-US" w:eastAsia="zh-CN"/>
        </w:rPr>
        <w:tab/>
      </w:r>
      <w:r w:rsidR="003F0F59" w:rsidRPr="008C6DE4">
        <w:rPr>
          <w:lang w:val="en-US" w:eastAsia="zh-CN"/>
        </w:rPr>
        <w:t>T</w:t>
      </w:r>
      <w:r w:rsidR="003F0F59" w:rsidRPr="008C6DE4">
        <w:rPr>
          <w:vertAlign w:val="subscript"/>
          <w:lang w:val="en-US" w:eastAsia="zh-CN"/>
        </w:rPr>
        <w:t xml:space="preserve">first-SSB </w:t>
      </w:r>
      <w:r w:rsidR="003F0F59" w:rsidRPr="008C6DE4">
        <w:rPr>
          <w:lang w:val="en-US" w:eastAsia="zh-CN"/>
        </w:rPr>
        <w:t>is time to first SSB transmission after MAC CE command is decoded by the UE for other QCL types;</w:t>
      </w:r>
    </w:p>
    <w:p w14:paraId="418A9348" w14:textId="40461F5A" w:rsidR="003F0F59" w:rsidRPr="008C6DE4" w:rsidRDefault="00847B8D" w:rsidP="00847B8D">
      <w:pPr>
        <w:pStyle w:val="B2"/>
        <w:rPr>
          <w:lang w:val="en-US" w:eastAsia="zh-CN"/>
        </w:rPr>
      </w:pPr>
      <w:r>
        <w:rPr>
          <w:lang w:val="en-US" w:eastAsia="zh-CN"/>
        </w:rPr>
        <w:t>-</w:t>
      </w:r>
      <w:r>
        <w:rPr>
          <w:lang w:val="en-US" w:eastAsia="zh-CN"/>
        </w:rPr>
        <w:tab/>
      </w:r>
      <w:r w:rsidR="003F0F59" w:rsidRPr="008C6DE4">
        <w:rPr>
          <w:lang w:val="en-US" w:eastAsia="zh-CN"/>
        </w:rPr>
        <w:t>The SSB shall be the QCL-TypeA or QCL-TypeC to target TCI state</w:t>
      </w:r>
    </w:p>
    <w:p w14:paraId="79892D38" w14:textId="0A51E66C" w:rsidR="006F3754" w:rsidRDefault="006F3754">
      <w:pPr>
        <w:rPr>
          <w:lang w:val="en-US" w:eastAsia="zh-CN"/>
        </w:rPr>
      </w:pPr>
    </w:p>
    <w:p w14:paraId="58FE0952" w14:textId="383DF464" w:rsidR="009B0041" w:rsidRPr="008C6DE4" w:rsidRDefault="009B0041" w:rsidP="009B0041">
      <w:pPr>
        <w:keepNext/>
        <w:keepLines/>
        <w:spacing w:before="120"/>
        <w:ind w:left="1134" w:hanging="1134"/>
        <w:outlineLvl w:val="2"/>
        <w:rPr>
          <w:rFonts w:ascii="Arial" w:hAnsi="Arial"/>
          <w:sz w:val="28"/>
          <w:lang w:val="en-US"/>
        </w:rPr>
      </w:pPr>
      <w:r w:rsidRPr="008C6DE4">
        <w:rPr>
          <w:rFonts w:ascii="Arial" w:eastAsia="Malgun Gothic" w:hAnsi="Arial"/>
          <w:sz w:val="28"/>
          <w:lang w:val="en-US"/>
        </w:rPr>
        <w:t>8.10.4</w:t>
      </w:r>
      <w:r w:rsidRPr="008C6DE4">
        <w:rPr>
          <w:rFonts w:ascii="Arial" w:hAnsi="Arial"/>
          <w:sz w:val="28"/>
          <w:lang w:val="en-US"/>
        </w:rPr>
        <w:tab/>
      </w:r>
      <w:r w:rsidR="008E747C" w:rsidRPr="008C6DE4">
        <w:rPr>
          <w:rFonts w:ascii="Arial" w:hAnsi="Arial"/>
          <w:sz w:val="28"/>
          <w:lang w:val="en-US"/>
        </w:rPr>
        <w:t>DC</w:t>
      </w:r>
      <w:r w:rsidR="003F0F59" w:rsidRPr="008C6DE4">
        <w:rPr>
          <w:rFonts w:ascii="Arial" w:hAnsi="Arial"/>
          <w:sz w:val="28"/>
          <w:lang w:val="en-US"/>
        </w:rPr>
        <w:t xml:space="preserve">I based </w:t>
      </w:r>
      <w:r w:rsidR="003F0F59" w:rsidRPr="008C6DE4">
        <w:rPr>
          <w:rFonts w:ascii="Arial" w:eastAsia="Malgun Gothic" w:hAnsi="Arial"/>
          <w:sz w:val="28"/>
          <w:lang w:val="en-US"/>
        </w:rPr>
        <w:t>TCI</w:t>
      </w:r>
      <w:r w:rsidR="003F0F59" w:rsidRPr="008C6DE4">
        <w:rPr>
          <w:rFonts w:ascii="Arial" w:hAnsi="Arial"/>
          <w:sz w:val="28"/>
          <w:lang w:val="en-US"/>
        </w:rPr>
        <w:t xml:space="preserve"> state switch delay</w:t>
      </w:r>
    </w:p>
    <w:p w14:paraId="6FC7554F" w14:textId="69A12409" w:rsidR="00642CDC" w:rsidRPr="00DD3199" w:rsidRDefault="00642CDC" w:rsidP="00642CDC">
      <w:pPr>
        <w:rPr>
          <w:rFonts w:eastAsia="Malgun Gothic"/>
          <w:lang w:eastAsia="zh-CN"/>
        </w:rPr>
      </w:pPr>
      <w:r w:rsidRPr="00DD3199">
        <w:rPr>
          <w:rFonts w:eastAsia="Malgun Gothic"/>
          <w:lang w:val="en-US" w:eastAsia="zh-CN"/>
        </w:rPr>
        <w:t xml:space="preserve">If the target TCI state is known, </w:t>
      </w:r>
      <w:r w:rsidRPr="00DD3199">
        <w:rPr>
          <w:rFonts w:eastAsia="Malgun Gothic"/>
          <w:lang w:eastAsia="zh-CN"/>
        </w:rPr>
        <w:t>when a</w:t>
      </w:r>
      <w:r w:rsidRPr="00DD3199">
        <w:t xml:space="preserve"> UE is configured with the higher layer parameter </w:t>
      </w:r>
      <w:r w:rsidRPr="00DD3199">
        <w:rPr>
          <w:i/>
        </w:rPr>
        <w:t xml:space="preserve">tci-PresentInDCI </w:t>
      </w:r>
      <w:r w:rsidRPr="00DD3199">
        <w:rPr>
          <w:rFonts w:eastAsia="Malgun Gothic"/>
          <w:lang w:eastAsia="zh-CN"/>
        </w:rPr>
        <w:t>which</w:t>
      </w:r>
      <w:r w:rsidRPr="00DD3199">
        <w:t xml:space="preserve"> is set as 'enabled'</w:t>
      </w:r>
      <w:r w:rsidRPr="00DD3199">
        <w:rPr>
          <w:i/>
        </w:rPr>
        <w:t xml:space="preserve"> </w:t>
      </w:r>
      <w:r w:rsidRPr="00DD3199">
        <w:t xml:space="preserve">for the CORESET scheduling </w:t>
      </w:r>
      <w:r>
        <w:t>PDSCH</w:t>
      </w:r>
      <w:r>
        <w:rPr>
          <w:rFonts w:eastAsia="Malgun Gothic"/>
          <w:lang w:eastAsia="zh-CN"/>
        </w:rPr>
        <w:t xml:space="preserve"> at slot n</w:t>
      </w:r>
      <w:r w:rsidRPr="00DD3199">
        <w:t xml:space="preserve">, </w:t>
      </w:r>
      <w:r w:rsidRPr="00DD3199">
        <w:rPr>
          <w:lang w:val="en-US" w:eastAsia="zh-CN"/>
        </w:rPr>
        <w:t>UE shall be able to receive PDSCH</w:t>
      </w:r>
      <w:r w:rsidRPr="00DD3199">
        <w:rPr>
          <w:rFonts w:eastAsia="Malgun Gothic"/>
          <w:lang w:val="en-US" w:eastAsia="zh-CN"/>
        </w:rPr>
        <w:t xml:space="preserve"> </w:t>
      </w:r>
      <w:r w:rsidRPr="00DD3199">
        <w:rPr>
          <w:lang w:val="en-US" w:eastAsia="zh-CN"/>
        </w:rPr>
        <w:t xml:space="preserve">with target </w:t>
      </w:r>
      <w:r w:rsidRPr="00DD3199">
        <w:rPr>
          <w:rFonts w:eastAsia="Malgun Gothic"/>
          <w:lang w:val="en-US" w:eastAsia="zh-CN"/>
        </w:rPr>
        <w:t>TCI state</w:t>
      </w:r>
      <w:r w:rsidRPr="00DD3199">
        <w:rPr>
          <w:lang w:val="en-US" w:eastAsia="zh-CN"/>
        </w:rPr>
        <w:t xml:space="preserve"> </w:t>
      </w:r>
      <w:r w:rsidRPr="00DD3199">
        <w:rPr>
          <w:rFonts w:eastAsia="Malgun Gothic"/>
          <w:lang w:val="en-US" w:eastAsia="zh-CN"/>
        </w:rPr>
        <w:t>of</w:t>
      </w:r>
      <w:r w:rsidRPr="00DD3199">
        <w:rPr>
          <w:lang w:val="en-US" w:eastAsia="zh-CN"/>
        </w:rPr>
        <w:t xml:space="preserve"> the serving cell on which </w:t>
      </w:r>
      <w:r w:rsidRPr="00DD3199">
        <w:rPr>
          <w:rFonts w:eastAsia="Malgun Gothic"/>
          <w:lang w:val="en-US" w:eastAsia="zh-CN"/>
        </w:rPr>
        <w:t>TCI state</w:t>
      </w:r>
      <w:r w:rsidRPr="00DD3199">
        <w:rPr>
          <w:lang w:val="en-US" w:eastAsia="zh-CN"/>
        </w:rPr>
        <w:t xml:space="preserve"> switch occurs </w:t>
      </w:r>
      <w:r w:rsidRPr="009555C2">
        <w:rPr>
          <w:rFonts w:eastAsia="Malgun Gothic"/>
          <w:lang w:val="en-US" w:eastAsia="zh-CN"/>
        </w:rPr>
        <w:t>at the first slot that is after</w:t>
      </w:r>
      <w:r w:rsidRPr="00DD3199">
        <w:rPr>
          <w:lang w:val="en-US" w:eastAsia="zh-CN"/>
        </w:rPr>
        <w:t xml:space="preserve"> slot n+</w:t>
      </w:r>
      <w:r w:rsidRPr="00DD3199">
        <w:rPr>
          <w:rFonts w:eastAsia="Malgun Gothic"/>
          <w:i/>
          <w:iCs/>
          <w:lang w:eastAsia="zh-CN"/>
        </w:rPr>
        <w:t>timeDurationForQCL</w:t>
      </w:r>
      <w:r w:rsidRPr="00DD3199">
        <w:rPr>
          <w:rFonts w:eastAsia="Malgun Gothic"/>
          <w:lang w:val="en-US" w:eastAsia="zh-CN"/>
        </w:rPr>
        <w:t xml:space="preserve">, where, </w:t>
      </w:r>
      <w:r w:rsidRPr="00DD3199">
        <w:rPr>
          <w:rFonts w:eastAsia="Malgun Gothic"/>
          <w:i/>
          <w:iCs/>
          <w:lang w:eastAsia="zh-CN"/>
        </w:rPr>
        <w:t>timeDurationForQCL</w:t>
      </w:r>
      <w:r w:rsidRPr="00DD3199">
        <w:rPr>
          <w:rFonts w:eastAsia="Malgun Gothic"/>
          <w:lang w:eastAsia="zh-CN"/>
        </w:rPr>
        <w:t xml:space="preserve"> is the time required by the UE to perform PDCCH reception and </w:t>
      </w:r>
      <w:r w:rsidRPr="00DD3199">
        <w:t>applying spatial QCL information received in DCI for PDSCH processing as described in TS 38.214 [</w:t>
      </w:r>
      <w:r w:rsidRPr="00DD3199">
        <w:rPr>
          <w:rFonts w:eastAsia="Malgun Gothic"/>
          <w:lang w:eastAsia="zh-CN"/>
        </w:rPr>
        <w:t>26</w:t>
      </w:r>
      <w:r w:rsidRPr="00DD3199">
        <w:t>]</w:t>
      </w:r>
      <w:r w:rsidRPr="00DD3199">
        <w:rPr>
          <w:rFonts w:eastAsia="Malgun Gothic"/>
          <w:lang w:eastAsia="zh-CN"/>
        </w:rPr>
        <w:t xml:space="preserve">, the value of </w:t>
      </w:r>
      <w:r w:rsidRPr="00DD3199">
        <w:rPr>
          <w:rFonts w:eastAsia="Malgun Gothic"/>
          <w:i/>
          <w:iCs/>
          <w:lang w:eastAsia="zh-CN"/>
        </w:rPr>
        <w:t>timeDurationForQCL</w:t>
      </w:r>
      <w:r w:rsidRPr="00DD3199">
        <w:rPr>
          <w:rFonts w:eastAsia="Malgun Gothic"/>
          <w:lang w:eastAsia="zh-CN"/>
        </w:rPr>
        <w:t xml:space="preserve"> is defined in TS 38.</w:t>
      </w:r>
      <w:r>
        <w:rPr>
          <w:rFonts w:eastAsiaTheme="minorEastAsia" w:hint="eastAsia"/>
          <w:lang w:eastAsia="zh-CN"/>
        </w:rPr>
        <w:t xml:space="preserve">331 </w:t>
      </w:r>
      <w:r w:rsidRPr="00DD3199">
        <w:rPr>
          <w:rFonts w:eastAsia="Malgun Gothic"/>
          <w:lang w:eastAsia="zh-CN"/>
        </w:rPr>
        <w:t>[</w:t>
      </w:r>
      <w:r>
        <w:rPr>
          <w:rFonts w:eastAsiaTheme="minorEastAsia" w:hint="eastAsia"/>
          <w:lang w:eastAsia="zh-CN"/>
        </w:rPr>
        <w:t>2</w:t>
      </w:r>
      <w:r w:rsidRPr="00DD3199">
        <w:rPr>
          <w:rFonts w:eastAsia="Malgun Gothic"/>
          <w:lang w:eastAsia="zh-CN"/>
        </w:rPr>
        <w:t>]</w:t>
      </w:r>
      <w:r w:rsidRPr="00DD3199">
        <w:rPr>
          <w:rFonts w:eastAsia="Malgun Gothic"/>
          <w:lang w:val="en-US" w:eastAsia="zh-CN"/>
        </w:rPr>
        <w:t>.</w:t>
      </w:r>
      <w:r w:rsidRPr="00DD3199">
        <w:t xml:space="preserve"> </w:t>
      </w:r>
    </w:p>
    <w:p w14:paraId="48C0A8A0" w14:textId="78318637" w:rsidR="006F3754" w:rsidRDefault="009B0041" w:rsidP="006F3754">
      <w:pPr>
        <w:rPr>
          <w:lang w:val="en-US" w:eastAsia="zh-CN"/>
        </w:rPr>
      </w:pPr>
      <w:r w:rsidRPr="008C6DE4">
        <w:rPr>
          <w:rFonts w:eastAsia="Malgun Gothic"/>
          <w:lang w:eastAsia="zh-CN"/>
        </w:rPr>
        <w:t xml:space="preserve">The known condition for TCI state defined in </w:t>
      </w:r>
      <w:r w:rsidRPr="008C6DE4">
        <w:rPr>
          <w:lang w:val="en-US" w:eastAsia="ko-KR"/>
        </w:rPr>
        <w:t>clause</w:t>
      </w:r>
      <w:r w:rsidRPr="008C6DE4">
        <w:rPr>
          <w:rFonts w:eastAsia="Malgun Gothic"/>
          <w:lang w:eastAsia="zh-CN"/>
        </w:rPr>
        <w:t xml:space="preserve"> 8.10.2 is applied.</w:t>
      </w:r>
    </w:p>
    <w:p w14:paraId="6D903F55" w14:textId="0638B692" w:rsidR="009B0041" w:rsidRPr="008C6DE4" w:rsidRDefault="009B0041" w:rsidP="006F3754">
      <w:pPr>
        <w:keepNext/>
        <w:keepLines/>
        <w:spacing w:before="120"/>
        <w:ind w:left="1134" w:hanging="1134"/>
        <w:outlineLvl w:val="2"/>
        <w:rPr>
          <w:rFonts w:ascii="Arial" w:hAnsi="Arial"/>
          <w:sz w:val="28"/>
          <w:lang w:val="en-US"/>
        </w:rPr>
      </w:pPr>
      <w:r w:rsidRPr="008C6DE4">
        <w:rPr>
          <w:rFonts w:ascii="Arial" w:hAnsi="Arial"/>
          <w:sz w:val="28"/>
          <w:lang w:val="en-US"/>
        </w:rPr>
        <w:t>8.10.5</w:t>
      </w:r>
      <w:r w:rsidRPr="008C6DE4">
        <w:rPr>
          <w:rFonts w:ascii="Arial" w:hAnsi="Arial"/>
          <w:sz w:val="28"/>
          <w:lang w:val="en-US"/>
        </w:rPr>
        <w:tab/>
      </w:r>
      <w:r w:rsidR="003F0F59" w:rsidRPr="008C6DE4">
        <w:rPr>
          <w:rFonts w:ascii="Arial" w:hAnsi="Arial"/>
          <w:sz w:val="28"/>
          <w:lang w:val="en-US"/>
        </w:rPr>
        <w:t>RRC based TCI state switch delay</w:t>
      </w:r>
    </w:p>
    <w:p w14:paraId="72D10522" w14:textId="36293360" w:rsidR="005A78CD" w:rsidRDefault="005A78CD" w:rsidP="005A78CD">
      <w:pPr>
        <w:rPr>
          <w:rFonts w:eastAsia="Malgun Gothic"/>
          <w:lang w:eastAsia="zh-CN"/>
        </w:rPr>
      </w:pPr>
      <w:r w:rsidRPr="00DD3199">
        <w:rPr>
          <w:rFonts w:eastAsia="Malgun Gothic"/>
          <w:lang w:val="en-US" w:eastAsia="zh-CN"/>
        </w:rPr>
        <w:t xml:space="preserve">If the target TCI state is known, </w:t>
      </w:r>
      <w:r w:rsidRPr="00DD3199">
        <w:rPr>
          <w:lang w:val="en-US" w:eastAsia="zh-CN"/>
        </w:rPr>
        <w:t>UE shall be able to receive PD</w:t>
      </w:r>
      <w:r w:rsidRPr="00DD3199">
        <w:rPr>
          <w:rFonts w:eastAsia="Malgun Gothic"/>
          <w:lang w:val="en-US" w:eastAsia="zh-CN"/>
        </w:rPr>
        <w:t>C</w:t>
      </w:r>
      <w:r w:rsidRPr="00DD3199">
        <w:rPr>
          <w:lang w:val="en-US" w:eastAsia="zh-CN"/>
        </w:rPr>
        <w:t xml:space="preserve">CH with target </w:t>
      </w:r>
      <w:r w:rsidRPr="00DD3199">
        <w:rPr>
          <w:rFonts w:eastAsia="Malgun Gothic"/>
          <w:lang w:val="en-US" w:eastAsia="zh-CN"/>
        </w:rPr>
        <w:t>TCI state</w:t>
      </w:r>
      <w:r w:rsidRPr="00DD3199">
        <w:rPr>
          <w:lang w:val="en-US" w:eastAsia="zh-CN"/>
        </w:rPr>
        <w:t xml:space="preserve"> </w:t>
      </w:r>
      <w:r w:rsidRPr="00DD3199">
        <w:rPr>
          <w:rFonts w:eastAsia="Malgun Gothic"/>
          <w:lang w:val="en-US" w:eastAsia="zh-CN"/>
        </w:rPr>
        <w:t>of</w:t>
      </w:r>
      <w:r w:rsidRPr="00DD3199">
        <w:rPr>
          <w:lang w:val="en-US" w:eastAsia="zh-CN"/>
        </w:rPr>
        <w:t xml:space="preserve"> the serving cell on which </w:t>
      </w:r>
      <w:r w:rsidRPr="00DD3199">
        <w:rPr>
          <w:rFonts w:eastAsia="Malgun Gothic"/>
          <w:lang w:val="en-US" w:eastAsia="zh-CN"/>
        </w:rPr>
        <w:t>TCI state</w:t>
      </w:r>
      <w:r w:rsidRPr="00DD3199">
        <w:rPr>
          <w:lang w:val="en-US" w:eastAsia="zh-CN"/>
        </w:rPr>
        <w:t xml:space="preserve"> switch occurs </w:t>
      </w:r>
      <w:r w:rsidRPr="009555C2">
        <w:rPr>
          <w:rFonts w:eastAsia="Malgun Gothic"/>
          <w:lang w:val="en-US" w:eastAsia="zh-CN"/>
        </w:rPr>
        <w:t>at the first slot that is after</w:t>
      </w:r>
      <w:r w:rsidRPr="00DD3199">
        <w:rPr>
          <w:lang w:val="en-US" w:eastAsia="zh-CN"/>
        </w:rPr>
        <w:t xml:space="preserve"> slot n+</w:t>
      </w:r>
      <w:r w:rsidRPr="00DD3199">
        <w:rPr>
          <w:rFonts w:eastAsia="Malgun Gothic"/>
          <w:lang w:eastAsia="zh-CN"/>
        </w:rPr>
        <w:t xml:space="preserve"> </w:t>
      </w:r>
      <w:r>
        <w:rPr>
          <w:rFonts w:eastAsia="Malgun Gothic"/>
          <w:lang w:eastAsia="zh-CN"/>
        </w:rPr>
        <w:t>(T</w:t>
      </w:r>
      <w:r>
        <w:rPr>
          <w:rFonts w:eastAsia="Malgun Gothic"/>
          <w:vertAlign w:val="subscript"/>
          <w:lang w:eastAsia="zh-CN"/>
        </w:rPr>
        <w:t>RRC_processing</w:t>
      </w:r>
      <w:r>
        <w:rPr>
          <w:rFonts w:eastAsia="Malgun Gothic"/>
          <w:lang w:eastAsia="zh-CN"/>
        </w:rPr>
        <w:t xml:space="preserve"> </w:t>
      </w:r>
      <w:r>
        <w:rPr>
          <w:rFonts w:eastAsia="Malgun Gothic"/>
          <w:lang w:val="en-US" w:eastAsia="zh-CN"/>
        </w:rPr>
        <w:t>+TO</w:t>
      </w:r>
      <w:r>
        <w:rPr>
          <w:rFonts w:eastAsia="Malgun Gothic"/>
          <w:vertAlign w:val="subscript"/>
          <w:lang w:val="en-US" w:eastAsia="zh-CN"/>
        </w:rPr>
        <w:t>k</w:t>
      </w:r>
      <w:r>
        <w:rPr>
          <w:rFonts w:eastAsia="Malgun Gothic"/>
          <w:lang w:val="en-US" w:eastAsia="zh-CN"/>
        </w:rPr>
        <w:t>*(T</w:t>
      </w:r>
      <w:r>
        <w:rPr>
          <w:rFonts w:eastAsia="Malgun Gothic"/>
          <w:vertAlign w:val="subscript"/>
          <w:lang w:val="en-US" w:eastAsia="zh-CN"/>
        </w:rPr>
        <w:t xml:space="preserve">first-SSB </w:t>
      </w:r>
      <w:r>
        <w:rPr>
          <w:rFonts w:eastAsia="Malgun Gothic"/>
          <w:lang w:val="en-US" w:eastAsia="zh-CN"/>
        </w:rPr>
        <w:t>+ T</w:t>
      </w:r>
      <w:r>
        <w:rPr>
          <w:rFonts w:eastAsia="Malgun Gothic"/>
          <w:vertAlign w:val="subscript"/>
          <w:lang w:val="en-US" w:eastAsia="zh-CN"/>
        </w:rPr>
        <w:t>SSB-proc</w:t>
      </w:r>
      <w:r>
        <w:rPr>
          <w:rFonts w:eastAsia="Malgun Gothic"/>
          <w:lang w:val="en-US" w:eastAsia="zh-CN"/>
        </w:rPr>
        <w:t>))</w:t>
      </w:r>
      <w:r>
        <w:rPr>
          <w:lang w:val="en-US" w:eastAsia="zh-CN"/>
        </w:rPr>
        <w:t xml:space="preserve"> / </w:t>
      </w:r>
      <w:r>
        <w:rPr>
          <w:i/>
          <w:lang w:val="en-US" w:eastAsia="zh-CN"/>
        </w:rPr>
        <w:t>NR slot length</w:t>
      </w:r>
      <w:r>
        <w:rPr>
          <w:lang w:val="en-US" w:eastAsia="zh-CN"/>
        </w:rPr>
        <w:t>,</w:t>
      </w:r>
      <w:r w:rsidRPr="00DD3199">
        <w:rPr>
          <w:lang w:val="en-US" w:eastAsia="zh-CN"/>
        </w:rPr>
        <w:t xml:space="preserve"> </w:t>
      </w:r>
      <w:r w:rsidRPr="00DD3199">
        <w:rPr>
          <w:rFonts w:eastAsia="Malgun Gothic"/>
          <w:lang w:eastAsia="zh-CN"/>
        </w:rPr>
        <w:t>The UE is not required to receive PDCCH/PDSCH</w:t>
      </w:r>
      <w:r>
        <w:rPr>
          <w:rFonts w:eastAsia="Malgun Gothic"/>
          <w:lang w:eastAsia="zh-CN"/>
        </w:rPr>
        <w:t>/CSI-RS</w:t>
      </w:r>
      <w:r w:rsidRPr="00DD3199">
        <w:rPr>
          <w:rFonts w:eastAsia="Malgun Gothic"/>
          <w:lang w:eastAsia="zh-CN"/>
        </w:rPr>
        <w:t xml:space="preserve"> or transmit PUCCH/PUSCH until the end of switching period.</w:t>
      </w:r>
    </w:p>
    <w:p w14:paraId="57BED3AC" w14:textId="77777777" w:rsidR="005A78CD" w:rsidRDefault="005A78CD" w:rsidP="005A78CD">
      <w:pPr>
        <w:rPr>
          <w:rFonts w:eastAsia="Malgun Gothic"/>
          <w:lang w:eastAsia="zh-CN"/>
        </w:rPr>
      </w:pPr>
      <w:r>
        <w:rPr>
          <w:rFonts w:eastAsia="Malgun Gothic"/>
          <w:lang w:eastAsia="zh-CN"/>
        </w:rPr>
        <w:t>Where</w:t>
      </w:r>
    </w:p>
    <w:p w14:paraId="4ECB6418" w14:textId="77777777" w:rsidR="005A78CD" w:rsidRDefault="005A78CD" w:rsidP="005A78CD">
      <w:pPr>
        <w:pStyle w:val="B10"/>
        <w:rPr>
          <w:rFonts w:eastAsia="Malgun Gothic"/>
          <w:lang w:val="en-US" w:eastAsia="zh-CN"/>
        </w:rPr>
      </w:pPr>
      <w:r>
        <w:rPr>
          <w:rFonts w:hint="eastAsia"/>
          <w:lang w:val="en-US" w:eastAsia="zh-CN"/>
        </w:rPr>
        <w:t>-</w:t>
      </w:r>
      <w:r>
        <w:rPr>
          <w:lang w:val="en-US" w:eastAsia="zh-CN"/>
        </w:rPr>
        <w:tab/>
        <w:t xml:space="preserve">Slot n is the </w:t>
      </w:r>
      <w:r>
        <w:rPr>
          <w:rFonts w:eastAsia="Malgun Gothic"/>
          <w:lang w:val="en-US" w:eastAsia="zh-CN"/>
        </w:rPr>
        <w:t xml:space="preserve">last slot overlapping with the </w:t>
      </w:r>
      <w:r w:rsidRPr="00DD3199">
        <w:rPr>
          <w:rFonts w:eastAsia="Malgun Gothic"/>
          <w:lang w:val="en-US" w:eastAsia="zh-CN"/>
        </w:rPr>
        <w:t>PDSCH carrying</w:t>
      </w:r>
      <w:r w:rsidRPr="00DD3199">
        <w:rPr>
          <w:lang w:val="en-US" w:eastAsia="zh-CN"/>
        </w:rPr>
        <w:t xml:space="preserve"> </w:t>
      </w:r>
      <w:r w:rsidRPr="00DD3199">
        <w:rPr>
          <w:rFonts w:eastAsia="Malgun Gothic"/>
          <w:lang w:val="en-US" w:eastAsia="zh-CN"/>
        </w:rPr>
        <w:t>RRC activation command</w:t>
      </w:r>
      <w:r>
        <w:rPr>
          <w:rFonts w:eastAsia="Malgun Gothic"/>
          <w:lang w:val="en-US" w:eastAsia="zh-CN"/>
        </w:rPr>
        <w:t>.</w:t>
      </w:r>
    </w:p>
    <w:p w14:paraId="6BCBDB29" w14:textId="77777777" w:rsidR="005A78CD" w:rsidRDefault="005A78CD" w:rsidP="005A78CD">
      <w:pPr>
        <w:pStyle w:val="B10"/>
        <w:rPr>
          <w:lang w:val="en-US" w:eastAsia="zh-CN"/>
        </w:rPr>
      </w:pPr>
      <w:r>
        <w:rPr>
          <w:lang w:val="en-US" w:eastAsia="zh-CN"/>
        </w:rPr>
        <w:t>-</w:t>
      </w:r>
      <w:r>
        <w:rPr>
          <w:lang w:val="en-US" w:eastAsia="zh-CN"/>
        </w:rPr>
        <w:tab/>
      </w:r>
      <w:r w:rsidRPr="00DD3199">
        <w:rPr>
          <w:rFonts w:eastAsia="Malgun Gothic"/>
          <w:lang w:eastAsia="zh-CN"/>
        </w:rPr>
        <w:t>T</w:t>
      </w:r>
      <w:r w:rsidRPr="00DD3199">
        <w:rPr>
          <w:rFonts w:eastAsia="Malgun Gothic"/>
          <w:vertAlign w:val="subscript"/>
          <w:lang w:eastAsia="zh-CN"/>
        </w:rPr>
        <w:t xml:space="preserve">RRC_processing </w:t>
      </w:r>
      <w:r w:rsidRPr="00DD3199">
        <w:rPr>
          <w:rFonts w:eastAsia="Malgun Gothic"/>
          <w:lang w:eastAsia="zh-CN"/>
        </w:rPr>
        <w:t>is</w:t>
      </w:r>
      <w:r w:rsidRPr="00DD3199">
        <w:rPr>
          <w:lang w:val="en-US" w:eastAsia="zh-CN"/>
        </w:rPr>
        <w:t xml:space="preserve"> the RRC processing delay</w:t>
      </w:r>
      <w:r>
        <w:rPr>
          <w:rFonts w:hint="eastAsia"/>
          <w:lang w:val="en-US" w:eastAsia="zh-CN"/>
        </w:rPr>
        <w:t xml:space="preserve"> </w:t>
      </w:r>
      <w:r>
        <w:rPr>
          <w:lang w:val="en-US" w:eastAsia="zh-CN"/>
        </w:rPr>
        <w:t xml:space="preserve">defined in Clause 11.2 of TS 36.331 [16] if the </w:t>
      </w:r>
      <w:r>
        <w:rPr>
          <w:lang w:val="en-US"/>
        </w:rPr>
        <w:t>corresponding RRC message is embedded</w:t>
      </w:r>
      <w:r>
        <w:rPr>
          <w:rFonts w:hint="eastAsia"/>
          <w:lang w:val="en-US" w:eastAsia="zh-CN"/>
        </w:rPr>
        <w:t xml:space="preserve"> </w:t>
      </w:r>
      <w:r>
        <w:rPr>
          <w:lang w:val="en-US" w:eastAsia="zh-CN"/>
        </w:rPr>
        <w:t xml:space="preserve">in E-UTRA RRC message, otherwise it is the RRC processing delay </w:t>
      </w:r>
      <w:r>
        <w:rPr>
          <w:rFonts w:hint="eastAsia"/>
          <w:lang w:val="en-US" w:eastAsia="zh-CN"/>
        </w:rPr>
        <w:t>defined in Clause 12 of</w:t>
      </w:r>
      <w:r>
        <w:t xml:space="preserve"> TS 38.331 [2].</w:t>
      </w:r>
    </w:p>
    <w:p w14:paraId="06A3AA0F" w14:textId="77777777" w:rsidR="005A78CD" w:rsidRDefault="005A78CD" w:rsidP="005A78CD">
      <w:pPr>
        <w:pStyle w:val="B10"/>
        <w:rPr>
          <w:lang w:val="en-US" w:eastAsia="zh-CN"/>
        </w:rPr>
      </w:pPr>
      <w:r>
        <w:rPr>
          <w:lang w:val="en-US" w:eastAsia="zh-CN"/>
        </w:rPr>
        <w:t>-</w:t>
      </w:r>
      <w:r>
        <w:rPr>
          <w:lang w:val="en-US" w:eastAsia="zh-CN"/>
        </w:rPr>
        <w:tab/>
      </w:r>
      <w:r w:rsidRPr="008C6DE4">
        <w:rPr>
          <w:lang w:val="en-US" w:eastAsia="zh-CN"/>
        </w:rPr>
        <w:t>T</w:t>
      </w:r>
      <w:r w:rsidRPr="008C6DE4">
        <w:rPr>
          <w:vertAlign w:val="subscript"/>
          <w:lang w:val="en-US" w:eastAsia="zh-CN"/>
        </w:rPr>
        <w:t xml:space="preserve">first-SSB </w:t>
      </w:r>
      <w:r w:rsidRPr="008C6DE4">
        <w:rPr>
          <w:lang w:val="en-US" w:eastAsia="zh-CN"/>
        </w:rPr>
        <w:t>is time to first SSB transmission after RRC processing by the UE; The SSB shall be the QCL-TypeA or QCL-TypeC to target TCI state</w:t>
      </w:r>
      <w:r>
        <w:rPr>
          <w:lang w:val="en-US" w:eastAsia="zh-CN"/>
        </w:rPr>
        <w:t>.</w:t>
      </w:r>
    </w:p>
    <w:p w14:paraId="4FBFC628" w14:textId="77777777" w:rsidR="005A78CD" w:rsidRPr="008C6DE4" w:rsidRDefault="005A78CD" w:rsidP="005A78CD">
      <w:pPr>
        <w:pStyle w:val="B10"/>
        <w:rPr>
          <w:rFonts w:eastAsia="Times New Roman"/>
          <w:lang w:val="en-US" w:eastAsia="zh-CN"/>
        </w:rPr>
      </w:pPr>
      <w:r w:rsidRPr="00646401">
        <w:rPr>
          <w:rFonts w:eastAsia="Times New Roman"/>
          <w:lang w:val="en-US" w:eastAsia="zh-CN"/>
        </w:rPr>
        <w:t>-</w:t>
      </w:r>
      <w:r>
        <w:rPr>
          <w:rFonts w:eastAsia="Times New Roman"/>
          <w:lang w:val="en-US" w:eastAsia="zh-CN"/>
        </w:rPr>
        <w:tab/>
      </w:r>
      <w:r w:rsidRPr="00DD3199">
        <w:rPr>
          <w:rFonts w:eastAsia="Malgun Gothic"/>
          <w:lang w:val="en-US" w:eastAsia="zh-CN"/>
        </w:rPr>
        <w:t>T</w:t>
      </w:r>
      <w:r w:rsidRPr="00DD3199">
        <w:rPr>
          <w:rFonts w:eastAsia="Malgun Gothic"/>
          <w:vertAlign w:val="subscript"/>
          <w:lang w:val="en-US" w:eastAsia="zh-CN"/>
        </w:rPr>
        <w:t xml:space="preserve">SSB-proc </w:t>
      </w:r>
      <w:r w:rsidRPr="00DD3199">
        <w:rPr>
          <w:rFonts w:eastAsia="Malgun Gothic"/>
          <w:lang w:val="en-US" w:eastAsia="zh-CN"/>
        </w:rPr>
        <w:t>and TO</w:t>
      </w:r>
      <w:r w:rsidRPr="00DD3199">
        <w:rPr>
          <w:rFonts w:eastAsia="Malgun Gothic"/>
          <w:vertAlign w:val="subscript"/>
          <w:lang w:val="en-US" w:eastAsia="zh-CN"/>
        </w:rPr>
        <w:t>k</w:t>
      </w:r>
      <w:r w:rsidRPr="00DD3199">
        <w:rPr>
          <w:rFonts w:eastAsia="Malgun Gothic"/>
          <w:lang w:val="en-US" w:eastAsia="zh-CN"/>
        </w:rPr>
        <w:t xml:space="preserve"> are defined in </w:t>
      </w:r>
      <w:r w:rsidRPr="00DD3199">
        <w:rPr>
          <w:lang w:val="en-US" w:eastAsia="ko-KR"/>
        </w:rPr>
        <w:t>clause</w:t>
      </w:r>
      <w:r w:rsidRPr="00DD3199">
        <w:rPr>
          <w:rFonts w:eastAsia="Malgun Gothic"/>
          <w:lang w:val="en-US" w:eastAsia="zh-CN"/>
        </w:rPr>
        <w:t xml:space="preserve"> 8.10.3</w:t>
      </w:r>
      <w:r>
        <w:rPr>
          <w:rFonts w:eastAsia="Malgun Gothic"/>
          <w:lang w:val="en-US" w:eastAsia="zh-CN"/>
        </w:rPr>
        <w:t>.</w:t>
      </w:r>
    </w:p>
    <w:p w14:paraId="0B21DC07" w14:textId="19971584" w:rsidR="005A78CD" w:rsidRDefault="005A78CD" w:rsidP="005A78CD">
      <w:pPr>
        <w:rPr>
          <w:rFonts w:eastAsia="Malgun Gothic"/>
          <w:lang w:eastAsia="zh-CN"/>
        </w:rPr>
      </w:pPr>
      <w:r>
        <w:rPr>
          <w:rFonts w:eastAsia="Malgun Gothic"/>
          <w:lang w:val="en-US" w:eastAsia="zh-CN"/>
        </w:rPr>
        <w:t xml:space="preserve">If the target TCI state is unknown, </w:t>
      </w:r>
      <w:r>
        <w:rPr>
          <w:lang w:val="en-US" w:eastAsia="zh-CN"/>
        </w:rPr>
        <w:t>UE shall be able to receive PD</w:t>
      </w:r>
      <w:r>
        <w:rPr>
          <w:rFonts w:eastAsia="Malgun Gothic"/>
          <w:lang w:val="en-US" w:eastAsia="zh-CN"/>
        </w:rPr>
        <w:t>C</w:t>
      </w:r>
      <w:r>
        <w:rPr>
          <w:lang w:val="en-US" w:eastAsia="zh-CN"/>
        </w:rPr>
        <w:t xml:space="preserve">CH with target </w:t>
      </w:r>
      <w:r>
        <w:rPr>
          <w:rFonts w:eastAsia="Malgun Gothic"/>
          <w:lang w:val="en-US" w:eastAsia="zh-CN"/>
        </w:rPr>
        <w:t>TCI state</w:t>
      </w:r>
      <w:r>
        <w:rPr>
          <w:lang w:val="en-US" w:eastAsia="zh-CN"/>
        </w:rPr>
        <w:t xml:space="preserve"> </w:t>
      </w:r>
      <w:r>
        <w:rPr>
          <w:rFonts w:eastAsia="Malgun Gothic"/>
          <w:lang w:val="en-US" w:eastAsia="zh-CN"/>
        </w:rPr>
        <w:t>of</w:t>
      </w:r>
      <w:r>
        <w:rPr>
          <w:lang w:val="en-US" w:eastAsia="zh-CN"/>
        </w:rPr>
        <w:t xml:space="preserve"> the serving cell on which </w:t>
      </w:r>
      <w:r>
        <w:rPr>
          <w:rFonts w:eastAsia="Malgun Gothic"/>
          <w:lang w:val="en-US" w:eastAsia="zh-CN"/>
        </w:rPr>
        <w:t>TCI state</w:t>
      </w:r>
      <w:r>
        <w:rPr>
          <w:lang w:val="en-US" w:eastAsia="zh-CN"/>
        </w:rPr>
        <w:t xml:space="preserve"> switch occurs </w:t>
      </w:r>
      <w:r w:rsidRPr="008E0A22">
        <w:rPr>
          <w:rFonts w:eastAsia="Malgun Gothic"/>
          <w:lang w:val="en-US" w:eastAsia="zh-CN"/>
        </w:rPr>
        <w:t>at the first slot that is after</w:t>
      </w:r>
      <w:r>
        <w:rPr>
          <w:lang w:val="en-US" w:eastAsia="zh-CN"/>
        </w:rPr>
        <w:t xml:space="preserve"> slot n+</w:t>
      </w:r>
      <w:r>
        <w:rPr>
          <w:rFonts w:eastAsia="Malgun Gothic"/>
          <w:lang w:eastAsia="zh-CN"/>
        </w:rPr>
        <w:t xml:space="preserve"> (T</w:t>
      </w:r>
      <w:r>
        <w:rPr>
          <w:rFonts w:eastAsia="Malgun Gothic"/>
          <w:vertAlign w:val="subscript"/>
          <w:lang w:eastAsia="zh-CN"/>
        </w:rPr>
        <w:t xml:space="preserve">RRC_processing </w:t>
      </w:r>
      <w:r>
        <w:rPr>
          <w:rFonts w:eastAsia="Malgun Gothic"/>
          <w:lang w:eastAsia="zh-CN"/>
        </w:rPr>
        <w:t xml:space="preserve"> </w:t>
      </w:r>
      <w:r>
        <w:rPr>
          <w:rFonts w:eastAsia="Malgun Gothic"/>
          <w:lang w:val="en-US" w:eastAsia="zh-CN"/>
        </w:rPr>
        <w:t>+</w:t>
      </w:r>
      <w:r>
        <w:rPr>
          <w:lang w:eastAsia="en-GB"/>
        </w:rPr>
        <w:t>T</w:t>
      </w:r>
      <w:r>
        <w:rPr>
          <w:vertAlign w:val="subscript"/>
          <w:lang w:eastAsia="en-GB"/>
        </w:rPr>
        <w:t xml:space="preserve">L1-RSRP </w:t>
      </w:r>
      <w:r>
        <w:rPr>
          <w:rFonts w:eastAsia="Malgun Gothic"/>
          <w:lang w:val="en-US" w:eastAsia="zh-CN"/>
        </w:rPr>
        <w:t>+TO</w:t>
      </w:r>
      <w:r>
        <w:rPr>
          <w:rFonts w:eastAsia="Malgun Gothic"/>
          <w:vertAlign w:val="subscript"/>
          <w:lang w:val="en-US" w:eastAsia="zh-CN"/>
        </w:rPr>
        <w:t>uk</w:t>
      </w:r>
      <w:r>
        <w:rPr>
          <w:rFonts w:eastAsia="Malgun Gothic"/>
          <w:lang w:val="en-US" w:eastAsia="zh-CN"/>
        </w:rPr>
        <w:t>*(T</w:t>
      </w:r>
      <w:r>
        <w:rPr>
          <w:rFonts w:eastAsia="Malgun Gothic"/>
          <w:vertAlign w:val="subscript"/>
          <w:lang w:val="en-US" w:eastAsia="zh-CN"/>
        </w:rPr>
        <w:t xml:space="preserve">first-SSB </w:t>
      </w:r>
      <w:r>
        <w:rPr>
          <w:rFonts w:eastAsia="Malgun Gothic"/>
          <w:lang w:val="en-US" w:eastAsia="zh-CN"/>
        </w:rPr>
        <w:t>+ T</w:t>
      </w:r>
      <w:r>
        <w:rPr>
          <w:rFonts w:eastAsia="Malgun Gothic"/>
          <w:vertAlign w:val="subscript"/>
          <w:lang w:val="en-US" w:eastAsia="zh-CN"/>
        </w:rPr>
        <w:t>SSB-proc</w:t>
      </w:r>
      <w:r>
        <w:rPr>
          <w:rFonts w:eastAsia="Malgun Gothic"/>
          <w:lang w:val="en-US" w:eastAsia="zh-CN"/>
        </w:rPr>
        <w:t>))</w:t>
      </w:r>
      <w:r>
        <w:rPr>
          <w:lang w:val="en-US" w:eastAsia="zh-CN"/>
        </w:rPr>
        <w:t xml:space="preserve"> / </w:t>
      </w:r>
      <w:r>
        <w:rPr>
          <w:i/>
          <w:lang w:val="en-US" w:eastAsia="zh-CN"/>
        </w:rPr>
        <w:t>NR slot length</w:t>
      </w:r>
      <w:r>
        <w:rPr>
          <w:lang w:val="en-US" w:eastAsia="zh-CN"/>
        </w:rPr>
        <w:t xml:space="preserve">, </w:t>
      </w:r>
      <w:r>
        <w:rPr>
          <w:rFonts w:eastAsia="Malgun Gothic"/>
          <w:lang w:eastAsia="zh-CN"/>
        </w:rPr>
        <w:t>The UE is not required to receive PDCCH/PDSCH/CSI-RS or transmit PUCCH/PUSCH until the end of switching period.</w:t>
      </w:r>
    </w:p>
    <w:p w14:paraId="2D02B6CF" w14:textId="77777777" w:rsidR="005A78CD" w:rsidRDefault="005A78CD" w:rsidP="005A78CD">
      <w:pPr>
        <w:rPr>
          <w:rFonts w:eastAsia="Malgun Gothic"/>
          <w:lang w:eastAsia="zh-CN"/>
        </w:rPr>
      </w:pPr>
      <w:r>
        <w:rPr>
          <w:rFonts w:eastAsia="Malgun Gothic"/>
          <w:lang w:eastAsia="zh-CN"/>
        </w:rPr>
        <w:t>Where</w:t>
      </w:r>
    </w:p>
    <w:p w14:paraId="5C2BFADD" w14:textId="77777777" w:rsidR="005A78CD" w:rsidRDefault="005A78CD" w:rsidP="005A78CD">
      <w:pPr>
        <w:pStyle w:val="B10"/>
        <w:rPr>
          <w:rFonts w:eastAsia="Malgun Gothic"/>
          <w:lang w:val="en-US" w:eastAsia="zh-CN"/>
        </w:rPr>
      </w:pPr>
      <w:r>
        <w:rPr>
          <w:rFonts w:hint="eastAsia"/>
          <w:lang w:val="en-US" w:eastAsia="zh-CN"/>
        </w:rPr>
        <w:t>-</w:t>
      </w:r>
      <w:r>
        <w:rPr>
          <w:lang w:val="en-US" w:eastAsia="zh-CN"/>
        </w:rPr>
        <w:tab/>
        <w:t xml:space="preserve">Slot n is the </w:t>
      </w:r>
      <w:r>
        <w:rPr>
          <w:rFonts w:eastAsia="Malgun Gothic"/>
          <w:lang w:val="en-US" w:eastAsia="zh-CN"/>
        </w:rPr>
        <w:t xml:space="preserve">last slot overlapping with the </w:t>
      </w:r>
      <w:r w:rsidRPr="00DD3199">
        <w:rPr>
          <w:rFonts w:eastAsia="Malgun Gothic"/>
          <w:lang w:val="en-US" w:eastAsia="zh-CN"/>
        </w:rPr>
        <w:t>PDSCH carrying</w:t>
      </w:r>
      <w:r w:rsidRPr="00DD3199">
        <w:rPr>
          <w:lang w:val="en-US" w:eastAsia="zh-CN"/>
        </w:rPr>
        <w:t xml:space="preserve"> </w:t>
      </w:r>
      <w:r w:rsidRPr="00DD3199">
        <w:rPr>
          <w:rFonts w:eastAsia="Malgun Gothic"/>
          <w:lang w:val="en-US" w:eastAsia="zh-CN"/>
        </w:rPr>
        <w:t>RRC activation command</w:t>
      </w:r>
      <w:r>
        <w:rPr>
          <w:rFonts w:eastAsia="Malgun Gothic"/>
          <w:lang w:val="en-US" w:eastAsia="zh-CN"/>
        </w:rPr>
        <w:t>.</w:t>
      </w:r>
    </w:p>
    <w:p w14:paraId="1E43DE0F" w14:textId="77777777" w:rsidR="005A78CD" w:rsidRDefault="005A78CD" w:rsidP="005A78CD">
      <w:pPr>
        <w:pStyle w:val="B10"/>
        <w:rPr>
          <w:lang w:val="en-US" w:eastAsia="zh-CN"/>
        </w:rPr>
      </w:pPr>
      <w:r>
        <w:rPr>
          <w:lang w:val="en-US" w:eastAsia="zh-CN"/>
        </w:rPr>
        <w:t>-</w:t>
      </w:r>
      <w:r>
        <w:rPr>
          <w:lang w:val="en-US" w:eastAsia="zh-CN"/>
        </w:rPr>
        <w:tab/>
      </w:r>
      <w:r w:rsidRPr="00DD3199">
        <w:rPr>
          <w:rFonts w:eastAsia="Malgun Gothic"/>
          <w:lang w:eastAsia="zh-CN"/>
        </w:rPr>
        <w:t>T</w:t>
      </w:r>
      <w:r w:rsidRPr="00DD3199">
        <w:rPr>
          <w:rFonts w:eastAsia="Malgun Gothic"/>
          <w:vertAlign w:val="subscript"/>
          <w:lang w:eastAsia="zh-CN"/>
        </w:rPr>
        <w:t xml:space="preserve">RRC_processing </w:t>
      </w:r>
      <w:r w:rsidRPr="00DD3199">
        <w:rPr>
          <w:rFonts w:eastAsia="Malgun Gothic"/>
          <w:lang w:eastAsia="zh-CN"/>
        </w:rPr>
        <w:t>is</w:t>
      </w:r>
      <w:r w:rsidRPr="00DD3199">
        <w:rPr>
          <w:lang w:val="en-US" w:eastAsia="zh-CN"/>
        </w:rPr>
        <w:t xml:space="preserve"> the RRC processing delay</w:t>
      </w:r>
      <w:r>
        <w:rPr>
          <w:rFonts w:hint="eastAsia"/>
          <w:lang w:val="en-US" w:eastAsia="zh-CN"/>
        </w:rPr>
        <w:t xml:space="preserve"> </w:t>
      </w:r>
      <w:r>
        <w:rPr>
          <w:lang w:val="en-US" w:eastAsia="zh-CN"/>
        </w:rPr>
        <w:t xml:space="preserve">defined in Clause 11.2 of TS 36.331 [16] if the </w:t>
      </w:r>
      <w:r>
        <w:rPr>
          <w:lang w:val="en-US"/>
        </w:rPr>
        <w:t>corresponding RRC message is embedded</w:t>
      </w:r>
      <w:r>
        <w:rPr>
          <w:rFonts w:hint="eastAsia"/>
          <w:lang w:val="en-US" w:eastAsia="zh-CN"/>
        </w:rPr>
        <w:t xml:space="preserve"> </w:t>
      </w:r>
      <w:r>
        <w:rPr>
          <w:lang w:val="en-US" w:eastAsia="zh-CN"/>
        </w:rPr>
        <w:t xml:space="preserve">in E-UTRA RRC message, otherwise it is the RRC processing delay </w:t>
      </w:r>
      <w:r>
        <w:rPr>
          <w:rFonts w:hint="eastAsia"/>
          <w:lang w:val="en-US" w:eastAsia="zh-CN"/>
        </w:rPr>
        <w:t>defined in Clause 12 of</w:t>
      </w:r>
      <w:r>
        <w:t xml:space="preserve"> TS 38.331 [2].</w:t>
      </w:r>
    </w:p>
    <w:p w14:paraId="2CAA9CE6" w14:textId="77777777" w:rsidR="005A78CD" w:rsidRPr="008C6DE4" w:rsidRDefault="005A78CD" w:rsidP="005A78CD">
      <w:pPr>
        <w:pStyle w:val="B10"/>
        <w:rPr>
          <w:rFonts w:eastAsia="Times New Roman"/>
          <w:lang w:val="en-US" w:eastAsia="zh-CN"/>
        </w:rPr>
      </w:pPr>
      <w:r>
        <w:rPr>
          <w:lang w:val="en-US" w:eastAsia="zh-CN"/>
        </w:rPr>
        <w:t>-</w:t>
      </w:r>
      <w:r>
        <w:rPr>
          <w:lang w:val="en-US" w:eastAsia="zh-CN"/>
        </w:rPr>
        <w:tab/>
      </w:r>
      <w:r w:rsidRPr="008C6DE4">
        <w:rPr>
          <w:lang w:val="en-US" w:eastAsia="zh-CN"/>
        </w:rPr>
        <w:t>T</w:t>
      </w:r>
      <w:r w:rsidRPr="008C6DE4">
        <w:rPr>
          <w:vertAlign w:val="subscript"/>
          <w:lang w:val="en-US" w:eastAsia="zh-CN"/>
        </w:rPr>
        <w:t xml:space="preserve">first-SSB </w:t>
      </w:r>
      <w:r w:rsidRPr="008C6DE4">
        <w:rPr>
          <w:lang w:val="en-US" w:eastAsia="zh-CN"/>
        </w:rPr>
        <w:t xml:space="preserve">is time to first SSB transmission after L1-RSRP measurement when TCI state switching involves QCL-TypeD; </w:t>
      </w:r>
    </w:p>
    <w:p w14:paraId="2851E6EB" w14:textId="77777777" w:rsidR="005A78CD" w:rsidRPr="008C6DE4" w:rsidRDefault="005A78CD" w:rsidP="005A78CD">
      <w:pPr>
        <w:pStyle w:val="B10"/>
      </w:pPr>
      <w:r>
        <w:rPr>
          <w:lang w:val="en-US" w:eastAsia="zh-CN"/>
        </w:rPr>
        <w:t>-</w:t>
      </w:r>
      <w:r>
        <w:rPr>
          <w:lang w:val="en-US" w:eastAsia="zh-CN"/>
        </w:rPr>
        <w:tab/>
      </w:r>
      <w:r w:rsidRPr="008C6DE4">
        <w:rPr>
          <w:lang w:val="en-US" w:eastAsia="zh-CN"/>
        </w:rPr>
        <w:t>T</w:t>
      </w:r>
      <w:r w:rsidRPr="008C6DE4">
        <w:rPr>
          <w:vertAlign w:val="subscript"/>
          <w:lang w:val="en-US" w:eastAsia="zh-CN"/>
        </w:rPr>
        <w:t xml:space="preserve">first-SSB </w:t>
      </w:r>
      <w:r w:rsidRPr="008C6DE4">
        <w:rPr>
          <w:lang w:val="en-US" w:eastAsia="zh-CN"/>
        </w:rPr>
        <w:t>is time to first SSB transmission after RRC processing time at the UE for other QCL types;</w:t>
      </w:r>
      <w:r w:rsidRPr="008C6DE4">
        <w:rPr>
          <w:lang w:val="en-US"/>
        </w:rPr>
        <w:t xml:space="preserve"> </w:t>
      </w:r>
    </w:p>
    <w:p w14:paraId="69148429" w14:textId="77777777" w:rsidR="005A78CD" w:rsidRDefault="005A78CD" w:rsidP="005A78CD">
      <w:pPr>
        <w:pStyle w:val="B2"/>
        <w:rPr>
          <w:lang w:val="en-US" w:eastAsia="zh-CN"/>
        </w:rPr>
      </w:pPr>
      <w:r>
        <w:rPr>
          <w:lang w:val="en-US" w:eastAsia="zh-CN"/>
        </w:rPr>
        <w:t>-</w:t>
      </w:r>
      <w:r>
        <w:rPr>
          <w:lang w:val="en-US" w:eastAsia="zh-CN"/>
        </w:rPr>
        <w:tab/>
      </w:r>
      <w:r w:rsidRPr="008C6DE4">
        <w:rPr>
          <w:lang w:val="en-US" w:eastAsia="zh-CN"/>
        </w:rPr>
        <w:t>The SSB shall be the QCL-TypeA or QCL-TypeC to target TCI state</w:t>
      </w:r>
    </w:p>
    <w:p w14:paraId="531EFAFA" w14:textId="77777777" w:rsidR="005A78CD" w:rsidRPr="0031187B" w:rsidRDefault="005A78CD" w:rsidP="00646401">
      <w:pPr>
        <w:pStyle w:val="B10"/>
        <w:rPr>
          <w:lang w:val="en-US" w:eastAsia="zh-CN"/>
        </w:rPr>
      </w:pPr>
      <w:r>
        <w:rPr>
          <w:lang w:val="en-US" w:eastAsia="zh-CN"/>
        </w:rPr>
        <w:t>-</w:t>
      </w:r>
      <w:r>
        <w:rPr>
          <w:lang w:val="en-US" w:eastAsia="zh-CN"/>
        </w:rPr>
        <w:tab/>
      </w:r>
      <w:r>
        <w:rPr>
          <w:lang w:eastAsia="en-GB"/>
        </w:rPr>
        <w:t>T</w:t>
      </w:r>
      <w:r>
        <w:rPr>
          <w:vertAlign w:val="subscript"/>
          <w:lang w:eastAsia="en-GB"/>
        </w:rPr>
        <w:t>L1-RSRP</w:t>
      </w:r>
      <w:r>
        <w:rPr>
          <w:rFonts w:eastAsia="Malgun Gothic"/>
          <w:lang w:eastAsia="zh-CN"/>
        </w:rPr>
        <w:t xml:space="preserve">, </w:t>
      </w:r>
      <w:r>
        <w:rPr>
          <w:rFonts w:eastAsia="Malgun Gothic"/>
          <w:lang w:val="en-US" w:eastAsia="zh-CN"/>
        </w:rPr>
        <w:t>TO</w:t>
      </w:r>
      <w:r>
        <w:rPr>
          <w:rFonts w:eastAsia="Malgun Gothic"/>
          <w:vertAlign w:val="subscript"/>
          <w:lang w:val="en-US" w:eastAsia="zh-CN"/>
        </w:rPr>
        <w:t>uk</w:t>
      </w:r>
      <w:r w:rsidRPr="00DD3199">
        <w:rPr>
          <w:rFonts w:eastAsia="Malgun Gothic"/>
          <w:lang w:eastAsia="zh-CN"/>
        </w:rPr>
        <w:t xml:space="preserve"> </w:t>
      </w:r>
      <w:r>
        <w:rPr>
          <w:rFonts w:eastAsia="Malgun Gothic"/>
          <w:lang w:eastAsia="zh-CN"/>
        </w:rPr>
        <w:t xml:space="preserve">and </w:t>
      </w:r>
      <w:r>
        <w:rPr>
          <w:rFonts w:eastAsia="Malgun Gothic"/>
          <w:lang w:val="en-US" w:eastAsia="zh-CN"/>
        </w:rPr>
        <w:t>T</w:t>
      </w:r>
      <w:r>
        <w:rPr>
          <w:rFonts w:eastAsia="Malgun Gothic"/>
          <w:vertAlign w:val="subscript"/>
          <w:lang w:val="en-US" w:eastAsia="zh-CN"/>
        </w:rPr>
        <w:t>SSB-proc</w:t>
      </w:r>
      <w:r w:rsidRPr="00DD3199">
        <w:rPr>
          <w:rFonts w:eastAsia="Malgun Gothic"/>
          <w:lang w:eastAsia="zh-CN"/>
        </w:rPr>
        <w:t xml:space="preserve"> </w:t>
      </w:r>
      <w:r w:rsidRPr="00DD3199">
        <w:rPr>
          <w:rFonts w:eastAsia="Malgun Gothic"/>
          <w:lang w:val="en-US" w:eastAsia="zh-CN"/>
        </w:rPr>
        <w:t xml:space="preserve">are defined in </w:t>
      </w:r>
      <w:r w:rsidRPr="00DD3199">
        <w:rPr>
          <w:lang w:val="en-US" w:eastAsia="ko-KR"/>
        </w:rPr>
        <w:t>clause</w:t>
      </w:r>
      <w:r w:rsidRPr="00DD3199">
        <w:rPr>
          <w:rFonts w:eastAsia="Malgun Gothic"/>
          <w:lang w:val="en-US" w:eastAsia="zh-CN"/>
        </w:rPr>
        <w:t xml:space="preserve"> 8.10.3</w:t>
      </w:r>
      <w:r>
        <w:rPr>
          <w:rFonts w:eastAsia="Malgun Gothic"/>
          <w:lang w:val="en-US" w:eastAsia="zh-CN"/>
        </w:rPr>
        <w:t>.</w:t>
      </w:r>
    </w:p>
    <w:p w14:paraId="6906CE46" w14:textId="310D697A" w:rsidR="006F3754" w:rsidRDefault="00EE1801" w:rsidP="006F3754">
      <w:pPr>
        <w:spacing w:after="0"/>
        <w:rPr>
          <w:lang w:val="en-US" w:eastAsia="zh-CN"/>
        </w:rPr>
      </w:pPr>
      <w:r w:rsidRPr="008C6DE4">
        <w:rPr>
          <w:lang w:val="en-US" w:eastAsia="zh-CN"/>
        </w:rPr>
        <w:t>The requirements for RRC based TCI state switch delay apply when only 1 TCI state is configured in RRC TCI state list.</w:t>
      </w:r>
      <w:r w:rsidR="006F3754" w:rsidRPr="006F3754">
        <w:rPr>
          <w:lang w:val="en-US" w:eastAsia="zh-CN"/>
        </w:rPr>
        <w:t xml:space="preserve"> </w:t>
      </w:r>
      <w:r w:rsidR="00A01479">
        <w:rPr>
          <w:lang w:val="en-US" w:eastAsia="zh-CN"/>
        </w:rPr>
        <w:t xml:space="preserve">When  </w:t>
      </w:r>
      <m:oMath>
        <m:sSub>
          <m:sSubPr>
            <m:ctrlPr>
              <w:rPr>
                <w:rFonts w:ascii="Cambria Math" w:hAnsi="Cambria Math"/>
                <w:i/>
                <w:lang w:val="en-US" w:eastAsia="zh-CN"/>
              </w:rPr>
            </m:ctrlPr>
          </m:sSubPr>
          <m:e>
            <m:sSub>
              <m:sSubPr>
                <m:ctrlPr>
                  <w:rPr>
                    <w:rFonts w:ascii="Cambria Math" w:hAnsi="Cambria Math"/>
                    <w:i/>
                    <w:lang w:val="en-US" w:eastAsia="zh-CN"/>
                  </w:rPr>
                </m:ctrlPr>
              </m:sSubPr>
              <m:e>
                <m:r>
                  <w:rPr>
                    <w:rFonts w:ascii="Cambria Math" w:hAnsi="Cambria Math"/>
                    <w:lang w:val="en-US" w:eastAsia="zh-CN"/>
                  </w:rPr>
                  <m:t>T</m:t>
                </m:r>
              </m:e>
              <m:sub>
                <m:r>
                  <w:rPr>
                    <w:rFonts w:ascii="Cambria Math" w:hAnsi="Cambria Math"/>
                    <w:lang w:val="en-US" w:eastAsia="zh-CN"/>
                  </w:rPr>
                  <m:t>HARQ</m:t>
                </m:r>
              </m:sub>
            </m:sSub>
            <m:r>
              <w:rPr>
                <w:rFonts w:ascii="Cambria Math" w:hAnsi="Cambria Math"/>
                <w:lang w:val="en-US" w:eastAsia="zh-CN"/>
              </w:rPr>
              <m:t>&gt; T</m:t>
            </m:r>
          </m:e>
          <m:sub>
            <m:r>
              <w:rPr>
                <w:rFonts w:ascii="Cambria Math" w:hAnsi="Cambria Math"/>
                <w:lang w:val="en-US" w:eastAsia="zh-CN"/>
              </w:rPr>
              <m:t>RRC_processing</m:t>
            </m:r>
          </m:sub>
        </m:sSub>
      </m:oMath>
      <w:r w:rsidR="00A01479">
        <w:rPr>
          <w:lang w:val="en-US" w:eastAsia="zh-CN"/>
        </w:rPr>
        <w:t xml:space="preserve"> a longer switching delay is allowed. Where </w:t>
      </w:r>
      <m:oMath>
        <m:sSub>
          <m:sSubPr>
            <m:ctrlPr>
              <w:rPr>
                <w:rFonts w:ascii="Cambria Math" w:hAnsi="Cambria Math"/>
                <w:i/>
                <w:lang w:val="en-US" w:eastAsia="zh-CN"/>
              </w:rPr>
            </m:ctrlPr>
          </m:sSubPr>
          <m:e>
            <m:r>
              <w:rPr>
                <w:rFonts w:ascii="Cambria Math" w:hAnsi="Cambria Math"/>
                <w:lang w:val="en-US" w:eastAsia="zh-CN"/>
              </w:rPr>
              <m:t>T</m:t>
            </m:r>
          </m:e>
          <m:sub>
            <m:r>
              <w:rPr>
                <w:rFonts w:ascii="Cambria Math" w:hAnsi="Cambria Math"/>
                <w:lang w:val="en-US" w:eastAsia="zh-CN"/>
              </w:rPr>
              <m:t>HARQ</m:t>
            </m:r>
          </m:sub>
        </m:sSub>
      </m:oMath>
      <w:r w:rsidR="00A01479" w:rsidRPr="00333C1B">
        <w:rPr>
          <w:lang w:eastAsia="zh-CN"/>
        </w:rPr>
        <w:t xml:space="preserve"> </w:t>
      </w:r>
      <w:r w:rsidR="00A01479" w:rsidRPr="002E6EA6">
        <w:rPr>
          <w:lang w:eastAsia="zh-CN"/>
        </w:rPr>
        <w:t>is the tim</w:t>
      </w:r>
      <w:r w:rsidR="00A01479">
        <w:rPr>
          <w:lang w:eastAsia="zh-CN"/>
        </w:rPr>
        <w:t>e</w:t>
      </w:r>
      <w:r w:rsidR="00A01479" w:rsidRPr="002E6EA6">
        <w:rPr>
          <w:lang w:eastAsia="zh-CN"/>
        </w:rPr>
        <w:t xml:space="preserve"> between DL data transmission and acknowledgement as specified in TS 38.213 [3].</w:t>
      </w:r>
    </w:p>
    <w:p w14:paraId="187D2033" w14:textId="77777777" w:rsidR="006F3754" w:rsidRPr="006F3754" w:rsidRDefault="006F3754" w:rsidP="006F3754">
      <w:pPr>
        <w:spacing w:after="0"/>
        <w:rPr>
          <w:i/>
          <w:lang w:eastAsia="zh-CN"/>
        </w:rPr>
      </w:pPr>
    </w:p>
    <w:p w14:paraId="0479855A" w14:textId="3FD7A9A2" w:rsidR="009B0041" w:rsidRPr="006F3754" w:rsidRDefault="009B0041" w:rsidP="006F3754">
      <w:pPr>
        <w:pStyle w:val="Heading3"/>
        <w:rPr>
          <w:lang w:val="en-US"/>
        </w:rPr>
      </w:pPr>
      <w:r w:rsidRPr="006F3754">
        <w:rPr>
          <w:lang w:val="en-US"/>
        </w:rPr>
        <w:t>8.10.6</w:t>
      </w:r>
      <w:r w:rsidRPr="006F3754">
        <w:rPr>
          <w:lang w:val="en-US"/>
        </w:rPr>
        <w:tab/>
        <w:t>Active TCI state list update delay</w:t>
      </w:r>
    </w:p>
    <w:p w14:paraId="4F281BAF" w14:textId="2C421640" w:rsidR="00642CDC" w:rsidRDefault="00642CDC" w:rsidP="00642CDC">
      <w:pPr>
        <w:rPr>
          <w:rFonts w:eastAsia="Malgun Gothic"/>
          <w:lang w:val="en-US" w:eastAsia="zh-CN"/>
        </w:rPr>
      </w:pPr>
      <w:r w:rsidRPr="00DD3199">
        <w:rPr>
          <w:rFonts w:eastAsia="Malgun Gothic"/>
          <w:lang w:val="en-US" w:eastAsia="zh-CN"/>
        </w:rPr>
        <w:t>If the target TCI state is known, upon</w:t>
      </w:r>
      <w:r w:rsidRPr="00DD3199">
        <w:rPr>
          <w:lang w:val="en-US" w:eastAsia="zh-CN"/>
        </w:rPr>
        <w:t xml:space="preserve"> receiv</w:t>
      </w:r>
      <w:r w:rsidRPr="00DD3199">
        <w:rPr>
          <w:rFonts w:eastAsia="Malgun Gothic"/>
          <w:lang w:val="en-US" w:eastAsia="zh-CN"/>
        </w:rPr>
        <w:t>ing PDSCH carrying</w:t>
      </w:r>
      <w:r w:rsidRPr="00DD3199">
        <w:rPr>
          <w:lang w:val="en-US" w:eastAsia="zh-CN"/>
        </w:rPr>
        <w:t xml:space="preserve"> </w:t>
      </w:r>
      <w:r w:rsidRPr="00DD3199">
        <w:rPr>
          <w:rFonts w:eastAsia="Malgun Gothic"/>
          <w:lang w:val="en-US" w:eastAsia="zh-CN"/>
        </w:rPr>
        <w:t>MAC-CE active TCI state list update at slot n</w:t>
      </w:r>
      <w:r w:rsidRPr="00DD3199">
        <w:rPr>
          <w:lang w:val="en-US" w:eastAsia="zh-CN"/>
        </w:rPr>
        <w:t xml:space="preserve">, UE shall be able to receive PDCCH to schedule PDSCH with the new target TCI state </w:t>
      </w:r>
      <w:r w:rsidRPr="008E0A22">
        <w:rPr>
          <w:rFonts w:eastAsia="Malgun Gothic"/>
          <w:lang w:val="en-US" w:eastAsia="zh-CN"/>
        </w:rPr>
        <w:t>at the first slot that is after</w:t>
      </w:r>
      <w:r w:rsidRPr="00DD3199">
        <w:rPr>
          <w:lang w:val="en-US" w:eastAsia="zh-CN"/>
        </w:rPr>
        <w:t xml:space="preserve"> n+</w:t>
      </w:r>
      <w:r w:rsidRPr="00DD3199">
        <w:rPr>
          <w:rFonts w:eastAsia="Malgun Gothic"/>
          <w:lang w:eastAsia="zh-CN"/>
        </w:rPr>
        <w:t xml:space="preserve"> T</w:t>
      </w:r>
      <w:r w:rsidRPr="00DD3199">
        <w:rPr>
          <w:rFonts w:eastAsia="Malgun Gothic"/>
          <w:vertAlign w:val="subscript"/>
          <w:lang w:eastAsia="zh-CN"/>
        </w:rPr>
        <w:t>HARQ</w:t>
      </w:r>
      <w:r w:rsidRPr="00DD3199">
        <w:rPr>
          <w:rFonts w:eastAsia="Malgun Gothic"/>
          <w:lang w:eastAsia="zh-CN"/>
        </w:rPr>
        <w:t xml:space="preserve"> +</w:t>
      </w:r>
      <m:oMath>
        <m:sSubSup>
          <m:sSubSupPr>
            <m:ctrlPr>
              <w:rPr>
                <w:rFonts w:ascii="Cambria Math" w:hAnsi="Cambria Math"/>
              </w:rPr>
            </m:ctrlPr>
          </m:sSubSupPr>
          <m:e>
            <m:r>
              <m:rPr>
                <m:sty m:val="p"/>
              </m:rPr>
              <w:rPr>
                <w:rFonts w:ascii="Cambria Math" w:hAnsi="Cambria Math"/>
              </w:rPr>
              <m:t>3N</m:t>
            </m:r>
          </m:e>
          <m:sub>
            <m:r>
              <m:rPr>
                <m:sty m:val="p"/>
              </m:rPr>
              <w:rPr>
                <w:rFonts w:ascii="Cambria Math" w:hAnsi="Cambria Math"/>
              </w:rPr>
              <m:t>slot</m:t>
            </m:r>
          </m:sub>
          <m:sup>
            <m:r>
              <m:rPr>
                <m:sty m:val="p"/>
              </m:rPr>
              <w:rPr>
                <w:rFonts w:ascii="Cambria Math" w:hAnsi="Cambria Math"/>
              </w:rPr>
              <m:t>subframe,µ</m:t>
            </m:r>
          </m:sup>
        </m:sSubSup>
      </m:oMath>
      <w:r w:rsidRPr="00DD3199">
        <w:rPr>
          <w:rFonts w:eastAsia="Malgun Gothic"/>
          <w:lang w:val="en-US" w:eastAsia="zh-CN"/>
        </w:rPr>
        <w:t xml:space="preserve"> +TO</w:t>
      </w:r>
      <w:r w:rsidRPr="00DD3199">
        <w:rPr>
          <w:rFonts w:eastAsia="Malgun Gothic"/>
          <w:vertAlign w:val="subscript"/>
          <w:lang w:val="en-US" w:eastAsia="zh-CN"/>
        </w:rPr>
        <w:t>k</w:t>
      </w:r>
      <w:r w:rsidRPr="00DD3199">
        <w:rPr>
          <w:rFonts w:eastAsia="Malgun Gothic"/>
          <w:lang w:val="en-US" w:eastAsia="zh-CN"/>
        </w:rPr>
        <w:t>*(T</w:t>
      </w:r>
      <w:r w:rsidRPr="00DD3199">
        <w:rPr>
          <w:rFonts w:eastAsia="Malgun Gothic"/>
          <w:vertAlign w:val="subscript"/>
          <w:lang w:val="en-US" w:eastAsia="zh-CN"/>
        </w:rPr>
        <w:t xml:space="preserve">first-SSB </w:t>
      </w:r>
      <w:r w:rsidRPr="00DD3199">
        <w:rPr>
          <w:rFonts w:eastAsia="Malgun Gothic"/>
          <w:lang w:val="en-US" w:eastAsia="zh-CN"/>
        </w:rPr>
        <w:t>+ T</w:t>
      </w:r>
      <w:r w:rsidRPr="00DD3199">
        <w:rPr>
          <w:rFonts w:eastAsia="Malgun Gothic"/>
          <w:vertAlign w:val="subscript"/>
          <w:lang w:val="en-US" w:eastAsia="zh-CN"/>
        </w:rPr>
        <w:t>SSB-proc</w:t>
      </w:r>
      <w:r w:rsidRPr="00DD3199">
        <w:rPr>
          <w:rFonts w:eastAsia="Malgun Gothic"/>
          <w:lang w:val="en-US" w:eastAsia="zh-CN"/>
        </w:rPr>
        <w:t>)</w:t>
      </w:r>
      <w:r w:rsidRPr="002779C2">
        <w:rPr>
          <w:rFonts w:eastAsia="Malgun Gothic"/>
          <w:lang w:val="en-US" w:eastAsia="zh-CN"/>
        </w:rPr>
        <w:t xml:space="preserve"> </w:t>
      </w:r>
      <w:r>
        <w:rPr>
          <w:rFonts w:eastAsia="Malgun Gothic"/>
          <w:lang w:val="en-US" w:eastAsia="zh-CN"/>
        </w:rPr>
        <w:t>/</w:t>
      </w:r>
      <w:r>
        <w:rPr>
          <w:i/>
          <w:lang w:val="en-US" w:eastAsia="zh-CN"/>
        </w:rPr>
        <w:t xml:space="preserve"> NR slot length</w:t>
      </w:r>
      <w:r w:rsidRPr="00DD3199">
        <w:rPr>
          <w:lang w:val="en-US" w:eastAsia="zh-CN"/>
        </w:rPr>
        <w:t xml:space="preserve">. Where </w:t>
      </w:r>
      <w:r w:rsidRPr="00DD3199">
        <w:rPr>
          <w:rFonts w:eastAsia="Malgun Gothic"/>
          <w:lang w:eastAsia="zh-CN"/>
        </w:rPr>
        <w:t>T</w:t>
      </w:r>
      <w:r w:rsidRPr="00DD3199">
        <w:rPr>
          <w:rFonts w:eastAsia="Malgun Gothic"/>
          <w:vertAlign w:val="subscript"/>
          <w:lang w:eastAsia="zh-CN"/>
        </w:rPr>
        <w:t>HARQ</w:t>
      </w:r>
      <w:r w:rsidRPr="00DD3199">
        <w:rPr>
          <w:lang w:val="en-US" w:eastAsia="zh-CN"/>
        </w:rPr>
        <w:t xml:space="preserve">, </w:t>
      </w:r>
      <w:r w:rsidRPr="00DD3199">
        <w:rPr>
          <w:rFonts w:eastAsia="Malgun Gothic"/>
          <w:lang w:val="en-US" w:eastAsia="zh-CN"/>
        </w:rPr>
        <w:t>T</w:t>
      </w:r>
      <w:r w:rsidRPr="00DD3199">
        <w:rPr>
          <w:rFonts w:eastAsia="Malgun Gothic"/>
          <w:vertAlign w:val="subscript"/>
          <w:lang w:val="en-US" w:eastAsia="zh-CN"/>
        </w:rPr>
        <w:t>first-SSB,</w:t>
      </w:r>
      <w:r w:rsidRPr="00DD3199">
        <w:rPr>
          <w:rFonts w:eastAsia="Malgun Gothic"/>
          <w:lang w:val="en-US" w:eastAsia="zh-CN"/>
        </w:rPr>
        <w:t xml:space="preserve"> T</w:t>
      </w:r>
      <w:r w:rsidRPr="00DD3199">
        <w:rPr>
          <w:rFonts w:eastAsia="Malgun Gothic"/>
          <w:vertAlign w:val="subscript"/>
          <w:lang w:val="en-US" w:eastAsia="zh-CN"/>
        </w:rPr>
        <w:t xml:space="preserve">SSB-proc </w:t>
      </w:r>
      <w:r w:rsidRPr="00DD3199">
        <w:rPr>
          <w:rFonts w:eastAsia="Malgun Gothic"/>
          <w:lang w:val="en-US" w:eastAsia="zh-CN"/>
        </w:rPr>
        <w:t>and TO</w:t>
      </w:r>
      <w:r w:rsidRPr="00DD3199">
        <w:rPr>
          <w:rFonts w:eastAsia="Malgun Gothic"/>
          <w:vertAlign w:val="subscript"/>
          <w:lang w:val="en-US" w:eastAsia="zh-CN"/>
        </w:rPr>
        <w:t>k</w:t>
      </w:r>
      <w:r w:rsidRPr="00DD3199">
        <w:rPr>
          <w:rFonts w:eastAsia="Malgun Gothic"/>
          <w:lang w:val="en-US" w:eastAsia="zh-CN"/>
        </w:rPr>
        <w:t xml:space="preserve"> are defined in </w:t>
      </w:r>
      <w:r w:rsidRPr="00DD3199">
        <w:rPr>
          <w:lang w:val="en-US" w:eastAsia="ko-KR"/>
        </w:rPr>
        <w:t>clause</w:t>
      </w:r>
      <w:r w:rsidRPr="00DD3199">
        <w:rPr>
          <w:rFonts w:eastAsia="Malgun Gothic"/>
          <w:lang w:val="en-US" w:eastAsia="zh-CN"/>
        </w:rPr>
        <w:t xml:space="preserve"> 8.10.3.</w:t>
      </w:r>
    </w:p>
    <w:p w14:paraId="5C3FDE1D" w14:textId="2F46FF5E" w:rsidR="00867D3A" w:rsidRPr="008C6DE4" w:rsidRDefault="00867D3A" w:rsidP="003918D6">
      <w:pPr>
        <w:pStyle w:val="Heading2"/>
        <w:rPr>
          <w:lang w:val="en-US" w:eastAsia="ko-KR"/>
        </w:rPr>
      </w:pPr>
      <w:r w:rsidRPr="008C6DE4">
        <w:rPr>
          <w:lang w:val="en-US" w:eastAsia="ko-KR"/>
        </w:rPr>
        <w:t>8.11</w:t>
      </w:r>
      <w:r w:rsidRPr="008C6DE4">
        <w:rPr>
          <w:lang w:val="en-US" w:eastAsia="ko-KR"/>
        </w:rPr>
        <w:tab/>
      </w:r>
      <w:r w:rsidR="000032B3" w:rsidRPr="008C6DE4">
        <w:t>PSCell Change</w:t>
      </w:r>
    </w:p>
    <w:p w14:paraId="359233F2" w14:textId="77777777" w:rsidR="005A78CD" w:rsidRPr="009C5807" w:rsidRDefault="005A78CD" w:rsidP="005A78CD">
      <w:pPr>
        <w:tabs>
          <w:tab w:val="left" w:pos="7200"/>
        </w:tabs>
      </w:pPr>
      <w:r w:rsidRPr="009C5807">
        <w:t xml:space="preserve">This clause defines requirements for the delay within which the UE shall be able to change PSCell to other </w:t>
      </w:r>
      <w:r>
        <w:t>cell</w:t>
      </w:r>
      <w:r w:rsidRPr="009C5807">
        <w:t xml:space="preserve"> in EN-DC or NR-DC. The requirements in this clause are applicable to EN-DC and NR-DC. </w:t>
      </w:r>
    </w:p>
    <w:p w14:paraId="44DF9D43" w14:textId="57981D3B" w:rsidR="005A78CD" w:rsidRPr="009C5807" w:rsidRDefault="005A78CD" w:rsidP="005A78CD">
      <w:pPr>
        <w:overflowPunct w:val="0"/>
        <w:autoSpaceDE w:val="0"/>
        <w:autoSpaceDN w:val="0"/>
        <w:adjustRightInd w:val="0"/>
        <w:spacing w:after="0"/>
        <w:textAlignment w:val="baseline"/>
        <w:rPr>
          <w:lang w:eastAsia="ja-JP"/>
        </w:rPr>
      </w:pPr>
      <w:r>
        <w:rPr>
          <w:lang w:eastAsia="ko-KR"/>
        </w:rPr>
        <w:t>T</w:t>
      </w:r>
      <w:r w:rsidRPr="009C5807">
        <w:rPr>
          <w:lang w:eastAsia="ko-KR"/>
        </w:rPr>
        <w:t xml:space="preserve">he UE shall be capable of transmitting </w:t>
      </w:r>
      <w:r w:rsidRPr="009C5807">
        <w:rPr>
          <w:lang w:eastAsia="ja-JP"/>
        </w:rPr>
        <w:t>P</w:t>
      </w:r>
      <w:r w:rsidRPr="009C5807">
        <w:rPr>
          <w:lang w:eastAsia="ko-KR"/>
        </w:rPr>
        <w:t xml:space="preserve">RACH </w:t>
      </w:r>
      <w:r w:rsidRPr="009C5807">
        <w:rPr>
          <w:lang w:eastAsia="ja-JP"/>
        </w:rPr>
        <w:t xml:space="preserve">preamble </w:t>
      </w:r>
      <w:r w:rsidRPr="009C5807">
        <w:rPr>
          <w:lang w:eastAsia="ko-KR"/>
        </w:rPr>
        <w:t>towards the target PSCell no later than specified in clause 8.9.2</w:t>
      </w:r>
      <w:r>
        <w:rPr>
          <w:lang w:eastAsia="ko-KR"/>
        </w:rPr>
        <w:t xml:space="preserve"> for the case of NR-DC and in TS 36.133 clause 7.31.2 for the case of EN-DC</w:t>
      </w:r>
      <w:r w:rsidRPr="009C5807">
        <w:rPr>
          <w:lang w:eastAsia="ja-JP"/>
        </w:rPr>
        <w:t>,, where the following value</w:t>
      </w:r>
      <w:r>
        <w:rPr>
          <w:lang w:eastAsia="ja-JP"/>
        </w:rPr>
        <w:t>s</w:t>
      </w:r>
      <w:r w:rsidRPr="009C5807">
        <w:rPr>
          <w:lang w:eastAsia="ja-JP"/>
        </w:rPr>
        <w:t xml:space="preserve"> for </w:t>
      </w:r>
      <w:r>
        <w:rPr>
          <w:lang w:eastAsia="ja-JP"/>
        </w:rPr>
        <w:t xml:space="preserve">slot n, </w:t>
      </w:r>
      <w:r w:rsidRPr="009C5807">
        <w:t>T</w:t>
      </w:r>
      <w:r w:rsidRPr="009C5807">
        <w:rPr>
          <w:vertAlign w:val="subscript"/>
        </w:rPr>
        <w:t xml:space="preserve">processing </w:t>
      </w:r>
      <w:r>
        <w:t xml:space="preserve"> and </w:t>
      </w:r>
      <w:r w:rsidRPr="008C6DE4">
        <w:t>T</w:t>
      </w:r>
      <w:r w:rsidRPr="008C6DE4">
        <w:rPr>
          <w:vertAlign w:val="subscript"/>
        </w:rPr>
        <w:t>RRC_delay</w:t>
      </w:r>
      <w:r w:rsidRPr="009C5807">
        <w:t xml:space="preserve"> shall override the existing one</w:t>
      </w:r>
      <w:r>
        <w:t>s</w:t>
      </w:r>
      <w:r w:rsidRPr="009C5807">
        <w:rPr>
          <w:lang w:eastAsia="ja-JP"/>
        </w:rPr>
        <w:t>:</w:t>
      </w:r>
    </w:p>
    <w:p w14:paraId="51A0DEB8" w14:textId="77777777" w:rsidR="005A78CD" w:rsidRPr="0054623D" w:rsidRDefault="005A78CD" w:rsidP="005A78CD">
      <w:pPr>
        <w:pStyle w:val="B10"/>
        <w:rPr>
          <w:lang w:eastAsia="zh-CN"/>
        </w:rPr>
      </w:pPr>
      <w:r>
        <w:rPr>
          <w:rFonts w:hint="eastAsia"/>
          <w:lang w:eastAsia="zh-CN"/>
        </w:rPr>
        <w:t>-</w:t>
      </w:r>
      <w:r>
        <w:rPr>
          <w:lang w:eastAsia="zh-CN"/>
        </w:rPr>
        <w:tab/>
        <w:t xml:space="preserve">Slot n is the </w:t>
      </w:r>
      <w:r>
        <w:rPr>
          <w:rFonts w:eastAsia="Malgun Gothic"/>
          <w:lang w:val="en-US" w:eastAsia="zh-CN"/>
        </w:rPr>
        <w:t>last slot overlapping with the</w:t>
      </w:r>
      <w:r w:rsidRPr="009C5807">
        <w:rPr>
          <w:lang w:eastAsia="ko-KR"/>
        </w:rPr>
        <w:t xml:space="preserve"> </w:t>
      </w:r>
      <w:r>
        <w:rPr>
          <w:lang w:eastAsia="ko-KR"/>
        </w:rPr>
        <w:t>PDSCH containing PSCell change,</w:t>
      </w:r>
    </w:p>
    <w:p w14:paraId="238D0858" w14:textId="77777777" w:rsidR="005A78CD" w:rsidRPr="00EF1BE1" w:rsidRDefault="005A78CD" w:rsidP="005A78CD">
      <w:pPr>
        <w:pStyle w:val="B10"/>
        <w:rPr>
          <w:lang w:eastAsia="ja-JP"/>
        </w:rPr>
      </w:pPr>
      <w:r>
        <w:t>-</w:t>
      </w:r>
      <w:r>
        <w:tab/>
      </w:r>
      <w:r w:rsidRPr="00EF1BE1">
        <w:t>T</w:t>
      </w:r>
      <w:r w:rsidRPr="00EF1BE1">
        <w:rPr>
          <w:vertAlign w:val="subscript"/>
        </w:rPr>
        <w:t>processing</w:t>
      </w:r>
      <w:r w:rsidRPr="00EF1BE1">
        <w:t xml:space="preserve"> = 20 ms when source and target cells are in the same FR,</w:t>
      </w:r>
    </w:p>
    <w:p w14:paraId="7485E717" w14:textId="77777777" w:rsidR="005A78CD" w:rsidRDefault="005A78CD" w:rsidP="005A78CD">
      <w:pPr>
        <w:pStyle w:val="B10"/>
      </w:pPr>
      <w:r>
        <w:t>-</w:t>
      </w:r>
      <w:r>
        <w:tab/>
      </w:r>
      <w:r w:rsidRPr="00EF1BE1">
        <w:t>T</w:t>
      </w:r>
      <w:r w:rsidRPr="00EF1BE1">
        <w:rPr>
          <w:vertAlign w:val="subscript"/>
        </w:rPr>
        <w:t>processing</w:t>
      </w:r>
      <w:r w:rsidRPr="00EF1BE1">
        <w:t xml:space="preserve"> = 40 ms when source and target cells are in different FRs.</w:t>
      </w:r>
    </w:p>
    <w:p w14:paraId="4FFF565D" w14:textId="77777777" w:rsidR="005A78CD" w:rsidRPr="00EF1BE1" w:rsidRDefault="005A78CD" w:rsidP="005A78CD">
      <w:pPr>
        <w:pStyle w:val="B10"/>
        <w:rPr>
          <w:lang w:eastAsia="ja-JP"/>
        </w:rPr>
      </w:pPr>
      <w:r>
        <w:t>-</w:t>
      </w:r>
      <w:r>
        <w:tab/>
      </w:r>
      <w:r w:rsidRPr="008C6DE4">
        <w:t>T</w:t>
      </w:r>
      <w:r w:rsidRPr="008C6DE4">
        <w:rPr>
          <w:vertAlign w:val="subscript"/>
        </w:rPr>
        <w:t>RRC_delay</w:t>
      </w:r>
      <w:r w:rsidRPr="008C6DE4">
        <w:t xml:space="preserve"> is the RRC procedure delay as specified in </w:t>
      </w:r>
      <w:r>
        <w:t xml:space="preserve">TS </w:t>
      </w:r>
      <w:r w:rsidRPr="008C6DE4">
        <w:t>3</w:t>
      </w:r>
      <w:r>
        <w:t>6.331 [16</w:t>
      </w:r>
      <w:r w:rsidRPr="008C6DE4">
        <w:t>]</w:t>
      </w:r>
      <w:r>
        <w:t xml:space="preserve"> if the corresponding RRC message is embedded in E-UTRA RRC message, otherwise it is the </w:t>
      </w:r>
      <w:r w:rsidRPr="008C6DE4">
        <w:t>RRC pro</w:t>
      </w:r>
      <w:r>
        <w:t xml:space="preserve">cedure delay as specified in TS </w:t>
      </w:r>
      <w:r w:rsidRPr="008C6DE4">
        <w:t>3</w:t>
      </w:r>
      <w:r>
        <w:t>8.331 [2</w:t>
      </w:r>
      <w:r w:rsidRPr="008C6DE4">
        <w:t>]</w:t>
      </w:r>
      <w:r>
        <w:t>.</w:t>
      </w:r>
    </w:p>
    <w:p w14:paraId="11A1151D" w14:textId="77777777" w:rsidR="005A78CD" w:rsidRPr="00AA1882" w:rsidRDefault="005A78CD" w:rsidP="005A78CD">
      <w:pPr>
        <w:pStyle w:val="B10"/>
        <w:ind w:left="0" w:firstLine="0"/>
      </w:pPr>
      <w:r>
        <w:t xml:space="preserve">If the SMTC periodicity of the target cell </w:t>
      </w:r>
      <w:r w:rsidRPr="008C6DE4">
        <w:t xml:space="preserve">is </w:t>
      </w:r>
      <w:r>
        <w:t xml:space="preserve">not provided within the PSCell change message, and </w:t>
      </w:r>
      <w:r w:rsidRPr="008C6DE4">
        <w:t>measObjectNR</w:t>
      </w:r>
      <w:r>
        <w:t>s</w:t>
      </w:r>
      <w:r w:rsidRPr="008C6DE4">
        <w:t xml:space="preserve"> having the same SSB frequency and subcarrier spacing</w:t>
      </w:r>
      <w:r>
        <w:t xml:space="preserve"> </w:t>
      </w:r>
      <w:r w:rsidRPr="00545FC0">
        <w:t>configured by MN and SN</w:t>
      </w:r>
      <w:r>
        <w:t xml:space="preserve"> have </w:t>
      </w:r>
      <w:r w:rsidRPr="00FE4D30">
        <w:t>different SMTC, T</w:t>
      </w:r>
      <w:r w:rsidRPr="00545FC0">
        <w:rPr>
          <w:vertAlign w:val="subscript"/>
        </w:rPr>
        <w:t>rs</w:t>
      </w:r>
      <w:r w:rsidRPr="00FE4D30">
        <w:t xml:space="preserve"> is the periodicity of one of the SMTC which is up to UE implementation.</w:t>
      </w:r>
    </w:p>
    <w:p w14:paraId="6BB3BF84" w14:textId="77777777" w:rsidR="005A78CD" w:rsidRPr="009C5807" w:rsidRDefault="005A78CD" w:rsidP="005A78CD">
      <w:pPr>
        <w:overflowPunct w:val="0"/>
        <w:autoSpaceDE w:val="0"/>
        <w:autoSpaceDN w:val="0"/>
        <w:adjustRightInd w:val="0"/>
        <w:textAlignment w:val="baseline"/>
        <w:rPr>
          <w:lang w:eastAsia="ko-KR"/>
        </w:rPr>
      </w:pPr>
      <w:r w:rsidRPr="009C5807">
        <w:rPr>
          <w:rFonts w:cs="v4.2.0"/>
          <w:lang w:eastAsia="zh-CN"/>
        </w:rPr>
        <w:t>The target PSC</w:t>
      </w:r>
      <w:r w:rsidRPr="009C5807">
        <w:rPr>
          <w:rFonts w:cs="v4.2.0"/>
          <w:lang w:eastAsia="ko-KR"/>
        </w:rPr>
        <w:t xml:space="preserve">ell is known if it </w:t>
      </w:r>
      <w:r w:rsidRPr="009C5807">
        <w:rPr>
          <w:lang w:eastAsia="ko-KR"/>
        </w:rPr>
        <w:t>has been meeting the conditions in clause 8.9.2</w:t>
      </w:r>
      <w:r>
        <w:rPr>
          <w:lang w:eastAsia="ko-KR"/>
        </w:rPr>
        <w:t xml:space="preserve"> for the case of NR-DC and in </w:t>
      </w:r>
      <w:r>
        <w:t xml:space="preserve">TS36.133 clause </w:t>
      </w:r>
      <w:r>
        <w:rPr>
          <w:lang w:eastAsia="ko-KR"/>
        </w:rPr>
        <w:t>7.31.2 for the case of EN-DC</w:t>
      </w:r>
      <w:r w:rsidRPr="009C5807">
        <w:rPr>
          <w:lang w:eastAsia="ko-KR"/>
        </w:rPr>
        <w:t>.</w:t>
      </w:r>
    </w:p>
    <w:p w14:paraId="5710856D" w14:textId="480EBF05" w:rsidR="00F34BC7" w:rsidRPr="008C6DE4" w:rsidRDefault="002E0B46" w:rsidP="002E0B46">
      <w:r w:rsidRPr="009C5807">
        <w:t>The interruption</w:t>
      </w:r>
      <w:r>
        <w:t xml:space="preserve"> on PCell and other serving cells</w:t>
      </w:r>
      <w:r w:rsidRPr="009C5807">
        <w:t xml:space="preserve"> specified </w:t>
      </w:r>
      <w:r>
        <w:t xml:space="preserve">in TS36.133 clause </w:t>
      </w:r>
      <w:r w:rsidRPr="00691C10">
        <w:t>7.32.</w:t>
      </w:r>
      <w:r w:rsidRPr="00691C10">
        <w:rPr>
          <w:rFonts w:hint="eastAsia"/>
        </w:rPr>
        <w:t>2.1</w:t>
      </w:r>
      <w:r>
        <w:t xml:space="preserve"> for EN-DC and </w:t>
      </w:r>
      <w:r w:rsidRPr="009C5807">
        <w:t xml:space="preserve">in </w:t>
      </w:r>
      <w:r>
        <w:t xml:space="preserve">TS38.133 </w:t>
      </w:r>
      <w:r w:rsidRPr="009C5807">
        <w:rPr>
          <w:lang w:eastAsia="zh-CN"/>
        </w:rPr>
        <w:t xml:space="preserve">clause </w:t>
      </w:r>
      <w:r w:rsidRPr="009C5807">
        <w:rPr>
          <w:rFonts w:eastAsia="Malgun Gothic"/>
          <w:lang w:eastAsia="zh-CN"/>
        </w:rPr>
        <w:t>8.2</w:t>
      </w:r>
      <w:r>
        <w:rPr>
          <w:rFonts w:eastAsia="Malgun Gothic"/>
          <w:lang w:eastAsia="zh-CN"/>
        </w:rPr>
        <w:t>.4.2.1 for NR-DC</w:t>
      </w:r>
      <w:r w:rsidRPr="009C5807">
        <w:t xml:space="preserve"> is allowed only during the RRC reconfiguration procedure [2]</w:t>
      </w:r>
      <w:r w:rsidR="00F34BC7" w:rsidRPr="008C6DE4">
        <w:t>.</w:t>
      </w:r>
    </w:p>
    <w:p w14:paraId="75660B44" w14:textId="77777777" w:rsidR="00936A12" w:rsidRPr="008C6DE4" w:rsidRDefault="00936A12" w:rsidP="0062703B">
      <w:pPr>
        <w:pStyle w:val="Heading1"/>
        <w:rPr>
          <w:lang w:eastAsia="ko-KR"/>
        </w:rPr>
      </w:pPr>
      <w:r w:rsidRPr="008C6DE4">
        <w:t>9</w:t>
      </w:r>
      <w:r w:rsidRPr="008C6DE4">
        <w:tab/>
        <w:t>Measurement Procedure</w:t>
      </w:r>
      <w:bookmarkEnd w:id="151"/>
    </w:p>
    <w:p w14:paraId="31BECACC" w14:textId="77777777" w:rsidR="00D4281A" w:rsidRPr="008C6DE4" w:rsidRDefault="00D4281A" w:rsidP="00D4281A">
      <w:pPr>
        <w:pStyle w:val="Heading2"/>
      </w:pPr>
      <w:bookmarkStart w:id="154" w:name="_Toc5952669"/>
      <w:bookmarkStart w:id="155" w:name="_Toc5952670"/>
      <w:bookmarkStart w:id="156" w:name="_Toc523909282"/>
      <w:bookmarkStart w:id="157" w:name="_Toc5952722"/>
      <w:r w:rsidRPr="008C6DE4">
        <w:t>9.1</w:t>
      </w:r>
      <w:r w:rsidRPr="008C6DE4">
        <w:tab/>
        <w:t>General measurement requirement</w:t>
      </w:r>
      <w:bookmarkEnd w:id="154"/>
    </w:p>
    <w:p w14:paraId="7F76BD9C" w14:textId="77777777" w:rsidR="00D4281A" w:rsidRPr="008C6DE4" w:rsidRDefault="00D4281A" w:rsidP="00D4281A">
      <w:pPr>
        <w:pStyle w:val="Heading3"/>
      </w:pPr>
      <w:r w:rsidRPr="008C6DE4">
        <w:t>9.1.1</w:t>
      </w:r>
      <w:r w:rsidRPr="008C6DE4">
        <w:tab/>
        <w:t>Introduction</w:t>
      </w:r>
      <w:bookmarkEnd w:id="155"/>
    </w:p>
    <w:p w14:paraId="74A0DDDB" w14:textId="5F698614" w:rsidR="00B76E97" w:rsidRPr="008C6DE4" w:rsidRDefault="00D4281A" w:rsidP="00B76E97">
      <w:pPr>
        <w:rPr>
          <w:rFonts w:cs="v4.2.0"/>
        </w:rPr>
      </w:pPr>
      <w:r w:rsidRPr="008C6DE4">
        <w:rPr>
          <w:rFonts w:cs="v4.2.0"/>
        </w:rPr>
        <w:t xml:space="preserve">This clause contains general requirements on the UE regarding measurement reporting in RRC_CONNECTED state. The requirements are split in intra-frequency, inter-frequency, inter-RAT E-UTRAN FDD, inter-RAT E-UTRAN TDD, and L1-RSRP measurements requirements. These measurements may be used by the NG-RAN. The measurement quantities are defined in TS38.215 [4], the measurement model is defined in TS38.300 [10], TS37.340 [17] and measurement accuracies are specified in clause 10. Control of measurement reporting is specified in </w:t>
      </w:r>
      <w:r w:rsidR="00B76E97" w:rsidRPr="008C6DE4">
        <w:t>TS 3</w:t>
      </w:r>
      <w:r w:rsidR="00B76E97" w:rsidRPr="008C6DE4">
        <w:rPr>
          <w:rFonts w:hint="eastAsia"/>
          <w:lang w:val="en-US" w:eastAsia="zh-CN"/>
        </w:rPr>
        <w:t>8</w:t>
      </w:r>
      <w:r w:rsidR="00B76E97" w:rsidRPr="008C6DE4">
        <w:t>.331 </w:t>
      </w:r>
      <w:r w:rsidR="00B76E97" w:rsidRPr="008C6DE4">
        <w:rPr>
          <w:rFonts w:cs="v4.2.0"/>
        </w:rPr>
        <w:t>[</w:t>
      </w:r>
      <w:r w:rsidR="00B76E97" w:rsidRPr="008C6DE4">
        <w:rPr>
          <w:rFonts w:cs="v4.2.0" w:hint="eastAsia"/>
          <w:lang w:val="en-US" w:eastAsia="zh-CN"/>
        </w:rPr>
        <w:t>2</w:t>
      </w:r>
      <w:r w:rsidR="00B76E97" w:rsidRPr="008C6DE4">
        <w:rPr>
          <w:rFonts w:cs="v4.2.0"/>
        </w:rPr>
        <w:t>].</w:t>
      </w:r>
    </w:p>
    <w:p w14:paraId="1F7F7B81" w14:textId="3B98EBF5" w:rsidR="00D4281A" w:rsidRPr="008C6DE4" w:rsidRDefault="00D4281A" w:rsidP="00D4281A">
      <w:r w:rsidRPr="008C6DE4">
        <w:t>In the requirements of clause 9, the exceptions for side conditions apply as follows:</w:t>
      </w:r>
    </w:p>
    <w:p w14:paraId="78B1CD24" w14:textId="77777777" w:rsidR="00D4281A" w:rsidRPr="008C6DE4" w:rsidRDefault="00D4281A" w:rsidP="00D4281A">
      <w:pPr>
        <w:pStyle w:val="B10"/>
      </w:pPr>
      <w:r w:rsidRPr="008C6DE4">
        <w:t>-</w:t>
      </w:r>
      <w:r w:rsidRPr="008C6DE4">
        <w:tab/>
        <w:t>for the UE capable of CA but not configured with any SCell, the applicable exceptions for side conditions are specified in Annex B, clause B.3.2.1 for UE supporting CA in FR1, and clause B.3.2.3 for UE supporting CA in FR2, respectively;</w:t>
      </w:r>
    </w:p>
    <w:p w14:paraId="5817D0A4" w14:textId="77777777" w:rsidR="00D4281A" w:rsidRPr="008C6DE4" w:rsidRDefault="00D4281A" w:rsidP="00D4281A">
      <w:pPr>
        <w:pStyle w:val="B10"/>
      </w:pPr>
      <w:r w:rsidRPr="008C6DE4">
        <w:t>-</w:t>
      </w:r>
      <w:r w:rsidRPr="008C6DE4">
        <w:tab/>
        <w:t xml:space="preserve">for the UE capable of CA and configured with </w:t>
      </w:r>
      <w:r w:rsidRPr="008C6DE4">
        <w:rPr>
          <w:lang w:eastAsia="zh-CN"/>
        </w:rPr>
        <w:t>at least one</w:t>
      </w:r>
      <w:r w:rsidRPr="008C6DE4" w:rsidDel="00C22904">
        <w:rPr>
          <w:lang w:eastAsia="zh-CN"/>
        </w:rPr>
        <w:t xml:space="preserve"> </w:t>
      </w:r>
      <w:r w:rsidRPr="008C6DE4">
        <w:t>SCell, the applicable exceptions for side conditions are specified in Annex B, clause B.3.2.2 for UE configured with CA in FR1, and clause B.3.2.4 for UE supporting CA in FR2, respectively;</w:t>
      </w:r>
    </w:p>
    <w:p w14:paraId="24AC1971" w14:textId="77777777" w:rsidR="00D4281A" w:rsidRPr="008C6DE4" w:rsidRDefault="00D4281A" w:rsidP="00D4281A">
      <w:pPr>
        <w:pStyle w:val="B10"/>
      </w:pPr>
      <w:r w:rsidRPr="008C6DE4">
        <w:t>-</w:t>
      </w:r>
      <w:r w:rsidRPr="008C6DE4">
        <w:tab/>
        <w:t>for the UE capable of SUL but not configured with SUL, the applicable exceptions for side conditions are specified in Annex B, clause B.3.4.1 for UE supporting SUL in FR1;</w:t>
      </w:r>
    </w:p>
    <w:p w14:paraId="7958D32C" w14:textId="77777777" w:rsidR="00D4281A" w:rsidRPr="008C6DE4" w:rsidRDefault="00D4281A" w:rsidP="00D4281A">
      <w:pPr>
        <w:pStyle w:val="B10"/>
      </w:pPr>
      <w:r w:rsidRPr="008C6DE4">
        <w:t>-</w:t>
      </w:r>
      <w:r w:rsidRPr="008C6DE4">
        <w:tab/>
        <w:t>for the UE capable of SUL and configured with at least one SUL, the applicable exceptions for side conditions are specified in Annex B, clause B.3.4.2 for UE configured with SUL in FR1.</w:t>
      </w:r>
    </w:p>
    <w:p w14:paraId="5FAA37FE" w14:textId="77777777" w:rsidR="00D4281A" w:rsidRPr="008C6DE4" w:rsidRDefault="00D4281A" w:rsidP="00D4281A">
      <w:pPr>
        <w:pStyle w:val="Heading3"/>
      </w:pPr>
      <w:bookmarkStart w:id="158" w:name="_Toc5952682"/>
      <w:r w:rsidRPr="008C6DE4">
        <w:t>9.1.2</w:t>
      </w:r>
      <w:r w:rsidRPr="008C6DE4">
        <w:tab/>
        <w:t>Measurement gap</w:t>
      </w:r>
    </w:p>
    <w:p w14:paraId="2032F29A" w14:textId="712129F1" w:rsidR="00D4281A" w:rsidRPr="008C6DE4" w:rsidRDefault="00D4281A" w:rsidP="00D4281A">
      <w:r w:rsidRPr="008C6DE4">
        <w:t xml:space="preserve">If the UE requires </w:t>
      </w:r>
      <w:r w:rsidRPr="008C6DE4">
        <w:rPr>
          <w:lang w:eastAsia="zh-CN"/>
        </w:rPr>
        <w:t>measurement gap</w:t>
      </w:r>
      <w:r w:rsidRPr="008C6DE4">
        <w:t>s to identify and measure intra-frequency cells and/or inter-frequency cells and/or inter-RAT E-UTRAN cells, and the UE does not support independent measurement gap patterns for different frequency ranges as specified in Table 5.1-1 in [18, 19, 20],</w:t>
      </w:r>
      <w:r w:rsidRPr="008C6DE4">
        <w:rPr>
          <w:rFonts w:cs="v4.2.0"/>
        </w:rPr>
        <w:t xml:space="preserve"> in order for the requirements in the following </w:t>
      </w:r>
      <w:r w:rsidR="00854981" w:rsidRPr="008C6DE4">
        <w:rPr>
          <w:rFonts w:cs="v4.2.0"/>
        </w:rPr>
        <w:t>clause</w:t>
      </w:r>
      <w:r w:rsidRPr="008C6DE4">
        <w:rPr>
          <w:rFonts w:cs="v4.2.0"/>
        </w:rPr>
        <w:t xml:space="preserve">s to apply the network must provide </w:t>
      </w:r>
      <w:r w:rsidRPr="008C6DE4">
        <w:t>a single per-UE measurement gap pattern for concurrent monitoring of all frequency layers.</w:t>
      </w:r>
    </w:p>
    <w:p w14:paraId="60E9336D" w14:textId="56C9DEBB" w:rsidR="00847B8D" w:rsidRPr="008C6DE4" w:rsidRDefault="00847B8D" w:rsidP="00847B8D">
      <w:pPr>
        <w:rPr>
          <w:rFonts w:cs="v4.2.0"/>
        </w:rPr>
      </w:pPr>
      <w:r w:rsidRPr="008C6DE4">
        <w:t xml:space="preserve">If the UE requires </w:t>
      </w:r>
      <w:r w:rsidRPr="008C6DE4">
        <w:rPr>
          <w:lang w:eastAsia="zh-CN"/>
        </w:rPr>
        <w:t>measurement gap</w:t>
      </w:r>
      <w:r w:rsidRPr="008C6DE4">
        <w:t xml:space="preserve">s to identify and measure intra-frequency cells and/or inter-frequency cells and/or inter-RAT E-UTRAN cells, and the UE supports independent measurement gap patterns for </w:t>
      </w:r>
      <w:r w:rsidRPr="008C6DE4">
        <w:rPr>
          <w:lang w:eastAsia="zh-CN"/>
        </w:rPr>
        <w:t>different</w:t>
      </w:r>
      <w:r w:rsidRPr="008C6DE4">
        <w:t xml:space="preserve"> frequency ranges as specified in Table 5.1-1 in [18, 19, 20]</w:t>
      </w:r>
      <w:r w:rsidRPr="008C6DE4">
        <w:rPr>
          <w:lang w:eastAsia="zh-CN"/>
        </w:rPr>
        <w:t>,</w:t>
      </w:r>
      <w:r w:rsidRPr="008C6DE4">
        <w:t xml:space="preserve"> </w:t>
      </w:r>
      <w:r w:rsidRPr="008C6DE4">
        <w:rPr>
          <w:rFonts w:cs="v4.2.0"/>
        </w:rPr>
        <w:t>in order for the requirements in the following clauses to apply the network must provide</w:t>
      </w:r>
      <w:r w:rsidRPr="008C6DE4">
        <w:rPr>
          <w:rFonts w:cs="v4.2.0"/>
          <w:lang w:eastAsia="zh-CN"/>
        </w:rPr>
        <w:t xml:space="preserve"> either per-FR</w:t>
      </w:r>
      <w:r w:rsidRPr="008C6DE4">
        <w:rPr>
          <w:rFonts w:cs="v4.2.0"/>
        </w:rPr>
        <w:t xml:space="preserve"> measurement gap patterns for frequency range where UE requires per-FR measurement gap for concurrent monitoring of all frequency layers of each frequency range independently, or a single per-UE measurement gap pattern for concurrent monitoring of all frequency layers of all frequency ranges.</w:t>
      </w:r>
    </w:p>
    <w:p w14:paraId="3C164DF7" w14:textId="77777777" w:rsidR="00D4281A" w:rsidRPr="008C6DE4" w:rsidRDefault="00D4281A" w:rsidP="00D4281A">
      <w:r w:rsidRPr="008C6DE4">
        <w:t>During the per-UE measurement gaps the UE:</w:t>
      </w:r>
    </w:p>
    <w:p w14:paraId="14026EDB" w14:textId="77777777" w:rsidR="00847B8D" w:rsidRPr="008C6DE4" w:rsidRDefault="00847B8D" w:rsidP="00847B8D">
      <w:pPr>
        <w:pStyle w:val="B10"/>
      </w:pPr>
      <w:r w:rsidRPr="008C6DE4">
        <w:t>-</w:t>
      </w:r>
      <w:r w:rsidRPr="008C6DE4">
        <w:tab/>
        <w:t>is not required to conduct reception/transmission from/to the corresponding E-UTRAN PCell, E-UTRAN SCell(s) and NR serving cells for E-UTRA-NR dual connectivity</w:t>
      </w:r>
      <w:r w:rsidRPr="008C6DE4" w:rsidDel="009E39DF">
        <w:t xml:space="preserve"> </w:t>
      </w:r>
      <w:r w:rsidRPr="008C6DE4">
        <w:t xml:space="preserve">except the reception of signals used for RRM measurement(s) and the signals used for random access procedure according to </w:t>
      </w:r>
      <w:r>
        <w:rPr>
          <w:rFonts w:hint="eastAsia"/>
          <w:lang w:eastAsia="zh-CN"/>
        </w:rPr>
        <w:t>TS</w:t>
      </w:r>
      <w:r>
        <w:rPr>
          <w:lang w:val="en-US" w:eastAsia="zh-CN"/>
        </w:rPr>
        <w:t>38.321</w:t>
      </w:r>
      <w:r w:rsidRPr="00885F53">
        <w:t xml:space="preserve"> </w:t>
      </w:r>
      <w:r w:rsidRPr="008C6DE4">
        <w:t>[7].</w:t>
      </w:r>
    </w:p>
    <w:p w14:paraId="3C638959" w14:textId="77777777" w:rsidR="00847B8D" w:rsidRPr="008C6DE4" w:rsidRDefault="00847B8D" w:rsidP="00847B8D">
      <w:pPr>
        <w:pStyle w:val="B10"/>
        <w:rPr>
          <w:lang w:eastAsia="zh-CN"/>
        </w:rPr>
      </w:pPr>
      <w:r w:rsidRPr="008C6DE4">
        <w:rPr>
          <w:rFonts w:eastAsia="Malgun Gothic"/>
          <w:lang w:eastAsia="ko-KR"/>
        </w:rPr>
        <w:t>-</w:t>
      </w:r>
      <w:r w:rsidRPr="008C6DE4">
        <w:rPr>
          <w:rFonts w:eastAsia="Malgun Gothic"/>
          <w:lang w:eastAsia="ko-KR"/>
        </w:rPr>
        <w:tab/>
      </w:r>
      <w:r w:rsidRPr="008C6DE4">
        <w:t>is not required to conduct reception/transmission from/to the corresponding NR serving cells for SA</w:t>
      </w:r>
      <w:r w:rsidRPr="008C6DE4">
        <w:rPr>
          <w:lang w:eastAsia="zh-CN"/>
        </w:rPr>
        <w:t xml:space="preserve"> (with single carrier or CA configured)</w:t>
      </w:r>
      <w:r w:rsidRPr="008C6DE4">
        <w:t xml:space="preserve"> except the reception of signals used for RRM measurement(s) and the signals used for random access procedure according to </w:t>
      </w:r>
      <w:r>
        <w:rPr>
          <w:rFonts w:hint="eastAsia"/>
          <w:lang w:eastAsia="zh-CN"/>
        </w:rPr>
        <w:t>TS</w:t>
      </w:r>
      <w:r>
        <w:rPr>
          <w:lang w:val="en-US" w:eastAsia="zh-CN"/>
        </w:rPr>
        <w:t>38.321</w:t>
      </w:r>
      <w:r w:rsidRPr="00885F53">
        <w:t xml:space="preserve"> </w:t>
      </w:r>
      <w:r w:rsidRPr="008C6DE4">
        <w:t>[7].</w:t>
      </w:r>
    </w:p>
    <w:p w14:paraId="5198E13D" w14:textId="77777777" w:rsidR="00847B8D" w:rsidRPr="008C6DE4" w:rsidRDefault="00847B8D" w:rsidP="00847B8D">
      <w:pPr>
        <w:pStyle w:val="B10"/>
      </w:pPr>
      <w:r w:rsidRPr="008C6DE4">
        <w:t>-</w:t>
      </w:r>
      <w:r w:rsidRPr="008C6DE4">
        <w:tab/>
        <w:t>is not required to conduct reception/transmission from/to the corresponding PCell, SCell(s) and E-UTRAN serving cells for NR-E-UTRA dual connectivity</w:t>
      </w:r>
      <w:r w:rsidRPr="008C6DE4" w:rsidDel="009E39DF">
        <w:t xml:space="preserve"> </w:t>
      </w:r>
      <w:r w:rsidRPr="008C6DE4">
        <w:t>except the reception of signals used for RRM measurement(s) and the signals used for random access procedure according to</w:t>
      </w:r>
      <w:r>
        <w:t xml:space="preserve"> </w:t>
      </w:r>
      <w:r>
        <w:rPr>
          <w:rFonts w:hint="eastAsia"/>
          <w:lang w:eastAsia="zh-CN"/>
        </w:rPr>
        <w:t>TS</w:t>
      </w:r>
      <w:r>
        <w:rPr>
          <w:lang w:val="en-US" w:eastAsia="zh-CN"/>
        </w:rPr>
        <w:t>38.321</w:t>
      </w:r>
      <w:r w:rsidRPr="008C6DE4">
        <w:t xml:space="preserve"> [7].</w:t>
      </w:r>
    </w:p>
    <w:p w14:paraId="7105CD0E" w14:textId="77777777" w:rsidR="00847B8D" w:rsidRPr="008C6DE4" w:rsidRDefault="00847B8D" w:rsidP="00847B8D">
      <w:pPr>
        <w:pStyle w:val="B10"/>
        <w:rPr>
          <w:lang w:eastAsia="zh-CN"/>
        </w:rPr>
      </w:pPr>
      <w:r w:rsidRPr="008C6DE4">
        <w:rPr>
          <w:rFonts w:eastAsia="Malgun Gothic"/>
          <w:lang w:eastAsia="ko-KR"/>
        </w:rPr>
        <w:t>-</w:t>
      </w:r>
      <w:r w:rsidRPr="008C6DE4">
        <w:rPr>
          <w:rFonts w:eastAsia="Malgun Gothic"/>
          <w:lang w:eastAsia="ko-KR"/>
        </w:rPr>
        <w:tab/>
      </w:r>
      <w:r w:rsidRPr="008C6DE4">
        <w:t xml:space="preserve">is not required to conduct reception/transmission from/to the corresponding NR serving cells for </w:t>
      </w:r>
      <w:r w:rsidRPr="008C6DE4">
        <w:rPr>
          <w:lang w:eastAsia="zh-CN"/>
        </w:rPr>
        <w:t>NR-DC</w:t>
      </w:r>
      <w:r w:rsidRPr="008C6DE4">
        <w:t xml:space="preserve"> except the reception of signals used for RRM measurement(s) and the signals used for random access procedure according to </w:t>
      </w:r>
      <w:r>
        <w:rPr>
          <w:rFonts w:hint="eastAsia"/>
          <w:lang w:eastAsia="zh-CN"/>
        </w:rPr>
        <w:t>TS</w:t>
      </w:r>
      <w:r>
        <w:rPr>
          <w:lang w:val="en-US" w:eastAsia="zh-CN"/>
        </w:rPr>
        <w:t>38.321</w:t>
      </w:r>
      <w:r w:rsidRPr="00885F53">
        <w:t xml:space="preserve"> </w:t>
      </w:r>
      <w:r w:rsidRPr="008C6DE4">
        <w:t>[7].</w:t>
      </w:r>
    </w:p>
    <w:p w14:paraId="2D5C41B0" w14:textId="77777777" w:rsidR="00D4281A" w:rsidRPr="008C6DE4" w:rsidRDefault="00D4281A" w:rsidP="00D4281A">
      <w:pPr>
        <w:rPr>
          <w:lang w:eastAsia="zh-CN"/>
        </w:rPr>
      </w:pPr>
      <w:r w:rsidRPr="008C6DE4">
        <w:rPr>
          <w:lang w:eastAsia="zh-CN"/>
        </w:rPr>
        <w:t>During the per-FR measurement gaps the UE:</w:t>
      </w:r>
    </w:p>
    <w:p w14:paraId="564591DB" w14:textId="77777777" w:rsidR="00847B8D" w:rsidRPr="008C6DE4" w:rsidRDefault="00847B8D" w:rsidP="00847B8D">
      <w:pPr>
        <w:pStyle w:val="B10"/>
        <w:rPr>
          <w:lang w:eastAsia="zh-CN"/>
        </w:rPr>
      </w:pPr>
      <w:r w:rsidRPr="008C6DE4">
        <w:rPr>
          <w:lang w:eastAsia="zh-CN"/>
        </w:rPr>
        <w:t>-</w:t>
      </w:r>
      <w:r w:rsidRPr="008C6DE4">
        <w:rPr>
          <w:lang w:eastAsia="zh-CN"/>
        </w:rPr>
        <w:tab/>
      </w:r>
      <w:r w:rsidRPr="008C6DE4">
        <w:t>is not required to conduct reception/transmission from/to the corresponding E-UTRAN PCell, E-UTRAN SCell(s) and NR serving cells in the corresponding frequency range for E-UTRA-NR dual connectivity</w:t>
      </w:r>
      <w:r w:rsidRPr="008C6DE4" w:rsidDel="009E39DF">
        <w:t xml:space="preserve"> </w:t>
      </w:r>
      <w:r w:rsidRPr="008C6DE4">
        <w:t>except the reception of signals used for RRM measurement(s) and the signals used for random access procedure according to [7].</w:t>
      </w:r>
    </w:p>
    <w:p w14:paraId="45F954BA" w14:textId="77777777" w:rsidR="00847B8D" w:rsidRPr="008C6DE4" w:rsidRDefault="00847B8D" w:rsidP="00847B8D">
      <w:pPr>
        <w:pStyle w:val="B10"/>
        <w:rPr>
          <w:lang w:eastAsia="zh-CN"/>
        </w:rPr>
      </w:pPr>
      <w:r w:rsidRPr="008C6DE4">
        <w:rPr>
          <w:rFonts w:eastAsia="Malgun Gothic"/>
          <w:lang w:eastAsia="ko-KR"/>
        </w:rPr>
        <w:t>-</w:t>
      </w:r>
      <w:r w:rsidRPr="008C6DE4">
        <w:rPr>
          <w:rFonts w:eastAsia="Malgun Gothic"/>
          <w:lang w:eastAsia="ko-KR"/>
        </w:rPr>
        <w:tab/>
      </w:r>
      <w:r w:rsidRPr="008C6DE4">
        <w:t xml:space="preserve">is not required to conduct reception/transmission from/to the corresponding NR serving cells in the corresponding frequency range for SA </w:t>
      </w:r>
      <w:r w:rsidRPr="008C6DE4">
        <w:rPr>
          <w:lang w:eastAsia="zh-CN"/>
        </w:rPr>
        <w:t>(with single carrier or CA configured)</w:t>
      </w:r>
      <w:r w:rsidRPr="008C6DE4">
        <w:t xml:space="preserve"> except the reception of signals used for RRM measurement(s) and the signals used for random access procedure according to </w:t>
      </w:r>
      <w:r>
        <w:rPr>
          <w:rFonts w:hint="eastAsia"/>
          <w:lang w:eastAsia="zh-CN"/>
        </w:rPr>
        <w:t>TS</w:t>
      </w:r>
      <w:r>
        <w:rPr>
          <w:lang w:val="en-US" w:eastAsia="zh-CN"/>
        </w:rPr>
        <w:t>38.321</w:t>
      </w:r>
      <w:r w:rsidRPr="00885F53">
        <w:t xml:space="preserve"> </w:t>
      </w:r>
      <w:r w:rsidRPr="008C6DE4">
        <w:t>[7].</w:t>
      </w:r>
    </w:p>
    <w:p w14:paraId="09343911" w14:textId="77777777" w:rsidR="00847B8D" w:rsidRPr="008C6DE4" w:rsidRDefault="00847B8D" w:rsidP="00847B8D">
      <w:pPr>
        <w:pStyle w:val="B10"/>
      </w:pPr>
      <w:r w:rsidRPr="008C6DE4">
        <w:t>-</w:t>
      </w:r>
      <w:r w:rsidRPr="008C6DE4">
        <w:tab/>
        <w:t xml:space="preserve">is not required to conduct reception/transmission from/to the corresponding PCell, SCell(s) and E-UTRAN serving cells in the corresponding frequency range for NR-E-UTRA dual connectivity except the reception of signals used for RRM measurement(s) and the signals used for random access procedure according to </w:t>
      </w:r>
      <w:r>
        <w:rPr>
          <w:rFonts w:hint="eastAsia"/>
          <w:lang w:eastAsia="zh-CN"/>
        </w:rPr>
        <w:t>TS</w:t>
      </w:r>
      <w:r>
        <w:rPr>
          <w:lang w:val="en-US" w:eastAsia="zh-CN"/>
        </w:rPr>
        <w:t>38.321</w:t>
      </w:r>
      <w:r w:rsidRPr="00885F53">
        <w:t xml:space="preserve"> </w:t>
      </w:r>
      <w:r w:rsidRPr="008C6DE4">
        <w:t>[7].</w:t>
      </w:r>
    </w:p>
    <w:p w14:paraId="337DFE52" w14:textId="77777777" w:rsidR="00847B8D" w:rsidRPr="008C6DE4" w:rsidRDefault="00847B8D" w:rsidP="00847B8D">
      <w:pPr>
        <w:pStyle w:val="B10"/>
        <w:rPr>
          <w:lang w:eastAsia="zh-CN"/>
        </w:rPr>
      </w:pPr>
      <w:r w:rsidRPr="008C6DE4">
        <w:rPr>
          <w:rFonts w:eastAsia="Malgun Gothic"/>
          <w:lang w:eastAsia="ko-KR"/>
        </w:rPr>
        <w:t>-</w:t>
      </w:r>
      <w:r w:rsidRPr="008C6DE4">
        <w:rPr>
          <w:rFonts w:eastAsia="Malgun Gothic"/>
          <w:lang w:eastAsia="ko-KR"/>
        </w:rPr>
        <w:tab/>
      </w:r>
      <w:r w:rsidRPr="008C6DE4">
        <w:t xml:space="preserve">is not required to conduct reception/transmission from/to the corresponding NR serving cells in the corresponding frequency range for </w:t>
      </w:r>
      <w:r w:rsidRPr="008C6DE4">
        <w:rPr>
          <w:lang w:eastAsia="zh-CN"/>
        </w:rPr>
        <w:t>NR-DC</w:t>
      </w:r>
      <w:r w:rsidRPr="008C6DE4">
        <w:t xml:space="preserve"> except the reception of signals used for RRM measurement(s) and the signals used for random access procedure according to </w:t>
      </w:r>
      <w:r>
        <w:rPr>
          <w:rFonts w:hint="eastAsia"/>
          <w:lang w:eastAsia="zh-CN"/>
        </w:rPr>
        <w:t>TS</w:t>
      </w:r>
      <w:r>
        <w:rPr>
          <w:lang w:val="en-US" w:eastAsia="zh-CN"/>
        </w:rPr>
        <w:t>38.321</w:t>
      </w:r>
      <w:r w:rsidRPr="00885F53">
        <w:t xml:space="preserve"> </w:t>
      </w:r>
      <w:r w:rsidRPr="008C6DE4">
        <w:t>[7].</w:t>
      </w:r>
    </w:p>
    <w:p w14:paraId="2FA95182" w14:textId="77777777" w:rsidR="00D4281A" w:rsidRPr="008C6DE4" w:rsidRDefault="00D4281A" w:rsidP="00D4281A">
      <w:pPr>
        <w:rPr>
          <w:rFonts w:eastAsia="MS Mincho"/>
          <w:lang w:eastAsia="ja-JP"/>
        </w:rPr>
      </w:pPr>
      <w:r w:rsidRPr="008C6DE4">
        <w:t>UEs shall support the measurement gap patterns listed in Table 9.1.2-1 based on the applicability specified in table 9.1.2-2</w:t>
      </w:r>
      <w:r w:rsidRPr="008C6DE4">
        <w:rPr>
          <w:rFonts w:eastAsia="MS Mincho"/>
          <w:lang w:eastAsia="ja-JP"/>
        </w:rPr>
        <w:t xml:space="preserve"> and 9.1.2-3</w:t>
      </w:r>
      <w:r w:rsidRPr="008C6DE4">
        <w:t>.</w:t>
      </w:r>
      <w:r w:rsidRPr="008C6DE4">
        <w:rPr>
          <w:rFonts w:eastAsia="MS Mincho"/>
          <w:lang w:eastAsia="ja-JP"/>
        </w:rPr>
        <w:t xml:space="preserve"> UE determines measurement gap timing based on gap offset configuration and measurement gap timing advance configuration provided by higher layer signalling as specified in </w:t>
      </w:r>
      <w:r w:rsidRPr="008C6DE4">
        <w:t>TS 38.331 </w:t>
      </w:r>
      <w:r w:rsidRPr="008C6DE4">
        <w:rPr>
          <w:rFonts w:eastAsia="MS Mincho"/>
          <w:lang w:eastAsia="ja-JP"/>
        </w:rPr>
        <w:t>[2] and TS 36.331 [16].</w:t>
      </w:r>
    </w:p>
    <w:p w14:paraId="0DA8A5E5" w14:textId="77777777" w:rsidR="00D4281A" w:rsidRPr="008C6DE4" w:rsidRDefault="00D4281A" w:rsidP="00D4281A">
      <w:pPr>
        <w:keepNext/>
        <w:keepLines/>
        <w:spacing w:before="60"/>
        <w:jc w:val="center"/>
        <w:rPr>
          <w:rFonts w:ascii="Arial" w:hAnsi="Arial"/>
          <w:b/>
        </w:rPr>
      </w:pPr>
      <w:r w:rsidRPr="008C6DE4">
        <w:rPr>
          <w:rFonts w:ascii="Arial" w:hAnsi="Arial"/>
          <w:b/>
          <w:snapToGrid w:val="0"/>
        </w:rPr>
        <w:t xml:space="preserve">Table 9.1.2-1: </w:t>
      </w:r>
      <w:r w:rsidRPr="008C6DE4">
        <w:rPr>
          <w:rFonts w:ascii="Arial" w:hAnsi="Arial"/>
          <w:b/>
        </w:rPr>
        <w:t>Gap Pattern Configurations</w:t>
      </w:r>
    </w:p>
    <w:tbl>
      <w:tblPr>
        <w:tblW w:w="25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1777"/>
        <w:gridCol w:w="1750"/>
      </w:tblGrid>
      <w:tr w:rsidR="00DD3199" w:rsidRPr="008C6DE4" w14:paraId="5377D5EC"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19F1087A" w14:textId="77777777" w:rsidR="00D4281A" w:rsidRPr="008C6DE4" w:rsidRDefault="00D4281A" w:rsidP="00867D3A">
            <w:pPr>
              <w:keepNext/>
              <w:keepLines/>
              <w:spacing w:after="0"/>
              <w:jc w:val="center"/>
              <w:rPr>
                <w:rFonts w:ascii="Arial" w:hAnsi="Arial"/>
                <w:b/>
                <w:sz w:val="18"/>
              </w:rPr>
            </w:pPr>
            <w:r w:rsidRPr="008C6DE4">
              <w:rPr>
                <w:rFonts w:ascii="Arial" w:hAnsi="Arial"/>
                <w:b/>
                <w:sz w:val="18"/>
              </w:rPr>
              <w:t>Gap Pattern Id</w:t>
            </w:r>
          </w:p>
        </w:tc>
        <w:tc>
          <w:tcPr>
            <w:tcW w:w="1832" w:type="pct"/>
            <w:tcBorders>
              <w:top w:val="single" w:sz="4" w:space="0" w:color="auto"/>
              <w:left w:val="single" w:sz="4" w:space="0" w:color="auto"/>
              <w:bottom w:val="single" w:sz="4" w:space="0" w:color="auto"/>
              <w:right w:val="single" w:sz="4" w:space="0" w:color="auto"/>
            </w:tcBorders>
            <w:hideMark/>
          </w:tcPr>
          <w:p w14:paraId="4EDEF255" w14:textId="77777777" w:rsidR="00D4281A" w:rsidRPr="008C6DE4" w:rsidRDefault="00D4281A" w:rsidP="00867D3A">
            <w:pPr>
              <w:keepNext/>
              <w:keepLines/>
              <w:spacing w:after="0"/>
              <w:jc w:val="center"/>
              <w:rPr>
                <w:rFonts w:ascii="Arial" w:hAnsi="Arial"/>
                <w:b/>
                <w:sz w:val="18"/>
              </w:rPr>
            </w:pPr>
            <w:r w:rsidRPr="008C6DE4">
              <w:rPr>
                <w:rFonts w:ascii="Arial" w:hAnsi="Arial"/>
                <w:b/>
                <w:sz w:val="18"/>
                <w:lang w:eastAsia="zh-CN"/>
              </w:rPr>
              <w:t xml:space="preserve">Measurement </w:t>
            </w:r>
            <w:r w:rsidRPr="008C6DE4">
              <w:rPr>
                <w:rFonts w:ascii="Arial" w:hAnsi="Arial"/>
                <w:b/>
                <w:sz w:val="18"/>
              </w:rPr>
              <w:t>Gap Length (MGL, ms)</w:t>
            </w:r>
          </w:p>
        </w:tc>
        <w:tc>
          <w:tcPr>
            <w:tcW w:w="1804" w:type="pct"/>
            <w:tcBorders>
              <w:top w:val="single" w:sz="4" w:space="0" w:color="auto"/>
              <w:left w:val="single" w:sz="4" w:space="0" w:color="auto"/>
              <w:bottom w:val="single" w:sz="4" w:space="0" w:color="auto"/>
              <w:right w:val="single" w:sz="4" w:space="0" w:color="auto"/>
            </w:tcBorders>
            <w:hideMark/>
          </w:tcPr>
          <w:p w14:paraId="5A0381B1" w14:textId="77777777" w:rsidR="00D4281A" w:rsidRPr="008C6DE4" w:rsidRDefault="00D4281A" w:rsidP="00867D3A">
            <w:pPr>
              <w:keepNext/>
              <w:keepLines/>
              <w:spacing w:after="0"/>
              <w:jc w:val="center"/>
              <w:rPr>
                <w:rFonts w:ascii="Arial" w:hAnsi="Arial"/>
                <w:b/>
                <w:sz w:val="18"/>
              </w:rPr>
            </w:pPr>
            <w:r w:rsidRPr="008C6DE4">
              <w:rPr>
                <w:rFonts w:ascii="Arial" w:hAnsi="Arial"/>
                <w:b/>
                <w:sz w:val="18"/>
                <w:lang w:eastAsia="zh-CN"/>
              </w:rPr>
              <w:t>Measurement</w:t>
            </w:r>
            <w:r w:rsidRPr="008C6DE4">
              <w:rPr>
                <w:rFonts w:ascii="Arial" w:hAnsi="Arial"/>
                <w:b/>
                <w:sz w:val="18"/>
              </w:rPr>
              <w:t xml:space="preserve"> Gap Repetition Period</w:t>
            </w:r>
          </w:p>
          <w:p w14:paraId="539342D5" w14:textId="77777777" w:rsidR="00D4281A" w:rsidRPr="008C6DE4" w:rsidRDefault="00D4281A" w:rsidP="00867D3A">
            <w:pPr>
              <w:keepNext/>
              <w:keepLines/>
              <w:spacing w:after="0"/>
              <w:jc w:val="center"/>
              <w:rPr>
                <w:rFonts w:ascii="Arial" w:hAnsi="Arial"/>
                <w:b/>
                <w:sz w:val="18"/>
              </w:rPr>
            </w:pPr>
            <w:r w:rsidRPr="008C6DE4">
              <w:rPr>
                <w:rFonts w:ascii="Arial" w:hAnsi="Arial"/>
                <w:b/>
                <w:sz w:val="18"/>
              </w:rPr>
              <w:t>(MGRP, ms)</w:t>
            </w:r>
          </w:p>
        </w:tc>
      </w:tr>
      <w:tr w:rsidR="00DD3199" w:rsidRPr="008C6DE4" w14:paraId="0E65DC3A"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375691D5"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w:t>
            </w:r>
          </w:p>
        </w:tc>
        <w:tc>
          <w:tcPr>
            <w:tcW w:w="1832" w:type="pct"/>
            <w:tcBorders>
              <w:top w:val="single" w:sz="4" w:space="0" w:color="auto"/>
              <w:left w:val="single" w:sz="4" w:space="0" w:color="auto"/>
              <w:bottom w:val="single" w:sz="4" w:space="0" w:color="auto"/>
              <w:right w:val="single" w:sz="4" w:space="0" w:color="auto"/>
            </w:tcBorders>
            <w:hideMark/>
          </w:tcPr>
          <w:p w14:paraId="0F255CB8"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6</w:t>
            </w:r>
          </w:p>
        </w:tc>
        <w:tc>
          <w:tcPr>
            <w:tcW w:w="1804" w:type="pct"/>
            <w:tcBorders>
              <w:top w:val="single" w:sz="4" w:space="0" w:color="auto"/>
              <w:left w:val="single" w:sz="4" w:space="0" w:color="auto"/>
              <w:bottom w:val="single" w:sz="4" w:space="0" w:color="auto"/>
              <w:right w:val="single" w:sz="4" w:space="0" w:color="auto"/>
            </w:tcBorders>
            <w:hideMark/>
          </w:tcPr>
          <w:p w14:paraId="2762A522"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40</w:t>
            </w:r>
          </w:p>
        </w:tc>
      </w:tr>
      <w:tr w:rsidR="00DD3199" w:rsidRPr="008C6DE4" w14:paraId="0E1D4363"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74BE4C7F"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1</w:t>
            </w:r>
          </w:p>
        </w:tc>
        <w:tc>
          <w:tcPr>
            <w:tcW w:w="1832" w:type="pct"/>
            <w:tcBorders>
              <w:top w:val="single" w:sz="4" w:space="0" w:color="auto"/>
              <w:left w:val="single" w:sz="4" w:space="0" w:color="auto"/>
              <w:bottom w:val="single" w:sz="4" w:space="0" w:color="auto"/>
              <w:right w:val="single" w:sz="4" w:space="0" w:color="auto"/>
            </w:tcBorders>
            <w:hideMark/>
          </w:tcPr>
          <w:p w14:paraId="4389A38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6</w:t>
            </w:r>
          </w:p>
        </w:tc>
        <w:tc>
          <w:tcPr>
            <w:tcW w:w="1804" w:type="pct"/>
            <w:tcBorders>
              <w:top w:val="single" w:sz="4" w:space="0" w:color="auto"/>
              <w:left w:val="single" w:sz="4" w:space="0" w:color="auto"/>
              <w:bottom w:val="single" w:sz="4" w:space="0" w:color="auto"/>
              <w:right w:val="single" w:sz="4" w:space="0" w:color="auto"/>
            </w:tcBorders>
            <w:hideMark/>
          </w:tcPr>
          <w:p w14:paraId="1252D0B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80</w:t>
            </w:r>
          </w:p>
        </w:tc>
      </w:tr>
      <w:tr w:rsidR="00DD3199" w:rsidRPr="008C6DE4" w14:paraId="0519830C"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13AEF712"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lang w:eastAsia="ko-KR"/>
              </w:rPr>
              <w:t>2</w:t>
            </w:r>
          </w:p>
        </w:tc>
        <w:tc>
          <w:tcPr>
            <w:tcW w:w="1832" w:type="pct"/>
            <w:tcBorders>
              <w:top w:val="single" w:sz="4" w:space="0" w:color="auto"/>
              <w:left w:val="single" w:sz="4" w:space="0" w:color="auto"/>
              <w:bottom w:val="single" w:sz="4" w:space="0" w:color="auto"/>
              <w:right w:val="single" w:sz="4" w:space="0" w:color="auto"/>
            </w:tcBorders>
            <w:hideMark/>
          </w:tcPr>
          <w:p w14:paraId="3A4939AB"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lang w:eastAsia="ko-KR"/>
              </w:rPr>
              <w:t>3</w:t>
            </w:r>
          </w:p>
        </w:tc>
        <w:tc>
          <w:tcPr>
            <w:tcW w:w="1804" w:type="pct"/>
            <w:tcBorders>
              <w:top w:val="single" w:sz="4" w:space="0" w:color="auto"/>
              <w:left w:val="single" w:sz="4" w:space="0" w:color="auto"/>
              <w:bottom w:val="single" w:sz="4" w:space="0" w:color="auto"/>
              <w:right w:val="single" w:sz="4" w:space="0" w:color="auto"/>
            </w:tcBorders>
            <w:hideMark/>
          </w:tcPr>
          <w:p w14:paraId="26361D9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lang w:eastAsia="ko-KR"/>
              </w:rPr>
              <w:t>40</w:t>
            </w:r>
          </w:p>
        </w:tc>
      </w:tr>
      <w:tr w:rsidR="00DD3199" w:rsidRPr="008C6DE4" w14:paraId="4C897474"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3EC5136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lang w:eastAsia="ko-KR"/>
              </w:rPr>
              <w:t>3</w:t>
            </w:r>
          </w:p>
        </w:tc>
        <w:tc>
          <w:tcPr>
            <w:tcW w:w="1832" w:type="pct"/>
            <w:tcBorders>
              <w:top w:val="single" w:sz="4" w:space="0" w:color="auto"/>
              <w:left w:val="single" w:sz="4" w:space="0" w:color="auto"/>
              <w:bottom w:val="single" w:sz="4" w:space="0" w:color="auto"/>
              <w:right w:val="single" w:sz="4" w:space="0" w:color="auto"/>
            </w:tcBorders>
            <w:hideMark/>
          </w:tcPr>
          <w:p w14:paraId="2985A75D"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lang w:eastAsia="ko-KR"/>
              </w:rPr>
              <w:t>3</w:t>
            </w:r>
          </w:p>
        </w:tc>
        <w:tc>
          <w:tcPr>
            <w:tcW w:w="1804" w:type="pct"/>
            <w:tcBorders>
              <w:top w:val="single" w:sz="4" w:space="0" w:color="auto"/>
              <w:left w:val="single" w:sz="4" w:space="0" w:color="auto"/>
              <w:bottom w:val="single" w:sz="4" w:space="0" w:color="auto"/>
              <w:right w:val="single" w:sz="4" w:space="0" w:color="auto"/>
            </w:tcBorders>
            <w:hideMark/>
          </w:tcPr>
          <w:p w14:paraId="077271EE"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lang w:eastAsia="ko-KR"/>
              </w:rPr>
              <w:t>80</w:t>
            </w:r>
          </w:p>
        </w:tc>
      </w:tr>
      <w:tr w:rsidR="00DD3199" w:rsidRPr="008C6DE4" w14:paraId="06560480"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50455A6F"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4</w:t>
            </w:r>
          </w:p>
        </w:tc>
        <w:tc>
          <w:tcPr>
            <w:tcW w:w="1832" w:type="pct"/>
            <w:tcBorders>
              <w:top w:val="single" w:sz="4" w:space="0" w:color="auto"/>
              <w:left w:val="single" w:sz="4" w:space="0" w:color="auto"/>
              <w:bottom w:val="single" w:sz="4" w:space="0" w:color="auto"/>
              <w:right w:val="single" w:sz="4" w:space="0" w:color="auto"/>
            </w:tcBorders>
            <w:hideMark/>
          </w:tcPr>
          <w:p w14:paraId="0FAB3B6E"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6</w:t>
            </w:r>
          </w:p>
        </w:tc>
        <w:tc>
          <w:tcPr>
            <w:tcW w:w="1804" w:type="pct"/>
            <w:tcBorders>
              <w:top w:val="single" w:sz="4" w:space="0" w:color="auto"/>
              <w:left w:val="single" w:sz="4" w:space="0" w:color="auto"/>
              <w:bottom w:val="single" w:sz="4" w:space="0" w:color="auto"/>
              <w:right w:val="single" w:sz="4" w:space="0" w:color="auto"/>
            </w:tcBorders>
            <w:hideMark/>
          </w:tcPr>
          <w:p w14:paraId="37139C0A"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20</w:t>
            </w:r>
          </w:p>
        </w:tc>
      </w:tr>
      <w:tr w:rsidR="00DD3199" w:rsidRPr="008C6DE4" w14:paraId="563785AF"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2CF76650"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5</w:t>
            </w:r>
          </w:p>
        </w:tc>
        <w:tc>
          <w:tcPr>
            <w:tcW w:w="1832" w:type="pct"/>
            <w:tcBorders>
              <w:top w:val="single" w:sz="4" w:space="0" w:color="auto"/>
              <w:left w:val="single" w:sz="4" w:space="0" w:color="auto"/>
              <w:bottom w:val="single" w:sz="4" w:space="0" w:color="auto"/>
              <w:right w:val="single" w:sz="4" w:space="0" w:color="auto"/>
            </w:tcBorders>
            <w:hideMark/>
          </w:tcPr>
          <w:p w14:paraId="2A1CCD4D"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6</w:t>
            </w:r>
          </w:p>
        </w:tc>
        <w:tc>
          <w:tcPr>
            <w:tcW w:w="1804" w:type="pct"/>
            <w:tcBorders>
              <w:top w:val="single" w:sz="4" w:space="0" w:color="auto"/>
              <w:left w:val="single" w:sz="4" w:space="0" w:color="auto"/>
              <w:bottom w:val="single" w:sz="4" w:space="0" w:color="auto"/>
              <w:right w:val="single" w:sz="4" w:space="0" w:color="auto"/>
            </w:tcBorders>
            <w:hideMark/>
          </w:tcPr>
          <w:p w14:paraId="2DFCCC54"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160</w:t>
            </w:r>
          </w:p>
        </w:tc>
      </w:tr>
      <w:tr w:rsidR="00DD3199" w:rsidRPr="008C6DE4" w14:paraId="501BA226"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2B107C3E"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6</w:t>
            </w:r>
          </w:p>
        </w:tc>
        <w:tc>
          <w:tcPr>
            <w:tcW w:w="1832" w:type="pct"/>
            <w:tcBorders>
              <w:top w:val="single" w:sz="4" w:space="0" w:color="auto"/>
              <w:left w:val="single" w:sz="4" w:space="0" w:color="auto"/>
              <w:bottom w:val="single" w:sz="4" w:space="0" w:color="auto"/>
              <w:right w:val="single" w:sz="4" w:space="0" w:color="auto"/>
            </w:tcBorders>
            <w:hideMark/>
          </w:tcPr>
          <w:p w14:paraId="327B1F0E"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4</w:t>
            </w:r>
          </w:p>
        </w:tc>
        <w:tc>
          <w:tcPr>
            <w:tcW w:w="1804" w:type="pct"/>
            <w:tcBorders>
              <w:top w:val="single" w:sz="4" w:space="0" w:color="auto"/>
              <w:left w:val="single" w:sz="4" w:space="0" w:color="auto"/>
              <w:bottom w:val="single" w:sz="4" w:space="0" w:color="auto"/>
              <w:right w:val="single" w:sz="4" w:space="0" w:color="auto"/>
            </w:tcBorders>
            <w:hideMark/>
          </w:tcPr>
          <w:p w14:paraId="38632F55"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20</w:t>
            </w:r>
          </w:p>
        </w:tc>
      </w:tr>
      <w:tr w:rsidR="00DD3199" w:rsidRPr="008C6DE4" w14:paraId="5DBDEDA6"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4F287694"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7</w:t>
            </w:r>
          </w:p>
        </w:tc>
        <w:tc>
          <w:tcPr>
            <w:tcW w:w="1832" w:type="pct"/>
            <w:tcBorders>
              <w:top w:val="single" w:sz="4" w:space="0" w:color="auto"/>
              <w:left w:val="single" w:sz="4" w:space="0" w:color="auto"/>
              <w:bottom w:val="single" w:sz="4" w:space="0" w:color="auto"/>
              <w:right w:val="single" w:sz="4" w:space="0" w:color="auto"/>
            </w:tcBorders>
            <w:hideMark/>
          </w:tcPr>
          <w:p w14:paraId="5E59DF62"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4</w:t>
            </w:r>
          </w:p>
        </w:tc>
        <w:tc>
          <w:tcPr>
            <w:tcW w:w="1804" w:type="pct"/>
            <w:tcBorders>
              <w:top w:val="single" w:sz="4" w:space="0" w:color="auto"/>
              <w:left w:val="single" w:sz="4" w:space="0" w:color="auto"/>
              <w:bottom w:val="single" w:sz="4" w:space="0" w:color="auto"/>
              <w:right w:val="single" w:sz="4" w:space="0" w:color="auto"/>
            </w:tcBorders>
            <w:hideMark/>
          </w:tcPr>
          <w:p w14:paraId="38DBA7B7"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40</w:t>
            </w:r>
          </w:p>
        </w:tc>
      </w:tr>
      <w:tr w:rsidR="00DD3199" w:rsidRPr="008C6DE4" w14:paraId="52F51790"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5A52CECC"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8</w:t>
            </w:r>
          </w:p>
        </w:tc>
        <w:tc>
          <w:tcPr>
            <w:tcW w:w="1832" w:type="pct"/>
            <w:tcBorders>
              <w:top w:val="single" w:sz="4" w:space="0" w:color="auto"/>
              <w:left w:val="single" w:sz="4" w:space="0" w:color="auto"/>
              <w:bottom w:val="single" w:sz="4" w:space="0" w:color="auto"/>
              <w:right w:val="single" w:sz="4" w:space="0" w:color="auto"/>
            </w:tcBorders>
            <w:hideMark/>
          </w:tcPr>
          <w:p w14:paraId="35D44B9D"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4</w:t>
            </w:r>
          </w:p>
        </w:tc>
        <w:tc>
          <w:tcPr>
            <w:tcW w:w="1804" w:type="pct"/>
            <w:tcBorders>
              <w:top w:val="single" w:sz="4" w:space="0" w:color="auto"/>
              <w:left w:val="single" w:sz="4" w:space="0" w:color="auto"/>
              <w:bottom w:val="single" w:sz="4" w:space="0" w:color="auto"/>
              <w:right w:val="single" w:sz="4" w:space="0" w:color="auto"/>
            </w:tcBorders>
            <w:hideMark/>
          </w:tcPr>
          <w:p w14:paraId="2C65A845"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80</w:t>
            </w:r>
          </w:p>
        </w:tc>
      </w:tr>
      <w:tr w:rsidR="00DD3199" w:rsidRPr="008C6DE4" w14:paraId="4FD6BCE6"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1F95C781"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9</w:t>
            </w:r>
          </w:p>
        </w:tc>
        <w:tc>
          <w:tcPr>
            <w:tcW w:w="1832" w:type="pct"/>
            <w:tcBorders>
              <w:top w:val="single" w:sz="4" w:space="0" w:color="auto"/>
              <w:left w:val="single" w:sz="4" w:space="0" w:color="auto"/>
              <w:bottom w:val="single" w:sz="4" w:space="0" w:color="auto"/>
              <w:right w:val="single" w:sz="4" w:space="0" w:color="auto"/>
            </w:tcBorders>
            <w:hideMark/>
          </w:tcPr>
          <w:p w14:paraId="501371AF"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4</w:t>
            </w:r>
          </w:p>
        </w:tc>
        <w:tc>
          <w:tcPr>
            <w:tcW w:w="1804" w:type="pct"/>
            <w:tcBorders>
              <w:top w:val="single" w:sz="4" w:space="0" w:color="auto"/>
              <w:left w:val="single" w:sz="4" w:space="0" w:color="auto"/>
              <w:bottom w:val="single" w:sz="4" w:space="0" w:color="auto"/>
              <w:right w:val="single" w:sz="4" w:space="0" w:color="auto"/>
            </w:tcBorders>
            <w:hideMark/>
          </w:tcPr>
          <w:p w14:paraId="14FD2DE7"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160</w:t>
            </w:r>
          </w:p>
        </w:tc>
      </w:tr>
      <w:tr w:rsidR="00DD3199" w:rsidRPr="008C6DE4" w14:paraId="0973DA4D"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7C19B66B"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10</w:t>
            </w:r>
          </w:p>
        </w:tc>
        <w:tc>
          <w:tcPr>
            <w:tcW w:w="1832" w:type="pct"/>
            <w:tcBorders>
              <w:top w:val="single" w:sz="4" w:space="0" w:color="auto"/>
              <w:left w:val="single" w:sz="4" w:space="0" w:color="auto"/>
              <w:bottom w:val="single" w:sz="4" w:space="0" w:color="auto"/>
              <w:right w:val="single" w:sz="4" w:space="0" w:color="auto"/>
            </w:tcBorders>
            <w:hideMark/>
          </w:tcPr>
          <w:p w14:paraId="0178122C"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3</w:t>
            </w:r>
          </w:p>
        </w:tc>
        <w:tc>
          <w:tcPr>
            <w:tcW w:w="1804" w:type="pct"/>
            <w:tcBorders>
              <w:top w:val="single" w:sz="4" w:space="0" w:color="auto"/>
              <w:left w:val="single" w:sz="4" w:space="0" w:color="auto"/>
              <w:bottom w:val="single" w:sz="4" w:space="0" w:color="auto"/>
              <w:right w:val="single" w:sz="4" w:space="0" w:color="auto"/>
            </w:tcBorders>
            <w:hideMark/>
          </w:tcPr>
          <w:p w14:paraId="765DD9A7"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20</w:t>
            </w:r>
          </w:p>
        </w:tc>
      </w:tr>
      <w:tr w:rsidR="00DD3199" w:rsidRPr="008C6DE4" w14:paraId="39781D3C"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3C8A79F0"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11</w:t>
            </w:r>
          </w:p>
        </w:tc>
        <w:tc>
          <w:tcPr>
            <w:tcW w:w="1832" w:type="pct"/>
            <w:tcBorders>
              <w:top w:val="single" w:sz="4" w:space="0" w:color="auto"/>
              <w:left w:val="single" w:sz="4" w:space="0" w:color="auto"/>
              <w:bottom w:val="single" w:sz="4" w:space="0" w:color="auto"/>
              <w:right w:val="single" w:sz="4" w:space="0" w:color="auto"/>
            </w:tcBorders>
            <w:hideMark/>
          </w:tcPr>
          <w:p w14:paraId="2774CE58"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3</w:t>
            </w:r>
          </w:p>
        </w:tc>
        <w:tc>
          <w:tcPr>
            <w:tcW w:w="1804" w:type="pct"/>
            <w:tcBorders>
              <w:top w:val="single" w:sz="4" w:space="0" w:color="auto"/>
              <w:left w:val="single" w:sz="4" w:space="0" w:color="auto"/>
              <w:bottom w:val="single" w:sz="4" w:space="0" w:color="auto"/>
              <w:right w:val="single" w:sz="4" w:space="0" w:color="auto"/>
            </w:tcBorders>
            <w:hideMark/>
          </w:tcPr>
          <w:p w14:paraId="471CDDDC"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160</w:t>
            </w:r>
          </w:p>
        </w:tc>
      </w:tr>
      <w:tr w:rsidR="00DD3199" w:rsidRPr="008C6DE4" w14:paraId="3AC26013"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5006583E"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12</w:t>
            </w:r>
          </w:p>
        </w:tc>
        <w:tc>
          <w:tcPr>
            <w:tcW w:w="1832" w:type="pct"/>
            <w:tcBorders>
              <w:top w:val="single" w:sz="4" w:space="0" w:color="auto"/>
              <w:left w:val="single" w:sz="4" w:space="0" w:color="auto"/>
              <w:bottom w:val="single" w:sz="4" w:space="0" w:color="auto"/>
              <w:right w:val="single" w:sz="4" w:space="0" w:color="auto"/>
            </w:tcBorders>
            <w:hideMark/>
          </w:tcPr>
          <w:p w14:paraId="1E742D60"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5.5</w:t>
            </w:r>
          </w:p>
        </w:tc>
        <w:tc>
          <w:tcPr>
            <w:tcW w:w="1804" w:type="pct"/>
            <w:tcBorders>
              <w:top w:val="single" w:sz="4" w:space="0" w:color="auto"/>
              <w:left w:val="single" w:sz="4" w:space="0" w:color="auto"/>
              <w:bottom w:val="single" w:sz="4" w:space="0" w:color="auto"/>
              <w:right w:val="single" w:sz="4" w:space="0" w:color="auto"/>
            </w:tcBorders>
            <w:hideMark/>
          </w:tcPr>
          <w:p w14:paraId="69FD7019"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20</w:t>
            </w:r>
          </w:p>
        </w:tc>
      </w:tr>
      <w:tr w:rsidR="00DD3199" w:rsidRPr="008C6DE4" w14:paraId="77ECC063" w14:textId="77777777" w:rsidTr="00867D3A">
        <w:trPr>
          <w:cantSplit/>
          <w:trHeight w:val="172"/>
          <w:jc w:val="center"/>
        </w:trPr>
        <w:tc>
          <w:tcPr>
            <w:tcW w:w="1364" w:type="pct"/>
            <w:tcBorders>
              <w:top w:val="single" w:sz="4" w:space="0" w:color="auto"/>
              <w:left w:val="single" w:sz="4" w:space="0" w:color="auto"/>
              <w:bottom w:val="single" w:sz="4" w:space="0" w:color="auto"/>
              <w:right w:val="single" w:sz="4" w:space="0" w:color="auto"/>
            </w:tcBorders>
            <w:hideMark/>
          </w:tcPr>
          <w:p w14:paraId="4DEC8F72"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13</w:t>
            </w:r>
          </w:p>
        </w:tc>
        <w:tc>
          <w:tcPr>
            <w:tcW w:w="1832" w:type="pct"/>
            <w:tcBorders>
              <w:top w:val="single" w:sz="4" w:space="0" w:color="auto"/>
              <w:left w:val="single" w:sz="4" w:space="0" w:color="auto"/>
              <w:bottom w:val="single" w:sz="4" w:space="0" w:color="auto"/>
              <w:right w:val="single" w:sz="4" w:space="0" w:color="auto"/>
            </w:tcBorders>
            <w:hideMark/>
          </w:tcPr>
          <w:p w14:paraId="0747DA64"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5.5</w:t>
            </w:r>
          </w:p>
        </w:tc>
        <w:tc>
          <w:tcPr>
            <w:tcW w:w="1804" w:type="pct"/>
            <w:tcBorders>
              <w:top w:val="single" w:sz="4" w:space="0" w:color="auto"/>
              <w:left w:val="single" w:sz="4" w:space="0" w:color="auto"/>
              <w:bottom w:val="single" w:sz="4" w:space="0" w:color="auto"/>
              <w:right w:val="single" w:sz="4" w:space="0" w:color="auto"/>
            </w:tcBorders>
            <w:hideMark/>
          </w:tcPr>
          <w:p w14:paraId="6A91D6DD"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40</w:t>
            </w:r>
          </w:p>
        </w:tc>
      </w:tr>
      <w:tr w:rsidR="00DD3199" w:rsidRPr="008C6DE4" w14:paraId="14358A45"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509D8994"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14</w:t>
            </w:r>
          </w:p>
        </w:tc>
        <w:tc>
          <w:tcPr>
            <w:tcW w:w="1832" w:type="pct"/>
            <w:tcBorders>
              <w:top w:val="single" w:sz="4" w:space="0" w:color="auto"/>
              <w:left w:val="single" w:sz="4" w:space="0" w:color="auto"/>
              <w:bottom w:val="single" w:sz="4" w:space="0" w:color="auto"/>
              <w:right w:val="single" w:sz="4" w:space="0" w:color="auto"/>
            </w:tcBorders>
            <w:hideMark/>
          </w:tcPr>
          <w:p w14:paraId="46B3D718"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5.5</w:t>
            </w:r>
          </w:p>
        </w:tc>
        <w:tc>
          <w:tcPr>
            <w:tcW w:w="1804" w:type="pct"/>
            <w:tcBorders>
              <w:top w:val="single" w:sz="4" w:space="0" w:color="auto"/>
              <w:left w:val="single" w:sz="4" w:space="0" w:color="auto"/>
              <w:bottom w:val="single" w:sz="4" w:space="0" w:color="auto"/>
              <w:right w:val="single" w:sz="4" w:space="0" w:color="auto"/>
            </w:tcBorders>
            <w:hideMark/>
          </w:tcPr>
          <w:p w14:paraId="7C4F95DF"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80</w:t>
            </w:r>
          </w:p>
        </w:tc>
      </w:tr>
      <w:tr w:rsidR="00DD3199" w:rsidRPr="008C6DE4" w14:paraId="4CCC5935"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65062F16"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15</w:t>
            </w:r>
          </w:p>
        </w:tc>
        <w:tc>
          <w:tcPr>
            <w:tcW w:w="1832" w:type="pct"/>
            <w:tcBorders>
              <w:top w:val="single" w:sz="4" w:space="0" w:color="auto"/>
              <w:left w:val="single" w:sz="4" w:space="0" w:color="auto"/>
              <w:bottom w:val="single" w:sz="4" w:space="0" w:color="auto"/>
              <w:right w:val="single" w:sz="4" w:space="0" w:color="auto"/>
            </w:tcBorders>
            <w:hideMark/>
          </w:tcPr>
          <w:p w14:paraId="39495DC6"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5.5</w:t>
            </w:r>
          </w:p>
        </w:tc>
        <w:tc>
          <w:tcPr>
            <w:tcW w:w="1804" w:type="pct"/>
            <w:tcBorders>
              <w:top w:val="single" w:sz="4" w:space="0" w:color="auto"/>
              <w:left w:val="single" w:sz="4" w:space="0" w:color="auto"/>
              <w:bottom w:val="single" w:sz="4" w:space="0" w:color="auto"/>
              <w:right w:val="single" w:sz="4" w:space="0" w:color="auto"/>
            </w:tcBorders>
            <w:hideMark/>
          </w:tcPr>
          <w:p w14:paraId="4E9F354B"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160</w:t>
            </w:r>
          </w:p>
        </w:tc>
      </w:tr>
      <w:tr w:rsidR="00DD3199" w:rsidRPr="008C6DE4" w14:paraId="0BC5B132"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568733B9"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16</w:t>
            </w:r>
          </w:p>
        </w:tc>
        <w:tc>
          <w:tcPr>
            <w:tcW w:w="1832" w:type="pct"/>
            <w:tcBorders>
              <w:top w:val="single" w:sz="4" w:space="0" w:color="auto"/>
              <w:left w:val="single" w:sz="4" w:space="0" w:color="auto"/>
              <w:bottom w:val="single" w:sz="4" w:space="0" w:color="auto"/>
              <w:right w:val="single" w:sz="4" w:space="0" w:color="auto"/>
            </w:tcBorders>
            <w:hideMark/>
          </w:tcPr>
          <w:p w14:paraId="1BD82882"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3.5</w:t>
            </w:r>
          </w:p>
        </w:tc>
        <w:tc>
          <w:tcPr>
            <w:tcW w:w="1804" w:type="pct"/>
            <w:tcBorders>
              <w:top w:val="single" w:sz="4" w:space="0" w:color="auto"/>
              <w:left w:val="single" w:sz="4" w:space="0" w:color="auto"/>
              <w:bottom w:val="single" w:sz="4" w:space="0" w:color="auto"/>
              <w:right w:val="single" w:sz="4" w:space="0" w:color="auto"/>
            </w:tcBorders>
            <w:hideMark/>
          </w:tcPr>
          <w:p w14:paraId="4E96D712"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20</w:t>
            </w:r>
          </w:p>
        </w:tc>
      </w:tr>
      <w:tr w:rsidR="00DD3199" w:rsidRPr="008C6DE4" w14:paraId="5BF8313A"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3A2B94F8"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17</w:t>
            </w:r>
          </w:p>
        </w:tc>
        <w:tc>
          <w:tcPr>
            <w:tcW w:w="1832" w:type="pct"/>
            <w:tcBorders>
              <w:top w:val="single" w:sz="4" w:space="0" w:color="auto"/>
              <w:left w:val="single" w:sz="4" w:space="0" w:color="auto"/>
              <w:bottom w:val="single" w:sz="4" w:space="0" w:color="auto"/>
              <w:right w:val="single" w:sz="4" w:space="0" w:color="auto"/>
            </w:tcBorders>
            <w:hideMark/>
          </w:tcPr>
          <w:p w14:paraId="34FEC4B6"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3.5</w:t>
            </w:r>
          </w:p>
        </w:tc>
        <w:tc>
          <w:tcPr>
            <w:tcW w:w="1804" w:type="pct"/>
            <w:tcBorders>
              <w:top w:val="single" w:sz="4" w:space="0" w:color="auto"/>
              <w:left w:val="single" w:sz="4" w:space="0" w:color="auto"/>
              <w:bottom w:val="single" w:sz="4" w:space="0" w:color="auto"/>
              <w:right w:val="single" w:sz="4" w:space="0" w:color="auto"/>
            </w:tcBorders>
            <w:hideMark/>
          </w:tcPr>
          <w:p w14:paraId="2CCD530F"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40</w:t>
            </w:r>
          </w:p>
        </w:tc>
      </w:tr>
      <w:tr w:rsidR="00DD3199" w:rsidRPr="008C6DE4" w14:paraId="01D577F3"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5B85628C"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18</w:t>
            </w:r>
          </w:p>
        </w:tc>
        <w:tc>
          <w:tcPr>
            <w:tcW w:w="1832" w:type="pct"/>
            <w:tcBorders>
              <w:top w:val="single" w:sz="4" w:space="0" w:color="auto"/>
              <w:left w:val="single" w:sz="4" w:space="0" w:color="auto"/>
              <w:bottom w:val="single" w:sz="4" w:space="0" w:color="auto"/>
              <w:right w:val="single" w:sz="4" w:space="0" w:color="auto"/>
            </w:tcBorders>
            <w:hideMark/>
          </w:tcPr>
          <w:p w14:paraId="272284F4"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3.5</w:t>
            </w:r>
          </w:p>
        </w:tc>
        <w:tc>
          <w:tcPr>
            <w:tcW w:w="1804" w:type="pct"/>
            <w:tcBorders>
              <w:top w:val="single" w:sz="4" w:space="0" w:color="auto"/>
              <w:left w:val="single" w:sz="4" w:space="0" w:color="auto"/>
              <w:bottom w:val="single" w:sz="4" w:space="0" w:color="auto"/>
              <w:right w:val="single" w:sz="4" w:space="0" w:color="auto"/>
            </w:tcBorders>
            <w:hideMark/>
          </w:tcPr>
          <w:p w14:paraId="72535449"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80</w:t>
            </w:r>
          </w:p>
        </w:tc>
      </w:tr>
      <w:tr w:rsidR="00DD3199" w:rsidRPr="008C6DE4" w14:paraId="74412E2C"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75674977"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19</w:t>
            </w:r>
          </w:p>
        </w:tc>
        <w:tc>
          <w:tcPr>
            <w:tcW w:w="1832" w:type="pct"/>
            <w:tcBorders>
              <w:top w:val="single" w:sz="4" w:space="0" w:color="auto"/>
              <w:left w:val="single" w:sz="4" w:space="0" w:color="auto"/>
              <w:bottom w:val="single" w:sz="4" w:space="0" w:color="auto"/>
              <w:right w:val="single" w:sz="4" w:space="0" w:color="auto"/>
            </w:tcBorders>
            <w:hideMark/>
          </w:tcPr>
          <w:p w14:paraId="167A502C"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3.5</w:t>
            </w:r>
          </w:p>
        </w:tc>
        <w:tc>
          <w:tcPr>
            <w:tcW w:w="1804" w:type="pct"/>
            <w:tcBorders>
              <w:top w:val="single" w:sz="4" w:space="0" w:color="auto"/>
              <w:left w:val="single" w:sz="4" w:space="0" w:color="auto"/>
              <w:bottom w:val="single" w:sz="4" w:space="0" w:color="auto"/>
              <w:right w:val="single" w:sz="4" w:space="0" w:color="auto"/>
            </w:tcBorders>
            <w:hideMark/>
          </w:tcPr>
          <w:p w14:paraId="6D626ECA"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160</w:t>
            </w:r>
          </w:p>
        </w:tc>
      </w:tr>
      <w:tr w:rsidR="00DD3199" w:rsidRPr="008C6DE4" w14:paraId="621F20FF"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03953251"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20</w:t>
            </w:r>
          </w:p>
        </w:tc>
        <w:tc>
          <w:tcPr>
            <w:tcW w:w="1832" w:type="pct"/>
            <w:tcBorders>
              <w:top w:val="single" w:sz="4" w:space="0" w:color="auto"/>
              <w:left w:val="single" w:sz="4" w:space="0" w:color="auto"/>
              <w:bottom w:val="single" w:sz="4" w:space="0" w:color="auto"/>
              <w:right w:val="single" w:sz="4" w:space="0" w:color="auto"/>
            </w:tcBorders>
            <w:hideMark/>
          </w:tcPr>
          <w:p w14:paraId="0DB8094C"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1.5</w:t>
            </w:r>
          </w:p>
        </w:tc>
        <w:tc>
          <w:tcPr>
            <w:tcW w:w="1804" w:type="pct"/>
            <w:tcBorders>
              <w:top w:val="single" w:sz="4" w:space="0" w:color="auto"/>
              <w:left w:val="single" w:sz="4" w:space="0" w:color="auto"/>
              <w:bottom w:val="single" w:sz="4" w:space="0" w:color="auto"/>
              <w:right w:val="single" w:sz="4" w:space="0" w:color="auto"/>
            </w:tcBorders>
            <w:hideMark/>
          </w:tcPr>
          <w:p w14:paraId="6849611A"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20</w:t>
            </w:r>
          </w:p>
        </w:tc>
      </w:tr>
      <w:tr w:rsidR="00DD3199" w:rsidRPr="008C6DE4" w14:paraId="689DE040"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5F41CED2"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21</w:t>
            </w:r>
          </w:p>
        </w:tc>
        <w:tc>
          <w:tcPr>
            <w:tcW w:w="1832" w:type="pct"/>
            <w:tcBorders>
              <w:top w:val="single" w:sz="4" w:space="0" w:color="auto"/>
              <w:left w:val="single" w:sz="4" w:space="0" w:color="auto"/>
              <w:bottom w:val="single" w:sz="4" w:space="0" w:color="auto"/>
              <w:right w:val="single" w:sz="4" w:space="0" w:color="auto"/>
            </w:tcBorders>
            <w:hideMark/>
          </w:tcPr>
          <w:p w14:paraId="7AA8359D"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1.5</w:t>
            </w:r>
          </w:p>
        </w:tc>
        <w:tc>
          <w:tcPr>
            <w:tcW w:w="1804" w:type="pct"/>
            <w:tcBorders>
              <w:top w:val="single" w:sz="4" w:space="0" w:color="auto"/>
              <w:left w:val="single" w:sz="4" w:space="0" w:color="auto"/>
              <w:bottom w:val="single" w:sz="4" w:space="0" w:color="auto"/>
              <w:right w:val="single" w:sz="4" w:space="0" w:color="auto"/>
            </w:tcBorders>
            <w:hideMark/>
          </w:tcPr>
          <w:p w14:paraId="221DB462"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40</w:t>
            </w:r>
          </w:p>
        </w:tc>
      </w:tr>
      <w:tr w:rsidR="00DD3199" w:rsidRPr="008C6DE4" w14:paraId="03D78E03"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0BB0F07D"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22</w:t>
            </w:r>
          </w:p>
        </w:tc>
        <w:tc>
          <w:tcPr>
            <w:tcW w:w="1832" w:type="pct"/>
            <w:tcBorders>
              <w:top w:val="single" w:sz="4" w:space="0" w:color="auto"/>
              <w:left w:val="single" w:sz="4" w:space="0" w:color="auto"/>
              <w:bottom w:val="single" w:sz="4" w:space="0" w:color="auto"/>
              <w:right w:val="single" w:sz="4" w:space="0" w:color="auto"/>
            </w:tcBorders>
            <w:hideMark/>
          </w:tcPr>
          <w:p w14:paraId="1E069AD8"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1.5</w:t>
            </w:r>
          </w:p>
        </w:tc>
        <w:tc>
          <w:tcPr>
            <w:tcW w:w="1804" w:type="pct"/>
            <w:tcBorders>
              <w:top w:val="single" w:sz="4" w:space="0" w:color="auto"/>
              <w:left w:val="single" w:sz="4" w:space="0" w:color="auto"/>
              <w:bottom w:val="single" w:sz="4" w:space="0" w:color="auto"/>
              <w:right w:val="single" w:sz="4" w:space="0" w:color="auto"/>
            </w:tcBorders>
            <w:hideMark/>
          </w:tcPr>
          <w:p w14:paraId="7E6F031E"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80</w:t>
            </w:r>
          </w:p>
        </w:tc>
      </w:tr>
      <w:tr w:rsidR="00D4281A" w:rsidRPr="008C6DE4" w14:paraId="78718417" w14:textId="77777777" w:rsidTr="00867D3A">
        <w:trPr>
          <w:cantSplit/>
          <w:jc w:val="center"/>
        </w:trPr>
        <w:tc>
          <w:tcPr>
            <w:tcW w:w="1364" w:type="pct"/>
            <w:tcBorders>
              <w:top w:val="single" w:sz="4" w:space="0" w:color="auto"/>
              <w:left w:val="single" w:sz="4" w:space="0" w:color="auto"/>
              <w:bottom w:val="single" w:sz="4" w:space="0" w:color="auto"/>
              <w:right w:val="single" w:sz="4" w:space="0" w:color="auto"/>
            </w:tcBorders>
            <w:hideMark/>
          </w:tcPr>
          <w:p w14:paraId="7F6FC328"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23</w:t>
            </w:r>
          </w:p>
        </w:tc>
        <w:tc>
          <w:tcPr>
            <w:tcW w:w="1832" w:type="pct"/>
            <w:tcBorders>
              <w:top w:val="single" w:sz="4" w:space="0" w:color="auto"/>
              <w:left w:val="single" w:sz="4" w:space="0" w:color="auto"/>
              <w:bottom w:val="single" w:sz="4" w:space="0" w:color="auto"/>
              <w:right w:val="single" w:sz="4" w:space="0" w:color="auto"/>
            </w:tcBorders>
            <w:hideMark/>
          </w:tcPr>
          <w:p w14:paraId="7D9ECCF7"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1.5</w:t>
            </w:r>
          </w:p>
        </w:tc>
        <w:tc>
          <w:tcPr>
            <w:tcW w:w="1804" w:type="pct"/>
            <w:tcBorders>
              <w:top w:val="single" w:sz="4" w:space="0" w:color="auto"/>
              <w:left w:val="single" w:sz="4" w:space="0" w:color="auto"/>
              <w:bottom w:val="single" w:sz="4" w:space="0" w:color="auto"/>
              <w:right w:val="single" w:sz="4" w:space="0" w:color="auto"/>
            </w:tcBorders>
            <w:hideMark/>
          </w:tcPr>
          <w:p w14:paraId="502A0E40"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160</w:t>
            </w:r>
          </w:p>
        </w:tc>
      </w:tr>
    </w:tbl>
    <w:p w14:paraId="35E55434" w14:textId="77777777" w:rsidR="00D4281A" w:rsidRPr="008C6DE4" w:rsidRDefault="00D4281A" w:rsidP="00D4281A"/>
    <w:p w14:paraId="39DC0D75" w14:textId="77777777" w:rsidR="00D4281A" w:rsidRPr="008C6DE4" w:rsidRDefault="00D4281A" w:rsidP="00D4281A">
      <w:pPr>
        <w:keepNext/>
        <w:keepLines/>
        <w:spacing w:before="60"/>
        <w:jc w:val="center"/>
        <w:rPr>
          <w:rFonts w:ascii="Arial" w:hAnsi="Arial"/>
          <w:b/>
        </w:rPr>
      </w:pPr>
      <w:r w:rsidRPr="008C6DE4">
        <w:rPr>
          <w:rFonts w:ascii="Arial" w:hAnsi="Arial"/>
          <w:b/>
          <w:snapToGrid w:val="0"/>
        </w:rPr>
        <w:t xml:space="preserve">Table 9.1.2-2: Applicability for </w:t>
      </w:r>
      <w:r w:rsidRPr="008C6DE4">
        <w:rPr>
          <w:rFonts w:ascii="Arial" w:hAnsi="Arial"/>
          <w:b/>
        </w:rPr>
        <w:t xml:space="preserve">Gap Pattern Configurations supported by the </w:t>
      </w:r>
      <w:r w:rsidRPr="008C6DE4">
        <w:rPr>
          <w:rFonts w:ascii="Arial" w:hAnsi="Arial"/>
          <w:b/>
          <w:lang w:eastAsia="ko-KR"/>
        </w:rPr>
        <w:t>E-UTRA-NR dual connectivity</w:t>
      </w:r>
      <w:r w:rsidRPr="008C6DE4">
        <w:rPr>
          <w:rFonts w:ascii="Arial" w:hAnsi="Arial"/>
          <w:b/>
        </w:rPr>
        <w:t xml:space="preserve"> UE or </w:t>
      </w:r>
      <w:r w:rsidRPr="008C6DE4">
        <w:rPr>
          <w:rFonts w:ascii="Arial" w:hAnsi="Arial"/>
          <w:b/>
          <w:lang w:eastAsia="ko-KR"/>
        </w:rPr>
        <w:t>NR-E-UTRA dual connectivity</w:t>
      </w:r>
      <w:r w:rsidRPr="008C6DE4">
        <w:rPr>
          <w:rFonts w:ascii="Arial" w:hAnsi="Arial"/>
          <w:b/>
        </w:rPr>
        <w:t xml:space="preserve"> UE</w:t>
      </w:r>
    </w:p>
    <w:tbl>
      <w:tblPr>
        <w:tblW w:w="44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1940"/>
        <w:gridCol w:w="1724"/>
        <w:gridCol w:w="3297"/>
      </w:tblGrid>
      <w:tr w:rsidR="00DD3199" w:rsidRPr="008C6DE4" w14:paraId="54C9DC2E" w14:textId="77777777" w:rsidTr="00867D3A">
        <w:trPr>
          <w:cantSplit/>
          <w:jc w:val="center"/>
        </w:trPr>
        <w:tc>
          <w:tcPr>
            <w:tcW w:w="931" w:type="pct"/>
            <w:tcBorders>
              <w:top w:val="single" w:sz="4" w:space="0" w:color="auto"/>
              <w:left w:val="single" w:sz="4" w:space="0" w:color="auto"/>
              <w:bottom w:val="single" w:sz="4" w:space="0" w:color="auto"/>
              <w:right w:val="single" w:sz="4" w:space="0" w:color="auto"/>
            </w:tcBorders>
            <w:hideMark/>
          </w:tcPr>
          <w:p w14:paraId="49FD0EAE" w14:textId="77777777" w:rsidR="00D4281A" w:rsidRPr="008C6DE4" w:rsidRDefault="00D4281A" w:rsidP="00867D3A">
            <w:pPr>
              <w:keepNext/>
              <w:keepLines/>
              <w:spacing w:after="0"/>
              <w:rPr>
                <w:rFonts w:ascii="Arial" w:hAnsi="Arial"/>
                <w:b/>
                <w:sz w:val="18"/>
              </w:rPr>
            </w:pPr>
            <w:r w:rsidRPr="008C6DE4">
              <w:rPr>
                <w:rFonts w:ascii="Arial" w:hAnsi="Arial"/>
                <w:b/>
                <w:sz w:val="18"/>
                <w:lang w:eastAsia="zh-CN"/>
              </w:rPr>
              <w:t>Measurement gap pattern</w:t>
            </w:r>
            <w:r w:rsidRPr="008C6DE4">
              <w:rPr>
                <w:rFonts w:ascii="Arial" w:hAnsi="Arial"/>
                <w:b/>
                <w:sz w:val="18"/>
              </w:rPr>
              <w:t xml:space="preserve"> configuration</w:t>
            </w:r>
          </w:p>
        </w:tc>
        <w:tc>
          <w:tcPr>
            <w:tcW w:w="1134" w:type="pct"/>
            <w:tcBorders>
              <w:top w:val="single" w:sz="4" w:space="0" w:color="auto"/>
              <w:left w:val="single" w:sz="4" w:space="0" w:color="auto"/>
              <w:bottom w:val="single" w:sz="4" w:space="0" w:color="auto"/>
              <w:right w:val="single" w:sz="4" w:space="0" w:color="auto"/>
            </w:tcBorders>
            <w:hideMark/>
          </w:tcPr>
          <w:p w14:paraId="0C290680" w14:textId="77777777" w:rsidR="00D4281A" w:rsidRPr="008C6DE4" w:rsidRDefault="00D4281A" w:rsidP="00867D3A">
            <w:pPr>
              <w:keepNext/>
              <w:keepLines/>
              <w:spacing w:after="0"/>
              <w:rPr>
                <w:rFonts w:ascii="Arial" w:hAnsi="Arial"/>
                <w:b/>
                <w:sz w:val="18"/>
              </w:rPr>
            </w:pPr>
            <w:r w:rsidRPr="008C6DE4">
              <w:rPr>
                <w:rFonts w:ascii="Arial" w:hAnsi="Arial"/>
                <w:b/>
                <w:sz w:val="18"/>
              </w:rPr>
              <w:t xml:space="preserve">Serving cell </w:t>
            </w:r>
          </w:p>
        </w:tc>
        <w:tc>
          <w:tcPr>
            <w:tcW w:w="1008" w:type="pct"/>
            <w:tcBorders>
              <w:top w:val="single" w:sz="4" w:space="0" w:color="auto"/>
              <w:left w:val="single" w:sz="4" w:space="0" w:color="auto"/>
              <w:bottom w:val="single" w:sz="4" w:space="0" w:color="auto"/>
              <w:right w:val="single" w:sz="4" w:space="0" w:color="auto"/>
            </w:tcBorders>
            <w:hideMark/>
          </w:tcPr>
          <w:p w14:paraId="1CEB1573" w14:textId="77777777" w:rsidR="00D4281A" w:rsidRPr="008C6DE4" w:rsidRDefault="00D4281A" w:rsidP="00867D3A">
            <w:pPr>
              <w:keepNext/>
              <w:keepLines/>
              <w:spacing w:after="0"/>
              <w:rPr>
                <w:rFonts w:ascii="Arial" w:hAnsi="Arial"/>
                <w:b/>
                <w:sz w:val="18"/>
              </w:rPr>
            </w:pPr>
            <w:r w:rsidRPr="008C6DE4">
              <w:rPr>
                <w:rFonts w:ascii="Arial" w:hAnsi="Arial"/>
                <w:b/>
                <w:sz w:val="18"/>
              </w:rPr>
              <w:t>Measurement Purpose</w:t>
            </w:r>
          </w:p>
        </w:tc>
        <w:tc>
          <w:tcPr>
            <w:tcW w:w="1927" w:type="pct"/>
            <w:tcBorders>
              <w:top w:val="single" w:sz="4" w:space="0" w:color="auto"/>
              <w:left w:val="single" w:sz="4" w:space="0" w:color="auto"/>
              <w:bottom w:val="single" w:sz="4" w:space="0" w:color="auto"/>
              <w:right w:val="single" w:sz="4" w:space="0" w:color="auto"/>
            </w:tcBorders>
            <w:hideMark/>
          </w:tcPr>
          <w:p w14:paraId="01A2920E" w14:textId="77777777" w:rsidR="00D4281A" w:rsidRPr="008C6DE4" w:rsidRDefault="00D4281A" w:rsidP="00867D3A">
            <w:pPr>
              <w:keepNext/>
              <w:keepLines/>
              <w:spacing w:after="0"/>
              <w:rPr>
                <w:rFonts w:ascii="Arial" w:hAnsi="Arial"/>
                <w:b/>
                <w:sz w:val="18"/>
              </w:rPr>
            </w:pPr>
            <w:r w:rsidRPr="008C6DE4">
              <w:rPr>
                <w:rFonts w:ascii="Arial" w:hAnsi="Arial"/>
                <w:b/>
                <w:sz w:val="18"/>
              </w:rPr>
              <w:t>Applicable Gap Pattern Id</w:t>
            </w:r>
          </w:p>
        </w:tc>
      </w:tr>
      <w:tr w:rsidR="00DD3199" w:rsidRPr="008C6DE4" w14:paraId="4A6B9B9B" w14:textId="77777777" w:rsidTr="00867D3A">
        <w:trPr>
          <w:cantSplit/>
          <w:jc w:val="center"/>
        </w:trPr>
        <w:tc>
          <w:tcPr>
            <w:tcW w:w="931" w:type="pct"/>
            <w:vMerge w:val="restart"/>
            <w:tcBorders>
              <w:top w:val="single" w:sz="4" w:space="0" w:color="auto"/>
              <w:left w:val="single" w:sz="4" w:space="0" w:color="auto"/>
              <w:bottom w:val="single" w:sz="4" w:space="0" w:color="auto"/>
              <w:right w:val="single" w:sz="4" w:space="0" w:color="auto"/>
            </w:tcBorders>
            <w:vAlign w:val="center"/>
            <w:hideMark/>
          </w:tcPr>
          <w:p w14:paraId="5F10BA49"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 xml:space="preserve">Per-UE </w:t>
            </w:r>
            <w:r w:rsidRPr="008C6DE4">
              <w:rPr>
                <w:rFonts w:ascii="Arial" w:hAnsi="Arial"/>
                <w:snapToGrid w:val="0"/>
                <w:sz w:val="18"/>
                <w:lang w:eastAsia="zh-CN"/>
              </w:rPr>
              <w:t xml:space="preserve">measurement </w:t>
            </w:r>
            <w:r w:rsidRPr="008C6DE4">
              <w:rPr>
                <w:rFonts w:ascii="Arial" w:hAnsi="Arial"/>
                <w:snapToGrid w:val="0"/>
                <w:sz w:val="18"/>
              </w:rPr>
              <w:t>gap</w:t>
            </w:r>
          </w:p>
        </w:tc>
        <w:tc>
          <w:tcPr>
            <w:tcW w:w="1134" w:type="pct"/>
            <w:vMerge w:val="restart"/>
            <w:tcBorders>
              <w:top w:val="single" w:sz="4" w:space="0" w:color="auto"/>
              <w:left w:val="single" w:sz="4" w:space="0" w:color="auto"/>
              <w:bottom w:val="single" w:sz="4" w:space="0" w:color="auto"/>
              <w:right w:val="single" w:sz="4" w:space="0" w:color="auto"/>
            </w:tcBorders>
            <w:vAlign w:val="center"/>
          </w:tcPr>
          <w:p w14:paraId="1FC76534" w14:textId="77777777" w:rsidR="00D4281A" w:rsidRPr="008C6DE4" w:rsidRDefault="00D4281A" w:rsidP="00867D3A">
            <w:pPr>
              <w:keepNext/>
              <w:keepLines/>
              <w:spacing w:after="0"/>
              <w:jc w:val="center"/>
              <w:rPr>
                <w:rFonts w:ascii="Arial" w:hAnsi="Arial"/>
                <w:snapToGrid w:val="0"/>
                <w:sz w:val="18"/>
                <w:lang w:val="sv-FI"/>
              </w:rPr>
            </w:pPr>
            <w:r w:rsidRPr="008C6DE4">
              <w:rPr>
                <w:rFonts w:ascii="Arial" w:hAnsi="Arial"/>
                <w:snapToGrid w:val="0"/>
                <w:sz w:val="18"/>
                <w:lang w:val="sv-FI"/>
              </w:rPr>
              <w:t>E-UTRA + FR1, or</w:t>
            </w:r>
          </w:p>
          <w:p w14:paraId="3F8237D5" w14:textId="77777777" w:rsidR="00D4281A" w:rsidRPr="008C6DE4" w:rsidRDefault="00D4281A" w:rsidP="00867D3A">
            <w:pPr>
              <w:keepNext/>
              <w:keepLines/>
              <w:spacing w:after="0"/>
              <w:jc w:val="center"/>
              <w:rPr>
                <w:rFonts w:ascii="Arial" w:hAnsi="Arial"/>
                <w:snapToGrid w:val="0"/>
                <w:sz w:val="18"/>
                <w:lang w:val="sv-FI"/>
              </w:rPr>
            </w:pPr>
            <w:r w:rsidRPr="008C6DE4">
              <w:rPr>
                <w:rFonts w:ascii="Arial" w:hAnsi="Arial"/>
                <w:snapToGrid w:val="0"/>
                <w:sz w:val="18"/>
                <w:lang w:val="sv-FI"/>
              </w:rPr>
              <w:t>E-UTRA + FR2, or</w:t>
            </w:r>
          </w:p>
          <w:p w14:paraId="01A4CC36"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E-UTRA + FR1 + FR2</w:t>
            </w:r>
          </w:p>
          <w:p w14:paraId="2A3AE153" w14:textId="77777777" w:rsidR="00D4281A" w:rsidRPr="008C6DE4" w:rsidRDefault="00D4281A" w:rsidP="00867D3A">
            <w:pPr>
              <w:keepNext/>
              <w:keepLines/>
              <w:spacing w:after="0"/>
              <w:jc w:val="center"/>
              <w:rPr>
                <w:rFonts w:ascii="Arial" w:hAnsi="Arial"/>
                <w:snapToGrid w:val="0"/>
                <w:sz w:val="18"/>
              </w:rPr>
            </w:pPr>
          </w:p>
        </w:tc>
        <w:tc>
          <w:tcPr>
            <w:tcW w:w="1008" w:type="pct"/>
            <w:tcBorders>
              <w:top w:val="single" w:sz="4" w:space="0" w:color="auto"/>
              <w:left w:val="single" w:sz="4" w:space="0" w:color="auto"/>
              <w:bottom w:val="single" w:sz="4" w:space="0" w:color="auto"/>
              <w:right w:val="single" w:sz="4" w:space="0" w:color="auto"/>
            </w:tcBorders>
            <w:hideMark/>
          </w:tcPr>
          <w:p w14:paraId="2FE2FF5A"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non-NR RAT</w:t>
            </w:r>
            <w:r w:rsidRPr="008C6DE4">
              <w:rPr>
                <w:rFonts w:ascii="Arial" w:hAnsi="Arial"/>
                <w:sz w:val="18"/>
                <w:vertAlign w:val="superscript"/>
              </w:rPr>
              <w:t xml:space="preserve"> Note1,2 </w:t>
            </w:r>
          </w:p>
        </w:tc>
        <w:tc>
          <w:tcPr>
            <w:tcW w:w="1927" w:type="pct"/>
            <w:tcBorders>
              <w:top w:val="single" w:sz="4" w:space="0" w:color="auto"/>
              <w:left w:val="single" w:sz="4" w:space="0" w:color="auto"/>
              <w:bottom w:val="single" w:sz="4" w:space="0" w:color="auto"/>
              <w:right w:val="single" w:sz="4" w:space="0" w:color="auto"/>
            </w:tcBorders>
            <w:hideMark/>
          </w:tcPr>
          <w:p w14:paraId="326AE8A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0,1,2,3</w:t>
            </w:r>
          </w:p>
        </w:tc>
      </w:tr>
      <w:tr w:rsidR="00DD3199" w:rsidRPr="008C6DE4" w14:paraId="26C44BB2" w14:textId="77777777" w:rsidTr="00867D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D5819" w14:textId="77777777" w:rsidR="00D4281A" w:rsidRPr="008C6DE4" w:rsidRDefault="00D4281A" w:rsidP="00867D3A">
            <w:pPr>
              <w:spacing w:after="0"/>
              <w:rPr>
                <w:rFonts w:ascii="Arial" w:hAnsi="Arial"/>
                <w:snapToGrid w:val="0"/>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697D83" w14:textId="77777777" w:rsidR="00D4281A" w:rsidRPr="008C6DE4" w:rsidRDefault="00D4281A" w:rsidP="00867D3A">
            <w:pPr>
              <w:spacing w:after="0"/>
              <w:rPr>
                <w:rFonts w:ascii="Arial" w:hAnsi="Arial"/>
                <w:snapToGrid w:val="0"/>
                <w:sz w:val="18"/>
              </w:rPr>
            </w:pPr>
          </w:p>
        </w:tc>
        <w:tc>
          <w:tcPr>
            <w:tcW w:w="1008" w:type="pct"/>
            <w:tcBorders>
              <w:top w:val="single" w:sz="4" w:space="0" w:color="auto"/>
              <w:left w:val="single" w:sz="4" w:space="0" w:color="auto"/>
              <w:bottom w:val="single" w:sz="4" w:space="0" w:color="auto"/>
              <w:right w:val="single" w:sz="4" w:space="0" w:color="auto"/>
            </w:tcBorders>
            <w:hideMark/>
          </w:tcPr>
          <w:p w14:paraId="4B0100E7" w14:textId="77777777" w:rsidR="00D4281A" w:rsidRPr="008C6DE4" w:rsidRDefault="00D4281A" w:rsidP="00867D3A">
            <w:pPr>
              <w:keepNext/>
              <w:keepLines/>
              <w:spacing w:after="0"/>
              <w:jc w:val="center"/>
              <w:rPr>
                <w:rFonts w:ascii="Arial" w:hAnsi="Arial"/>
                <w:sz w:val="18"/>
              </w:rPr>
            </w:pPr>
            <w:r w:rsidRPr="008C6DE4">
              <w:rPr>
                <w:rFonts w:ascii="Arial" w:hAnsi="Arial"/>
                <w:sz w:val="18"/>
              </w:rPr>
              <w:t xml:space="preserve">FR1 and/or FR2 </w:t>
            </w:r>
          </w:p>
        </w:tc>
        <w:tc>
          <w:tcPr>
            <w:tcW w:w="1927" w:type="pct"/>
            <w:tcBorders>
              <w:top w:val="single" w:sz="4" w:space="0" w:color="auto"/>
              <w:left w:val="single" w:sz="4" w:space="0" w:color="auto"/>
              <w:bottom w:val="single" w:sz="4" w:space="0" w:color="auto"/>
              <w:right w:val="single" w:sz="4" w:space="0" w:color="auto"/>
            </w:tcBorders>
            <w:hideMark/>
          </w:tcPr>
          <w:p w14:paraId="008C707E"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0-11</w:t>
            </w:r>
          </w:p>
        </w:tc>
      </w:tr>
      <w:tr w:rsidR="00DD3199" w:rsidRPr="008C6DE4" w14:paraId="792AD746" w14:textId="77777777" w:rsidTr="00867D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98AECD" w14:textId="77777777" w:rsidR="00D4281A" w:rsidRPr="008C6DE4" w:rsidRDefault="00D4281A" w:rsidP="00867D3A">
            <w:pPr>
              <w:spacing w:after="0"/>
              <w:rPr>
                <w:rFonts w:ascii="Arial" w:hAnsi="Arial"/>
                <w:snapToGrid w:val="0"/>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76CA39" w14:textId="77777777" w:rsidR="00D4281A" w:rsidRPr="008C6DE4" w:rsidRDefault="00D4281A" w:rsidP="00867D3A">
            <w:pPr>
              <w:spacing w:after="0"/>
              <w:rPr>
                <w:rFonts w:ascii="Arial" w:hAnsi="Arial"/>
                <w:snapToGrid w:val="0"/>
                <w:sz w:val="18"/>
              </w:rPr>
            </w:pPr>
          </w:p>
        </w:tc>
        <w:tc>
          <w:tcPr>
            <w:tcW w:w="1008" w:type="pct"/>
            <w:tcBorders>
              <w:top w:val="single" w:sz="4" w:space="0" w:color="auto"/>
              <w:left w:val="single" w:sz="4" w:space="0" w:color="auto"/>
              <w:bottom w:val="single" w:sz="4" w:space="0" w:color="auto"/>
              <w:right w:val="single" w:sz="4" w:space="0" w:color="auto"/>
            </w:tcBorders>
            <w:hideMark/>
          </w:tcPr>
          <w:p w14:paraId="1F38C37A"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non-NR RAT</w:t>
            </w:r>
            <w:r w:rsidRPr="008C6DE4">
              <w:rPr>
                <w:rFonts w:ascii="Arial" w:hAnsi="Arial"/>
                <w:sz w:val="18"/>
                <w:vertAlign w:val="superscript"/>
              </w:rPr>
              <w:t xml:space="preserve">Note1,2 </w:t>
            </w:r>
            <w:r w:rsidRPr="008C6DE4">
              <w:rPr>
                <w:rFonts w:ascii="Arial" w:hAnsi="Arial"/>
                <w:snapToGrid w:val="0"/>
                <w:sz w:val="18"/>
              </w:rPr>
              <w:t>and FR1 and/or FR2</w:t>
            </w:r>
          </w:p>
        </w:tc>
        <w:tc>
          <w:tcPr>
            <w:tcW w:w="1927" w:type="pct"/>
            <w:tcBorders>
              <w:top w:val="single" w:sz="4" w:space="0" w:color="auto"/>
              <w:left w:val="single" w:sz="4" w:space="0" w:color="auto"/>
              <w:bottom w:val="single" w:sz="4" w:space="0" w:color="auto"/>
              <w:right w:val="single" w:sz="4" w:space="0" w:color="auto"/>
            </w:tcBorders>
            <w:hideMark/>
          </w:tcPr>
          <w:p w14:paraId="5FAFDFD5" w14:textId="77777777" w:rsidR="00D4281A" w:rsidRPr="008C6DE4" w:rsidRDefault="00D4281A" w:rsidP="00867D3A">
            <w:pPr>
              <w:keepNext/>
              <w:keepLines/>
              <w:spacing w:after="0"/>
              <w:jc w:val="center"/>
              <w:rPr>
                <w:rFonts w:ascii="Arial" w:hAnsi="Arial"/>
                <w:snapToGrid w:val="0"/>
                <w:sz w:val="18"/>
                <w:lang w:eastAsia="zh-CN"/>
              </w:rPr>
            </w:pPr>
            <w:r w:rsidRPr="008C6DE4">
              <w:rPr>
                <w:rFonts w:ascii="Arial" w:hAnsi="Arial"/>
                <w:snapToGrid w:val="0"/>
                <w:sz w:val="18"/>
              </w:rPr>
              <w:t>0</w:t>
            </w:r>
            <w:r w:rsidRPr="008C6DE4">
              <w:rPr>
                <w:rFonts w:ascii="Arial" w:hAnsi="Arial"/>
                <w:snapToGrid w:val="0"/>
                <w:sz w:val="18"/>
                <w:lang w:eastAsia="zh-CN"/>
              </w:rPr>
              <w:t>, 1, 2, 3, 4, 6, 7, 8,10</w:t>
            </w:r>
          </w:p>
        </w:tc>
      </w:tr>
      <w:tr w:rsidR="00DD3199" w:rsidRPr="008C6DE4" w14:paraId="15FE1C56" w14:textId="77777777" w:rsidTr="00867D3A">
        <w:trPr>
          <w:cantSplit/>
          <w:trHeight w:val="257"/>
          <w:jc w:val="center"/>
        </w:trPr>
        <w:tc>
          <w:tcPr>
            <w:tcW w:w="931" w:type="pct"/>
            <w:vMerge w:val="restart"/>
            <w:tcBorders>
              <w:top w:val="single" w:sz="4" w:space="0" w:color="auto"/>
              <w:left w:val="single" w:sz="4" w:space="0" w:color="auto"/>
              <w:bottom w:val="single" w:sz="4" w:space="0" w:color="auto"/>
              <w:right w:val="single" w:sz="4" w:space="0" w:color="auto"/>
            </w:tcBorders>
            <w:vAlign w:val="center"/>
            <w:hideMark/>
          </w:tcPr>
          <w:p w14:paraId="7B91A405" w14:textId="19728567" w:rsidR="00D4281A" w:rsidRPr="008C6DE4" w:rsidRDefault="00847B8D"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Per</w:t>
            </w:r>
            <w:r>
              <w:rPr>
                <w:rFonts w:ascii="Arial" w:hAnsi="Arial"/>
                <w:snapToGrid w:val="0"/>
                <w:sz w:val="18"/>
                <w:lang w:eastAsia="ko-KR"/>
              </w:rPr>
              <w:t>-</w:t>
            </w:r>
            <w:r w:rsidRPr="008C6DE4">
              <w:rPr>
                <w:rFonts w:ascii="Arial" w:hAnsi="Arial"/>
                <w:snapToGrid w:val="0"/>
                <w:sz w:val="18"/>
                <w:lang w:eastAsia="ko-KR"/>
              </w:rPr>
              <w:t xml:space="preserve">FR </w:t>
            </w:r>
            <w:r w:rsidRPr="008C6DE4">
              <w:rPr>
                <w:rFonts w:ascii="Arial" w:hAnsi="Arial"/>
                <w:snapToGrid w:val="0"/>
                <w:sz w:val="18"/>
                <w:lang w:eastAsia="zh-CN"/>
              </w:rPr>
              <w:t xml:space="preserve">measurement </w:t>
            </w:r>
            <w:r w:rsidRPr="008C6DE4">
              <w:rPr>
                <w:rFonts w:ascii="Arial" w:hAnsi="Arial"/>
                <w:snapToGrid w:val="0"/>
                <w:sz w:val="18"/>
                <w:lang w:eastAsia="ko-KR"/>
              </w:rPr>
              <w:t>gap</w:t>
            </w:r>
          </w:p>
        </w:tc>
        <w:tc>
          <w:tcPr>
            <w:tcW w:w="1134" w:type="pct"/>
            <w:tcBorders>
              <w:top w:val="single" w:sz="4" w:space="0" w:color="auto"/>
              <w:left w:val="single" w:sz="4" w:space="0" w:color="auto"/>
              <w:bottom w:val="single" w:sz="4" w:space="0" w:color="auto"/>
              <w:right w:val="single" w:sz="4" w:space="0" w:color="auto"/>
            </w:tcBorders>
            <w:vAlign w:val="center"/>
            <w:hideMark/>
          </w:tcPr>
          <w:p w14:paraId="1D4E3CF1"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E-UTRA and, 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5D84BD65"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non-NR RAT</w:t>
            </w:r>
            <w:r w:rsidRPr="008C6DE4">
              <w:rPr>
                <w:rFonts w:ascii="Arial" w:hAnsi="Arial"/>
                <w:sz w:val="18"/>
                <w:vertAlign w:val="superscript"/>
              </w:rPr>
              <w:t xml:space="preserve"> Note1,2</w:t>
            </w:r>
          </w:p>
        </w:tc>
        <w:tc>
          <w:tcPr>
            <w:tcW w:w="1927" w:type="pct"/>
            <w:tcBorders>
              <w:top w:val="single" w:sz="4" w:space="0" w:color="auto"/>
              <w:left w:val="single" w:sz="4" w:space="0" w:color="auto"/>
              <w:bottom w:val="single" w:sz="4" w:space="0" w:color="auto"/>
              <w:right w:val="single" w:sz="4" w:space="0" w:color="auto"/>
            </w:tcBorders>
          </w:tcPr>
          <w:p w14:paraId="4862AF59"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0,1,2,3</w:t>
            </w:r>
          </w:p>
          <w:p w14:paraId="0CEDB324" w14:textId="77777777" w:rsidR="00D4281A" w:rsidRPr="008C6DE4" w:rsidRDefault="00D4281A" w:rsidP="00867D3A">
            <w:pPr>
              <w:keepNext/>
              <w:keepLines/>
              <w:spacing w:after="0"/>
              <w:jc w:val="center"/>
              <w:rPr>
                <w:rFonts w:ascii="Arial" w:hAnsi="Arial"/>
                <w:snapToGrid w:val="0"/>
                <w:sz w:val="18"/>
              </w:rPr>
            </w:pPr>
          </w:p>
        </w:tc>
      </w:tr>
      <w:tr w:rsidR="00DD3199" w:rsidRPr="008C6DE4" w14:paraId="30224D7E" w14:textId="77777777" w:rsidTr="00867D3A">
        <w:trPr>
          <w:cantSplit/>
          <w:trHeight w:val="25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91C1D1"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02C56012"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0350A7" w14:textId="77777777" w:rsidR="00D4281A" w:rsidRPr="008C6DE4" w:rsidRDefault="00D4281A" w:rsidP="00867D3A">
            <w:pPr>
              <w:spacing w:after="0"/>
              <w:rPr>
                <w:rFonts w:ascii="Arial" w:hAnsi="Arial"/>
                <w:snapToGrid w:val="0"/>
                <w:sz w:val="18"/>
              </w:rPr>
            </w:pPr>
          </w:p>
        </w:tc>
        <w:tc>
          <w:tcPr>
            <w:tcW w:w="1927" w:type="pct"/>
            <w:tcBorders>
              <w:top w:val="single" w:sz="4" w:space="0" w:color="auto"/>
              <w:left w:val="single" w:sz="4" w:space="0" w:color="auto"/>
              <w:bottom w:val="single" w:sz="4" w:space="0" w:color="auto"/>
              <w:right w:val="single" w:sz="4" w:space="0" w:color="auto"/>
            </w:tcBorders>
            <w:hideMark/>
          </w:tcPr>
          <w:p w14:paraId="3F3A06C3"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 xml:space="preserve">No gap </w:t>
            </w:r>
          </w:p>
        </w:tc>
      </w:tr>
      <w:tr w:rsidR="00DD3199" w:rsidRPr="008C6DE4" w14:paraId="15244F18" w14:textId="77777777" w:rsidTr="00867D3A">
        <w:trPr>
          <w:cantSplit/>
          <w:trHeight w:val="19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3AEC5"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3B5486CC"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E-UTRA and, 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34C401AC"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 xml:space="preserve">FR1 only </w:t>
            </w:r>
          </w:p>
        </w:tc>
        <w:tc>
          <w:tcPr>
            <w:tcW w:w="1927" w:type="pct"/>
            <w:tcBorders>
              <w:top w:val="single" w:sz="4" w:space="0" w:color="auto"/>
              <w:left w:val="single" w:sz="4" w:space="0" w:color="auto"/>
              <w:bottom w:val="single" w:sz="4" w:space="0" w:color="auto"/>
              <w:right w:val="single" w:sz="4" w:space="0" w:color="auto"/>
            </w:tcBorders>
            <w:hideMark/>
          </w:tcPr>
          <w:p w14:paraId="5E80FAD9"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 xml:space="preserve">0-11 </w:t>
            </w:r>
          </w:p>
        </w:tc>
      </w:tr>
      <w:tr w:rsidR="00DD3199" w:rsidRPr="008C6DE4" w14:paraId="16B17055" w14:textId="77777777" w:rsidTr="00867D3A">
        <w:trPr>
          <w:cantSplit/>
          <w:trHeight w:val="19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B13A7"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372DAF88"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B3C148" w14:textId="77777777" w:rsidR="00D4281A" w:rsidRPr="008C6DE4" w:rsidRDefault="00D4281A" w:rsidP="00867D3A">
            <w:pPr>
              <w:spacing w:after="0"/>
              <w:rPr>
                <w:rFonts w:ascii="Arial" w:hAnsi="Arial"/>
                <w:snapToGrid w:val="0"/>
                <w:sz w:val="18"/>
              </w:rPr>
            </w:pPr>
          </w:p>
        </w:tc>
        <w:tc>
          <w:tcPr>
            <w:tcW w:w="1927" w:type="pct"/>
            <w:tcBorders>
              <w:top w:val="single" w:sz="4" w:space="0" w:color="auto"/>
              <w:left w:val="single" w:sz="4" w:space="0" w:color="auto"/>
              <w:bottom w:val="single" w:sz="4" w:space="0" w:color="auto"/>
              <w:right w:val="single" w:sz="4" w:space="0" w:color="auto"/>
            </w:tcBorders>
            <w:hideMark/>
          </w:tcPr>
          <w:p w14:paraId="010ACEF0"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No gap</w:t>
            </w:r>
          </w:p>
        </w:tc>
      </w:tr>
      <w:tr w:rsidR="00DD3199" w:rsidRPr="008C6DE4" w14:paraId="6AE607E8" w14:textId="77777777" w:rsidTr="00867D3A">
        <w:trPr>
          <w:cantSplit/>
          <w:trHeight w:val="25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2F27A0"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1C0FF3B1"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E-UTRA and, 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2B047EDE"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FR2 only</w:t>
            </w:r>
          </w:p>
        </w:tc>
        <w:tc>
          <w:tcPr>
            <w:tcW w:w="1927" w:type="pct"/>
            <w:tcBorders>
              <w:top w:val="single" w:sz="4" w:space="0" w:color="auto"/>
              <w:left w:val="single" w:sz="4" w:space="0" w:color="auto"/>
              <w:bottom w:val="single" w:sz="4" w:space="0" w:color="auto"/>
              <w:right w:val="single" w:sz="4" w:space="0" w:color="auto"/>
            </w:tcBorders>
            <w:hideMark/>
          </w:tcPr>
          <w:p w14:paraId="6683D743"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No gap</w:t>
            </w:r>
          </w:p>
        </w:tc>
      </w:tr>
      <w:tr w:rsidR="00DD3199" w:rsidRPr="008C6DE4" w14:paraId="4A2C0182" w14:textId="77777777" w:rsidTr="00867D3A">
        <w:trPr>
          <w:cantSplit/>
          <w:trHeight w:val="25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CA3A48"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0A2A9E52"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08722E" w14:textId="77777777" w:rsidR="00D4281A" w:rsidRPr="008C6DE4" w:rsidRDefault="00D4281A" w:rsidP="00867D3A">
            <w:pPr>
              <w:spacing w:after="0"/>
              <w:rPr>
                <w:rFonts w:ascii="Arial" w:hAnsi="Arial"/>
                <w:snapToGrid w:val="0"/>
                <w:sz w:val="18"/>
                <w:lang w:eastAsia="ko-KR"/>
              </w:rPr>
            </w:pPr>
          </w:p>
        </w:tc>
        <w:tc>
          <w:tcPr>
            <w:tcW w:w="1927" w:type="pct"/>
            <w:tcBorders>
              <w:top w:val="single" w:sz="4" w:space="0" w:color="auto"/>
              <w:left w:val="single" w:sz="4" w:space="0" w:color="auto"/>
              <w:bottom w:val="single" w:sz="4" w:space="0" w:color="auto"/>
              <w:right w:val="single" w:sz="4" w:space="0" w:color="auto"/>
            </w:tcBorders>
            <w:hideMark/>
          </w:tcPr>
          <w:p w14:paraId="7F10FFA3"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12-23</w:t>
            </w:r>
          </w:p>
        </w:tc>
      </w:tr>
      <w:tr w:rsidR="00DD3199" w:rsidRPr="008C6DE4" w14:paraId="7071B9AE" w14:textId="77777777" w:rsidTr="00867D3A">
        <w:trPr>
          <w:cantSplit/>
          <w:trHeight w:val="22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42A448"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38A51FA5"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E-UTRA and, 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31BBCD57"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non-NR RAT</w:t>
            </w:r>
            <w:r w:rsidRPr="008C6DE4">
              <w:rPr>
                <w:rFonts w:ascii="Arial" w:hAnsi="Arial"/>
                <w:sz w:val="18"/>
                <w:vertAlign w:val="superscript"/>
              </w:rPr>
              <w:t xml:space="preserve"> Note1,2</w:t>
            </w:r>
            <w:r w:rsidRPr="008C6DE4">
              <w:rPr>
                <w:rFonts w:ascii="Arial" w:hAnsi="Arial"/>
                <w:snapToGrid w:val="0"/>
                <w:sz w:val="18"/>
              </w:rPr>
              <w:t xml:space="preserve"> and FR1 </w:t>
            </w:r>
          </w:p>
        </w:tc>
        <w:tc>
          <w:tcPr>
            <w:tcW w:w="1927" w:type="pct"/>
            <w:tcBorders>
              <w:top w:val="single" w:sz="4" w:space="0" w:color="auto"/>
              <w:left w:val="single" w:sz="4" w:space="0" w:color="auto"/>
              <w:bottom w:val="single" w:sz="4" w:space="0" w:color="auto"/>
              <w:right w:val="single" w:sz="4" w:space="0" w:color="auto"/>
            </w:tcBorders>
            <w:hideMark/>
          </w:tcPr>
          <w:p w14:paraId="0CC158A0"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w:t>
            </w:r>
            <w:r w:rsidRPr="008C6DE4">
              <w:rPr>
                <w:rFonts w:ascii="Arial" w:hAnsi="Arial"/>
                <w:snapToGrid w:val="0"/>
                <w:sz w:val="18"/>
                <w:lang w:eastAsia="zh-CN"/>
              </w:rPr>
              <w:t>, 1, 2, 3, 4, 6, 7, 8,10</w:t>
            </w:r>
          </w:p>
        </w:tc>
      </w:tr>
      <w:tr w:rsidR="00DD3199" w:rsidRPr="008C6DE4" w14:paraId="668207FB" w14:textId="77777777" w:rsidTr="00867D3A">
        <w:trPr>
          <w:cantSplit/>
          <w:trHeight w:val="2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ED33F5"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07EF1FA4"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D7DB0" w14:textId="77777777" w:rsidR="00D4281A" w:rsidRPr="008C6DE4" w:rsidRDefault="00D4281A" w:rsidP="00867D3A">
            <w:pPr>
              <w:spacing w:after="0"/>
              <w:rPr>
                <w:rFonts w:ascii="Arial" w:hAnsi="Arial"/>
                <w:snapToGrid w:val="0"/>
                <w:sz w:val="18"/>
              </w:rPr>
            </w:pPr>
          </w:p>
        </w:tc>
        <w:tc>
          <w:tcPr>
            <w:tcW w:w="1927" w:type="pct"/>
            <w:tcBorders>
              <w:top w:val="single" w:sz="4" w:space="0" w:color="auto"/>
              <w:left w:val="single" w:sz="4" w:space="0" w:color="auto"/>
              <w:bottom w:val="single" w:sz="4" w:space="0" w:color="auto"/>
              <w:right w:val="single" w:sz="4" w:space="0" w:color="auto"/>
            </w:tcBorders>
            <w:hideMark/>
          </w:tcPr>
          <w:p w14:paraId="63EBC218"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No gap</w:t>
            </w:r>
          </w:p>
        </w:tc>
      </w:tr>
      <w:tr w:rsidR="00DD3199" w:rsidRPr="008C6DE4" w14:paraId="47C2A126" w14:textId="77777777" w:rsidTr="00867D3A">
        <w:trPr>
          <w:cantSplit/>
          <w:trHeight w:val="22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790C4A"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2FD94023"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E-UTRA and, 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3C7E3C9B"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FR1 and FR2</w:t>
            </w:r>
          </w:p>
        </w:tc>
        <w:tc>
          <w:tcPr>
            <w:tcW w:w="1927" w:type="pct"/>
            <w:tcBorders>
              <w:top w:val="single" w:sz="4" w:space="0" w:color="auto"/>
              <w:left w:val="single" w:sz="4" w:space="0" w:color="auto"/>
              <w:bottom w:val="single" w:sz="4" w:space="0" w:color="auto"/>
              <w:right w:val="single" w:sz="4" w:space="0" w:color="auto"/>
            </w:tcBorders>
            <w:hideMark/>
          </w:tcPr>
          <w:p w14:paraId="51E7E17F"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 xml:space="preserve">0-11 </w:t>
            </w:r>
          </w:p>
        </w:tc>
      </w:tr>
      <w:tr w:rsidR="00DD3199" w:rsidRPr="008C6DE4" w14:paraId="74CA4EBC" w14:textId="77777777" w:rsidTr="00867D3A">
        <w:trPr>
          <w:cantSplit/>
          <w:trHeight w:val="2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AD0ABF"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5981EFFE"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E0BC5C" w14:textId="77777777" w:rsidR="00D4281A" w:rsidRPr="008C6DE4" w:rsidRDefault="00D4281A" w:rsidP="00867D3A">
            <w:pPr>
              <w:spacing w:after="0"/>
              <w:rPr>
                <w:rFonts w:ascii="Arial" w:hAnsi="Arial"/>
                <w:snapToGrid w:val="0"/>
                <w:sz w:val="18"/>
              </w:rPr>
            </w:pPr>
          </w:p>
        </w:tc>
        <w:tc>
          <w:tcPr>
            <w:tcW w:w="1927" w:type="pct"/>
            <w:tcBorders>
              <w:top w:val="single" w:sz="4" w:space="0" w:color="auto"/>
              <w:left w:val="single" w:sz="4" w:space="0" w:color="auto"/>
              <w:bottom w:val="single" w:sz="4" w:space="0" w:color="auto"/>
              <w:right w:val="single" w:sz="4" w:space="0" w:color="auto"/>
            </w:tcBorders>
            <w:hideMark/>
          </w:tcPr>
          <w:p w14:paraId="10A71481"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12-23</w:t>
            </w:r>
          </w:p>
        </w:tc>
      </w:tr>
      <w:tr w:rsidR="00DD3199" w:rsidRPr="008C6DE4" w14:paraId="1A3782F6" w14:textId="77777777" w:rsidTr="00867D3A">
        <w:trPr>
          <w:cantSplit/>
          <w:trHeight w:val="23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3B7324"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53BCF4D5"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E-UTRA and, 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13097788"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non-NR RAT</w:t>
            </w:r>
            <w:r w:rsidRPr="008C6DE4">
              <w:rPr>
                <w:rFonts w:ascii="Arial" w:hAnsi="Arial"/>
                <w:sz w:val="18"/>
                <w:vertAlign w:val="superscript"/>
              </w:rPr>
              <w:t xml:space="preserve"> Note1,2</w:t>
            </w:r>
            <w:r w:rsidRPr="008C6DE4">
              <w:rPr>
                <w:rFonts w:ascii="Arial" w:hAnsi="Arial"/>
                <w:snapToGrid w:val="0"/>
                <w:sz w:val="18"/>
              </w:rPr>
              <w:t xml:space="preserve"> and FR2</w:t>
            </w:r>
          </w:p>
        </w:tc>
        <w:tc>
          <w:tcPr>
            <w:tcW w:w="1927" w:type="pct"/>
            <w:tcBorders>
              <w:top w:val="single" w:sz="4" w:space="0" w:color="auto"/>
              <w:left w:val="single" w:sz="4" w:space="0" w:color="auto"/>
              <w:bottom w:val="single" w:sz="4" w:space="0" w:color="auto"/>
              <w:right w:val="single" w:sz="4" w:space="0" w:color="auto"/>
            </w:tcBorders>
            <w:hideMark/>
          </w:tcPr>
          <w:p w14:paraId="6D3B6250"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w:t>
            </w:r>
            <w:r w:rsidRPr="008C6DE4">
              <w:rPr>
                <w:rFonts w:ascii="Arial" w:hAnsi="Arial"/>
                <w:snapToGrid w:val="0"/>
                <w:sz w:val="18"/>
                <w:lang w:eastAsia="zh-CN"/>
              </w:rPr>
              <w:t>, 1, 2, 3, 4, 6, 7, 8,10</w:t>
            </w:r>
          </w:p>
        </w:tc>
      </w:tr>
      <w:tr w:rsidR="00DD3199" w:rsidRPr="008C6DE4" w14:paraId="65E01B4F" w14:textId="77777777" w:rsidTr="00867D3A">
        <w:trPr>
          <w:cantSplit/>
          <w:trHeight w:val="23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A7E06C"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69596CE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B368FB" w14:textId="77777777" w:rsidR="00D4281A" w:rsidRPr="008C6DE4" w:rsidRDefault="00D4281A" w:rsidP="00867D3A">
            <w:pPr>
              <w:spacing w:after="0"/>
              <w:rPr>
                <w:rFonts w:ascii="Arial" w:hAnsi="Arial"/>
                <w:snapToGrid w:val="0"/>
                <w:sz w:val="18"/>
              </w:rPr>
            </w:pPr>
          </w:p>
        </w:tc>
        <w:tc>
          <w:tcPr>
            <w:tcW w:w="1927" w:type="pct"/>
            <w:tcBorders>
              <w:top w:val="single" w:sz="4" w:space="0" w:color="auto"/>
              <w:left w:val="single" w:sz="4" w:space="0" w:color="auto"/>
              <w:bottom w:val="single" w:sz="4" w:space="0" w:color="auto"/>
              <w:right w:val="single" w:sz="4" w:space="0" w:color="auto"/>
            </w:tcBorders>
            <w:hideMark/>
          </w:tcPr>
          <w:p w14:paraId="4BCF2C37"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12-23</w:t>
            </w:r>
          </w:p>
        </w:tc>
      </w:tr>
      <w:tr w:rsidR="00DD3199" w:rsidRPr="008C6DE4" w14:paraId="4F0AA910" w14:textId="77777777" w:rsidTr="00867D3A">
        <w:trPr>
          <w:cantSplit/>
          <w:trHeight w:val="22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84A407"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389583D3"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E-UTRA and, 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5AEF02FA"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non-NR RAT</w:t>
            </w:r>
            <w:r w:rsidRPr="008C6DE4">
              <w:rPr>
                <w:rFonts w:ascii="Arial" w:hAnsi="Arial"/>
                <w:sz w:val="18"/>
                <w:vertAlign w:val="superscript"/>
              </w:rPr>
              <w:t xml:space="preserve"> Note1,2</w:t>
            </w:r>
            <w:r w:rsidRPr="008C6DE4">
              <w:rPr>
                <w:rFonts w:ascii="Arial" w:hAnsi="Arial"/>
                <w:snapToGrid w:val="0"/>
                <w:sz w:val="18"/>
              </w:rPr>
              <w:t xml:space="preserve"> and FR1 and FR2</w:t>
            </w:r>
          </w:p>
        </w:tc>
        <w:tc>
          <w:tcPr>
            <w:tcW w:w="1927" w:type="pct"/>
            <w:tcBorders>
              <w:top w:val="single" w:sz="4" w:space="0" w:color="auto"/>
              <w:left w:val="single" w:sz="4" w:space="0" w:color="auto"/>
              <w:bottom w:val="single" w:sz="4" w:space="0" w:color="auto"/>
              <w:right w:val="single" w:sz="4" w:space="0" w:color="auto"/>
            </w:tcBorders>
            <w:hideMark/>
          </w:tcPr>
          <w:p w14:paraId="1E521C0C"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w:t>
            </w:r>
            <w:r w:rsidRPr="008C6DE4">
              <w:rPr>
                <w:rFonts w:ascii="Arial" w:hAnsi="Arial"/>
                <w:snapToGrid w:val="0"/>
                <w:sz w:val="18"/>
                <w:lang w:eastAsia="zh-CN"/>
              </w:rPr>
              <w:t>, 1, 2, 3, 4, 6, 7, 8,10</w:t>
            </w:r>
          </w:p>
        </w:tc>
      </w:tr>
      <w:tr w:rsidR="00DD3199" w:rsidRPr="008C6DE4" w14:paraId="0B1A8696" w14:textId="77777777" w:rsidTr="00867D3A">
        <w:trPr>
          <w:cantSplit/>
          <w:trHeight w:val="2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04A732"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388F27F2"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C2F47" w14:textId="77777777" w:rsidR="00D4281A" w:rsidRPr="008C6DE4" w:rsidRDefault="00D4281A" w:rsidP="00867D3A">
            <w:pPr>
              <w:spacing w:after="0"/>
              <w:rPr>
                <w:rFonts w:ascii="Arial" w:hAnsi="Arial"/>
                <w:snapToGrid w:val="0"/>
                <w:sz w:val="18"/>
              </w:rPr>
            </w:pPr>
          </w:p>
        </w:tc>
        <w:tc>
          <w:tcPr>
            <w:tcW w:w="1927" w:type="pct"/>
            <w:tcBorders>
              <w:top w:val="single" w:sz="4" w:space="0" w:color="auto"/>
              <w:left w:val="single" w:sz="4" w:space="0" w:color="auto"/>
              <w:bottom w:val="single" w:sz="4" w:space="0" w:color="auto"/>
              <w:right w:val="single" w:sz="4" w:space="0" w:color="auto"/>
            </w:tcBorders>
            <w:hideMark/>
          </w:tcPr>
          <w:p w14:paraId="73AE91C1"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12-23</w:t>
            </w:r>
          </w:p>
        </w:tc>
      </w:tr>
      <w:tr w:rsidR="00D4281A" w:rsidRPr="008C6DE4" w14:paraId="4B00F1A2" w14:textId="77777777" w:rsidTr="00867D3A">
        <w:trPr>
          <w:cantSplit/>
          <w:trHeight w:val="220"/>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13A9EA82" w14:textId="75EECB59" w:rsidR="00D4281A" w:rsidRPr="008C6DE4" w:rsidRDefault="00D4281A" w:rsidP="00847B8D">
            <w:pPr>
              <w:pStyle w:val="TAN"/>
            </w:pPr>
            <w:r w:rsidRPr="008C6DE4">
              <w:t>Note:</w:t>
            </w:r>
            <w:r w:rsidRPr="008C6DE4">
              <w:rPr>
                <w:rFonts w:cs="Arial"/>
              </w:rPr>
              <w:tab/>
            </w:r>
            <w:r w:rsidRPr="008C6DE4">
              <w:t>In E-UTRA-NR dual connectivity mode, if GSM or UTRA TDD or UTRA FDD inter-RAT frequency layer is configured to be monitored, only measurement gap pattern #0 and #1 can be used for per-FR gap in E-UTRA and FR1 if configured, or for per-UE gap.</w:t>
            </w:r>
          </w:p>
          <w:p w14:paraId="789631AC" w14:textId="77777777" w:rsidR="00D4281A" w:rsidRPr="008C6DE4" w:rsidRDefault="00D4281A" w:rsidP="00847B8D">
            <w:pPr>
              <w:pStyle w:val="TAN"/>
            </w:pPr>
          </w:p>
          <w:p w14:paraId="34FC9962" w14:textId="77777777" w:rsidR="00D4281A" w:rsidRPr="008C6DE4" w:rsidRDefault="00D4281A" w:rsidP="00847B8D">
            <w:pPr>
              <w:pStyle w:val="TAN"/>
            </w:pPr>
            <w:r w:rsidRPr="008C6DE4">
              <w:t>NOTE 1:</w:t>
            </w:r>
            <w:r w:rsidRPr="008C6DE4">
              <w:rPr>
                <w:rFonts w:cs="Arial"/>
              </w:rPr>
              <w:tab/>
            </w:r>
            <w:r w:rsidRPr="008C6DE4">
              <w:t>In E-UTRA-NR dual connectivity mode, non-NR RAT includes E-UTRA, UTRA and/or GSM. In NR-E-UTRA dual connectivity mode, non-NR RAT means E-UTRA.</w:t>
            </w:r>
          </w:p>
          <w:p w14:paraId="59950EDB" w14:textId="44FE9486" w:rsidR="00D4281A" w:rsidRPr="008C6DE4" w:rsidRDefault="00D4281A" w:rsidP="00847B8D">
            <w:pPr>
              <w:pStyle w:val="TAN"/>
            </w:pPr>
            <w:r w:rsidRPr="008C6DE4">
              <w:t>NOTE 2:</w:t>
            </w:r>
            <w:r w:rsidRPr="008C6DE4">
              <w:rPr>
                <w:rFonts w:cs="Arial"/>
              </w:rPr>
              <w:tab/>
            </w:r>
            <w:r w:rsidRPr="008C6DE4">
              <w:t>Void</w:t>
            </w:r>
          </w:p>
          <w:p w14:paraId="157BD757" w14:textId="6F8F021F" w:rsidR="00D4281A" w:rsidRPr="008C6DE4" w:rsidRDefault="00D4281A" w:rsidP="00867D3A">
            <w:pPr>
              <w:pStyle w:val="TAN"/>
            </w:pPr>
            <w:r w:rsidRPr="008C6DE4">
              <w:t>NOTE 3:</w:t>
            </w:r>
            <w:r w:rsidRPr="008C6DE4">
              <w:tab/>
              <w:t>When E-UTRA inter-frequency RSTD measurements are configured and the UE requires measurement gaps for performing such measurements, only Gap Pattern #0 can be used.</w:t>
            </w:r>
          </w:p>
        </w:tc>
      </w:tr>
    </w:tbl>
    <w:p w14:paraId="7E42A332" w14:textId="77777777" w:rsidR="00D4281A" w:rsidRPr="008C6DE4" w:rsidRDefault="00D4281A" w:rsidP="00D4281A"/>
    <w:p w14:paraId="5D7BC314" w14:textId="77777777" w:rsidR="00D4281A" w:rsidRPr="008C6DE4" w:rsidRDefault="00D4281A" w:rsidP="00D4281A">
      <w:r w:rsidRPr="008C6DE4">
        <w:t xml:space="preserve">In E-UTRA-NR dual connectivity mode, </w:t>
      </w:r>
    </w:p>
    <w:p w14:paraId="6FF7B14D" w14:textId="77777777" w:rsidR="00D4281A" w:rsidRPr="008C6DE4" w:rsidRDefault="00D4281A" w:rsidP="00D4281A">
      <w:pPr>
        <w:pStyle w:val="B10"/>
      </w:pPr>
      <w:r w:rsidRPr="008C6DE4">
        <w:t>-</w:t>
      </w:r>
      <w:r w:rsidRPr="008C6DE4">
        <w:tab/>
        <w:t>if per-UE measurement gap is configured with MG timing advance of T</w:t>
      </w:r>
      <w:r w:rsidRPr="008C6DE4">
        <w:rPr>
          <w:vertAlign w:val="subscript"/>
        </w:rPr>
        <w:t>MG</w:t>
      </w:r>
      <w:r w:rsidRPr="008C6DE4">
        <w:t xml:space="preserve"> ms, the measurement gap starts at time T</w:t>
      </w:r>
      <w:r w:rsidRPr="008C6DE4">
        <w:rPr>
          <w:vertAlign w:val="subscript"/>
        </w:rPr>
        <w:t>MG</w:t>
      </w:r>
      <w:r w:rsidRPr="008C6DE4">
        <w:t xml:space="preserve"> ms advanced to the end of the latest E-UTRA subframe occurring immediately before the configured measurement gap among MCG serving cells subframes.</w:t>
      </w:r>
    </w:p>
    <w:p w14:paraId="0C59CB6A" w14:textId="66718C07" w:rsidR="00D4281A" w:rsidRPr="008C6DE4" w:rsidRDefault="00D4281A" w:rsidP="00D4281A">
      <w:pPr>
        <w:pStyle w:val="B10"/>
      </w:pPr>
      <w:r w:rsidRPr="008C6DE4">
        <w:t>-</w:t>
      </w:r>
      <w:r w:rsidRPr="008C6DE4">
        <w:tab/>
        <w:t>if per-FR measurement gap for FR1 is configured with MG timing advance of T</w:t>
      </w:r>
      <w:r w:rsidRPr="008C6DE4">
        <w:rPr>
          <w:vertAlign w:val="subscript"/>
        </w:rPr>
        <w:t>MG</w:t>
      </w:r>
      <w:r w:rsidRPr="008C6DE4">
        <w:t xml:space="preserve"> ms, the measurement gap for FR1 starts at time T</w:t>
      </w:r>
      <w:r w:rsidRPr="008C6DE4">
        <w:rPr>
          <w:vertAlign w:val="subscript"/>
        </w:rPr>
        <w:t>MG</w:t>
      </w:r>
      <w:r w:rsidRPr="008C6DE4">
        <w:t xml:space="preserve"> ms advanced to the end of the latest E-UTRA subframe occurring immediately before the configured measurement gap among MCG serving cells subframes.</w:t>
      </w:r>
    </w:p>
    <w:p w14:paraId="6BDD5F79" w14:textId="2D15E3A7" w:rsidR="00D4281A" w:rsidRPr="008C6DE4" w:rsidRDefault="00D4281A" w:rsidP="00D4281A">
      <w:pPr>
        <w:pStyle w:val="B10"/>
      </w:pPr>
      <w:r w:rsidRPr="008C6DE4">
        <w:t>-</w:t>
      </w:r>
      <w:r w:rsidRPr="008C6DE4">
        <w:tab/>
        <w:t>if per-FR measurement gap for FR2 is configured with MG timing advance of T</w:t>
      </w:r>
      <w:r w:rsidRPr="008C6DE4">
        <w:rPr>
          <w:vertAlign w:val="subscript"/>
        </w:rPr>
        <w:t>MG</w:t>
      </w:r>
      <w:r w:rsidRPr="008C6DE4">
        <w:t xml:space="preserve"> ms, the measurement gap for FR2 starts at time T</w:t>
      </w:r>
      <w:r w:rsidRPr="008C6DE4">
        <w:rPr>
          <w:vertAlign w:val="subscript"/>
        </w:rPr>
        <w:t>MG</w:t>
      </w:r>
      <w:r w:rsidRPr="008C6DE4">
        <w:t xml:space="preserve"> ms advanced to the end of the latest NR subframe occurring immediately before the configured measurement gap among SCG serving cells subframes in FR2.</w:t>
      </w:r>
    </w:p>
    <w:p w14:paraId="26A4871D" w14:textId="77777777" w:rsidR="00D4281A" w:rsidRPr="008C6DE4" w:rsidRDefault="00D4281A" w:rsidP="00D4281A">
      <w:r w:rsidRPr="008C6DE4">
        <w:t xml:space="preserve">In NR-E-UTRA dual connectivity mode, </w:t>
      </w:r>
    </w:p>
    <w:p w14:paraId="10E03B94" w14:textId="77777777" w:rsidR="00D4281A" w:rsidRPr="008C6DE4" w:rsidRDefault="00D4281A" w:rsidP="00D4281A">
      <w:pPr>
        <w:pStyle w:val="B10"/>
      </w:pPr>
      <w:r w:rsidRPr="008C6DE4">
        <w:t>-</w:t>
      </w:r>
      <w:r w:rsidRPr="008C6DE4">
        <w:tab/>
        <w:t>if per-UE measurement gap is configured with MG timing advance of T</w:t>
      </w:r>
      <w:r w:rsidRPr="008C6DE4">
        <w:rPr>
          <w:vertAlign w:val="subscript"/>
        </w:rPr>
        <w:t>MG</w:t>
      </w:r>
      <w:r w:rsidRPr="008C6DE4">
        <w:t xml:space="preserve"> ms, the measurement gap starts at time T</w:t>
      </w:r>
      <w:r w:rsidRPr="008C6DE4">
        <w:rPr>
          <w:vertAlign w:val="subscript"/>
        </w:rPr>
        <w:t>MG</w:t>
      </w:r>
      <w:r w:rsidRPr="008C6DE4">
        <w:t xml:space="preserve"> ms advanced to the end of the latest NR subframe occurring immediately before the configured measurement gap among MCG serving cells subframes.</w:t>
      </w:r>
    </w:p>
    <w:p w14:paraId="055A60A8" w14:textId="77777777" w:rsidR="00D4281A" w:rsidRPr="008C6DE4" w:rsidRDefault="00D4281A" w:rsidP="00D4281A">
      <w:pPr>
        <w:pStyle w:val="B10"/>
      </w:pPr>
      <w:r w:rsidRPr="008C6DE4">
        <w:t>-</w:t>
      </w:r>
      <w:r w:rsidRPr="008C6DE4">
        <w:tab/>
        <w:t>if per-FR measurement gap for FR1 is configured with MG timing advance of T</w:t>
      </w:r>
      <w:r w:rsidRPr="008C6DE4">
        <w:rPr>
          <w:vertAlign w:val="subscript"/>
        </w:rPr>
        <w:t>MG</w:t>
      </w:r>
      <w:r w:rsidRPr="008C6DE4">
        <w:t xml:space="preserve"> ms and UE has NR serving cell in FR1, the measurement gap for FR1 starts at time T</w:t>
      </w:r>
      <w:r w:rsidRPr="008C6DE4">
        <w:rPr>
          <w:vertAlign w:val="subscript"/>
        </w:rPr>
        <w:t>MG</w:t>
      </w:r>
      <w:r w:rsidRPr="008C6DE4">
        <w:t xml:space="preserve"> ms advanced to the end of the latest NR subframe occurring immediately before the configured measurement gap among MCG serving cells subframes in FR1.</w:t>
      </w:r>
    </w:p>
    <w:p w14:paraId="773AAFDF" w14:textId="77777777" w:rsidR="00D4281A" w:rsidRPr="008C6DE4" w:rsidRDefault="00D4281A" w:rsidP="00D4281A">
      <w:pPr>
        <w:pStyle w:val="B10"/>
      </w:pPr>
      <w:r w:rsidRPr="008C6DE4">
        <w:t>-</w:t>
      </w:r>
      <w:r w:rsidRPr="008C6DE4">
        <w:tab/>
        <w:t>if per-FR measurement gap for FR1 is configured with MG timing advance of T</w:t>
      </w:r>
      <w:r w:rsidRPr="008C6DE4">
        <w:rPr>
          <w:vertAlign w:val="subscript"/>
        </w:rPr>
        <w:t>MG</w:t>
      </w:r>
      <w:r w:rsidRPr="008C6DE4">
        <w:t xml:space="preserve"> ms and UE doesn’t have NR serving cell in FR1, the measurement gap for FR1 starts at time T</w:t>
      </w:r>
      <w:r w:rsidRPr="008C6DE4">
        <w:rPr>
          <w:vertAlign w:val="subscript"/>
        </w:rPr>
        <w:t>MG</w:t>
      </w:r>
      <w:r w:rsidRPr="008C6DE4">
        <w:t xml:space="preserve"> ms advanced to the end of the latest E-UTRA subframe occurring immediately before the configured measurement gap among SCG serving cells subframes.</w:t>
      </w:r>
    </w:p>
    <w:p w14:paraId="2179E99C" w14:textId="3BCB41DA" w:rsidR="00D4281A" w:rsidRPr="008C6DE4" w:rsidRDefault="00D4281A" w:rsidP="00D4281A">
      <w:pPr>
        <w:pStyle w:val="B10"/>
      </w:pPr>
      <w:r w:rsidRPr="008C6DE4">
        <w:t>-</w:t>
      </w:r>
      <w:r w:rsidRPr="008C6DE4">
        <w:tab/>
        <w:t>if per-FR measurement gap for FR2 is configured with MG timing advance of T</w:t>
      </w:r>
      <w:r w:rsidRPr="008C6DE4">
        <w:rPr>
          <w:vertAlign w:val="subscript"/>
        </w:rPr>
        <w:t>MG</w:t>
      </w:r>
      <w:r w:rsidRPr="008C6DE4">
        <w:t xml:space="preserve"> ms, the measurement gap for FR2 starts at time T</w:t>
      </w:r>
      <w:r w:rsidRPr="008C6DE4">
        <w:rPr>
          <w:vertAlign w:val="subscript"/>
        </w:rPr>
        <w:t>MG</w:t>
      </w:r>
      <w:r w:rsidRPr="008C6DE4">
        <w:t xml:space="preserve"> ms advanced to the end of the latest NR subframe occurring immediately before the configured measurement gap among MCG serving cells subframes in FR2.</w:t>
      </w:r>
    </w:p>
    <w:p w14:paraId="5D03D937" w14:textId="77777777" w:rsidR="00D4281A" w:rsidRPr="008C6DE4" w:rsidRDefault="00D4281A" w:rsidP="00D4281A">
      <w:r w:rsidRPr="008C6DE4">
        <w:t>In NR-</w:t>
      </w:r>
      <w:r w:rsidRPr="008C6DE4">
        <w:rPr>
          <w:lang w:eastAsia="zh-CN"/>
        </w:rPr>
        <w:t>NR</w:t>
      </w:r>
      <w:r w:rsidRPr="008C6DE4">
        <w:t xml:space="preserve"> dual connectivity mode, </w:t>
      </w:r>
    </w:p>
    <w:p w14:paraId="77B1011F" w14:textId="77777777" w:rsidR="00D4281A" w:rsidRPr="008C6DE4" w:rsidRDefault="00D4281A" w:rsidP="00D4281A">
      <w:pPr>
        <w:pStyle w:val="B10"/>
        <w:rPr>
          <w:lang w:eastAsia="zh-CN"/>
        </w:rPr>
      </w:pPr>
      <w:r w:rsidRPr="008C6DE4">
        <w:rPr>
          <w:lang w:eastAsia="zh-CN"/>
        </w:rPr>
        <w:t>-</w:t>
      </w:r>
      <w:r w:rsidRPr="008C6DE4">
        <w:rPr>
          <w:lang w:eastAsia="zh-CN"/>
        </w:rPr>
        <w:tab/>
        <w:t>If per-UE measurement gap is configured with MG timing advance of T</w:t>
      </w:r>
      <w:r w:rsidRPr="008C6DE4">
        <w:rPr>
          <w:vertAlign w:val="subscript"/>
          <w:lang w:eastAsia="zh-CN"/>
        </w:rPr>
        <w:t>MG</w:t>
      </w:r>
      <w:r w:rsidRPr="008C6DE4">
        <w:rPr>
          <w:lang w:eastAsia="zh-CN"/>
        </w:rPr>
        <w:t xml:space="preserve"> ms, the measurement gap starts at time T</w:t>
      </w:r>
      <w:r w:rsidRPr="008C6DE4">
        <w:rPr>
          <w:vertAlign w:val="subscript"/>
          <w:lang w:eastAsia="zh-CN"/>
        </w:rPr>
        <w:t>MG</w:t>
      </w:r>
      <w:r w:rsidRPr="008C6DE4">
        <w:rPr>
          <w:lang w:eastAsia="zh-CN"/>
        </w:rPr>
        <w:t xml:space="preserve"> ms advanced to the end of the latest MCG subframe occurring immediately before the configured measurement gap among MCG serving cells subframes.</w:t>
      </w:r>
    </w:p>
    <w:p w14:paraId="5C8502EA" w14:textId="7FAA2D45" w:rsidR="00D4281A" w:rsidRPr="008C6DE4" w:rsidRDefault="00D4281A" w:rsidP="00D4281A">
      <w:pPr>
        <w:pStyle w:val="B10"/>
        <w:rPr>
          <w:lang w:eastAsia="zh-CN"/>
        </w:rPr>
      </w:pPr>
      <w:r w:rsidRPr="008C6DE4">
        <w:rPr>
          <w:lang w:eastAsia="zh-CN"/>
        </w:rPr>
        <w:t>-</w:t>
      </w:r>
      <w:r w:rsidRPr="008C6DE4">
        <w:rPr>
          <w:lang w:eastAsia="zh-CN"/>
        </w:rPr>
        <w:tab/>
        <w:t>If per-FR measurement gap for FR1 is configured with MG timing advance of T</w:t>
      </w:r>
      <w:r w:rsidRPr="008C6DE4">
        <w:rPr>
          <w:vertAlign w:val="subscript"/>
          <w:lang w:eastAsia="zh-CN"/>
        </w:rPr>
        <w:t>MG</w:t>
      </w:r>
      <w:r w:rsidRPr="008C6DE4">
        <w:rPr>
          <w:lang w:eastAsia="zh-CN"/>
        </w:rPr>
        <w:t xml:space="preserve"> ms, the measurement gap for FR1 starts at time T</w:t>
      </w:r>
      <w:r w:rsidRPr="008C6DE4">
        <w:rPr>
          <w:vertAlign w:val="subscript"/>
          <w:lang w:eastAsia="zh-CN"/>
        </w:rPr>
        <w:t>MG</w:t>
      </w:r>
      <w:r w:rsidRPr="008C6DE4">
        <w:rPr>
          <w:lang w:eastAsia="zh-CN"/>
        </w:rPr>
        <w:t xml:space="preserve"> ms advanced to the end of the latest MCG subframe occurring immediately before the configured measurement gap among MCG serving cells subframes. </w:t>
      </w:r>
    </w:p>
    <w:p w14:paraId="75CDA033" w14:textId="3E97B18B" w:rsidR="00D4281A" w:rsidRPr="008C6DE4" w:rsidRDefault="00D4281A" w:rsidP="00D4281A">
      <w:pPr>
        <w:pStyle w:val="B10"/>
        <w:rPr>
          <w:lang w:eastAsia="zh-CN"/>
        </w:rPr>
      </w:pPr>
      <w:r w:rsidRPr="008C6DE4">
        <w:rPr>
          <w:lang w:eastAsia="zh-CN"/>
        </w:rPr>
        <w:t>-</w:t>
      </w:r>
      <w:r w:rsidRPr="008C6DE4">
        <w:rPr>
          <w:lang w:eastAsia="zh-CN"/>
        </w:rPr>
        <w:tab/>
        <w:t>If per-FR measurement gap for FR2 is configured with MG timing advance of T</w:t>
      </w:r>
      <w:r w:rsidRPr="008C6DE4">
        <w:rPr>
          <w:vertAlign w:val="subscript"/>
          <w:lang w:eastAsia="zh-CN"/>
        </w:rPr>
        <w:t>MG</w:t>
      </w:r>
      <w:r w:rsidRPr="008C6DE4">
        <w:rPr>
          <w:lang w:eastAsia="zh-CN"/>
        </w:rPr>
        <w:t xml:space="preserve"> ms, the measurement gap for FR2 starts at time T</w:t>
      </w:r>
      <w:r w:rsidRPr="008C6DE4">
        <w:rPr>
          <w:vertAlign w:val="subscript"/>
          <w:lang w:eastAsia="zh-CN"/>
        </w:rPr>
        <w:t>MG</w:t>
      </w:r>
      <w:r w:rsidRPr="008C6DE4">
        <w:rPr>
          <w:lang w:eastAsia="zh-CN"/>
        </w:rPr>
        <w:t xml:space="preserve"> ms advanced to the end of the latest SCG subframe occurring immediately before the configured measurement gap among SCG serving cells subframes in FR2.</w:t>
      </w:r>
    </w:p>
    <w:p w14:paraId="70D33F76" w14:textId="77777777" w:rsidR="003235EF" w:rsidRPr="008C6DE4" w:rsidRDefault="003235EF" w:rsidP="003235EF">
      <w:r w:rsidRPr="008C6DE4">
        <w:t>T</w:t>
      </w:r>
      <w:r w:rsidRPr="008C6DE4">
        <w:rPr>
          <w:vertAlign w:val="subscript"/>
        </w:rPr>
        <w:t>MG</w:t>
      </w:r>
      <w:r w:rsidRPr="008C6DE4">
        <w:t xml:space="preserve"> is the MG timing advance value provided in </w:t>
      </w:r>
      <w:r w:rsidRPr="008C6DE4">
        <w:rPr>
          <w:i/>
        </w:rPr>
        <w:t>mgta</w:t>
      </w:r>
      <w:r w:rsidRPr="008C6DE4">
        <w:t xml:space="preserve"> according to</w:t>
      </w:r>
      <w:r>
        <w:t xml:space="preserve"> TS38.331</w:t>
      </w:r>
      <w:r w:rsidRPr="008C6DE4">
        <w:t xml:space="preserve"> [2]. </w:t>
      </w:r>
    </w:p>
    <w:p w14:paraId="2CD88B08" w14:textId="77777777" w:rsidR="00D4281A" w:rsidRPr="008C6DE4" w:rsidRDefault="00D4281A" w:rsidP="00D4281A">
      <w:r w:rsidRPr="008C6DE4">
        <w:t>In determining the measurement gap starting point, UE shall use the DL timing of the latest E-UTRA or NR subframe occurring immediately before the configured measurement gap among E-UTRA or NR serving cells.</w:t>
      </w:r>
    </w:p>
    <w:p w14:paraId="0B2C44EE" w14:textId="62DCB1E1" w:rsidR="003235EF" w:rsidRPr="008C6DE4" w:rsidRDefault="003235EF" w:rsidP="003235EF">
      <w:pPr>
        <w:rPr>
          <w:i/>
          <w:lang w:eastAsia="zh-CN"/>
        </w:rPr>
      </w:pPr>
      <w:r w:rsidRPr="00CC6EC5">
        <w:rPr>
          <w:iCs/>
          <w:lang w:eastAsia="zh-CN"/>
        </w:rPr>
        <w:t>NR-DC in Rel-15 only includes the scenarios where all serving cells in MCG in FR1 and all serving cells in SCG in FR2.</w:t>
      </w:r>
    </w:p>
    <w:p w14:paraId="4F39E9DA" w14:textId="5C82F68A" w:rsidR="00D4281A" w:rsidRPr="008C6DE4" w:rsidRDefault="00D4281A" w:rsidP="00D4281A">
      <w:pPr>
        <w:rPr>
          <w:lang w:eastAsia="zh-CN"/>
        </w:rPr>
      </w:pPr>
      <w:r w:rsidRPr="008C6DE4">
        <w:rPr>
          <w:lang w:eastAsia="zh-CN"/>
        </w:rPr>
        <w:t>For per-FR measurement gap capable UE configured with E-UTRA-NR dual connectivity</w:t>
      </w:r>
      <w:r w:rsidRPr="008C6DE4">
        <w:t xml:space="preserve"> </w:t>
      </w:r>
      <w:r w:rsidRPr="008C6DE4">
        <w:rPr>
          <w:lang w:eastAsia="zh-CN"/>
        </w:rPr>
        <w:t>or NR-E-UTRA dual connectivity, when serving cells are in E-UTRA and FR1, measurement objects are in both E-UTRA/FR1 and FR2,</w:t>
      </w:r>
    </w:p>
    <w:p w14:paraId="7BCD2396" w14:textId="77777777" w:rsidR="00D4281A" w:rsidRPr="008C6DE4" w:rsidRDefault="00D4281A" w:rsidP="00D4281A">
      <w:pPr>
        <w:pStyle w:val="B10"/>
        <w:rPr>
          <w:lang w:eastAsia="zh-CN"/>
        </w:rPr>
      </w:pPr>
      <w:r w:rsidRPr="008C6DE4">
        <w:rPr>
          <w:lang w:eastAsia="zh-CN"/>
        </w:rPr>
        <w:t>-</w:t>
      </w:r>
      <w:r w:rsidRPr="008C6DE4">
        <w:rPr>
          <w:lang w:eastAsia="zh-CN"/>
        </w:rPr>
        <w:tab/>
        <w:t>If MN indicates UE that the measurement gap from MN applies to E-UTRA/FR1/FR2 serving cells, UE fulfils the per-UE measurement requirements for both E-UTRA/FR1 and FR2 measurement objects based on the measurement gap pattern configured by MN;</w:t>
      </w:r>
    </w:p>
    <w:p w14:paraId="07DB3811" w14:textId="77777777" w:rsidR="00D4281A" w:rsidRPr="008C6DE4" w:rsidRDefault="00D4281A" w:rsidP="00D4281A">
      <w:pPr>
        <w:pStyle w:val="B10"/>
        <w:rPr>
          <w:lang w:eastAsia="zh-CN"/>
        </w:rPr>
      </w:pPr>
      <w:r w:rsidRPr="008C6DE4">
        <w:rPr>
          <w:lang w:eastAsia="zh-CN"/>
        </w:rPr>
        <w:t>-</w:t>
      </w:r>
      <w:r w:rsidRPr="008C6DE4">
        <w:rPr>
          <w:lang w:eastAsia="zh-CN"/>
        </w:rPr>
        <w:tab/>
        <w:t>If</w:t>
      </w:r>
      <w:r w:rsidRPr="008C6DE4">
        <w:t xml:space="preserve"> </w:t>
      </w:r>
      <w:r w:rsidRPr="008C6DE4">
        <w:rPr>
          <w:lang w:eastAsia="zh-CN"/>
        </w:rPr>
        <w:t>MN indicates UE that the measurement gap from MN applies to only LTE/FR1 serving cell(s),</w:t>
      </w:r>
    </w:p>
    <w:p w14:paraId="0002A059" w14:textId="77777777" w:rsidR="00D4281A" w:rsidRPr="008C6DE4" w:rsidRDefault="00D4281A" w:rsidP="00D4281A">
      <w:pPr>
        <w:ind w:left="851" w:hanging="284"/>
        <w:rPr>
          <w:lang w:eastAsia="zh-CN"/>
        </w:rPr>
      </w:pPr>
      <w:r w:rsidRPr="008C6DE4">
        <w:rPr>
          <w:lang w:eastAsia="zh-CN"/>
        </w:rPr>
        <w:t>-</w:t>
      </w:r>
      <w:r w:rsidRPr="008C6DE4">
        <w:rPr>
          <w:lang w:eastAsia="zh-CN"/>
        </w:rPr>
        <w:tab/>
        <w:t>UE fulfils the measurement requirements for FR1/LTE measurement objects based on the configured measurement gap pattern;</w:t>
      </w:r>
    </w:p>
    <w:p w14:paraId="7FCE2456" w14:textId="77777777" w:rsidR="00D4281A" w:rsidRPr="008C6DE4" w:rsidRDefault="00D4281A" w:rsidP="00D4281A">
      <w:pPr>
        <w:ind w:left="851" w:hanging="284"/>
        <w:rPr>
          <w:lang w:eastAsia="zh-CN"/>
        </w:rPr>
      </w:pPr>
      <w:r w:rsidRPr="008C6DE4">
        <w:rPr>
          <w:lang w:eastAsia="zh-CN"/>
        </w:rPr>
        <w:t>-</w:t>
      </w:r>
      <w:r w:rsidRPr="008C6DE4">
        <w:rPr>
          <w:lang w:eastAsia="zh-CN"/>
        </w:rPr>
        <w:tab/>
        <w:t>UE fulfils the requirements for FR2 measurement objects based on effective MGRP=20ms;</w:t>
      </w:r>
    </w:p>
    <w:p w14:paraId="2254E551" w14:textId="77777777" w:rsidR="00D4281A" w:rsidRPr="008C6DE4" w:rsidRDefault="00D4281A" w:rsidP="00D4281A">
      <w:pPr>
        <w:rPr>
          <w:lang w:eastAsia="zh-CN"/>
        </w:rPr>
      </w:pPr>
      <w:r w:rsidRPr="008C6DE4">
        <w:rPr>
          <w:lang w:eastAsia="zh-CN"/>
        </w:rPr>
        <w:t>For per-FR measurement gap capable configured with E-UTRA-NR dual connectivity, NR-E-UTRA dual connectivity or NR-NR dual connectivity, when serving cells are in E-UTRA, FR1 and FR2, or in E-UTRA and FR2, or in FR1 and FR2, measurement objects are in both E-UTRA /FR1 and FR2,</w:t>
      </w:r>
    </w:p>
    <w:p w14:paraId="2DEE0F3F" w14:textId="77777777" w:rsidR="00D4281A" w:rsidRPr="008C6DE4" w:rsidRDefault="00D4281A" w:rsidP="00D4281A">
      <w:pPr>
        <w:ind w:left="568" w:hanging="284"/>
        <w:rPr>
          <w:lang w:eastAsia="zh-CN"/>
        </w:rPr>
      </w:pPr>
      <w:r w:rsidRPr="008C6DE4">
        <w:rPr>
          <w:lang w:eastAsia="zh-CN"/>
        </w:rPr>
        <w:t>-</w:t>
      </w:r>
      <w:r w:rsidRPr="008C6DE4">
        <w:rPr>
          <w:lang w:eastAsia="zh-CN"/>
        </w:rPr>
        <w:tab/>
        <w:t>If MN indicates UE that the measurement gap from MN applies to E-UTRA/FR1/FR2 serving cells, UE fulfils the per-UE measurement requirements for both E-UTRA/FR1 and FR2 measurement objects based on the measurement gap pattern configured by MN.</w:t>
      </w:r>
    </w:p>
    <w:p w14:paraId="20CBADEB" w14:textId="77777777" w:rsidR="00D4281A" w:rsidRPr="008C6DE4" w:rsidRDefault="00D4281A" w:rsidP="00D4281A">
      <w:pPr>
        <w:keepNext/>
        <w:keepLines/>
        <w:spacing w:before="60"/>
        <w:jc w:val="center"/>
        <w:rPr>
          <w:rFonts w:ascii="Arial" w:hAnsi="Arial"/>
          <w:b/>
          <w:snapToGrid w:val="0"/>
          <w:lang w:eastAsia="zh-CN"/>
        </w:rPr>
      </w:pPr>
      <w:r w:rsidRPr="008C6DE4">
        <w:rPr>
          <w:rFonts w:ascii="Arial" w:hAnsi="Arial"/>
          <w:b/>
          <w:snapToGrid w:val="0"/>
        </w:rPr>
        <w:t>Table 9.1.2-3: Applicability for Gap Pattern Configurations supported by the UE with NR standalone operation</w:t>
      </w:r>
      <w:r w:rsidRPr="008C6DE4">
        <w:rPr>
          <w:rFonts w:ascii="Arial" w:hAnsi="Arial"/>
          <w:b/>
          <w:snapToGrid w:val="0"/>
          <w:lang w:eastAsia="zh-CN"/>
        </w:rPr>
        <w:t xml:space="preserve"> (with single carrier, NR CA and NR-DC configuration)</w:t>
      </w:r>
    </w:p>
    <w:tbl>
      <w:tblPr>
        <w:tblW w:w="44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1940"/>
        <w:gridCol w:w="1724"/>
        <w:gridCol w:w="3297"/>
      </w:tblGrid>
      <w:tr w:rsidR="00DD3199" w:rsidRPr="008C6DE4" w14:paraId="5B720CF1" w14:textId="77777777" w:rsidTr="00867D3A">
        <w:trPr>
          <w:cantSplit/>
          <w:jc w:val="center"/>
        </w:trPr>
        <w:tc>
          <w:tcPr>
            <w:tcW w:w="931" w:type="pct"/>
            <w:tcBorders>
              <w:top w:val="single" w:sz="4" w:space="0" w:color="auto"/>
              <w:left w:val="single" w:sz="4" w:space="0" w:color="auto"/>
              <w:bottom w:val="single" w:sz="4" w:space="0" w:color="auto"/>
              <w:right w:val="single" w:sz="4" w:space="0" w:color="auto"/>
            </w:tcBorders>
            <w:hideMark/>
          </w:tcPr>
          <w:p w14:paraId="40DBD588" w14:textId="77777777" w:rsidR="00D4281A" w:rsidRPr="008C6DE4" w:rsidRDefault="00D4281A" w:rsidP="00867D3A">
            <w:pPr>
              <w:keepNext/>
              <w:keepLines/>
              <w:spacing w:after="0"/>
              <w:rPr>
                <w:rFonts w:ascii="Arial" w:hAnsi="Arial"/>
                <w:b/>
                <w:sz w:val="18"/>
              </w:rPr>
            </w:pPr>
            <w:r w:rsidRPr="008C6DE4">
              <w:rPr>
                <w:rFonts w:ascii="Arial" w:hAnsi="Arial"/>
                <w:b/>
                <w:sz w:val="18"/>
                <w:lang w:eastAsia="zh-CN"/>
              </w:rPr>
              <w:t>Measurement gap pattern</w:t>
            </w:r>
            <w:r w:rsidRPr="008C6DE4">
              <w:rPr>
                <w:rFonts w:ascii="Arial" w:hAnsi="Arial"/>
                <w:b/>
                <w:sz w:val="18"/>
              </w:rPr>
              <w:t xml:space="preserve"> configuration</w:t>
            </w:r>
          </w:p>
        </w:tc>
        <w:tc>
          <w:tcPr>
            <w:tcW w:w="1134" w:type="pct"/>
            <w:tcBorders>
              <w:top w:val="single" w:sz="4" w:space="0" w:color="auto"/>
              <w:left w:val="single" w:sz="4" w:space="0" w:color="auto"/>
              <w:bottom w:val="single" w:sz="4" w:space="0" w:color="auto"/>
              <w:right w:val="single" w:sz="4" w:space="0" w:color="auto"/>
            </w:tcBorders>
            <w:hideMark/>
          </w:tcPr>
          <w:p w14:paraId="4C9B8EFC" w14:textId="77777777" w:rsidR="00D4281A" w:rsidRPr="008C6DE4" w:rsidRDefault="00D4281A" w:rsidP="00867D3A">
            <w:pPr>
              <w:keepNext/>
              <w:keepLines/>
              <w:spacing w:after="0"/>
              <w:rPr>
                <w:rFonts w:ascii="Arial" w:hAnsi="Arial"/>
                <w:b/>
                <w:sz w:val="18"/>
              </w:rPr>
            </w:pPr>
            <w:r w:rsidRPr="008C6DE4">
              <w:rPr>
                <w:rFonts w:ascii="Arial" w:hAnsi="Arial"/>
                <w:b/>
                <w:sz w:val="18"/>
              </w:rPr>
              <w:t xml:space="preserve">Serving cell </w:t>
            </w:r>
          </w:p>
        </w:tc>
        <w:tc>
          <w:tcPr>
            <w:tcW w:w="1008" w:type="pct"/>
            <w:tcBorders>
              <w:top w:val="single" w:sz="4" w:space="0" w:color="auto"/>
              <w:left w:val="single" w:sz="4" w:space="0" w:color="auto"/>
              <w:bottom w:val="single" w:sz="4" w:space="0" w:color="auto"/>
              <w:right w:val="single" w:sz="4" w:space="0" w:color="auto"/>
            </w:tcBorders>
            <w:hideMark/>
          </w:tcPr>
          <w:p w14:paraId="06C92574" w14:textId="77777777" w:rsidR="00D4281A" w:rsidRPr="008C6DE4" w:rsidRDefault="00D4281A" w:rsidP="00867D3A">
            <w:pPr>
              <w:keepNext/>
              <w:keepLines/>
              <w:spacing w:after="0"/>
              <w:rPr>
                <w:rFonts w:ascii="Arial" w:hAnsi="Arial"/>
                <w:b/>
                <w:sz w:val="18"/>
              </w:rPr>
            </w:pPr>
            <w:r w:rsidRPr="008C6DE4">
              <w:rPr>
                <w:rFonts w:ascii="Arial" w:hAnsi="Arial"/>
                <w:b/>
                <w:sz w:val="18"/>
              </w:rPr>
              <w:t>Measurement Purpose</w:t>
            </w:r>
            <w:r w:rsidRPr="008C6DE4">
              <w:rPr>
                <w:rFonts w:ascii="Arial" w:hAnsi="Arial"/>
                <w:sz w:val="18"/>
                <w:vertAlign w:val="superscript"/>
              </w:rPr>
              <w:t xml:space="preserve"> NOTE 2</w:t>
            </w:r>
          </w:p>
        </w:tc>
        <w:tc>
          <w:tcPr>
            <w:tcW w:w="1927" w:type="pct"/>
            <w:tcBorders>
              <w:top w:val="single" w:sz="4" w:space="0" w:color="auto"/>
              <w:left w:val="single" w:sz="4" w:space="0" w:color="auto"/>
              <w:bottom w:val="single" w:sz="4" w:space="0" w:color="auto"/>
              <w:right w:val="single" w:sz="4" w:space="0" w:color="auto"/>
            </w:tcBorders>
            <w:hideMark/>
          </w:tcPr>
          <w:p w14:paraId="6DAE86B0" w14:textId="77777777" w:rsidR="00D4281A" w:rsidRPr="008C6DE4" w:rsidRDefault="00D4281A" w:rsidP="00867D3A">
            <w:pPr>
              <w:keepNext/>
              <w:keepLines/>
              <w:spacing w:after="0"/>
              <w:rPr>
                <w:rFonts w:ascii="Arial" w:hAnsi="Arial"/>
                <w:b/>
                <w:sz w:val="18"/>
              </w:rPr>
            </w:pPr>
            <w:r w:rsidRPr="008C6DE4">
              <w:rPr>
                <w:rFonts w:ascii="Arial" w:hAnsi="Arial"/>
                <w:b/>
                <w:sz w:val="18"/>
              </w:rPr>
              <w:t>Applicable Gap Pattern Id</w:t>
            </w:r>
          </w:p>
        </w:tc>
      </w:tr>
      <w:tr w:rsidR="00DD3199" w:rsidRPr="008C6DE4" w14:paraId="2CC5439E" w14:textId="77777777" w:rsidTr="00867D3A">
        <w:trPr>
          <w:cantSplit/>
          <w:jc w:val="center"/>
        </w:trPr>
        <w:tc>
          <w:tcPr>
            <w:tcW w:w="931" w:type="pct"/>
            <w:vMerge w:val="restart"/>
            <w:tcBorders>
              <w:top w:val="single" w:sz="4" w:space="0" w:color="auto"/>
              <w:left w:val="single" w:sz="4" w:space="0" w:color="auto"/>
              <w:bottom w:val="single" w:sz="4" w:space="0" w:color="auto"/>
              <w:right w:val="single" w:sz="4" w:space="0" w:color="auto"/>
            </w:tcBorders>
            <w:vAlign w:val="center"/>
            <w:hideMark/>
          </w:tcPr>
          <w:p w14:paraId="41674EE5"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 xml:space="preserve">Per-UE </w:t>
            </w:r>
            <w:r w:rsidRPr="008C6DE4">
              <w:rPr>
                <w:rFonts w:ascii="Arial" w:hAnsi="Arial"/>
                <w:snapToGrid w:val="0"/>
                <w:sz w:val="18"/>
                <w:lang w:eastAsia="zh-CN"/>
              </w:rPr>
              <w:t xml:space="preserve">measurement </w:t>
            </w:r>
            <w:r w:rsidRPr="008C6DE4">
              <w:rPr>
                <w:rFonts w:ascii="Arial" w:hAnsi="Arial"/>
                <w:snapToGrid w:val="0"/>
                <w:sz w:val="18"/>
              </w:rPr>
              <w:t>gap</w:t>
            </w:r>
          </w:p>
        </w:tc>
        <w:tc>
          <w:tcPr>
            <w:tcW w:w="1134" w:type="pct"/>
            <w:vMerge w:val="restart"/>
            <w:tcBorders>
              <w:top w:val="single" w:sz="4" w:space="0" w:color="auto"/>
              <w:left w:val="single" w:sz="4" w:space="0" w:color="auto"/>
              <w:bottom w:val="single" w:sz="4" w:space="0" w:color="auto"/>
              <w:right w:val="single" w:sz="4" w:space="0" w:color="auto"/>
            </w:tcBorders>
            <w:vAlign w:val="center"/>
          </w:tcPr>
          <w:p w14:paraId="334A7CC3"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FR1</w:t>
            </w:r>
            <w:r w:rsidRPr="008C6DE4">
              <w:rPr>
                <w:rFonts w:ascii="Arial" w:hAnsi="Arial"/>
                <w:sz w:val="18"/>
                <w:vertAlign w:val="superscript"/>
              </w:rPr>
              <w:t xml:space="preserve"> NOTE</w:t>
            </w:r>
            <w:r w:rsidRPr="008C6DE4">
              <w:rPr>
                <w:rFonts w:ascii="Arial" w:hAnsi="Arial"/>
                <w:sz w:val="18"/>
                <w:vertAlign w:val="superscript"/>
                <w:lang w:eastAsia="zh-CN"/>
              </w:rPr>
              <w:t>5</w:t>
            </w:r>
            <w:r w:rsidRPr="008C6DE4">
              <w:rPr>
                <w:rFonts w:ascii="Arial" w:hAnsi="Arial"/>
                <w:snapToGrid w:val="0"/>
                <w:sz w:val="18"/>
              </w:rPr>
              <w:t>, or</w:t>
            </w:r>
          </w:p>
          <w:p w14:paraId="4BA108F3"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FR1 + FR2</w:t>
            </w:r>
          </w:p>
          <w:p w14:paraId="7BE13062" w14:textId="77777777" w:rsidR="00D4281A" w:rsidRPr="008C6DE4" w:rsidRDefault="00D4281A" w:rsidP="00867D3A">
            <w:pPr>
              <w:keepNext/>
              <w:keepLines/>
              <w:spacing w:after="0"/>
              <w:jc w:val="center"/>
              <w:rPr>
                <w:rFonts w:ascii="Arial" w:hAnsi="Arial"/>
                <w:snapToGrid w:val="0"/>
                <w:sz w:val="18"/>
              </w:rPr>
            </w:pPr>
          </w:p>
        </w:tc>
        <w:tc>
          <w:tcPr>
            <w:tcW w:w="1008" w:type="pct"/>
            <w:tcBorders>
              <w:top w:val="single" w:sz="4" w:space="0" w:color="auto"/>
              <w:left w:val="single" w:sz="4" w:space="0" w:color="auto"/>
              <w:bottom w:val="single" w:sz="4" w:space="0" w:color="auto"/>
              <w:right w:val="single" w:sz="4" w:space="0" w:color="auto"/>
            </w:tcBorders>
            <w:hideMark/>
          </w:tcPr>
          <w:p w14:paraId="090A253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z w:val="18"/>
              </w:rPr>
              <w:t>E-UTRA only</w:t>
            </w:r>
            <w:r w:rsidRPr="008C6DE4">
              <w:rPr>
                <w:rFonts w:ascii="Arial" w:hAnsi="Arial"/>
                <w:sz w:val="18"/>
                <w:vertAlign w:val="superscript"/>
              </w:rPr>
              <w:t>NOTE3</w:t>
            </w:r>
          </w:p>
        </w:tc>
        <w:tc>
          <w:tcPr>
            <w:tcW w:w="1927" w:type="pct"/>
            <w:tcBorders>
              <w:top w:val="single" w:sz="4" w:space="0" w:color="auto"/>
              <w:left w:val="single" w:sz="4" w:space="0" w:color="auto"/>
              <w:bottom w:val="single" w:sz="4" w:space="0" w:color="auto"/>
              <w:right w:val="single" w:sz="4" w:space="0" w:color="auto"/>
            </w:tcBorders>
            <w:hideMark/>
          </w:tcPr>
          <w:p w14:paraId="6541EA45"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0,1,2,3</w:t>
            </w:r>
          </w:p>
        </w:tc>
      </w:tr>
      <w:tr w:rsidR="00DD3199" w:rsidRPr="008C6DE4" w14:paraId="3412BE13" w14:textId="77777777" w:rsidTr="00867D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BFC31E" w14:textId="77777777" w:rsidR="00D4281A" w:rsidRPr="008C6DE4" w:rsidRDefault="00D4281A" w:rsidP="00867D3A">
            <w:pPr>
              <w:spacing w:after="0"/>
              <w:rPr>
                <w:rFonts w:ascii="Arial" w:hAnsi="Arial"/>
                <w:snapToGrid w:val="0"/>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AD0AA6" w14:textId="77777777" w:rsidR="00D4281A" w:rsidRPr="008C6DE4" w:rsidRDefault="00D4281A" w:rsidP="00867D3A">
            <w:pPr>
              <w:spacing w:after="0"/>
              <w:rPr>
                <w:rFonts w:ascii="Arial" w:hAnsi="Arial"/>
                <w:snapToGrid w:val="0"/>
                <w:sz w:val="18"/>
              </w:rPr>
            </w:pPr>
          </w:p>
        </w:tc>
        <w:tc>
          <w:tcPr>
            <w:tcW w:w="1008" w:type="pct"/>
            <w:tcBorders>
              <w:top w:val="single" w:sz="4" w:space="0" w:color="auto"/>
              <w:left w:val="single" w:sz="4" w:space="0" w:color="auto"/>
              <w:bottom w:val="single" w:sz="4" w:space="0" w:color="auto"/>
              <w:right w:val="single" w:sz="4" w:space="0" w:color="auto"/>
            </w:tcBorders>
            <w:hideMark/>
          </w:tcPr>
          <w:p w14:paraId="7A7E5758" w14:textId="77777777" w:rsidR="00D4281A" w:rsidRPr="008C6DE4" w:rsidRDefault="00D4281A" w:rsidP="00867D3A">
            <w:pPr>
              <w:keepNext/>
              <w:keepLines/>
              <w:spacing w:after="0"/>
              <w:jc w:val="center"/>
              <w:rPr>
                <w:rFonts w:ascii="Arial" w:hAnsi="Arial"/>
                <w:sz w:val="18"/>
              </w:rPr>
            </w:pPr>
            <w:r w:rsidRPr="008C6DE4">
              <w:rPr>
                <w:rFonts w:ascii="Arial" w:hAnsi="Arial"/>
                <w:sz w:val="18"/>
              </w:rPr>
              <w:t xml:space="preserve">FR1 and/or FR2 </w:t>
            </w:r>
          </w:p>
        </w:tc>
        <w:tc>
          <w:tcPr>
            <w:tcW w:w="1927" w:type="pct"/>
            <w:tcBorders>
              <w:top w:val="single" w:sz="4" w:space="0" w:color="auto"/>
              <w:left w:val="single" w:sz="4" w:space="0" w:color="auto"/>
              <w:bottom w:val="single" w:sz="4" w:space="0" w:color="auto"/>
              <w:right w:val="single" w:sz="4" w:space="0" w:color="auto"/>
            </w:tcBorders>
            <w:hideMark/>
          </w:tcPr>
          <w:p w14:paraId="5BE9D16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0-11</w:t>
            </w:r>
          </w:p>
        </w:tc>
      </w:tr>
      <w:tr w:rsidR="00DD3199" w:rsidRPr="008C6DE4" w14:paraId="311E722E" w14:textId="77777777" w:rsidTr="00867D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12A316" w14:textId="77777777" w:rsidR="00D4281A" w:rsidRPr="008C6DE4" w:rsidRDefault="00D4281A" w:rsidP="00867D3A">
            <w:pPr>
              <w:spacing w:after="0"/>
              <w:rPr>
                <w:rFonts w:ascii="Arial" w:hAnsi="Arial"/>
                <w:snapToGrid w:val="0"/>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076812" w14:textId="77777777" w:rsidR="00D4281A" w:rsidRPr="008C6DE4" w:rsidRDefault="00D4281A" w:rsidP="00867D3A">
            <w:pPr>
              <w:spacing w:after="0"/>
              <w:rPr>
                <w:rFonts w:ascii="Arial" w:hAnsi="Arial"/>
                <w:snapToGrid w:val="0"/>
                <w:sz w:val="18"/>
              </w:rPr>
            </w:pPr>
          </w:p>
        </w:tc>
        <w:tc>
          <w:tcPr>
            <w:tcW w:w="1008" w:type="pct"/>
            <w:tcBorders>
              <w:top w:val="single" w:sz="4" w:space="0" w:color="auto"/>
              <w:left w:val="single" w:sz="4" w:space="0" w:color="auto"/>
              <w:bottom w:val="single" w:sz="4" w:space="0" w:color="auto"/>
              <w:right w:val="single" w:sz="4" w:space="0" w:color="auto"/>
            </w:tcBorders>
            <w:hideMark/>
          </w:tcPr>
          <w:p w14:paraId="033055A8"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E-UTRAN and FR1 and/or FR2</w:t>
            </w:r>
            <w:r w:rsidRPr="008C6DE4">
              <w:rPr>
                <w:rFonts w:ascii="Arial" w:hAnsi="Arial"/>
                <w:sz w:val="18"/>
                <w:vertAlign w:val="superscript"/>
              </w:rPr>
              <w:t xml:space="preserve"> NOTE3</w:t>
            </w:r>
          </w:p>
        </w:tc>
        <w:tc>
          <w:tcPr>
            <w:tcW w:w="1927" w:type="pct"/>
            <w:tcBorders>
              <w:top w:val="single" w:sz="4" w:space="0" w:color="auto"/>
              <w:left w:val="single" w:sz="4" w:space="0" w:color="auto"/>
              <w:bottom w:val="single" w:sz="4" w:space="0" w:color="auto"/>
              <w:right w:val="single" w:sz="4" w:space="0" w:color="auto"/>
            </w:tcBorders>
            <w:hideMark/>
          </w:tcPr>
          <w:p w14:paraId="7052BCB5"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w:t>
            </w:r>
            <w:r w:rsidRPr="008C6DE4">
              <w:rPr>
                <w:rFonts w:ascii="Arial" w:hAnsi="Arial"/>
                <w:snapToGrid w:val="0"/>
                <w:sz w:val="18"/>
                <w:lang w:eastAsia="zh-CN"/>
              </w:rPr>
              <w:t>, 1, 2, 3, 4, 6, 7, 8,10</w:t>
            </w:r>
          </w:p>
        </w:tc>
      </w:tr>
      <w:tr w:rsidR="00DD3199" w:rsidRPr="008C6DE4" w14:paraId="36018194" w14:textId="77777777" w:rsidTr="00867D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0F1404" w14:textId="77777777" w:rsidR="00D4281A" w:rsidRPr="008C6DE4" w:rsidRDefault="00D4281A" w:rsidP="00867D3A">
            <w:pPr>
              <w:spacing w:after="0"/>
              <w:rPr>
                <w:rFonts w:ascii="Arial" w:hAnsi="Arial"/>
                <w:snapToGrid w:val="0"/>
                <w:sz w:val="18"/>
              </w:rPr>
            </w:pPr>
          </w:p>
        </w:tc>
        <w:tc>
          <w:tcPr>
            <w:tcW w:w="1134" w:type="pct"/>
            <w:vMerge w:val="restart"/>
            <w:tcBorders>
              <w:top w:val="single" w:sz="4" w:space="0" w:color="auto"/>
              <w:left w:val="single" w:sz="4" w:space="0" w:color="auto"/>
              <w:bottom w:val="single" w:sz="4" w:space="0" w:color="auto"/>
              <w:right w:val="single" w:sz="4" w:space="0" w:color="auto"/>
            </w:tcBorders>
            <w:vAlign w:val="center"/>
            <w:hideMark/>
          </w:tcPr>
          <w:p w14:paraId="757FDE54" w14:textId="77777777" w:rsidR="00D4281A" w:rsidRPr="008C6DE4" w:rsidRDefault="00D4281A" w:rsidP="00867D3A">
            <w:pPr>
              <w:keepNext/>
              <w:keepLines/>
              <w:spacing w:after="0"/>
              <w:jc w:val="center"/>
              <w:rPr>
                <w:rFonts w:ascii="Arial" w:hAnsi="Arial"/>
                <w:snapToGrid w:val="0"/>
                <w:sz w:val="18"/>
                <w:lang w:eastAsia="zh-CN"/>
              </w:rPr>
            </w:pPr>
            <w:r w:rsidRPr="008C6DE4">
              <w:rPr>
                <w:rFonts w:ascii="Arial" w:hAnsi="Arial"/>
                <w:snapToGrid w:val="0"/>
                <w:sz w:val="18"/>
              </w:rPr>
              <w:t>FR2</w:t>
            </w:r>
            <w:r w:rsidRPr="008C6DE4">
              <w:rPr>
                <w:rFonts w:ascii="Arial" w:hAnsi="Arial"/>
                <w:sz w:val="18"/>
                <w:vertAlign w:val="superscript"/>
              </w:rPr>
              <w:t xml:space="preserve"> NOTE</w:t>
            </w:r>
            <w:r w:rsidRPr="008C6DE4">
              <w:rPr>
                <w:rFonts w:ascii="Arial" w:hAnsi="Arial"/>
                <w:sz w:val="18"/>
                <w:vertAlign w:val="superscript"/>
                <w:lang w:eastAsia="zh-CN"/>
              </w:rPr>
              <w:t>5</w:t>
            </w:r>
          </w:p>
        </w:tc>
        <w:tc>
          <w:tcPr>
            <w:tcW w:w="1008" w:type="pct"/>
            <w:tcBorders>
              <w:top w:val="single" w:sz="4" w:space="0" w:color="auto"/>
              <w:left w:val="single" w:sz="4" w:space="0" w:color="auto"/>
              <w:bottom w:val="single" w:sz="4" w:space="0" w:color="auto"/>
              <w:right w:val="single" w:sz="4" w:space="0" w:color="auto"/>
            </w:tcBorders>
            <w:hideMark/>
          </w:tcPr>
          <w:p w14:paraId="4581268A"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z w:val="18"/>
              </w:rPr>
              <w:t>E-UTRA only</w:t>
            </w:r>
            <w:r w:rsidRPr="008C6DE4">
              <w:rPr>
                <w:rFonts w:ascii="Arial" w:hAnsi="Arial"/>
                <w:sz w:val="18"/>
                <w:vertAlign w:val="superscript"/>
              </w:rPr>
              <w:t xml:space="preserve"> NOTE3</w:t>
            </w:r>
          </w:p>
        </w:tc>
        <w:tc>
          <w:tcPr>
            <w:tcW w:w="1927" w:type="pct"/>
            <w:tcBorders>
              <w:top w:val="single" w:sz="4" w:space="0" w:color="auto"/>
              <w:left w:val="single" w:sz="4" w:space="0" w:color="auto"/>
              <w:bottom w:val="single" w:sz="4" w:space="0" w:color="auto"/>
              <w:right w:val="single" w:sz="4" w:space="0" w:color="auto"/>
            </w:tcBorders>
            <w:hideMark/>
          </w:tcPr>
          <w:p w14:paraId="06B056E0"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0,1,2,3</w:t>
            </w:r>
          </w:p>
        </w:tc>
      </w:tr>
      <w:tr w:rsidR="00DD3199" w:rsidRPr="008C6DE4" w14:paraId="743BBF90" w14:textId="77777777" w:rsidTr="00867D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D4D910" w14:textId="77777777" w:rsidR="00D4281A" w:rsidRPr="008C6DE4" w:rsidRDefault="00D4281A" w:rsidP="00867D3A">
            <w:pPr>
              <w:spacing w:after="0"/>
              <w:rPr>
                <w:rFonts w:ascii="Arial" w:hAnsi="Arial"/>
                <w:snapToGrid w:val="0"/>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9833E5" w14:textId="77777777" w:rsidR="00D4281A" w:rsidRPr="008C6DE4" w:rsidRDefault="00D4281A" w:rsidP="00867D3A">
            <w:pPr>
              <w:spacing w:after="0"/>
              <w:rPr>
                <w:rFonts w:ascii="Arial" w:hAnsi="Arial"/>
                <w:snapToGrid w:val="0"/>
                <w:sz w:val="18"/>
              </w:rPr>
            </w:pPr>
          </w:p>
        </w:tc>
        <w:tc>
          <w:tcPr>
            <w:tcW w:w="1008" w:type="pct"/>
            <w:tcBorders>
              <w:top w:val="single" w:sz="4" w:space="0" w:color="auto"/>
              <w:left w:val="single" w:sz="4" w:space="0" w:color="auto"/>
              <w:bottom w:val="single" w:sz="4" w:space="0" w:color="auto"/>
              <w:right w:val="single" w:sz="4" w:space="0" w:color="auto"/>
            </w:tcBorders>
            <w:hideMark/>
          </w:tcPr>
          <w:p w14:paraId="6C0BC669" w14:textId="77777777" w:rsidR="00D4281A" w:rsidRPr="008C6DE4" w:rsidRDefault="00D4281A" w:rsidP="00867D3A">
            <w:pPr>
              <w:keepNext/>
              <w:keepLines/>
              <w:spacing w:after="0"/>
              <w:jc w:val="center"/>
              <w:rPr>
                <w:rFonts w:ascii="Arial" w:hAnsi="Arial"/>
                <w:sz w:val="18"/>
              </w:rPr>
            </w:pPr>
            <w:r w:rsidRPr="008C6DE4">
              <w:rPr>
                <w:rFonts w:ascii="Arial" w:hAnsi="Arial"/>
                <w:sz w:val="18"/>
              </w:rPr>
              <w:t>FR1 only</w:t>
            </w:r>
          </w:p>
        </w:tc>
        <w:tc>
          <w:tcPr>
            <w:tcW w:w="1927" w:type="pct"/>
            <w:tcBorders>
              <w:top w:val="single" w:sz="4" w:space="0" w:color="auto"/>
              <w:left w:val="single" w:sz="4" w:space="0" w:color="auto"/>
              <w:bottom w:val="single" w:sz="4" w:space="0" w:color="auto"/>
              <w:right w:val="single" w:sz="4" w:space="0" w:color="auto"/>
            </w:tcBorders>
            <w:hideMark/>
          </w:tcPr>
          <w:p w14:paraId="1AC78B67"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0-11</w:t>
            </w:r>
          </w:p>
        </w:tc>
      </w:tr>
      <w:tr w:rsidR="00DD3199" w:rsidRPr="008C6DE4" w14:paraId="76E8E12E" w14:textId="77777777" w:rsidTr="00867D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30ECA7" w14:textId="77777777" w:rsidR="00D4281A" w:rsidRPr="008C6DE4" w:rsidRDefault="00D4281A" w:rsidP="00867D3A">
            <w:pPr>
              <w:spacing w:after="0"/>
              <w:rPr>
                <w:rFonts w:ascii="Arial" w:hAnsi="Arial"/>
                <w:snapToGrid w:val="0"/>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F38786" w14:textId="77777777" w:rsidR="00D4281A" w:rsidRPr="008C6DE4" w:rsidRDefault="00D4281A" w:rsidP="00867D3A">
            <w:pPr>
              <w:spacing w:after="0"/>
              <w:rPr>
                <w:rFonts w:ascii="Arial" w:hAnsi="Arial"/>
                <w:snapToGrid w:val="0"/>
                <w:sz w:val="18"/>
              </w:rPr>
            </w:pPr>
          </w:p>
        </w:tc>
        <w:tc>
          <w:tcPr>
            <w:tcW w:w="1008" w:type="pct"/>
            <w:tcBorders>
              <w:top w:val="single" w:sz="4" w:space="0" w:color="auto"/>
              <w:left w:val="single" w:sz="4" w:space="0" w:color="auto"/>
              <w:bottom w:val="single" w:sz="4" w:space="0" w:color="auto"/>
              <w:right w:val="single" w:sz="4" w:space="0" w:color="auto"/>
            </w:tcBorders>
            <w:hideMark/>
          </w:tcPr>
          <w:p w14:paraId="77A31D1B"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z w:val="18"/>
              </w:rPr>
              <w:t xml:space="preserve">FR1 and FR2 </w:t>
            </w:r>
          </w:p>
        </w:tc>
        <w:tc>
          <w:tcPr>
            <w:tcW w:w="1927" w:type="pct"/>
            <w:tcBorders>
              <w:top w:val="single" w:sz="4" w:space="0" w:color="auto"/>
              <w:left w:val="single" w:sz="4" w:space="0" w:color="auto"/>
              <w:bottom w:val="single" w:sz="4" w:space="0" w:color="auto"/>
              <w:right w:val="single" w:sz="4" w:space="0" w:color="auto"/>
            </w:tcBorders>
            <w:hideMark/>
          </w:tcPr>
          <w:p w14:paraId="47A097B5"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0-11</w:t>
            </w:r>
          </w:p>
        </w:tc>
      </w:tr>
      <w:tr w:rsidR="00DD3199" w:rsidRPr="008C6DE4" w14:paraId="100CEE6A" w14:textId="77777777" w:rsidTr="00867D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13872A" w14:textId="77777777" w:rsidR="00D4281A" w:rsidRPr="008C6DE4" w:rsidRDefault="00D4281A" w:rsidP="00867D3A">
            <w:pPr>
              <w:spacing w:after="0"/>
              <w:rPr>
                <w:rFonts w:ascii="Arial" w:hAnsi="Arial"/>
                <w:snapToGrid w:val="0"/>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352E01" w14:textId="77777777" w:rsidR="00D4281A" w:rsidRPr="008C6DE4" w:rsidRDefault="00D4281A" w:rsidP="00867D3A">
            <w:pPr>
              <w:spacing w:after="0"/>
              <w:rPr>
                <w:rFonts w:ascii="Arial" w:hAnsi="Arial"/>
                <w:snapToGrid w:val="0"/>
                <w:sz w:val="18"/>
              </w:rPr>
            </w:pPr>
          </w:p>
        </w:tc>
        <w:tc>
          <w:tcPr>
            <w:tcW w:w="1008" w:type="pct"/>
            <w:tcBorders>
              <w:top w:val="single" w:sz="4" w:space="0" w:color="auto"/>
              <w:left w:val="single" w:sz="4" w:space="0" w:color="auto"/>
              <w:bottom w:val="single" w:sz="4" w:space="0" w:color="auto"/>
              <w:right w:val="single" w:sz="4" w:space="0" w:color="auto"/>
            </w:tcBorders>
            <w:hideMark/>
          </w:tcPr>
          <w:p w14:paraId="12328461"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E-UTRAN and FR1 and/or FR2</w:t>
            </w:r>
            <w:r w:rsidRPr="008C6DE4">
              <w:rPr>
                <w:rFonts w:ascii="Arial" w:hAnsi="Arial"/>
                <w:sz w:val="18"/>
                <w:vertAlign w:val="superscript"/>
              </w:rPr>
              <w:t xml:space="preserve"> NOTE3</w:t>
            </w:r>
          </w:p>
        </w:tc>
        <w:tc>
          <w:tcPr>
            <w:tcW w:w="1927" w:type="pct"/>
            <w:tcBorders>
              <w:top w:val="single" w:sz="4" w:space="0" w:color="auto"/>
              <w:left w:val="single" w:sz="4" w:space="0" w:color="auto"/>
              <w:bottom w:val="single" w:sz="4" w:space="0" w:color="auto"/>
              <w:right w:val="single" w:sz="4" w:space="0" w:color="auto"/>
            </w:tcBorders>
            <w:hideMark/>
          </w:tcPr>
          <w:p w14:paraId="370D3091"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w:t>
            </w:r>
            <w:r w:rsidRPr="008C6DE4">
              <w:rPr>
                <w:rFonts w:ascii="Arial" w:hAnsi="Arial"/>
                <w:snapToGrid w:val="0"/>
                <w:sz w:val="18"/>
                <w:lang w:eastAsia="zh-CN"/>
              </w:rPr>
              <w:t>, 1, 2, 3, 4, 6, 7, 8,10</w:t>
            </w:r>
          </w:p>
        </w:tc>
      </w:tr>
      <w:tr w:rsidR="00DD3199" w:rsidRPr="008C6DE4" w14:paraId="709DD9C0" w14:textId="77777777" w:rsidTr="00867D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2313C6" w14:textId="77777777" w:rsidR="00D4281A" w:rsidRPr="008C6DE4" w:rsidRDefault="00D4281A" w:rsidP="00867D3A">
            <w:pPr>
              <w:spacing w:after="0"/>
              <w:rPr>
                <w:rFonts w:ascii="Arial" w:hAnsi="Arial"/>
                <w:snapToGrid w:val="0"/>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BA86C4" w14:textId="77777777" w:rsidR="00D4281A" w:rsidRPr="008C6DE4" w:rsidRDefault="00D4281A" w:rsidP="00867D3A">
            <w:pPr>
              <w:spacing w:after="0"/>
              <w:rPr>
                <w:rFonts w:ascii="Arial" w:hAnsi="Arial"/>
                <w:snapToGrid w:val="0"/>
                <w:sz w:val="18"/>
              </w:rPr>
            </w:pPr>
          </w:p>
        </w:tc>
        <w:tc>
          <w:tcPr>
            <w:tcW w:w="1008" w:type="pct"/>
            <w:tcBorders>
              <w:top w:val="single" w:sz="4" w:space="0" w:color="auto"/>
              <w:left w:val="single" w:sz="4" w:space="0" w:color="auto"/>
              <w:bottom w:val="single" w:sz="4" w:space="0" w:color="auto"/>
              <w:right w:val="single" w:sz="4" w:space="0" w:color="auto"/>
            </w:tcBorders>
            <w:hideMark/>
          </w:tcPr>
          <w:p w14:paraId="6DD1065C"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FR2 only</w:t>
            </w:r>
          </w:p>
        </w:tc>
        <w:tc>
          <w:tcPr>
            <w:tcW w:w="1927" w:type="pct"/>
            <w:tcBorders>
              <w:top w:val="single" w:sz="4" w:space="0" w:color="auto"/>
              <w:left w:val="single" w:sz="4" w:space="0" w:color="auto"/>
              <w:bottom w:val="single" w:sz="4" w:space="0" w:color="auto"/>
              <w:right w:val="single" w:sz="4" w:space="0" w:color="auto"/>
            </w:tcBorders>
            <w:hideMark/>
          </w:tcPr>
          <w:p w14:paraId="06EDECB0"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12-23</w:t>
            </w:r>
          </w:p>
        </w:tc>
      </w:tr>
      <w:tr w:rsidR="00DD3199" w:rsidRPr="008C6DE4" w14:paraId="5D394D1E" w14:textId="77777777" w:rsidTr="00867D3A">
        <w:trPr>
          <w:cantSplit/>
          <w:trHeight w:val="257"/>
          <w:jc w:val="center"/>
        </w:trPr>
        <w:tc>
          <w:tcPr>
            <w:tcW w:w="931" w:type="pct"/>
            <w:vMerge w:val="restart"/>
            <w:tcBorders>
              <w:top w:val="single" w:sz="4" w:space="0" w:color="auto"/>
              <w:left w:val="single" w:sz="4" w:space="0" w:color="auto"/>
              <w:bottom w:val="single" w:sz="4" w:space="0" w:color="auto"/>
              <w:right w:val="single" w:sz="4" w:space="0" w:color="auto"/>
            </w:tcBorders>
            <w:vAlign w:val="center"/>
            <w:hideMark/>
          </w:tcPr>
          <w:p w14:paraId="72B79554" w14:textId="47A0F774" w:rsidR="00D4281A" w:rsidRPr="008C6DE4" w:rsidRDefault="003235EF" w:rsidP="00867D3A">
            <w:pPr>
              <w:keepNext/>
              <w:keepLines/>
              <w:spacing w:after="0"/>
              <w:jc w:val="center"/>
              <w:rPr>
                <w:rFonts w:ascii="Arial" w:hAnsi="Arial"/>
                <w:snapToGrid w:val="0"/>
                <w:sz w:val="18"/>
                <w:lang w:eastAsia="ko-KR"/>
              </w:rPr>
            </w:pPr>
            <w:r w:rsidRPr="008C6DE4">
              <w:rPr>
                <w:rFonts w:ascii="Arial" w:hAnsi="Arial"/>
                <w:snapToGrid w:val="0"/>
                <w:sz w:val="18"/>
                <w:lang w:eastAsia="ko-KR"/>
              </w:rPr>
              <w:t>Per</w:t>
            </w:r>
            <w:r>
              <w:rPr>
                <w:rFonts w:ascii="Arial" w:hAnsi="Arial"/>
                <w:snapToGrid w:val="0"/>
                <w:sz w:val="18"/>
                <w:lang w:eastAsia="ko-KR"/>
              </w:rPr>
              <w:t>-</w:t>
            </w:r>
            <w:r w:rsidRPr="008C6DE4">
              <w:rPr>
                <w:rFonts w:ascii="Arial" w:hAnsi="Arial"/>
                <w:snapToGrid w:val="0"/>
                <w:sz w:val="18"/>
                <w:lang w:eastAsia="ko-KR"/>
              </w:rPr>
              <w:t xml:space="preserve">FR </w:t>
            </w:r>
            <w:r w:rsidRPr="008C6DE4">
              <w:rPr>
                <w:rFonts w:ascii="Arial" w:hAnsi="Arial"/>
                <w:snapToGrid w:val="0"/>
                <w:sz w:val="18"/>
                <w:lang w:eastAsia="zh-CN"/>
              </w:rPr>
              <w:t xml:space="preserve">measurement </w:t>
            </w:r>
            <w:r w:rsidRPr="008C6DE4">
              <w:rPr>
                <w:rFonts w:ascii="Arial" w:hAnsi="Arial"/>
                <w:snapToGrid w:val="0"/>
                <w:sz w:val="18"/>
                <w:lang w:eastAsia="ko-KR"/>
              </w:rPr>
              <w:t>gap</w:t>
            </w:r>
          </w:p>
        </w:tc>
        <w:tc>
          <w:tcPr>
            <w:tcW w:w="1134" w:type="pct"/>
            <w:tcBorders>
              <w:top w:val="single" w:sz="4" w:space="0" w:color="auto"/>
              <w:left w:val="single" w:sz="4" w:space="0" w:color="auto"/>
              <w:bottom w:val="single" w:sz="4" w:space="0" w:color="auto"/>
              <w:right w:val="single" w:sz="4" w:space="0" w:color="auto"/>
            </w:tcBorders>
            <w:vAlign w:val="center"/>
            <w:hideMark/>
          </w:tcPr>
          <w:p w14:paraId="07E8BE0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06CE54BB"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z w:val="18"/>
              </w:rPr>
              <w:t>E-UTRA only</w:t>
            </w:r>
            <w:r w:rsidRPr="008C6DE4">
              <w:rPr>
                <w:rFonts w:ascii="Arial" w:hAnsi="Arial"/>
                <w:sz w:val="18"/>
                <w:vertAlign w:val="superscript"/>
              </w:rPr>
              <w:t xml:space="preserve"> NOTE3</w:t>
            </w:r>
          </w:p>
        </w:tc>
        <w:tc>
          <w:tcPr>
            <w:tcW w:w="1927" w:type="pct"/>
            <w:tcBorders>
              <w:top w:val="single" w:sz="4" w:space="0" w:color="auto"/>
              <w:left w:val="single" w:sz="4" w:space="0" w:color="auto"/>
              <w:bottom w:val="single" w:sz="4" w:space="0" w:color="auto"/>
              <w:right w:val="single" w:sz="4" w:space="0" w:color="auto"/>
            </w:tcBorders>
            <w:hideMark/>
          </w:tcPr>
          <w:p w14:paraId="34954308"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0,1,2,3</w:t>
            </w:r>
          </w:p>
        </w:tc>
      </w:tr>
      <w:tr w:rsidR="00DD3199" w:rsidRPr="008C6DE4" w14:paraId="2135ECD9" w14:textId="77777777" w:rsidTr="00867D3A">
        <w:trPr>
          <w:cantSplit/>
          <w:trHeight w:val="25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04F1D"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75F7F5DB"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FR2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9FC92C" w14:textId="77777777" w:rsidR="00D4281A" w:rsidRPr="008C6DE4" w:rsidRDefault="00D4281A" w:rsidP="00867D3A">
            <w:pPr>
              <w:spacing w:after="0"/>
              <w:rPr>
                <w:rFonts w:ascii="Arial" w:hAnsi="Arial"/>
                <w:snapToGrid w:val="0"/>
                <w:sz w:val="18"/>
              </w:rPr>
            </w:pPr>
          </w:p>
        </w:tc>
        <w:tc>
          <w:tcPr>
            <w:tcW w:w="1927" w:type="pct"/>
            <w:tcBorders>
              <w:top w:val="single" w:sz="4" w:space="0" w:color="auto"/>
              <w:left w:val="single" w:sz="4" w:space="0" w:color="auto"/>
              <w:bottom w:val="single" w:sz="4" w:space="0" w:color="auto"/>
              <w:right w:val="single" w:sz="4" w:space="0" w:color="auto"/>
            </w:tcBorders>
            <w:hideMark/>
          </w:tcPr>
          <w:p w14:paraId="40F5652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 xml:space="preserve">No gap </w:t>
            </w:r>
          </w:p>
        </w:tc>
      </w:tr>
      <w:tr w:rsidR="00DD3199" w:rsidRPr="008C6DE4" w14:paraId="5CD4EE66" w14:textId="77777777" w:rsidTr="00867D3A">
        <w:trPr>
          <w:cantSplit/>
          <w:trHeight w:val="19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CC0159"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295C75DF"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5B22AAE0"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 xml:space="preserve">FR1 only </w:t>
            </w:r>
          </w:p>
        </w:tc>
        <w:tc>
          <w:tcPr>
            <w:tcW w:w="1927" w:type="pct"/>
            <w:tcBorders>
              <w:top w:val="single" w:sz="4" w:space="0" w:color="auto"/>
              <w:left w:val="single" w:sz="4" w:space="0" w:color="auto"/>
              <w:bottom w:val="single" w:sz="4" w:space="0" w:color="auto"/>
              <w:right w:val="single" w:sz="4" w:space="0" w:color="auto"/>
            </w:tcBorders>
            <w:hideMark/>
          </w:tcPr>
          <w:p w14:paraId="5C023C6C"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0-11</w:t>
            </w:r>
          </w:p>
        </w:tc>
      </w:tr>
      <w:tr w:rsidR="00DD3199" w:rsidRPr="008C6DE4" w14:paraId="4613EBDD" w14:textId="77777777" w:rsidTr="00867D3A">
        <w:trPr>
          <w:cantSplit/>
          <w:trHeight w:val="19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CA9FDC"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4B63AED6"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372195" w14:textId="77777777" w:rsidR="00D4281A" w:rsidRPr="008C6DE4" w:rsidRDefault="00D4281A" w:rsidP="00867D3A">
            <w:pPr>
              <w:spacing w:after="0"/>
              <w:rPr>
                <w:rFonts w:ascii="Arial" w:hAnsi="Arial"/>
                <w:snapToGrid w:val="0"/>
                <w:sz w:val="18"/>
              </w:rPr>
            </w:pPr>
          </w:p>
        </w:tc>
        <w:tc>
          <w:tcPr>
            <w:tcW w:w="1927" w:type="pct"/>
            <w:tcBorders>
              <w:top w:val="single" w:sz="4" w:space="0" w:color="auto"/>
              <w:left w:val="single" w:sz="4" w:space="0" w:color="auto"/>
              <w:bottom w:val="single" w:sz="4" w:space="0" w:color="auto"/>
              <w:right w:val="single" w:sz="4" w:space="0" w:color="auto"/>
            </w:tcBorders>
            <w:hideMark/>
          </w:tcPr>
          <w:p w14:paraId="401022CD"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No gap</w:t>
            </w:r>
          </w:p>
        </w:tc>
      </w:tr>
      <w:tr w:rsidR="00DD3199" w:rsidRPr="008C6DE4" w14:paraId="1B52E9A2" w14:textId="77777777" w:rsidTr="00867D3A">
        <w:trPr>
          <w:cantSplit/>
          <w:trHeight w:val="25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4C4B84"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5AF9AC57"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375577F2"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FR2 only</w:t>
            </w:r>
          </w:p>
        </w:tc>
        <w:tc>
          <w:tcPr>
            <w:tcW w:w="1927" w:type="pct"/>
            <w:tcBorders>
              <w:top w:val="single" w:sz="4" w:space="0" w:color="auto"/>
              <w:left w:val="single" w:sz="4" w:space="0" w:color="auto"/>
              <w:bottom w:val="single" w:sz="4" w:space="0" w:color="auto"/>
              <w:right w:val="single" w:sz="4" w:space="0" w:color="auto"/>
            </w:tcBorders>
            <w:hideMark/>
          </w:tcPr>
          <w:p w14:paraId="64E75FCB"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No gap</w:t>
            </w:r>
          </w:p>
        </w:tc>
      </w:tr>
      <w:tr w:rsidR="00DD3199" w:rsidRPr="008C6DE4" w14:paraId="186DF17C" w14:textId="77777777" w:rsidTr="00867D3A">
        <w:trPr>
          <w:cantSplit/>
          <w:trHeight w:val="25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D99B21"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7521326D"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987FF4" w14:textId="77777777" w:rsidR="00D4281A" w:rsidRPr="008C6DE4" w:rsidRDefault="00D4281A" w:rsidP="00867D3A">
            <w:pPr>
              <w:spacing w:after="0"/>
              <w:rPr>
                <w:rFonts w:ascii="Arial" w:hAnsi="Arial"/>
                <w:snapToGrid w:val="0"/>
                <w:sz w:val="18"/>
                <w:lang w:eastAsia="ko-KR"/>
              </w:rPr>
            </w:pPr>
          </w:p>
        </w:tc>
        <w:tc>
          <w:tcPr>
            <w:tcW w:w="1927" w:type="pct"/>
            <w:tcBorders>
              <w:top w:val="single" w:sz="4" w:space="0" w:color="auto"/>
              <w:left w:val="single" w:sz="4" w:space="0" w:color="auto"/>
              <w:bottom w:val="single" w:sz="4" w:space="0" w:color="auto"/>
              <w:right w:val="single" w:sz="4" w:space="0" w:color="auto"/>
            </w:tcBorders>
            <w:hideMark/>
          </w:tcPr>
          <w:p w14:paraId="16716CF7"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12-23</w:t>
            </w:r>
          </w:p>
        </w:tc>
      </w:tr>
      <w:tr w:rsidR="00DD3199" w:rsidRPr="008C6DE4" w14:paraId="7B970638" w14:textId="77777777" w:rsidTr="00867D3A">
        <w:trPr>
          <w:cantSplit/>
          <w:trHeight w:val="22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5ECE6"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45EE1F00"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5B282EF8"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E-UTRA and FR1</w:t>
            </w:r>
            <w:r w:rsidRPr="008C6DE4">
              <w:rPr>
                <w:rFonts w:ascii="Arial" w:hAnsi="Arial"/>
                <w:sz w:val="18"/>
                <w:vertAlign w:val="superscript"/>
              </w:rPr>
              <w:t xml:space="preserve"> NOTE3</w:t>
            </w:r>
            <w:r w:rsidRPr="008C6DE4">
              <w:rPr>
                <w:rFonts w:ascii="Arial" w:hAnsi="Arial"/>
                <w:snapToGrid w:val="0"/>
                <w:sz w:val="18"/>
              </w:rPr>
              <w:t xml:space="preserve"> </w:t>
            </w:r>
          </w:p>
        </w:tc>
        <w:tc>
          <w:tcPr>
            <w:tcW w:w="1927" w:type="pct"/>
            <w:tcBorders>
              <w:top w:val="single" w:sz="4" w:space="0" w:color="auto"/>
              <w:left w:val="single" w:sz="4" w:space="0" w:color="auto"/>
              <w:bottom w:val="single" w:sz="4" w:space="0" w:color="auto"/>
              <w:right w:val="single" w:sz="4" w:space="0" w:color="auto"/>
            </w:tcBorders>
            <w:hideMark/>
          </w:tcPr>
          <w:p w14:paraId="2F9ED67B"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w:t>
            </w:r>
            <w:r w:rsidRPr="008C6DE4">
              <w:rPr>
                <w:rFonts w:ascii="Arial" w:hAnsi="Arial"/>
                <w:snapToGrid w:val="0"/>
                <w:sz w:val="18"/>
                <w:lang w:eastAsia="zh-CN"/>
              </w:rPr>
              <w:t>, 1, 2, 3, 4, 6, 7, 8,10</w:t>
            </w:r>
          </w:p>
        </w:tc>
      </w:tr>
      <w:tr w:rsidR="00DD3199" w:rsidRPr="008C6DE4" w14:paraId="795165BA" w14:textId="77777777" w:rsidTr="00867D3A">
        <w:trPr>
          <w:cantSplit/>
          <w:trHeight w:val="2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D694DE"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2219F2AD"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7F8B39" w14:textId="77777777" w:rsidR="00D4281A" w:rsidRPr="008C6DE4" w:rsidRDefault="00D4281A" w:rsidP="00867D3A">
            <w:pPr>
              <w:spacing w:after="0"/>
              <w:rPr>
                <w:rFonts w:ascii="Arial" w:hAnsi="Arial"/>
                <w:snapToGrid w:val="0"/>
                <w:sz w:val="18"/>
              </w:rPr>
            </w:pPr>
          </w:p>
        </w:tc>
        <w:tc>
          <w:tcPr>
            <w:tcW w:w="1927" w:type="pct"/>
            <w:tcBorders>
              <w:top w:val="single" w:sz="4" w:space="0" w:color="auto"/>
              <w:left w:val="single" w:sz="4" w:space="0" w:color="auto"/>
              <w:bottom w:val="single" w:sz="4" w:space="0" w:color="auto"/>
              <w:right w:val="single" w:sz="4" w:space="0" w:color="auto"/>
            </w:tcBorders>
            <w:hideMark/>
          </w:tcPr>
          <w:p w14:paraId="300CE246"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No gap</w:t>
            </w:r>
          </w:p>
        </w:tc>
      </w:tr>
      <w:tr w:rsidR="00DD3199" w:rsidRPr="008C6DE4" w14:paraId="71523E5D" w14:textId="77777777" w:rsidTr="00867D3A">
        <w:trPr>
          <w:cantSplit/>
          <w:trHeight w:val="22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B889A8"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3C85B9E3"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71391AB8"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FR1 and FR2</w:t>
            </w:r>
          </w:p>
        </w:tc>
        <w:tc>
          <w:tcPr>
            <w:tcW w:w="1927" w:type="pct"/>
            <w:tcBorders>
              <w:top w:val="single" w:sz="4" w:space="0" w:color="auto"/>
              <w:left w:val="single" w:sz="4" w:space="0" w:color="auto"/>
              <w:bottom w:val="single" w:sz="4" w:space="0" w:color="auto"/>
              <w:right w:val="single" w:sz="4" w:space="0" w:color="auto"/>
            </w:tcBorders>
            <w:hideMark/>
          </w:tcPr>
          <w:p w14:paraId="36C2FC35"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0-11</w:t>
            </w:r>
          </w:p>
        </w:tc>
      </w:tr>
      <w:tr w:rsidR="00DD3199" w:rsidRPr="008C6DE4" w14:paraId="235060FE" w14:textId="77777777" w:rsidTr="00867D3A">
        <w:trPr>
          <w:cantSplit/>
          <w:trHeight w:val="2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2F7011"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65EB26CC"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3C4C3C" w14:textId="77777777" w:rsidR="00D4281A" w:rsidRPr="008C6DE4" w:rsidRDefault="00D4281A" w:rsidP="00867D3A">
            <w:pPr>
              <w:spacing w:after="0"/>
              <w:rPr>
                <w:rFonts w:ascii="Arial" w:hAnsi="Arial"/>
                <w:snapToGrid w:val="0"/>
                <w:sz w:val="18"/>
              </w:rPr>
            </w:pPr>
          </w:p>
        </w:tc>
        <w:tc>
          <w:tcPr>
            <w:tcW w:w="1927" w:type="pct"/>
            <w:tcBorders>
              <w:top w:val="single" w:sz="4" w:space="0" w:color="auto"/>
              <w:left w:val="single" w:sz="4" w:space="0" w:color="auto"/>
              <w:bottom w:val="single" w:sz="4" w:space="0" w:color="auto"/>
              <w:right w:val="single" w:sz="4" w:space="0" w:color="auto"/>
            </w:tcBorders>
            <w:hideMark/>
          </w:tcPr>
          <w:p w14:paraId="6945516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12-23</w:t>
            </w:r>
          </w:p>
        </w:tc>
      </w:tr>
      <w:tr w:rsidR="00DD3199" w:rsidRPr="008C6DE4" w14:paraId="2133BC94" w14:textId="77777777" w:rsidTr="00867D3A">
        <w:trPr>
          <w:cantSplit/>
          <w:trHeight w:val="23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A5A6D2"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36FDA91F"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3C4DD42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E-UTRA and FR2</w:t>
            </w:r>
            <w:r w:rsidRPr="008C6DE4">
              <w:rPr>
                <w:rFonts w:ascii="Arial" w:hAnsi="Arial"/>
                <w:sz w:val="18"/>
                <w:vertAlign w:val="superscript"/>
              </w:rPr>
              <w:t xml:space="preserve"> NOTE3</w:t>
            </w:r>
          </w:p>
        </w:tc>
        <w:tc>
          <w:tcPr>
            <w:tcW w:w="1927" w:type="pct"/>
            <w:tcBorders>
              <w:top w:val="single" w:sz="4" w:space="0" w:color="auto"/>
              <w:left w:val="single" w:sz="4" w:space="0" w:color="auto"/>
              <w:bottom w:val="single" w:sz="4" w:space="0" w:color="auto"/>
              <w:right w:val="single" w:sz="4" w:space="0" w:color="auto"/>
            </w:tcBorders>
            <w:hideMark/>
          </w:tcPr>
          <w:p w14:paraId="10D046AB"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w:t>
            </w:r>
            <w:r w:rsidRPr="008C6DE4">
              <w:rPr>
                <w:rFonts w:ascii="Arial" w:hAnsi="Arial"/>
                <w:snapToGrid w:val="0"/>
                <w:sz w:val="18"/>
                <w:lang w:eastAsia="zh-CN"/>
              </w:rPr>
              <w:t>, 1, 2, 3, 4, 6, 7, 8,10</w:t>
            </w:r>
          </w:p>
        </w:tc>
      </w:tr>
      <w:tr w:rsidR="00DD3199" w:rsidRPr="008C6DE4" w14:paraId="18AD08EC" w14:textId="77777777" w:rsidTr="00867D3A">
        <w:trPr>
          <w:cantSplit/>
          <w:trHeight w:val="23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D644EB"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2F1ECC54"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918E01" w14:textId="77777777" w:rsidR="00D4281A" w:rsidRPr="008C6DE4" w:rsidRDefault="00D4281A" w:rsidP="00867D3A">
            <w:pPr>
              <w:spacing w:after="0"/>
              <w:rPr>
                <w:rFonts w:ascii="Arial" w:hAnsi="Arial"/>
                <w:snapToGrid w:val="0"/>
                <w:sz w:val="18"/>
              </w:rPr>
            </w:pPr>
          </w:p>
        </w:tc>
        <w:tc>
          <w:tcPr>
            <w:tcW w:w="1927" w:type="pct"/>
            <w:tcBorders>
              <w:top w:val="single" w:sz="4" w:space="0" w:color="auto"/>
              <w:left w:val="single" w:sz="4" w:space="0" w:color="auto"/>
              <w:bottom w:val="single" w:sz="4" w:space="0" w:color="auto"/>
              <w:right w:val="single" w:sz="4" w:space="0" w:color="auto"/>
            </w:tcBorders>
            <w:hideMark/>
          </w:tcPr>
          <w:p w14:paraId="2A018DE3"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12-23</w:t>
            </w:r>
          </w:p>
        </w:tc>
      </w:tr>
      <w:tr w:rsidR="00DD3199" w:rsidRPr="008C6DE4" w14:paraId="2B09A241" w14:textId="77777777" w:rsidTr="00867D3A">
        <w:trPr>
          <w:cantSplit/>
          <w:trHeight w:val="22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3BF5D7"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3453041C"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FR1 if configured</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6FD17931"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E-UTRA and FR1 and FR2</w:t>
            </w:r>
            <w:r w:rsidRPr="008C6DE4">
              <w:rPr>
                <w:rFonts w:ascii="Arial" w:hAnsi="Arial"/>
                <w:sz w:val="18"/>
                <w:vertAlign w:val="superscript"/>
              </w:rPr>
              <w:t xml:space="preserve"> NOTE3</w:t>
            </w:r>
          </w:p>
        </w:tc>
        <w:tc>
          <w:tcPr>
            <w:tcW w:w="1927" w:type="pct"/>
            <w:tcBorders>
              <w:top w:val="single" w:sz="4" w:space="0" w:color="auto"/>
              <w:left w:val="single" w:sz="4" w:space="0" w:color="auto"/>
              <w:bottom w:val="single" w:sz="4" w:space="0" w:color="auto"/>
              <w:right w:val="single" w:sz="4" w:space="0" w:color="auto"/>
            </w:tcBorders>
            <w:hideMark/>
          </w:tcPr>
          <w:p w14:paraId="52233088"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0</w:t>
            </w:r>
            <w:r w:rsidRPr="008C6DE4">
              <w:rPr>
                <w:rFonts w:ascii="Arial" w:hAnsi="Arial"/>
                <w:snapToGrid w:val="0"/>
                <w:sz w:val="18"/>
                <w:lang w:eastAsia="zh-CN"/>
              </w:rPr>
              <w:t>, 1, 2, 3, 4, 6, 7, 8,10</w:t>
            </w:r>
          </w:p>
        </w:tc>
      </w:tr>
      <w:tr w:rsidR="00DD3199" w:rsidRPr="008C6DE4" w14:paraId="42F4658E" w14:textId="77777777" w:rsidTr="00867D3A">
        <w:trPr>
          <w:cantSplit/>
          <w:trHeight w:val="2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A27114" w14:textId="77777777" w:rsidR="00D4281A" w:rsidRPr="008C6DE4" w:rsidRDefault="00D4281A" w:rsidP="00867D3A">
            <w:pPr>
              <w:spacing w:after="0"/>
              <w:rPr>
                <w:rFonts w:ascii="Arial" w:hAnsi="Arial"/>
                <w:snapToGrid w:val="0"/>
                <w:sz w:val="18"/>
                <w:lang w:eastAsia="ko-KR"/>
              </w:rPr>
            </w:pPr>
          </w:p>
        </w:tc>
        <w:tc>
          <w:tcPr>
            <w:tcW w:w="1134" w:type="pct"/>
            <w:tcBorders>
              <w:top w:val="single" w:sz="4" w:space="0" w:color="auto"/>
              <w:left w:val="single" w:sz="4" w:space="0" w:color="auto"/>
              <w:bottom w:val="single" w:sz="4" w:space="0" w:color="auto"/>
              <w:right w:val="single" w:sz="4" w:space="0" w:color="auto"/>
            </w:tcBorders>
            <w:vAlign w:val="center"/>
            <w:hideMark/>
          </w:tcPr>
          <w:p w14:paraId="11D8E176" w14:textId="77777777" w:rsidR="00D4281A" w:rsidRPr="008C6DE4" w:rsidRDefault="00D4281A" w:rsidP="00867D3A">
            <w:pPr>
              <w:keepNext/>
              <w:keepLines/>
              <w:spacing w:after="0"/>
              <w:jc w:val="center"/>
              <w:rPr>
                <w:rFonts w:ascii="Arial" w:hAnsi="Arial"/>
                <w:snapToGrid w:val="0"/>
                <w:sz w:val="18"/>
                <w:lang w:eastAsia="ko-KR"/>
              </w:rPr>
            </w:pPr>
            <w:r w:rsidRPr="008C6DE4">
              <w:rPr>
                <w:rFonts w:ascii="Arial" w:hAnsi="Arial"/>
                <w:snapToGrid w:val="0"/>
                <w:sz w:val="18"/>
              </w:rPr>
              <w:t>FR2</w:t>
            </w:r>
            <w:r w:rsidRPr="008C6DE4">
              <w:rPr>
                <w:rFonts w:ascii="Arial" w:hAnsi="Arial" w:cs="Arial"/>
                <w:sz w:val="18"/>
                <w:szCs w:val="18"/>
                <w:lang w:val="en-US"/>
              </w:rPr>
              <w:t xml:space="preserve"> if configured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4E3380" w14:textId="77777777" w:rsidR="00D4281A" w:rsidRPr="008C6DE4" w:rsidRDefault="00D4281A" w:rsidP="00867D3A">
            <w:pPr>
              <w:spacing w:after="0"/>
              <w:rPr>
                <w:rFonts w:ascii="Arial" w:hAnsi="Arial"/>
                <w:snapToGrid w:val="0"/>
                <w:sz w:val="18"/>
              </w:rPr>
            </w:pPr>
          </w:p>
        </w:tc>
        <w:tc>
          <w:tcPr>
            <w:tcW w:w="1927" w:type="pct"/>
            <w:tcBorders>
              <w:top w:val="single" w:sz="4" w:space="0" w:color="auto"/>
              <w:left w:val="single" w:sz="4" w:space="0" w:color="auto"/>
              <w:bottom w:val="single" w:sz="4" w:space="0" w:color="auto"/>
              <w:right w:val="single" w:sz="4" w:space="0" w:color="auto"/>
            </w:tcBorders>
            <w:hideMark/>
          </w:tcPr>
          <w:p w14:paraId="7B1A81D9" w14:textId="77777777" w:rsidR="00D4281A" w:rsidRPr="008C6DE4" w:rsidRDefault="00D4281A" w:rsidP="00867D3A">
            <w:pPr>
              <w:keepNext/>
              <w:keepLines/>
              <w:spacing w:after="0"/>
              <w:jc w:val="center"/>
              <w:rPr>
                <w:rFonts w:ascii="Arial" w:hAnsi="Arial"/>
                <w:snapToGrid w:val="0"/>
                <w:sz w:val="18"/>
              </w:rPr>
            </w:pPr>
            <w:r w:rsidRPr="008C6DE4">
              <w:rPr>
                <w:rFonts w:ascii="Arial" w:hAnsi="Arial"/>
                <w:snapToGrid w:val="0"/>
                <w:sz w:val="18"/>
              </w:rPr>
              <w:t>12-23</w:t>
            </w:r>
          </w:p>
        </w:tc>
      </w:tr>
      <w:tr w:rsidR="00D4281A" w:rsidRPr="008C6DE4" w14:paraId="710EB301" w14:textId="77777777" w:rsidTr="00867D3A">
        <w:trPr>
          <w:cantSplit/>
          <w:trHeight w:val="220"/>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4E8DF04" w14:textId="77777777" w:rsidR="00D4281A" w:rsidRPr="008C6DE4" w:rsidRDefault="00D4281A" w:rsidP="00867D3A">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When E-UTRA inter-RAT RSTD measurements are configured and the UE requires measurement gaps for performing such measurements, only Gap Pattern #0 can be used.</w:t>
            </w:r>
          </w:p>
          <w:p w14:paraId="64C05B8A" w14:textId="77777777" w:rsidR="00D4281A" w:rsidRPr="008C6DE4" w:rsidRDefault="00D4281A" w:rsidP="00867D3A">
            <w:pPr>
              <w:keepNext/>
              <w:keepLines/>
              <w:spacing w:after="0"/>
              <w:ind w:left="851" w:hanging="851"/>
              <w:rPr>
                <w:rFonts w:ascii="Arial" w:hAnsi="Arial"/>
                <w:sz w:val="18"/>
              </w:rPr>
            </w:pPr>
            <w:r w:rsidRPr="008C6DE4">
              <w:rPr>
                <w:rFonts w:ascii="Arial" w:hAnsi="Arial"/>
                <w:sz w:val="18"/>
              </w:rPr>
              <w:t>NOTE 2:</w:t>
            </w:r>
            <w:r w:rsidRPr="008C6DE4">
              <w:rPr>
                <w:rFonts w:ascii="Arial" w:hAnsi="Arial"/>
                <w:sz w:val="18"/>
              </w:rPr>
              <w:tab/>
              <w:t>Measurement purpose which includes E-UTRA measurements includes also inter-RAT E-UTRA RSRP and RSRQ measurements for E-CID</w:t>
            </w:r>
          </w:p>
          <w:p w14:paraId="4284BB16" w14:textId="7B5D95A0" w:rsidR="00D4281A" w:rsidRPr="008C6DE4" w:rsidRDefault="00D4281A" w:rsidP="00867D3A">
            <w:pPr>
              <w:keepNext/>
              <w:keepLines/>
              <w:spacing w:after="0"/>
              <w:ind w:left="851" w:hanging="851"/>
              <w:rPr>
                <w:rFonts w:ascii="Arial" w:hAnsi="Arial"/>
                <w:sz w:val="18"/>
                <w:lang w:eastAsia="zh-CN"/>
              </w:rPr>
            </w:pPr>
            <w:r w:rsidRPr="008C6DE4">
              <w:rPr>
                <w:rFonts w:ascii="Arial" w:hAnsi="Arial"/>
                <w:sz w:val="18"/>
              </w:rPr>
              <w:t>NOTE 3:</w:t>
            </w:r>
            <w:r w:rsidRPr="008C6DE4">
              <w:rPr>
                <w:rFonts w:ascii="Arial" w:hAnsi="Arial"/>
                <w:sz w:val="18"/>
              </w:rPr>
              <w:tab/>
              <w:t>Void</w:t>
            </w:r>
          </w:p>
          <w:p w14:paraId="790A21CA" w14:textId="77777777" w:rsidR="00D4281A" w:rsidRPr="008C6DE4" w:rsidRDefault="00D4281A" w:rsidP="00867D3A">
            <w:pPr>
              <w:keepNext/>
              <w:keepLines/>
              <w:spacing w:after="0"/>
              <w:ind w:left="851" w:hanging="851"/>
              <w:rPr>
                <w:rFonts w:ascii="Arial" w:hAnsi="Arial"/>
                <w:sz w:val="18"/>
              </w:rPr>
            </w:pPr>
            <w:r w:rsidRPr="008C6DE4">
              <w:rPr>
                <w:rFonts w:ascii="Arial" w:hAnsi="Arial"/>
                <w:sz w:val="18"/>
              </w:rPr>
              <w:t>NOTE4:</w:t>
            </w:r>
            <w:r w:rsidRPr="008C6DE4">
              <w:rPr>
                <w:rFonts w:ascii="Arial" w:hAnsi="Arial"/>
                <w:sz w:val="18"/>
              </w:rPr>
              <w:tab/>
              <w:t>If per-UE measurement gap is configured with MG timing advance of T</w:t>
            </w:r>
            <w:r w:rsidRPr="008C6DE4">
              <w:rPr>
                <w:rFonts w:ascii="Arial" w:hAnsi="Arial"/>
                <w:sz w:val="18"/>
                <w:vertAlign w:val="subscript"/>
              </w:rPr>
              <w:t>MG</w:t>
            </w:r>
            <w:r w:rsidRPr="008C6DE4">
              <w:rPr>
                <w:rFonts w:ascii="Arial" w:hAnsi="Arial"/>
                <w:sz w:val="18"/>
              </w:rPr>
              <w:t xml:space="preserve"> ms, the measurement gap starts at time T</w:t>
            </w:r>
            <w:r w:rsidRPr="008C6DE4">
              <w:rPr>
                <w:rFonts w:ascii="Arial" w:hAnsi="Arial"/>
                <w:sz w:val="18"/>
                <w:vertAlign w:val="subscript"/>
              </w:rPr>
              <w:t>MG</w:t>
            </w:r>
            <w:r w:rsidRPr="008C6DE4">
              <w:rPr>
                <w:rFonts w:ascii="Arial" w:hAnsi="Arial"/>
                <w:sz w:val="18"/>
              </w:rPr>
              <w:t xml:space="preserve"> ms advanced to the end of the latest subframe occurring immediately before the configured measurement gap among all serving cells subframes.</w:t>
            </w:r>
          </w:p>
          <w:p w14:paraId="1C3EEF0C" w14:textId="0541FA81" w:rsidR="003235EF" w:rsidRPr="008C6DE4" w:rsidRDefault="003235EF" w:rsidP="003235EF">
            <w:pPr>
              <w:keepNext/>
              <w:keepLines/>
              <w:spacing w:after="0"/>
              <w:ind w:left="851" w:hanging="851"/>
              <w:rPr>
                <w:rFonts w:ascii="Arial" w:hAnsi="Arial"/>
                <w:sz w:val="18"/>
              </w:rPr>
            </w:pPr>
            <w:r w:rsidRPr="008C6DE4">
              <w:rPr>
                <w:rFonts w:ascii="Arial" w:hAnsi="Arial" w:cs="Arial"/>
                <w:sz w:val="18"/>
              </w:rPr>
              <w:tab/>
            </w:r>
            <w:r w:rsidRPr="008C6DE4">
              <w:rPr>
                <w:rFonts w:ascii="Arial" w:hAnsi="Arial"/>
                <w:sz w:val="18"/>
              </w:rPr>
              <w:t xml:space="preserve">If per-FR </w:t>
            </w:r>
            <w:r>
              <w:rPr>
                <w:rFonts w:ascii="Arial" w:hAnsi="Arial"/>
                <w:sz w:val="18"/>
              </w:rPr>
              <w:t>measurement</w:t>
            </w:r>
            <w:r w:rsidRPr="008C6DE4">
              <w:rPr>
                <w:rFonts w:ascii="Arial" w:hAnsi="Arial"/>
                <w:sz w:val="18"/>
              </w:rPr>
              <w:t xml:space="preserve"> gap for FR1 is configured with MG timing advance of T</w:t>
            </w:r>
            <w:r w:rsidRPr="008C6DE4">
              <w:rPr>
                <w:rFonts w:ascii="Arial" w:hAnsi="Arial"/>
                <w:sz w:val="18"/>
                <w:vertAlign w:val="subscript"/>
              </w:rPr>
              <w:t xml:space="preserve">MG </w:t>
            </w:r>
            <w:r w:rsidRPr="008C6DE4">
              <w:rPr>
                <w:rFonts w:ascii="Arial" w:hAnsi="Arial"/>
                <w:sz w:val="18"/>
              </w:rPr>
              <w:t>ms, the measurement gap for FR1 starts at time T</w:t>
            </w:r>
            <w:r w:rsidRPr="008C6DE4">
              <w:rPr>
                <w:rFonts w:ascii="Arial" w:hAnsi="Arial"/>
                <w:sz w:val="18"/>
                <w:vertAlign w:val="subscript"/>
              </w:rPr>
              <w:t>MG</w:t>
            </w:r>
            <w:r w:rsidRPr="008C6DE4">
              <w:rPr>
                <w:rFonts w:ascii="Arial" w:hAnsi="Arial"/>
                <w:sz w:val="18"/>
              </w:rPr>
              <w:t xml:space="preserve"> ms advanced to the end of the latest subframe occurring immediately before the configured measurement gap among serving cells subframes in FR1.</w:t>
            </w:r>
          </w:p>
          <w:p w14:paraId="09A0B847" w14:textId="0B28C2B8" w:rsidR="00D4281A" w:rsidRPr="008C6DE4" w:rsidRDefault="00D4281A" w:rsidP="00867D3A">
            <w:pPr>
              <w:keepNext/>
              <w:keepLines/>
              <w:spacing w:after="0"/>
              <w:ind w:left="851" w:hanging="851"/>
              <w:rPr>
                <w:rFonts w:ascii="Arial" w:hAnsi="Arial"/>
                <w:sz w:val="18"/>
              </w:rPr>
            </w:pPr>
            <w:r w:rsidRPr="008C6DE4">
              <w:rPr>
                <w:rFonts w:ascii="Arial" w:hAnsi="Arial" w:cs="Arial"/>
                <w:sz w:val="18"/>
              </w:rPr>
              <w:tab/>
            </w:r>
            <w:r w:rsidRPr="008C6DE4">
              <w:rPr>
                <w:rFonts w:ascii="Arial" w:hAnsi="Arial"/>
                <w:sz w:val="18"/>
              </w:rPr>
              <w:t>If per-FR measurement gap for FR2 is configured with MG timing advance of T</w:t>
            </w:r>
            <w:r w:rsidRPr="008C6DE4">
              <w:rPr>
                <w:rFonts w:ascii="Arial" w:hAnsi="Arial"/>
                <w:sz w:val="18"/>
                <w:vertAlign w:val="subscript"/>
              </w:rPr>
              <w:t>MG</w:t>
            </w:r>
            <w:r w:rsidRPr="008C6DE4">
              <w:rPr>
                <w:rFonts w:ascii="Arial" w:hAnsi="Arial"/>
                <w:sz w:val="18"/>
              </w:rPr>
              <w:t xml:space="preserve"> ms, the measurement gap for FR2 starts at time T</w:t>
            </w:r>
            <w:r w:rsidRPr="008C6DE4">
              <w:rPr>
                <w:rFonts w:ascii="Arial" w:hAnsi="Arial"/>
                <w:sz w:val="18"/>
                <w:vertAlign w:val="subscript"/>
              </w:rPr>
              <w:t>MG</w:t>
            </w:r>
            <w:r w:rsidRPr="008C6DE4">
              <w:rPr>
                <w:rFonts w:ascii="Arial" w:hAnsi="Arial"/>
                <w:sz w:val="18"/>
              </w:rPr>
              <w:t xml:space="preserve"> ms advanced to the end of the latest subframe occurring immediately before the configured measurement gap among serving cells subframes in FR2.</w:t>
            </w:r>
          </w:p>
          <w:p w14:paraId="75CA1EB5" w14:textId="77777777" w:rsidR="00D4281A" w:rsidRPr="008C6DE4" w:rsidRDefault="00D4281A" w:rsidP="00867D3A">
            <w:pPr>
              <w:keepNext/>
              <w:keepLines/>
              <w:spacing w:after="0"/>
              <w:ind w:left="851" w:hanging="851"/>
              <w:rPr>
                <w:rFonts w:ascii="Arial" w:hAnsi="Arial"/>
                <w:sz w:val="18"/>
              </w:rPr>
            </w:pPr>
            <w:r w:rsidRPr="008C6DE4">
              <w:rPr>
                <w:rFonts w:ascii="Arial" w:hAnsi="Arial"/>
                <w:sz w:val="18"/>
              </w:rPr>
              <w:tab/>
              <w:t>T</w:t>
            </w:r>
            <w:r w:rsidRPr="008C6DE4">
              <w:rPr>
                <w:rFonts w:ascii="Arial" w:hAnsi="Arial"/>
                <w:sz w:val="18"/>
                <w:vertAlign w:val="subscript"/>
              </w:rPr>
              <w:t>MG</w:t>
            </w:r>
            <w:r w:rsidRPr="008C6DE4">
              <w:rPr>
                <w:rFonts w:ascii="Arial" w:hAnsi="Arial"/>
                <w:sz w:val="18"/>
              </w:rPr>
              <w:t xml:space="preserve"> is the MG timing advance value provided in </w:t>
            </w:r>
            <w:r w:rsidRPr="008C6DE4">
              <w:rPr>
                <w:rFonts w:ascii="Arial" w:hAnsi="Arial"/>
                <w:i/>
                <w:sz w:val="18"/>
              </w:rPr>
              <w:t>mgta</w:t>
            </w:r>
            <w:r w:rsidRPr="008C6DE4">
              <w:rPr>
                <w:rFonts w:ascii="Arial" w:hAnsi="Arial"/>
                <w:sz w:val="18"/>
              </w:rPr>
              <w:t xml:space="preserve"> according to [2].</w:t>
            </w:r>
          </w:p>
          <w:p w14:paraId="6608F851" w14:textId="77777777" w:rsidR="00D4281A" w:rsidRPr="008C6DE4" w:rsidRDefault="00D4281A" w:rsidP="00867D3A">
            <w:pPr>
              <w:keepNext/>
              <w:keepLines/>
              <w:spacing w:after="0"/>
              <w:ind w:left="851" w:hanging="851"/>
              <w:rPr>
                <w:rFonts w:ascii="Arial" w:hAnsi="Arial"/>
                <w:sz w:val="18"/>
                <w:lang w:eastAsia="zh-CN"/>
              </w:rPr>
            </w:pPr>
            <w:r w:rsidRPr="008C6DE4">
              <w:rPr>
                <w:rFonts w:ascii="Arial" w:hAnsi="Arial"/>
                <w:sz w:val="18"/>
              </w:rPr>
              <w:tab/>
              <w:t>In determining the measurement gap starting point, UE shall use the DL timing of the latest subframe occurring immediately before the configured measurement gap among serving cells.</w:t>
            </w:r>
          </w:p>
          <w:p w14:paraId="012B314B" w14:textId="77777777" w:rsidR="00D4281A" w:rsidRPr="008C6DE4" w:rsidRDefault="00D4281A" w:rsidP="00867D3A">
            <w:pPr>
              <w:keepNext/>
              <w:keepLines/>
              <w:spacing w:after="0"/>
              <w:ind w:left="851" w:hanging="851"/>
              <w:rPr>
                <w:rFonts w:ascii="Arial" w:hAnsi="Arial"/>
                <w:sz w:val="18"/>
                <w:lang w:eastAsia="zh-CN"/>
              </w:rPr>
            </w:pPr>
            <w:r w:rsidRPr="008C6DE4">
              <w:rPr>
                <w:rFonts w:ascii="Arial" w:hAnsi="Arial"/>
                <w:sz w:val="18"/>
              </w:rPr>
              <w:t>NOTE 5:</w:t>
            </w:r>
            <w:r w:rsidRPr="008C6DE4">
              <w:tab/>
            </w:r>
            <w:r w:rsidRPr="008C6DE4">
              <w:rPr>
                <w:rFonts w:ascii="Arial" w:hAnsi="Arial"/>
                <w:sz w:val="18"/>
                <w:lang w:eastAsia="zh-CN"/>
              </w:rPr>
              <w:t>NR-DC in Rel-15 only includes the scenarios where all serving cells in MCG in FR1 and all serving cells in SCG in FR2.</w:t>
            </w:r>
          </w:p>
        </w:tc>
      </w:tr>
    </w:tbl>
    <w:p w14:paraId="5BF6265F" w14:textId="77777777" w:rsidR="00D4281A" w:rsidRPr="008C6DE4" w:rsidRDefault="00D4281A" w:rsidP="00D4281A"/>
    <w:p w14:paraId="0D2AFD61" w14:textId="35C2D47A" w:rsidR="00D4281A" w:rsidRPr="008C6DE4" w:rsidRDefault="00D4281A" w:rsidP="00D4281A">
      <w:pPr>
        <w:rPr>
          <w:lang w:eastAsia="zh-CN"/>
        </w:rPr>
      </w:pPr>
      <w:r w:rsidRPr="008C6DE4">
        <w:rPr>
          <w:lang w:eastAsia="zh-CN"/>
        </w:rPr>
        <w:t>For per-FR measurement gap capable UE in NR standalone operation (with single carrier, NR CA and NR-DC configuration), f</w:t>
      </w:r>
      <w:r w:rsidRPr="008C6DE4">
        <w:t xml:space="preserve">or per-FR gap based measurement, </w:t>
      </w:r>
      <w:r w:rsidRPr="008C6DE4">
        <w:rPr>
          <w:lang w:eastAsia="zh-CN"/>
        </w:rPr>
        <w:t>when</w:t>
      </w:r>
      <w:r w:rsidRPr="008C6DE4">
        <w:t xml:space="preserve"> there is no serving cell in a particular FR, where measurement objects are configured, regardless if explicit per-FR measurement gap is configured in this FR</w:t>
      </w:r>
      <w:r w:rsidRPr="008C6DE4">
        <w:rPr>
          <w:lang w:eastAsia="zh-CN"/>
        </w:rPr>
        <w:t>,</w:t>
      </w:r>
      <w:r w:rsidRPr="008C6DE4">
        <w:t xml:space="preserve"> the </w:t>
      </w:r>
      <w:r w:rsidRPr="008C6DE4">
        <w:rPr>
          <w:lang w:eastAsia="zh-CN"/>
        </w:rPr>
        <w:t>effective</w:t>
      </w:r>
      <w:r w:rsidRPr="008C6DE4">
        <w:t xml:space="preserve"> MGRP in this FR is used to determine requirements</w:t>
      </w:r>
      <w:r w:rsidRPr="008C6DE4">
        <w:rPr>
          <w:lang w:eastAsia="zh-CN"/>
        </w:rPr>
        <w:t>;</w:t>
      </w:r>
    </w:p>
    <w:p w14:paraId="4547372C" w14:textId="77777777" w:rsidR="00D4281A" w:rsidRPr="008C6DE4" w:rsidRDefault="00D4281A" w:rsidP="003235EF">
      <w:pPr>
        <w:pStyle w:val="B10"/>
      </w:pPr>
      <w:r w:rsidRPr="008C6DE4">
        <w:t>-</w:t>
      </w:r>
      <w:r w:rsidRPr="008C6DE4">
        <w:tab/>
        <w:t>20</w:t>
      </w:r>
      <w:r w:rsidRPr="008C6DE4">
        <w:rPr>
          <w:rFonts w:eastAsia="Malgun Gothic"/>
          <w:lang w:val="en-US" w:eastAsia="zh-CN"/>
        </w:rPr>
        <w:t> </w:t>
      </w:r>
      <w:r w:rsidRPr="008C6DE4">
        <w:t>ms for FR2 NR measurements</w:t>
      </w:r>
    </w:p>
    <w:p w14:paraId="581C7105" w14:textId="77777777" w:rsidR="00D4281A" w:rsidRPr="008C6DE4" w:rsidRDefault="00D4281A" w:rsidP="003235EF">
      <w:pPr>
        <w:pStyle w:val="B10"/>
      </w:pPr>
      <w:r w:rsidRPr="008C6DE4">
        <w:t>-</w:t>
      </w:r>
      <w:r w:rsidRPr="008C6DE4">
        <w:tab/>
        <w:t>40</w:t>
      </w:r>
      <w:r w:rsidRPr="008C6DE4">
        <w:rPr>
          <w:rFonts w:eastAsia="Malgun Gothic"/>
          <w:lang w:val="en-US" w:eastAsia="zh-CN"/>
        </w:rPr>
        <w:t> </w:t>
      </w:r>
      <w:r w:rsidRPr="008C6DE4">
        <w:t>ms for FR1 NR measurements</w:t>
      </w:r>
    </w:p>
    <w:p w14:paraId="5628A515" w14:textId="77777777" w:rsidR="00D4281A" w:rsidRPr="008C6DE4" w:rsidRDefault="00D4281A" w:rsidP="003235EF">
      <w:pPr>
        <w:pStyle w:val="B10"/>
      </w:pPr>
      <w:r w:rsidRPr="008C6DE4">
        <w:t>-</w:t>
      </w:r>
      <w:r w:rsidRPr="008C6DE4">
        <w:tab/>
        <w:t>40</w:t>
      </w:r>
      <w:r w:rsidRPr="008C6DE4">
        <w:rPr>
          <w:rFonts w:eastAsia="Malgun Gothic"/>
          <w:lang w:val="en-US" w:eastAsia="zh-CN"/>
        </w:rPr>
        <w:t> </w:t>
      </w:r>
      <w:r w:rsidRPr="008C6DE4">
        <w:t>ms for LTE measurements</w:t>
      </w:r>
    </w:p>
    <w:p w14:paraId="7051EF6B" w14:textId="77777777" w:rsidR="00D4281A" w:rsidRPr="008C6DE4" w:rsidRDefault="00D4281A" w:rsidP="003235EF">
      <w:pPr>
        <w:pStyle w:val="B10"/>
      </w:pPr>
      <w:r w:rsidRPr="008C6DE4">
        <w:t>-</w:t>
      </w:r>
      <w:r w:rsidRPr="008C6DE4">
        <w:tab/>
        <w:t>40</w:t>
      </w:r>
      <w:r w:rsidRPr="008C6DE4">
        <w:rPr>
          <w:rFonts w:eastAsia="Malgun Gothic"/>
          <w:lang w:val="en-US" w:eastAsia="zh-CN"/>
        </w:rPr>
        <w:t> </w:t>
      </w:r>
      <w:r w:rsidRPr="008C6DE4">
        <w:t>ms for FR1+LTE measurements</w:t>
      </w:r>
    </w:p>
    <w:p w14:paraId="125ABF14" w14:textId="77777777" w:rsidR="00D4281A" w:rsidRPr="008C6DE4" w:rsidRDefault="00D4281A" w:rsidP="00D4281A">
      <w:r w:rsidRPr="008C6DE4">
        <w:t>For per-FR measurement gap capable UE in NR standalone operation</w:t>
      </w:r>
      <w:r w:rsidRPr="008C6DE4">
        <w:rPr>
          <w:lang w:eastAsia="zh-CN"/>
        </w:rPr>
        <w:t xml:space="preserve"> (with single carrier, NR CA and NR-DC configuration)</w:t>
      </w:r>
      <w:r w:rsidRPr="008C6DE4">
        <w:t>, when serving cells are in FR1 or FR2, measurement objects are in both E-UTRA /FR1 and FR2,</w:t>
      </w:r>
    </w:p>
    <w:p w14:paraId="3E6128A0" w14:textId="77777777" w:rsidR="00D4281A" w:rsidRPr="008C6DE4" w:rsidRDefault="00D4281A" w:rsidP="003235EF">
      <w:pPr>
        <w:pStyle w:val="B10"/>
      </w:pPr>
      <w:r w:rsidRPr="008C6DE4">
        <w:t>-</w:t>
      </w:r>
      <w:r w:rsidRPr="008C6DE4">
        <w:tab/>
        <w:t>If MN indicates UE that the measurement gap from MN applies to E-UTRA/FR1/FR2 serving cells, UE fulfils the per-UE measurement requirements for both E-UTRA/FR1 and FR2 measurement objects based on the measurement gap pattern configured by MN;</w:t>
      </w:r>
    </w:p>
    <w:p w14:paraId="30604B1B" w14:textId="77777777" w:rsidR="00D4281A" w:rsidRPr="008C6DE4" w:rsidRDefault="00D4281A" w:rsidP="00D4281A">
      <w:pPr>
        <w:rPr>
          <w:lang w:eastAsia="zh-CN"/>
        </w:rPr>
      </w:pPr>
      <w:r w:rsidRPr="008C6DE4">
        <w:rPr>
          <w:lang w:eastAsia="zh-CN"/>
        </w:rPr>
        <w:t>If measurement gap is configured in one FR but measurement object is not configured in the FR, the scheduling opportunity in the FR depends on the configured measurement gap pattern.</w:t>
      </w:r>
    </w:p>
    <w:p w14:paraId="1B0A9696" w14:textId="57DE1F8D" w:rsidR="00F717EF" w:rsidRPr="008C6DE4" w:rsidRDefault="00F717EF" w:rsidP="00F717EF">
      <w:pPr>
        <w:rPr>
          <w:lang w:eastAsia="ko-KR"/>
        </w:rPr>
      </w:pPr>
      <w:r w:rsidRPr="008C6DE4">
        <w:rPr>
          <w:lang w:eastAsia="ko-KR"/>
        </w:rPr>
        <w:t>For E-UTRA-NR dual connectivity, if UE is not capable of per-FR-gap, total interruption time on SCG during MGL is defined only when MGL(N) = 6ms, 4ms and 3ms. And if UE is capable of per-FR-gap, total interruption time on FR1 serving cells in SCG during MGL is defined only when MGL(N) = 6ms, 4ms and 3ms, and total interruption time on FR2 serving cells in SCG during MGL is defined only when MGL(N) = 5.5ms, 3.5ms and 1.5ms.</w:t>
      </w:r>
    </w:p>
    <w:p w14:paraId="003FB856" w14:textId="20009A4F" w:rsidR="00F717EF" w:rsidRPr="008C6DE4" w:rsidRDefault="00F717EF" w:rsidP="00F717EF">
      <w:pPr>
        <w:rPr>
          <w:lang w:eastAsia="ko-KR"/>
        </w:rPr>
      </w:pPr>
      <w:r w:rsidRPr="008C6DE4">
        <w:rPr>
          <w:lang w:eastAsia="ko-KR"/>
        </w:rPr>
        <w:t>For NR standalone</w:t>
      </w:r>
      <w:r w:rsidRPr="008C6DE4">
        <w:rPr>
          <w:lang w:eastAsia="zh-CN"/>
        </w:rPr>
        <w:t xml:space="preserve"> operation (with single carrier, NR CA and NR-DC configuration)</w:t>
      </w:r>
      <w:r w:rsidRPr="008C6DE4">
        <w:rPr>
          <w:lang w:eastAsia="ko-KR"/>
        </w:rPr>
        <w:t>, if UE is not capable of per-FR-gap, total interruption time on a serving cell during MGL is defined when MGL(N) = 6ms, 5.5ms, 4ms, 3.5ms, 3ms, and 1.5ms. And if UE is capable of per-FR-gap, total interruption time on FR1 serving cells during MGL is defined only when MGL(N) = 6ms, 4ms and 3ms, and total interruption time on FR2 serving cells during MGL is defined only when MGL(N) = 5.5ms, 3.5ms and 1.5ms.</w:t>
      </w:r>
    </w:p>
    <w:p w14:paraId="278F656E" w14:textId="1416E8CF" w:rsidR="00F717EF" w:rsidRPr="008C6DE4" w:rsidRDefault="00F717EF" w:rsidP="00F717EF">
      <w:pPr>
        <w:rPr>
          <w:lang w:eastAsia="ko-KR"/>
        </w:rPr>
      </w:pPr>
      <w:r w:rsidRPr="008C6DE4">
        <w:rPr>
          <w:lang w:eastAsia="ko-KR"/>
        </w:rPr>
        <w:t>For NR-E-UTRA dual connectivity, if UE is not capable of per-FR-gap, total interruption time on MCG during MGL is defined only when MGL(N) = 6ms, 4ms and 3ms. And if UE is capable of per-FR-gap, total interruption time on FR1 serving cells in MCG during MGL is defined only when MGL(N) = 6ms, 4ms and 3ms, and total interruption time on FR2 serving cells in MCG during MGL is defined only when MGL(N) = 5.5ms, 3.5ms and 1.5ms.</w:t>
      </w:r>
    </w:p>
    <w:p w14:paraId="33027A67" w14:textId="77777777" w:rsidR="00D4281A" w:rsidRPr="008C6DE4" w:rsidRDefault="00D4281A" w:rsidP="00D4281A">
      <w:pPr>
        <w:pStyle w:val="TH"/>
        <w:rPr>
          <w:lang w:eastAsia="ko-KR"/>
        </w:rPr>
      </w:pPr>
      <w:r w:rsidRPr="008C6DE4">
        <w:object w:dxaOrig="24151" w:dyaOrig="6406" w14:anchorId="53B75309">
          <v:shape id="_x0000_i1043" type="#_x0000_t75" style="width:478.25pt;height:124.55pt" o:ole="">
            <v:imagedata r:id="rId41" o:title=""/>
          </v:shape>
          <o:OLEObject Type="Embed" ProgID="Visio.Drawing.11" ShapeID="_x0000_i1043" DrawAspect="Content" ObjectID="_1734963219" r:id="rId42"/>
        </w:object>
      </w:r>
    </w:p>
    <w:p w14:paraId="011E8E99" w14:textId="77777777" w:rsidR="00D4281A" w:rsidRPr="008C6DE4" w:rsidRDefault="00D4281A" w:rsidP="00D4281A">
      <w:pPr>
        <w:ind w:left="400"/>
        <w:jc w:val="center"/>
        <w:rPr>
          <w:lang w:eastAsia="ko-KR"/>
        </w:rPr>
      </w:pPr>
      <w:r w:rsidRPr="008C6DE4">
        <w:rPr>
          <w:lang w:eastAsia="ko-KR"/>
        </w:rPr>
        <w:t>(a)</w:t>
      </w:r>
      <w:r w:rsidRPr="008C6DE4">
        <w:rPr>
          <w:lang w:eastAsia="ko-KR"/>
        </w:rPr>
        <w:tab/>
        <w:t>Measurement gap with MGL = N(ms) with MG timing advance of 0ms for synchronous EN-DC, NR standalone</w:t>
      </w:r>
      <w:r w:rsidRPr="008C6DE4">
        <w:rPr>
          <w:lang w:eastAsia="zh-CN"/>
        </w:rPr>
        <w:t xml:space="preserve"> operation (with single carrier, NR CA and NR-DC configuration)</w:t>
      </w:r>
      <w:r w:rsidRPr="008C6DE4">
        <w:rPr>
          <w:lang w:eastAsia="ko-KR"/>
        </w:rPr>
        <w:t xml:space="preserve"> and synchronous NE-DC</w:t>
      </w:r>
    </w:p>
    <w:p w14:paraId="0C513A82" w14:textId="77777777" w:rsidR="00D4281A" w:rsidRPr="008C6DE4" w:rsidRDefault="00D4281A" w:rsidP="00D4281A">
      <w:pPr>
        <w:pStyle w:val="TH"/>
        <w:rPr>
          <w:lang w:eastAsia="ko-KR"/>
        </w:rPr>
      </w:pPr>
      <w:r w:rsidRPr="008C6DE4">
        <w:object w:dxaOrig="24151" w:dyaOrig="6406" w14:anchorId="3AF95397">
          <v:shape id="_x0000_i1044" type="#_x0000_t75" style="width:478.25pt;height:124.55pt" o:ole="">
            <v:imagedata r:id="rId43" o:title=""/>
          </v:shape>
          <o:OLEObject Type="Embed" ProgID="Visio.Drawing.11" ShapeID="_x0000_i1044" DrawAspect="Content" ObjectID="_1734963220" r:id="rId44"/>
        </w:object>
      </w:r>
    </w:p>
    <w:p w14:paraId="233E462D" w14:textId="77777777" w:rsidR="00D4281A" w:rsidRPr="008C6DE4" w:rsidRDefault="00D4281A" w:rsidP="00D4281A">
      <w:pPr>
        <w:ind w:left="760"/>
        <w:rPr>
          <w:lang w:eastAsia="ko-KR"/>
        </w:rPr>
      </w:pPr>
      <w:r w:rsidRPr="008C6DE4">
        <w:rPr>
          <w:lang w:eastAsia="ko-KR"/>
        </w:rPr>
        <w:t>(b)</w:t>
      </w:r>
      <w:r w:rsidRPr="008C6DE4">
        <w:rPr>
          <w:lang w:eastAsia="ko-KR"/>
        </w:rPr>
        <w:tab/>
        <w:t>Measurement gap with MGL = N(ms) with MG timing advance of 0.5ms for synchronous EN-DC, NR standalone</w:t>
      </w:r>
      <w:r w:rsidRPr="008C6DE4">
        <w:rPr>
          <w:lang w:eastAsia="zh-CN"/>
        </w:rPr>
        <w:t xml:space="preserve"> operation (with single carrier, NR CA and NR-DC configuration)</w:t>
      </w:r>
      <w:r w:rsidRPr="008C6DE4">
        <w:rPr>
          <w:lang w:eastAsia="ko-KR"/>
        </w:rPr>
        <w:t xml:space="preserve"> and synchronous NE-DC</w:t>
      </w:r>
    </w:p>
    <w:p w14:paraId="2716ED20" w14:textId="77777777" w:rsidR="00D4281A" w:rsidRPr="008C6DE4" w:rsidRDefault="00D4281A" w:rsidP="00D4281A">
      <w:pPr>
        <w:pStyle w:val="TH"/>
      </w:pPr>
      <w:r w:rsidRPr="008C6DE4">
        <w:object w:dxaOrig="26416" w:dyaOrig="6406" w14:anchorId="0A08A119">
          <v:shape id="_x0000_i1045" type="#_x0000_t75" style="width:478.25pt;height:114.05pt" o:ole="">
            <v:imagedata r:id="rId45" o:title=""/>
          </v:shape>
          <o:OLEObject Type="Embed" ProgID="Visio.Drawing.11" ShapeID="_x0000_i1045" DrawAspect="Content" ObjectID="_1734963221" r:id="rId46"/>
        </w:object>
      </w:r>
    </w:p>
    <w:p w14:paraId="3593AC5F" w14:textId="77777777" w:rsidR="00D4281A" w:rsidRPr="008C6DE4" w:rsidRDefault="00D4281A" w:rsidP="00D4281A">
      <w:pPr>
        <w:jc w:val="center"/>
        <w:rPr>
          <w:lang w:eastAsia="ko-KR"/>
        </w:rPr>
      </w:pPr>
      <w:r w:rsidRPr="008C6DE4">
        <w:rPr>
          <w:lang w:eastAsia="ko-KR"/>
        </w:rPr>
        <w:t>(c)</w:t>
      </w:r>
      <w:r w:rsidRPr="008C6DE4">
        <w:rPr>
          <w:lang w:eastAsia="ko-KR"/>
        </w:rPr>
        <w:tab/>
        <w:t>Measurement gap with MGL = N(ms) with MG timing advance of 0ms for asynchronous EN-DC and asynchronous NE-DC</w:t>
      </w:r>
    </w:p>
    <w:p w14:paraId="7D487C22" w14:textId="77777777" w:rsidR="00D4281A" w:rsidRPr="008C6DE4" w:rsidRDefault="00D4281A" w:rsidP="00D4281A">
      <w:pPr>
        <w:pStyle w:val="TH"/>
      </w:pPr>
      <w:r w:rsidRPr="008C6DE4">
        <w:object w:dxaOrig="26416" w:dyaOrig="6406" w14:anchorId="0818FC60">
          <v:shape id="_x0000_i1046" type="#_x0000_t75" style="width:478.25pt;height:114.05pt" o:ole="">
            <v:imagedata r:id="rId47" o:title=""/>
          </v:shape>
          <o:OLEObject Type="Embed" ProgID="Visio.Drawing.11" ShapeID="_x0000_i1046" DrawAspect="Content" ObjectID="_1734963222" r:id="rId48"/>
        </w:object>
      </w:r>
    </w:p>
    <w:p w14:paraId="60CF0EC0" w14:textId="77777777" w:rsidR="00D4281A" w:rsidRPr="008C6DE4" w:rsidRDefault="00D4281A" w:rsidP="00D4281A">
      <w:pPr>
        <w:jc w:val="center"/>
        <w:rPr>
          <w:lang w:eastAsia="ko-KR"/>
        </w:rPr>
      </w:pPr>
      <w:r w:rsidRPr="008C6DE4">
        <w:rPr>
          <w:lang w:eastAsia="ko-KR"/>
        </w:rPr>
        <w:t>(d)</w:t>
      </w:r>
      <w:r w:rsidRPr="008C6DE4">
        <w:rPr>
          <w:lang w:eastAsia="ko-KR"/>
        </w:rPr>
        <w:tab/>
        <w:t>Measurement gap with MGL = N(ms) with MG timing advance of 0.5ms for asynchronous EN-DC and asynchronous NE-DC</w:t>
      </w:r>
    </w:p>
    <w:p w14:paraId="0275B2E5" w14:textId="77777777" w:rsidR="00D4281A" w:rsidRPr="008C6DE4" w:rsidRDefault="00D4281A" w:rsidP="00D4281A">
      <w:pPr>
        <w:pStyle w:val="TF"/>
        <w:rPr>
          <w:snapToGrid w:val="0"/>
        </w:rPr>
      </w:pPr>
      <w:r w:rsidRPr="008C6DE4">
        <w:rPr>
          <w:snapToGrid w:val="0"/>
        </w:rPr>
        <w:t xml:space="preserve">Figure </w:t>
      </w:r>
      <w:r w:rsidRPr="008C6DE4">
        <w:rPr>
          <w:snapToGrid w:val="0"/>
          <w:lang w:eastAsia="ko-KR"/>
        </w:rPr>
        <w:t>9</w:t>
      </w:r>
      <w:r w:rsidRPr="008C6DE4">
        <w:rPr>
          <w:snapToGrid w:val="0"/>
        </w:rPr>
        <w:t>.1.2-1: Measurement GAP and total interruption time on serving cells for EN-DC, NR standalone</w:t>
      </w:r>
      <w:r w:rsidRPr="008C6DE4">
        <w:rPr>
          <w:lang w:eastAsia="zh-CN"/>
        </w:rPr>
        <w:t xml:space="preserve"> operation (with single carrier, NR CA and NR-DC configuration)</w:t>
      </w:r>
      <w:r w:rsidRPr="008C6DE4">
        <w:rPr>
          <w:snapToGrid w:val="0"/>
        </w:rPr>
        <w:t xml:space="preserve"> and NE-DC</w:t>
      </w:r>
    </w:p>
    <w:p w14:paraId="785CB82E" w14:textId="39F69DE7" w:rsidR="00D4281A" w:rsidRPr="008C6DE4" w:rsidRDefault="00D4281A" w:rsidP="00D4281A">
      <w:pPr>
        <w:rPr>
          <w:lang w:eastAsia="ko-KR"/>
        </w:rPr>
      </w:pPr>
      <w:r w:rsidRPr="008C6DE4">
        <w:rPr>
          <w:lang w:eastAsia="ko-KR"/>
        </w:rPr>
        <w:t>The corresponding total number of interrupted slot</w:t>
      </w:r>
      <w:r w:rsidRPr="008C6DE4">
        <w:rPr>
          <w:rFonts w:eastAsia="MS Mincho"/>
          <w:lang w:eastAsia="ja-JP"/>
        </w:rPr>
        <w:t>s</w:t>
      </w:r>
      <w:r w:rsidRPr="008C6DE4">
        <w:rPr>
          <w:lang w:eastAsia="ko-KR"/>
        </w:rPr>
        <w:t xml:space="preserve"> on serving cells is listed in Table 9.1.2-4 for synchronous EN-DC, NR standalone and NE-DC, and in Table 9.1.2-4a for asynchronous EN-DC respectively.</w:t>
      </w:r>
    </w:p>
    <w:p w14:paraId="1812B760" w14:textId="3F8259CD" w:rsidR="00D4281A" w:rsidRPr="008C6DE4" w:rsidRDefault="00D4281A" w:rsidP="003235EF">
      <w:pPr>
        <w:pStyle w:val="TH"/>
        <w:rPr>
          <w:rFonts w:eastAsia="MS Mincho"/>
          <w:lang w:val="en-US" w:eastAsia="ja-JP"/>
        </w:rPr>
      </w:pPr>
      <w:r w:rsidRPr="008C6DE4">
        <w:rPr>
          <w:snapToGrid w:val="0"/>
        </w:rPr>
        <w:t xml:space="preserve">Table </w:t>
      </w:r>
      <w:r w:rsidRPr="008C6DE4">
        <w:rPr>
          <w:snapToGrid w:val="0"/>
          <w:lang w:eastAsia="ko-KR"/>
        </w:rPr>
        <w:t>9.1.2</w:t>
      </w:r>
      <w:r w:rsidRPr="008C6DE4">
        <w:rPr>
          <w:snapToGrid w:val="0"/>
        </w:rPr>
        <w:t>-</w:t>
      </w:r>
      <w:r w:rsidRPr="008C6DE4">
        <w:rPr>
          <w:snapToGrid w:val="0"/>
          <w:lang w:eastAsia="ko-KR"/>
        </w:rPr>
        <w:t>4</w:t>
      </w:r>
      <w:r w:rsidRPr="008C6DE4">
        <w:rPr>
          <w:snapToGrid w:val="0"/>
        </w:rPr>
        <w:t xml:space="preserve">: </w:t>
      </w:r>
      <w:r w:rsidRPr="008C6DE4">
        <w:rPr>
          <w:lang w:val="en-US" w:eastAsia="ko-KR"/>
        </w:rPr>
        <w:t>Total number of interrupted slot</w:t>
      </w:r>
      <w:r w:rsidRPr="008C6DE4">
        <w:rPr>
          <w:rFonts w:eastAsia="MS Mincho"/>
          <w:lang w:val="en-US" w:eastAsia="ja-JP"/>
        </w:rPr>
        <w:t>s</w:t>
      </w:r>
      <w:r w:rsidRPr="008C6DE4">
        <w:rPr>
          <w:lang w:val="en-US" w:eastAsia="ko-KR"/>
        </w:rPr>
        <w:t xml:space="preserve"> on serving cells during MGL for S</w:t>
      </w:r>
      <w:r w:rsidRPr="008C6DE4">
        <w:rPr>
          <w:snapToGrid w:val="0"/>
          <w:lang w:eastAsia="ko-KR"/>
        </w:rPr>
        <w:t>ynchronous EN-DC</w:t>
      </w:r>
      <w:r w:rsidRPr="008C6DE4">
        <w:rPr>
          <w:rFonts w:eastAsia="MS Mincho"/>
          <w:snapToGrid w:val="0"/>
          <w:lang w:eastAsia="ja-JP"/>
        </w:rPr>
        <w:t>, NR standalone</w:t>
      </w:r>
      <w:r w:rsidRPr="008C6DE4">
        <w:rPr>
          <w:lang w:eastAsia="zh-CN"/>
        </w:rPr>
        <w:t xml:space="preserve"> operation (with single carrier, NR CA and NR-DC configuration)</w:t>
      </w:r>
      <w:r w:rsidRPr="008C6DE4">
        <w:rPr>
          <w:rFonts w:eastAsia="MS Mincho"/>
          <w:snapToGrid w:val="0"/>
          <w:lang w:eastAsia="ja-JP"/>
        </w:rPr>
        <w:t xml:space="preserve"> and NE-DC with per-UE measurement gap or per-FR measurement gap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107"/>
        <w:gridCol w:w="1107"/>
        <w:gridCol w:w="1107"/>
        <w:gridCol w:w="1107"/>
        <w:gridCol w:w="1107"/>
        <w:gridCol w:w="1107"/>
      </w:tblGrid>
      <w:tr w:rsidR="00DD3199" w:rsidRPr="008C6DE4" w14:paraId="69618999" w14:textId="77777777" w:rsidTr="00867D3A">
        <w:trPr>
          <w:jc w:val="center"/>
        </w:trPr>
        <w:tc>
          <w:tcPr>
            <w:tcW w:w="683" w:type="dxa"/>
            <w:vMerge w:val="restart"/>
            <w:shd w:val="clear" w:color="auto" w:fill="auto"/>
          </w:tcPr>
          <w:p w14:paraId="21118F41" w14:textId="77777777" w:rsidR="00D4281A" w:rsidRPr="008C6DE4" w:rsidRDefault="00D4281A" w:rsidP="003235EF">
            <w:pPr>
              <w:pStyle w:val="TAH"/>
            </w:pPr>
            <w:r w:rsidRPr="008C6DE4">
              <w:rPr>
                <w:lang w:eastAsia="ko-KR"/>
              </w:rPr>
              <w:t>NR SCS</w:t>
            </w:r>
            <w:r w:rsidRPr="008C6DE4">
              <w:t xml:space="preserve"> (kHz)</w:t>
            </w:r>
          </w:p>
        </w:tc>
        <w:tc>
          <w:tcPr>
            <w:tcW w:w="6642" w:type="dxa"/>
            <w:gridSpan w:val="6"/>
          </w:tcPr>
          <w:p w14:paraId="39B17EFD" w14:textId="77777777" w:rsidR="00D4281A" w:rsidRPr="008C6DE4" w:rsidRDefault="00D4281A" w:rsidP="003235EF">
            <w:pPr>
              <w:pStyle w:val="TAH"/>
              <w:rPr>
                <w:lang w:eastAsia="ko-KR"/>
              </w:rPr>
            </w:pPr>
            <w:r w:rsidRPr="008C6DE4">
              <w:rPr>
                <w:lang w:eastAsia="ko-KR"/>
              </w:rPr>
              <w:t>Total number of interrupted slot</w:t>
            </w:r>
            <w:r w:rsidRPr="008C6DE4">
              <w:rPr>
                <w:rFonts w:eastAsia="MS Mincho"/>
                <w:lang w:eastAsia="ja-JP"/>
              </w:rPr>
              <w:t>s</w:t>
            </w:r>
            <w:r w:rsidRPr="008C6DE4">
              <w:rPr>
                <w:lang w:eastAsia="ko-KR"/>
              </w:rPr>
              <w:t xml:space="preserve"> on serving cells</w:t>
            </w:r>
          </w:p>
        </w:tc>
      </w:tr>
      <w:tr w:rsidR="00DD3199" w:rsidRPr="008C6DE4" w14:paraId="722055B5" w14:textId="77777777" w:rsidTr="00867D3A">
        <w:trPr>
          <w:jc w:val="center"/>
        </w:trPr>
        <w:tc>
          <w:tcPr>
            <w:tcW w:w="683" w:type="dxa"/>
            <w:vMerge/>
            <w:shd w:val="clear" w:color="auto" w:fill="auto"/>
          </w:tcPr>
          <w:p w14:paraId="5DE89CAE" w14:textId="77777777" w:rsidR="00D4281A" w:rsidRPr="008C6DE4" w:rsidRDefault="00D4281A" w:rsidP="003235EF">
            <w:pPr>
              <w:pStyle w:val="TAH"/>
              <w:rPr>
                <w:lang w:eastAsia="ko-KR"/>
              </w:rPr>
            </w:pPr>
          </w:p>
        </w:tc>
        <w:tc>
          <w:tcPr>
            <w:tcW w:w="3321" w:type="dxa"/>
            <w:gridSpan w:val="3"/>
          </w:tcPr>
          <w:p w14:paraId="3FCFA0D8" w14:textId="77777777" w:rsidR="00D4281A" w:rsidRPr="008C6DE4" w:rsidRDefault="00D4281A" w:rsidP="003235EF">
            <w:pPr>
              <w:pStyle w:val="TAH"/>
              <w:rPr>
                <w:lang w:eastAsia="ko-KR"/>
              </w:rPr>
            </w:pPr>
            <w:r w:rsidRPr="008C6DE4">
              <w:rPr>
                <w:lang w:eastAsia="ko-KR"/>
              </w:rPr>
              <w:t>When MG timing advance of 0ms is applied</w:t>
            </w:r>
          </w:p>
        </w:tc>
        <w:tc>
          <w:tcPr>
            <w:tcW w:w="3321" w:type="dxa"/>
            <w:gridSpan w:val="3"/>
          </w:tcPr>
          <w:p w14:paraId="1B5A4BF2" w14:textId="77777777" w:rsidR="00D4281A" w:rsidRPr="008C6DE4" w:rsidRDefault="00D4281A" w:rsidP="003235EF">
            <w:pPr>
              <w:pStyle w:val="TAH"/>
              <w:rPr>
                <w:lang w:eastAsia="ko-KR"/>
              </w:rPr>
            </w:pPr>
            <w:r w:rsidRPr="008C6DE4">
              <w:rPr>
                <w:lang w:eastAsia="ko-KR"/>
              </w:rPr>
              <w:t>When MG timing advance of 0.5ms is applied</w:t>
            </w:r>
          </w:p>
        </w:tc>
      </w:tr>
      <w:tr w:rsidR="00DD3199" w:rsidRPr="008C6DE4" w14:paraId="2EA490CF" w14:textId="77777777" w:rsidTr="00867D3A">
        <w:trPr>
          <w:jc w:val="center"/>
        </w:trPr>
        <w:tc>
          <w:tcPr>
            <w:tcW w:w="683" w:type="dxa"/>
            <w:vMerge/>
            <w:shd w:val="clear" w:color="auto" w:fill="auto"/>
          </w:tcPr>
          <w:p w14:paraId="5D84F5F1" w14:textId="77777777" w:rsidR="00D4281A" w:rsidRPr="008C6DE4" w:rsidRDefault="00D4281A" w:rsidP="003235EF">
            <w:pPr>
              <w:pStyle w:val="TAH"/>
            </w:pPr>
          </w:p>
        </w:tc>
        <w:tc>
          <w:tcPr>
            <w:tcW w:w="1107" w:type="dxa"/>
          </w:tcPr>
          <w:p w14:paraId="50DBFBB0" w14:textId="77777777" w:rsidR="00D4281A" w:rsidRPr="008C6DE4" w:rsidRDefault="00D4281A" w:rsidP="003235EF">
            <w:pPr>
              <w:pStyle w:val="TAH"/>
              <w:rPr>
                <w:lang w:eastAsia="ko-KR"/>
              </w:rPr>
            </w:pPr>
            <w:r w:rsidRPr="008C6DE4">
              <w:rPr>
                <w:lang w:eastAsia="ko-KR"/>
              </w:rPr>
              <w:t>MGL=6ms</w:t>
            </w:r>
          </w:p>
        </w:tc>
        <w:tc>
          <w:tcPr>
            <w:tcW w:w="1107" w:type="dxa"/>
          </w:tcPr>
          <w:p w14:paraId="22536050" w14:textId="77777777" w:rsidR="00D4281A" w:rsidRPr="008C6DE4" w:rsidRDefault="00D4281A" w:rsidP="003235EF">
            <w:pPr>
              <w:pStyle w:val="TAH"/>
              <w:rPr>
                <w:lang w:eastAsia="ko-KR"/>
              </w:rPr>
            </w:pPr>
            <w:r w:rsidRPr="008C6DE4">
              <w:rPr>
                <w:lang w:eastAsia="ko-KR"/>
              </w:rPr>
              <w:t>MGL=4ms</w:t>
            </w:r>
          </w:p>
        </w:tc>
        <w:tc>
          <w:tcPr>
            <w:tcW w:w="1107" w:type="dxa"/>
          </w:tcPr>
          <w:p w14:paraId="73A29A93" w14:textId="77777777" w:rsidR="00D4281A" w:rsidRPr="008C6DE4" w:rsidRDefault="00D4281A" w:rsidP="003235EF">
            <w:pPr>
              <w:pStyle w:val="TAH"/>
              <w:rPr>
                <w:lang w:eastAsia="ko-KR"/>
              </w:rPr>
            </w:pPr>
            <w:r w:rsidRPr="008C6DE4">
              <w:rPr>
                <w:lang w:eastAsia="ko-KR"/>
              </w:rPr>
              <w:t>MGL=3ms</w:t>
            </w:r>
          </w:p>
        </w:tc>
        <w:tc>
          <w:tcPr>
            <w:tcW w:w="1107" w:type="dxa"/>
          </w:tcPr>
          <w:p w14:paraId="4010FE7A" w14:textId="77777777" w:rsidR="00D4281A" w:rsidRPr="008C6DE4" w:rsidRDefault="00D4281A" w:rsidP="003235EF">
            <w:pPr>
              <w:pStyle w:val="TAH"/>
              <w:rPr>
                <w:lang w:eastAsia="ko-KR"/>
              </w:rPr>
            </w:pPr>
            <w:r w:rsidRPr="008C6DE4">
              <w:rPr>
                <w:lang w:eastAsia="ko-KR"/>
              </w:rPr>
              <w:t>MGL=6ms</w:t>
            </w:r>
          </w:p>
        </w:tc>
        <w:tc>
          <w:tcPr>
            <w:tcW w:w="1107" w:type="dxa"/>
          </w:tcPr>
          <w:p w14:paraId="66FF5892" w14:textId="77777777" w:rsidR="00D4281A" w:rsidRPr="008C6DE4" w:rsidRDefault="00D4281A" w:rsidP="003235EF">
            <w:pPr>
              <w:pStyle w:val="TAH"/>
              <w:rPr>
                <w:lang w:eastAsia="ko-KR"/>
              </w:rPr>
            </w:pPr>
            <w:r w:rsidRPr="008C6DE4">
              <w:rPr>
                <w:lang w:eastAsia="ko-KR"/>
              </w:rPr>
              <w:t>MGL=4ms</w:t>
            </w:r>
          </w:p>
        </w:tc>
        <w:tc>
          <w:tcPr>
            <w:tcW w:w="1107" w:type="dxa"/>
            <w:shd w:val="clear" w:color="auto" w:fill="auto"/>
          </w:tcPr>
          <w:p w14:paraId="6CF5D977" w14:textId="77777777" w:rsidR="00D4281A" w:rsidRPr="008C6DE4" w:rsidRDefault="00D4281A" w:rsidP="003235EF">
            <w:pPr>
              <w:pStyle w:val="TAH"/>
              <w:rPr>
                <w:lang w:eastAsia="ko-KR"/>
              </w:rPr>
            </w:pPr>
            <w:r w:rsidRPr="008C6DE4">
              <w:rPr>
                <w:lang w:eastAsia="ko-KR"/>
              </w:rPr>
              <w:t>MGL=3ms</w:t>
            </w:r>
          </w:p>
        </w:tc>
      </w:tr>
      <w:tr w:rsidR="00DD3199" w:rsidRPr="008C6DE4" w14:paraId="23F34A4D" w14:textId="77777777" w:rsidTr="00867D3A">
        <w:trPr>
          <w:jc w:val="center"/>
        </w:trPr>
        <w:tc>
          <w:tcPr>
            <w:tcW w:w="683" w:type="dxa"/>
            <w:shd w:val="clear" w:color="auto" w:fill="auto"/>
          </w:tcPr>
          <w:p w14:paraId="7A54224C" w14:textId="77777777" w:rsidR="00D4281A" w:rsidRPr="008C6DE4" w:rsidRDefault="00D4281A" w:rsidP="003235EF">
            <w:pPr>
              <w:pStyle w:val="TAC"/>
            </w:pPr>
            <w:r w:rsidRPr="008C6DE4">
              <w:t>15</w:t>
            </w:r>
          </w:p>
        </w:tc>
        <w:tc>
          <w:tcPr>
            <w:tcW w:w="1107" w:type="dxa"/>
          </w:tcPr>
          <w:p w14:paraId="08B4BA4B" w14:textId="77777777" w:rsidR="00D4281A" w:rsidRPr="008C6DE4" w:rsidRDefault="00D4281A" w:rsidP="003235EF">
            <w:pPr>
              <w:pStyle w:val="TAC"/>
              <w:rPr>
                <w:lang w:eastAsia="ko-KR"/>
              </w:rPr>
            </w:pPr>
            <w:r w:rsidRPr="008C6DE4">
              <w:rPr>
                <w:lang w:eastAsia="ko-KR"/>
              </w:rPr>
              <w:t>6</w:t>
            </w:r>
          </w:p>
        </w:tc>
        <w:tc>
          <w:tcPr>
            <w:tcW w:w="1107" w:type="dxa"/>
          </w:tcPr>
          <w:p w14:paraId="185B8C51" w14:textId="77777777" w:rsidR="00D4281A" w:rsidRPr="008C6DE4" w:rsidRDefault="00D4281A" w:rsidP="003235EF">
            <w:pPr>
              <w:pStyle w:val="TAC"/>
              <w:rPr>
                <w:lang w:eastAsia="ko-KR"/>
              </w:rPr>
            </w:pPr>
            <w:r w:rsidRPr="008C6DE4">
              <w:rPr>
                <w:lang w:eastAsia="ko-KR"/>
              </w:rPr>
              <w:t>4</w:t>
            </w:r>
          </w:p>
        </w:tc>
        <w:tc>
          <w:tcPr>
            <w:tcW w:w="1107" w:type="dxa"/>
          </w:tcPr>
          <w:p w14:paraId="0B22B454" w14:textId="77777777" w:rsidR="00D4281A" w:rsidRPr="008C6DE4" w:rsidRDefault="00D4281A" w:rsidP="003235EF">
            <w:pPr>
              <w:pStyle w:val="TAC"/>
              <w:rPr>
                <w:lang w:eastAsia="ko-KR"/>
              </w:rPr>
            </w:pPr>
            <w:r w:rsidRPr="008C6DE4">
              <w:rPr>
                <w:lang w:eastAsia="ko-KR"/>
              </w:rPr>
              <w:t>3</w:t>
            </w:r>
          </w:p>
        </w:tc>
        <w:tc>
          <w:tcPr>
            <w:tcW w:w="1107" w:type="dxa"/>
          </w:tcPr>
          <w:p w14:paraId="4D6CB722" w14:textId="77777777" w:rsidR="00D4281A" w:rsidRPr="008C6DE4" w:rsidRDefault="00D4281A" w:rsidP="003235EF">
            <w:pPr>
              <w:pStyle w:val="TAC"/>
              <w:rPr>
                <w:vertAlign w:val="superscript"/>
                <w:lang w:eastAsia="ko-KR"/>
              </w:rPr>
            </w:pPr>
            <w:r w:rsidRPr="008C6DE4">
              <w:rPr>
                <w:lang w:eastAsia="ko-KR"/>
              </w:rPr>
              <w:t>7</w:t>
            </w:r>
            <w:r w:rsidRPr="008C6DE4">
              <w:rPr>
                <w:vertAlign w:val="superscript"/>
                <w:lang w:eastAsia="ko-KR"/>
              </w:rPr>
              <w:t>Note3</w:t>
            </w:r>
          </w:p>
        </w:tc>
        <w:tc>
          <w:tcPr>
            <w:tcW w:w="1107" w:type="dxa"/>
          </w:tcPr>
          <w:p w14:paraId="5EBA6B2A" w14:textId="77777777" w:rsidR="00D4281A" w:rsidRPr="008C6DE4" w:rsidRDefault="00D4281A" w:rsidP="003235EF">
            <w:pPr>
              <w:pStyle w:val="TAC"/>
              <w:rPr>
                <w:vertAlign w:val="superscript"/>
                <w:lang w:eastAsia="ko-KR"/>
              </w:rPr>
            </w:pPr>
            <w:r w:rsidRPr="008C6DE4">
              <w:rPr>
                <w:lang w:eastAsia="ko-KR"/>
              </w:rPr>
              <w:t>5</w:t>
            </w:r>
            <w:r w:rsidRPr="008C6DE4">
              <w:rPr>
                <w:vertAlign w:val="superscript"/>
                <w:lang w:eastAsia="ko-KR"/>
              </w:rPr>
              <w:t>Note3</w:t>
            </w:r>
          </w:p>
        </w:tc>
        <w:tc>
          <w:tcPr>
            <w:tcW w:w="1107" w:type="dxa"/>
            <w:shd w:val="clear" w:color="auto" w:fill="auto"/>
          </w:tcPr>
          <w:p w14:paraId="30AE25F7" w14:textId="77777777" w:rsidR="00D4281A" w:rsidRPr="008C6DE4" w:rsidRDefault="00D4281A" w:rsidP="003235EF">
            <w:pPr>
              <w:pStyle w:val="TAC"/>
              <w:rPr>
                <w:vertAlign w:val="superscript"/>
                <w:lang w:eastAsia="ko-KR"/>
              </w:rPr>
            </w:pPr>
            <w:r w:rsidRPr="008C6DE4">
              <w:rPr>
                <w:lang w:eastAsia="ko-KR"/>
              </w:rPr>
              <w:t>4</w:t>
            </w:r>
            <w:r w:rsidRPr="008C6DE4">
              <w:rPr>
                <w:vertAlign w:val="superscript"/>
                <w:lang w:eastAsia="ko-KR"/>
              </w:rPr>
              <w:t>Note3</w:t>
            </w:r>
          </w:p>
        </w:tc>
      </w:tr>
      <w:tr w:rsidR="00DD3199" w:rsidRPr="008C6DE4" w14:paraId="6D05D42C" w14:textId="77777777" w:rsidTr="00867D3A">
        <w:trPr>
          <w:jc w:val="center"/>
        </w:trPr>
        <w:tc>
          <w:tcPr>
            <w:tcW w:w="683" w:type="dxa"/>
            <w:shd w:val="clear" w:color="auto" w:fill="auto"/>
          </w:tcPr>
          <w:p w14:paraId="47763015" w14:textId="77777777" w:rsidR="00D4281A" w:rsidRPr="008C6DE4" w:rsidRDefault="00D4281A" w:rsidP="003235EF">
            <w:pPr>
              <w:pStyle w:val="TAC"/>
            </w:pPr>
            <w:r w:rsidRPr="008C6DE4">
              <w:t>30</w:t>
            </w:r>
          </w:p>
        </w:tc>
        <w:tc>
          <w:tcPr>
            <w:tcW w:w="1107" w:type="dxa"/>
          </w:tcPr>
          <w:p w14:paraId="1C1F73BE" w14:textId="77777777" w:rsidR="00D4281A" w:rsidRPr="008C6DE4" w:rsidRDefault="00D4281A" w:rsidP="003235EF">
            <w:pPr>
              <w:pStyle w:val="TAC"/>
              <w:rPr>
                <w:lang w:eastAsia="ko-KR"/>
              </w:rPr>
            </w:pPr>
            <w:r w:rsidRPr="008C6DE4">
              <w:rPr>
                <w:lang w:eastAsia="ko-KR"/>
              </w:rPr>
              <w:t>12</w:t>
            </w:r>
          </w:p>
        </w:tc>
        <w:tc>
          <w:tcPr>
            <w:tcW w:w="1107" w:type="dxa"/>
          </w:tcPr>
          <w:p w14:paraId="7DA7F8E4" w14:textId="77777777" w:rsidR="00D4281A" w:rsidRPr="008C6DE4" w:rsidRDefault="00D4281A" w:rsidP="003235EF">
            <w:pPr>
              <w:pStyle w:val="TAC"/>
              <w:rPr>
                <w:lang w:eastAsia="ko-KR"/>
              </w:rPr>
            </w:pPr>
            <w:r w:rsidRPr="008C6DE4">
              <w:rPr>
                <w:lang w:eastAsia="ko-KR"/>
              </w:rPr>
              <w:t>8</w:t>
            </w:r>
          </w:p>
        </w:tc>
        <w:tc>
          <w:tcPr>
            <w:tcW w:w="1107" w:type="dxa"/>
          </w:tcPr>
          <w:p w14:paraId="30043DDD" w14:textId="77777777" w:rsidR="00D4281A" w:rsidRPr="008C6DE4" w:rsidRDefault="00D4281A" w:rsidP="003235EF">
            <w:pPr>
              <w:pStyle w:val="TAC"/>
              <w:rPr>
                <w:lang w:eastAsia="ko-KR"/>
              </w:rPr>
            </w:pPr>
            <w:r w:rsidRPr="008C6DE4">
              <w:rPr>
                <w:lang w:eastAsia="ko-KR"/>
              </w:rPr>
              <w:t>6</w:t>
            </w:r>
          </w:p>
        </w:tc>
        <w:tc>
          <w:tcPr>
            <w:tcW w:w="1107" w:type="dxa"/>
          </w:tcPr>
          <w:p w14:paraId="2DC604A7" w14:textId="77777777" w:rsidR="00D4281A" w:rsidRPr="008C6DE4" w:rsidRDefault="00D4281A" w:rsidP="003235EF">
            <w:pPr>
              <w:pStyle w:val="TAC"/>
              <w:rPr>
                <w:lang w:eastAsia="ko-KR"/>
              </w:rPr>
            </w:pPr>
            <w:r w:rsidRPr="008C6DE4">
              <w:rPr>
                <w:lang w:eastAsia="ko-KR"/>
              </w:rPr>
              <w:t>12</w:t>
            </w:r>
          </w:p>
        </w:tc>
        <w:tc>
          <w:tcPr>
            <w:tcW w:w="1107" w:type="dxa"/>
          </w:tcPr>
          <w:p w14:paraId="20AD4B71" w14:textId="77777777" w:rsidR="00D4281A" w:rsidRPr="008C6DE4" w:rsidRDefault="00D4281A" w:rsidP="003235EF">
            <w:pPr>
              <w:pStyle w:val="TAC"/>
              <w:rPr>
                <w:lang w:eastAsia="ko-KR"/>
              </w:rPr>
            </w:pPr>
            <w:r w:rsidRPr="008C6DE4">
              <w:rPr>
                <w:lang w:eastAsia="ko-KR"/>
              </w:rPr>
              <w:t>8</w:t>
            </w:r>
          </w:p>
        </w:tc>
        <w:tc>
          <w:tcPr>
            <w:tcW w:w="1107" w:type="dxa"/>
            <w:shd w:val="clear" w:color="auto" w:fill="auto"/>
          </w:tcPr>
          <w:p w14:paraId="3334008C" w14:textId="77777777" w:rsidR="00D4281A" w:rsidRPr="008C6DE4" w:rsidRDefault="00D4281A" w:rsidP="003235EF">
            <w:pPr>
              <w:pStyle w:val="TAC"/>
              <w:rPr>
                <w:lang w:eastAsia="ko-KR"/>
              </w:rPr>
            </w:pPr>
            <w:r w:rsidRPr="008C6DE4">
              <w:rPr>
                <w:lang w:eastAsia="ko-KR"/>
              </w:rPr>
              <w:t>6</w:t>
            </w:r>
          </w:p>
        </w:tc>
      </w:tr>
      <w:tr w:rsidR="00DD3199" w:rsidRPr="008C6DE4" w14:paraId="59F20891" w14:textId="77777777" w:rsidTr="00867D3A">
        <w:trPr>
          <w:jc w:val="center"/>
        </w:trPr>
        <w:tc>
          <w:tcPr>
            <w:tcW w:w="683" w:type="dxa"/>
            <w:shd w:val="clear" w:color="auto" w:fill="auto"/>
          </w:tcPr>
          <w:p w14:paraId="13A9899C" w14:textId="77777777" w:rsidR="00D4281A" w:rsidRPr="008C6DE4" w:rsidRDefault="00D4281A" w:rsidP="003235EF">
            <w:pPr>
              <w:pStyle w:val="TAC"/>
            </w:pPr>
            <w:r w:rsidRPr="008C6DE4">
              <w:t>60</w:t>
            </w:r>
          </w:p>
        </w:tc>
        <w:tc>
          <w:tcPr>
            <w:tcW w:w="1107" w:type="dxa"/>
          </w:tcPr>
          <w:p w14:paraId="6A10CF41" w14:textId="77777777" w:rsidR="00D4281A" w:rsidRPr="008C6DE4" w:rsidRDefault="00D4281A" w:rsidP="003235EF">
            <w:pPr>
              <w:pStyle w:val="TAC"/>
              <w:rPr>
                <w:lang w:eastAsia="ko-KR"/>
              </w:rPr>
            </w:pPr>
            <w:r w:rsidRPr="008C6DE4">
              <w:rPr>
                <w:lang w:eastAsia="ko-KR"/>
              </w:rPr>
              <w:t>24</w:t>
            </w:r>
          </w:p>
        </w:tc>
        <w:tc>
          <w:tcPr>
            <w:tcW w:w="1107" w:type="dxa"/>
          </w:tcPr>
          <w:p w14:paraId="21EBE98D" w14:textId="77777777" w:rsidR="00D4281A" w:rsidRPr="008C6DE4" w:rsidRDefault="00D4281A" w:rsidP="003235EF">
            <w:pPr>
              <w:pStyle w:val="TAC"/>
              <w:rPr>
                <w:lang w:eastAsia="ko-KR"/>
              </w:rPr>
            </w:pPr>
            <w:r w:rsidRPr="008C6DE4">
              <w:rPr>
                <w:lang w:eastAsia="ko-KR"/>
              </w:rPr>
              <w:t>16</w:t>
            </w:r>
          </w:p>
        </w:tc>
        <w:tc>
          <w:tcPr>
            <w:tcW w:w="1107" w:type="dxa"/>
          </w:tcPr>
          <w:p w14:paraId="726B8024" w14:textId="77777777" w:rsidR="00D4281A" w:rsidRPr="008C6DE4" w:rsidRDefault="00D4281A" w:rsidP="003235EF">
            <w:pPr>
              <w:pStyle w:val="TAC"/>
              <w:rPr>
                <w:lang w:eastAsia="ko-KR"/>
              </w:rPr>
            </w:pPr>
            <w:r w:rsidRPr="008C6DE4">
              <w:rPr>
                <w:lang w:eastAsia="ko-KR"/>
              </w:rPr>
              <w:t>12</w:t>
            </w:r>
          </w:p>
        </w:tc>
        <w:tc>
          <w:tcPr>
            <w:tcW w:w="1107" w:type="dxa"/>
          </w:tcPr>
          <w:p w14:paraId="211FCE94" w14:textId="77777777" w:rsidR="00D4281A" w:rsidRPr="008C6DE4" w:rsidRDefault="00D4281A" w:rsidP="003235EF">
            <w:pPr>
              <w:pStyle w:val="TAC"/>
              <w:rPr>
                <w:lang w:eastAsia="ko-KR"/>
              </w:rPr>
            </w:pPr>
            <w:r w:rsidRPr="008C6DE4">
              <w:rPr>
                <w:lang w:eastAsia="ko-KR"/>
              </w:rPr>
              <w:t>24</w:t>
            </w:r>
          </w:p>
        </w:tc>
        <w:tc>
          <w:tcPr>
            <w:tcW w:w="1107" w:type="dxa"/>
          </w:tcPr>
          <w:p w14:paraId="5C44D403" w14:textId="77777777" w:rsidR="00D4281A" w:rsidRPr="008C6DE4" w:rsidRDefault="00D4281A" w:rsidP="003235EF">
            <w:pPr>
              <w:pStyle w:val="TAC"/>
              <w:rPr>
                <w:lang w:eastAsia="ko-KR"/>
              </w:rPr>
            </w:pPr>
            <w:r w:rsidRPr="008C6DE4">
              <w:rPr>
                <w:lang w:eastAsia="ko-KR"/>
              </w:rPr>
              <w:t>16</w:t>
            </w:r>
          </w:p>
        </w:tc>
        <w:tc>
          <w:tcPr>
            <w:tcW w:w="1107" w:type="dxa"/>
            <w:shd w:val="clear" w:color="auto" w:fill="auto"/>
          </w:tcPr>
          <w:p w14:paraId="57866588" w14:textId="77777777" w:rsidR="00D4281A" w:rsidRPr="008C6DE4" w:rsidRDefault="00D4281A" w:rsidP="003235EF">
            <w:pPr>
              <w:pStyle w:val="TAC"/>
              <w:rPr>
                <w:lang w:eastAsia="ko-KR"/>
              </w:rPr>
            </w:pPr>
            <w:r w:rsidRPr="008C6DE4">
              <w:rPr>
                <w:lang w:eastAsia="ko-KR"/>
              </w:rPr>
              <w:t>12</w:t>
            </w:r>
          </w:p>
        </w:tc>
      </w:tr>
      <w:tr w:rsidR="00DD3199" w:rsidRPr="008C6DE4" w14:paraId="5A97CFA0" w14:textId="77777777" w:rsidTr="00867D3A">
        <w:trPr>
          <w:jc w:val="center"/>
        </w:trPr>
        <w:tc>
          <w:tcPr>
            <w:tcW w:w="683" w:type="dxa"/>
            <w:shd w:val="clear" w:color="auto" w:fill="auto"/>
          </w:tcPr>
          <w:p w14:paraId="353F8DAD" w14:textId="77777777" w:rsidR="00D4281A" w:rsidRPr="008C6DE4" w:rsidRDefault="00D4281A" w:rsidP="003235EF">
            <w:pPr>
              <w:pStyle w:val="TAC"/>
            </w:pPr>
            <w:r w:rsidRPr="008C6DE4">
              <w:t>120</w:t>
            </w:r>
          </w:p>
        </w:tc>
        <w:tc>
          <w:tcPr>
            <w:tcW w:w="1107" w:type="dxa"/>
          </w:tcPr>
          <w:p w14:paraId="622AE802" w14:textId="77777777" w:rsidR="00D4281A" w:rsidRPr="008C6DE4" w:rsidRDefault="00D4281A" w:rsidP="003235EF">
            <w:pPr>
              <w:pStyle w:val="TAC"/>
              <w:rPr>
                <w:lang w:eastAsia="ko-KR"/>
              </w:rPr>
            </w:pPr>
            <w:r w:rsidRPr="008C6DE4">
              <w:rPr>
                <w:lang w:eastAsia="ko-KR"/>
              </w:rPr>
              <w:t>48</w:t>
            </w:r>
          </w:p>
        </w:tc>
        <w:tc>
          <w:tcPr>
            <w:tcW w:w="1107" w:type="dxa"/>
          </w:tcPr>
          <w:p w14:paraId="23137D7A" w14:textId="77777777" w:rsidR="00D4281A" w:rsidRPr="008C6DE4" w:rsidRDefault="00D4281A" w:rsidP="003235EF">
            <w:pPr>
              <w:pStyle w:val="TAC"/>
              <w:rPr>
                <w:lang w:eastAsia="ko-KR"/>
              </w:rPr>
            </w:pPr>
            <w:r w:rsidRPr="008C6DE4">
              <w:rPr>
                <w:lang w:eastAsia="ko-KR"/>
              </w:rPr>
              <w:t>32</w:t>
            </w:r>
          </w:p>
        </w:tc>
        <w:tc>
          <w:tcPr>
            <w:tcW w:w="1107" w:type="dxa"/>
          </w:tcPr>
          <w:p w14:paraId="3DC1889D" w14:textId="77777777" w:rsidR="00D4281A" w:rsidRPr="008C6DE4" w:rsidRDefault="00D4281A" w:rsidP="003235EF">
            <w:pPr>
              <w:pStyle w:val="TAC"/>
              <w:rPr>
                <w:lang w:eastAsia="ko-KR"/>
              </w:rPr>
            </w:pPr>
            <w:r w:rsidRPr="008C6DE4">
              <w:rPr>
                <w:lang w:eastAsia="ko-KR"/>
              </w:rPr>
              <w:t>24</w:t>
            </w:r>
          </w:p>
        </w:tc>
        <w:tc>
          <w:tcPr>
            <w:tcW w:w="1107" w:type="dxa"/>
          </w:tcPr>
          <w:p w14:paraId="44A2B9F7" w14:textId="77777777" w:rsidR="00D4281A" w:rsidRPr="008C6DE4" w:rsidRDefault="00D4281A" w:rsidP="003235EF">
            <w:pPr>
              <w:pStyle w:val="TAC"/>
              <w:rPr>
                <w:lang w:eastAsia="ko-KR"/>
              </w:rPr>
            </w:pPr>
            <w:r w:rsidRPr="008C6DE4">
              <w:rPr>
                <w:lang w:eastAsia="ko-KR"/>
              </w:rPr>
              <w:t>48</w:t>
            </w:r>
          </w:p>
        </w:tc>
        <w:tc>
          <w:tcPr>
            <w:tcW w:w="1107" w:type="dxa"/>
          </w:tcPr>
          <w:p w14:paraId="31C504C9" w14:textId="77777777" w:rsidR="00D4281A" w:rsidRPr="008C6DE4" w:rsidRDefault="00D4281A" w:rsidP="003235EF">
            <w:pPr>
              <w:pStyle w:val="TAC"/>
              <w:rPr>
                <w:lang w:eastAsia="ko-KR"/>
              </w:rPr>
            </w:pPr>
            <w:r w:rsidRPr="008C6DE4">
              <w:rPr>
                <w:lang w:eastAsia="ko-KR"/>
              </w:rPr>
              <w:t>32</w:t>
            </w:r>
          </w:p>
        </w:tc>
        <w:tc>
          <w:tcPr>
            <w:tcW w:w="1107" w:type="dxa"/>
            <w:shd w:val="clear" w:color="auto" w:fill="auto"/>
          </w:tcPr>
          <w:p w14:paraId="6E555481" w14:textId="77777777" w:rsidR="00D4281A" w:rsidRPr="008C6DE4" w:rsidRDefault="00D4281A" w:rsidP="003235EF">
            <w:pPr>
              <w:pStyle w:val="TAC"/>
              <w:rPr>
                <w:lang w:eastAsia="ko-KR"/>
              </w:rPr>
            </w:pPr>
            <w:r w:rsidRPr="008C6DE4">
              <w:rPr>
                <w:lang w:eastAsia="ko-KR"/>
              </w:rPr>
              <w:t>24</w:t>
            </w:r>
          </w:p>
        </w:tc>
      </w:tr>
      <w:tr w:rsidR="00D4281A" w:rsidRPr="008C6DE4" w14:paraId="3164AC4A" w14:textId="77777777" w:rsidTr="00867D3A">
        <w:trPr>
          <w:jc w:val="center"/>
        </w:trPr>
        <w:tc>
          <w:tcPr>
            <w:tcW w:w="7325" w:type="dxa"/>
            <w:gridSpan w:val="7"/>
            <w:shd w:val="clear" w:color="auto" w:fill="auto"/>
          </w:tcPr>
          <w:p w14:paraId="0D050339" w14:textId="77777777" w:rsidR="00D4281A" w:rsidRPr="008C6DE4" w:rsidRDefault="00D4281A" w:rsidP="003235EF">
            <w:pPr>
              <w:pStyle w:val="TAN"/>
            </w:pPr>
            <w:r w:rsidRPr="008C6DE4">
              <w:t>N</w:t>
            </w:r>
            <w:r w:rsidRPr="008C6DE4">
              <w:rPr>
                <w:lang w:eastAsia="ko-KR"/>
              </w:rPr>
              <w:t xml:space="preserve">OTE </w:t>
            </w:r>
            <w:r w:rsidRPr="008C6DE4">
              <w:rPr>
                <w:rFonts w:eastAsia="MS Mincho"/>
                <w:lang w:eastAsia="ja-JP"/>
              </w:rPr>
              <w:t>1</w:t>
            </w:r>
            <w:r w:rsidRPr="008C6DE4">
              <w:t>:</w:t>
            </w:r>
            <w:r w:rsidRPr="008C6DE4">
              <w:tab/>
              <w:t>For Gap Pattern ID 0, 1, 2 and 3, total number of interrupted subframes on MCG is MGL subframes when MG timing advance of 0ms is applied, and (MGL+1) subframes when MG timing advance of 0.5ms is applied.</w:t>
            </w:r>
          </w:p>
          <w:p w14:paraId="145949DF" w14:textId="77777777" w:rsidR="00D4281A" w:rsidRPr="008C6DE4" w:rsidRDefault="00D4281A" w:rsidP="003235EF">
            <w:pPr>
              <w:pStyle w:val="TAN"/>
            </w:pPr>
            <w:r w:rsidRPr="008C6DE4">
              <w:rPr>
                <w:rFonts w:eastAsia="MS Mincho"/>
                <w:lang w:eastAsia="ja-JP"/>
              </w:rPr>
              <w:t>N</w:t>
            </w:r>
            <w:r w:rsidRPr="008C6DE4">
              <w:rPr>
                <w:lang w:eastAsia="ko-KR"/>
              </w:rPr>
              <w:t xml:space="preserve">OTE </w:t>
            </w:r>
            <w:r w:rsidRPr="008C6DE4">
              <w:rPr>
                <w:rFonts w:eastAsia="MS Mincho"/>
                <w:lang w:eastAsia="ja-JP"/>
              </w:rPr>
              <w:t>2</w:t>
            </w:r>
            <w:r w:rsidRPr="008C6DE4">
              <w:t>:</w:t>
            </w:r>
            <w:r w:rsidRPr="008C6DE4">
              <w:tab/>
              <w:t>NR SCS of 120 kHz is only applicable to the case with per-UE measurement gap.</w:t>
            </w:r>
          </w:p>
          <w:p w14:paraId="4073B146" w14:textId="77777777" w:rsidR="00D4281A" w:rsidRPr="008C6DE4" w:rsidRDefault="00D4281A" w:rsidP="003235EF">
            <w:pPr>
              <w:pStyle w:val="TAN"/>
            </w:pPr>
            <w:r w:rsidRPr="008C6DE4">
              <w:rPr>
                <w:rFonts w:eastAsia="MS Mincho"/>
                <w:lang w:eastAsia="ja-JP"/>
              </w:rPr>
              <w:t>NOTE 3</w:t>
            </w:r>
            <w:r w:rsidRPr="008C6DE4">
              <w:t>:</w:t>
            </w:r>
            <w:r w:rsidRPr="008C6DE4">
              <w:tab/>
              <w:t>Non-overlapped half-slots occur before and after the measurement gap. Whether a Rel-15 UE can receive and/or transmit in those half-slots is up to UE implementation.</w:t>
            </w:r>
          </w:p>
        </w:tc>
      </w:tr>
    </w:tbl>
    <w:p w14:paraId="7E324EE6" w14:textId="77777777" w:rsidR="00D4281A" w:rsidRPr="008C6DE4" w:rsidRDefault="00D4281A" w:rsidP="00D4281A">
      <w:pPr>
        <w:widowControl w:val="0"/>
        <w:spacing w:after="120"/>
        <w:rPr>
          <w:rFonts w:eastAsia="MS Mincho"/>
          <w:sz w:val="24"/>
          <w:lang w:eastAsia="ko-KR"/>
        </w:rPr>
      </w:pPr>
    </w:p>
    <w:p w14:paraId="6B09BA59" w14:textId="0162C89B" w:rsidR="00D4281A" w:rsidRPr="008C6DE4" w:rsidRDefault="00D4281A" w:rsidP="003235EF">
      <w:pPr>
        <w:pStyle w:val="TH"/>
        <w:rPr>
          <w:lang w:val="en-US"/>
        </w:rPr>
      </w:pPr>
      <w:r w:rsidRPr="008C6DE4">
        <w:t xml:space="preserve">Table 9.1.2-4a: </w:t>
      </w:r>
      <w:r w:rsidRPr="008C6DE4">
        <w:rPr>
          <w:lang w:val="en-US"/>
        </w:rPr>
        <w:t xml:space="preserve">Total number of interrupted slots on </w:t>
      </w:r>
      <w:r w:rsidRPr="008C6DE4">
        <w:rPr>
          <w:lang w:val="en-US" w:eastAsia="ko-KR"/>
        </w:rPr>
        <w:t>serving cells</w:t>
      </w:r>
      <w:r w:rsidRPr="008C6DE4">
        <w:rPr>
          <w:lang w:val="en-US"/>
        </w:rPr>
        <w:t xml:space="preserve"> during MGL for As</w:t>
      </w:r>
      <w:r w:rsidRPr="008C6DE4">
        <w:t>ynchronous EN-DC with per-UE measurement gap or per-FR measurement gap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107"/>
        <w:gridCol w:w="1107"/>
        <w:gridCol w:w="1107"/>
        <w:gridCol w:w="1107"/>
        <w:gridCol w:w="1107"/>
        <w:gridCol w:w="1107"/>
      </w:tblGrid>
      <w:tr w:rsidR="00DD3199" w:rsidRPr="008C6DE4" w14:paraId="6ED18BD1" w14:textId="77777777" w:rsidTr="00867D3A">
        <w:trPr>
          <w:jc w:val="center"/>
        </w:trPr>
        <w:tc>
          <w:tcPr>
            <w:tcW w:w="683" w:type="dxa"/>
            <w:vMerge w:val="restart"/>
            <w:shd w:val="clear" w:color="auto" w:fill="auto"/>
          </w:tcPr>
          <w:p w14:paraId="6F3EDEA4" w14:textId="77777777" w:rsidR="00D4281A" w:rsidRPr="008C6DE4" w:rsidRDefault="00D4281A" w:rsidP="003235EF">
            <w:pPr>
              <w:pStyle w:val="TAH"/>
            </w:pPr>
            <w:r w:rsidRPr="008C6DE4">
              <w:rPr>
                <w:lang w:eastAsia="ko-KR"/>
              </w:rPr>
              <w:t>NR SCS</w:t>
            </w:r>
            <w:r w:rsidRPr="008C6DE4">
              <w:t xml:space="preserve"> (kHz)</w:t>
            </w:r>
          </w:p>
        </w:tc>
        <w:tc>
          <w:tcPr>
            <w:tcW w:w="6642" w:type="dxa"/>
            <w:gridSpan w:val="6"/>
          </w:tcPr>
          <w:p w14:paraId="59F03296" w14:textId="77777777" w:rsidR="00D4281A" w:rsidRPr="008C6DE4" w:rsidRDefault="00D4281A" w:rsidP="003235EF">
            <w:pPr>
              <w:pStyle w:val="TAH"/>
              <w:rPr>
                <w:lang w:eastAsia="ko-KR"/>
              </w:rPr>
            </w:pPr>
            <w:r w:rsidRPr="008C6DE4">
              <w:rPr>
                <w:lang w:eastAsia="ko-KR"/>
              </w:rPr>
              <w:t>Total number of interrupted slot</w:t>
            </w:r>
            <w:r w:rsidRPr="008C6DE4">
              <w:rPr>
                <w:rFonts w:eastAsia="MS Mincho"/>
                <w:lang w:eastAsia="ja-JP"/>
              </w:rPr>
              <w:t>s</w:t>
            </w:r>
            <w:r w:rsidRPr="008C6DE4">
              <w:rPr>
                <w:lang w:eastAsia="ko-KR"/>
              </w:rPr>
              <w:t xml:space="preserve"> on serving cells</w:t>
            </w:r>
          </w:p>
        </w:tc>
      </w:tr>
      <w:tr w:rsidR="00DD3199" w:rsidRPr="008C6DE4" w14:paraId="55F7C73D" w14:textId="77777777" w:rsidTr="00867D3A">
        <w:trPr>
          <w:jc w:val="center"/>
        </w:trPr>
        <w:tc>
          <w:tcPr>
            <w:tcW w:w="683" w:type="dxa"/>
            <w:vMerge/>
            <w:shd w:val="clear" w:color="auto" w:fill="auto"/>
          </w:tcPr>
          <w:p w14:paraId="77EDBD45" w14:textId="77777777" w:rsidR="00D4281A" w:rsidRPr="008C6DE4" w:rsidRDefault="00D4281A" w:rsidP="003235EF">
            <w:pPr>
              <w:pStyle w:val="TAH"/>
              <w:rPr>
                <w:lang w:eastAsia="ko-KR"/>
              </w:rPr>
            </w:pPr>
          </w:p>
        </w:tc>
        <w:tc>
          <w:tcPr>
            <w:tcW w:w="3321" w:type="dxa"/>
            <w:gridSpan w:val="3"/>
          </w:tcPr>
          <w:p w14:paraId="7682F314" w14:textId="77777777" w:rsidR="00D4281A" w:rsidRPr="008C6DE4" w:rsidRDefault="00D4281A" w:rsidP="003235EF">
            <w:pPr>
              <w:pStyle w:val="TAH"/>
              <w:rPr>
                <w:lang w:eastAsia="ko-KR"/>
              </w:rPr>
            </w:pPr>
            <w:r w:rsidRPr="008C6DE4">
              <w:rPr>
                <w:lang w:eastAsia="ko-KR"/>
              </w:rPr>
              <w:t>When MG timing advance of 0ms is applied</w:t>
            </w:r>
          </w:p>
        </w:tc>
        <w:tc>
          <w:tcPr>
            <w:tcW w:w="3321" w:type="dxa"/>
            <w:gridSpan w:val="3"/>
          </w:tcPr>
          <w:p w14:paraId="18B43F94" w14:textId="77777777" w:rsidR="00D4281A" w:rsidRPr="008C6DE4" w:rsidRDefault="00D4281A" w:rsidP="003235EF">
            <w:pPr>
              <w:pStyle w:val="TAH"/>
              <w:rPr>
                <w:lang w:eastAsia="ko-KR"/>
              </w:rPr>
            </w:pPr>
            <w:r w:rsidRPr="008C6DE4">
              <w:rPr>
                <w:lang w:eastAsia="ko-KR"/>
              </w:rPr>
              <w:t>When MG timing advance of 0.5ms is applied</w:t>
            </w:r>
          </w:p>
        </w:tc>
      </w:tr>
      <w:tr w:rsidR="00DD3199" w:rsidRPr="008C6DE4" w14:paraId="73103B42" w14:textId="77777777" w:rsidTr="00867D3A">
        <w:trPr>
          <w:jc w:val="center"/>
        </w:trPr>
        <w:tc>
          <w:tcPr>
            <w:tcW w:w="683" w:type="dxa"/>
            <w:vMerge/>
            <w:shd w:val="clear" w:color="auto" w:fill="auto"/>
          </w:tcPr>
          <w:p w14:paraId="1DA34B06" w14:textId="77777777" w:rsidR="00D4281A" w:rsidRPr="008C6DE4" w:rsidRDefault="00D4281A" w:rsidP="003235EF">
            <w:pPr>
              <w:pStyle w:val="TAH"/>
            </w:pPr>
          </w:p>
        </w:tc>
        <w:tc>
          <w:tcPr>
            <w:tcW w:w="1107" w:type="dxa"/>
          </w:tcPr>
          <w:p w14:paraId="1C81F32F" w14:textId="77777777" w:rsidR="00D4281A" w:rsidRPr="008C6DE4" w:rsidRDefault="00D4281A" w:rsidP="003235EF">
            <w:pPr>
              <w:pStyle w:val="TAH"/>
              <w:rPr>
                <w:lang w:eastAsia="ko-KR"/>
              </w:rPr>
            </w:pPr>
            <w:r w:rsidRPr="008C6DE4">
              <w:rPr>
                <w:lang w:eastAsia="ko-KR"/>
              </w:rPr>
              <w:t>MGL=6ms</w:t>
            </w:r>
          </w:p>
        </w:tc>
        <w:tc>
          <w:tcPr>
            <w:tcW w:w="1107" w:type="dxa"/>
          </w:tcPr>
          <w:p w14:paraId="405B08EC" w14:textId="77777777" w:rsidR="00D4281A" w:rsidRPr="008C6DE4" w:rsidRDefault="00D4281A" w:rsidP="003235EF">
            <w:pPr>
              <w:pStyle w:val="TAH"/>
              <w:rPr>
                <w:lang w:eastAsia="ko-KR"/>
              </w:rPr>
            </w:pPr>
            <w:r w:rsidRPr="008C6DE4">
              <w:rPr>
                <w:lang w:eastAsia="ko-KR"/>
              </w:rPr>
              <w:t>MGL=4ms</w:t>
            </w:r>
          </w:p>
        </w:tc>
        <w:tc>
          <w:tcPr>
            <w:tcW w:w="1107" w:type="dxa"/>
          </w:tcPr>
          <w:p w14:paraId="7F721E12" w14:textId="77777777" w:rsidR="00D4281A" w:rsidRPr="008C6DE4" w:rsidRDefault="00D4281A" w:rsidP="003235EF">
            <w:pPr>
              <w:pStyle w:val="TAH"/>
              <w:rPr>
                <w:lang w:eastAsia="ko-KR"/>
              </w:rPr>
            </w:pPr>
            <w:r w:rsidRPr="008C6DE4">
              <w:rPr>
                <w:lang w:eastAsia="ko-KR"/>
              </w:rPr>
              <w:t>MGL=3ms</w:t>
            </w:r>
          </w:p>
        </w:tc>
        <w:tc>
          <w:tcPr>
            <w:tcW w:w="1107" w:type="dxa"/>
          </w:tcPr>
          <w:p w14:paraId="57F89EA9" w14:textId="77777777" w:rsidR="00D4281A" w:rsidRPr="008C6DE4" w:rsidRDefault="00D4281A" w:rsidP="003235EF">
            <w:pPr>
              <w:pStyle w:val="TAH"/>
              <w:rPr>
                <w:lang w:eastAsia="ko-KR"/>
              </w:rPr>
            </w:pPr>
            <w:r w:rsidRPr="008C6DE4">
              <w:rPr>
                <w:lang w:eastAsia="ko-KR"/>
              </w:rPr>
              <w:t>MGL=6ms</w:t>
            </w:r>
          </w:p>
        </w:tc>
        <w:tc>
          <w:tcPr>
            <w:tcW w:w="1107" w:type="dxa"/>
          </w:tcPr>
          <w:p w14:paraId="77EB98A0" w14:textId="77777777" w:rsidR="00D4281A" w:rsidRPr="008C6DE4" w:rsidRDefault="00D4281A" w:rsidP="003235EF">
            <w:pPr>
              <w:pStyle w:val="TAH"/>
              <w:rPr>
                <w:lang w:eastAsia="ko-KR"/>
              </w:rPr>
            </w:pPr>
            <w:r w:rsidRPr="008C6DE4">
              <w:rPr>
                <w:lang w:eastAsia="ko-KR"/>
              </w:rPr>
              <w:t>MGL=4ms</w:t>
            </w:r>
          </w:p>
        </w:tc>
        <w:tc>
          <w:tcPr>
            <w:tcW w:w="1107" w:type="dxa"/>
            <w:shd w:val="clear" w:color="auto" w:fill="auto"/>
          </w:tcPr>
          <w:p w14:paraId="244B2D29" w14:textId="77777777" w:rsidR="00D4281A" w:rsidRPr="008C6DE4" w:rsidRDefault="00D4281A" w:rsidP="003235EF">
            <w:pPr>
              <w:pStyle w:val="TAH"/>
              <w:rPr>
                <w:lang w:eastAsia="ko-KR"/>
              </w:rPr>
            </w:pPr>
            <w:r w:rsidRPr="008C6DE4">
              <w:rPr>
                <w:lang w:eastAsia="ko-KR"/>
              </w:rPr>
              <w:t>MGL=3ms</w:t>
            </w:r>
          </w:p>
        </w:tc>
      </w:tr>
      <w:tr w:rsidR="00DD3199" w:rsidRPr="008C6DE4" w14:paraId="25F8F6F2" w14:textId="77777777" w:rsidTr="00867D3A">
        <w:trPr>
          <w:jc w:val="center"/>
        </w:trPr>
        <w:tc>
          <w:tcPr>
            <w:tcW w:w="683" w:type="dxa"/>
            <w:shd w:val="clear" w:color="auto" w:fill="auto"/>
          </w:tcPr>
          <w:p w14:paraId="50BE4A1D" w14:textId="77777777" w:rsidR="00D4281A" w:rsidRPr="008C6DE4" w:rsidRDefault="00D4281A" w:rsidP="003235EF">
            <w:pPr>
              <w:pStyle w:val="TAC"/>
            </w:pPr>
            <w:r w:rsidRPr="008C6DE4">
              <w:t>15</w:t>
            </w:r>
          </w:p>
        </w:tc>
        <w:tc>
          <w:tcPr>
            <w:tcW w:w="1107" w:type="dxa"/>
          </w:tcPr>
          <w:p w14:paraId="2F2E0D2F" w14:textId="77777777" w:rsidR="00D4281A" w:rsidRPr="008C6DE4" w:rsidRDefault="00D4281A" w:rsidP="003235EF">
            <w:pPr>
              <w:pStyle w:val="TAC"/>
              <w:rPr>
                <w:lang w:eastAsia="ko-KR"/>
              </w:rPr>
            </w:pPr>
            <w:r w:rsidRPr="008C6DE4">
              <w:rPr>
                <w:lang w:eastAsia="ko-KR"/>
              </w:rPr>
              <w:t>7</w:t>
            </w:r>
          </w:p>
        </w:tc>
        <w:tc>
          <w:tcPr>
            <w:tcW w:w="1107" w:type="dxa"/>
          </w:tcPr>
          <w:p w14:paraId="14BC84F7" w14:textId="77777777" w:rsidR="00D4281A" w:rsidRPr="008C6DE4" w:rsidRDefault="00D4281A" w:rsidP="003235EF">
            <w:pPr>
              <w:pStyle w:val="TAC"/>
              <w:rPr>
                <w:lang w:eastAsia="ko-KR"/>
              </w:rPr>
            </w:pPr>
            <w:r w:rsidRPr="008C6DE4">
              <w:rPr>
                <w:lang w:eastAsia="ko-KR"/>
              </w:rPr>
              <w:t>5</w:t>
            </w:r>
          </w:p>
        </w:tc>
        <w:tc>
          <w:tcPr>
            <w:tcW w:w="1107" w:type="dxa"/>
          </w:tcPr>
          <w:p w14:paraId="1F45B6BF" w14:textId="77777777" w:rsidR="00D4281A" w:rsidRPr="008C6DE4" w:rsidRDefault="00D4281A" w:rsidP="003235EF">
            <w:pPr>
              <w:pStyle w:val="TAC"/>
              <w:rPr>
                <w:lang w:eastAsia="ko-KR"/>
              </w:rPr>
            </w:pPr>
            <w:r w:rsidRPr="008C6DE4">
              <w:rPr>
                <w:lang w:eastAsia="ko-KR"/>
              </w:rPr>
              <w:t>4</w:t>
            </w:r>
          </w:p>
        </w:tc>
        <w:tc>
          <w:tcPr>
            <w:tcW w:w="1107" w:type="dxa"/>
          </w:tcPr>
          <w:p w14:paraId="50808E02" w14:textId="77777777" w:rsidR="00D4281A" w:rsidRPr="008C6DE4" w:rsidRDefault="00D4281A" w:rsidP="003235EF">
            <w:pPr>
              <w:pStyle w:val="TAC"/>
              <w:rPr>
                <w:lang w:eastAsia="ko-KR"/>
              </w:rPr>
            </w:pPr>
            <w:r w:rsidRPr="008C6DE4">
              <w:rPr>
                <w:lang w:eastAsia="ko-KR"/>
              </w:rPr>
              <w:t>7</w:t>
            </w:r>
          </w:p>
        </w:tc>
        <w:tc>
          <w:tcPr>
            <w:tcW w:w="1107" w:type="dxa"/>
          </w:tcPr>
          <w:p w14:paraId="6ED4CDA6" w14:textId="77777777" w:rsidR="00D4281A" w:rsidRPr="008C6DE4" w:rsidRDefault="00D4281A" w:rsidP="003235EF">
            <w:pPr>
              <w:pStyle w:val="TAC"/>
              <w:rPr>
                <w:lang w:eastAsia="ko-KR"/>
              </w:rPr>
            </w:pPr>
            <w:r w:rsidRPr="008C6DE4">
              <w:rPr>
                <w:lang w:eastAsia="ko-KR"/>
              </w:rPr>
              <w:t>5</w:t>
            </w:r>
          </w:p>
        </w:tc>
        <w:tc>
          <w:tcPr>
            <w:tcW w:w="1107" w:type="dxa"/>
            <w:shd w:val="clear" w:color="auto" w:fill="auto"/>
          </w:tcPr>
          <w:p w14:paraId="74E23ADC" w14:textId="77777777" w:rsidR="00D4281A" w:rsidRPr="008C6DE4" w:rsidRDefault="00D4281A" w:rsidP="003235EF">
            <w:pPr>
              <w:pStyle w:val="TAC"/>
              <w:rPr>
                <w:lang w:eastAsia="ko-KR"/>
              </w:rPr>
            </w:pPr>
            <w:r w:rsidRPr="008C6DE4">
              <w:rPr>
                <w:lang w:eastAsia="ko-KR"/>
              </w:rPr>
              <w:t>4</w:t>
            </w:r>
          </w:p>
        </w:tc>
      </w:tr>
      <w:tr w:rsidR="00DD3199" w:rsidRPr="008C6DE4" w14:paraId="437F033A" w14:textId="77777777" w:rsidTr="00867D3A">
        <w:trPr>
          <w:jc w:val="center"/>
        </w:trPr>
        <w:tc>
          <w:tcPr>
            <w:tcW w:w="683" w:type="dxa"/>
            <w:shd w:val="clear" w:color="auto" w:fill="auto"/>
          </w:tcPr>
          <w:p w14:paraId="5B26607A" w14:textId="77777777" w:rsidR="00D4281A" w:rsidRPr="008C6DE4" w:rsidRDefault="00D4281A" w:rsidP="003235EF">
            <w:pPr>
              <w:pStyle w:val="TAC"/>
            </w:pPr>
            <w:r w:rsidRPr="008C6DE4">
              <w:t>30</w:t>
            </w:r>
          </w:p>
        </w:tc>
        <w:tc>
          <w:tcPr>
            <w:tcW w:w="1107" w:type="dxa"/>
          </w:tcPr>
          <w:p w14:paraId="6A501BDC" w14:textId="77777777" w:rsidR="00D4281A" w:rsidRPr="008C6DE4" w:rsidRDefault="00D4281A" w:rsidP="003235EF">
            <w:pPr>
              <w:pStyle w:val="TAC"/>
              <w:rPr>
                <w:lang w:eastAsia="ko-KR"/>
              </w:rPr>
            </w:pPr>
            <w:r w:rsidRPr="008C6DE4">
              <w:rPr>
                <w:lang w:eastAsia="ko-KR"/>
              </w:rPr>
              <w:t>13</w:t>
            </w:r>
          </w:p>
        </w:tc>
        <w:tc>
          <w:tcPr>
            <w:tcW w:w="1107" w:type="dxa"/>
          </w:tcPr>
          <w:p w14:paraId="1E49A436" w14:textId="77777777" w:rsidR="00D4281A" w:rsidRPr="008C6DE4" w:rsidRDefault="00D4281A" w:rsidP="003235EF">
            <w:pPr>
              <w:pStyle w:val="TAC"/>
              <w:rPr>
                <w:lang w:eastAsia="ko-KR"/>
              </w:rPr>
            </w:pPr>
            <w:r w:rsidRPr="008C6DE4">
              <w:rPr>
                <w:lang w:eastAsia="ko-KR"/>
              </w:rPr>
              <w:t>9</w:t>
            </w:r>
          </w:p>
        </w:tc>
        <w:tc>
          <w:tcPr>
            <w:tcW w:w="1107" w:type="dxa"/>
          </w:tcPr>
          <w:p w14:paraId="0A2D6491" w14:textId="77777777" w:rsidR="00D4281A" w:rsidRPr="008C6DE4" w:rsidRDefault="00D4281A" w:rsidP="003235EF">
            <w:pPr>
              <w:pStyle w:val="TAC"/>
              <w:rPr>
                <w:lang w:eastAsia="ko-KR"/>
              </w:rPr>
            </w:pPr>
            <w:r w:rsidRPr="008C6DE4">
              <w:rPr>
                <w:lang w:eastAsia="ko-KR"/>
              </w:rPr>
              <w:t>7</w:t>
            </w:r>
          </w:p>
        </w:tc>
        <w:tc>
          <w:tcPr>
            <w:tcW w:w="1107" w:type="dxa"/>
          </w:tcPr>
          <w:p w14:paraId="0A77C3F4" w14:textId="77777777" w:rsidR="00D4281A" w:rsidRPr="008C6DE4" w:rsidRDefault="00D4281A" w:rsidP="003235EF">
            <w:pPr>
              <w:pStyle w:val="TAC"/>
              <w:rPr>
                <w:lang w:eastAsia="ko-KR"/>
              </w:rPr>
            </w:pPr>
            <w:r w:rsidRPr="008C6DE4">
              <w:rPr>
                <w:lang w:eastAsia="ko-KR"/>
              </w:rPr>
              <w:t>13</w:t>
            </w:r>
          </w:p>
        </w:tc>
        <w:tc>
          <w:tcPr>
            <w:tcW w:w="1107" w:type="dxa"/>
          </w:tcPr>
          <w:p w14:paraId="2FA520BD" w14:textId="77777777" w:rsidR="00D4281A" w:rsidRPr="008C6DE4" w:rsidRDefault="00D4281A" w:rsidP="003235EF">
            <w:pPr>
              <w:pStyle w:val="TAC"/>
              <w:rPr>
                <w:lang w:eastAsia="ko-KR"/>
              </w:rPr>
            </w:pPr>
            <w:r w:rsidRPr="008C6DE4">
              <w:rPr>
                <w:lang w:eastAsia="ko-KR"/>
              </w:rPr>
              <w:t>9</w:t>
            </w:r>
          </w:p>
        </w:tc>
        <w:tc>
          <w:tcPr>
            <w:tcW w:w="1107" w:type="dxa"/>
            <w:shd w:val="clear" w:color="auto" w:fill="auto"/>
          </w:tcPr>
          <w:p w14:paraId="6CE5B5DE" w14:textId="77777777" w:rsidR="00D4281A" w:rsidRPr="008C6DE4" w:rsidRDefault="00D4281A" w:rsidP="003235EF">
            <w:pPr>
              <w:pStyle w:val="TAC"/>
              <w:rPr>
                <w:lang w:eastAsia="ko-KR"/>
              </w:rPr>
            </w:pPr>
            <w:r w:rsidRPr="008C6DE4">
              <w:rPr>
                <w:lang w:eastAsia="ko-KR"/>
              </w:rPr>
              <w:t>7</w:t>
            </w:r>
          </w:p>
        </w:tc>
      </w:tr>
      <w:tr w:rsidR="00DD3199" w:rsidRPr="008C6DE4" w14:paraId="3F5EDDA3" w14:textId="77777777" w:rsidTr="00867D3A">
        <w:trPr>
          <w:jc w:val="center"/>
        </w:trPr>
        <w:tc>
          <w:tcPr>
            <w:tcW w:w="683" w:type="dxa"/>
            <w:shd w:val="clear" w:color="auto" w:fill="auto"/>
          </w:tcPr>
          <w:p w14:paraId="7AABB264" w14:textId="77777777" w:rsidR="00D4281A" w:rsidRPr="008C6DE4" w:rsidRDefault="00D4281A" w:rsidP="003235EF">
            <w:pPr>
              <w:pStyle w:val="TAC"/>
            </w:pPr>
            <w:r w:rsidRPr="008C6DE4">
              <w:t>60</w:t>
            </w:r>
          </w:p>
        </w:tc>
        <w:tc>
          <w:tcPr>
            <w:tcW w:w="1107" w:type="dxa"/>
          </w:tcPr>
          <w:p w14:paraId="27E79CDE" w14:textId="77777777" w:rsidR="00D4281A" w:rsidRPr="008C6DE4" w:rsidRDefault="00D4281A" w:rsidP="003235EF">
            <w:pPr>
              <w:pStyle w:val="TAC"/>
              <w:rPr>
                <w:lang w:eastAsia="ko-KR"/>
              </w:rPr>
            </w:pPr>
            <w:r w:rsidRPr="008C6DE4">
              <w:rPr>
                <w:lang w:eastAsia="ko-KR"/>
              </w:rPr>
              <w:t>25</w:t>
            </w:r>
          </w:p>
        </w:tc>
        <w:tc>
          <w:tcPr>
            <w:tcW w:w="1107" w:type="dxa"/>
          </w:tcPr>
          <w:p w14:paraId="7B79B1E8" w14:textId="77777777" w:rsidR="00D4281A" w:rsidRPr="008C6DE4" w:rsidRDefault="00D4281A" w:rsidP="003235EF">
            <w:pPr>
              <w:pStyle w:val="TAC"/>
              <w:rPr>
                <w:lang w:eastAsia="ko-KR"/>
              </w:rPr>
            </w:pPr>
            <w:r w:rsidRPr="008C6DE4">
              <w:rPr>
                <w:lang w:eastAsia="ko-KR"/>
              </w:rPr>
              <w:t>17</w:t>
            </w:r>
          </w:p>
        </w:tc>
        <w:tc>
          <w:tcPr>
            <w:tcW w:w="1107" w:type="dxa"/>
          </w:tcPr>
          <w:p w14:paraId="06AB1981" w14:textId="77777777" w:rsidR="00D4281A" w:rsidRPr="008C6DE4" w:rsidRDefault="00D4281A" w:rsidP="003235EF">
            <w:pPr>
              <w:pStyle w:val="TAC"/>
              <w:rPr>
                <w:lang w:eastAsia="ko-KR"/>
              </w:rPr>
            </w:pPr>
            <w:r w:rsidRPr="008C6DE4">
              <w:rPr>
                <w:lang w:eastAsia="ko-KR"/>
              </w:rPr>
              <w:t>13</w:t>
            </w:r>
          </w:p>
        </w:tc>
        <w:tc>
          <w:tcPr>
            <w:tcW w:w="1107" w:type="dxa"/>
          </w:tcPr>
          <w:p w14:paraId="6CFE2607" w14:textId="77777777" w:rsidR="00D4281A" w:rsidRPr="008C6DE4" w:rsidRDefault="00D4281A" w:rsidP="003235EF">
            <w:pPr>
              <w:pStyle w:val="TAC"/>
              <w:rPr>
                <w:lang w:eastAsia="ko-KR"/>
              </w:rPr>
            </w:pPr>
            <w:r w:rsidRPr="008C6DE4">
              <w:rPr>
                <w:lang w:eastAsia="ko-KR"/>
              </w:rPr>
              <w:t>25</w:t>
            </w:r>
          </w:p>
        </w:tc>
        <w:tc>
          <w:tcPr>
            <w:tcW w:w="1107" w:type="dxa"/>
          </w:tcPr>
          <w:p w14:paraId="6D05D546" w14:textId="77777777" w:rsidR="00D4281A" w:rsidRPr="008C6DE4" w:rsidRDefault="00D4281A" w:rsidP="003235EF">
            <w:pPr>
              <w:pStyle w:val="TAC"/>
              <w:rPr>
                <w:lang w:eastAsia="ko-KR"/>
              </w:rPr>
            </w:pPr>
            <w:r w:rsidRPr="008C6DE4">
              <w:rPr>
                <w:lang w:eastAsia="ko-KR"/>
              </w:rPr>
              <w:t>17</w:t>
            </w:r>
          </w:p>
        </w:tc>
        <w:tc>
          <w:tcPr>
            <w:tcW w:w="1107" w:type="dxa"/>
            <w:shd w:val="clear" w:color="auto" w:fill="auto"/>
          </w:tcPr>
          <w:p w14:paraId="13D3CCA7" w14:textId="77777777" w:rsidR="00D4281A" w:rsidRPr="008C6DE4" w:rsidRDefault="00D4281A" w:rsidP="003235EF">
            <w:pPr>
              <w:pStyle w:val="TAC"/>
              <w:rPr>
                <w:lang w:eastAsia="ko-KR"/>
              </w:rPr>
            </w:pPr>
            <w:r w:rsidRPr="008C6DE4">
              <w:rPr>
                <w:lang w:eastAsia="ko-KR"/>
              </w:rPr>
              <w:t>13</w:t>
            </w:r>
          </w:p>
        </w:tc>
      </w:tr>
      <w:tr w:rsidR="00DD3199" w:rsidRPr="008C6DE4" w14:paraId="1C124143" w14:textId="77777777" w:rsidTr="00867D3A">
        <w:trPr>
          <w:jc w:val="center"/>
        </w:trPr>
        <w:tc>
          <w:tcPr>
            <w:tcW w:w="683" w:type="dxa"/>
            <w:shd w:val="clear" w:color="auto" w:fill="auto"/>
          </w:tcPr>
          <w:p w14:paraId="35698E2E" w14:textId="77777777" w:rsidR="00D4281A" w:rsidRPr="008C6DE4" w:rsidRDefault="00D4281A" w:rsidP="003235EF">
            <w:pPr>
              <w:pStyle w:val="TAC"/>
            </w:pPr>
            <w:r w:rsidRPr="008C6DE4">
              <w:t>120</w:t>
            </w:r>
          </w:p>
        </w:tc>
        <w:tc>
          <w:tcPr>
            <w:tcW w:w="1107" w:type="dxa"/>
          </w:tcPr>
          <w:p w14:paraId="2D805DFE" w14:textId="77777777" w:rsidR="00D4281A" w:rsidRPr="008C6DE4" w:rsidRDefault="00D4281A" w:rsidP="003235EF">
            <w:pPr>
              <w:pStyle w:val="TAC"/>
              <w:rPr>
                <w:lang w:eastAsia="ko-KR"/>
              </w:rPr>
            </w:pPr>
            <w:r w:rsidRPr="008C6DE4">
              <w:rPr>
                <w:lang w:eastAsia="ko-KR"/>
              </w:rPr>
              <w:t>49</w:t>
            </w:r>
          </w:p>
        </w:tc>
        <w:tc>
          <w:tcPr>
            <w:tcW w:w="1107" w:type="dxa"/>
          </w:tcPr>
          <w:p w14:paraId="30A2A69A" w14:textId="77777777" w:rsidR="00D4281A" w:rsidRPr="008C6DE4" w:rsidRDefault="00D4281A" w:rsidP="003235EF">
            <w:pPr>
              <w:pStyle w:val="TAC"/>
              <w:rPr>
                <w:lang w:eastAsia="ko-KR"/>
              </w:rPr>
            </w:pPr>
            <w:r w:rsidRPr="008C6DE4">
              <w:rPr>
                <w:lang w:eastAsia="ko-KR"/>
              </w:rPr>
              <w:t>33</w:t>
            </w:r>
          </w:p>
        </w:tc>
        <w:tc>
          <w:tcPr>
            <w:tcW w:w="1107" w:type="dxa"/>
          </w:tcPr>
          <w:p w14:paraId="6ADE26CD" w14:textId="77777777" w:rsidR="00D4281A" w:rsidRPr="008C6DE4" w:rsidRDefault="00D4281A" w:rsidP="003235EF">
            <w:pPr>
              <w:pStyle w:val="TAC"/>
              <w:rPr>
                <w:lang w:eastAsia="ko-KR"/>
              </w:rPr>
            </w:pPr>
            <w:r w:rsidRPr="008C6DE4">
              <w:rPr>
                <w:lang w:eastAsia="ko-KR"/>
              </w:rPr>
              <w:t>25</w:t>
            </w:r>
          </w:p>
        </w:tc>
        <w:tc>
          <w:tcPr>
            <w:tcW w:w="1107" w:type="dxa"/>
          </w:tcPr>
          <w:p w14:paraId="678383E7" w14:textId="77777777" w:rsidR="00D4281A" w:rsidRPr="008C6DE4" w:rsidRDefault="00D4281A" w:rsidP="003235EF">
            <w:pPr>
              <w:pStyle w:val="TAC"/>
              <w:rPr>
                <w:lang w:eastAsia="ko-KR"/>
              </w:rPr>
            </w:pPr>
            <w:r w:rsidRPr="008C6DE4">
              <w:rPr>
                <w:lang w:eastAsia="ko-KR"/>
              </w:rPr>
              <w:t>49</w:t>
            </w:r>
          </w:p>
        </w:tc>
        <w:tc>
          <w:tcPr>
            <w:tcW w:w="1107" w:type="dxa"/>
          </w:tcPr>
          <w:p w14:paraId="3B681174" w14:textId="77777777" w:rsidR="00D4281A" w:rsidRPr="008C6DE4" w:rsidRDefault="00D4281A" w:rsidP="003235EF">
            <w:pPr>
              <w:pStyle w:val="TAC"/>
              <w:rPr>
                <w:lang w:eastAsia="ko-KR"/>
              </w:rPr>
            </w:pPr>
            <w:r w:rsidRPr="008C6DE4">
              <w:rPr>
                <w:lang w:eastAsia="ko-KR"/>
              </w:rPr>
              <w:t>33</w:t>
            </w:r>
          </w:p>
        </w:tc>
        <w:tc>
          <w:tcPr>
            <w:tcW w:w="1107" w:type="dxa"/>
            <w:shd w:val="clear" w:color="auto" w:fill="auto"/>
          </w:tcPr>
          <w:p w14:paraId="2272757F" w14:textId="77777777" w:rsidR="00D4281A" w:rsidRPr="008C6DE4" w:rsidRDefault="00D4281A" w:rsidP="003235EF">
            <w:pPr>
              <w:pStyle w:val="TAC"/>
              <w:rPr>
                <w:lang w:eastAsia="ko-KR"/>
              </w:rPr>
            </w:pPr>
            <w:r w:rsidRPr="008C6DE4">
              <w:rPr>
                <w:lang w:eastAsia="ko-KR"/>
              </w:rPr>
              <w:t>25</w:t>
            </w:r>
          </w:p>
        </w:tc>
      </w:tr>
      <w:tr w:rsidR="00D4281A" w:rsidRPr="008C6DE4" w14:paraId="3FC57F3D" w14:textId="77777777" w:rsidTr="00867D3A">
        <w:trPr>
          <w:trHeight w:val="622"/>
          <w:jc w:val="center"/>
        </w:trPr>
        <w:tc>
          <w:tcPr>
            <w:tcW w:w="7325" w:type="dxa"/>
            <w:gridSpan w:val="7"/>
            <w:shd w:val="clear" w:color="auto" w:fill="auto"/>
          </w:tcPr>
          <w:p w14:paraId="035E5CB1" w14:textId="77777777" w:rsidR="00D4281A" w:rsidRPr="008C6DE4" w:rsidRDefault="00D4281A" w:rsidP="003235EF">
            <w:pPr>
              <w:pStyle w:val="TAN"/>
            </w:pPr>
            <w:r w:rsidRPr="008C6DE4">
              <w:t>N</w:t>
            </w:r>
            <w:r w:rsidRPr="008C6DE4">
              <w:rPr>
                <w:lang w:eastAsia="ko-KR"/>
              </w:rPr>
              <w:t xml:space="preserve">OTE </w:t>
            </w:r>
            <w:r w:rsidRPr="008C6DE4">
              <w:rPr>
                <w:rFonts w:eastAsia="MS Mincho"/>
                <w:lang w:eastAsia="ja-JP"/>
              </w:rPr>
              <w:t>1</w:t>
            </w:r>
            <w:r w:rsidRPr="008C6DE4">
              <w:t>:</w:t>
            </w:r>
            <w:r w:rsidRPr="008C6DE4">
              <w:tab/>
              <w:t>For Gap Pattern ID 0, 1, 2 and 3, total number of interrupted subframes on MCG is MGL subframes when MG timing advance of 0ms is applied, and (MGL+1) subframes when MG timing advance of 0.5ms is applied.</w:t>
            </w:r>
          </w:p>
          <w:p w14:paraId="5616B25D" w14:textId="77777777" w:rsidR="00D4281A" w:rsidRPr="008C6DE4" w:rsidRDefault="00D4281A" w:rsidP="003235EF">
            <w:pPr>
              <w:pStyle w:val="TAN"/>
            </w:pPr>
            <w:r w:rsidRPr="008C6DE4">
              <w:rPr>
                <w:rFonts w:eastAsia="MS Mincho"/>
                <w:lang w:eastAsia="ja-JP"/>
              </w:rPr>
              <w:t>N</w:t>
            </w:r>
            <w:r w:rsidRPr="008C6DE4">
              <w:rPr>
                <w:lang w:eastAsia="ko-KR"/>
              </w:rPr>
              <w:t xml:space="preserve">OTE </w:t>
            </w:r>
            <w:r w:rsidRPr="008C6DE4">
              <w:rPr>
                <w:rFonts w:eastAsia="MS Mincho"/>
                <w:lang w:eastAsia="ja-JP"/>
              </w:rPr>
              <w:t>2</w:t>
            </w:r>
            <w:r w:rsidRPr="008C6DE4">
              <w:t>:</w:t>
            </w:r>
            <w:r w:rsidRPr="008C6DE4">
              <w:tab/>
              <w:t>NR SCS of 120 kHz is only applicable to the case with per-UE measurement gap.</w:t>
            </w:r>
          </w:p>
        </w:tc>
      </w:tr>
    </w:tbl>
    <w:p w14:paraId="16AF1EC1" w14:textId="77777777" w:rsidR="00D4281A" w:rsidRPr="008C6DE4" w:rsidRDefault="00D4281A" w:rsidP="00D4281A">
      <w:pPr>
        <w:rPr>
          <w:rFonts w:eastAsia="MS Mincho"/>
          <w:lang w:val="en-US" w:eastAsia="ja-JP"/>
        </w:rPr>
      </w:pPr>
    </w:p>
    <w:p w14:paraId="573B928D" w14:textId="77777777" w:rsidR="00D4281A" w:rsidRPr="008C6DE4" w:rsidRDefault="00D4281A" w:rsidP="00D4281A">
      <w:pPr>
        <w:rPr>
          <w:rFonts w:eastAsia="MS Mincho"/>
          <w:lang w:eastAsia="ja-JP"/>
        </w:rPr>
      </w:pPr>
      <w:r w:rsidRPr="008C6DE4">
        <w:rPr>
          <w:rFonts w:eastAsia="MS Mincho"/>
          <w:lang w:val="en-US" w:eastAsia="ja-JP"/>
        </w:rPr>
        <w:t xml:space="preserve">In case that UE capable of per-FR measurement gap is configured with per-FR measurement gap for FR2 serving cells, </w:t>
      </w:r>
      <w:r w:rsidRPr="008C6DE4">
        <w:rPr>
          <w:lang w:eastAsia="ko-KR"/>
        </w:rPr>
        <w:t>total number of interrupted slot</w:t>
      </w:r>
      <w:r w:rsidRPr="008C6DE4">
        <w:rPr>
          <w:rFonts w:eastAsia="MS Mincho"/>
          <w:lang w:eastAsia="ja-JP"/>
        </w:rPr>
        <w:t>s</w:t>
      </w:r>
      <w:r w:rsidRPr="008C6DE4">
        <w:rPr>
          <w:lang w:eastAsia="ko-KR"/>
        </w:rPr>
        <w:t xml:space="preserve"> on </w:t>
      </w:r>
      <w:r w:rsidRPr="008C6DE4">
        <w:rPr>
          <w:rFonts w:eastAsia="MS Mincho"/>
          <w:lang w:eastAsia="ja-JP"/>
        </w:rPr>
        <w:t>FR2 serving cells</w:t>
      </w:r>
      <w:r w:rsidRPr="008C6DE4">
        <w:rPr>
          <w:lang w:eastAsia="ko-KR"/>
        </w:rPr>
        <w:t xml:space="preserve"> during MGL is listed in Table9.1.2-4</w:t>
      </w:r>
      <w:r w:rsidRPr="008C6DE4">
        <w:rPr>
          <w:rFonts w:eastAsia="MS Mincho"/>
          <w:lang w:eastAsia="ja-JP"/>
        </w:rPr>
        <w:t>b.</w:t>
      </w:r>
    </w:p>
    <w:p w14:paraId="23720D28" w14:textId="77777777" w:rsidR="00D4281A" w:rsidRPr="008C6DE4" w:rsidRDefault="00D4281A" w:rsidP="003235EF">
      <w:pPr>
        <w:pStyle w:val="TH"/>
        <w:rPr>
          <w:lang w:val="en-US"/>
        </w:rPr>
      </w:pPr>
      <w:r w:rsidRPr="008C6DE4">
        <w:t xml:space="preserve">Table 9.1.2-4b: </w:t>
      </w:r>
      <w:r w:rsidRPr="008C6DE4">
        <w:rPr>
          <w:lang w:val="en-US"/>
        </w:rPr>
        <w:t xml:space="preserve">Total number of interrupted slots on FR2 serving cells during MGL </w:t>
      </w:r>
      <w:r w:rsidRPr="008C6DE4">
        <w:rPr>
          <w:rFonts w:eastAsia="MS Mincho"/>
          <w:lang w:val="en-US" w:eastAsia="ja-JP"/>
        </w:rPr>
        <w:t>for EN-DC, NR standalone operation (with single carrier, NR CA and NR-DC configuration)</w:t>
      </w:r>
      <w:r w:rsidRPr="008C6DE4">
        <w:rPr>
          <w:lang w:val="en-US"/>
        </w:rPr>
        <w:t xml:space="preserve"> </w:t>
      </w:r>
      <w:r w:rsidRPr="008C6DE4">
        <w:rPr>
          <w:rFonts w:eastAsia="MS Mincho"/>
          <w:lang w:val="en-US" w:eastAsia="ja-JP"/>
        </w:rPr>
        <w:t>and NE-DC</w:t>
      </w:r>
      <w:r w:rsidRPr="008C6DE4">
        <w:rPr>
          <w:lang w:val="en-US"/>
        </w:rPr>
        <w:t xml:space="preserve"> with per-UE measurement gap or per-FR measurement gap for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232"/>
        <w:gridCol w:w="1232"/>
        <w:gridCol w:w="1232"/>
        <w:gridCol w:w="1232"/>
        <w:gridCol w:w="1232"/>
        <w:gridCol w:w="1232"/>
      </w:tblGrid>
      <w:tr w:rsidR="00DD3199" w:rsidRPr="008C6DE4" w14:paraId="6BBDAACF" w14:textId="77777777" w:rsidTr="00867D3A">
        <w:trPr>
          <w:jc w:val="center"/>
        </w:trPr>
        <w:tc>
          <w:tcPr>
            <w:tcW w:w="683" w:type="dxa"/>
            <w:vMerge w:val="restart"/>
            <w:shd w:val="clear" w:color="auto" w:fill="auto"/>
          </w:tcPr>
          <w:p w14:paraId="696F7A84" w14:textId="77777777" w:rsidR="00D4281A" w:rsidRPr="008C6DE4" w:rsidRDefault="00D4281A" w:rsidP="003235EF">
            <w:pPr>
              <w:pStyle w:val="TAH"/>
            </w:pPr>
            <w:r w:rsidRPr="008C6DE4">
              <w:rPr>
                <w:lang w:eastAsia="ko-KR"/>
              </w:rPr>
              <w:t>NR SCS</w:t>
            </w:r>
            <w:r w:rsidRPr="008C6DE4">
              <w:t xml:space="preserve"> (kHz)</w:t>
            </w:r>
          </w:p>
        </w:tc>
        <w:tc>
          <w:tcPr>
            <w:tcW w:w="7392" w:type="dxa"/>
            <w:gridSpan w:val="6"/>
          </w:tcPr>
          <w:p w14:paraId="74BC02A0" w14:textId="77777777" w:rsidR="00D4281A" w:rsidRPr="008C6DE4" w:rsidRDefault="00D4281A" w:rsidP="003235EF">
            <w:pPr>
              <w:pStyle w:val="TAH"/>
              <w:rPr>
                <w:rFonts w:eastAsia="MS Mincho"/>
                <w:lang w:eastAsia="ja-JP"/>
              </w:rPr>
            </w:pPr>
            <w:r w:rsidRPr="008C6DE4">
              <w:rPr>
                <w:lang w:eastAsia="ko-KR"/>
              </w:rPr>
              <w:t>Total number of interrupted slot</w:t>
            </w:r>
            <w:r w:rsidRPr="008C6DE4">
              <w:rPr>
                <w:rFonts w:eastAsia="MS Mincho"/>
                <w:lang w:eastAsia="ja-JP"/>
              </w:rPr>
              <w:t>s</w:t>
            </w:r>
            <w:r w:rsidRPr="008C6DE4">
              <w:rPr>
                <w:lang w:eastAsia="ko-KR"/>
              </w:rPr>
              <w:t xml:space="preserve"> on </w:t>
            </w:r>
            <w:r w:rsidRPr="008C6DE4">
              <w:rPr>
                <w:rFonts w:eastAsia="MS Mincho"/>
                <w:lang w:eastAsia="ja-JP"/>
              </w:rPr>
              <w:t>FR2 serving cells</w:t>
            </w:r>
          </w:p>
        </w:tc>
      </w:tr>
      <w:tr w:rsidR="00DD3199" w:rsidRPr="008C6DE4" w14:paraId="22BDE575" w14:textId="77777777" w:rsidTr="00867D3A">
        <w:trPr>
          <w:jc w:val="center"/>
        </w:trPr>
        <w:tc>
          <w:tcPr>
            <w:tcW w:w="683" w:type="dxa"/>
            <w:vMerge/>
            <w:shd w:val="clear" w:color="auto" w:fill="auto"/>
          </w:tcPr>
          <w:p w14:paraId="664EBC9C" w14:textId="77777777" w:rsidR="00D4281A" w:rsidRPr="008C6DE4" w:rsidRDefault="00D4281A" w:rsidP="003235EF">
            <w:pPr>
              <w:pStyle w:val="TAH"/>
              <w:rPr>
                <w:lang w:eastAsia="ko-KR"/>
              </w:rPr>
            </w:pPr>
          </w:p>
        </w:tc>
        <w:tc>
          <w:tcPr>
            <w:tcW w:w="3696" w:type="dxa"/>
            <w:gridSpan w:val="3"/>
          </w:tcPr>
          <w:p w14:paraId="75A69EC9" w14:textId="77777777" w:rsidR="00D4281A" w:rsidRPr="008C6DE4" w:rsidRDefault="00D4281A" w:rsidP="003235EF">
            <w:pPr>
              <w:pStyle w:val="TAH"/>
              <w:rPr>
                <w:lang w:eastAsia="ko-KR"/>
              </w:rPr>
            </w:pPr>
            <w:r w:rsidRPr="008C6DE4">
              <w:rPr>
                <w:lang w:eastAsia="ko-KR"/>
              </w:rPr>
              <w:t>When MG timing advance of 0ms is applied</w:t>
            </w:r>
          </w:p>
        </w:tc>
        <w:tc>
          <w:tcPr>
            <w:tcW w:w="3696" w:type="dxa"/>
            <w:gridSpan w:val="3"/>
          </w:tcPr>
          <w:p w14:paraId="1426775D" w14:textId="77777777" w:rsidR="00D4281A" w:rsidRPr="008C6DE4" w:rsidRDefault="00D4281A" w:rsidP="003235EF">
            <w:pPr>
              <w:pStyle w:val="TAH"/>
              <w:rPr>
                <w:lang w:eastAsia="ko-KR"/>
              </w:rPr>
            </w:pPr>
            <w:r w:rsidRPr="008C6DE4">
              <w:rPr>
                <w:lang w:eastAsia="ko-KR"/>
              </w:rPr>
              <w:t>When MG timing advance of 0.</w:t>
            </w:r>
            <w:r w:rsidRPr="008C6DE4">
              <w:rPr>
                <w:rFonts w:eastAsia="MS Mincho"/>
                <w:lang w:eastAsia="ja-JP"/>
              </w:rPr>
              <w:t>2</w:t>
            </w:r>
            <w:r w:rsidRPr="008C6DE4">
              <w:rPr>
                <w:lang w:eastAsia="ko-KR"/>
              </w:rPr>
              <w:t>5ms is applied</w:t>
            </w:r>
          </w:p>
        </w:tc>
      </w:tr>
      <w:tr w:rsidR="00DD3199" w:rsidRPr="008C6DE4" w14:paraId="0369915C" w14:textId="77777777" w:rsidTr="00867D3A">
        <w:trPr>
          <w:jc w:val="center"/>
        </w:trPr>
        <w:tc>
          <w:tcPr>
            <w:tcW w:w="683" w:type="dxa"/>
            <w:vMerge/>
            <w:shd w:val="clear" w:color="auto" w:fill="auto"/>
          </w:tcPr>
          <w:p w14:paraId="6A187598" w14:textId="77777777" w:rsidR="00D4281A" w:rsidRPr="008C6DE4" w:rsidRDefault="00D4281A" w:rsidP="003235EF">
            <w:pPr>
              <w:pStyle w:val="TAH"/>
            </w:pPr>
          </w:p>
        </w:tc>
        <w:tc>
          <w:tcPr>
            <w:tcW w:w="1232" w:type="dxa"/>
          </w:tcPr>
          <w:p w14:paraId="47643BFC" w14:textId="77777777" w:rsidR="00D4281A" w:rsidRPr="008C6DE4" w:rsidRDefault="00D4281A" w:rsidP="003235EF">
            <w:pPr>
              <w:pStyle w:val="TAH"/>
              <w:rPr>
                <w:lang w:eastAsia="ko-KR"/>
              </w:rPr>
            </w:pPr>
            <w:r w:rsidRPr="008C6DE4">
              <w:rPr>
                <w:lang w:eastAsia="ko-KR"/>
              </w:rPr>
              <w:t>MGL=</w:t>
            </w:r>
            <w:r w:rsidRPr="008C6DE4">
              <w:rPr>
                <w:rFonts w:eastAsia="MS Mincho"/>
                <w:lang w:eastAsia="ja-JP"/>
              </w:rPr>
              <w:t>5.5</w:t>
            </w:r>
            <w:r w:rsidRPr="008C6DE4">
              <w:rPr>
                <w:lang w:eastAsia="ko-KR"/>
              </w:rPr>
              <w:t>ms</w:t>
            </w:r>
          </w:p>
        </w:tc>
        <w:tc>
          <w:tcPr>
            <w:tcW w:w="1232" w:type="dxa"/>
          </w:tcPr>
          <w:p w14:paraId="6B5DFE5F" w14:textId="77777777" w:rsidR="00D4281A" w:rsidRPr="008C6DE4" w:rsidRDefault="00D4281A" w:rsidP="003235EF">
            <w:pPr>
              <w:pStyle w:val="TAH"/>
              <w:rPr>
                <w:lang w:eastAsia="ko-KR"/>
              </w:rPr>
            </w:pPr>
            <w:r w:rsidRPr="008C6DE4">
              <w:rPr>
                <w:lang w:eastAsia="ko-KR"/>
              </w:rPr>
              <w:t>MGL=</w:t>
            </w:r>
            <w:r w:rsidRPr="008C6DE4">
              <w:rPr>
                <w:rFonts w:eastAsia="MS Mincho"/>
                <w:lang w:eastAsia="ja-JP"/>
              </w:rPr>
              <w:t>3.5</w:t>
            </w:r>
            <w:r w:rsidRPr="008C6DE4">
              <w:rPr>
                <w:lang w:eastAsia="ko-KR"/>
              </w:rPr>
              <w:t>ms</w:t>
            </w:r>
          </w:p>
        </w:tc>
        <w:tc>
          <w:tcPr>
            <w:tcW w:w="1232" w:type="dxa"/>
          </w:tcPr>
          <w:p w14:paraId="0FF47BD3" w14:textId="77777777" w:rsidR="00D4281A" w:rsidRPr="008C6DE4" w:rsidRDefault="00D4281A" w:rsidP="003235EF">
            <w:pPr>
              <w:pStyle w:val="TAH"/>
              <w:rPr>
                <w:lang w:eastAsia="ko-KR"/>
              </w:rPr>
            </w:pPr>
            <w:r w:rsidRPr="008C6DE4">
              <w:rPr>
                <w:lang w:eastAsia="ko-KR"/>
              </w:rPr>
              <w:t>MGL=</w:t>
            </w:r>
            <w:r w:rsidRPr="008C6DE4">
              <w:rPr>
                <w:rFonts w:eastAsia="MS Mincho"/>
                <w:lang w:eastAsia="ja-JP"/>
              </w:rPr>
              <w:t>1.5</w:t>
            </w:r>
            <w:r w:rsidRPr="008C6DE4">
              <w:rPr>
                <w:lang w:eastAsia="ko-KR"/>
              </w:rPr>
              <w:t>ms</w:t>
            </w:r>
          </w:p>
        </w:tc>
        <w:tc>
          <w:tcPr>
            <w:tcW w:w="1232" w:type="dxa"/>
          </w:tcPr>
          <w:p w14:paraId="313F0420" w14:textId="77777777" w:rsidR="00D4281A" w:rsidRPr="008C6DE4" w:rsidRDefault="00D4281A" w:rsidP="003235EF">
            <w:pPr>
              <w:pStyle w:val="TAH"/>
              <w:rPr>
                <w:lang w:eastAsia="ko-KR"/>
              </w:rPr>
            </w:pPr>
            <w:r w:rsidRPr="008C6DE4">
              <w:rPr>
                <w:lang w:eastAsia="ko-KR"/>
              </w:rPr>
              <w:t>MGL=</w:t>
            </w:r>
            <w:r w:rsidRPr="008C6DE4">
              <w:rPr>
                <w:rFonts w:eastAsia="MS Mincho"/>
                <w:lang w:eastAsia="ja-JP"/>
              </w:rPr>
              <w:t>5.5</w:t>
            </w:r>
            <w:r w:rsidRPr="008C6DE4">
              <w:rPr>
                <w:lang w:eastAsia="ko-KR"/>
              </w:rPr>
              <w:t>ms</w:t>
            </w:r>
          </w:p>
        </w:tc>
        <w:tc>
          <w:tcPr>
            <w:tcW w:w="1232" w:type="dxa"/>
          </w:tcPr>
          <w:p w14:paraId="598E1B7C" w14:textId="77777777" w:rsidR="00D4281A" w:rsidRPr="008C6DE4" w:rsidRDefault="00D4281A" w:rsidP="003235EF">
            <w:pPr>
              <w:pStyle w:val="TAH"/>
              <w:rPr>
                <w:lang w:eastAsia="ko-KR"/>
              </w:rPr>
            </w:pPr>
            <w:r w:rsidRPr="008C6DE4">
              <w:rPr>
                <w:lang w:eastAsia="ko-KR"/>
              </w:rPr>
              <w:t>MGL=</w:t>
            </w:r>
            <w:r w:rsidRPr="008C6DE4">
              <w:rPr>
                <w:rFonts w:eastAsia="MS Mincho"/>
                <w:lang w:eastAsia="ja-JP"/>
              </w:rPr>
              <w:t>3.5</w:t>
            </w:r>
            <w:r w:rsidRPr="008C6DE4">
              <w:rPr>
                <w:lang w:eastAsia="ko-KR"/>
              </w:rPr>
              <w:t>ms</w:t>
            </w:r>
          </w:p>
        </w:tc>
        <w:tc>
          <w:tcPr>
            <w:tcW w:w="1232" w:type="dxa"/>
            <w:shd w:val="clear" w:color="auto" w:fill="auto"/>
          </w:tcPr>
          <w:p w14:paraId="3BC15869" w14:textId="77777777" w:rsidR="00D4281A" w:rsidRPr="008C6DE4" w:rsidRDefault="00D4281A" w:rsidP="003235EF">
            <w:pPr>
              <w:pStyle w:val="TAH"/>
              <w:rPr>
                <w:lang w:eastAsia="ko-KR"/>
              </w:rPr>
            </w:pPr>
            <w:r w:rsidRPr="008C6DE4">
              <w:rPr>
                <w:lang w:eastAsia="ko-KR"/>
              </w:rPr>
              <w:t>MGL=</w:t>
            </w:r>
            <w:r w:rsidRPr="008C6DE4">
              <w:rPr>
                <w:rFonts w:eastAsia="MS Mincho"/>
                <w:lang w:eastAsia="ja-JP"/>
              </w:rPr>
              <w:t>1.5</w:t>
            </w:r>
            <w:r w:rsidRPr="008C6DE4">
              <w:rPr>
                <w:lang w:eastAsia="ko-KR"/>
              </w:rPr>
              <w:t>ms</w:t>
            </w:r>
          </w:p>
        </w:tc>
      </w:tr>
      <w:tr w:rsidR="00DD3199" w:rsidRPr="008C6DE4" w14:paraId="4C2A14E3" w14:textId="77777777" w:rsidTr="00867D3A">
        <w:trPr>
          <w:jc w:val="center"/>
        </w:trPr>
        <w:tc>
          <w:tcPr>
            <w:tcW w:w="683" w:type="dxa"/>
            <w:shd w:val="clear" w:color="auto" w:fill="auto"/>
          </w:tcPr>
          <w:p w14:paraId="03FA2867" w14:textId="77777777" w:rsidR="00D4281A" w:rsidRPr="008C6DE4" w:rsidRDefault="00D4281A" w:rsidP="003235EF">
            <w:pPr>
              <w:pStyle w:val="TAC"/>
            </w:pPr>
            <w:r w:rsidRPr="008C6DE4">
              <w:t>60</w:t>
            </w:r>
          </w:p>
        </w:tc>
        <w:tc>
          <w:tcPr>
            <w:tcW w:w="1232" w:type="dxa"/>
          </w:tcPr>
          <w:p w14:paraId="2EECB0D0" w14:textId="77777777" w:rsidR="00D4281A" w:rsidRPr="008C6DE4" w:rsidRDefault="00D4281A" w:rsidP="003235EF">
            <w:pPr>
              <w:pStyle w:val="TAC"/>
              <w:rPr>
                <w:rFonts w:eastAsia="MS Mincho"/>
                <w:lang w:eastAsia="ja-JP"/>
              </w:rPr>
            </w:pPr>
            <w:r w:rsidRPr="008C6DE4">
              <w:rPr>
                <w:lang w:eastAsia="ko-KR"/>
              </w:rPr>
              <w:t>2</w:t>
            </w:r>
            <w:r w:rsidRPr="008C6DE4">
              <w:rPr>
                <w:rFonts w:eastAsia="MS Mincho"/>
                <w:lang w:eastAsia="ja-JP"/>
              </w:rPr>
              <w:t>2</w:t>
            </w:r>
          </w:p>
        </w:tc>
        <w:tc>
          <w:tcPr>
            <w:tcW w:w="1232" w:type="dxa"/>
          </w:tcPr>
          <w:p w14:paraId="4947FAA5" w14:textId="77777777" w:rsidR="00D4281A" w:rsidRPr="008C6DE4" w:rsidRDefault="00D4281A" w:rsidP="003235EF">
            <w:pPr>
              <w:pStyle w:val="TAC"/>
              <w:rPr>
                <w:rFonts w:eastAsia="MS Mincho"/>
                <w:lang w:eastAsia="ja-JP"/>
              </w:rPr>
            </w:pPr>
            <w:r w:rsidRPr="008C6DE4">
              <w:rPr>
                <w:rFonts w:eastAsia="MS Mincho"/>
                <w:lang w:eastAsia="ja-JP"/>
              </w:rPr>
              <w:t>14</w:t>
            </w:r>
          </w:p>
        </w:tc>
        <w:tc>
          <w:tcPr>
            <w:tcW w:w="1232" w:type="dxa"/>
          </w:tcPr>
          <w:p w14:paraId="69677909" w14:textId="77777777" w:rsidR="00D4281A" w:rsidRPr="008C6DE4" w:rsidRDefault="00D4281A" w:rsidP="003235EF">
            <w:pPr>
              <w:pStyle w:val="TAC"/>
              <w:rPr>
                <w:rFonts w:eastAsia="MS Mincho"/>
                <w:lang w:eastAsia="ja-JP"/>
              </w:rPr>
            </w:pPr>
            <w:r w:rsidRPr="008C6DE4">
              <w:rPr>
                <w:rFonts w:eastAsia="MS Mincho"/>
                <w:lang w:eastAsia="ja-JP"/>
              </w:rPr>
              <w:t>6</w:t>
            </w:r>
          </w:p>
        </w:tc>
        <w:tc>
          <w:tcPr>
            <w:tcW w:w="1232" w:type="dxa"/>
          </w:tcPr>
          <w:p w14:paraId="419B3A17" w14:textId="77777777" w:rsidR="00D4281A" w:rsidRPr="008C6DE4" w:rsidRDefault="00D4281A" w:rsidP="003235EF">
            <w:pPr>
              <w:pStyle w:val="TAC"/>
              <w:rPr>
                <w:rFonts w:eastAsia="MS Mincho"/>
                <w:lang w:eastAsia="ja-JP"/>
              </w:rPr>
            </w:pPr>
            <w:r w:rsidRPr="008C6DE4">
              <w:rPr>
                <w:lang w:eastAsia="ko-KR"/>
              </w:rPr>
              <w:t>2</w:t>
            </w:r>
            <w:r w:rsidRPr="008C6DE4">
              <w:rPr>
                <w:rFonts w:eastAsia="MS Mincho"/>
                <w:lang w:eastAsia="ja-JP"/>
              </w:rPr>
              <w:t>2</w:t>
            </w:r>
          </w:p>
        </w:tc>
        <w:tc>
          <w:tcPr>
            <w:tcW w:w="1232" w:type="dxa"/>
          </w:tcPr>
          <w:p w14:paraId="7B106CCD" w14:textId="77777777" w:rsidR="00D4281A" w:rsidRPr="008C6DE4" w:rsidRDefault="00D4281A" w:rsidP="003235EF">
            <w:pPr>
              <w:pStyle w:val="TAC"/>
              <w:rPr>
                <w:rFonts w:eastAsia="MS Mincho"/>
                <w:lang w:eastAsia="ja-JP"/>
              </w:rPr>
            </w:pPr>
            <w:r w:rsidRPr="008C6DE4">
              <w:rPr>
                <w:lang w:eastAsia="ko-KR"/>
              </w:rPr>
              <w:t>1</w:t>
            </w:r>
            <w:r w:rsidRPr="008C6DE4">
              <w:rPr>
                <w:rFonts w:eastAsia="MS Mincho"/>
                <w:lang w:eastAsia="ja-JP"/>
              </w:rPr>
              <w:t>4</w:t>
            </w:r>
          </w:p>
        </w:tc>
        <w:tc>
          <w:tcPr>
            <w:tcW w:w="1232" w:type="dxa"/>
            <w:shd w:val="clear" w:color="auto" w:fill="auto"/>
          </w:tcPr>
          <w:p w14:paraId="402AFC9E" w14:textId="77777777" w:rsidR="00D4281A" w:rsidRPr="008C6DE4" w:rsidRDefault="00D4281A" w:rsidP="003235EF">
            <w:pPr>
              <w:pStyle w:val="TAC"/>
              <w:rPr>
                <w:rFonts w:eastAsia="MS Mincho"/>
                <w:lang w:eastAsia="ja-JP"/>
              </w:rPr>
            </w:pPr>
            <w:r w:rsidRPr="008C6DE4">
              <w:rPr>
                <w:rFonts w:eastAsia="MS Mincho"/>
                <w:lang w:eastAsia="ja-JP"/>
              </w:rPr>
              <w:t>6</w:t>
            </w:r>
          </w:p>
        </w:tc>
      </w:tr>
      <w:tr w:rsidR="00D4281A" w:rsidRPr="008C6DE4" w14:paraId="7FED157C" w14:textId="77777777" w:rsidTr="00867D3A">
        <w:trPr>
          <w:jc w:val="center"/>
        </w:trPr>
        <w:tc>
          <w:tcPr>
            <w:tcW w:w="683" w:type="dxa"/>
            <w:shd w:val="clear" w:color="auto" w:fill="auto"/>
          </w:tcPr>
          <w:p w14:paraId="057019FE" w14:textId="77777777" w:rsidR="00D4281A" w:rsidRPr="008C6DE4" w:rsidRDefault="00D4281A" w:rsidP="003235EF">
            <w:pPr>
              <w:pStyle w:val="TAC"/>
            </w:pPr>
            <w:r w:rsidRPr="008C6DE4">
              <w:t>120</w:t>
            </w:r>
          </w:p>
        </w:tc>
        <w:tc>
          <w:tcPr>
            <w:tcW w:w="1232" w:type="dxa"/>
          </w:tcPr>
          <w:p w14:paraId="38A1CA5D" w14:textId="77777777" w:rsidR="00D4281A" w:rsidRPr="008C6DE4" w:rsidRDefault="00D4281A" w:rsidP="003235EF">
            <w:pPr>
              <w:pStyle w:val="TAC"/>
              <w:rPr>
                <w:rFonts w:eastAsia="MS Mincho"/>
                <w:lang w:eastAsia="ja-JP"/>
              </w:rPr>
            </w:pPr>
            <w:r w:rsidRPr="008C6DE4">
              <w:rPr>
                <w:rFonts w:eastAsia="MS Mincho"/>
                <w:lang w:eastAsia="ja-JP"/>
              </w:rPr>
              <w:t>44</w:t>
            </w:r>
          </w:p>
        </w:tc>
        <w:tc>
          <w:tcPr>
            <w:tcW w:w="1232" w:type="dxa"/>
          </w:tcPr>
          <w:p w14:paraId="31DD2841" w14:textId="77777777" w:rsidR="00D4281A" w:rsidRPr="008C6DE4" w:rsidRDefault="00D4281A" w:rsidP="003235EF">
            <w:pPr>
              <w:pStyle w:val="TAC"/>
              <w:rPr>
                <w:rFonts w:eastAsia="MS Mincho"/>
                <w:lang w:eastAsia="ja-JP"/>
              </w:rPr>
            </w:pPr>
            <w:r w:rsidRPr="008C6DE4">
              <w:rPr>
                <w:rFonts w:eastAsia="MS Mincho"/>
                <w:lang w:eastAsia="ja-JP"/>
              </w:rPr>
              <w:t>28</w:t>
            </w:r>
          </w:p>
        </w:tc>
        <w:tc>
          <w:tcPr>
            <w:tcW w:w="1232" w:type="dxa"/>
          </w:tcPr>
          <w:p w14:paraId="0C5E109F" w14:textId="77777777" w:rsidR="00D4281A" w:rsidRPr="008C6DE4" w:rsidRDefault="00D4281A" w:rsidP="003235EF">
            <w:pPr>
              <w:pStyle w:val="TAC"/>
              <w:rPr>
                <w:rFonts w:eastAsia="MS Mincho"/>
                <w:lang w:eastAsia="ja-JP"/>
              </w:rPr>
            </w:pPr>
            <w:r w:rsidRPr="008C6DE4">
              <w:rPr>
                <w:rFonts w:eastAsia="MS Mincho"/>
                <w:lang w:eastAsia="ja-JP"/>
              </w:rPr>
              <w:t>12</w:t>
            </w:r>
          </w:p>
        </w:tc>
        <w:tc>
          <w:tcPr>
            <w:tcW w:w="1232" w:type="dxa"/>
          </w:tcPr>
          <w:p w14:paraId="0FB0506C" w14:textId="77777777" w:rsidR="00D4281A" w:rsidRPr="008C6DE4" w:rsidRDefault="00D4281A" w:rsidP="003235EF">
            <w:pPr>
              <w:pStyle w:val="TAC"/>
              <w:rPr>
                <w:rFonts w:eastAsia="MS Mincho"/>
                <w:lang w:eastAsia="ja-JP"/>
              </w:rPr>
            </w:pPr>
            <w:r w:rsidRPr="008C6DE4">
              <w:rPr>
                <w:lang w:eastAsia="ko-KR"/>
              </w:rPr>
              <w:t>4</w:t>
            </w:r>
            <w:r w:rsidRPr="008C6DE4">
              <w:rPr>
                <w:rFonts w:eastAsia="MS Mincho"/>
                <w:lang w:eastAsia="ja-JP"/>
              </w:rPr>
              <w:t>4</w:t>
            </w:r>
          </w:p>
        </w:tc>
        <w:tc>
          <w:tcPr>
            <w:tcW w:w="1232" w:type="dxa"/>
          </w:tcPr>
          <w:p w14:paraId="7A09FC99" w14:textId="77777777" w:rsidR="00D4281A" w:rsidRPr="008C6DE4" w:rsidRDefault="00D4281A" w:rsidP="003235EF">
            <w:pPr>
              <w:pStyle w:val="TAC"/>
              <w:rPr>
                <w:rFonts w:eastAsia="MS Mincho"/>
                <w:lang w:eastAsia="ja-JP"/>
              </w:rPr>
            </w:pPr>
            <w:r w:rsidRPr="008C6DE4">
              <w:rPr>
                <w:rFonts w:eastAsia="MS Mincho"/>
                <w:lang w:eastAsia="ja-JP"/>
              </w:rPr>
              <w:t>28</w:t>
            </w:r>
          </w:p>
        </w:tc>
        <w:tc>
          <w:tcPr>
            <w:tcW w:w="1232" w:type="dxa"/>
            <w:shd w:val="clear" w:color="auto" w:fill="auto"/>
          </w:tcPr>
          <w:p w14:paraId="6C2C70B7" w14:textId="77777777" w:rsidR="00D4281A" w:rsidRPr="008C6DE4" w:rsidRDefault="00D4281A" w:rsidP="003235EF">
            <w:pPr>
              <w:pStyle w:val="TAC"/>
              <w:rPr>
                <w:rFonts w:eastAsia="MS Mincho"/>
                <w:lang w:eastAsia="ja-JP"/>
              </w:rPr>
            </w:pPr>
            <w:r w:rsidRPr="008C6DE4">
              <w:rPr>
                <w:rFonts w:eastAsia="MS Mincho"/>
                <w:lang w:eastAsia="ja-JP"/>
              </w:rPr>
              <w:t>1</w:t>
            </w:r>
            <w:r w:rsidRPr="008C6DE4">
              <w:rPr>
                <w:lang w:eastAsia="ko-KR"/>
              </w:rPr>
              <w:t>2</w:t>
            </w:r>
          </w:p>
        </w:tc>
      </w:tr>
      <w:tr w:rsidR="00F717EF" w:rsidRPr="008C6DE4" w14:paraId="15546378" w14:textId="77777777" w:rsidTr="004B48A9">
        <w:trPr>
          <w:jc w:val="center"/>
        </w:trPr>
        <w:tc>
          <w:tcPr>
            <w:tcW w:w="8075" w:type="dxa"/>
            <w:gridSpan w:val="7"/>
            <w:shd w:val="clear" w:color="auto" w:fill="auto"/>
          </w:tcPr>
          <w:p w14:paraId="5FC3A70C" w14:textId="77777777" w:rsidR="00F717EF" w:rsidRDefault="00F717EF" w:rsidP="00F717EF">
            <w:pPr>
              <w:pStyle w:val="TAN"/>
            </w:pPr>
            <w:r w:rsidRPr="008C6DE4">
              <w:t>N</w:t>
            </w:r>
            <w:r w:rsidRPr="008C6DE4">
              <w:rPr>
                <w:lang w:eastAsia="ko-KR"/>
              </w:rPr>
              <w:t xml:space="preserve">OTE </w:t>
            </w:r>
            <w:r w:rsidRPr="008C6DE4">
              <w:rPr>
                <w:rFonts w:eastAsia="MS Mincho"/>
                <w:lang w:eastAsia="ja-JP"/>
              </w:rPr>
              <w:t>1</w:t>
            </w:r>
            <w:r w:rsidRPr="008C6DE4">
              <w:t>:</w:t>
            </w:r>
            <w:r w:rsidRPr="008C6DE4">
              <w:tab/>
            </w:r>
            <w:r>
              <w:t xml:space="preserve">The total number of interrupted slots is based on that </w:t>
            </w:r>
            <w:r w:rsidRPr="00723887">
              <w:t>SFN and subframe</w:t>
            </w:r>
            <w:r>
              <w:t xml:space="preserve"> </w:t>
            </w:r>
            <w:r w:rsidRPr="008C6DE4">
              <w:rPr>
                <w:lang w:eastAsia="ko-KR"/>
              </w:rPr>
              <w:t xml:space="preserve">reference for per-FR gap in FR2 </w:t>
            </w:r>
            <w:r>
              <w:rPr>
                <w:lang w:eastAsia="ko-KR"/>
              </w:rPr>
              <w:t xml:space="preserve">indicated by high layer parameter </w:t>
            </w:r>
            <w:r w:rsidRPr="00A43F1C">
              <w:rPr>
                <w:i/>
                <w:lang w:eastAsia="ko-KR"/>
              </w:rPr>
              <w:t xml:space="preserve">refServCellIndicator </w:t>
            </w:r>
            <w:r w:rsidRPr="008C6DE4">
              <w:rPr>
                <w:lang w:eastAsia="ko-KR"/>
              </w:rPr>
              <w:t>is an FR2 serving cell</w:t>
            </w:r>
            <w:r w:rsidRPr="008C6DE4">
              <w:t>.</w:t>
            </w:r>
          </w:p>
          <w:p w14:paraId="2791897E" w14:textId="6FEC5132" w:rsidR="00F717EF" w:rsidRPr="008C6DE4" w:rsidRDefault="00F717EF" w:rsidP="00F717EF">
            <w:pPr>
              <w:pStyle w:val="TAN"/>
              <w:rPr>
                <w:lang w:eastAsia="ja-JP"/>
              </w:rPr>
            </w:pPr>
            <w:r w:rsidRPr="008C6DE4">
              <w:t>N</w:t>
            </w:r>
            <w:r w:rsidRPr="008C6DE4">
              <w:rPr>
                <w:lang w:eastAsia="ko-KR"/>
              </w:rPr>
              <w:t xml:space="preserve">OTE </w:t>
            </w:r>
            <w:r>
              <w:rPr>
                <w:rFonts w:eastAsia="MS Mincho"/>
                <w:lang w:eastAsia="ja-JP"/>
              </w:rPr>
              <w:t>2</w:t>
            </w:r>
            <w:r w:rsidRPr="008C6DE4">
              <w:t>:</w:t>
            </w:r>
            <w:r w:rsidRPr="008C6DE4">
              <w:tab/>
            </w:r>
            <w:r>
              <w:t xml:space="preserve">Slot </w:t>
            </w:r>
            <w:r w:rsidRPr="008C6DE4">
              <w:t>occur</w:t>
            </w:r>
            <w:r>
              <w:t>s</w:t>
            </w:r>
            <w:r w:rsidRPr="008C6DE4">
              <w:t xml:space="preserve"> before </w:t>
            </w:r>
            <w:r>
              <w:t>or</w:t>
            </w:r>
            <w:r w:rsidRPr="008C6DE4">
              <w:t xml:space="preserve"> after the measurement gap</w:t>
            </w:r>
            <w:r>
              <w:t xml:space="preserve"> may be interrupted additionally if </w:t>
            </w:r>
            <w:r w:rsidRPr="00723887">
              <w:t>SFN and subframe</w:t>
            </w:r>
            <w:r>
              <w:t xml:space="preserve"> </w:t>
            </w:r>
            <w:r w:rsidRPr="008C6DE4">
              <w:rPr>
                <w:lang w:eastAsia="ko-KR"/>
              </w:rPr>
              <w:t xml:space="preserve">reference for per-FR gap in FR2 </w:t>
            </w:r>
            <w:r>
              <w:rPr>
                <w:lang w:eastAsia="ko-KR"/>
              </w:rPr>
              <w:t xml:space="preserve">indicated by high layer parameter </w:t>
            </w:r>
            <w:r w:rsidRPr="00A43F1C">
              <w:rPr>
                <w:i/>
                <w:lang w:eastAsia="ko-KR"/>
              </w:rPr>
              <w:t xml:space="preserve">refServCellIndicator </w:t>
            </w:r>
            <w:r w:rsidRPr="008C6DE4">
              <w:rPr>
                <w:lang w:eastAsia="ko-KR"/>
              </w:rPr>
              <w:t>is an FR</w:t>
            </w:r>
            <w:r>
              <w:rPr>
                <w:lang w:eastAsia="ko-KR"/>
              </w:rPr>
              <w:t>1</w:t>
            </w:r>
            <w:r w:rsidRPr="008C6DE4">
              <w:rPr>
                <w:lang w:eastAsia="ko-KR"/>
              </w:rPr>
              <w:t xml:space="preserve"> serving cell</w:t>
            </w:r>
            <w:r w:rsidRPr="008C6DE4">
              <w:t>.</w:t>
            </w:r>
          </w:p>
        </w:tc>
      </w:tr>
    </w:tbl>
    <w:p w14:paraId="455E43BC" w14:textId="77777777" w:rsidR="00D4281A" w:rsidRPr="008C6DE4" w:rsidRDefault="00D4281A" w:rsidP="00D4281A"/>
    <w:p w14:paraId="4C596FB8" w14:textId="77777777" w:rsidR="00D4281A" w:rsidRPr="008C6DE4" w:rsidRDefault="00D4281A" w:rsidP="00D4281A">
      <w:r w:rsidRPr="008C6DE4">
        <w:rPr>
          <w:lang w:eastAsia="zh-CN"/>
        </w:rPr>
        <w:t xml:space="preserve">It is </w:t>
      </w:r>
      <w:r w:rsidRPr="008C6DE4">
        <w:t xml:space="preserve">up to UE implementation whether or not the UE is able to conduct transmission in the following slot(s), </w:t>
      </w:r>
    </w:p>
    <w:p w14:paraId="1E1FB951" w14:textId="77777777" w:rsidR="00D4281A" w:rsidRPr="008C6DE4" w:rsidRDefault="00D4281A" w:rsidP="003235EF">
      <w:pPr>
        <w:pStyle w:val="B10"/>
        <w:rPr>
          <w:lang w:eastAsia="zh-CN"/>
        </w:rPr>
      </w:pPr>
      <w:r w:rsidRPr="008C6DE4">
        <w:t>-</w:t>
      </w:r>
      <w:r w:rsidRPr="008C6DE4">
        <w:tab/>
        <w:t xml:space="preserve">when MGTA is not applied, </w:t>
      </w:r>
      <w:r w:rsidRPr="008C6DE4">
        <w:rPr>
          <w:lang w:eastAsia="zh-CN"/>
        </w:rPr>
        <w:t xml:space="preserve">in the L consecutive UL slots </w:t>
      </w:r>
      <w:r w:rsidRPr="008C6DE4">
        <w:t>with respect to the SCS of the UL carrier</w:t>
      </w:r>
      <w:r w:rsidRPr="008C6DE4">
        <w:rPr>
          <w:lang w:eastAsia="zh-CN"/>
        </w:rPr>
        <w:t xml:space="preserve"> with the same slot indices as the DL slots occurring immediately after measurement gap</w:t>
      </w:r>
    </w:p>
    <w:p w14:paraId="4215193D" w14:textId="77777777" w:rsidR="00D4281A" w:rsidRPr="008C6DE4" w:rsidRDefault="00D4281A" w:rsidP="003235EF">
      <w:pPr>
        <w:pStyle w:val="B10"/>
        <w:rPr>
          <w:lang w:eastAsia="zh-CN"/>
        </w:rPr>
      </w:pPr>
      <w:r w:rsidRPr="008C6DE4">
        <w:t>-</w:t>
      </w:r>
      <w:r w:rsidRPr="008C6DE4">
        <w:tab/>
        <w:t xml:space="preserve">when MGTA is applied and the SCS of the UL carrier is other than 15kHz, </w:t>
      </w:r>
      <w:r w:rsidRPr="008C6DE4">
        <w:rPr>
          <w:lang w:eastAsia="zh-CN"/>
        </w:rPr>
        <w:t xml:space="preserve">in the L consecutive UL slots </w:t>
      </w:r>
      <w:r w:rsidRPr="008C6DE4">
        <w:t>with respect to the SCS of the UL carrier</w:t>
      </w:r>
      <w:r w:rsidRPr="008C6DE4">
        <w:rPr>
          <w:lang w:eastAsia="zh-CN"/>
        </w:rPr>
        <w:t xml:space="preserve"> with the same slot indices as the DL slots occurring immediately after measurement gap</w:t>
      </w:r>
    </w:p>
    <w:p w14:paraId="3E761792" w14:textId="77777777" w:rsidR="00D4281A" w:rsidRPr="008C6DE4" w:rsidRDefault="00D4281A" w:rsidP="003235EF">
      <w:pPr>
        <w:pStyle w:val="B10"/>
        <w:rPr>
          <w:lang w:eastAsia="zh-CN"/>
        </w:rPr>
      </w:pPr>
      <w:r w:rsidRPr="008C6DE4">
        <w:t>-</w:t>
      </w:r>
      <w:r w:rsidRPr="008C6DE4">
        <w:tab/>
        <w:t xml:space="preserve">when MGTA is applied and the SCS of the UL carrier is 15kHz, </w:t>
      </w:r>
      <w:r w:rsidRPr="008C6DE4">
        <w:rPr>
          <w:lang w:eastAsia="zh-CN"/>
        </w:rPr>
        <w:t xml:space="preserve">in the L consecutive UL slots </w:t>
      </w:r>
      <w:r w:rsidRPr="008C6DE4">
        <w:t>with respect to the SCS of the UL carrier</w:t>
      </w:r>
      <w:r w:rsidRPr="008C6DE4">
        <w:rPr>
          <w:lang w:eastAsia="zh-CN"/>
        </w:rPr>
        <w:t xml:space="preserve"> with the same slot indices as the DL slots occurring immediately after the slot partially overlapped with measurement gap</w:t>
      </w:r>
    </w:p>
    <w:p w14:paraId="537310C8" w14:textId="77777777" w:rsidR="00D4281A" w:rsidRPr="008C6DE4" w:rsidRDefault="00D4281A" w:rsidP="00D4281A">
      <w:r w:rsidRPr="008C6DE4">
        <w:t xml:space="preserve">where UL slot </w:t>
      </w:r>
      <w:r w:rsidRPr="008C6DE4">
        <w:rPr>
          <w:lang w:eastAsia="zh-CN"/>
        </w:rPr>
        <w:t xml:space="preserve">denotes that all the symbols in the slot </w:t>
      </w:r>
      <w:r w:rsidRPr="008C6DE4">
        <w:rPr>
          <w:lang w:val="en-US" w:eastAsia="zh-CN"/>
        </w:rPr>
        <w:t>are</w:t>
      </w:r>
      <w:r w:rsidRPr="008C6DE4">
        <w:rPr>
          <w:lang w:eastAsia="zh-CN"/>
        </w:rPr>
        <w:t xml:space="preserve"> uplink symbols</w:t>
      </w:r>
      <w:r w:rsidRPr="008C6DE4">
        <w:t xml:space="preserve">, and </w:t>
      </w:r>
      <w:r w:rsidRPr="008C6DE4">
        <w:rPr>
          <w:lang w:val="en-US" w:eastAsia="zh-CN"/>
        </w:rPr>
        <w:t xml:space="preserve">L=1 if </w:t>
      </w:r>
      <w:r w:rsidRPr="008C6DE4">
        <w:rPr>
          <w:position w:val="-10"/>
        </w:rPr>
        <w:object w:dxaOrig="1800" w:dyaOrig="300" w14:anchorId="41969C82">
          <v:shape id="_x0000_i1047" type="#_x0000_t75" style="width:92.5pt;height:15.25pt" o:ole="">
            <v:imagedata r:id="rId13" o:title=""/>
          </v:shape>
          <o:OLEObject Type="Embed" ProgID="Equation.3" ShapeID="_x0000_i1047" DrawAspect="Content" ObjectID="_1734963223" r:id="rId49"/>
        </w:object>
      </w:r>
      <w:r w:rsidRPr="008C6DE4">
        <w:t xml:space="preserve"> for the UL transmission is less than the length of one slot; L=2 otherwise.</w:t>
      </w:r>
    </w:p>
    <w:p w14:paraId="0057B335" w14:textId="77777777" w:rsidR="00D4281A" w:rsidRPr="008C6DE4" w:rsidRDefault="00D4281A" w:rsidP="00D4281A">
      <w:r w:rsidRPr="008C6DE4">
        <w:t>Note: Network is supposed to take into account the possible difference between the estimated TA at network and actual TA at UE when scheduling UE in the above slot(s).</w:t>
      </w:r>
    </w:p>
    <w:p w14:paraId="3F82B6F8" w14:textId="77777777" w:rsidR="00D4281A" w:rsidRPr="008C6DE4" w:rsidRDefault="00D4281A" w:rsidP="00D4281A">
      <w:pPr>
        <w:pStyle w:val="TH"/>
      </w:pPr>
      <w:r w:rsidRPr="008C6DE4">
        <w:t>Table 9.1.2-5: (Void)</w:t>
      </w:r>
    </w:p>
    <w:p w14:paraId="14B22336" w14:textId="77777777" w:rsidR="00D4281A" w:rsidRPr="008C6DE4" w:rsidRDefault="00D4281A" w:rsidP="00D4281A">
      <w:pPr>
        <w:rPr>
          <w:lang w:val="en-US" w:eastAsia="zh-CN"/>
        </w:rPr>
      </w:pPr>
    </w:p>
    <w:p w14:paraId="10FD8BB0" w14:textId="77777777" w:rsidR="00D4281A" w:rsidRPr="008C6DE4" w:rsidRDefault="00D4281A" w:rsidP="00D4281A">
      <w:pPr>
        <w:pStyle w:val="Heading4"/>
        <w:rPr>
          <w:lang w:eastAsia="zh-CN"/>
        </w:rPr>
      </w:pPr>
      <w:bookmarkStart w:id="159" w:name="_Toc535476000"/>
      <w:r w:rsidRPr="008C6DE4">
        <w:rPr>
          <w:lang w:eastAsia="zh-CN"/>
        </w:rPr>
        <w:t>9.1.2.1</w:t>
      </w:r>
      <w:r w:rsidRPr="008C6DE4">
        <w:rPr>
          <w:lang w:eastAsia="zh-CN"/>
        </w:rPr>
        <w:tab/>
        <w:t>EN-DC: Measurement Gap Sharing</w:t>
      </w:r>
      <w:bookmarkEnd w:id="159"/>
    </w:p>
    <w:p w14:paraId="69E493D6" w14:textId="77777777" w:rsidR="00D4281A" w:rsidRPr="008C6DE4" w:rsidRDefault="00D4281A" w:rsidP="00D4281A">
      <w:pPr>
        <w:rPr>
          <w:lang w:eastAsia="zh-CN"/>
        </w:rPr>
      </w:pPr>
      <w:r w:rsidRPr="008C6DE4">
        <w:rPr>
          <w:lang w:eastAsia="zh-CN"/>
        </w:rPr>
        <w:t xml:space="preserve">For E-UTRA-NR dual connectivity UE configured with per-UE measurement gap, measurement gap sharing shall be applies </w:t>
      </w:r>
      <w:r w:rsidRPr="008C6DE4">
        <w:t>when UE requires measurement gaps to identify and measure cells</w:t>
      </w:r>
      <w:r w:rsidRPr="008C6DE4">
        <w:rPr>
          <w:lang w:eastAsia="zh-CN"/>
        </w:rPr>
        <w:t xml:space="preserve"> on intra-frequency carriers</w:t>
      </w:r>
      <w:r w:rsidRPr="008C6DE4">
        <w:t xml:space="preserve"> or when SMTC configured for intra-frequency measurement are fully overlapping with </w:t>
      </w:r>
      <w:r w:rsidRPr="008C6DE4">
        <w:rPr>
          <w:lang w:eastAsia="zh-CN"/>
        </w:rPr>
        <w:t xml:space="preserve">per-UE </w:t>
      </w:r>
      <w:r w:rsidRPr="008C6DE4">
        <w:t>measurement gaps, and when UE is configured to identify and measure cells on inter-frequency carriers</w:t>
      </w:r>
      <w:r w:rsidRPr="008C6DE4">
        <w:rPr>
          <w:lang w:eastAsia="zh-CN"/>
        </w:rPr>
        <w:t xml:space="preserve">, E-UTRA gap-needed </w:t>
      </w:r>
      <w:r w:rsidRPr="008C6DE4">
        <w:t>inter-frequency carriers</w:t>
      </w:r>
      <w:r w:rsidRPr="008C6DE4">
        <w:rPr>
          <w:lang w:eastAsia="zh-CN"/>
        </w:rPr>
        <w:t xml:space="preserve"> and inter-RAT UTRAN carriers and/or inter-RAT GSM carriers</w:t>
      </w:r>
      <w:r w:rsidRPr="008C6DE4">
        <w:t>.</w:t>
      </w:r>
    </w:p>
    <w:p w14:paraId="01085BBA" w14:textId="77777777" w:rsidR="00D4281A" w:rsidRPr="008C6DE4" w:rsidRDefault="00D4281A" w:rsidP="00D4281A">
      <w:pPr>
        <w:rPr>
          <w:lang w:eastAsia="zh-CN"/>
        </w:rPr>
      </w:pPr>
      <w:r w:rsidRPr="008C6DE4">
        <w:rPr>
          <w:lang w:eastAsia="zh-CN"/>
        </w:rPr>
        <w:t>For E-UTRA-NR dual connectivity UE configured with per-FR1 measurement gap, m</w:t>
      </w:r>
      <w:r w:rsidRPr="008C6DE4">
        <w:t>easurement gap sharing shall be applied when UE requires measurement gaps to identify and measure cells</w:t>
      </w:r>
      <w:r w:rsidRPr="008C6DE4">
        <w:rPr>
          <w:lang w:eastAsia="zh-CN"/>
        </w:rPr>
        <w:t xml:space="preserve"> on FR1 intra-frequency carriers</w:t>
      </w:r>
      <w:r w:rsidRPr="008C6DE4">
        <w:t xml:space="preserve"> or when SMTC configured for </w:t>
      </w:r>
      <w:r w:rsidRPr="008C6DE4">
        <w:rPr>
          <w:lang w:eastAsia="zh-CN"/>
        </w:rPr>
        <w:t xml:space="preserve">FR1 </w:t>
      </w:r>
      <w:r w:rsidRPr="008C6DE4">
        <w:t xml:space="preserve">intra-frequency measurement are fully overlapping with </w:t>
      </w:r>
      <w:r w:rsidRPr="008C6DE4">
        <w:rPr>
          <w:lang w:eastAsia="zh-CN"/>
        </w:rPr>
        <w:t xml:space="preserve">per-FR1 </w:t>
      </w:r>
      <w:r w:rsidRPr="008C6DE4">
        <w:t xml:space="preserve">measurement gaps, and when UE is configured to identify and measure cells on </w:t>
      </w:r>
      <w:r w:rsidRPr="008C6DE4">
        <w:rPr>
          <w:lang w:eastAsia="zh-CN"/>
        </w:rPr>
        <w:t xml:space="preserve">FR1 inter-frequency carriers, E-UTRA gap-needed </w:t>
      </w:r>
      <w:r w:rsidRPr="008C6DE4">
        <w:t>inter-frequency carriers</w:t>
      </w:r>
      <w:r w:rsidRPr="008C6DE4">
        <w:rPr>
          <w:lang w:eastAsia="zh-CN"/>
        </w:rPr>
        <w:t xml:space="preserve">, </w:t>
      </w:r>
      <w:r w:rsidRPr="008C6DE4">
        <w:t xml:space="preserve">inter-RAT </w:t>
      </w:r>
      <w:r w:rsidRPr="008C6DE4">
        <w:rPr>
          <w:lang w:eastAsia="zh-CN"/>
        </w:rPr>
        <w:t xml:space="preserve">UTRAN carriers and/or inter-RAT GSM </w:t>
      </w:r>
      <w:r w:rsidRPr="008C6DE4">
        <w:t>carriers.</w:t>
      </w:r>
    </w:p>
    <w:p w14:paraId="38B3A006" w14:textId="77777777" w:rsidR="00D4281A" w:rsidRPr="008C6DE4" w:rsidRDefault="00D4281A" w:rsidP="00D4281A">
      <w:pPr>
        <w:rPr>
          <w:lang w:eastAsia="zh-CN"/>
        </w:rPr>
      </w:pPr>
      <w:r w:rsidRPr="008C6DE4">
        <w:rPr>
          <w:lang w:eastAsia="zh-CN"/>
        </w:rPr>
        <w:t>For E-UTRA-NR dual connectivity UE configured with per-FR2 measurement gap, m</w:t>
      </w:r>
      <w:r w:rsidRPr="008C6DE4">
        <w:t>easurement gap sharing shall be applied when UE requires measurement gaps to identify and measure cells</w:t>
      </w:r>
      <w:r w:rsidRPr="008C6DE4">
        <w:rPr>
          <w:lang w:eastAsia="zh-CN"/>
        </w:rPr>
        <w:t xml:space="preserve"> on FR2 intra-frequency carriers</w:t>
      </w:r>
      <w:r w:rsidRPr="008C6DE4">
        <w:t xml:space="preserve"> or when SMTC configured for </w:t>
      </w:r>
      <w:r w:rsidRPr="008C6DE4">
        <w:rPr>
          <w:lang w:eastAsia="zh-CN"/>
        </w:rPr>
        <w:t xml:space="preserve">FR2 </w:t>
      </w:r>
      <w:r w:rsidRPr="008C6DE4">
        <w:t xml:space="preserve">intra-frequency measurement are fully overlapping with </w:t>
      </w:r>
      <w:r w:rsidRPr="008C6DE4">
        <w:rPr>
          <w:lang w:eastAsia="zh-CN"/>
        </w:rPr>
        <w:t xml:space="preserve">per-FR2 </w:t>
      </w:r>
      <w:r w:rsidRPr="008C6DE4">
        <w:t xml:space="preserve">measurement gaps, and when UE is configured to identify and measure cells on </w:t>
      </w:r>
      <w:r w:rsidRPr="008C6DE4">
        <w:rPr>
          <w:lang w:eastAsia="zh-CN"/>
        </w:rPr>
        <w:t>FR2 inter-frequency carriers</w:t>
      </w:r>
      <w:r w:rsidRPr="008C6DE4">
        <w:t>.</w:t>
      </w:r>
    </w:p>
    <w:p w14:paraId="5E0EDB86" w14:textId="77777777" w:rsidR="00D4281A" w:rsidRPr="008C6DE4" w:rsidRDefault="00D4281A" w:rsidP="00D4281A">
      <w:r w:rsidRPr="008C6DE4">
        <w:t xml:space="preserve">When network signals “01”, “10” or “11” with RRC parameter </w:t>
      </w:r>
      <w:r w:rsidRPr="008C6DE4">
        <w:rPr>
          <w:i/>
        </w:rPr>
        <w:t>MeasGapSharingScheme</w:t>
      </w:r>
      <w:r w:rsidRPr="008C6DE4">
        <w:t xml:space="preserve"> </w:t>
      </w:r>
      <w:r w:rsidRPr="008C6DE4">
        <w:rPr>
          <w:lang w:eastAsia="zh-CN"/>
        </w:rPr>
        <w:t>[2][16]</w:t>
      </w:r>
      <w:r w:rsidRPr="008C6DE4">
        <w:t>and the value of X is defined as in Table 9.1.2.1-1, and</w:t>
      </w:r>
    </w:p>
    <w:p w14:paraId="7B0884B5" w14:textId="77777777" w:rsidR="00D4281A" w:rsidRPr="008C6DE4" w:rsidRDefault="00D4281A" w:rsidP="003235EF">
      <w:pPr>
        <w:pStyle w:val="B10"/>
      </w:pPr>
      <w:r w:rsidRPr="008C6DE4">
        <w:t>-</w:t>
      </w:r>
      <w:r w:rsidRPr="008C6DE4">
        <w:tab/>
      </w:r>
      <w:r w:rsidRPr="008C6DE4">
        <w:rPr>
          <w:lang w:eastAsia="zh-CN"/>
        </w:rPr>
        <w:t>K</w:t>
      </w:r>
      <w:r w:rsidRPr="008C6DE4">
        <w:rPr>
          <w:vertAlign w:val="subscript"/>
          <w:lang w:eastAsia="zh-CN"/>
        </w:rPr>
        <w:t xml:space="preserve">intra </w:t>
      </w:r>
      <w:r w:rsidRPr="008C6DE4">
        <w:t>= 1 / X * 100,</w:t>
      </w:r>
    </w:p>
    <w:p w14:paraId="10D81C94" w14:textId="77777777" w:rsidR="00D4281A" w:rsidRPr="008C6DE4" w:rsidRDefault="00D4281A" w:rsidP="003235EF">
      <w:pPr>
        <w:pStyle w:val="B10"/>
      </w:pPr>
      <w:r w:rsidRPr="008C6DE4">
        <w:t>-</w:t>
      </w:r>
      <w:r w:rsidRPr="008C6DE4">
        <w:tab/>
      </w:r>
      <w:r w:rsidRPr="008C6DE4">
        <w:rPr>
          <w:lang w:eastAsia="zh-CN"/>
        </w:rPr>
        <w:t>K</w:t>
      </w:r>
      <w:r w:rsidRPr="008C6DE4">
        <w:rPr>
          <w:vertAlign w:val="subscript"/>
          <w:lang w:eastAsia="zh-CN"/>
        </w:rPr>
        <w:t xml:space="preserve">inter </w:t>
      </w:r>
      <w:r w:rsidRPr="008C6DE4">
        <w:t>= 1 / (100 – X) * 100,</w:t>
      </w:r>
    </w:p>
    <w:p w14:paraId="4DCD00F4" w14:textId="77777777" w:rsidR="00D4281A" w:rsidRPr="008C6DE4" w:rsidRDefault="00D4281A" w:rsidP="00D4281A">
      <w:r w:rsidRPr="008C6DE4">
        <w:t xml:space="preserve">When network signals “00” indicating equal splitting gap sharing, X is not applied. </w:t>
      </w:r>
    </w:p>
    <w:p w14:paraId="4CAA6A67" w14:textId="77777777" w:rsidR="00D4281A" w:rsidRPr="008C6DE4" w:rsidRDefault="00D4281A" w:rsidP="00D4281A">
      <w:r w:rsidRPr="008C6DE4">
        <w:t xml:space="preserve">The RRC parameter </w:t>
      </w:r>
      <w:r w:rsidRPr="008C6DE4">
        <w:rPr>
          <w:i/>
        </w:rPr>
        <w:t>MeasGapSharingScheme</w:t>
      </w:r>
      <w:r w:rsidRPr="008C6DE4">
        <w:t xml:space="preserve"> shall be applied to the calculation of carrier specific scaling factor as specified in clause 9.1.5.2.1</w:t>
      </w:r>
      <w:r w:rsidRPr="008C6DE4">
        <w:rPr>
          <w:lang w:eastAsia="zh-CN"/>
        </w:rPr>
        <w:t>.</w:t>
      </w:r>
    </w:p>
    <w:p w14:paraId="40C0E27C" w14:textId="77777777" w:rsidR="00D4281A" w:rsidRPr="008C6DE4" w:rsidRDefault="00D4281A" w:rsidP="00D4281A">
      <w:pPr>
        <w:pStyle w:val="TH"/>
        <w:rPr>
          <w:snapToGrid w:val="0"/>
          <w:lang w:eastAsia="zh-CN"/>
        </w:rPr>
      </w:pPr>
      <w:r w:rsidRPr="008C6DE4">
        <w:rPr>
          <w:snapToGrid w:val="0"/>
        </w:rPr>
        <w:t>Table 9.1.2</w:t>
      </w:r>
      <w:r w:rsidRPr="008C6DE4">
        <w:rPr>
          <w:snapToGrid w:val="0"/>
          <w:lang w:eastAsia="zh-CN"/>
        </w:rPr>
        <w:t>.1</w:t>
      </w:r>
      <w:r w:rsidRPr="008C6DE4">
        <w:rPr>
          <w:snapToGrid w:val="0"/>
        </w:rPr>
        <w:t>-</w:t>
      </w:r>
      <w:r w:rsidRPr="008C6DE4">
        <w:rPr>
          <w:snapToGrid w:val="0"/>
          <w:lang w:eastAsia="zh-CN"/>
        </w:rPr>
        <w:t>1</w:t>
      </w:r>
      <w:r w:rsidRPr="008C6DE4">
        <w:rPr>
          <w:snapToGrid w:val="0"/>
        </w:rPr>
        <w:t>: Value of parameter X</w:t>
      </w:r>
      <w:r w:rsidRPr="008C6DE4">
        <w:rPr>
          <w:snapToGrid w:val="0"/>
          <w:lang w:eastAsia="zh-CN"/>
        </w:rPr>
        <w:t xml:space="preserve"> for EN-DC measurement gap sharing</w:t>
      </w:r>
    </w:p>
    <w:tbl>
      <w:tblPr>
        <w:tblW w:w="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218"/>
      </w:tblGrid>
      <w:tr w:rsidR="00DD3199" w:rsidRPr="008C6DE4" w14:paraId="568BE2BF" w14:textId="77777777" w:rsidTr="00867D3A">
        <w:trPr>
          <w:jc w:val="center"/>
        </w:trPr>
        <w:tc>
          <w:tcPr>
            <w:tcW w:w="2387" w:type="dxa"/>
            <w:shd w:val="clear" w:color="auto" w:fill="auto"/>
            <w:vAlign w:val="center"/>
          </w:tcPr>
          <w:p w14:paraId="42BD8C8F" w14:textId="77777777" w:rsidR="00D4281A" w:rsidRPr="008C6DE4" w:rsidRDefault="00D4281A" w:rsidP="003235EF">
            <w:pPr>
              <w:pStyle w:val="TAH"/>
              <w:rPr>
                <w:lang w:eastAsia="ko-KR"/>
              </w:rPr>
            </w:pPr>
            <w:r w:rsidRPr="008C6DE4">
              <w:t>measGapSharingScheme</w:t>
            </w:r>
          </w:p>
        </w:tc>
        <w:tc>
          <w:tcPr>
            <w:tcW w:w="2218" w:type="dxa"/>
            <w:shd w:val="clear" w:color="auto" w:fill="auto"/>
            <w:vAlign w:val="center"/>
          </w:tcPr>
          <w:p w14:paraId="7CC617CC" w14:textId="77777777" w:rsidR="00D4281A" w:rsidRPr="008C6DE4" w:rsidRDefault="00D4281A" w:rsidP="003235EF">
            <w:pPr>
              <w:pStyle w:val="TAH"/>
              <w:rPr>
                <w:lang w:eastAsia="ko-KR"/>
              </w:rPr>
            </w:pPr>
            <w:r w:rsidRPr="008C6DE4">
              <w:rPr>
                <w:lang w:eastAsia="ko-KR"/>
              </w:rPr>
              <w:t>Value of X (%)</w:t>
            </w:r>
          </w:p>
        </w:tc>
      </w:tr>
      <w:tr w:rsidR="00DD3199" w:rsidRPr="008C6DE4" w14:paraId="3CC4055B" w14:textId="77777777" w:rsidTr="00867D3A">
        <w:trPr>
          <w:jc w:val="center"/>
        </w:trPr>
        <w:tc>
          <w:tcPr>
            <w:tcW w:w="2387" w:type="dxa"/>
            <w:shd w:val="clear" w:color="auto" w:fill="auto"/>
            <w:vAlign w:val="center"/>
          </w:tcPr>
          <w:p w14:paraId="4F869A1E" w14:textId="77777777" w:rsidR="00D4281A" w:rsidRPr="008C6DE4" w:rsidRDefault="00D4281A" w:rsidP="003235EF">
            <w:pPr>
              <w:pStyle w:val="TAC"/>
              <w:rPr>
                <w:lang w:eastAsia="ko-KR"/>
              </w:rPr>
            </w:pPr>
            <w:r w:rsidRPr="008C6DE4">
              <w:rPr>
                <w:lang w:eastAsia="ko-KR"/>
              </w:rPr>
              <w:t>‘00’</w:t>
            </w:r>
          </w:p>
        </w:tc>
        <w:tc>
          <w:tcPr>
            <w:tcW w:w="2218" w:type="dxa"/>
            <w:shd w:val="clear" w:color="auto" w:fill="auto"/>
            <w:vAlign w:val="center"/>
          </w:tcPr>
          <w:p w14:paraId="79D35DD7" w14:textId="77777777" w:rsidR="00D4281A" w:rsidRPr="008C6DE4" w:rsidRDefault="00D4281A" w:rsidP="003235EF">
            <w:pPr>
              <w:pStyle w:val="TAC"/>
              <w:rPr>
                <w:lang w:eastAsia="zh-CN"/>
              </w:rPr>
            </w:pPr>
            <w:r w:rsidRPr="008C6DE4">
              <w:rPr>
                <w:lang w:eastAsia="ko-KR"/>
              </w:rPr>
              <w:t>Equal splitting</w:t>
            </w:r>
          </w:p>
        </w:tc>
      </w:tr>
      <w:tr w:rsidR="00DD3199" w:rsidRPr="008C6DE4" w14:paraId="0F834EFD" w14:textId="77777777" w:rsidTr="00867D3A">
        <w:trPr>
          <w:jc w:val="center"/>
        </w:trPr>
        <w:tc>
          <w:tcPr>
            <w:tcW w:w="2387" w:type="dxa"/>
            <w:shd w:val="clear" w:color="auto" w:fill="auto"/>
            <w:vAlign w:val="center"/>
          </w:tcPr>
          <w:p w14:paraId="470E3E76" w14:textId="77777777" w:rsidR="00D4281A" w:rsidRPr="008C6DE4" w:rsidRDefault="00D4281A" w:rsidP="003235EF">
            <w:pPr>
              <w:pStyle w:val="TAC"/>
              <w:rPr>
                <w:lang w:eastAsia="ko-KR"/>
              </w:rPr>
            </w:pPr>
            <w:r w:rsidRPr="008C6DE4">
              <w:rPr>
                <w:lang w:eastAsia="ko-KR"/>
              </w:rPr>
              <w:t>‘01’</w:t>
            </w:r>
          </w:p>
        </w:tc>
        <w:tc>
          <w:tcPr>
            <w:tcW w:w="2218" w:type="dxa"/>
            <w:shd w:val="clear" w:color="auto" w:fill="auto"/>
            <w:vAlign w:val="center"/>
          </w:tcPr>
          <w:p w14:paraId="087F1CDF" w14:textId="77777777" w:rsidR="00D4281A" w:rsidRPr="008C6DE4" w:rsidRDefault="00D4281A" w:rsidP="003235EF">
            <w:pPr>
              <w:pStyle w:val="TAC"/>
              <w:rPr>
                <w:lang w:eastAsia="zh-CN"/>
              </w:rPr>
            </w:pPr>
            <w:r w:rsidRPr="008C6DE4">
              <w:rPr>
                <w:lang w:eastAsia="zh-CN"/>
              </w:rPr>
              <w:t>25</w:t>
            </w:r>
          </w:p>
        </w:tc>
      </w:tr>
      <w:tr w:rsidR="00DD3199" w:rsidRPr="008C6DE4" w14:paraId="3CD92435" w14:textId="77777777" w:rsidTr="00867D3A">
        <w:trPr>
          <w:jc w:val="center"/>
        </w:trPr>
        <w:tc>
          <w:tcPr>
            <w:tcW w:w="2387" w:type="dxa"/>
            <w:shd w:val="clear" w:color="auto" w:fill="auto"/>
            <w:vAlign w:val="center"/>
          </w:tcPr>
          <w:p w14:paraId="3B79E753" w14:textId="77777777" w:rsidR="00D4281A" w:rsidRPr="008C6DE4" w:rsidRDefault="00D4281A" w:rsidP="003235EF">
            <w:pPr>
              <w:pStyle w:val="TAC"/>
              <w:rPr>
                <w:lang w:eastAsia="ko-KR"/>
              </w:rPr>
            </w:pPr>
            <w:r w:rsidRPr="008C6DE4">
              <w:rPr>
                <w:lang w:eastAsia="ko-KR"/>
              </w:rPr>
              <w:t>‘10’</w:t>
            </w:r>
          </w:p>
        </w:tc>
        <w:tc>
          <w:tcPr>
            <w:tcW w:w="2218" w:type="dxa"/>
            <w:shd w:val="clear" w:color="auto" w:fill="auto"/>
            <w:vAlign w:val="center"/>
          </w:tcPr>
          <w:p w14:paraId="4EAC2375" w14:textId="77777777" w:rsidR="00D4281A" w:rsidRPr="008C6DE4" w:rsidRDefault="00D4281A" w:rsidP="003235EF">
            <w:pPr>
              <w:pStyle w:val="TAC"/>
              <w:rPr>
                <w:lang w:eastAsia="zh-CN"/>
              </w:rPr>
            </w:pPr>
            <w:r w:rsidRPr="008C6DE4">
              <w:rPr>
                <w:lang w:eastAsia="zh-CN"/>
              </w:rPr>
              <w:t>50</w:t>
            </w:r>
          </w:p>
        </w:tc>
      </w:tr>
      <w:tr w:rsidR="00DD3199" w:rsidRPr="008C6DE4" w14:paraId="03F8E7E0" w14:textId="77777777" w:rsidTr="00867D3A">
        <w:trPr>
          <w:jc w:val="center"/>
        </w:trPr>
        <w:tc>
          <w:tcPr>
            <w:tcW w:w="2387" w:type="dxa"/>
            <w:shd w:val="clear" w:color="auto" w:fill="auto"/>
            <w:vAlign w:val="center"/>
          </w:tcPr>
          <w:p w14:paraId="714EE3E3" w14:textId="77777777" w:rsidR="00D4281A" w:rsidRPr="008C6DE4" w:rsidRDefault="00D4281A" w:rsidP="003235EF">
            <w:pPr>
              <w:pStyle w:val="TAC"/>
              <w:rPr>
                <w:lang w:eastAsia="ko-KR"/>
              </w:rPr>
            </w:pPr>
            <w:r w:rsidRPr="008C6DE4">
              <w:rPr>
                <w:lang w:eastAsia="ko-KR"/>
              </w:rPr>
              <w:t>‘11’</w:t>
            </w:r>
          </w:p>
        </w:tc>
        <w:tc>
          <w:tcPr>
            <w:tcW w:w="2218" w:type="dxa"/>
            <w:shd w:val="clear" w:color="auto" w:fill="auto"/>
            <w:vAlign w:val="center"/>
          </w:tcPr>
          <w:p w14:paraId="7A89651C" w14:textId="77777777" w:rsidR="00D4281A" w:rsidRPr="008C6DE4" w:rsidRDefault="00D4281A" w:rsidP="003235EF">
            <w:pPr>
              <w:pStyle w:val="TAC"/>
              <w:rPr>
                <w:lang w:eastAsia="zh-CN"/>
              </w:rPr>
            </w:pPr>
            <w:r w:rsidRPr="008C6DE4">
              <w:rPr>
                <w:lang w:eastAsia="zh-CN"/>
              </w:rPr>
              <w:t>75</w:t>
            </w:r>
          </w:p>
        </w:tc>
      </w:tr>
      <w:tr w:rsidR="00DD3199" w:rsidRPr="008C6DE4" w14:paraId="1140A490" w14:textId="77777777" w:rsidTr="00867D3A">
        <w:trPr>
          <w:jc w:val="center"/>
        </w:trPr>
        <w:tc>
          <w:tcPr>
            <w:tcW w:w="4605" w:type="dxa"/>
            <w:gridSpan w:val="2"/>
            <w:shd w:val="clear" w:color="auto" w:fill="auto"/>
            <w:vAlign w:val="center"/>
          </w:tcPr>
          <w:p w14:paraId="7EE423DC" w14:textId="19ACBB7F" w:rsidR="00D4281A" w:rsidRPr="008C6DE4" w:rsidRDefault="00D4281A" w:rsidP="003235EF">
            <w:pPr>
              <w:pStyle w:val="TAN"/>
              <w:rPr>
                <w:lang w:eastAsia="zh-CN"/>
              </w:rPr>
            </w:pPr>
            <w:r w:rsidRPr="008C6DE4">
              <w:rPr>
                <w:rFonts w:hint="eastAsia"/>
                <w:lang w:eastAsia="zh-CN"/>
              </w:rPr>
              <w:t>Note:</w:t>
            </w:r>
            <w:r w:rsidR="00712B1D" w:rsidRPr="008C6DE4">
              <w:tab/>
            </w:r>
            <w:r w:rsidRPr="008C6DE4">
              <w:t>It</w:t>
            </w:r>
            <w:r w:rsidRPr="008C6DE4">
              <w:rPr>
                <w:lang w:eastAsia="zh-CN"/>
              </w:rPr>
              <w:t xml:space="preserve"> is left to UE implementation to determine which </w:t>
            </w:r>
            <w:r w:rsidRPr="008C6DE4">
              <w:rPr>
                <w:szCs w:val="22"/>
                <w:lang w:eastAsia="ja-JP"/>
              </w:rPr>
              <w:t xml:space="preserve">measurement gap sharing scheme in the table </w:t>
            </w:r>
            <w:r w:rsidRPr="008C6DE4">
              <w:rPr>
                <w:i/>
              </w:rPr>
              <w:t>to be applied</w:t>
            </w:r>
            <w:r w:rsidRPr="008C6DE4">
              <w:rPr>
                <w:lang w:eastAsia="zh-CN"/>
              </w:rPr>
              <w:t>, when</w:t>
            </w:r>
            <w:r w:rsidRPr="008C6DE4">
              <w:rPr>
                <w:bCs/>
              </w:rPr>
              <w:t xml:space="preserve"> </w:t>
            </w:r>
            <w:r w:rsidRPr="008C6DE4">
              <w:rPr>
                <w:i/>
              </w:rPr>
              <w:t xml:space="preserve">MeasGapSharingScheme is absent and there is </w:t>
            </w:r>
            <w:r w:rsidRPr="008C6DE4">
              <w:t xml:space="preserve">no </w:t>
            </w:r>
            <w:r w:rsidRPr="008C6DE4">
              <w:rPr>
                <w:lang w:eastAsia="zh-CN"/>
              </w:rPr>
              <w:t>stored value in the field.</w:t>
            </w:r>
          </w:p>
        </w:tc>
      </w:tr>
    </w:tbl>
    <w:p w14:paraId="77F5E2AE" w14:textId="77777777" w:rsidR="00D4281A" w:rsidRPr="008C6DE4" w:rsidRDefault="00D4281A" w:rsidP="00D4281A">
      <w:pPr>
        <w:rPr>
          <w:lang w:eastAsia="zh-CN"/>
        </w:rPr>
      </w:pPr>
    </w:p>
    <w:p w14:paraId="2F061A28" w14:textId="77777777" w:rsidR="00D4281A" w:rsidRPr="008C6DE4" w:rsidRDefault="00D4281A" w:rsidP="00D4281A">
      <w:pPr>
        <w:pStyle w:val="Heading4"/>
        <w:rPr>
          <w:lang w:eastAsia="zh-CN"/>
        </w:rPr>
      </w:pPr>
      <w:bookmarkStart w:id="160" w:name="_Toc5952673"/>
      <w:r w:rsidRPr="008C6DE4">
        <w:rPr>
          <w:lang w:eastAsia="zh-CN"/>
        </w:rPr>
        <w:t>9.1.2.1a</w:t>
      </w:r>
      <w:r w:rsidRPr="008C6DE4">
        <w:rPr>
          <w:lang w:eastAsia="zh-CN"/>
        </w:rPr>
        <w:tab/>
        <w:t>SA: Measurement Gap Sharing</w:t>
      </w:r>
      <w:bookmarkEnd w:id="160"/>
    </w:p>
    <w:p w14:paraId="18264E92" w14:textId="77777777" w:rsidR="00D4281A" w:rsidRPr="008C6DE4" w:rsidRDefault="00D4281A" w:rsidP="00D4281A">
      <w:pPr>
        <w:rPr>
          <w:lang w:eastAsia="zh-CN"/>
        </w:rPr>
      </w:pPr>
      <w:r w:rsidRPr="008C6DE4">
        <w:rPr>
          <w:lang w:eastAsia="zh-CN"/>
        </w:rPr>
        <w:t xml:space="preserve">For NR standalone UE without NR-DC operation and configured with per-UE measurement gap, measurement gap sharing shall be applies </w:t>
      </w:r>
      <w:r w:rsidRPr="008C6DE4">
        <w:t>when UE requires measurement gaps to identify and measure cells</w:t>
      </w:r>
      <w:r w:rsidRPr="008C6DE4">
        <w:rPr>
          <w:lang w:eastAsia="zh-CN"/>
        </w:rPr>
        <w:t xml:space="preserve"> on intra-frequency carriers</w:t>
      </w:r>
      <w:r w:rsidRPr="008C6DE4">
        <w:t xml:space="preserve"> or when SMTC configured for intra-frequency measurement are fully overlapping with </w:t>
      </w:r>
      <w:r w:rsidRPr="008C6DE4">
        <w:rPr>
          <w:lang w:eastAsia="zh-CN"/>
        </w:rPr>
        <w:t xml:space="preserve">per-UE </w:t>
      </w:r>
      <w:r w:rsidRPr="008C6DE4">
        <w:t>measurement gaps, and when UE is configured to identify and measure cells on inter-frequency carriers</w:t>
      </w:r>
      <w:r w:rsidRPr="008C6DE4">
        <w:rPr>
          <w:lang w:eastAsia="zh-CN"/>
        </w:rPr>
        <w:t>, and/or inter-RAT E-UTRAN carriers</w:t>
      </w:r>
      <w:r w:rsidRPr="008C6DE4">
        <w:t>.</w:t>
      </w:r>
    </w:p>
    <w:p w14:paraId="10A0E8F2" w14:textId="77777777" w:rsidR="00D4281A" w:rsidRPr="008C6DE4" w:rsidRDefault="00D4281A" w:rsidP="00D4281A">
      <w:pPr>
        <w:rPr>
          <w:lang w:eastAsia="zh-CN"/>
        </w:rPr>
      </w:pPr>
      <w:r w:rsidRPr="008C6DE4">
        <w:rPr>
          <w:lang w:eastAsia="zh-CN"/>
        </w:rPr>
        <w:t>For NR standalone UE without NR-DC operation and configured with per-FR1 measurement gap, m</w:t>
      </w:r>
      <w:r w:rsidRPr="008C6DE4">
        <w:t>easurement gap sharing shall be applied when UE requires measurement gaps to identify and measure cells</w:t>
      </w:r>
      <w:r w:rsidRPr="008C6DE4">
        <w:rPr>
          <w:lang w:eastAsia="zh-CN"/>
        </w:rPr>
        <w:t xml:space="preserve"> on FR1 intra-frequency carriers</w:t>
      </w:r>
      <w:r w:rsidRPr="008C6DE4">
        <w:t xml:space="preserve"> or when SMTC configured for </w:t>
      </w:r>
      <w:r w:rsidRPr="008C6DE4">
        <w:rPr>
          <w:lang w:eastAsia="zh-CN"/>
        </w:rPr>
        <w:t xml:space="preserve">FR1 </w:t>
      </w:r>
      <w:r w:rsidRPr="008C6DE4">
        <w:t xml:space="preserve">intra-frequency measurement are fully overlapping with </w:t>
      </w:r>
      <w:r w:rsidRPr="008C6DE4">
        <w:rPr>
          <w:lang w:eastAsia="zh-CN"/>
        </w:rPr>
        <w:t xml:space="preserve">per-FR1 </w:t>
      </w:r>
      <w:r w:rsidRPr="008C6DE4">
        <w:t xml:space="preserve">measurement gaps, and when UE is configured to identify and measure cells on </w:t>
      </w:r>
      <w:r w:rsidRPr="008C6DE4">
        <w:rPr>
          <w:lang w:eastAsia="zh-CN"/>
        </w:rPr>
        <w:t>FR1 inter-frequency carriers and/or inter-RAT E-UTRAN</w:t>
      </w:r>
      <w:r w:rsidRPr="008C6DE4">
        <w:t xml:space="preserve"> carriers.</w:t>
      </w:r>
    </w:p>
    <w:p w14:paraId="08153E58" w14:textId="77777777" w:rsidR="00D4281A" w:rsidRPr="008C6DE4" w:rsidRDefault="00D4281A" w:rsidP="00D4281A">
      <w:pPr>
        <w:rPr>
          <w:lang w:eastAsia="zh-CN"/>
        </w:rPr>
      </w:pPr>
      <w:r w:rsidRPr="008C6DE4">
        <w:rPr>
          <w:lang w:eastAsia="zh-CN"/>
        </w:rPr>
        <w:t>For NR standalone UE without NR-DC operation and configured with per-FR2 measurement gap, m</w:t>
      </w:r>
      <w:r w:rsidRPr="008C6DE4">
        <w:t>easurement gap sharing shall be applied when UE requires measurement gaps to identify and measure cells</w:t>
      </w:r>
      <w:r w:rsidRPr="008C6DE4">
        <w:rPr>
          <w:lang w:eastAsia="zh-CN"/>
        </w:rPr>
        <w:t xml:space="preserve"> on FR2 intra-frequency carriers</w:t>
      </w:r>
      <w:r w:rsidRPr="008C6DE4">
        <w:t xml:space="preserve"> or when SMTC configured for </w:t>
      </w:r>
      <w:r w:rsidRPr="008C6DE4">
        <w:rPr>
          <w:lang w:eastAsia="zh-CN"/>
        </w:rPr>
        <w:t xml:space="preserve">FR2 </w:t>
      </w:r>
      <w:r w:rsidRPr="008C6DE4">
        <w:t xml:space="preserve">intra-frequency measurement are fully overlapping with </w:t>
      </w:r>
      <w:r w:rsidRPr="008C6DE4">
        <w:rPr>
          <w:lang w:eastAsia="zh-CN"/>
        </w:rPr>
        <w:t xml:space="preserve">per-FR2 </w:t>
      </w:r>
      <w:r w:rsidRPr="008C6DE4">
        <w:t xml:space="preserve">measurement gaps, and when UE is configured to identify and measure cells on </w:t>
      </w:r>
      <w:r w:rsidRPr="008C6DE4">
        <w:rPr>
          <w:lang w:eastAsia="zh-CN"/>
        </w:rPr>
        <w:t>FR2 inter-frequency carriers</w:t>
      </w:r>
      <w:r w:rsidRPr="008C6DE4">
        <w:t>.</w:t>
      </w:r>
    </w:p>
    <w:p w14:paraId="320572D0" w14:textId="77777777" w:rsidR="00D4281A" w:rsidRPr="008C6DE4" w:rsidRDefault="00D4281A" w:rsidP="00D4281A">
      <w:r w:rsidRPr="008C6DE4">
        <w:t xml:space="preserve">When network signals “01”, “10” or “11” with RRC parameter </w:t>
      </w:r>
      <w:r w:rsidRPr="008C6DE4">
        <w:rPr>
          <w:i/>
        </w:rPr>
        <w:t>MeasGapSharingScheme</w:t>
      </w:r>
      <w:r w:rsidRPr="008C6DE4">
        <w:t xml:space="preserve"> </w:t>
      </w:r>
      <w:r w:rsidRPr="008C6DE4">
        <w:rPr>
          <w:lang w:eastAsia="zh-CN"/>
        </w:rPr>
        <w:t xml:space="preserve">[2] </w:t>
      </w:r>
      <w:r w:rsidRPr="008C6DE4">
        <w:t>and the value of X is defined as in Table 9.1.2.1a-1, and</w:t>
      </w:r>
    </w:p>
    <w:p w14:paraId="16125BEC" w14:textId="77777777" w:rsidR="00D4281A" w:rsidRPr="008C6DE4" w:rsidRDefault="00D4281A" w:rsidP="003235EF">
      <w:pPr>
        <w:pStyle w:val="B10"/>
      </w:pPr>
      <w:r w:rsidRPr="008C6DE4">
        <w:t>-</w:t>
      </w:r>
      <w:r w:rsidRPr="008C6DE4">
        <w:tab/>
      </w:r>
      <w:r w:rsidRPr="008C6DE4">
        <w:rPr>
          <w:lang w:eastAsia="zh-CN"/>
        </w:rPr>
        <w:t>K</w:t>
      </w:r>
      <w:r w:rsidRPr="008C6DE4">
        <w:rPr>
          <w:vertAlign w:val="subscript"/>
          <w:lang w:eastAsia="zh-CN"/>
        </w:rPr>
        <w:t xml:space="preserve">intra </w:t>
      </w:r>
      <w:r w:rsidRPr="008C6DE4">
        <w:t>= 1 / X * 100,</w:t>
      </w:r>
    </w:p>
    <w:p w14:paraId="595D35B7" w14:textId="77777777" w:rsidR="00D4281A" w:rsidRPr="008C6DE4" w:rsidRDefault="00D4281A" w:rsidP="003235EF">
      <w:pPr>
        <w:pStyle w:val="B10"/>
      </w:pPr>
      <w:r w:rsidRPr="008C6DE4">
        <w:t>-</w:t>
      </w:r>
      <w:r w:rsidRPr="008C6DE4">
        <w:tab/>
      </w:r>
      <w:r w:rsidRPr="008C6DE4">
        <w:rPr>
          <w:lang w:eastAsia="zh-CN"/>
        </w:rPr>
        <w:t>K</w:t>
      </w:r>
      <w:r w:rsidRPr="008C6DE4">
        <w:rPr>
          <w:vertAlign w:val="subscript"/>
          <w:lang w:eastAsia="zh-CN"/>
        </w:rPr>
        <w:t xml:space="preserve">inter </w:t>
      </w:r>
      <w:r w:rsidRPr="008C6DE4">
        <w:t>= 1 / (100 – X) * 100,</w:t>
      </w:r>
    </w:p>
    <w:p w14:paraId="67E2842C" w14:textId="77777777" w:rsidR="00D4281A" w:rsidRPr="008C6DE4" w:rsidRDefault="00D4281A" w:rsidP="00D4281A">
      <w:pPr>
        <w:ind w:leftChars="100" w:left="200"/>
      </w:pPr>
      <w:r w:rsidRPr="008C6DE4">
        <w:t xml:space="preserve">When network signals “00” indicating equal splitting gap sharing, X is not applied. </w:t>
      </w:r>
    </w:p>
    <w:p w14:paraId="77F56BE4" w14:textId="77777777" w:rsidR="00D4281A" w:rsidRPr="008C6DE4" w:rsidRDefault="00D4281A" w:rsidP="00D4281A">
      <w:pPr>
        <w:ind w:leftChars="100" w:left="200"/>
      </w:pPr>
      <w:r w:rsidRPr="008C6DE4">
        <w:t xml:space="preserve">The RRC parameter </w:t>
      </w:r>
      <w:r w:rsidRPr="008C6DE4">
        <w:rPr>
          <w:i/>
        </w:rPr>
        <w:t>MeasGapSharingScheme</w:t>
      </w:r>
      <w:r w:rsidRPr="008C6DE4">
        <w:t xml:space="preserve"> shall be applied to the calculation of carrier specific scaling factor as specified in clause 9.1.5.2.2</w:t>
      </w:r>
      <w:r w:rsidRPr="008C6DE4">
        <w:rPr>
          <w:lang w:eastAsia="zh-CN"/>
        </w:rPr>
        <w:t>.</w:t>
      </w:r>
    </w:p>
    <w:p w14:paraId="1D38F6DA" w14:textId="77777777" w:rsidR="00D4281A" w:rsidRPr="008C6DE4" w:rsidRDefault="00D4281A" w:rsidP="00D4281A">
      <w:pPr>
        <w:pStyle w:val="TH"/>
        <w:rPr>
          <w:snapToGrid w:val="0"/>
          <w:lang w:eastAsia="zh-CN"/>
        </w:rPr>
      </w:pPr>
      <w:r w:rsidRPr="008C6DE4">
        <w:rPr>
          <w:snapToGrid w:val="0"/>
        </w:rPr>
        <w:t>Table 9.1.2</w:t>
      </w:r>
      <w:r w:rsidRPr="008C6DE4">
        <w:rPr>
          <w:snapToGrid w:val="0"/>
          <w:lang w:eastAsia="zh-CN"/>
        </w:rPr>
        <w:t>.1a</w:t>
      </w:r>
      <w:r w:rsidRPr="008C6DE4">
        <w:rPr>
          <w:snapToGrid w:val="0"/>
        </w:rPr>
        <w:t>-</w:t>
      </w:r>
      <w:r w:rsidRPr="008C6DE4">
        <w:rPr>
          <w:snapToGrid w:val="0"/>
          <w:lang w:eastAsia="zh-CN"/>
        </w:rPr>
        <w:t>1</w:t>
      </w:r>
      <w:r w:rsidRPr="008C6DE4">
        <w:rPr>
          <w:snapToGrid w:val="0"/>
        </w:rPr>
        <w:t>: Value of parameter X</w:t>
      </w:r>
      <w:r w:rsidRPr="008C6DE4">
        <w:rPr>
          <w:snapToGrid w:val="0"/>
          <w:lang w:eastAsia="zh-CN"/>
        </w:rPr>
        <w:t xml:space="preserve"> for NR standalone measurement gap sharing</w:t>
      </w:r>
    </w:p>
    <w:tbl>
      <w:tblPr>
        <w:tblW w:w="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218"/>
      </w:tblGrid>
      <w:tr w:rsidR="00DD3199" w:rsidRPr="008C6DE4" w14:paraId="3EAEE3BD" w14:textId="77777777" w:rsidTr="00867D3A">
        <w:trPr>
          <w:jc w:val="center"/>
        </w:trPr>
        <w:tc>
          <w:tcPr>
            <w:tcW w:w="2387" w:type="dxa"/>
            <w:shd w:val="clear" w:color="auto" w:fill="auto"/>
            <w:vAlign w:val="center"/>
          </w:tcPr>
          <w:p w14:paraId="2D62C7C3" w14:textId="77777777" w:rsidR="00D4281A" w:rsidRPr="008C6DE4" w:rsidRDefault="00D4281A" w:rsidP="003235EF">
            <w:pPr>
              <w:pStyle w:val="TAH"/>
              <w:rPr>
                <w:lang w:eastAsia="ko-KR"/>
              </w:rPr>
            </w:pPr>
            <w:r w:rsidRPr="008C6DE4">
              <w:t>measGapSharingScheme</w:t>
            </w:r>
          </w:p>
        </w:tc>
        <w:tc>
          <w:tcPr>
            <w:tcW w:w="2218" w:type="dxa"/>
            <w:shd w:val="clear" w:color="auto" w:fill="auto"/>
            <w:vAlign w:val="center"/>
          </w:tcPr>
          <w:p w14:paraId="41965104" w14:textId="77777777" w:rsidR="00D4281A" w:rsidRPr="008C6DE4" w:rsidRDefault="00D4281A" w:rsidP="003235EF">
            <w:pPr>
              <w:pStyle w:val="TAH"/>
              <w:rPr>
                <w:lang w:eastAsia="ko-KR"/>
              </w:rPr>
            </w:pPr>
            <w:r w:rsidRPr="008C6DE4">
              <w:rPr>
                <w:lang w:eastAsia="ko-KR"/>
              </w:rPr>
              <w:t>Value of X (%)</w:t>
            </w:r>
          </w:p>
        </w:tc>
      </w:tr>
      <w:tr w:rsidR="00DD3199" w:rsidRPr="008C6DE4" w14:paraId="28599E65" w14:textId="77777777" w:rsidTr="00867D3A">
        <w:trPr>
          <w:jc w:val="center"/>
        </w:trPr>
        <w:tc>
          <w:tcPr>
            <w:tcW w:w="2387" w:type="dxa"/>
            <w:shd w:val="clear" w:color="auto" w:fill="auto"/>
            <w:vAlign w:val="center"/>
          </w:tcPr>
          <w:p w14:paraId="5663A8F8" w14:textId="77777777" w:rsidR="00D4281A" w:rsidRPr="008C6DE4" w:rsidRDefault="00D4281A" w:rsidP="003235EF">
            <w:pPr>
              <w:pStyle w:val="TAC"/>
              <w:rPr>
                <w:lang w:eastAsia="ko-KR"/>
              </w:rPr>
            </w:pPr>
            <w:r w:rsidRPr="008C6DE4">
              <w:rPr>
                <w:lang w:eastAsia="ko-KR"/>
              </w:rPr>
              <w:t>‘00’</w:t>
            </w:r>
          </w:p>
        </w:tc>
        <w:tc>
          <w:tcPr>
            <w:tcW w:w="2218" w:type="dxa"/>
            <w:shd w:val="clear" w:color="auto" w:fill="auto"/>
            <w:vAlign w:val="center"/>
          </w:tcPr>
          <w:p w14:paraId="48560DBB" w14:textId="77777777" w:rsidR="00D4281A" w:rsidRPr="008C6DE4" w:rsidRDefault="00D4281A" w:rsidP="003235EF">
            <w:pPr>
              <w:pStyle w:val="TAC"/>
              <w:rPr>
                <w:lang w:eastAsia="zh-CN"/>
              </w:rPr>
            </w:pPr>
            <w:r w:rsidRPr="008C6DE4">
              <w:rPr>
                <w:lang w:eastAsia="ko-KR"/>
              </w:rPr>
              <w:t>Equal splitting</w:t>
            </w:r>
          </w:p>
        </w:tc>
      </w:tr>
      <w:tr w:rsidR="00DD3199" w:rsidRPr="008C6DE4" w14:paraId="49D566AD" w14:textId="77777777" w:rsidTr="00867D3A">
        <w:trPr>
          <w:jc w:val="center"/>
        </w:trPr>
        <w:tc>
          <w:tcPr>
            <w:tcW w:w="2387" w:type="dxa"/>
            <w:shd w:val="clear" w:color="auto" w:fill="auto"/>
            <w:vAlign w:val="center"/>
          </w:tcPr>
          <w:p w14:paraId="111E4BE8" w14:textId="77777777" w:rsidR="00D4281A" w:rsidRPr="008C6DE4" w:rsidRDefault="00D4281A" w:rsidP="003235EF">
            <w:pPr>
              <w:pStyle w:val="TAC"/>
              <w:rPr>
                <w:lang w:eastAsia="ko-KR"/>
              </w:rPr>
            </w:pPr>
            <w:r w:rsidRPr="008C6DE4">
              <w:rPr>
                <w:lang w:eastAsia="ko-KR"/>
              </w:rPr>
              <w:t>‘01’</w:t>
            </w:r>
          </w:p>
        </w:tc>
        <w:tc>
          <w:tcPr>
            <w:tcW w:w="2218" w:type="dxa"/>
            <w:shd w:val="clear" w:color="auto" w:fill="auto"/>
            <w:vAlign w:val="center"/>
          </w:tcPr>
          <w:p w14:paraId="5252B422" w14:textId="77777777" w:rsidR="00D4281A" w:rsidRPr="008C6DE4" w:rsidRDefault="00D4281A" w:rsidP="003235EF">
            <w:pPr>
              <w:pStyle w:val="TAC"/>
              <w:rPr>
                <w:lang w:eastAsia="zh-CN"/>
              </w:rPr>
            </w:pPr>
            <w:r w:rsidRPr="008C6DE4">
              <w:rPr>
                <w:lang w:eastAsia="zh-CN"/>
              </w:rPr>
              <w:t>25</w:t>
            </w:r>
          </w:p>
        </w:tc>
      </w:tr>
      <w:tr w:rsidR="00DD3199" w:rsidRPr="008C6DE4" w14:paraId="1EA61F2B" w14:textId="77777777" w:rsidTr="00867D3A">
        <w:trPr>
          <w:jc w:val="center"/>
        </w:trPr>
        <w:tc>
          <w:tcPr>
            <w:tcW w:w="2387" w:type="dxa"/>
            <w:shd w:val="clear" w:color="auto" w:fill="auto"/>
            <w:vAlign w:val="center"/>
          </w:tcPr>
          <w:p w14:paraId="1AD0CB06" w14:textId="77777777" w:rsidR="00D4281A" w:rsidRPr="008C6DE4" w:rsidRDefault="00D4281A" w:rsidP="003235EF">
            <w:pPr>
              <w:pStyle w:val="TAC"/>
              <w:rPr>
                <w:lang w:eastAsia="ko-KR"/>
              </w:rPr>
            </w:pPr>
            <w:r w:rsidRPr="008C6DE4">
              <w:rPr>
                <w:lang w:eastAsia="ko-KR"/>
              </w:rPr>
              <w:t>‘10’</w:t>
            </w:r>
          </w:p>
        </w:tc>
        <w:tc>
          <w:tcPr>
            <w:tcW w:w="2218" w:type="dxa"/>
            <w:shd w:val="clear" w:color="auto" w:fill="auto"/>
            <w:vAlign w:val="center"/>
          </w:tcPr>
          <w:p w14:paraId="5709664B" w14:textId="77777777" w:rsidR="00D4281A" w:rsidRPr="008C6DE4" w:rsidRDefault="00D4281A" w:rsidP="003235EF">
            <w:pPr>
              <w:pStyle w:val="TAC"/>
              <w:rPr>
                <w:lang w:eastAsia="zh-CN"/>
              </w:rPr>
            </w:pPr>
            <w:r w:rsidRPr="008C6DE4">
              <w:rPr>
                <w:lang w:eastAsia="zh-CN"/>
              </w:rPr>
              <w:t>50</w:t>
            </w:r>
          </w:p>
        </w:tc>
      </w:tr>
      <w:tr w:rsidR="00DD3199" w:rsidRPr="008C6DE4" w14:paraId="50FA6503" w14:textId="77777777" w:rsidTr="00867D3A">
        <w:trPr>
          <w:jc w:val="center"/>
        </w:trPr>
        <w:tc>
          <w:tcPr>
            <w:tcW w:w="2387" w:type="dxa"/>
            <w:shd w:val="clear" w:color="auto" w:fill="auto"/>
            <w:vAlign w:val="center"/>
          </w:tcPr>
          <w:p w14:paraId="660678E1" w14:textId="77777777" w:rsidR="00D4281A" w:rsidRPr="008C6DE4" w:rsidRDefault="00D4281A" w:rsidP="003235EF">
            <w:pPr>
              <w:pStyle w:val="TAC"/>
              <w:rPr>
                <w:lang w:eastAsia="ko-KR"/>
              </w:rPr>
            </w:pPr>
            <w:r w:rsidRPr="008C6DE4">
              <w:rPr>
                <w:lang w:eastAsia="ko-KR"/>
              </w:rPr>
              <w:t>‘11’</w:t>
            </w:r>
          </w:p>
        </w:tc>
        <w:tc>
          <w:tcPr>
            <w:tcW w:w="2218" w:type="dxa"/>
            <w:shd w:val="clear" w:color="auto" w:fill="auto"/>
            <w:vAlign w:val="center"/>
          </w:tcPr>
          <w:p w14:paraId="21583BC9" w14:textId="77777777" w:rsidR="00D4281A" w:rsidRPr="008C6DE4" w:rsidRDefault="00D4281A" w:rsidP="003235EF">
            <w:pPr>
              <w:pStyle w:val="TAC"/>
              <w:rPr>
                <w:lang w:eastAsia="zh-CN"/>
              </w:rPr>
            </w:pPr>
            <w:r w:rsidRPr="008C6DE4">
              <w:rPr>
                <w:lang w:eastAsia="zh-CN"/>
              </w:rPr>
              <w:t>75</w:t>
            </w:r>
          </w:p>
        </w:tc>
      </w:tr>
      <w:tr w:rsidR="00DD3199" w:rsidRPr="008C6DE4" w14:paraId="33CDCCC4" w14:textId="77777777" w:rsidTr="00867D3A">
        <w:trPr>
          <w:jc w:val="center"/>
        </w:trPr>
        <w:tc>
          <w:tcPr>
            <w:tcW w:w="4605" w:type="dxa"/>
            <w:gridSpan w:val="2"/>
            <w:shd w:val="clear" w:color="auto" w:fill="auto"/>
            <w:vAlign w:val="center"/>
          </w:tcPr>
          <w:p w14:paraId="3101F982" w14:textId="12A1C01F" w:rsidR="00D4281A" w:rsidRPr="008C6DE4" w:rsidRDefault="00D4281A" w:rsidP="003235EF">
            <w:pPr>
              <w:pStyle w:val="TAN"/>
              <w:rPr>
                <w:lang w:eastAsia="zh-CN"/>
              </w:rPr>
            </w:pPr>
            <w:r w:rsidRPr="008C6DE4">
              <w:rPr>
                <w:rFonts w:hint="eastAsia"/>
                <w:lang w:eastAsia="zh-CN"/>
              </w:rPr>
              <w:t>Note:</w:t>
            </w:r>
            <w:r w:rsidR="00712B1D" w:rsidRPr="008C6DE4">
              <w:tab/>
            </w:r>
            <w:r w:rsidRPr="008C6DE4">
              <w:t>It</w:t>
            </w:r>
            <w:r w:rsidRPr="008C6DE4">
              <w:rPr>
                <w:lang w:eastAsia="zh-CN"/>
              </w:rPr>
              <w:t xml:space="preserve"> is left to UE implementation to determine which </w:t>
            </w:r>
            <w:r w:rsidRPr="008C6DE4">
              <w:rPr>
                <w:szCs w:val="22"/>
                <w:lang w:eastAsia="ja-JP"/>
              </w:rPr>
              <w:t xml:space="preserve">measurement gap sharing scheme in the table </w:t>
            </w:r>
            <w:r w:rsidRPr="008C6DE4">
              <w:rPr>
                <w:i/>
              </w:rPr>
              <w:t>to be applied</w:t>
            </w:r>
            <w:r w:rsidRPr="008C6DE4">
              <w:rPr>
                <w:lang w:eastAsia="zh-CN"/>
              </w:rPr>
              <w:t>, when</w:t>
            </w:r>
            <w:r w:rsidRPr="008C6DE4">
              <w:rPr>
                <w:bCs/>
              </w:rPr>
              <w:t xml:space="preserve"> </w:t>
            </w:r>
            <w:r w:rsidRPr="008C6DE4">
              <w:rPr>
                <w:i/>
              </w:rPr>
              <w:t xml:space="preserve">MeasGapSharingScheme is absent and there is </w:t>
            </w:r>
            <w:r w:rsidRPr="008C6DE4">
              <w:t xml:space="preserve">no </w:t>
            </w:r>
            <w:r w:rsidRPr="008C6DE4">
              <w:rPr>
                <w:lang w:eastAsia="zh-CN"/>
              </w:rPr>
              <w:t>stored value in the field.</w:t>
            </w:r>
          </w:p>
        </w:tc>
      </w:tr>
    </w:tbl>
    <w:p w14:paraId="79353B30" w14:textId="77777777" w:rsidR="00D4281A" w:rsidRPr="008C6DE4" w:rsidRDefault="00D4281A" w:rsidP="00D4281A"/>
    <w:p w14:paraId="0A2CA54A" w14:textId="77777777" w:rsidR="00D4281A" w:rsidRPr="008C6DE4" w:rsidRDefault="00D4281A" w:rsidP="00D4281A">
      <w:pPr>
        <w:pStyle w:val="Heading4"/>
        <w:rPr>
          <w:lang w:eastAsia="zh-CN"/>
        </w:rPr>
      </w:pPr>
      <w:r w:rsidRPr="008C6DE4">
        <w:rPr>
          <w:lang w:eastAsia="zh-CN"/>
        </w:rPr>
        <w:t>9.1.2.1b</w:t>
      </w:r>
      <w:r w:rsidRPr="008C6DE4">
        <w:rPr>
          <w:lang w:eastAsia="zh-CN"/>
        </w:rPr>
        <w:tab/>
        <w:t>NE-DC: Measurement Gap Sharing</w:t>
      </w:r>
    </w:p>
    <w:p w14:paraId="6DCDBD4E" w14:textId="77777777" w:rsidR="00D4281A" w:rsidRPr="008C6DE4" w:rsidRDefault="00D4281A" w:rsidP="00D4281A">
      <w:pPr>
        <w:rPr>
          <w:lang w:eastAsia="zh-CN"/>
        </w:rPr>
      </w:pPr>
      <w:r w:rsidRPr="008C6DE4">
        <w:rPr>
          <w:lang w:eastAsia="zh-CN"/>
        </w:rPr>
        <w:t>For NR-E-UTRA dual connectivity UE configured with per-UE measurement gap, m</w:t>
      </w:r>
      <w:r w:rsidRPr="008C6DE4">
        <w:t>easurement gap sharing shall be applied when UE requires measurement gaps to identify and measure cells</w:t>
      </w:r>
      <w:r w:rsidRPr="008C6DE4">
        <w:rPr>
          <w:lang w:eastAsia="zh-CN"/>
        </w:rPr>
        <w:t xml:space="preserve"> on intra-frequency carriers</w:t>
      </w:r>
      <w:r w:rsidRPr="008C6DE4">
        <w:t xml:space="preserve"> or when SMTC configured for intra-frequency measurement are fully overlapping with </w:t>
      </w:r>
      <w:r w:rsidRPr="008C6DE4">
        <w:rPr>
          <w:lang w:eastAsia="zh-CN"/>
        </w:rPr>
        <w:t xml:space="preserve">per-UE </w:t>
      </w:r>
      <w:r w:rsidRPr="008C6DE4">
        <w:t>measurement gaps, and</w:t>
      </w:r>
      <w:r w:rsidRPr="008C6DE4">
        <w:rPr>
          <w:lang w:eastAsia="zh-CN"/>
        </w:rPr>
        <w:t xml:space="preserve"> </w:t>
      </w:r>
      <w:r w:rsidRPr="008C6DE4">
        <w:t>when UE is configured to identify and measure cells on inter-frequency carriers</w:t>
      </w:r>
      <w:r w:rsidRPr="008C6DE4">
        <w:rPr>
          <w:lang w:eastAsia="zh-CN"/>
        </w:rPr>
        <w:t xml:space="preserve">, E-UTRA gap-needed </w:t>
      </w:r>
      <w:r w:rsidRPr="008C6DE4">
        <w:t>inter-frequency carriers</w:t>
      </w:r>
      <w:r w:rsidRPr="008C6DE4">
        <w:rPr>
          <w:lang w:eastAsia="zh-CN"/>
        </w:rPr>
        <w:t>, and/or inter-RAT E-UTRA carriers</w:t>
      </w:r>
      <w:r w:rsidRPr="008C6DE4">
        <w:t>.</w:t>
      </w:r>
    </w:p>
    <w:p w14:paraId="08E446BC" w14:textId="77777777" w:rsidR="00D4281A" w:rsidRPr="008C6DE4" w:rsidRDefault="00D4281A" w:rsidP="00D4281A">
      <w:pPr>
        <w:rPr>
          <w:lang w:eastAsia="zh-CN"/>
        </w:rPr>
      </w:pPr>
      <w:r w:rsidRPr="008C6DE4">
        <w:rPr>
          <w:lang w:eastAsia="zh-CN"/>
        </w:rPr>
        <w:t>For NR-E-UTRA dual connectivity UE configured with per-FR1 measurement gap, m</w:t>
      </w:r>
      <w:r w:rsidRPr="008C6DE4">
        <w:t>easurement gap sharing shall be applied when UE requires measurement gaps to identify and measure cells</w:t>
      </w:r>
      <w:r w:rsidRPr="008C6DE4">
        <w:rPr>
          <w:lang w:eastAsia="zh-CN"/>
        </w:rPr>
        <w:t xml:space="preserve"> on FR1 intra-frequency carriers</w:t>
      </w:r>
      <w:r w:rsidRPr="008C6DE4">
        <w:t xml:space="preserve"> or when SMTC configured for </w:t>
      </w:r>
      <w:r w:rsidRPr="008C6DE4">
        <w:rPr>
          <w:lang w:eastAsia="zh-CN"/>
        </w:rPr>
        <w:t xml:space="preserve">FR1 </w:t>
      </w:r>
      <w:r w:rsidRPr="008C6DE4">
        <w:t xml:space="preserve">intra-frequency measurement are fully overlapping with </w:t>
      </w:r>
      <w:r w:rsidRPr="008C6DE4">
        <w:rPr>
          <w:lang w:eastAsia="zh-CN"/>
        </w:rPr>
        <w:t xml:space="preserve">per-FR1 </w:t>
      </w:r>
      <w:r w:rsidRPr="008C6DE4">
        <w:t>measurement gaps, and when UE is configured to identify and measure cells on inter-frequency carriers</w:t>
      </w:r>
      <w:r w:rsidRPr="008C6DE4">
        <w:rPr>
          <w:lang w:eastAsia="zh-CN"/>
        </w:rPr>
        <w:t xml:space="preserve">, E-UTRA gap-needed </w:t>
      </w:r>
      <w:r w:rsidRPr="008C6DE4">
        <w:t>inter-frequency carriers</w:t>
      </w:r>
      <w:r w:rsidRPr="008C6DE4">
        <w:rPr>
          <w:lang w:eastAsia="zh-CN"/>
        </w:rPr>
        <w:t>, and/or inter-RAT E-UTRA carriers</w:t>
      </w:r>
      <w:r w:rsidRPr="008C6DE4">
        <w:t>.</w:t>
      </w:r>
    </w:p>
    <w:p w14:paraId="387A5544" w14:textId="77777777" w:rsidR="00D4281A" w:rsidRPr="008C6DE4" w:rsidRDefault="00D4281A" w:rsidP="00D4281A">
      <w:pPr>
        <w:rPr>
          <w:lang w:eastAsia="zh-CN"/>
        </w:rPr>
      </w:pPr>
      <w:r w:rsidRPr="008C6DE4">
        <w:rPr>
          <w:lang w:eastAsia="zh-CN"/>
        </w:rPr>
        <w:t>For NR-E-UTRA dual connectivity UE configured with per-FR2 measurement gap, m</w:t>
      </w:r>
      <w:r w:rsidRPr="008C6DE4">
        <w:t>easurement gap sharing shall be applied when UE requires measurement gaps to identify and measure cells</w:t>
      </w:r>
      <w:r w:rsidRPr="008C6DE4">
        <w:rPr>
          <w:lang w:eastAsia="zh-CN"/>
        </w:rPr>
        <w:t xml:space="preserve"> on FR2 intra-frequency carriers</w:t>
      </w:r>
      <w:r w:rsidRPr="008C6DE4">
        <w:t xml:space="preserve"> or when SMTC configured for </w:t>
      </w:r>
      <w:r w:rsidRPr="008C6DE4">
        <w:rPr>
          <w:lang w:eastAsia="zh-CN"/>
        </w:rPr>
        <w:t xml:space="preserve">FR2 </w:t>
      </w:r>
      <w:r w:rsidRPr="008C6DE4">
        <w:t xml:space="preserve">intra-frequency measurement are fully overlapping with </w:t>
      </w:r>
      <w:r w:rsidRPr="008C6DE4">
        <w:rPr>
          <w:lang w:eastAsia="zh-CN"/>
        </w:rPr>
        <w:t xml:space="preserve">per-FR2 </w:t>
      </w:r>
      <w:r w:rsidRPr="008C6DE4">
        <w:t xml:space="preserve">measurement gaps, and when UE is configured to identify and measure cells on </w:t>
      </w:r>
      <w:r w:rsidRPr="008C6DE4">
        <w:rPr>
          <w:lang w:eastAsia="zh-CN"/>
        </w:rPr>
        <w:t>FR2 inter-frequency carriers</w:t>
      </w:r>
      <w:r w:rsidRPr="008C6DE4">
        <w:t>.</w:t>
      </w:r>
    </w:p>
    <w:p w14:paraId="4825E9AB" w14:textId="77777777" w:rsidR="00D4281A" w:rsidRPr="008C6DE4" w:rsidRDefault="00D4281A" w:rsidP="00D4281A">
      <w:pPr>
        <w:rPr>
          <w:lang w:eastAsia="zh-CN"/>
        </w:rPr>
      </w:pPr>
      <w:r w:rsidRPr="008C6DE4">
        <w:rPr>
          <w:lang w:eastAsia="zh-CN"/>
        </w:rPr>
        <w:t>W</w:t>
      </w:r>
      <w:r w:rsidRPr="008C6DE4">
        <w:t>hen network signals “01”, “10” or “11”</w:t>
      </w:r>
      <w:r w:rsidRPr="008C6DE4">
        <w:rPr>
          <w:lang w:eastAsia="zh-CN"/>
        </w:rPr>
        <w:t xml:space="preserve"> with</w:t>
      </w:r>
      <w:r w:rsidRPr="008C6DE4">
        <w:t xml:space="preserve"> RRC parameter </w:t>
      </w:r>
      <w:r w:rsidRPr="008C6DE4">
        <w:rPr>
          <w:i/>
        </w:rPr>
        <w:t>measGapSharingConfig</w:t>
      </w:r>
      <w:r w:rsidRPr="008C6DE4">
        <w:t xml:space="preserve"> </w:t>
      </w:r>
      <w:r w:rsidRPr="008C6DE4">
        <w:rPr>
          <w:lang w:eastAsia="zh-CN"/>
        </w:rPr>
        <w:t xml:space="preserve">[2][16] </w:t>
      </w:r>
      <w:r w:rsidRPr="008C6DE4">
        <w:t>and</w:t>
      </w:r>
      <w:r w:rsidRPr="008C6DE4">
        <w:rPr>
          <w:lang w:eastAsia="zh-CN"/>
        </w:rPr>
        <w:t xml:space="preserve"> the value of X</w:t>
      </w:r>
      <w:r w:rsidRPr="008C6DE4">
        <w:t xml:space="preserve"> is defined as in Table </w:t>
      </w:r>
      <w:r w:rsidRPr="008C6DE4">
        <w:rPr>
          <w:snapToGrid w:val="0"/>
        </w:rPr>
        <w:t>9.1.2</w:t>
      </w:r>
      <w:r w:rsidRPr="008C6DE4">
        <w:rPr>
          <w:snapToGrid w:val="0"/>
          <w:lang w:eastAsia="zh-CN"/>
        </w:rPr>
        <w:t>.1b</w:t>
      </w:r>
      <w:r w:rsidRPr="008C6DE4">
        <w:rPr>
          <w:snapToGrid w:val="0"/>
        </w:rPr>
        <w:t>-</w:t>
      </w:r>
      <w:r w:rsidRPr="008C6DE4">
        <w:rPr>
          <w:snapToGrid w:val="0"/>
          <w:lang w:eastAsia="zh-CN"/>
        </w:rPr>
        <w:t>1</w:t>
      </w:r>
      <w:r w:rsidRPr="008C6DE4">
        <w:t>,</w:t>
      </w:r>
      <w:r w:rsidRPr="008C6DE4">
        <w:rPr>
          <w:lang w:eastAsia="zh-CN"/>
        </w:rPr>
        <w:t xml:space="preserve"> and</w:t>
      </w:r>
    </w:p>
    <w:p w14:paraId="71822866" w14:textId="77777777" w:rsidR="00D4281A" w:rsidRPr="008C6DE4" w:rsidRDefault="00D4281A" w:rsidP="003235EF">
      <w:pPr>
        <w:pStyle w:val="B10"/>
      </w:pPr>
      <w:r w:rsidRPr="008C6DE4">
        <w:t>-</w:t>
      </w:r>
      <w:r w:rsidRPr="008C6DE4">
        <w:tab/>
      </w:r>
      <w:r w:rsidRPr="008C6DE4">
        <w:rPr>
          <w:lang w:eastAsia="zh-CN"/>
        </w:rPr>
        <w:t>K</w:t>
      </w:r>
      <w:r w:rsidRPr="008C6DE4">
        <w:rPr>
          <w:vertAlign w:val="subscript"/>
          <w:lang w:eastAsia="zh-CN"/>
        </w:rPr>
        <w:t xml:space="preserve">intra </w:t>
      </w:r>
      <w:r w:rsidRPr="008C6DE4">
        <w:t>= 1 / X * 100,</w:t>
      </w:r>
    </w:p>
    <w:p w14:paraId="2954C4BF" w14:textId="77777777" w:rsidR="00D4281A" w:rsidRPr="008C6DE4" w:rsidRDefault="00D4281A" w:rsidP="003235EF">
      <w:pPr>
        <w:pStyle w:val="B10"/>
      </w:pPr>
      <w:r w:rsidRPr="008C6DE4">
        <w:t>-</w:t>
      </w:r>
      <w:r w:rsidRPr="008C6DE4">
        <w:tab/>
      </w:r>
      <w:r w:rsidRPr="008C6DE4">
        <w:rPr>
          <w:lang w:eastAsia="zh-CN"/>
        </w:rPr>
        <w:t>K</w:t>
      </w:r>
      <w:r w:rsidRPr="008C6DE4">
        <w:rPr>
          <w:vertAlign w:val="subscript"/>
          <w:lang w:eastAsia="zh-CN"/>
        </w:rPr>
        <w:t xml:space="preserve">inter </w:t>
      </w:r>
      <w:r w:rsidRPr="008C6DE4">
        <w:t>= 1 / (100 – X) * 100,</w:t>
      </w:r>
    </w:p>
    <w:p w14:paraId="340C983F" w14:textId="77777777" w:rsidR="00D4281A" w:rsidRPr="008C6DE4" w:rsidRDefault="00D4281A" w:rsidP="00D4281A">
      <w:pPr>
        <w:ind w:leftChars="100" w:left="200"/>
      </w:pPr>
      <w:r w:rsidRPr="008C6DE4">
        <w:t xml:space="preserve">When network signals “00” indicating equal splitting gap sharing, X is not applied. </w:t>
      </w:r>
    </w:p>
    <w:p w14:paraId="25C0D229" w14:textId="4DEE11E8" w:rsidR="00BE41C3" w:rsidRDefault="00BE41C3" w:rsidP="00BE41C3">
      <w:pPr>
        <w:ind w:leftChars="100" w:left="200"/>
      </w:pPr>
      <w:r>
        <w:t xml:space="preserve">The RRC parameter </w:t>
      </w:r>
      <w:r>
        <w:rPr>
          <w:i/>
        </w:rPr>
        <w:t>MeasGapSharingScheme</w:t>
      </w:r>
      <w:r>
        <w:t xml:space="preserve"> shall be applied to the calculation of carrier specific scaling factor as specified in clause 9.1.5.2.</w:t>
      </w:r>
      <w:r>
        <w:rPr>
          <w:rFonts w:hint="eastAsia"/>
          <w:lang w:val="en-US" w:eastAsia="zh-CN"/>
        </w:rPr>
        <w:t>3</w:t>
      </w:r>
      <w:r>
        <w:rPr>
          <w:lang w:eastAsia="zh-CN"/>
        </w:rPr>
        <w:t>.</w:t>
      </w:r>
    </w:p>
    <w:p w14:paraId="52EE9007" w14:textId="77777777" w:rsidR="00D4281A" w:rsidRPr="008C6DE4" w:rsidRDefault="00D4281A" w:rsidP="00D4281A">
      <w:pPr>
        <w:pStyle w:val="TH"/>
        <w:rPr>
          <w:snapToGrid w:val="0"/>
          <w:lang w:eastAsia="zh-CN"/>
        </w:rPr>
      </w:pPr>
      <w:r w:rsidRPr="008C6DE4">
        <w:rPr>
          <w:snapToGrid w:val="0"/>
        </w:rPr>
        <w:t>Table 9.1.2</w:t>
      </w:r>
      <w:r w:rsidRPr="008C6DE4">
        <w:rPr>
          <w:snapToGrid w:val="0"/>
          <w:lang w:eastAsia="zh-CN"/>
        </w:rPr>
        <w:t>.1</w:t>
      </w:r>
      <w:r w:rsidRPr="008C6DE4">
        <w:rPr>
          <w:rFonts w:hint="eastAsia"/>
          <w:snapToGrid w:val="0"/>
          <w:lang w:eastAsia="zh-CN"/>
        </w:rPr>
        <w:t>b</w:t>
      </w:r>
      <w:r w:rsidRPr="008C6DE4">
        <w:rPr>
          <w:snapToGrid w:val="0"/>
        </w:rPr>
        <w:t>-</w:t>
      </w:r>
      <w:r w:rsidRPr="008C6DE4">
        <w:rPr>
          <w:snapToGrid w:val="0"/>
          <w:lang w:eastAsia="zh-CN"/>
        </w:rPr>
        <w:t>1</w:t>
      </w:r>
      <w:r w:rsidRPr="008C6DE4">
        <w:rPr>
          <w:snapToGrid w:val="0"/>
        </w:rPr>
        <w:t>: Value of parameter X</w:t>
      </w:r>
      <w:r w:rsidRPr="008C6DE4">
        <w:rPr>
          <w:snapToGrid w:val="0"/>
          <w:lang w:eastAsia="zh-CN"/>
        </w:rPr>
        <w:t xml:space="preserve"> for</w:t>
      </w:r>
      <w:r w:rsidRPr="008C6DE4">
        <w:rPr>
          <w:rFonts w:hint="eastAsia"/>
          <w:snapToGrid w:val="0"/>
          <w:lang w:eastAsia="zh-CN"/>
        </w:rPr>
        <w:t xml:space="preserve"> NE-DC</w:t>
      </w:r>
      <w:r w:rsidRPr="008C6DE4">
        <w:rPr>
          <w:snapToGrid w:val="0"/>
          <w:lang w:eastAsia="zh-CN"/>
        </w:rPr>
        <w:t xml:space="preserve"> measurement gap sharing</w:t>
      </w:r>
    </w:p>
    <w:tbl>
      <w:tblPr>
        <w:tblW w:w="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218"/>
      </w:tblGrid>
      <w:tr w:rsidR="00DD3199" w:rsidRPr="008C6DE4" w14:paraId="23E1BDE6" w14:textId="77777777" w:rsidTr="00867D3A">
        <w:trPr>
          <w:jc w:val="center"/>
        </w:trPr>
        <w:tc>
          <w:tcPr>
            <w:tcW w:w="2387" w:type="dxa"/>
            <w:shd w:val="clear" w:color="auto" w:fill="auto"/>
            <w:vAlign w:val="center"/>
          </w:tcPr>
          <w:p w14:paraId="251834F6" w14:textId="77777777" w:rsidR="00D4281A" w:rsidRPr="008C6DE4" w:rsidRDefault="00D4281A" w:rsidP="00867D3A">
            <w:pPr>
              <w:pStyle w:val="TAH"/>
              <w:rPr>
                <w:lang w:eastAsia="ko-KR"/>
              </w:rPr>
            </w:pPr>
            <w:r w:rsidRPr="008C6DE4">
              <w:rPr>
                <w:i/>
              </w:rPr>
              <w:t>measGapSharingScheme</w:t>
            </w:r>
          </w:p>
        </w:tc>
        <w:tc>
          <w:tcPr>
            <w:tcW w:w="2218" w:type="dxa"/>
            <w:shd w:val="clear" w:color="auto" w:fill="auto"/>
            <w:vAlign w:val="center"/>
          </w:tcPr>
          <w:p w14:paraId="2CB481BB" w14:textId="77777777" w:rsidR="00D4281A" w:rsidRPr="008C6DE4" w:rsidRDefault="00D4281A" w:rsidP="00867D3A">
            <w:pPr>
              <w:pStyle w:val="TAH"/>
              <w:rPr>
                <w:lang w:eastAsia="ko-KR"/>
              </w:rPr>
            </w:pPr>
            <w:r w:rsidRPr="008C6DE4">
              <w:rPr>
                <w:lang w:eastAsia="ko-KR"/>
              </w:rPr>
              <w:t>Value of X (%)</w:t>
            </w:r>
          </w:p>
        </w:tc>
      </w:tr>
      <w:tr w:rsidR="00DD3199" w:rsidRPr="008C6DE4" w14:paraId="75BB4E82" w14:textId="77777777" w:rsidTr="00867D3A">
        <w:trPr>
          <w:jc w:val="center"/>
        </w:trPr>
        <w:tc>
          <w:tcPr>
            <w:tcW w:w="2387" w:type="dxa"/>
            <w:shd w:val="clear" w:color="auto" w:fill="auto"/>
            <w:vAlign w:val="center"/>
          </w:tcPr>
          <w:p w14:paraId="263EE7AA" w14:textId="77777777" w:rsidR="00D4281A" w:rsidRPr="008C6DE4" w:rsidRDefault="00D4281A" w:rsidP="003235EF">
            <w:pPr>
              <w:pStyle w:val="TAC"/>
              <w:rPr>
                <w:lang w:eastAsia="ko-KR"/>
              </w:rPr>
            </w:pPr>
            <w:r w:rsidRPr="008C6DE4">
              <w:rPr>
                <w:lang w:eastAsia="ko-KR"/>
              </w:rPr>
              <w:t>‘00’</w:t>
            </w:r>
          </w:p>
        </w:tc>
        <w:tc>
          <w:tcPr>
            <w:tcW w:w="2218" w:type="dxa"/>
            <w:shd w:val="clear" w:color="auto" w:fill="auto"/>
            <w:vAlign w:val="center"/>
          </w:tcPr>
          <w:p w14:paraId="564A26B2" w14:textId="77777777" w:rsidR="00D4281A" w:rsidRPr="008C6DE4" w:rsidRDefault="00D4281A" w:rsidP="003235EF">
            <w:pPr>
              <w:pStyle w:val="TAC"/>
              <w:rPr>
                <w:lang w:eastAsia="zh-CN"/>
              </w:rPr>
            </w:pPr>
            <w:r w:rsidRPr="008C6DE4">
              <w:rPr>
                <w:lang w:eastAsia="ko-KR"/>
              </w:rPr>
              <w:t>Equal splitting</w:t>
            </w:r>
          </w:p>
        </w:tc>
      </w:tr>
      <w:tr w:rsidR="00DD3199" w:rsidRPr="008C6DE4" w14:paraId="275A59A4" w14:textId="77777777" w:rsidTr="00867D3A">
        <w:trPr>
          <w:jc w:val="center"/>
        </w:trPr>
        <w:tc>
          <w:tcPr>
            <w:tcW w:w="2387" w:type="dxa"/>
            <w:shd w:val="clear" w:color="auto" w:fill="auto"/>
            <w:vAlign w:val="center"/>
          </w:tcPr>
          <w:p w14:paraId="2DBFB4E2" w14:textId="77777777" w:rsidR="00D4281A" w:rsidRPr="008C6DE4" w:rsidRDefault="00D4281A" w:rsidP="003235EF">
            <w:pPr>
              <w:pStyle w:val="TAC"/>
              <w:rPr>
                <w:lang w:eastAsia="ko-KR"/>
              </w:rPr>
            </w:pPr>
            <w:r w:rsidRPr="008C6DE4">
              <w:rPr>
                <w:lang w:eastAsia="ko-KR"/>
              </w:rPr>
              <w:t>‘01’</w:t>
            </w:r>
          </w:p>
        </w:tc>
        <w:tc>
          <w:tcPr>
            <w:tcW w:w="2218" w:type="dxa"/>
            <w:shd w:val="clear" w:color="auto" w:fill="auto"/>
            <w:vAlign w:val="center"/>
          </w:tcPr>
          <w:p w14:paraId="2E8B0C0F" w14:textId="77777777" w:rsidR="00D4281A" w:rsidRPr="008C6DE4" w:rsidRDefault="00D4281A" w:rsidP="003235EF">
            <w:pPr>
              <w:pStyle w:val="TAC"/>
              <w:rPr>
                <w:lang w:eastAsia="zh-CN"/>
              </w:rPr>
            </w:pPr>
            <w:r w:rsidRPr="008C6DE4">
              <w:rPr>
                <w:lang w:eastAsia="zh-CN"/>
              </w:rPr>
              <w:t>25</w:t>
            </w:r>
          </w:p>
        </w:tc>
      </w:tr>
      <w:tr w:rsidR="00DD3199" w:rsidRPr="008C6DE4" w14:paraId="2991BB3A" w14:textId="77777777" w:rsidTr="00867D3A">
        <w:trPr>
          <w:jc w:val="center"/>
        </w:trPr>
        <w:tc>
          <w:tcPr>
            <w:tcW w:w="2387" w:type="dxa"/>
            <w:shd w:val="clear" w:color="auto" w:fill="auto"/>
            <w:vAlign w:val="center"/>
          </w:tcPr>
          <w:p w14:paraId="502DB946" w14:textId="77777777" w:rsidR="00D4281A" w:rsidRPr="008C6DE4" w:rsidRDefault="00D4281A" w:rsidP="003235EF">
            <w:pPr>
              <w:pStyle w:val="TAC"/>
              <w:rPr>
                <w:lang w:eastAsia="ko-KR"/>
              </w:rPr>
            </w:pPr>
            <w:r w:rsidRPr="008C6DE4">
              <w:rPr>
                <w:lang w:eastAsia="ko-KR"/>
              </w:rPr>
              <w:t>‘10’</w:t>
            </w:r>
          </w:p>
        </w:tc>
        <w:tc>
          <w:tcPr>
            <w:tcW w:w="2218" w:type="dxa"/>
            <w:shd w:val="clear" w:color="auto" w:fill="auto"/>
            <w:vAlign w:val="center"/>
          </w:tcPr>
          <w:p w14:paraId="0529A453" w14:textId="77777777" w:rsidR="00D4281A" w:rsidRPr="008C6DE4" w:rsidRDefault="00D4281A" w:rsidP="003235EF">
            <w:pPr>
              <w:pStyle w:val="TAC"/>
              <w:rPr>
                <w:lang w:eastAsia="zh-CN"/>
              </w:rPr>
            </w:pPr>
            <w:r w:rsidRPr="008C6DE4">
              <w:rPr>
                <w:lang w:eastAsia="zh-CN"/>
              </w:rPr>
              <w:t>50</w:t>
            </w:r>
          </w:p>
        </w:tc>
      </w:tr>
      <w:tr w:rsidR="00DD3199" w:rsidRPr="008C6DE4" w14:paraId="017DA37B" w14:textId="77777777" w:rsidTr="00867D3A">
        <w:trPr>
          <w:jc w:val="center"/>
        </w:trPr>
        <w:tc>
          <w:tcPr>
            <w:tcW w:w="2387" w:type="dxa"/>
            <w:shd w:val="clear" w:color="auto" w:fill="auto"/>
            <w:vAlign w:val="center"/>
          </w:tcPr>
          <w:p w14:paraId="56C866F4" w14:textId="77777777" w:rsidR="00D4281A" w:rsidRPr="008C6DE4" w:rsidRDefault="00D4281A" w:rsidP="003235EF">
            <w:pPr>
              <w:pStyle w:val="TAC"/>
              <w:rPr>
                <w:lang w:eastAsia="ko-KR"/>
              </w:rPr>
            </w:pPr>
            <w:r w:rsidRPr="008C6DE4">
              <w:rPr>
                <w:lang w:eastAsia="ko-KR"/>
              </w:rPr>
              <w:t>‘11’</w:t>
            </w:r>
          </w:p>
        </w:tc>
        <w:tc>
          <w:tcPr>
            <w:tcW w:w="2218" w:type="dxa"/>
            <w:shd w:val="clear" w:color="auto" w:fill="auto"/>
            <w:vAlign w:val="center"/>
          </w:tcPr>
          <w:p w14:paraId="61227209" w14:textId="77777777" w:rsidR="00D4281A" w:rsidRPr="008C6DE4" w:rsidRDefault="00D4281A" w:rsidP="003235EF">
            <w:pPr>
              <w:pStyle w:val="TAC"/>
              <w:rPr>
                <w:lang w:eastAsia="zh-CN"/>
              </w:rPr>
            </w:pPr>
            <w:r w:rsidRPr="008C6DE4">
              <w:rPr>
                <w:lang w:eastAsia="zh-CN"/>
              </w:rPr>
              <w:t>75</w:t>
            </w:r>
          </w:p>
        </w:tc>
      </w:tr>
      <w:tr w:rsidR="00DD3199" w:rsidRPr="008C6DE4" w14:paraId="1FB7BC91" w14:textId="77777777" w:rsidTr="00867D3A">
        <w:trPr>
          <w:jc w:val="center"/>
        </w:trPr>
        <w:tc>
          <w:tcPr>
            <w:tcW w:w="4605" w:type="dxa"/>
            <w:gridSpan w:val="2"/>
            <w:shd w:val="clear" w:color="auto" w:fill="auto"/>
            <w:vAlign w:val="center"/>
          </w:tcPr>
          <w:p w14:paraId="4BF561DA" w14:textId="660CA128" w:rsidR="00D4281A" w:rsidRPr="008C6DE4" w:rsidRDefault="00D4281A" w:rsidP="003235EF">
            <w:pPr>
              <w:pStyle w:val="TAN"/>
              <w:rPr>
                <w:lang w:eastAsia="zh-CN"/>
              </w:rPr>
            </w:pPr>
            <w:r w:rsidRPr="008C6DE4">
              <w:rPr>
                <w:rFonts w:hint="eastAsia"/>
                <w:lang w:eastAsia="zh-CN"/>
              </w:rPr>
              <w:t>Note:</w:t>
            </w:r>
            <w:r w:rsidR="00712B1D" w:rsidRPr="008C6DE4">
              <w:tab/>
            </w:r>
            <w:r w:rsidRPr="008C6DE4">
              <w:t>It</w:t>
            </w:r>
            <w:r w:rsidRPr="008C6DE4">
              <w:rPr>
                <w:lang w:eastAsia="zh-CN"/>
              </w:rPr>
              <w:t xml:space="preserve"> is left to UE implementation to determine which </w:t>
            </w:r>
            <w:r w:rsidRPr="008C6DE4">
              <w:rPr>
                <w:szCs w:val="22"/>
                <w:lang w:eastAsia="ja-JP"/>
              </w:rPr>
              <w:t xml:space="preserve">measurement gap sharing scheme in the table </w:t>
            </w:r>
            <w:r w:rsidRPr="008C6DE4">
              <w:rPr>
                <w:i/>
              </w:rPr>
              <w:t>to be applied</w:t>
            </w:r>
            <w:r w:rsidRPr="008C6DE4">
              <w:rPr>
                <w:lang w:eastAsia="zh-CN"/>
              </w:rPr>
              <w:t>, when</w:t>
            </w:r>
            <w:r w:rsidRPr="008C6DE4">
              <w:rPr>
                <w:bCs/>
              </w:rPr>
              <w:t xml:space="preserve"> </w:t>
            </w:r>
            <w:r w:rsidRPr="008C6DE4">
              <w:rPr>
                <w:i/>
              </w:rPr>
              <w:t xml:space="preserve">MeasGapSharingScheme is absent and there is </w:t>
            </w:r>
            <w:r w:rsidRPr="008C6DE4">
              <w:t xml:space="preserve">no </w:t>
            </w:r>
            <w:r w:rsidRPr="008C6DE4">
              <w:rPr>
                <w:lang w:eastAsia="zh-CN"/>
              </w:rPr>
              <w:t>stored value in the field.</w:t>
            </w:r>
          </w:p>
        </w:tc>
      </w:tr>
    </w:tbl>
    <w:p w14:paraId="66C9D9D8" w14:textId="77777777" w:rsidR="00D4281A" w:rsidRPr="008C6DE4" w:rsidRDefault="00D4281A" w:rsidP="00D4281A">
      <w:pPr>
        <w:rPr>
          <w:lang w:eastAsia="zh-CN"/>
        </w:rPr>
      </w:pPr>
    </w:p>
    <w:p w14:paraId="68B72522" w14:textId="77777777" w:rsidR="00D4281A" w:rsidRPr="008C6DE4" w:rsidRDefault="00D4281A" w:rsidP="00D4281A">
      <w:pPr>
        <w:pStyle w:val="Heading4"/>
        <w:rPr>
          <w:lang w:eastAsia="zh-CN"/>
        </w:rPr>
      </w:pPr>
      <w:r w:rsidRPr="008C6DE4">
        <w:rPr>
          <w:lang w:eastAsia="zh-CN"/>
        </w:rPr>
        <w:t>9.1.2.1c</w:t>
      </w:r>
      <w:r w:rsidRPr="008C6DE4">
        <w:rPr>
          <w:lang w:eastAsia="zh-CN"/>
        </w:rPr>
        <w:tab/>
        <w:t>NR-DC: Measurement Gap Sharing</w:t>
      </w:r>
    </w:p>
    <w:p w14:paraId="5518783F" w14:textId="77777777" w:rsidR="00D4281A" w:rsidRPr="008C6DE4" w:rsidRDefault="00D4281A" w:rsidP="00D4281A">
      <w:pPr>
        <w:rPr>
          <w:lang w:eastAsia="zh-CN"/>
        </w:rPr>
      </w:pPr>
      <w:r w:rsidRPr="008C6DE4">
        <w:rPr>
          <w:lang w:eastAsia="zh-CN"/>
        </w:rPr>
        <w:t xml:space="preserve">For UE with NR-DC operation and configured with per-UE measurement gap, measurement gap sharing shall be applies </w:t>
      </w:r>
      <w:r w:rsidRPr="008C6DE4">
        <w:t>when UE requires measurement gaps to identify and measure cells</w:t>
      </w:r>
      <w:r w:rsidRPr="008C6DE4">
        <w:rPr>
          <w:lang w:eastAsia="zh-CN"/>
        </w:rPr>
        <w:t xml:space="preserve"> on intra-frequency carriers</w:t>
      </w:r>
      <w:r w:rsidRPr="008C6DE4">
        <w:t xml:space="preserve"> or when SMTC configured for intra-frequency measurement are fully overlapping with </w:t>
      </w:r>
      <w:r w:rsidRPr="008C6DE4">
        <w:rPr>
          <w:lang w:eastAsia="zh-CN"/>
        </w:rPr>
        <w:t xml:space="preserve">per-UE </w:t>
      </w:r>
      <w:r w:rsidRPr="008C6DE4">
        <w:t>measurement gaps, and when UE is configured to identify and measure cells on inter-frequency carriers</w:t>
      </w:r>
      <w:r w:rsidRPr="008C6DE4">
        <w:rPr>
          <w:lang w:eastAsia="zh-CN"/>
        </w:rPr>
        <w:t>, and/or inter-RAT E-UTRAN carriers</w:t>
      </w:r>
      <w:r w:rsidRPr="008C6DE4">
        <w:t>.</w:t>
      </w:r>
    </w:p>
    <w:p w14:paraId="26C9DC22" w14:textId="77777777" w:rsidR="00D4281A" w:rsidRPr="008C6DE4" w:rsidRDefault="00D4281A" w:rsidP="00D4281A">
      <w:pPr>
        <w:rPr>
          <w:lang w:eastAsia="zh-CN"/>
        </w:rPr>
      </w:pPr>
      <w:r w:rsidRPr="008C6DE4">
        <w:rPr>
          <w:lang w:eastAsia="zh-CN"/>
        </w:rPr>
        <w:t>For UE with NR-DC operation and configured with per-FR1 measurement gap, m</w:t>
      </w:r>
      <w:r w:rsidRPr="008C6DE4">
        <w:t>easurement gap sharing shall be applied when UE requires measurement gaps to identify and measure cells</w:t>
      </w:r>
      <w:r w:rsidRPr="008C6DE4">
        <w:rPr>
          <w:lang w:eastAsia="zh-CN"/>
        </w:rPr>
        <w:t xml:space="preserve"> on FR1 intra-frequency carriers</w:t>
      </w:r>
      <w:r w:rsidRPr="008C6DE4">
        <w:t xml:space="preserve"> or when SMTC configured for </w:t>
      </w:r>
      <w:r w:rsidRPr="008C6DE4">
        <w:rPr>
          <w:lang w:eastAsia="zh-CN"/>
        </w:rPr>
        <w:t xml:space="preserve">FR1 </w:t>
      </w:r>
      <w:r w:rsidRPr="008C6DE4">
        <w:t xml:space="preserve">intra-frequency measurement are fully overlapping with </w:t>
      </w:r>
      <w:r w:rsidRPr="008C6DE4">
        <w:rPr>
          <w:lang w:eastAsia="zh-CN"/>
        </w:rPr>
        <w:t xml:space="preserve">per-FR1 </w:t>
      </w:r>
      <w:r w:rsidRPr="008C6DE4">
        <w:t xml:space="preserve">measurement gaps, and when UE is configured to identify and measure cells on </w:t>
      </w:r>
      <w:r w:rsidRPr="008C6DE4">
        <w:rPr>
          <w:lang w:eastAsia="zh-CN"/>
        </w:rPr>
        <w:t>FR1 inter-frequency carriers and/or inter-RAT E-UTRAN</w:t>
      </w:r>
      <w:r w:rsidRPr="008C6DE4">
        <w:t xml:space="preserve"> carriers.</w:t>
      </w:r>
    </w:p>
    <w:p w14:paraId="290ED6A0" w14:textId="77777777" w:rsidR="00D4281A" w:rsidRPr="008C6DE4" w:rsidRDefault="00D4281A" w:rsidP="00D4281A">
      <w:pPr>
        <w:rPr>
          <w:lang w:eastAsia="zh-CN"/>
        </w:rPr>
      </w:pPr>
      <w:r w:rsidRPr="008C6DE4">
        <w:rPr>
          <w:lang w:eastAsia="zh-CN"/>
        </w:rPr>
        <w:t>For UE with NR-DC operation and configured with per-FR2 measurement gap, m</w:t>
      </w:r>
      <w:r w:rsidRPr="008C6DE4">
        <w:t>easurement gap sharing shall be applied when UE requires measurement gaps to identify and measure cells</w:t>
      </w:r>
      <w:r w:rsidRPr="008C6DE4">
        <w:rPr>
          <w:lang w:eastAsia="zh-CN"/>
        </w:rPr>
        <w:t xml:space="preserve"> on FR2 intra-frequency carriers</w:t>
      </w:r>
      <w:r w:rsidRPr="008C6DE4">
        <w:t xml:space="preserve"> or when SMTC configured for </w:t>
      </w:r>
      <w:r w:rsidRPr="008C6DE4">
        <w:rPr>
          <w:lang w:eastAsia="zh-CN"/>
        </w:rPr>
        <w:t xml:space="preserve">FR2 </w:t>
      </w:r>
      <w:r w:rsidRPr="008C6DE4">
        <w:t xml:space="preserve">intra-frequency measurement are fully overlapping with </w:t>
      </w:r>
      <w:r w:rsidRPr="008C6DE4">
        <w:rPr>
          <w:lang w:eastAsia="zh-CN"/>
        </w:rPr>
        <w:t xml:space="preserve">per-FR2 </w:t>
      </w:r>
      <w:r w:rsidRPr="008C6DE4">
        <w:t xml:space="preserve">measurement gaps, and when UE is configured to identify and measure cells on </w:t>
      </w:r>
      <w:r w:rsidRPr="008C6DE4">
        <w:rPr>
          <w:lang w:eastAsia="zh-CN"/>
        </w:rPr>
        <w:t>FR2 inter-frequency carriers</w:t>
      </w:r>
      <w:r w:rsidRPr="008C6DE4">
        <w:t>.</w:t>
      </w:r>
    </w:p>
    <w:p w14:paraId="394C7C89" w14:textId="77777777" w:rsidR="00D4281A" w:rsidRPr="008C6DE4" w:rsidRDefault="00D4281A" w:rsidP="00D4281A">
      <w:pPr>
        <w:rPr>
          <w:lang w:eastAsia="zh-CN"/>
        </w:rPr>
      </w:pPr>
      <w:r w:rsidRPr="008C6DE4">
        <w:rPr>
          <w:lang w:eastAsia="zh-CN"/>
        </w:rPr>
        <w:t>W</w:t>
      </w:r>
      <w:r w:rsidRPr="008C6DE4">
        <w:t>hen network signals “01”, “10” or “11”</w:t>
      </w:r>
      <w:r w:rsidRPr="008C6DE4">
        <w:rPr>
          <w:lang w:eastAsia="zh-CN"/>
        </w:rPr>
        <w:t xml:space="preserve"> with</w:t>
      </w:r>
      <w:r w:rsidRPr="008C6DE4">
        <w:t xml:space="preserve"> RRC parameter </w:t>
      </w:r>
      <w:r w:rsidRPr="008C6DE4">
        <w:rPr>
          <w:i/>
        </w:rPr>
        <w:t>measGapSharingConfig</w:t>
      </w:r>
      <w:r w:rsidRPr="008C6DE4">
        <w:t xml:space="preserve"> </w:t>
      </w:r>
      <w:r w:rsidRPr="008C6DE4">
        <w:rPr>
          <w:lang w:eastAsia="zh-CN"/>
        </w:rPr>
        <w:t xml:space="preserve">[2] </w:t>
      </w:r>
      <w:r w:rsidRPr="008C6DE4">
        <w:t xml:space="preserve">and </w:t>
      </w:r>
      <w:r w:rsidRPr="008C6DE4">
        <w:rPr>
          <w:lang w:eastAsia="zh-CN"/>
        </w:rPr>
        <w:t xml:space="preserve">the value of X </w:t>
      </w:r>
      <w:r w:rsidRPr="008C6DE4">
        <w:t xml:space="preserve">is defined as in Table </w:t>
      </w:r>
      <w:r w:rsidRPr="008C6DE4">
        <w:rPr>
          <w:snapToGrid w:val="0"/>
        </w:rPr>
        <w:t>9.1.2</w:t>
      </w:r>
      <w:r w:rsidRPr="008C6DE4">
        <w:rPr>
          <w:snapToGrid w:val="0"/>
          <w:lang w:eastAsia="zh-CN"/>
        </w:rPr>
        <w:t>.1c</w:t>
      </w:r>
      <w:r w:rsidRPr="008C6DE4">
        <w:rPr>
          <w:snapToGrid w:val="0"/>
        </w:rPr>
        <w:t>-</w:t>
      </w:r>
      <w:r w:rsidRPr="008C6DE4">
        <w:rPr>
          <w:snapToGrid w:val="0"/>
          <w:lang w:eastAsia="zh-CN"/>
        </w:rPr>
        <w:t>1</w:t>
      </w:r>
      <w:r w:rsidRPr="008C6DE4">
        <w:t>,</w:t>
      </w:r>
      <w:r w:rsidRPr="008C6DE4">
        <w:rPr>
          <w:lang w:eastAsia="zh-CN"/>
        </w:rPr>
        <w:t xml:space="preserve"> and</w:t>
      </w:r>
    </w:p>
    <w:p w14:paraId="46526764" w14:textId="77777777" w:rsidR="00D4281A" w:rsidRPr="008C6DE4" w:rsidRDefault="00D4281A" w:rsidP="003235EF">
      <w:pPr>
        <w:pStyle w:val="B10"/>
      </w:pPr>
      <w:r w:rsidRPr="008C6DE4">
        <w:t>-</w:t>
      </w:r>
      <w:r w:rsidRPr="008C6DE4">
        <w:tab/>
      </w:r>
      <w:r w:rsidRPr="008C6DE4">
        <w:rPr>
          <w:lang w:eastAsia="zh-CN"/>
        </w:rPr>
        <w:t>K</w:t>
      </w:r>
      <w:r w:rsidRPr="008C6DE4">
        <w:rPr>
          <w:vertAlign w:val="subscript"/>
          <w:lang w:eastAsia="zh-CN"/>
        </w:rPr>
        <w:t xml:space="preserve">intra </w:t>
      </w:r>
      <w:r w:rsidRPr="008C6DE4">
        <w:t>= 1 / X * 100,</w:t>
      </w:r>
    </w:p>
    <w:p w14:paraId="62553613" w14:textId="77777777" w:rsidR="00D4281A" w:rsidRPr="008C6DE4" w:rsidRDefault="00D4281A" w:rsidP="003235EF">
      <w:pPr>
        <w:pStyle w:val="B10"/>
      </w:pPr>
      <w:r w:rsidRPr="008C6DE4">
        <w:t>-</w:t>
      </w:r>
      <w:r w:rsidRPr="008C6DE4">
        <w:tab/>
      </w:r>
      <w:r w:rsidRPr="008C6DE4">
        <w:rPr>
          <w:lang w:eastAsia="zh-CN"/>
        </w:rPr>
        <w:t>K</w:t>
      </w:r>
      <w:r w:rsidRPr="008C6DE4">
        <w:rPr>
          <w:vertAlign w:val="subscript"/>
          <w:lang w:eastAsia="zh-CN"/>
        </w:rPr>
        <w:t xml:space="preserve">inter </w:t>
      </w:r>
      <w:r w:rsidRPr="008C6DE4">
        <w:t>= 1 / (100 – X) * 100,</w:t>
      </w:r>
    </w:p>
    <w:p w14:paraId="7A08736E" w14:textId="77777777" w:rsidR="00D4281A" w:rsidRPr="008C6DE4" w:rsidRDefault="00D4281A" w:rsidP="00D4281A">
      <w:pPr>
        <w:ind w:leftChars="100" w:left="200"/>
      </w:pPr>
      <w:r w:rsidRPr="008C6DE4">
        <w:t xml:space="preserve">When network signals “00” indicating equal splitting gap sharing, X is not applied. </w:t>
      </w:r>
    </w:p>
    <w:p w14:paraId="28A7A054" w14:textId="4131E0C6" w:rsidR="00BE41C3" w:rsidRDefault="00BE41C3" w:rsidP="00BE41C3">
      <w:pPr>
        <w:ind w:leftChars="100" w:left="200"/>
        <w:rPr>
          <w:lang w:eastAsia="zh-CN"/>
        </w:rPr>
      </w:pPr>
      <w:r>
        <w:t xml:space="preserve">The RRC parameter </w:t>
      </w:r>
      <w:r>
        <w:rPr>
          <w:i/>
        </w:rPr>
        <w:t>MeasGapSharingScheme</w:t>
      </w:r>
      <w:r>
        <w:t xml:space="preserve"> shall be applied to the calculation of carrier specific scaling factor as specified in clause 9.1.5.2.</w:t>
      </w:r>
      <w:r>
        <w:rPr>
          <w:rFonts w:hint="eastAsia"/>
          <w:lang w:val="en-US" w:eastAsia="zh-CN"/>
        </w:rPr>
        <w:t>4</w:t>
      </w:r>
      <w:r>
        <w:rPr>
          <w:lang w:eastAsia="zh-CN"/>
        </w:rPr>
        <w:t>.</w:t>
      </w:r>
    </w:p>
    <w:p w14:paraId="2F13BB82" w14:textId="77777777" w:rsidR="00D4281A" w:rsidRPr="008C6DE4" w:rsidRDefault="00D4281A" w:rsidP="00D4281A">
      <w:pPr>
        <w:pStyle w:val="TH"/>
        <w:rPr>
          <w:snapToGrid w:val="0"/>
          <w:lang w:eastAsia="zh-CN"/>
        </w:rPr>
      </w:pPr>
      <w:r w:rsidRPr="008C6DE4">
        <w:rPr>
          <w:snapToGrid w:val="0"/>
        </w:rPr>
        <w:t>Table 9.1.2</w:t>
      </w:r>
      <w:r w:rsidRPr="008C6DE4">
        <w:rPr>
          <w:snapToGrid w:val="0"/>
          <w:lang w:eastAsia="zh-CN"/>
        </w:rPr>
        <w:t>.1</w:t>
      </w:r>
      <w:r w:rsidRPr="008C6DE4">
        <w:rPr>
          <w:rFonts w:hint="eastAsia"/>
          <w:snapToGrid w:val="0"/>
          <w:lang w:eastAsia="zh-CN"/>
        </w:rPr>
        <w:t>c</w:t>
      </w:r>
      <w:r w:rsidRPr="008C6DE4">
        <w:rPr>
          <w:snapToGrid w:val="0"/>
        </w:rPr>
        <w:t>-</w:t>
      </w:r>
      <w:r w:rsidRPr="008C6DE4">
        <w:rPr>
          <w:snapToGrid w:val="0"/>
          <w:lang w:eastAsia="zh-CN"/>
        </w:rPr>
        <w:t>1</w:t>
      </w:r>
      <w:r w:rsidRPr="008C6DE4">
        <w:rPr>
          <w:snapToGrid w:val="0"/>
        </w:rPr>
        <w:t>: Value of parameter X</w:t>
      </w:r>
      <w:r w:rsidRPr="008C6DE4">
        <w:rPr>
          <w:snapToGrid w:val="0"/>
          <w:lang w:eastAsia="zh-CN"/>
        </w:rPr>
        <w:t xml:space="preserve"> for NR</w:t>
      </w:r>
      <w:r w:rsidRPr="008C6DE4">
        <w:rPr>
          <w:rFonts w:hint="eastAsia"/>
          <w:snapToGrid w:val="0"/>
          <w:lang w:eastAsia="zh-CN"/>
        </w:rPr>
        <w:t xml:space="preserve">-DC </w:t>
      </w:r>
      <w:r w:rsidRPr="008C6DE4">
        <w:rPr>
          <w:snapToGrid w:val="0"/>
          <w:lang w:eastAsia="zh-CN"/>
        </w:rPr>
        <w:t>measurement gap sharing</w:t>
      </w:r>
    </w:p>
    <w:tbl>
      <w:tblPr>
        <w:tblW w:w="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338"/>
      </w:tblGrid>
      <w:tr w:rsidR="00DD3199" w:rsidRPr="008C6DE4" w14:paraId="05BD8ECB" w14:textId="77777777" w:rsidTr="00867D3A">
        <w:trPr>
          <w:jc w:val="center"/>
        </w:trPr>
        <w:tc>
          <w:tcPr>
            <w:tcW w:w="2267" w:type="dxa"/>
            <w:shd w:val="clear" w:color="auto" w:fill="auto"/>
            <w:vAlign w:val="center"/>
          </w:tcPr>
          <w:p w14:paraId="230D2D11" w14:textId="77777777" w:rsidR="00D4281A" w:rsidRPr="008C6DE4" w:rsidRDefault="00D4281A" w:rsidP="00867D3A">
            <w:pPr>
              <w:pStyle w:val="TAH"/>
              <w:rPr>
                <w:lang w:eastAsia="ko-KR"/>
              </w:rPr>
            </w:pPr>
            <w:r w:rsidRPr="008C6DE4">
              <w:rPr>
                <w:i/>
              </w:rPr>
              <w:t>measGapSharingConfig</w:t>
            </w:r>
          </w:p>
        </w:tc>
        <w:tc>
          <w:tcPr>
            <w:tcW w:w="2338" w:type="dxa"/>
            <w:shd w:val="clear" w:color="auto" w:fill="auto"/>
            <w:vAlign w:val="center"/>
          </w:tcPr>
          <w:p w14:paraId="4B86998D" w14:textId="77777777" w:rsidR="00D4281A" w:rsidRPr="008C6DE4" w:rsidRDefault="00D4281A" w:rsidP="00867D3A">
            <w:pPr>
              <w:pStyle w:val="TAH"/>
              <w:rPr>
                <w:lang w:eastAsia="ko-KR"/>
              </w:rPr>
            </w:pPr>
            <w:r w:rsidRPr="008C6DE4">
              <w:rPr>
                <w:lang w:eastAsia="ko-KR"/>
              </w:rPr>
              <w:t>Value of X (%)</w:t>
            </w:r>
          </w:p>
        </w:tc>
      </w:tr>
      <w:tr w:rsidR="00DD3199" w:rsidRPr="008C6DE4" w14:paraId="508C3877" w14:textId="77777777" w:rsidTr="00867D3A">
        <w:trPr>
          <w:jc w:val="center"/>
        </w:trPr>
        <w:tc>
          <w:tcPr>
            <w:tcW w:w="2267" w:type="dxa"/>
            <w:shd w:val="clear" w:color="auto" w:fill="auto"/>
            <w:vAlign w:val="center"/>
          </w:tcPr>
          <w:p w14:paraId="541BA9AF" w14:textId="77777777" w:rsidR="00D4281A" w:rsidRPr="008C6DE4" w:rsidRDefault="00D4281A" w:rsidP="003235EF">
            <w:pPr>
              <w:pStyle w:val="TAC"/>
              <w:rPr>
                <w:lang w:eastAsia="ko-KR"/>
              </w:rPr>
            </w:pPr>
            <w:r w:rsidRPr="008C6DE4">
              <w:rPr>
                <w:lang w:eastAsia="ko-KR"/>
              </w:rPr>
              <w:t>‘00’</w:t>
            </w:r>
          </w:p>
        </w:tc>
        <w:tc>
          <w:tcPr>
            <w:tcW w:w="2338" w:type="dxa"/>
            <w:shd w:val="clear" w:color="auto" w:fill="auto"/>
            <w:vAlign w:val="center"/>
          </w:tcPr>
          <w:p w14:paraId="4449714C" w14:textId="77777777" w:rsidR="00D4281A" w:rsidRPr="008C6DE4" w:rsidRDefault="00D4281A" w:rsidP="003235EF">
            <w:pPr>
              <w:pStyle w:val="TAC"/>
              <w:rPr>
                <w:lang w:eastAsia="zh-CN"/>
              </w:rPr>
            </w:pPr>
            <w:r w:rsidRPr="008C6DE4">
              <w:rPr>
                <w:lang w:eastAsia="ko-KR"/>
              </w:rPr>
              <w:t>Equal splitting</w:t>
            </w:r>
          </w:p>
        </w:tc>
      </w:tr>
      <w:tr w:rsidR="00DD3199" w:rsidRPr="008C6DE4" w14:paraId="2C52572F" w14:textId="77777777" w:rsidTr="00867D3A">
        <w:trPr>
          <w:jc w:val="center"/>
        </w:trPr>
        <w:tc>
          <w:tcPr>
            <w:tcW w:w="2267" w:type="dxa"/>
            <w:shd w:val="clear" w:color="auto" w:fill="auto"/>
            <w:vAlign w:val="center"/>
          </w:tcPr>
          <w:p w14:paraId="2E5F0E7D" w14:textId="77777777" w:rsidR="00D4281A" w:rsidRPr="008C6DE4" w:rsidRDefault="00D4281A" w:rsidP="003235EF">
            <w:pPr>
              <w:pStyle w:val="TAC"/>
              <w:rPr>
                <w:lang w:eastAsia="ko-KR"/>
              </w:rPr>
            </w:pPr>
            <w:r w:rsidRPr="008C6DE4">
              <w:rPr>
                <w:lang w:eastAsia="ko-KR"/>
              </w:rPr>
              <w:t>‘01’</w:t>
            </w:r>
          </w:p>
        </w:tc>
        <w:tc>
          <w:tcPr>
            <w:tcW w:w="2338" w:type="dxa"/>
            <w:shd w:val="clear" w:color="auto" w:fill="auto"/>
            <w:vAlign w:val="center"/>
          </w:tcPr>
          <w:p w14:paraId="0FBBA269" w14:textId="77777777" w:rsidR="00D4281A" w:rsidRPr="008C6DE4" w:rsidRDefault="00D4281A" w:rsidP="003235EF">
            <w:pPr>
              <w:pStyle w:val="TAC"/>
              <w:rPr>
                <w:lang w:eastAsia="zh-CN"/>
              </w:rPr>
            </w:pPr>
            <w:r w:rsidRPr="008C6DE4">
              <w:rPr>
                <w:lang w:eastAsia="zh-CN"/>
              </w:rPr>
              <w:t>25</w:t>
            </w:r>
          </w:p>
        </w:tc>
      </w:tr>
      <w:tr w:rsidR="00DD3199" w:rsidRPr="008C6DE4" w14:paraId="744E988E" w14:textId="77777777" w:rsidTr="00867D3A">
        <w:trPr>
          <w:jc w:val="center"/>
        </w:trPr>
        <w:tc>
          <w:tcPr>
            <w:tcW w:w="2267" w:type="dxa"/>
            <w:shd w:val="clear" w:color="auto" w:fill="auto"/>
            <w:vAlign w:val="center"/>
          </w:tcPr>
          <w:p w14:paraId="6DE77306" w14:textId="77777777" w:rsidR="00D4281A" w:rsidRPr="008C6DE4" w:rsidRDefault="00D4281A" w:rsidP="003235EF">
            <w:pPr>
              <w:pStyle w:val="TAC"/>
              <w:rPr>
                <w:lang w:eastAsia="ko-KR"/>
              </w:rPr>
            </w:pPr>
            <w:r w:rsidRPr="008C6DE4">
              <w:rPr>
                <w:lang w:eastAsia="ko-KR"/>
              </w:rPr>
              <w:t>‘10’</w:t>
            </w:r>
          </w:p>
        </w:tc>
        <w:tc>
          <w:tcPr>
            <w:tcW w:w="2338" w:type="dxa"/>
            <w:shd w:val="clear" w:color="auto" w:fill="auto"/>
            <w:vAlign w:val="center"/>
          </w:tcPr>
          <w:p w14:paraId="63349BEC" w14:textId="77777777" w:rsidR="00D4281A" w:rsidRPr="008C6DE4" w:rsidRDefault="00D4281A" w:rsidP="003235EF">
            <w:pPr>
              <w:pStyle w:val="TAC"/>
              <w:rPr>
                <w:lang w:eastAsia="zh-CN"/>
              </w:rPr>
            </w:pPr>
            <w:r w:rsidRPr="008C6DE4">
              <w:rPr>
                <w:lang w:eastAsia="zh-CN"/>
              </w:rPr>
              <w:t>50</w:t>
            </w:r>
          </w:p>
        </w:tc>
      </w:tr>
      <w:tr w:rsidR="00DD3199" w:rsidRPr="008C6DE4" w14:paraId="5B92A4E0" w14:textId="77777777" w:rsidTr="00867D3A">
        <w:trPr>
          <w:jc w:val="center"/>
        </w:trPr>
        <w:tc>
          <w:tcPr>
            <w:tcW w:w="2267" w:type="dxa"/>
            <w:shd w:val="clear" w:color="auto" w:fill="auto"/>
            <w:vAlign w:val="center"/>
          </w:tcPr>
          <w:p w14:paraId="063F680A" w14:textId="77777777" w:rsidR="00D4281A" w:rsidRPr="008C6DE4" w:rsidRDefault="00D4281A" w:rsidP="003235EF">
            <w:pPr>
              <w:pStyle w:val="TAC"/>
              <w:rPr>
                <w:lang w:eastAsia="ko-KR"/>
              </w:rPr>
            </w:pPr>
            <w:r w:rsidRPr="008C6DE4">
              <w:rPr>
                <w:lang w:eastAsia="ko-KR"/>
              </w:rPr>
              <w:t>‘11’</w:t>
            </w:r>
          </w:p>
        </w:tc>
        <w:tc>
          <w:tcPr>
            <w:tcW w:w="2338" w:type="dxa"/>
            <w:shd w:val="clear" w:color="auto" w:fill="auto"/>
            <w:vAlign w:val="center"/>
          </w:tcPr>
          <w:p w14:paraId="49870333" w14:textId="77777777" w:rsidR="00D4281A" w:rsidRPr="008C6DE4" w:rsidRDefault="00D4281A" w:rsidP="003235EF">
            <w:pPr>
              <w:pStyle w:val="TAC"/>
              <w:rPr>
                <w:lang w:eastAsia="zh-CN"/>
              </w:rPr>
            </w:pPr>
            <w:r w:rsidRPr="008C6DE4">
              <w:rPr>
                <w:lang w:eastAsia="zh-CN"/>
              </w:rPr>
              <w:t>75</w:t>
            </w:r>
          </w:p>
        </w:tc>
      </w:tr>
      <w:tr w:rsidR="00DD3199" w:rsidRPr="008C6DE4" w14:paraId="6643D90B" w14:textId="77777777" w:rsidTr="00867D3A">
        <w:trPr>
          <w:jc w:val="center"/>
        </w:trPr>
        <w:tc>
          <w:tcPr>
            <w:tcW w:w="4605" w:type="dxa"/>
            <w:gridSpan w:val="2"/>
            <w:shd w:val="clear" w:color="auto" w:fill="auto"/>
            <w:vAlign w:val="center"/>
          </w:tcPr>
          <w:p w14:paraId="23CC0E0D" w14:textId="2AE54164" w:rsidR="00D4281A" w:rsidRPr="008C6DE4" w:rsidRDefault="00D4281A" w:rsidP="003235EF">
            <w:pPr>
              <w:pStyle w:val="TAN"/>
              <w:rPr>
                <w:lang w:eastAsia="zh-CN"/>
              </w:rPr>
            </w:pPr>
            <w:r w:rsidRPr="008C6DE4">
              <w:rPr>
                <w:rFonts w:hint="eastAsia"/>
                <w:lang w:eastAsia="zh-CN"/>
              </w:rPr>
              <w:t>Note:</w:t>
            </w:r>
            <w:r w:rsidR="00AC2DE8" w:rsidRPr="008C6DE4">
              <w:tab/>
            </w:r>
            <w:r w:rsidRPr="008C6DE4">
              <w:t>It</w:t>
            </w:r>
            <w:r w:rsidRPr="008C6DE4">
              <w:rPr>
                <w:lang w:eastAsia="zh-CN"/>
              </w:rPr>
              <w:t xml:space="preserve"> is left to UE implementation to determine which </w:t>
            </w:r>
            <w:r w:rsidRPr="008C6DE4">
              <w:rPr>
                <w:szCs w:val="22"/>
                <w:lang w:eastAsia="ja-JP"/>
              </w:rPr>
              <w:t xml:space="preserve">measurement gap sharing scheme in the table </w:t>
            </w:r>
            <w:r w:rsidRPr="008C6DE4">
              <w:rPr>
                <w:i/>
              </w:rPr>
              <w:t>to be applied</w:t>
            </w:r>
            <w:r w:rsidRPr="008C6DE4">
              <w:rPr>
                <w:lang w:eastAsia="zh-CN"/>
              </w:rPr>
              <w:t>, when</w:t>
            </w:r>
            <w:r w:rsidRPr="008C6DE4">
              <w:rPr>
                <w:bCs/>
              </w:rPr>
              <w:t xml:space="preserve"> </w:t>
            </w:r>
            <w:r w:rsidRPr="008C6DE4">
              <w:rPr>
                <w:i/>
              </w:rPr>
              <w:t xml:space="preserve">MeasGapSharingScheme is absent and there is </w:t>
            </w:r>
            <w:r w:rsidRPr="008C6DE4">
              <w:t xml:space="preserve">no </w:t>
            </w:r>
            <w:r w:rsidRPr="008C6DE4">
              <w:rPr>
                <w:lang w:eastAsia="zh-CN"/>
              </w:rPr>
              <w:t>stored value in the field.</w:t>
            </w:r>
          </w:p>
        </w:tc>
      </w:tr>
    </w:tbl>
    <w:p w14:paraId="53EA7068" w14:textId="77777777" w:rsidR="00D4281A" w:rsidRPr="008C6DE4" w:rsidRDefault="00D4281A" w:rsidP="00D4281A"/>
    <w:p w14:paraId="63E737D2" w14:textId="77777777" w:rsidR="00D4281A" w:rsidRPr="008C6DE4" w:rsidRDefault="00D4281A" w:rsidP="00D4281A">
      <w:pPr>
        <w:pStyle w:val="Heading3"/>
      </w:pPr>
      <w:bookmarkStart w:id="161" w:name="_Toc5952676"/>
      <w:r w:rsidRPr="008C6DE4">
        <w:t>9.1.3</w:t>
      </w:r>
      <w:r w:rsidRPr="008C6DE4">
        <w:tab/>
        <w:t>UE Measurement capability</w:t>
      </w:r>
      <w:bookmarkEnd w:id="161"/>
    </w:p>
    <w:p w14:paraId="38555EA9" w14:textId="77777777" w:rsidR="00D4281A" w:rsidRPr="008C6DE4" w:rsidRDefault="00D4281A" w:rsidP="00D4281A">
      <w:pPr>
        <w:pStyle w:val="Heading4"/>
      </w:pPr>
      <w:bookmarkStart w:id="162" w:name="_Toc535476003"/>
      <w:r w:rsidRPr="008C6DE4">
        <w:t>9.1.3.1</w:t>
      </w:r>
      <w:r w:rsidRPr="008C6DE4">
        <w:tab/>
      </w:r>
      <w:bookmarkStart w:id="163" w:name="_Hlk5018844"/>
      <w:r w:rsidRPr="008C6DE4">
        <w:t>EN-DC: Monitoring of multiple layers using gaps</w:t>
      </w:r>
      <w:bookmarkEnd w:id="162"/>
    </w:p>
    <w:bookmarkEnd w:id="163"/>
    <w:p w14:paraId="3E1D5E66" w14:textId="41E064DD" w:rsidR="00D4281A" w:rsidRPr="008C6DE4" w:rsidRDefault="00D4281A" w:rsidP="00D4281A">
      <w:r w:rsidRPr="008C6DE4">
        <w:t xml:space="preserve">The requirements in this </w:t>
      </w:r>
      <w:r w:rsidR="00854981" w:rsidRPr="008C6DE4">
        <w:t>clause</w:t>
      </w:r>
      <w:r w:rsidRPr="008C6DE4">
        <w:t xml:space="preserve"> are applicable for UE capable of and configured with the EN-DC operation mode.</w:t>
      </w:r>
    </w:p>
    <w:p w14:paraId="07BB4334" w14:textId="225787A1" w:rsidR="00D4281A" w:rsidRPr="008C6DE4" w:rsidRDefault="00A9182B" w:rsidP="00D4281A">
      <w:r w:rsidRPr="008C6DE4">
        <w:t>When monitoring of multiple inter-frequency E-UTRAN, inter-RAT NR, GSM, UTRA FDD and UTRA TDD carriers as configured by E-UTRA PCell, and inter-frequency NR carriers as configured by PSCell using gaps (or without using gaps provided the UE supports such capability</w:t>
      </w:r>
      <w:r>
        <w:t xml:space="preserve"> or the effective MGRP is applied for per-FR measurement gap capable UE</w:t>
      </w:r>
      <w:r w:rsidRPr="008C6DE4">
        <w:t xml:space="preserve">) is configured, the UE shall be capable of performing one measurement of the configured measurement type (SS-RSRP, SS-RSRQ, SS-SINR, SFTD, E-UTRAN RSRP, E-UTRAN RSRQ, E-UTRAN RS-SINR measurements, </w:t>
      </w:r>
      <w:r w:rsidRPr="008C6DE4">
        <w:rPr>
          <w:rFonts w:cs="v4.2.0"/>
        </w:rPr>
        <w:t xml:space="preserve">UTRAN TDD P-CCPCH RSCP, UTRAN FDD CPICH measurements, GSM carrier RSSI, </w:t>
      </w:r>
      <w:r w:rsidRPr="008C6DE4">
        <w:t>etc.) of detected cells on all the layers.</w:t>
      </w:r>
    </w:p>
    <w:p w14:paraId="360DD4B1" w14:textId="77777777" w:rsidR="00D4281A" w:rsidRPr="008C6DE4" w:rsidRDefault="00D4281A" w:rsidP="00D4281A">
      <w:r w:rsidRPr="008C6DE4">
        <w:t xml:space="preserve">For </w:t>
      </w:r>
      <w:r w:rsidRPr="008C6DE4">
        <w:rPr>
          <w:lang w:eastAsia="ko-KR"/>
        </w:rPr>
        <w:t>UE configured with the EN-DC operation, t</w:t>
      </w:r>
      <w:r w:rsidRPr="008C6DE4">
        <w:t>he effective total number of frequencies excluding the frequencies of the PSCell, SCells, E-UTRA PCell, and E-UTRA SCells being monitored is N</w:t>
      </w:r>
      <w:r w:rsidRPr="008C6DE4">
        <w:rPr>
          <w:vertAlign w:val="subscript"/>
        </w:rPr>
        <w:t>freq, EN-DC</w:t>
      </w:r>
      <w:r w:rsidRPr="008C6DE4">
        <w:t>, which is defined as:</w:t>
      </w:r>
    </w:p>
    <w:p w14:paraId="4BA569FC" w14:textId="41DA1970" w:rsidR="00D4281A" w:rsidRPr="008C6DE4" w:rsidRDefault="003235EF" w:rsidP="003235EF">
      <w:pPr>
        <w:pStyle w:val="EQ"/>
        <w:rPr>
          <w:lang w:val="sv-SE"/>
        </w:rPr>
      </w:pPr>
      <w:r w:rsidRPr="001660A2">
        <w:tab/>
      </w:r>
      <w:r w:rsidR="00D4281A" w:rsidRPr="008C6DE4">
        <w:rPr>
          <w:lang w:val="sv-SE"/>
        </w:rPr>
        <w:t>N</w:t>
      </w:r>
      <w:r w:rsidR="00D4281A" w:rsidRPr="008C6DE4">
        <w:rPr>
          <w:vertAlign w:val="subscript"/>
          <w:lang w:val="sv-SE"/>
        </w:rPr>
        <w:t>freq, EN-DC</w:t>
      </w:r>
      <w:r w:rsidR="00D4281A" w:rsidRPr="008C6DE4">
        <w:rPr>
          <w:lang w:val="sv-SE"/>
        </w:rPr>
        <w:t xml:space="preserve"> = N</w:t>
      </w:r>
      <w:r w:rsidR="00D4281A" w:rsidRPr="008C6DE4">
        <w:rPr>
          <w:vertAlign w:val="subscript"/>
          <w:lang w:val="sv-SE"/>
        </w:rPr>
        <w:t>freq, EN-DC, NR</w:t>
      </w:r>
      <w:r w:rsidR="00D4281A" w:rsidRPr="008C6DE4">
        <w:rPr>
          <w:lang w:val="sv-SE"/>
        </w:rPr>
        <w:t xml:space="preserve"> + N</w:t>
      </w:r>
      <w:r w:rsidR="00D4281A" w:rsidRPr="008C6DE4">
        <w:rPr>
          <w:vertAlign w:val="subscript"/>
          <w:lang w:val="sv-SE"/>
        </w:rPr>
        <w:t>freq, EN-DC, E-UTRA</w:t>
      </w:r>
      <w:r w:rsidR="00D4281A" w:rsidRPr="008C6DE4">
        <w:rPr>
          <w:lang w:val="sv-SE"/>
        </w:rPr>
        <w:t>+ N</w:t>
      </w:r>
      <w:r w:rsidR="00D4281A" w:rsidRPr="008C6DE4">
        <w:rPr>
          <w:vertAlign w:val="subscript"/>
          <w:lang w:val="sv-SE"/>
        </w:rPr>
        <w:t>freq, EN-DC, UTRA</w:t>
      </w:r>
      <w:r w:rsidR="00D4281A" w:rsidRPr="008C6DE4">
        <w:rPr>
          <w:lang w:val="sv-SE"/>
        </w:rPr>
        <w:t xml:space="preserve"> + M</w:t>
      </w:r>
      <w:r w:rsidR="00D4281A" w:rsidRPr="008C6DE4">
        <w:rPr>
          <w:vertAlign w:val="subscript"/>
          <w:lang w:val="sv-SE"/>
        </w:rPr>
        <w:t>EN-DC, GSM</w:t>
      </w:r>
      <w:r w:rsidR="00D4281A" w:rsidRPr="008C6DE4">
        <w:rPr>
          <w:lang w:val="sv-SE"/>
        </w:rPr>
        <w:t>,</w:t>
      </w:r>
    </w:p>
    <w:p w14:paraId="23DFC0AA" w14:textId="77777777" w:rsidR="00D4281A" w:rsidRPr="008C6DE4" w:rsidRDefault="00D4281A" w:rsidP="00D4281A">
      <w:r w:rsidRPr="008C6DE4">
        <w:t>where</w:t>
      </w:r>
    </w:p>
    <w:p w14:paraId="59EF049C" w14:textId="3A198DEC" w:rsidR="00D4281A" w:rsidRPr="008C6DE4" w:rsidRDefault="003235EF" w:rsidP="003235EF">
      <w:pPr>
        <w:pStyle w:val="B10"/>
      </w:pPr>
      <w:r>
        <w:tab/>
      </w:r>
      <w:r w:rsidR="00D4281A" w:rsidRPr="008C6DE4">
        <w:t>N</w:t>
      </w:r>
      <w:r w:rsidR="00D4281A" w:rsidRPr="008C6DE4">
        <w:rPr>
          <w:vertAlign w:val="subscript"/>
        </w:rPr>
        <w:t>freq, EN-DC, E-UTRA</w:t>
      </w:r>
      <w:r w:rsidR="00D4281A" w:rsidRPr="008C6DE4">
        <w:t xml:space="preserve"> is the number of E-UTRA inter-frequency carriers being monitored (FDD and TDD) as configured by E-UTRA PCell or via LPP [22],</w:t>
      </w:r>
    </w:p>
    <w:p w14:paraId="4190C01F" w14:textId="0166761F" w:rsidR="00D4281A" w:rsidRPr="008C6DE4" w:rsidRDefault="003235EF" w:rsidP="003235EF">
      <w:pPr>
        <w:pStyle w:val="B10"/>
        <w:rPr>
          <w:lang w:val="sv-SE"/>
        </w:rPr>
      </w:pPr>
      <w:r w:rsidRPr="001660A2">
        <w:tab/>
      </w:r>
      <w:r w:rsidR="00D4281A" w:rsidRPr="008C6DE4">
        <w:rPr>
          <w:lang w:val="sv-SE"/>
        </w:rPr>
        <w:t>N</w:t>
      </w:r>
      <w:r w:rsidR="00D4281A" w:rsidRPr="008C6DE4">
        <w:rPr>
          <w:vertAlign w:val="subscript"/>
          <w:lang w:val="sv-SE"/>
        </w:rPr>
        <w:t>freq, EN-DC, NR</w:t>
      </w:r>
      <w:r w:rsidR="00D4281A" w:rsidRPr="008C6DE4">
        <w:rPr>
          <w:lang w:val="sv-SE"/>
        </w:rPr>
        <w:t xml:space="preserve"> </w:t>
      </w:r>
      <w:r w:rsidR="00D4281A" w:rsidRPr="008C6DE4">
        <w:rPr>
          <w:rFonts w:hint="eastAsia"/>
          <w:lang w:val="sv-SE"/>
        </w:rPr>
        <w:t>≤</w:t>
      </w:r>
      <w:r w:rsidR="00D4281A" w:rsidRPr="008C6DE4">
        <w:rPr>
          <w:lang w:val="sv-SE"/>
        </w:rPr>
        <w:t xml:space="preserve"> N</w:t>
      </w:r>
      <w:r w:rsidR="00D4281A" w:rsidRPr="008C6DE4">
        <w:rPr>
          <w:vertAlign w:val="subscript"/>
          <w:lang w:val="sv-SE"/>
        </w:rPr>
        <w:t>freq, EN-DC, NR, inter-RAT</w:t>
      </w:r>
      <w:r w:rsidR="00D4281A" w:rsidRPr="008C6DE4">
        <w:rPr>
          <w:lang w:val="sv-SE"/>
        </w:rPr>
        <w:t xml:space="preserve"> + N</w:t>
      </w:r>
      <w:r w:rsidR="00D4281A" w:rsidRPr="008C6DE4">
        <w:rPr>
          <w:vertAlign w:val="subscript"/>
          <w:lang w:val="sv-SE"/>
        </w:rPr>
        <w:t>freq, EN-DC, NR, inter-freq</w:t>
      </w:r>
    </w:p>
    <w:p w14:paraId="69272ADE" w14:textId="77777777" w:rsidR="00D4281A" w:rsidRPr="008C6DE4" w:rsidRDefault="00D4281A" w:rsidP="003235EF">
      <w:pPr>
        <w:pStyle w:val="B3"/>
      </w:pPr>
      <w:r w:rsidRPr="008C6DE4">
        <w:t>where</w:t>
      </w:r>
    </w:p>
    <w:p w14:paraId="1EA47D0A" w14:textId="52CE3F81" w:rsidR="00D4281A" w:rsidRPr="008C6DE4" w:rsidRDefault="003235EF" w:rsidP="003235EF">
      <w:pPr>
        <w:pStyle w:val="B4"/>
      </w:pPr>
      <w:r>
        <w:tab/>
      </w:r>
      <w:r w:rsidR="00D4281A" w:rsidRPr="008C6DE4">
        <w:t>N</w:t>
      </w:r>
      <w:r w:rsidR="00D4281A" w:rsidRPr="008C6DE4">
        <w:rPr>
          <w:vertAlign w:val="subscript"/>
        </w:rPr>
        <w:t>freq, EN-DC, NR, inter-RAT</w:t>
      </w:r>
      <w:r w:rsidR="00D4281A" w:rsidRPr="008C6DE4">
        <w:t xml:space="preserve"> is the number of NR inter-RAT carriers </w:t>
      </w:r>
      <w:r w:rsidR="00D4281A" w:rsidRPr="008C6DE4">
        <w:rPr>
          <w:lang w:eastAsia="zh-CN"/>
        </w:rPr>
        <w:t xml:space="preserve">excluding NR serving carrier(s) </w:t>
      </w:r>
      <w:r w:rsidR="00D4281A" w:rsidRPr="008C6DE4">
        <w:t>being monitored as configured by E-UTRA PCell [15],</w:t>
      </w:r>
    </w:p>
    <w:p w14:paraId="275D9BD0" w14:textId="4D671334" w:rsidR="00D4281A" w:rsidRPr="008C6DE4" w:rsidRDefault="003235EF" w:rsidP="003235EF">
      <w:pPr>
        <w:pStyle w:val="B4"/>
      </w:pPr>
      <w:r>
        <w:tab/>
      </w:r>
      <w:r w:rsidR="00D4281A" w:rsidRPr="008C6DE4">
        <w:t>N</w:t>
      </w:r>
      <w:r w:rsidR="00D4281A" w:rsidRPr="008C6DE4">
        <w:rPr>
          <w:vertAlign w:val="subscript"/>
        </w:rPr>
        <w:t>freq, EN-DC, NR, inter-freq</w:t>
      </w:r>
      <w:r w:rsidR="00D4281A" w:rsidRPr="008C6DE4">
        <w:t xml:space="preserve"> is the number of NR inter-frequency carriers being monitored as configured by PSCell,</w:t>
      </w:r>
    </w:p>
    <w:p w14:paraId="4D2F305C" w14:textId="065880F2" w:rsidR="00D4281A" w:rsidRPr="008C6DE4" w:rsidRDefault="003235EF" w:rsidP="003235EF">
      <w:pPr>
        <w:pStyle w:val="B10"/>
      </w:pPr>
      <w:r>
        <w:tab/>
      </w:r>
      <w:r w:rsidR="00D4281A" w:rsidRPr="008C6DE4">
        <w:t>N</w:t>
      </w:r>
      <w:r w:rsidR="00D4281A" w:rsidRPr="008C6DE4">
        <w:rPr>
          <w:vertAlign w:val="subscript"/>
        </w:rPr>
        <w:t>freq, EN-DC, UTRA</w:t>
      </w:r>
      <w:r w:rsidR="00D4281A" w:rsidRPr="008C6DE4">
        <w:t xml:space="preserve"> is the number of UTRA inter-RAT carriers being monitored as configured by E-UTRA PCell (FDD and TDD).</w:t>
      </w:r>
    </w:p>
    <w:p w14:paraId="265F234C" w14:textId="26650A04" w:rsidR="00D4281A" w:rsidRPr="008C6DE4" w:rsidRDefault="003235EF" w:rsidP="003235EF">
      <w:pPr>
        <w:pStyle w:val="B10"/>
      </w:pPr>
      <w:r>
        <w:tab/>
      </w:r>
      <w:r w:rsidR="00D4281A" w:rsidRPr="008C6DE4">
        <w:t>M</w:t>
      </w:r>
      <w:r w:rsidR="00D4281A" w:rsidRPr="008C6DE4">
        <w:rPr>
          <w:vertAlign w:val="subscript"/>
        </w:rPr>
        <w:t>EN-DC, GSM</w:t>
      </w:r>
      <w:r w:rsidR="00D4281A" w:rsidRPr="008C6DE4">
        <w:t xml:space="preserve"> is an integer which is a function of the number of GSM inter-RAT carriers as configured by E-UTRA PCell on which measurements are being performed. M</w:t>
      </w:r>
      <w:r w:rsidR="00D4281A" w:rsidRPr="008C6DE4">
        <w:rPr>
          <w:vertAlign w:val="subscript"/>
        </w:rPr>
        <w:t>EN-DC, GSM</w:t>
      </w:r>
      <w:r w:rsidR="00D4281A" w:rsidRPr="008C6DE4">
        <w:t xml:space="preserve"> is equal to 0 if no GSM carrier is being monitored. For a MGRP of 40 ms, M</w:t>
      </w:r>
      <w:r w:rsidR="00D4281A" w:rsidRPr="008C6DE4">
        <w:rPr>
          <w:vertAlign w:val="subscript"/>
        </w:rPr>
        <w:t>EN-DC, GSM</w:t>
      </w:r>
      <w:r w:rsidR="00D4281A" w:rsidRPr="008C6DE4">
        <w:t xml:space="preserve"> is equal to 1 if cells on up to 32 GSM carriers are being measured. For a MGRP of 80 ms, M</w:t>
      </w:r>
      <w:r w:rsidR="00D4281A" w:rsidRPr="008C6DE4">
        <w:rPr>
          <w:vertAlign w:val="subscript"/>
        </w:rPr>
        <w:t>EN-DC, GSM</w:t>
      </w:r>
      <w:r w:rsidR="00D4281A" w:rsidRPr="008C6DE4">
        <w:t xml:space="preserve"> is equal to ceil(N</w:t>
      </w:r>
      <w:r w:rsidR="00D4281A" w:rsidRPr="008C6DE4">
        <w:rPr>
          <w:vertAlign w:val="subscript"/>
        </w:rPr>
        <w:t>carriers,GSM</w:t>
      </w:r>
      <w:r w:rsidR="00D4281A" w:rsidRPr="008C6DE4">
        <w:t xml:space="preserve"> /20) where N</w:t>
      </w:r>
      <w:r w:rsidR="00D4281A" w:rsidRPr="008C6DE4">
        <w:rPr>
          <w:vertAlign w:val="subscript"/>
        </w:rPr>
        <w:t>carriers,GSM</w:t>
      </w:r>
      <w:r w:rsidR="00D4281A" w:rsidRPr="008C6DE4">
        <w:t xml:space="preserve"> is the number of GSM carriers on which cells are being measured.</w:t>
      </w:r>
    </w:p>
    <w:p w14:paraId="2AD9E756" w14:textId="2D9DA4DE" w:rsidR="00D4281A" w:rsidRPr="008C6DE4" w:rsidRDefault="0048284E" w:rsidP="0048284E">
      <w:pPr>
        <w:pStyle w:val="Heading4"/>
      </w:pPr>
      <w:r w:rsidRPr="008C6DE4">
        <w:t>9.1.3.1</w:t>
      </w:r>
      <w:r w:rsidR="00D4281A" w:rsidRPr="008C6DE4">
        <w:t>a</w:t>
      </w:r>
      <w:r w:rsidR="00D4281A" w:rsidRPr="008C6DE4">
        <w:tab/>
        <w:t>SA: Monitoring of multiple layers using gaps</w:t>
      </w:r>
    </w:p>
    <w:p w14:paraId="048CA816" w14:textId="4D5AB081" w:rsidR="00D4281A" w:rsidRPr="008C6DE4" w:rsidRDefault="00D4281A" w:rsidP="00D4281A">
      <w:r w:rsidRPr="008C6DE4">
        <w:t xml:space="preserve">The requirements in this </w:t>
      </w:r>
      <w:r w:rsidR="00854981" w:rsidRPr="008C6DE4">
        <w:t>clause</w:t>
      </w:r>
      <w:r w:rsidRPr="008C6DE4">
        <w:t xml:space="preserve"> are applicable for UE configured with SA NR operation mode.</w:t>
      </w:r>
    </w:p>
    <w:p w14:paraId="2318FF4E" w14:textId="107C1592" w:rsidR="00D4281A" w:rsidRPr="008C6DE4" w:rsidRDefault="00A9182B" w:rsidP="00D4281A">
      <w:r w:rsidRPr="008C6DE4">
        <w:t>When monitoring of multiple inter-RAT E-UTRAN carriers and inter-frequency NR carriers using gaps (or without using gaps provided the UE supports such capability</w:t>
      </w:r>
      <w:r>
        <w:t xml:space="preserve"> or the effective MGRP is applied for per-FR measurement gap capable UE</w:t>
      </w:r>
      <w:r w:rsidRPr="008C6DE4">
        <w:t>) is configured by PCell, the UE shall be capable of performing one measurement of the configured measurement type (SS-RSRP, SS-RSRQ, SS-SINR, E-UTRAN RSRP, E-UTRAN RSRQ</w:t>
      </w:r>
      <w:r w:rsidRPr="008C6DE4">
        <w:rPr>
          <w:lang w:eastAsia="zh-CN"/>
        </w:rPr>
        <w:t>, E-UTRAN RS-SINR</w:t>
      </w:r>
      <w:r w:rsidRPr="008C6DE4">
        <w:t xml:space="preserve"> measurements, etc.) of detected cells on all the layers</w:t>
      </w:r>
      <w:r w:rsidR="00D4281A" w:rsidRPr="008C6DE4">
        <w:t>.</w:t>
      </w:r>
    </w:p>
    <w:p w14:paraId="1107065E" w14:textId="77777777" w:rsidR="00D4281A" w:rsidRPr="008C6DE4" w:rsidRDefault="00D4281A" w:rsidP="00D4281A">
      <w:pPr>
        <w:rPr>
          <w:sz w:val="22"/>
          <w:lang w:eastAsia="zh-CN"/>
        </w:rPr>
      </w:pPr>
      <w:r w:rsidRPr="008C6DE4">
        <w:t xml:space="preserve">For </w:t>
      </w:r>
      <w:r w:rsidRPr="008C6DE4">
        <w:rPr>
          <w:lang w:eastAsia="ko-KR"/>
        </w:rPr>
        <w:t xml:space="preserve">UE configured with the NR SA operation, </w:t>
      </w:r>
      <w:r w:rsidRPr="008C6DE4">
        <w:t>the effective total number of frequencies, excluding the frequencies of the PCell, PSCell and SCells being monitored, is N</w:t>
      </w:r>
      <w:r w:rsidRPr="008C6DE4">
        <w:rPr>
          <w:vertAlign w:val="subscript"/>
        </w:rPr>
        <w:t>freq, SA</w:t>
      </w:r>
      <w:r w:rsidRPr="008C6DE4">
        <w:t>, which is defined as:</w:t>
      </w:r>
    </w:p>
    <w:p w14:paraId="558BEC02" w14:textId="0D3DFC6B" w:rsidR="00D4281A" w:rsidRPr="008C6DE4" w:rsidRDefault="003235EF" w:rsidP="003235EF">
      <w:pPr>
        <w:pStyle w:val="EQ"/>
        <w:rPr>
          <w:lang w:val="sv-SE"/>
        </w:rPr>
      </w:pPr>
      <w:r w:rsidRPr="001660A2">
        <w:tab/>
      </w:r>
      <w:r w:rsidR="00D4281A" w:rsidRPr="008C6DE4">
        <w:rPr>
          <w:lang w:val="sv-SE"/>
        </w:rPr>
        <w:t>N</w:t>
      </w:r>
      <w:r w:rsidR="00D4281A" w:rsidRPr="008C6DE4">
        <w:rPr>
          <w:vertAlign w:val="subscript"/>
          <w:lang w:val="sv-SE"/>
        </w:rPr>
        <w:t>freq, SA</w:t>
      </w:r>
      <w:r w:rsidR="00D4281A" w:rsidRPr="008C6DE4">
        <w:rPr>
          <w:lang w:val="sv-SE"/>
        </w:rPr>
        <w:t xml:space="preserve"> = N</w:t>
      </w:r>
      <w:r w:rsidR="00D4281A" w:rsidRPr="008C6DE4">
        <w:rPr>
          <w:vertAlign w:val="subscript"/>
          <w:lang w:val="sv-SE"/>
        </w:rPr>
        <w:t>freq, SA, NR</w:t>
      </w:r>
      <w:r w:rsidR="00D4281A" w:rsidRPr="008C6DE4">
        <w:rPr>
          <w:lang w:val="sv-SE"/>
        </w:rPr>
        <w:t xml:space="preserve"> + N</w:t>
      </w:r>
      <w:r w:rsidR="00D4281A" w:rsidRPr="008C6DE4">
        <w:rPr>
          <w:vertAlign w:val="subscript"/>
          <w:lang w:val="sv-SE"/>
        </w:rPr>
        <w:t>freq, SA, E-UTRA</w:t>
      </w:r>
      <w:r w:rsidR="00D4281A" w:rsidRPr="008C6DE4">
        <w:rPr>
          <w:lang w:val="sv-SE"/>
        </w:rPr>
        <w:t>,</w:t>
      </w:r>
    </w:p>
    <w:p w14:paraId="73E9FAD7" w14:textId="77777777" w:rsidR="00D4281A" w:rsidRPr="008C6DE4" w:rsidRDefault="00D4281A" w:rsidP="00D4281A">
      <w:r w:rsidRPr="008C6DE4">
        <w:t>where</w:t>
      </w:r>
    </w:p>
    <w:p w14:paraId="7248FC71" w14:textId="77777777" w:rsidR="00D4281A" w:rsidRPr="008C6DE4" w:rsidRDefault="00D4281A" w:rsidP="003235EF">
      <w:pPr>
        <w:pStyle w:val="B10"/>
      </w:pPr>
      <w:r w:rsidRPr="008C6DE4">
        <w:tab/>
        <w:t>N</w:t>
      </w:r>
      <w:r w:rsidRPr="008C6DE4">
        <w:rPr>
          <w:vertAlign w:val="subscript"/>
        </w:rPr>
        <w:t>freq, SA, E-UTRA</w:t>
      </w:r>
      <w:r w:rsidRPr="008C6DE4">
        <w:t xml:space="preserve"> is the number of E-UTRA inter-RAT carriers being monitored (FDD and TDD) as configured by PCell or via LPP [22],</w:t>
      </w:r>
    </w:p>
    <w:p w14:paraId="75098271" w14:textId="77777777" w:rsidR="00D4281A" w:rsidRPr="008C6DE4" w:rsidRDefault="00D4281A" w:rsidP="003235EF">
      <w:pPr>
        <w:pStyle w:val="B10"/>
      </w:pPr>
      <w:r w:rsidRPr="008C6DE4">
        <w:rPr>
          <w:rFonts w:cs="v4.2.0"/>
          <w:lang w:val="en-US"/>
        </w:rPr>
        <w:tab/>
        <w:t>N</w:t>
      </w:r>
      <w:r w:rsidRPr="008C6DE4">
        <w:rPr>
          <w:rFonts w:cs="v4.2.0"/>
          <w:vertAlign w:val="subscript"/>
          <w:lang w:val="en-US"/>
        </w:rPr>
        <w:t>freq, SA, NR</w:t>
      </w:r>
      <w:r w:rsidRPr="008C6DE4">
        <w:rPr>
          <w:rFonts w:cs="v4.2.0"/>
          <w:lang w:val="en-US"/>
        </w:rPr>
        <w:t xml:space="preserve"> </w:t>
      </w:r>
      <w:r w:rsidRPr="008C6DE4">
        <w:t>is the number of NR inter-frequency carriers being monitored as configured by PCell.</w:t>
      </w:r>
    </w:p>
    <w:p w14:paraId="08DE31F3" w14:textId="77777777" w:rsidR="00D4281A" w:rsidRPr="008C6DE4" w:rsidRDefault="00D4281A" w:rsidP="00D4281A">
      <w:pPr>
        <w:pStyle w:val="Heading4"/>
      </w:pPr>
      <w:r w:rsidRPr="008C6DE4">
        <w:t>9.1.3.1b</w:t>
      </w:r>
      <w:r w:rsidRPr="008C6DE4">
        <w:tab/>
        <w:t>NE-DC: Monitoring of multiple layers using gaps</w:t>
      </w:r>
    </w:p>
    <w:p w14:paraId="4F2EE55C" w14:textId="3AFF0604" w:rsidR="00D4281A" w:rsidRPr="008C6DE4" w:rsidRDefault="00D4281A" w:rsidP="00D4281A">
      <w:r w:rsidRPr="008C6DE4">
        <w:t xml:space="preserve">The requirements in this </w:t>
      </w:r>
      <w:r w:rsidR="00854981" w:rsidRPr="008C6DE4">
        <w:t>clause</w:t>
      </w:r>
      <w:r w:rsidRPr="008C6DE4">
        <w:t xml:space="preserve"> are applicable for UE capable of and configured with the NE-DC operation mode.</w:t>
      </w:r>
    </w:p>
    <w:p w14:paraId="5521C918" w14:textId="06FF29A3" w:rsidR="00D4281A" w:rsidRPr="008C6DE4" w:rsidRDefault="00A9182B" w:rsidP="00D4281A">
      <w:r w:rsidRPr="008C6DE4">
        <w:t>When monitoring of multiple inter-frequency E-UTRAN carriers as configured by E-UTRA PSCell, inter-RAT E-UTRAN carriers as configured by PCell, and inter-frequency NR carriers as configured by PCell using gaps (or without using gaps provided the UE supports such capability</w:t>
      </w:r>
      <w:r>
        <w:t xml:space="preserve"> or the effective MGRP is applied for per-FR measurement gap capable UE</w:t>
      </w:r>
      <w:r w:rsidRPr="008C6DE4">
        <w:t>) is configured, the UE shall be capable of performing one measurement of the configured measurement type (SS-RSRP, SS-RSRQ, SS-SINR, SFTD, E-UTRAN RSRP, E-UTRAN RSRQ, and E-UTRAN RS-SINR measurements</w:t>
      </w:r>
      <w:r w:rsidRPr="008C6DE4">
        <w:rPr>
          <w:rFonts w:cs="v4.2.0"/>
        </w:rPr>
        <w:t xml:space="preserve">, </w:t>
      </w:r>
      <w:r w:rsidRPr="008C6DE4">
        <w:t>etc.) of detected cells on all the layers</w:t>
      </w:r>
      <w:r w:rsidR="00D4281A" w:rsidRPr="008C6DE4">
        <w:t>.</w:t>
      </w:r>
    </w:p>
    <w:p w14:paraId="0C2C9349" w14:textId="77777777" w:rsidR="00D4281A" w:rsidRPr="008C6DE4" w:rsidRDefault="00D4281A" w:rsidP="00D4281A">
      <w:r w:rsidRPr="008C6DE4">
        <w:t xml:space="preserve">For </w:t>
      </w:r>
      <w:r w:rsidRPr="008C6DE4">
        <w:rPr>
          <w:lang w:eastAsia="ko-KR"/>
        </w:rPr>
        <w:t>UE configured with the NE-DC operation, t</w:t>
      </w:r>
      <w:r w:rsidRPr="008C6DE4">
        <w:t>he effective total number of frequencies excluding the frequencies of the PCell, SCells, E-UTRA PSCell, and E-UTRA SCells being monitored is N</w:t>
      </w:r>
      <w:r w:rsidRPr="008C6DE4">
        <w:rPr>
          <w:vertAlign w:val="subscript"/>
        </w:rPr>
        <w:t>freq, NE-DC</w:t>
      </w:r>
      <w:r w:rsidRPr="008C6DE4">
        <w:t>, which is defined as:</w:t>
      </w:r>
    </w:p>
    <w:p w14:paraId="251B0AC6" w14:textId="77777777" w:rsidR="00D4281A" w:rsidRPr="008C6DE4" w:rsidRDefault="00D4281A" w:rsidP="00D4281A">
      <w:pPr>
        <w:rPr>
          <w:lang w:val="fi-FI"/>
        </w:rPr>
      </w:pPr>
      <w:r w:rsidRPr="008C6DE4">
        <w:rPr>
          <w:lang w:val="fi-FI"/>
        </w:rPr>
        <w:t>N</w:t>
      </w:r>
      <w:r w:rsidRPr="008C6DE4">
        <w:rPr>
          <w:vertAlign w:val="subscript"/>
          <w:lang w:val="fi-FI"/>
        </w:rPr>
        <w:t>freq, NE-DC</w:t>
      </w:r>
      <w:r w:rsidRPr="008C6DE4">
        <w:rPr>
          <w:lang w:val="fi-FI"/>
        </w:rPr>
        <w:t xml:space="preserve"> = N</w:t>
      </w:r>
      <w:r w:rsidRPr="008C6DE4">
        <w:rPr>
          <w:vertAlign w:val="subscript"/>
          <w:lang w:val="fi-FI"/>
        </w:rPr>
        <w:t>freq, NE-DC, NR</w:t>
      </w:r>
      <w:r w:rsidRPr="008C6DE4">
        <w:rPr>
          <w:lang w:val="fi-FI"/>
        </w:rPr>
        <w:t xml:space="preserve"> + N</w:t>
      </w:r>
      <w:r w:rsidRPr="008C6DE4">
        <w:rPr>
          <w:vertAlign w:val="subscript"/>
          <w:lang w:val="fi-FI"/>
        </w:rPr>
        <w:t>freq, NE-DC, E-UTRA</w:t>
      </w:r>
      <w:r w:rsidRPr="008C6DE4">
        <w:rPr>
          <w:lang w:val="fi-FI"/>
        </w:rPr>
        <w:t>,</w:t>
      </w:r>
    </w:p>
    <w:p w14:paraId="19790AB3" w14:textId="77777777" w:rsidR="00D4281A" w:rsidRPr="008C6DE4" w:rsidRDefault="00D4281A" w:rsidP="00D4281A">
      <w:r w:rsidRPr="008C6DE4">
        <w:t>where</w:t>
      </w:r>
    </w:p>
    <w:p w14:paraId="539C346A" w14:textId="77777777" w:rsidR="00D4281A" w:rsidRPr="008C6DE4" w:rsidRDefault="00D4281A" w:rsidP="00D4281A">
      <w:pPr>
        <w:ind w:left="436"/>
        <w:rPr>
          <w:rFonts w:cs="v4.2.0"/>
        </w:rPr>
      </w:pPr>
      <w:r w:rsidRPr="008C6DE4">
        <w:rPr>
          <w:rFonts w:cs="v4.2.0"/>
        </w:rPr>
        <w:t>N</w:t>
      </w:r>
      <w:r w:rsidRPr="008C6DE4">
        <w:rPr>
          <w:rFonts w:cs="v4.2.0"/>
          <w:vertAlign w:val="subscript"/>
        </w:rPr>
        <w:t>freq, NE-DC, NR</w:t>
      </w:r>
      <w:r w:rsidRPr="008C6DE4">
        <w:rPr>
          <w:rFonts w:cs="v4.2.0"/>
        </w:rPr>
        <w:t xml:space="preserve"> is the number of NR inter-frequency carriers being monitored as configured by PCell,</w:t>
      </w:r>
    </w:p>
    <w:p w14:paraId="2A93B9F9" w14:textId="77777777" w:rsidR="00D4281A" w:rsidRPr="008C6DE4" w:rsidRDefault="00D4281A" w:rsidP="00D4281A">
      <w:pPr>
        <w:ind w:left="152" w:firstLine="284"/>
        <w:rPr>
          <w:lang w:val="sv-SE"/>
        </w:rPr>
      </w:pPr>
      <w:r w:rsidRPr="008C6DE4">
        <w:rPr>
          <w:rFonts w:cs="v4.2.0"/>
          <w:lang w:val="sv-SE"/>
        </w:rPr>
        <w:t>N</w:t>
      </w:r>
      <w:r w:rsidRPr="008C6DE4">
        <w:rPr>
          <w:rFonts w:cs="v4.2.0"/>
          <w:vertAlign w:val="subscript"/>
          <w:lang w:val="sv-SE"/>
        </w:rPr>
        <w:t>freq, NE-DC, E-UTRA</w:t>
      </w:r>
      <w:r w:rsidRPr="008C6DE4">
        <w:rPr>
          <w:rFonts w:cs="v4.2.0"/>
          <w:lang w:val="sv-SE"/>
        </w:rPr>
        <w:t xml:space="preserve"> </w:t>
      </w:r>
      <w:r w:rsidRPr="008C6DE4">
        <w:rPr>
          <w:rFonts w:hint="eastAsia"/>
          <w:lang w:val="sv-SE"/>
        </w:rPr>
        <w:t>≤</w:t>
      </w:r>
      <w:r w:rsidRPr="008C6DE4">
        <w:rPr>
          <w:rFonts w:cs="v4.2.0"/>
          <w:lang w:val="sv-SE"/>
        </w:rPr>
        <w:t xml:space="preserve"> N</w:t>
      </w:r>
      <w:r w:rsidRPr="008C6DE4">
        <w:rPr>
          <w:rFonts w:cs="v4.2.0"/>
          <w:vertAlign w:val="subscript"/>
          <w:lang w:val="sv-SE"/>
        </w:rPr>
        <w:t>freq, NE-DC, E-UTRA, inter-RAT</w:t>
      </w:r>
      <w:r w:rsidRPr="008C6DE4">
        <w:rPr>
          <w:rFonts w:cs="v4.2.0"/>
          <w:lang w:val="sv-SE"/>
        </w:rPr>
        <w:t xml:space="preserve"> + </w:t>
      </w:r>
      <w:r w:rsidRPr="008C6DE4">
        <w:rPr>
          <w:lang w:val="sv-SE"/>
        </w:rPr>
        <w:t>N</w:t>
      </w:r>
      <w:r w:rsidRPr="008C6DE4">
        <w:rPr>
          <w:vertAlign w:val="subscript"/>
          <w:lang w:val="sv-SE"/>
        </w:rPr>
        <w:t xml:space="preserve">freq, </w:t>
      </w:r>
      <w:r w:rsidRPr="008C6DE4">
        <w:rPr>
          <w:rFonts w:cs="v4.2.0"/>
          <w:vertAlign w:val="subscript"/>
          <w:lang w:val="sv-SE"/>
        </w:rPr>
        <w:t>NE-DC, E-UTRA</w:t>
      </w:r>
      <w:r w:rsidRPr="008C6DE4">
        <w:rPr>
          <w:vertAlign w:val="subscript"/>
          <w:lang w:val="sv-SE"/>
        </w:rPr>
        <w:t>, inter-freq</w:t>
      </w:r>
    </w:p>
    <w:p w14:paraId="00525BC7" w14:textId="77777777" w:rsidR="00D4281A" w:rsidRPr="008C6DE4" w:rsidRDefault="00D4281A" w:rsidP="00D4281A">
      <w:pPr>
        <w:ind w:left="720"/>
        <w:rPr>
          <w:rFonts w:cs="v4.2.0"/>
        </w:rPr>
      </w:pPr>
      <w:r w:rsidRPr="008C6DE4">
        <w:rPr>
          <w:rFonts w:cs="v4.2.0"/>
        </w:rPr>
        <w:t>where</w:t>
      </w:r>
    </w:p>
    <w:p w14:paraId="72979E5B" w14:textId="77777777" w:rsidR="00D4281A" w:rsidRPr="008C6DE4" w:rsidRDefault="00D4281A" w:rsidP="00D4281A">
      <w:pPr>
        <w:ind w:left="1440"/>
        <w:rPr>
          <w:rFonts w:cs="v4.2.0"/>
        </w:rPr>
      </w:pPr>
      <w:r w:rsidRPr="008C6DE4">
        <w:rPr>
          <w:rFonts w:cs="v4.2.0"/>
        </w:rPr>
        <w:t>N</w:t>
      </w:r>
      <w:r w:rsidRPr="008C6DE4">
        <w:rPr>
          <w:rFonts w:cs="v4.2.0"/>
          <w:vertAlign w:val="subscript"/>
        </w:rPr>
        <w:t xml:space="preserve">freq, </w:t>
      </w:r>
      <w:r w:rsidRPr="008C6DE4">
        <w:rPr>
          <w:rFonts w:cs="v4.2.0"/>
          <w:vertAlign w:val="subscript"/>
          <w:lang w:val="en-US"/>
        </w:rPr>
        <w:t>NE-DC, E-UTRA</w:t>
      </w:r>
      <w:r w:rsidRPr="008C6DE4">
        <w:rPr>
          <w:rFonts w:cs="v4.2.0"/>
          <w:vertAlign w:val="subscript"/>
        </w:rPr>
        <w:t>, inter-RAT</w:t>
      </w:r>
      <w:r w:rsidRPr="008C6DE4">
        <w:rPr>
          <w:rFonts w:cs="v4.2.0"/>
        </w:rPr>
        <w:t xml:space="preserve"> is the number of E-UTRA inter-RAT carriers (FDD and TDD) </w:t>
      </w:r>
      <w:r w:rsidRPr="008C6DE4">
        <w:rPr>
          <w:lang w:eastAsia="zh-CN"/>
        </w:rPr>
        <w:t xml:space="preserve">excluding E-UTRA serving carrier(s) </w:t>
      </w:r>
      <w:r w:rsidRPr="008C6DE4">
        <w:rPr>
          <w:rFonts w:cs="v4.2.0"/>
        </w:rPr>
        <w:t>being monitored as configured by PCell or via LPP [22],</w:t>
      </w:r>
    </w:p>
    <w:p w14:paraId="3DA30AB0" w14:textId="77777777" w:rsidR="00D4281A" w:rsidRPr="008C6DE4" w:rsidRDefault="00D4281A" w:rsidP="00D4281A">
      <w:pPr>
        <w:overflowPunct w:val="0"/>
        <w:autoSpaceDE w:val="0"/>
        <w:autoSpaceDN w:val="0"/>
        <w:adjustRightInd w:val="0"/>
        <w:ind w:left="1440"/>
        <w:textAlignment w:val="baseline"/>
      </w:pPr>
      <w:r w:rsidRPr="008C6DE4">
        <w:t>N</w:t>
      </w:r>
      <w:r w:rsidRPr="008C6DE4">
        <w:rPr>
          <w:vertAlign w:val="subscript"/>
        </w:rPr>
        <w:t xml:space="preserve">freq, </w:t>
      </w:r>
      <w:r w:rsidRPr="008C6DE4">
        <w:rPr>
          <w:rFonts w:cs="v4.2.0"/>
          <w:vertAlign w:val="subscript"/>
          <w:lang w:val="en-US"/>
        </w:rPr>
        <w:t>NE-DC, E-UTRA</w:t>
      </w:r>
      <w:r w:rsidRPr="008C6DE4">
        <w:rPr>
          <w:vertAlign w:val="subscript"/>
        </w:rPr>
        <w:t>, inter-freq</w:t>
      </w:r>
      <w:r w:rsidRPr="008C6DE4">
        <w:t xml:space="preserve"> is the number of E-UTRA inter-frequency carriers (FDD and TDD) being monitored as configured by </w:t>
      </w:r>
      <w:r w:rsidRPr="008C6DE4">
        <w:rPr>
          <w:rFonts w:cs="v4.2.0"/>
        </w:rPr>
        <w:t>E-UTRA PSCell [15]</w:t>
      </w:r>
      <w:r w:rsidRPr="008C6DE4">
        <w:t xml:space="preserve"> </w:t>
      </w:r>
      <w:r w:rsidRPr="008C6DE4">
        <w:rPr>
          <w:rFonts w:cs="v4.2.0"/>
        </w:rPr>
        <w:t>or via LPP [22]</w:t>
      </w:r>
      <w:r w:rsidRPr="008C6DE4">
        <w:t>.</w:t>
      </w:r>
    </w:p>
    <w:p w14:paraId="32DDCCF1" w14:textId="419CEA31" w:rsidR="00D4281A" w:rsidRPr="008C6DE4" w:rsidRDefault="0048284E" w:rsidP="0048284E">
      <w:pPr>
        <w:pStyle w:val="Heading4"/>
      </w:pPr>
      <w:r w:rsidRPr="008C6DE4">
        <w:t>9.1.3.1</w:t>
      </w:r>
      <w:r w:rsidR="00D4281A" w:rsidRPr="008C6DE4">
        <w:t>c</w:t>
      </w:r>
      <w:r w:rsidR="00D4281A" w:rsidRPr="008C6DE4">
        <w:tab/>
        <w:t>NR-DC: Monitoring of multiple layers using gaps</w:t>
      </w:r>
    </w:p>
    <w:p w14:paraId="020C0C93" w14:textId="7E35B444" w:rsidR="00D4281A" w:rsidRPr="008C6DE4" w:rsidRDefault="00D4281A" w:rsidP="00D4281A">
      <w:r w:rsidRPr="008C6DE4">
        <w:t xml:space="preserve">The requirements in this </w:t>
      </w:r>
      <w:r w:rsidR="00854981" w:rsidRPr="008C6DE4">
        <w:t>clause</w:t>
      </w:r>
      <w:r w:rsidRPr="008C6DE4">
        <w:t xml:space="preserve"> are applicable for UE configured with NR-DC operation mode.</w:t>
      </w:r>
    </w:p>
    <w:p w14:paraId="234B20C5" w14:textId="77777777" w:rsidR="00D4281A" w:rsidRPr="008C6DE4" w:rsidRDefault="00D4281A" w:rsidP="00D4281A">
      <w:r w:rsidRPr="008C6DE4">
        <w:t xml:space="preserve">When monitoring of multiple inter-RAT E-UTRAN carriers and inter-frequency NR carriers using gaps (or without using gaps provided the UE supports such capability) </w:t>
      </w:r>
      <w:r w:rsidRPr="008C6DE4">
        <w:rPr>
          <w:lang w:eastAsia="zh-CN"/>
        </w:rPr>
        <w:t>as</w:t>
      </w:r>
      <w:r w:rsidRPr="008C6DE4">
        <w:t xml:space="preserve"> configured by PCell</w:t>
      </w:r>
      <w:r w:rsidRPr="008C6DE4">
        <w:rPr>
          <w:lang w:eastAsia="zh-CN"/>
        </w:rPr>
        <w:t xml:space="preserve">, and </w:t>
      </w:r>
      <w:r w:rsidRPr="008C6DE4">
        <w:t xml:space="preserve">inter-frequency NR carriers as configured by PSCell </w:t>
      </w:r>
      <w:r w:rsidRPr="008C6DE4">
        <w:rPr>
          <w:lang w:eastAsia="zh-CN"/>
        </w:rPr>
        <w:t>is configured</w:t>
      </w:r>
      <w:r w:rsidRPr="008C6DE4">
        <w:t>, the UE shall be capable of performing one measurement of the configured measurement type (SS-RSRP, SS-RSRQ, SS-SINR, E-UTRAN RSRP, E-UTRAN RSRQ</w:t>
      </w:r>
      <w:r w:rsidRPr="008C6DE4">
        <w:rPr>
          <w:lang w:eastAsia="zh-CN"/>
        </w:rPr>
        <w:t>, E-UTRAN RS-SINR</w:t>
      </w:r>
      <w:r w:rsidRPr="008C6DE4">
        <w:t xml:space="preserve"> measurements, etc.) of detected cells on all the layers.</w:t>
      </w:r>
    </w:p>
    <w:p w14:paraId="1434F658" w14:textId="77777777" w:rsidR="00D4281A" w:rsidRPr="008C6DE4" w:rsidRDefault="00D4281A" w:rsidP="00D4281A">
      <w:pPr>
        <w:rPr>
          <w:sz w:val="22"/>
          <w:lang w:eastAsia="zh-CN"/>
        </w:rPr>
      </w:pPr>
      <w:r w:rsidRPr="008C6DE4">
        <w:t xml:space="preserve">For </w:t>
      </w:r>
      <w:r w:rsidRPr="008C6DE4">
        <w:rPr>
          <w:lang w:eastAsia="ko-KR"/>
        </w:rPr>
        <w:t xml:space="preserve">UE configured with the NR-DC operation, </w:t>
      </w:r>
      <w:r w:rsidRPr="008C6DE4">
        <w:t>the effective total number of frequencies, excluding the frequencies of the PCell, PSCell and SCells being monitored, is N</w:t>
      </w:r>
      <w:r w:rsidRPr="008C6DE4">
        <w:rPr>
          <w:vertAlign w:val="subscript"/>
        </w:rPr>
        <w:t>freq, NR-DC</w:t>
      </w:r>
      <w:r w:rsidRPr="008C6DE4">
        <w:t>, which is defined as:</w:t>
      </w:r>
    </w:p>
    <w:p w14:paraId="4EDB511B" w14:textId="77777777" w:rsidR="00D4281A" w:rsidRPr="008C6DE4" w:rsidRDefault="00D4281A" w:rsidP="00D4281A">
      <w:r w:rsidRPr="008C6DE4">
        <w:t>N</w:t>
      </w:r>
      <w:r w:rsidRPr="008C6DE4">
        <w:rPr>
          <w:vertAlign w:val="subscript"/>
        </w:rPr>
        <w:t>freq, NR-DC</w:t>
      </w:r>
      <w:r w:rsidRPr="008C6DE4">
        <w:t xml:space="preserve"> = N</w:t>
      </w:r>
      <w:r w:rsidRPr="008C6DE4">
        <w:rPr>
          <w:vertAlign w:val="subscript"/>
        </w:rPr>
        <w:t>freq, NR-DC, NR</w:t>
      </w:r>
      <w:r w:rsidRPr="008C6DE4">
        <w:t xml:space="preserve"> + N</w:t>
      </w:r>
      <w:r w:rsidRPr="008C6DE4">
        <w:rPr>
          <w:vertAlign w:val="subscript"/>
        </w:rPr>
        <w:t>freq, NR-DC, E-UTRA</w:t>
      </w:r>
      <w:r w:rsidRPr="008C6DE4">
        <w:t>,</w:t>
      </w:r>
    </w:p>
    <w:p w14:paraId="4EC3490E" w14:textId="77777777" w:rsidR="00D4281A" w:rsidRPr="008C6DE4" w:rsidRDefault="00D4281A" w:rsidP="00D4281A">
      <w:r w:rsidRPr="008C6DE4">
        <w:t>where</w:t>
      </w:r>
    </w:p>
    <w:p w14:paraId="34D68C88" w14:textId="77777777" w:rsidR="00D4281A" w:rsidRPr="008C6DE4" w:rsidRDefault="00D4281A" w:rsidP="00D4281A">
      <w:pPr>
        <w:ind w:left="568" w:hanging="284"/>
      </w:pPr>
      <w:r w:rsidRPr="008C6DE4">
        <w:tab/>
        <w:t>N</w:t>
      </w:r>
      <w:r w:rsidRPr="008C6DE4">
        <w:rPr>
          <w:vertAlign w:val="subscript"/>
        </w:rPr>
        <w:t>freq, NR-DC, E-UTRA</w:t>
      </w:r>
      <w:r w:rsidRPr="008C6DE4">
        <w:t xml:space="preserve"> is the number of E-UTRA inter-RAT carriers being monitored (FDD and TDD) as configured by PCell or via LPP [22].</w:t>
      </w:r>
    </w:p>
    <w:p w14:paraId="25DA0D35" w14:textId="77777777" w:rsidR="00D4281A" w:rsidRPr="008C6DE4" w:rsidRDefault="00D4281A" w:rsidP="00D4281A">
      <w:pPr>
        <w:ind w:left="568" w:hanging="284"/>
        <w:rPr>
          <w:lang w:eastAsia="zh-CN"/>
        </w:rPr>
      </w:pPr>
      <w:r w:rsidRPr="008C6DE4">
        <w:rPr>
          <w:rFonts w:cs="v4.2.0"/>
          <w:lang w:val="en-US"/>
        </w:rPr>
        <w:tab/>
        <w:t>N</w:t>
      </w:r>
      <w:r w:rsidRPr="008C6DE4">
        <w:rPr>
          <w:rFonts w:cs="v4.2.0"/>
          <w:vertAlign w:val="subscript"/>
          <w:lang w:val="en-US"/>
        </w:rPr>
        <w:t>freq, NR-DC, NR</w:t>
      </w:r>
      <w:r w:rsidRPr="008C6DE4">
        <w:rPr>
          <w:rFonts w:cs="v4.2.0"/>
          <w:lang w:val="en-US"/>
        </w:rPr>
        <w:t xml:space="preserve"> </w:t>
      </w:r>
      <w:r w:rsidRPr="008C6DE4">
        <w:t>is the number of NR inter-frequency carriers being monitored as configured by PCell and PSCell.</w:t>
      </w:r>
    </w:p>
    <w:p w14:paraId="39396EE4" w14:textId="77777777" w:rsidR="00D4281A" w:rsidRPr="008C6DE4" w:rsidRDefault="00D4281A" w:rsidP="00D4281A">
      <w:pPr>
        <w:pStyle w:val="Heading4"/>
      </w:pPr>
      <w:bookmarkStart w:id="164" w:name="_Toc535476004"/>
      <w:r w:rsidRPr="008C6DE4">
        <w:t>9.1.3.2</w:t>
      </w:r>
      <w:r w:rsidRPr="008C6DE4">
        <w:tab/>
        <w:t>EN-DC: Maximum allowed layers for multiple monitoring</w:t>
      </w:r>
      <w:bookmarkEnd w:id="164"/>
    </w:p>
    <w:p w14:paraId="6B5FE2FD" w14:textId="77777777" w:rsidR="00D4281A" w:rsidRPr="008C6DE4" w:rsidRDefault="00D4281A" w:rsidP="00D4281A">
      <w:pPr>
        <w:rPr>
          <w:lang w:eastAsia="ko-KR"/>
        </w:rPr>
      </w:pPr>
      <w:r w:rsidRPr="008C6DE4">
        <w:rPr>
          <w:lang w:eastAsia="ko-KR"/>
        </w:rPr>
        <w:t>If a UE is configured with EN-DC operation, the UE shall be capable of monitoring at least:</w:t>
      </w:r>
    </w:p>
    <w:p w14:paraId="56D3FA80" w14:textId="4F33E6C7" w:rsidR="003235EF" w:rsidRPr="008C6DE4" w:rsidRDefault="003235EF" w:rsidP="003235EF">
      <w:pPr>
        <w:pStyle w:val="B10"/>
      </w:pPr>
      <w:r w:rsidRPr="008C6DE4">
        <w:t>-</w:t>
      </w:r>
      <w:r w:rsidRPr="008C6DE4">
        <w:tab/>
        <w:t>Depending on UE capability, 7 NR inter-frequency carriers configured by PS</w:t>
      </w:r>
      <w:r>
        <w:t>C</w:t>
      </w:r>
      <w:r w:rsidRPr="008C6DE4">
        <w:t>ell, and</w:t>
      </w:r>
    </w:p>
    <w:p w14:paraId="3DEAE6D6" w14:textId="77777777" w:rsidR="00D4281A" w:rsidRPr="008C6DE4" w:rsidRDefault="00D4281A" w:rsidP="00D4281A">
      <w:pPr>
        <w:pStyle w:val="B10"/>
      </w:pPr>
      <w:r w:rsidRPr="008C6DE4">
        <w:t>-</w:t>
      </w:r>
      <w:r w:rsidRPr="008C6DE4">
        <w:tab/>
        <w:t xml:space="preserve">Depending on UE capability, 7 NR inter-RAT carriers </w:t>
      </w:r>
      <w:r w:rsidRPr="008C6DE4">
        <w:rPr>
          <w:lang w:eastAsia="zh-CN"/>
        </w:rPr>
        <w:t xml:space="preserve">excluding NR serving carrier(s) </w:t>
      </w:r>
      <w:r w:rsidRPr="008C6DE4">
        <w:t>configured by E-UTRA PCell [15], and</w:t>
      </w:r>
    </w:p>
    <w:p w14:paraId="77A6789B" w14:textId="77777777" w:rsidR="00D4281A" w:rsidRPr="008C6DE4" w:rsidRDefault="00D4281A" w:rsidP="00D4281A">
      <w:pPr>
        <w:pStyle w:val="B10"/>
      </w:pPr>
      <w:r w:rsidRPr="008C6DE4">
        <w:t>-</w:t>
      </w:r>
      <w:r w:rsidRPr="008C6DE4">
        <w:tab/>
        <w:t>Depending on UE capability, 6 E-UTRA TDD inter-frequency carriers configured by E-UTRA PCell [15], and</w:t>
      </w:r>
    </w:p>
    <w:p w14:paraId="486DBC7B" w14:textId="77777777" w:rsidR="00D4281A" w:rsidRPr="008C6DE4" w:rsidRDefault="00D4281A" w:rsidP="00D4281A">
      <w:pPr>
        <w:pStyle w:val="B10"/>
      </w:pPr>
      <w:r w:rsidRPr="008C6DE4">
        <w:t>-</w:t>
      </w:r>
      <w:r w:rsidRPr="008C6DE4">
        <w:tab/>
        <w:t>Depending on UE capability, 6 E-UTRA FDD inter-frequency carriers configured by E-UTRA PCell [15], and</w:t>
      </w:r>
    </w:p>
    <w:p w14:paraId="34E4A35C" w14:textId="77777777" w:rsidR="00D4281A" w:rsidRPr="008C6DE4" w:rsidRDefault="00D4281A" w:rsidP="00D4281A">
      <w:pPr>
        <w:pStyle w:val="B10"/>
      </w:pPr>
      <w:r w:rsidRPr="008C6DE4">
        <w:t>-</w:t>
      </w:r>
      <w:r w:rsidRPr="008C6DE4">
        <w:tab/>
        <w:t>Depending on UE capability, 3 FDD UTRA carriers, and</w:t>
      </w:r>
    </w:p>
    <w:p w14:paraId="425BD0BF" w14:textId="77777777" w:rsidR="00D4281A" w:rsidRPr="008C6DE4" w:rsidRDefault="00D4281A" w:rsidP="00D4281A">
      <w:pPr>
        <w:pStyle w:val="B10"/>
      </w:pPr>
      <w:r w:rsidRPr="008C6DE4">
        <w:t>-</w:t>
      </w:r>
      <w:r w:rsidRPr="008C6DE4">
        <w:tab/>
        <w:t>Depending on UE capability, 3 TDD UTRA carriers, and</w:t>
      </w:r>
    </w:p>
    <w:p w14:paraId="5763FE6F" w14:textId="77777777" w:rsidR="00D4281A" w:rsidRPr="008C6DE4" w:rsidRDefault="00D4281A" w:rsidP="00D4281A">
      <w:pPr>
        <w:pStyle w:val="B10"/>
      </w:pPr>
      <w:r w:rsidRPr="008C6DE4">
        <w:t>-</w:t>
      </w:r>
      <w:r w:rsidRPr="008C6DE4">
        <w:tab/>
        <w:t>Depending on UE capability, 32 GSM carriers (one GSM layer corresponds to 32 carriers), and</w:t>
      </w:r>
    </w:p>
    <w:p w14:paraId="3224DA5E" w14:textId="77777777" w:rsidR="00D4281A" w:rsidRPr="008C6DE4" w:rsidRDefault="00D4281A" w:rsidP="00D4281A">
      <w:pPr>
        <w:pStyle w:val="B10"/>
      </w:pPr>
      <w:r w:rsidRPr="008C6DE4">
        <w:t>-</w:t>
      </w:r>
      <w:r w:rsidRPr="008C6DE4">
        <w:tab/>
        <w:t>Depending on UE capability, 1 E-UTRA FDD inter-frequency carrier for RSTD measurements configured via LPP [22], and</w:t>
      </w:r>
    </w:p>
    <w:p w14:paraId="4ADA0D28" w14:textId="77777777" w:rsidR="00D4281A" w:rsidRPr="008C6DE4" w:rsidRDefault="00D4281A" w:rsidP="00D4281A">
      <w:pPr>
        <w:pStyle w:val="B10"/>
      </w:pPr>
      <w:r w:rsidRPr="008C6DE4">
        <w:t>-</w:t>
      </w:r>
      <w:r w:rsidRPr="008C6DE4">
        <w:tab/>
        <w:t>Depending on UE capability, 1 E-UTRA TDD inter-frequency carrier for RSTD measurements configured via LPP [22].</w:t>
      </w:r>
    </w:p>
    <w:p w14:paraId="2A379C89" w14:textId="77777777" w:rsidR="00D4281A" w:rsidRPr="008C6DE4" w:rsidRDefault="00D4281A" w:rsidP="00D4281A">
      <w:r w:rsidRPr="008C6DE4">
        <w:rPr>
          <w:iCs/>
        </w:rPr>
        <w:t xml:space="preserve">In addition to the requirements defined above, </w:t>
      </w:r>
      <w:r w:rsidRPr="008C6DE4">
        <w:t xml:space="preserve">the UE shall be capable of monitoring a total of at least 13 effective carrier frequency layers comprising of any above defined combination of NR, E-UTRA FDD, E-UTRA TDD, UTRA FDD, UTRA TDD and GSM (one GSM layer corresponds to 32 carriers) layers. The UE shall be capable of monitoring a total of at least 7 effective NR carrier frequency layers </w:t>
      </w:r>
      <w:r w:rsidRPr="008C6DE4">
        <w:rPr>
          <w:lang w:eastAsia="zh-CN"/>
        </w:rPr>
        <w:t xml:space="preserve">excluding NR serving carrier(s), comprising of any above defined combination of NR inter-RAT carriers excluding NR serving carrier(s) </w:t>
      </w:r>
      <w:r w:rsidRPr="008C6DE4">
        <w:t xml:space="preserve">configured by E-UTRA PCell and </w:t>
      </w:r>
      <w:r w:rsidRPr="008C6DE4">
        <w:rPr>
          <w:lang w:eastAsia="zh-CN"/>
        </w:rPr>
        <w:t xml:space="preserve">NR inter-frequency carriers configured by </w:t>
      </w:r>
      <w:r w:rsidRPr="008C6DE4">
        <w:t>PSCell.</w:t>
      </w:r>
    </w:p>
    <w:p w14:paraId="3B8D4E50" w14:textId="152937D0" w:rsidR="003235EF" w:rsidRPr="008C6DE4" w:rsidRDefault="003235EF" w:rsidP="003235EF">
      <w:r w:rsidRPr="008C6DE4">
        <w:t xml:space="preserve">When the E-UTRA PCell and PSCell configures the same NR carrier frequency layer to be monitored by the UE in synchronous intra-band EN-DC, this layer shall be counted only once to the total number of effective carrier frequency layers provided that the SFN-s and slot </w:t>
      </w:r>
      <w:r>
        <w:t>boundaries</w:t>
      </w:r>
      <w:r w:rsidRPr="008C6DE4">
        <w:t xml:space="preserve"> are aligned, unless the configured NR carrier frequency layers to be monitored have</w:t>
      </w:r>
    </w:p>
    <w:p w14:paraId="01A5752D" w14:textId="77777777" w:rsidR="00D4281A" w:rsidRPr="008C6DE4" w:rsidRDefault="00D4281A" w:rsidP="00D4281A">
      <w:pPr>
        <w:pStyle w:val="B10"/>
      </w:pPr>
      <w:r w:rsidRPr="008C6DE4">
        <w:t>-</w:t>
      </w:r>
      <w:r w:rsidRPr="008C6DE4">
        <w:tab/>
        <w:t>different RSSI measurement resources</w:t>
      </w:r>
      <w:r w:rsidRPr="008C6DE4">
        <w:rPr>
          <w:i/>
        </w:rPr>
        <w:t xml:space="preserve"> </w:t>
      </w:r>
      <w:r w:rsidRPr="008C6DE4">
        <w:t>or</w:t>
      </w:r>
    </w:p>
    <w:p w14:paraId="438CF8AB" w14:textId="77777777" w:rsidR="00D4281A" w:rsidRPr="008C6DE4" w:rsidRDefault="00D4281A" w:rsidP="00D4281A">
      <w:pPr>
        <w:pStyle w:val="B10"/>
      </w:pPr>
      <w:r w:rsidRPr="008C6DE4">
        <w:t>-</w:t>
      </w:r>
      <w:r w:rsidRPr="008C6DE4">
        <w:tab/>
        <w:t xml:space="preserve">different </w:t>
      </w:r>
      <w:r w:rsidRPr="008C6DE4">
        <w:rPr>
          <w:i/>
        </w:rPr>
        <w:t>deriveSSB-IndexFromCell</w:t>
      </w:r>
      <w:r w:rsidRPr="008C6DE4">
        <w:t xml:space="preserve"> indications or</w:t>
      </w:r>
    </w:p>
    <w:p w14:paraId="122C903E" w14:textId="77777777" w:rsidR="00D4281A" w:rsidRPr="008C6DE4" w:rsidRDefault="00D4281A" w:rsidP="00D4281A">
      <w:pPr>
        <w:pStyle w:val="B10"/>
      </w:pPr>
      <w:r w:rsidRPr="008C6DE4">
        <w:t>-</w:t>
      </w:r>
      <w:r w:rsidRPr="008C6DE4">
        <w:tab/>
        <w:t>different SMTC configurations.</w:t>
      </w:r>
    </w:p>
    <w:p w14:paraId="52A64A7A" w14:textId="77777777" w:rsidR="00D4281A" w:rsidRPr="008C6DE4" w:rsidRDefault="00D4281A" w:rsidP="00D4281A">
      <w:pPr>
        <w:pStyle w:val="NO"/>
        <w:rPr>
          <w:i/>
        </w:rPr>
      </w:pPr>
      <w:r w:rsidRPr="008C6DE4">
        <w:rPr>
          <w:iCs/>
          <w:lang w:eastAsia="ko-KR"/>
        </w:rPr>
        <w:t>Note 1:</w:t>
      </w:r>
      <w:r w:rsidRPr="008C6DE4">
        <w:rPr>
          <w:iCs/>
          <w:lang w:eastAsia="ko-KR"/>
        </w:rPr>
        <w:tab/>
      </w:r>
      <w:r w:rsidRPr="008C6DE4">
        <w:t>The E-UTRA-NR dual connectivity capable UE configured with PSCell shall fulfil the requirements defined in only one of clause 9.1.3.2 and clause 8.</w:t>
      </w:r>
      <w:r w:rsidRPr="008C6DE4">
        <w:rPr>
          <w:lang w:eastAsia="zh-CN"/>
        </w:rPr>
        <w:t>1.</w:t>
      </w:r>
      <w:r w:rsidRPr="008C6DE4">
        <w:t>2.1.1b.1 of TS 36.133</w:t>
      </w:r>
      <w:r w:rsidRPr="008C6DE4">
        <w:rPr>
          <w:lang w:eastAsia="ko-KR"/>
        </w:rPr>
        <w:t> </w:t>
      </w:r>
      <w:r w:rsidRPr="008C6DE4">
        <w:t>[15].</w:t>
      </w:r>
    </w:p>
    <w:p w14:paraId="50840DC0" w14:textId="77777777" w:rsidR="00D4281A" w:rsidRPr="008C6DE4" w:rsidRDefault="00D4281A" w:rsidP="00D4281A">
      <w:pPr>
        <w:pStyle w:val="Heading4"/>
      </w:pPr>
      <w:r w:rsidRPr="008C6DE4">
        <w:t>9.1.3.2a</w:t>
      </w:r>
      <w:r w:rsidRPr="008C6DE4">
        <w:tab/>
        <w:t>SA: Maximum allowed layers for multiple monitoring</w:t>
      </w:r>
    </w:p>
    <w:p w14:paraId="75105A02" w14:textId="77777777" w:rsidR="00D4281A" w:rsidRPr="008C6DE4" w:rsidRDefault="00D4281A" w:rsidP="00D4281A">
      <w:pPr>
        <w:overflowPunct w:val="0"/>
        <w:autoSpaceDE w:val="0"/>
        <w:autoSpaceDN w:val="0"/>
        <w:adjustRightInd w:val="0"/>
        <w:textAlignment w:val="baseline"/>
        <w:rPr>
          <w:lang w:eastAsia="ko-KR"/>
        </w:rPr>
      </w:pPr>
      <w:r w:rsidRPr="008C6DE4">
        <w:rPr>
          <w:lang w:eastAsia="ko-KR"/>
        </w:rPr>
        <w:t>If a UE is configured with SA NR operation mode, the UE shall be capable of monitoring at least:</w:t>
      </w:r>
    </w:p>
    <w:p w14:paraId="0F5A0813" w14:textId="77777777" w:rsidR="00D4281A" w:rsidRPr="008C6DE4" w:rsidRDefault="00D4281A" w:rsidP="003235EF">
      <w:pPr>
        <w:pStyle w:val="B10"/>
      </w:pPr>
      <w:r w:rsidRPr="008C6DE4">
        <w:t>-</w:t>
      </w:r>
      <w:r w:rsidRPr="008C6DE4">
        <w:tab/>
        <w:t>Depending on UE capability, 7 NR inter-frequency carriers configured by PCell, and</w:t>
      </w:r>
    </w:p>
    <w:p w14:paraId="0BF4726F" w14:textId="77777777" w:rsidR="00D4281A" w:rsidRPr="008C6DE4" w:rsidRDefault="00D4281A" w:rsidP="003235EF">
      <w:pPr>
        <w:pStyle w:val="B10"/>
      </w:pPr>
      <w:r w:rsidRPr="008C6DE4">
        <w:t>-</w:t>
      </w:r>
      <w:r w:rsidRPr="008C6DE4">
        <w:tab/>
        <w:t>Depending on UE capability, 7 E-UTRA TDD inter-RAT carriers configured by PCell, and</w:t>
      </w:r>
    </w:p>
    <w:p w14:paraId="3BD6C246" w14:textId="77777777" w:rsidR="00D4281A" w:rsidRPr="008C6DE4" w:rsidRDefault="00D4281A" w:rsidP="003235EF">
      <w:pPr>
        <w:pStyle w:val="B10"/>
      </w:pPr>
      <w:r w:rsidRPr="008C6DE4">
        <w:t>-</w:t>
      </w:r>
      <w:r w:rsidRPr="008C6DE4">
        <w:rPr>
          <w:rFonts w:eastAsia="Malgun Gothic"/>
          <w:lang w:eastAsia="ko-KR"/>
        </w:rPr>
        <w:tab/>
      </w:r>
      <w:r w:rsidRPr="008C6DE4">
        <w:t>Depending on UE capability, 7 E-UTRA FDD inter-RAT carriers configured by PCell, and</w:t>
      </w:r>
    </w:p>
    <w:p w14:paraId="38E7C8E1" w14:textId="77777777" w:rsidR="00D4281A" w:rsidRPr="008C6DE4" w:rsidRDefault="00D4281A" w:rsidP="00D4281A">
      <w:pPr>
        <w:pStyle w:val="B10"/>
      </w:pPr>
      <w:r w:rsidRPr="008C6DE4">
        <w:t>-</w:t>
      </w:r>
      <w:r w:rsidRPr="008C6DE4">
        <w:tab/>
        <w:t>Depending on UE capability, 1 E-UTRA FDD inter-RAT carrier for RSTD measurements configured via LPP [22], and</w:t>
      </w:r>
    </w:p>
    <w:p w14:paraId="2F122439" w14:textId="77777777" w:rsidR="00D4281A" w:rsidRPr="008C6DE4" w:rsidRDefault="00D4281A" w:rsidP="00D4281A">
      <w:pPr>
        <w:pStyle w:val="B10"/>
      </w:pPr>
      <w:r w:rsidRPr="008C6DE4">
        <w:t>-</w:t>
      </w:r>
      <w:r w:rsidRPr="008C6DE4">
        <w:tab/>
        <w:t>Depending on UE capability, 1 E-UTRA TDD inter-RAT carrier for RSTD measurements configured via LPP [22].</w:t>
      </w:r>
    </w:p>
    <w:p w14:paraId="406D7093" w14:textId="11F578F6" w:rsidR="003235EF" w:rsidRPr="008C6DE4" w:rsidRDefault="003235EF" w:rsidP="003235EF">
      <w:r w:rsidRPr="008C6DE4">
        <w:rPr>
          <w:iCs/>
        </w:rPr>
        <w:t xml:space="preserve">In addition to the requirements defined above, </w:t>
      </w:r>
      <w:r w:rsidRPr="008C6DE4">
        <w:t>the UE shall be capable of monitoring a total of at least 13</w:t>
      </w:r>
      <w:r>
        <w:t xml:space="preserve"> </w:t>
      </w:r>
      <w:r w:rsidRPr="008C6DE4">
        <w:t>effective carrier frequency layers comprising of any above defined combination of NR, E-UTRA FDD and E-UTRA TDD layers.</w:t>
      </w:r>
    </w:p>
    <w:p w14:paraId="54AE233D" w14:textId="77777777" w:rsidR="00D4281A" w:rsidRPr="008C6DE4" w:rsidRDefault="00D4281A" w:rsidP="00D4281A">
      <w:pPr>
        <w:pStyle w:val="Heading4"/>
      </w:pPr>
      <w:r w:rsidRPr="008C6DE4">
        <w:t>9.1.3.2b</w:t>
      </w:r>
      <w:r w:rsidRPr="008C6DE4">
        <w:tab/>
        <w:t>NE-DC: Maximum allowed layers for multiple monitoring</w:t>
      </w:r>
    </w:p>
    <w:p w14:paraId="378AB1B4" w14:textId="77777777" w:rsidR="00D4281A" w:rsidRPr="008C6DE4" w:rsidRDefault="00D4281A" w:rsidP="00D4281A">
      <w:pPr>
        <w:rPr>
          <w:lang w:eastAsia="ko-KR"/>
        </w:rPr>
      </w:pPr>
      <w:r w:rsidRPr="008C6DE4">
        <w:rPr>
          <w:lang w:eastAsia="ko-KR"/>
        </w:rPr>
        <w:t>If a UE is configured with NE-DC operation mode, the UE shall be capable of monitoring at least:</w:t>
      </w:r>
    </w:p>
    <w:p w14:paraId="5ED0185C" w14:textId="77777777" w:rsidR="00D4281A" w:rsidRPr="008C6DE4" w:rsidRDefault="00D4281A" w:rsidP="003235EF">
      <w:pPr>
        <w:pStyle w:val="B10"/>
      </w:pPr>
      <w:r w:rsidRPr="008C6DE4">
        <w:t>-</w:t>
      </w:r>
      <w:r w:rsidRPr="008C6DE4">
        <w:tab/>
        <w:t>Depending on UE capability, 7 NR inter-frequency carriers configured by PCell, and</w:t>
      </w:r>
    </w:p>
    <w:p w14:paraId="704376AF" w14:textId="77777777" w:rsidR="00D4281A" w:rsidRPr="008C6DE4" w:rsidRDefault="00D4281A" w:rsidP="003235EF">
      <w:pPr>
        <w:pStyle w:val="B10"/>
      </w:pPr>
      <w:r w:rsidRPr="008C6DE4">
        <w:t>-</w:t>
      </w:r>
      <w:r w:rsidRPr="008C6DE4">
        <w:tab/>
        <w:t>Depending on UE capability, 6 E-UTRA TDD inter-RAT carriers excluding E-UTRA serving carriers configured by PCell, and</w:t>
      </w:r>
    </w:p>
    <w:p w14:paraId="672CFBAD" w14:textId="77777777" w:rsidR="00D4281A" w:rsidRPr="008C6DE4" w:rsidRDefault="00D4281A" w:rsidP="003235EF">
      <w:pPr>
        <w:pStyle w:val="B10"/>
      </w:pPr>
      <w:r w:rsidRPr="008C6DE4">
        <w:t>-</w:t>
      </w:r>
      <w:r w:rsidRPr="008C6DE4">
        <w:tab/>
        <w:t>Depending on UE capability, 6 E-UTRA FDD inter-RAT carriers excluding E-UTRA serving carriers configured by PCell, and</w:t>
      </w:r>
    </w:p>
    <w:p w14:paraId="43C00F76" w14:textId="77777777" w:rsidR="00D4281A" w:rsidRPr="008C6DE4" w:rsidRDefault="00D4281A" w:rsidP="003235EF">
      <w:pPr>
        <w:pStyle w:val="B10"/>
      </w:pPr>
      <w:r w:rsidRPr="008C6DE4">
        <w:t>-</w:t>
      </w:r>
      <w:r w:rsidRPr="008C6DE4">
        <w:tab/>
        <w:t>Depending on UE capability, 6 E-UTRA TDD inter-frequency carriers configured by E-UTRA PSCell [15], and</w:t>
      </w:r>
    </w:p>
    <w:p w14:paraId="3A1E061F" w14:textId="77777777" w:rsidR="00D4281A" w:rsidRPr="008C6DE4" w:rsidRDefault="00D4281A" w:rsidP="003235EF">
      <w:pPr>
        <w:pStyle w:val="B10"/>
      </w:pPr>
      <w:r w:rsidRPr="008C6DE4">
        <w:t>-</w:t>
      </w:r>
      <w:r w:rsidRPr="008C6DE4">
        <w:tab/>
        <w:t>Depending on UE capability, 6 E-UTRA FDD inter-frequency carriers configured by E-UTRA PSCell [15], and</w:t>
      </w:r>
    </w:p>
    <w:p w14:paraId="2CDDAE73" w14:textId="77777777" w:rsidR="00D4281A" w:rsidRPr="008C6DE4" w:rsidRDefault="00D4281A" w:rsidP="003235EF">
      <w:pPr>
        <w:pStyle w:val="B10"/>
      </w:pPr>
      <w:r w:rsidRPr="008C6DE4">
        <w:t>-</w:t>
      </w:r>
      <w:r w:rsidRPr="008C6DE4">
        <w:tab/>
        <w:t>Depending on UE capability, 1 E-UTRA FDD inter-frequency carrier for RSTD measurements configured via LPP [22], and</w:t>
      </w:r>
    </w:p>
    <w:p w14:paraId="4F7A4DCA" w14:textId="77777777" w:rsidR="00D4281A" w:rsidRPr="008C6DE4" w:rsidRDefault="00D4281A" w:rsidP="003235EF">
      <w:pPr>
        <w:pStyle w:val="B10"/>
      </w:pPr>
      <w:r w:rsidRPr="008C6DE4">
        <w:t>-</w:t>
      </w:r>
      <w:r w:rsidRPr="008C6DE4">
        <w:tab/>
        <w:t>Depending on UE capability, 1 E-UTRA TDD inter-frequency carrier for RSTD measurements configured via LPP [22].</w:t>
      </w:r>
    </w:p>
    <w:p w14:paraId="22071A52" w14:textId="77777777" w:rsidR="00D4281A" w:rsidRPr="008C6DE4" w:rsidRDefault="00D4281A" w:rsidP="00D4281A">
      <w:r w:rsidRPr="008C6DE4">
        <w:rPr>
          <w:iCs/>
        </w:rPr>
        <w:t xml:space="preserve">In addition to the requirements defined above, </w:t>
      </w:r>
      <w:r w:rsidRPr="008C6DE4">
        <w:t xml:space="preserve">the UE shall be capable of monitoring a total of at least 13 effective carrier frequency layers comprising of any above defined combination of NR, E-UTRA FDD, and E-UTRA TDD layers. The UE shall be capable of monitoring a total of at least 6 effective E-UTRA carrier frequency layers, </w:t>
      </w:r>
      <w:r w:rsidRPr="008C6DE4">
        <w:rPr>
          <w:lang w:eastAsia="zh-CN"/>
        </w:rPr>
        <w:t xml:space="preserve">excluding E-UTRA serving carrier(s), comprising of any above defined combination of E-UTRA inter-RAT carriers excluding E-UTRA serving carrier(s) </w:t>
      </w:r>
      <w:r w:rsidRPr="008C6DE4">
        <w:t xml:space="preserve">configured by PCell and </w:t>
      </w:r>
      <w:r w:rsidRPr="008C6DE4">
        <w:rPr>
          <w:lang w:eastAsia="zh-CN"/>
        </w:rPr>
        <w:t xml:space="preserve">E-UTRA inter-frequency carriers configured by E-UTRA </w:t>
      </w:r>
      <w:r w:rsidRPr="008C6DE4">
        <w:t>PSCell.</w:t>
      </w:r>
    </w:p>
    <w:p w14:paraId="058990C3" w14:textId="5CDECB64" w:rsidR="00D4281A" w:rsidRPr="008C6DE4" w:rsidRDefault="0048284E" w:rsidP="0048284E">
      <w:pPr>
        <w:pStyle w:val="Heading4"/>
      </w:pPr>
      <w:r w:rsidRPr="008C6DE4">
        <w:rPr>
          <w:rFonts w:eastAsia="Times New Roman"/>
        </w:rPr>
        <w:t>9.1.3.2</w:t>
      </w:r>
      <w:r w:rsidR="00D4281A" w:rsidRPr="008C6DE4">
        <w:rPr>
          <w:rFonts w:eastAsia="Times New Roman"/>
        </w:rPr>
        <w:t>c</w:t>
      </w:r>
      <w:r w:rsidR="00D4281A" w:rsidRPr="008C6DE4">
        <w:rPr>
          <w:rFonts w:eastAsia="Times New Roman"/>
        </w:rPr>
        <w:tab/>
        <w:t>NR-DC: Maximum allowed layers for multiple monitoring</w:t>
      </w:r>
    </w:p>
    <w:p w14:paraId="09833B92" w14:textId="77777777" w:rsidR="00D4281A" w:rsidRPr="008C6DE4" w:rsidRDefault="00D4281A" w:rsidP="00D4281A">
      <w:pPr>
        <w:overflowPunct w:val="0"/>
        <w:autoSpaceDE w:val="0"/>
        <w:autoSpaceDN w:val="0"/>
        <w:adjustRightInd w:val="0"/>
        <w:textAlignment w:val="baseline"/>
        <w:rPr>
          <w:rFonts w:eastAsia="Times New Roman"/>
          <w:lang w:eastAsia="ko-KR"/>
        </w:rPr>
      </w:pPr>
      <w:r w:rsidRPr="008C6DE4">
        <w:rPr>
          <w:rFonts w:eastAsia="Times New Roman"/>
          <w:lang w:eastAsia="ko-KR"/>
        </w:rPr>
        <w:t xml:space="preserve">If a UE is configured with </w:t>
      </w:r>
      <w:r w:rsidRPr="008C6DE4">
        <w:rPr>
          <w:lang w:eastAsia="zh-CN"/>
        </w:rPr>
        <w:t>NR-DC operation</w:t>
      </w:r>
      <w:r w:rsidRPr="008C6DE4">
        <w:rPr>
          <w:rFonts w:eastAsia="Times New Roman"/>
          <w:lang w:eastAsia="ko-KR"/>
        </w:rPr>
        <w:t>, the UE shall be capable of monitoring at least:</w:t>
      </w:r>
    </w:p>
    <w:p w14:paraId="0A910265" w14:textId="77777777" w:rsidR="00D4281A" w:rsidRPr="008C6DE4" w:rsidRDefault="00D4281A" w:rsidP="00D4281A">
      <w:pPr>
        <w:pStyle w:val="B10"/>
      </w:pPr>
      <w:r w:rsidRPr="008C6DE4">
        <w:t>-</w:t>
      </w:r>
      <w:r w:rsidRPr="008C6DE4">
        <w:tab/>
        <w:t>Depending on UE capability, 7 NR inter-frequency carriers configured by PCell, and</w:t>
      </w:r>
    </w:p>
    <w:p w14:paraId="78159290" w14:textId="77777777" w:rsidR="00D4281A" w:rsidRPr="008C6DE4" w:rsidRDefault="00D4281A" w:rsidP="00D4281A">
      <w:pPr>
        <w:pStyle w:val="B10"/>
      </w:pPr>
      <w:r w:rsidRPr="008C6DE4">
        <w:t>-</w:t>
      </w:r>
      <w:r w:rsidRPr="008C6DE4">
        <w:tab/>
        <w:t>Depending on UE capability, 7 NR inter-frequency carriers configured by PSCell, and</w:t>
      </w:r>
    </w:p>
    <w:p w14:paraId="6EA48F27" w14:textId="77777777" w:rsidR="00D4281A" w:rsidRPr="008C6DE4" w:rsidRDefault="00D4281A" w:rsidP="00D4281A">
      <w:pPr>
        <w:pStyle w:val="B10"/>
      </w:pPr>
      <w:r w:rsidRPr="008C6DE4">
        <w:t>-</w:t>
      </w:r>
      <w:r w:rsidRPr="008C6DE4">
        <w:tab/>
        <w:t>Depending on UE capability, 7 E-UTRA TDD inter-RAT carriers configured by PCell, and</w:t>
      </w:r>
    </w:p>
    <w:p w14:paraId="3A14BA4A" w14:textId="77777777" w:rsidR="00D4281A" w:rsidRPr="008C6DE4" w:rsidRDefault="00D4281A" w:rsidP="00D4281A">
      <w:pPr>
        <w:pStyle w:val="B10"/>
      </w:pPr>
      <w:r w:rsidRPr="008C6DE4">
        <w:t>-</w:t>
      </w:r>
      <w:r w:rsidRPr="008C6DE4">
        <w:rPr>
          <w:rFonts w:eastAsia="Malgun Gothic"/>
          <w:lang w:eastAsia="ko-KR"/>
        </w:rPr>
        <w:tab/>
      </w:r>
      <w:r w:rsidRPr="008C6DE4">
        <w:t>Depending on UE capability, 7 E-UTRA FDD inter-RAT carriers configured by PCell, and</w:t>
      </w:r>
    </w:p>
    <w:p w14:paraId="483B6ABF" w14:textId="77777777" w:rsidR="00D4281A" w:rsidRPr="008C6DE4" w:rsidRDefault="00D4281A" w:rsidP="00D4281A">
      <w:pPr>
        <w:pStyle w:val="B10"/>
      </w:pPr>
      <w:r w:rsidRPr="008C6DE4">
        <w:t>-</w:t>
      </w:r>
      <w:r w:rsidRPr="008C6DE4">
        <w:tab/>
        <w:t>Depending on UE capability, 1 E-UTRA FDD inter-RAT carrier for RSTD measurements configured via LPP [22], and</w:t>
      </w:r>
    </w:p>
    <w:p w14:paraId="2A7AEE44" w14:textId="77777777" w:rsidR="00D4281A" w:rsidRPr="008C6DE4" w:rsidRDefault="00D4281A" w:rsidP="00D4281A">
      <w:pPr>
        <w:pStyle w:val="B10"/>
      </w:pPr>
      <w:r w:rsidRPr="008C6DE4">
        <w:t>-</w:t>
      </w:r>
      <w:r w:rsidRPr="008C6DE4">
        <w:tab/>
        <w:t>Depending on UE capability, 1 E-UTRA TDD inter-RAT carrier for RSTD measurements configured via LPP [22].</w:t>
      </w:r>
    </w:p>
    <w:p w14:paraId="136FAFD3" w14:textId="3B5C7F94" w:rsidR="003235EF" w:rsidRPr="008C6DE4" w:rsidRDefault="003235EF" w:rsidP="003235EF">
      <w:r w:rsidRPr="008C6DE4">
        <w:rPr>
          <w:iCs/>
        </w:rPr>
        <w:t>In</w:t>
      </w:r>
      <w:r w:rsidRPr="008C6DE4">
        <w:rPr>
          <w:rFonts w:eastAsia="Times New Roman"/>
          <w:iCs/>
        </w:rPr>
        <w:t xml:space="preserve"> addition to the requirements defined above, </w:t>
      </w:r>
      <w:r w:rsidRPr="008C6DE4">
        <w:rPr>
          <w:rFonts w:eastAsia="Times New Roman"/>
        </w:rPr>
        <w:t xml:space="preserve">the UE shall be capable of monitoring a total of at least </w:t>
      </w:r>
      <w:r w:rsidRPr="008C6DE4">
        <w:rPr>
          <w:lang w:eastAsia="zh-CN"/>
        </w:rPr>
        <w:t>13</w:t>
      </w:r>
      <w:r>
        <w:rPr>
          <w:lang w:eastAsia="zh-CN"/>
        </w:rPr>
        <w:t xml:space="preserve"> </w:t>
      </w:r>
      <w:r w:rsidRPr="008C6DE4">
        <w:rPr>
          <w:rFonts w:eastAsia="Times New Roman"/>
        </w:rPr>
        <w:t>effective carrier frequency layers comprising of any above defined combination of NR, E-UTRA FDD and E-UTRA TDD layers.</w:t>
      </w:r>
      <w:r w:rsidRPr="008C6DE4">
        <w:rPr>
          <w:lang w:eastAsia="zh-CN"/>
        </w:rPr>
        <w:t xml:space="preserve"> </w:t>
      </w:r>
      <w:r w:rsidRPr="008C6DE4">
        <w:t>The UE shall be capable of monitoring a total of at least 7</w:t>
      </w:r>
      <w:r>
        <w:t xml:space="preserve"> </w:t>
      </w:r>
      <w:r w:rsidRPr="008C6DE4">
        <w:t xml:space="preserve">effective NR carrier frequency layers </w:t>
      </w:r>
      <w:r w:rsidRPr="008C6DE4">
        <w:rPr>
          <w:lang w:eastAsia="zh-CN"/>
        </w:rPr>
        <w:t xml:space="preserve">excluding NR serving carrier(s), which are configured by PCell and </w:t>
      </w:r>
      <w:r w:rsidRPr="008C6DE4">
        <w:t>PSCell.</w:t>
      </w:r>
    </w:p>
    <w:p w14:paraId="3EB8FED4" w14:textId="66973013" w:rsidR="003235EF" w:rsidRPr="008C6DE4" w:rsidRDefault="003235EF" w:rsidP="003235EF">
      <w:r w:rsidRPr="008C6DE4">
        <w:t xml:space="preserve">When PCell and PSCell configures the same NR carrier frequency layer to be monitored by the UE in </w:t>
      </w:r>
      <w:r w:rsidRPr="008C6DE4">
        <w:rPr>
          <w:lang w:eastAsia="zh-CN"/>
        </w:rPr>
        <w:t>NR-DC</w:t>
      </w:r>
      <w:r w:rsidRPr="008C6DE4">
        <w:t xml:space="preserve">, this layer shall be counted only once to the total number of effective carrier frequency layers provided that the SFN-s and slot </w:t>
      </w:r>
      <w:r>
        <w:t>boundaries</w:t>
      </w:r>
      <w:r w:rsidRPr="008C6DE4">
        <w:t xml:space="preserve"> are aligned, unless the configured NR carrier frequency layers to be monitored have</w:t>
      </w:r>
    </w:p>
    <w:p w14:paraId="4D1540A7" w14:textId="77777777" w:rsidR="00D4281A" w:rsidRPr="008C6DE4" w:rsidRDefault="00D4281A" w:rsidP="00D4281A">
      <w:pPr>
        <w:pStyle w:val="B10"/>
      </w:pPr>
      <w:r w:rsidRPr="008C6DE4">
        <w:t>-</w:t>
      </w:r>
      <w:r w:rsidRPr="008C6DE4">
        <w:tab/>
        <w:t>different RSSI measurement resources</w:t>
      </w:r>
      <w:r w:rsidRPr="008C6DE4">
        <w:rPr>
          <w:i/>
        </w:rPr>
        <w:t xml:space="preserve"> </w:t>
      </w:r>
      <w:r w:rsidRPr="008C6DE4">
        <w:t>or</w:t>
      </w:r>
    </w:p>
    <w:p w14:paraId="435E3437" w14:textId="77777777" w:rsidR="00D4281A" w:rsidRPr="008C6DE4" w:rsidRDefault="00D4281A" w:rsidP="00D4281A">
      <w:pPr>
        <w:pStyle w:val="B10"/>
      </w:pPr>
      <w:r w:rsidRPr="008C6DE4">
        <w:t>-</w:t>
      </w:r>
      <w:r w:rsidRPr="008C6DE4">
        <w:tab/>
        <w:t xml:space="preserve">different </w:t>
      </w:r>
      <w:r w:rsidRPr="008C6DE4">
        <w:rPr>
          <w:i/>
        </w:rPr>
        <w:t>deriveSSB-IndexFromCell</w:t>
      </w:r>
      <w:r w:rsidRPr="008C6DE4">
        <w:t xml:space="preserve"> indications or</w:t>
      </w:r>
    </w:p>
    <w:p w14:paraId="1005EAE4" w14:textId="77777777" w:rsidR="00D4281A" w:rsidRPr="008C6DE4" w:rsidRDefault="00D4281A" w:rsidP="00D4281A">
      <w:pPr>
        <w:pStyle w:val="B10"/>
        <w:rPr>
          <w:rFonts w:cs="v4.2.0"/>
        </w:rPr>
      </w:pPr>
      <w:r w:rsidRPr="008C6DE4">
        <w:t>-</w:t>
      </w:r>
      <w:r w:rsidRPr="008C6DE4">
        <w:tab/>
        <w:t>different SMTC configurations.</w:t>
      </w:r>
    </w:p>
    <w:p w14:paraId="4E10D630" w14:textId="77777777" w:rsidR="00D4281A" w:rsidRPr="008C6DE4" w:rsidRDefault="00D4281A" w:rsidP="00D4281A">
      <w:pPr>
        <w:pStyle w:val="Heading3"/>
      </w:pPr>
      <w:bookmarkStart w:id="165" w:name="_Toc5952685"/>
      <w:bookmarkEnd w:id="158"/>
      <w:r w:rsidRPr="008C6DE4">
        <w:t>9.1.4</w:t>
      </w:r>
      <w:r w:rsidRPr="008C6DE4">
        <w:tab/>
        <w:t>Capabilities for Support of Event Triggering and Reporting Criteria</w:t>
      </w:r>
    </w:p>
    <w:p w14:paraId="76F5D377" w14:textId="77777777" w:rsidR="00D4281A" w:rsidRPr="008C6DE4" w:rsidRDefault="00D4281A" w:rsidP="00D4281A">
      <w:pPr>
        <w:pStyle w:val="Heading4"/>
      </w:pPr>
      <w:bookmarkStart w:id="166" w:name="_Toc5952683"/>
      <w:r w:rsidRPr="008C6DE4">
        <w:t>9.1.4.1</w:t>
      </w:r>
      <w:r w:rsidRPr="008C6DE4">
        <w:tab/>
        <w:t>Introduction</w:t>
      </w:r>
      <w:bookmarkEnd w:id="166"/>
    </w:p>
    <w:p w14:paraId="4FBE68E0" w14:textId="77777777" w:rsidR="00D4281A" w:rsidRPr="008C6DE4" w:rsidRDefault="00D4281A" w:rsidP="00D4281A">
      <w:pPr>
        <w:keepNext/>
        <w:rPr>
          <w:rFonts w:cs="v4.2.0"/>
        </w:rPr>
      </w:pPr>
      <w:r w:rsidRPr="008C6DE4">
        <w:rPr>
          <w:rFonts w:cs="v4.2.0"/>
        </w:rPr>
        <w:t xml:space="preserve">This clause contains requirements on UE capabilities for support of event triggering and reporting criteria. </w:t>
      </w:r>
      <w:r w:rsidRPr="008C6DE4">
        <w:t>As long as the measurement configuration does not exceed the requirements stated in clause 9.1.4.2, the UE shall meet all other performance requirements defined in clause 9 and clause 10.</w:t>
      </w:r>
    </w:p>
    <w:p w14:paraId="67983547" w14:textId="3FB2A198" w:rsidR="003235EF" w:rsidRPr="008C6DE4" w:rsidRDefault="003235EF" w:rsidP="003235EF">
      <w:pPr>
        <w:rPr>
          <w:rFonts w:cs="v3.7.0"/>
        </w:rPr>
      </w:pPr>
      <w:r w:rsidRPr="008C6DE4">
        <w:rPr>
          <w:rFonts w:cs="v3.7.0"/>
        </w:rPr>
        <w:t xml:space="preserve">The UE can be requested to make measurements under different measurement identities defined in </w:t>
      </w:r>
      <w:r w:rsidRPr="008C6DE4">
        <w:t>TS 38.331 [2]</w:t>
      </w:r>
      <w:r w:rsidRPr="008C6DE4">
        <w:rPr>
          <w:rFonts w:cs="v3.7.0"/>
        </w:rPr>
        <w:t>. Each measurement identity corresponds to either event-based reporting, periodic reporting, or no reporting. In case of event-based reporting, each measurement identity is associated with an event triggering criterion. In case of periodic reporting, a measurement identity is associated with one periodic reporting criterion. In case of no reporting, a measurement identity is associated with one no reporting criterion.</w:t>
      </w:r>
    </w:p>
    <w:p w14:paraId="284EFD4E" w14:textId="77777777" w:rsidR="00D4281A" w:rsidRPr="008C6DE4" w:rsidRDefault="00D4281A" w:rsidP="00D4281A">
      <w:pPr>
        <w:rPr>
          <w:rFonts w:cs="v3.7.0"/>
        </w:rPr>
      </w:pPr>
      <w:r w:rsidRPr="008C6DE4">
        <w:rPr>
          <w:rFonts w:cs="v3.7.0"/>
        </w:rPr>
        <w:t>The purpose of this clause is to set some limits on the number of different event triggering, periodic, and no reporting criteria the UE may be requested to track in parallel.</w:t>
      </w:r>
    </w:p>
    <w:p w14:paraId="795870A0" w14:textId="77777777" w:rsidR="00D4281A" w:rsidRPr="008C6DE4" w:rsidRDefault="00D4281A" w:rsidP="00D4281A">
      <w:pPr>
        <w:pStyle w:val="Heading4"/>
        <w:numPr>
          <w:ilvl w:val="3"/>
          <w:numId w:val="0"/>
        </w:numPr>
        <w:tabs>
          <w:tab w:val="num" w:pos="0"/>
        </w:tabs>
      </w:pPr>
      <w:bookmarkStart w:id="167" w:name="_Toc535476008"/>
      <w:r w:rsidRPr="008C6DE4">
        <w:t>9.1.4.2</w:t>
      </w:r>
      <w:r w:rsidRPr="008C6DE4">
        <w:tab/>
        <w:t>Requirements</w:t>
      </w:r>
      <w:bookmarkEnd w:id="167"/>
    </w:p>
    <w:p w14:paraId="3574E8E8" w14:textId="409FDE2E" w:rsidR="003235EF" w:rsidRPr="008C6DE4" w:rsidRDefault="003235EF" w:rsidP="003235EF">
      <w:pPr>
        <w:rPr>
          <w:rFonts w:cs="v4.2.0"/>
        </w:rPr>
      </w:pPr>
      <w:r w:rsidRPr="008C6DE4">
        <w:rPr>
          <w:rFonts w:cs="v3.7.0"/>
        </w:rPr>
        <w:t>In this clause a reporting criterion corresponds to either one event (in the case of event-based reporting), or one periodic reporting criterion (in case of periodic reporting), or one no reporting criterion (in case of no reporting)</w:t>
      </w:r>
      <w:r w:rsidRPr="008C6DE4">
        <w:t>. For event-based reporting, each instance of event, with the same or different event identities, is counted as separate reporting criterion in Table 9.1.4.2-1.</w:t>
      </w:r>
    </w:p>
    <w:p w14:paraId="138823ED" w14:textId="77777777" w:rsidR="00D4281A" w:rsidRPr="008C6DE4" w:rsidRDefault="00D4281A" w:rsidP="00D4281A">
      <w:pPr>
        <w:rPr>
          <w:rFonts w:cs="v4.2.0"/>
        </w:rPr>
      </w:pPr>
      <w:r w:rsidRPr="008C6DE4">
        <w:rPr>
          <w:rFonts w:cs="v4.2.0"/>
        </w:rPr>
        <w:t>The UE shall be able to support in parallel per category up to E</w:t>
      </w:r>
      <w:r w:rsidRPr="008C6DE4">
        <w:rPr>
          <w:rFonts w:cs="v4.2.0"/>
          <w:vertAlign w:val="subscript"/>
        </w:rPr>
        <w:t>cat</w:t>
      </w:r>
      <w:r w:rsidRPr="008C6DE4">
        <w:rPr>
          <w:rFonts w:cs="v4.2.0"/>
        </w:rPr>
        <w:t xml:space="preserve"> reporting criteria according to Table 9.1.4.2-1. For the measurement categories belonging to intra-frequency, inter-frequency, and inter-RAT measurements (i.e. without counting other categories that the UE shall always support in parallel), the UE need not support more than the total number of reporting criteria as follows:</w:t>
      </w:r>
    </w:p>
    <w:p w14:paraId="68D6FC95" w14:textId="77777777" w:rsidR="00D4281A" w:rsidRPr="008C6DE4" w:rsidRDefault="00D4281A" w:rsidP="002B5A7D">
      <w:pPr>
        <w:pStyle w:val="B10"/>
      </w:pPr>
      <w:r w:rsidRPr="008C6DE4">
        <w:t>-</w:t>
      </w:r>
      <w:r w:rsidRPr="008C6DE4">
        <w:tab/>
        <w:t xml:space="preserve">For UE configured with EN-DC: </w:t>
      </w:r>
      <m:oMath>
        <m:sSub>
          <m:sSubPr>
            <m:ctrlPr>
              <w:rPr>
                <w:rFonts w:ascii="Cambria Math" w:hAnsi="Cambria Math"/>
              </w:rPr>
            </m:ctrlPr>
          </m:sSubPr>
          <m:e>
            <m:r>
              <w:rPr>
                <w:rFonts w:ascii="Cambria Math" w:hAnsi="Cambria Math"/>
              </w:rPr>
              <m:t>E</m:t>
            </m:r>
          </m:e>
          <m:sub>
            <m:r>
              <w:rPr>
                <w:rFonts w:ascii="Cambria Math" w:hAnsi="Cambria Math"/>
              </w:rPr>
              <m:t>cat</m:t>
            </m:r>
            <m:r>
              <m:rPr>
                <m:sty m:val="p"/>
              </m:rPr>
              <w:rPr>
                <w:rFonts w:ascii="Cambria Math" w:hAnsi="Cambria Math"/>
              </w:rPr>
              <m:t>,</m:t>
            </m:r>
            <m:r>
              <w:rPr>
                <w:rFonts w:ascii="Cambria Math" w:hAnsi="Cambria Math"/>
              </w:rPr>
              <m:t>EN</m:t>
            </m:r>
            <m:r>
              <m:rPr>
                <m:sty m:val="p"/>
              </m:rPr>
              <w:rPr>
                <w:rFonts w:ascii="Cambria Math" w:hAnsi="Cambria Math"/>
              </w:rPr>
              <m:t>-</m:t>
            </m:r>
            <m:r>
              <w:rPr>
                <w:rFonts w:ascii="Cambria Math" w:hAnsi="Cambria Math"/>
              </w:rPr>
              <m:t>DC</m:t>
            </m:r>
            <m:r>
              <m:rPr>
                <m:sty m:val="p"/>
              </m:rPr>
              <w:rPr>
                <w:rFonts w:ascii="Cambria Math" w:hAnsi="Cambria Math"/>
              </w:rPr>
              <m:t>,</m:t>
            </m:r>
            <m:r>
              <w:rPr>
                <w:rFonts w:ascii="Cambria Math" w:hAnsi="Cambria Math"/>
              </w:rPr>
              <m:t>NR</m:t>
            </m:r>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cat</m:t>
            </m:r>
            <m:r>
              <m:rPr>
                <m:sty m:val="p"/>
              </m:rPr>
              <w:rPr>
                <w:rFonts w:ascii="Cambria Math" w:hAnsi="Cambria Math"/>
              </w:rPr>
              <m:t>,</m:t>
            </m:r>
            <m:r>
              <w:rPr>
                <w:rFonts w:ascii="Cambria Math" w:hAnsi="Cambria Math"/>
              </w:rPr>
              <m:t>EN</m:t>
            </m:r>
            <m:r>
              <m:rPr>
                <m:sty m:val="p"/>
              </m:rPr>
              <w:rPr>
                <w:rFonts w:ascii="Cambria Math" w:hAnsi="Cambria Math"/>
              </w:rPr>
              <m:t>-</m:t>
            </m:r>
            <m:r>
              <w:rPr>
                <w:rFonts w:ascii="Cambria Math" w:hAnsi="Cambria Math"/>
              </w:rPr>
              <m:t>DC</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UTRA</m:t>
            </m:r>
          </m:sub>
        </m:sSub>
      </m:oMath>
      <w:r w:rsidRPr="008C6DE4">
        <w:t>, where</w:t>
      </w:r>
    </w:p>
    <w:p w14:paraId="6B3C31A6" w14:textId="77777777" w:rsidR="0061647D" w:rsidRPr="008C6DE4" w:rsidRDefault="0061647D" w:rsidP="0061647D">
      <w:pPr>
        <w:pStyle w:val="B2"/>
      </w:pPr>
      <w:bookmarkStart w:id="168" w:name="_Hlk4601124"/>
      <w:r>
        <w:tab/>
      </w:r>
      <m:oMath>
        <m:sSub>
          <m:sSubPr>
            <m:ctrlPr>
              <w:rPr>
                <w:rFonts w:ascii="Cambria Math" w:hAnsi="Cambria Math"/>
                <w:i/>
              </w:rPr>
            </m:ctrlPr>
          </m:sSubPr>
          <m:e>
            <m:r>
              <w:rPr>
                <w:rFonts w:ascii="Cambria Math"/>
              </w:rPr>
              <m:t>E</m:t>
            </m:r>
          </m:e>
          <m:sub>
            <m:r>
              <w:rPr>
                <w:rFonts w:ascii="Cambria Math"/>
              </w:rPr>
              <m:t>cat,EN</m:t>
            </m:r>
            <m:r>
              <w:rPr>
                <w:rFonts w:ascii="Cambria Math"/>
              </w:rPr>
              <m:t>-</m:t>
            </m:r>
            <m:r>
              <w:rPr>
                <w:rFonts w:ascii="Cambria Math"/>
              </w:rPr>
              <m:t>DC,NR</m:t>
            </m:r>
          </m:sub>
        </m:sSub>
        <m:r>
          <w:rPr>
            <w:rFonts w:ascii="Cambria Math"/>
          </w:rPr>
          <m:t>=10+9</m:t>
        </m:r>
        <m:r>
          <w:rPr>
            <w:rFonts w:ascii="Cambria Math"/>
          </w:rPr>
          <m:t>×</m:t>
        </m:r>
        <m:r>
          <w:rPr>
            <w:rFonts w:ascii="Cambria Math"/>
          </w:rPr>
          <m:t>n</m:t>
        </m:r>
      </m:oMath>
      <w:r w:rsidRPr="008C6DE4">
        <w:t xml:space="preserve"> is the total number of NR reporting criteria </w:t>
      </w:r>
      <w:r w:rsidRPr="008C6DE4">
        <w:rPr>
          <w:lang w:eastAsia="zh-CN"/>
        </w:rPr>
        <w:t>configured by</w:t>
      </w:r>
      <w:r w:rsidRPr="008C6DE4">
        <w:t xml:space="preserve"> PSCell</w:t>
      </w:r>
      <w:r>
        <w:t xml:space="preserve"> </w:t>
      </w:r>
      <w:r w:rsidRPr="00050531">
        <w:t xml:space="preserve">(NR intra- and inter-frequency reporting criteria) </w:t>
      </w:r>
      <w:r w:rsidRPr="008C6DE4">
        <w:t xml:space="preserve"> and</w:t>
      </w:r>
      <w:r>
        <w:t xml:space="preserve"> by</w:t>
      </w:r>
      <w:r w:rsidRPr="008C6DE4">
        <w:t xml:space="preserve"> E-UTRA PCell</w:t>
      </w:r>
      <w:r>
        <w:t xml:space="preserve"> on NR serving frequencies </w:t>
      </w:r>
      <w:r w:rsidRPr="00050531">
        <w:t xml:space="preserve">(NR intra-frequency reporting criteria) </w:t>
      </w:r>
      <w:r w:rsidRPr="008C6DE4">
        <w:t xml:space="preserve"> applicable for UE configured with EN-DC according to Table 9.1.4.2-1, and </w:t>
      </w:r>
      <w:r>
        <w:rPr>
          <w:noProof/>
        </w:rPr>
        <w:t>n</w:t>
      </w:r>
      <w:r w:rsidRPr="008C6DE4">
        <w:t xml:space="preserve"> is the number of configured NR serving frequencies, including PSCell and SCells carrier frequencies,</w:t>
      </w:r>
    </w:p>
    <w:p w14:paraId="7F49A63C" w14:textId="3188F08F" w:rsidR="0061647D" w:rsidRDefault="0061647D" w:rsidP="0061647D">
      <w:pPr>
        <w:pStyle w:val="B2"/>
      </w:pPr>
      <w:r>
        <w:tab/>
      </w:r>
      <m:oMath>
        <m:sSub>
          <m:sSubPr>
            <m:ctrlPr>
              <w:rPr>
                <w:rFonts w:ascii="Cambria Math" w:hAnsi="Cambria Math"/>
                <w:i/>
              </w:rPr>
            </m:ctrlPr>
          </m:sSubPr>
          <m:e>
            <m:r>
              <w:rPr>
                <w:rFonts w:ascii="Cambria Math"/>
              </w:rPr>
              <m:t>E</m:t>
            </m:r>
          </m:e>
          <m:sub>
            <m:r>
              <w:rPr>
                <w:rFonts w:ascii="Cambria Math"/>
              </w:rPr>
              <m:t>cat,EN</m:t>
            </m:r>
            <m:r>
              <w:rPr>
                <w:rFonts w:ascii="Cambria Math"/>
              </w:rPr>
              <m:t>-</m:t>
            </m:r>
            <m:r>
              <w:rPr>
                <w:rFonts w:ascii="Cambria Math"/>
              </w:rPr>
              <m:t>DC,E</m:t>
            </m:r>
            <m:r>
              <w:rPr>
                <w:rFonts w:ascii="Cambria Math"/>
              </w:rPr>
              <m:t>-</m:t>
            </m:r>
            <m:r>
              <w:rPr>
                <w:rFonts w:ascii="Cambria Math"/>
              </w:rPr>
              <m:t>UTRA</m:t>
            </m:r>
          </m:sub>
        </m:sSub>
      </m:oMath>
      <w:r w:rsidRPr="008C6DE4">
        <w:t xml:space="preserve"> is the total number of reporting criteria </w:t>
      </w:r>
      <w:r w:rsidRPr="008C6DE4">
        <w:rPr>
          <w:lang w:eastAsia="zh-CN"/>
        </w:rPr>
        <w:t>configured by</w:t>
      </w:r>
      <w:r w:rsidRPr="008C6DE4">
        <w:t xml:space="preserve"> E-UTRA PCell except PSCell and SCells carrier frequencies, as specified in TS 36.133 [15] for UE configured with EN-DC.</w:t>
      </w:r>
    </w:p>
    <w:p w14:paraId="3CAA5264" w14:textId="77777777" w:rsidR="00D4281A" w:rsidRPr="008C6DE4" w:rsidRDefault="00D4281A" w:rsidP="002B5A7D">
      <w:pPr>
        <w:pStyle w:val="B10"/>
      </w:pPr>
      <w:r w:rsidRPr="008C6DE4">
        <w:t>-</w:t>
      </w:r>
      <w:r w:rsidRPr="008C6DE4">
        <w:tab/>
        <w:t>For UE configured with NE-DC:</w:t>
      </w:r>
      <m:oMath>
        <m:r>
          <m:rPr>
            <m:sty m:val="p"/>
          </m:rPr>
          <w:rPr>
            <w:rFonts w:ascii="Cambria Math" w:hAnsi="Cambria Math" w:cs="SimSun"/>
            <w:sz w:val="24"/>
            <w:szCs w:val="24"/>
          </w:rPr>
          <m:t xml:space="preserve"> </m:t>
        </m:r>
        <m:sSub>
          <m:sSubPr>
            <m:ctrlPr>
              <w:rPr>
                <w:rFonts w:ascii="Cambria Math" w:hAnsi="Cambria Math" w:cs="SimSun"/>
                <w:sz w:val="24"/>
                <w:szCs w:val="24"/>
              </w:rPr>
            </m:ctrlPr>
          </m:sSubPr>
          <m:e>
            <m:r>
              <w:rPr>
                <w:rFonts w:ascii="Cambria Math" w:hAnsi="Cambria Math"/>
              </w:rPr>
              <m:t>E</m:t>
            </m:r>
          </m:e>
          <m:sub>
            <m:r>
              <w:rPr>
                <w:rFonts w:ascii="Cambria Math" w:hAnsi="Cambria Math"/>
              </w:rPr>
              <m:t>cat</m:t>
            </m:r>
            <m:r>
              <m:rPr>
                <m:sty m:val="p"/>
              </m:rPr>
              <w:rPr>
                <w:rFonts w:ascii="Cambria Math" w:hAnsi="Cambria Math"/>
              </w:rPr>
              <m:t>,</m:t>
            </m:r>
            <m:r>
              <w:rPr>
                <w:rFonts w:ascii="Cambria Math" w:hAnsi="Cambria Math"/>
              </w:rPr>
              <m:t>NE</m:t>
            </m:r>
            <m:r>
              <m:rPr>
                <m:sty m:val="p"/>
              </m:rPr>
              <w:rPr>
                <w:rFonts w:ascii="Cambria Math" w:hAnsi="Cambria Math"/>
              </w:rPr>
              <m:t>-</m:t>
            </m:r>
            <m:r>
              <w:rPr>
                <w:rFonts w:ascii="Cambria Math" w:hAnsi="Cambria Math"/>
              </w:rPr>
              <m:t>DC</m:t>
            </m:r>
            <m:r>
              <m:rPr>
                <m:sty m:val="p"/>
              </m:rPr>
              <w:rPr>
                <w:rFonts w:ascii="Cambria Math" w:hAnsi="Cambria Math"/>
              </w:rPr>
              <m:t>,</m:t>
            </m:r>
            <m:r>
              <w:rPr>
                <w:rFonts w:ascii="Cambria Math" w:hAnsi="Cambria Math"/>
              </w:rPr>
              <m:t>NR</m:t>
            </m:r>
          </m:sub>
        </m:sSub>
        <m:r>
          <m:rPr>
            <m:sty m:val="p"/>
          </m:rPr>
          <w:rPr>
            <w:rFonts w:ascii="Cambria Math" w:hAnsi="Cambria Math"/>
          </w:rPr>
          <m:t>+</m:t>
        </m:r>
        <m:sSub>
          <m:sSubPr>
            <m:ctrlPr>
              <w:rPr>
                <w:rFonts w:ascii="Cambria Math" w:hAnsi="Cambria Math" w:cs="SimSun"/>
                <w:sz w:val="24"/>
                <w:szCs w:val="24"/>
              </w:rPr>
            </m:ctrlPr>
          </m:sSubPr>
          <m:e>
            <m:r>
              <w:rPr>
                <w:rFonts w:ascii="Cambria Math" w:hAnsi="Cambria Math"/>
              </w:rPr>
              <m:t>E</m:t>
            </m:r>
          </m:e>
          <m:sub>
            <m:r>
              <w:rPr>
                <w:rFonts w:ascii="Cambria Math" w:hAnsi="Cambria Math"/>
              </w:rPr>
              <m:t>cat</m:t>
            </m:r>
            <m:r>
              <m:rPr>
                <m:sty m:val="p"/>
              </m:rPr>
              <w:rPr>
                <w:rFonts w:ascii="Cambria Math" w:hAnsi="Cambria Math"/>
              </w:rPr>
              <m:t>,</m:t>
            </m:r>
            <m:r>
              <w:rPr>
                <w:rFonts w:ascii="Cambria Math" w:hAnsi="Cambria Math"/>
              </w:rPr>
              <m:t>NE</m:t>
            </m:r>
            <m:r>
              <m:rPr>
                <m:sty m:val="p"/>
              </m:rPr>
              <w:rPr>
                <w:rFonts w:ascii="Cambria Math" w:hAnsi="Cambria Math"/>
              </w:rPr>
              <m:t>-</m:t>
            </m:r>
            <m:r>
              <w:rPr>
                <w:rFonts w:ascii="Cambria Math" w:hAnsi="Cambria Math"/>
              </w:rPr>
              <m:t>DC</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UTRA</m:t>
            </m:r>
          </m:sub>
        </m:sSub>
      </m:oMath>
      <w:r w:rsidRPr="008C6DE4">
        <w:rPr>
          <w:sz w:val="24"/>
          <w:szCs w:val="24"/>
          <w:lang w:eastAsia="zh-CN"/>
        </w:rPr>
        <w:t xml:space="preserve">, </w:t>
      </w:r>
      <w:r w:rsidRPr="008C6DE4">
        <w:t>where</w:t>
      </w:r>
    </w:p>
    <w:p w14:paraId="01731942" w14:textId="42A5ECA8" w:rsidR="002B5A7D" w:rsidRPr="008C6DE4" w:rsidRDefault="002B5A7D" w:rsidP="002B5A7D">
      <w:pPr>
        <w:pStyle w:val="B2"/>
      </w:pPr>
      <w:r>
        <w:tab/>
      </w:r>
      <m:oMath>
        <m:sSub>
          <m:sSubPr>
            <m:ctrlPr>
              <w:rPr>
                <w:rFonts w:ascii="Cambria Math" w:hAnsi="Cambria Math" w:cs="SimSun"/>
                <w:i/>
                <w:sz w:val="24"/>
                <w:szCs w:val="24"/>
              </w:rPr>
            </m:ctrlPr>
          </m:sSubPr>
          <m:e>
            <m:r>
              <w:rPr>
                <w:rFonts w:ascii="Cambria Math"/>
              </w:rPr>
              <m:t>E</m:t>
            </m:r>
          </m:e>
          <m:sub>
            <m:r>
              <w:rPr>
                <w:rFonts w:ascii="Cambria Math"/>
              </w:rPr>
              <m:t>cat,NE</m:t>
            </m:r>
            <m:r>
              <w:rPr>
                <w:rFonts w:ascii="Cambria Math"/>
              </w:rPr>
              <m:t>-</m:t>
            </m:r>
            <m:r>
              <w:rPr>
                <w:rFonts w:ascii="Cambria Math"/>
              </w:rPr>
              <m:t>DC,NR</m:t>
            </m:r>
          </m:sub>
        </m:sSub>
        <m:r>
          <w:rPr>
            <w:rFonts w:ascii="Cambria Math"/>
          </w:rPr>
          <m:t>=10+9</m:t>
        </m:r>
        <m:r>
          <w:rPr>
            <w:rFonts w:ascii="Cambria Math"/>
          </w:rPr>
          <m:t>×</m:t>
        </m:r>
        <m:r>
          <w:rPr>
            <w:rFonts w:ascii="Cambria Math"/>
          </w:rPr>
          <m:t>n</m:t>
        </m:r>
      </m:oMath>
      <w:r w:rsidRPr="008C6DE4">
        <w:t xml:space="preserve"> is the total number of NR reporting criteria according to Table 9.1.4.2-1, and </w:t>
      </w:r>
      <w:r>
        <w:rPr>
          <w:noProof/>
        </w:rPr>
        <w:t>n</w:t>
      </w:r>
      <w:r w:rsidRPr="008C6DE4">
        <w:t xml:space="preserve"> is the number of configured NR serving frequencies, including PCell</w:t>
      </w:r>
      <w:r w:rsidRPr="008C6DE4">
        <w:rPr>
          <w:lang w:eastAsia="zh-CN"/>
        </w:rPr>
        <w:t xml:space="preserve">, </w:t>
      </w:r>
      <w:r w:rsidRPr="008C6DE4">
        <w:t>and SCells carrier frequencies,</w:t>
      </w:r>
    </w:p>
    <w:p w14:paraId="2127A69A" w14:textId="4793185A" w:rsidR="00D4281A" w:rsidRPr="008C6DE4" w:rsidRDefault="002B5A7D" w:rsidP="002B5A7D">
      <w:pPr>
        <w:pStyle w:val="B2"/>
        <w:rPr>
          <w:lang w:eastAsia="zh-CN"/>
        </w:rPr>
      </w:pPr>
      <w:r>
        <w:tab/>
      </w:r>
      <m:oMath>
        <m:sSub>
          <m:sSubPr>
            <m:ctrlPr>
              <w:rPr>
                <w:rFonts w:ascii="Cambria Math" w:hAnsi="Cambria Math"/>
                <w:i/>
              </w:rPr>
            </m:ctrlPr>
          </m:sSubPr>
          <m:e>
            <m:r>
              <w:rPr>
                <w:rFonts w:ascii="Cambria Math"/>
              </w:rPr>
              <m:t>E</m:t>
            </m:r>
          </m:e>
          <m:sub>
            <m:r>
              <w:rPr>
                <w:rFonts w:ascii="Cambria Math"/>
              </w:rPr>
              <m:t>cat,NE</m:t>
            </m:r>
            <m:r>
              <w:rPr>
                <w:rFonts w:ascii="Cambria Math"/>
              </w:rPr>
              <m:t>-</m:t>
            </m:r>
            <m:r>
              <w:rPr>
                <w:rFonts w:ascii="Cambria Math"/>
              </w:rPr>
              <m:t>DC,E</m:t>
            </m:r>
            <m:r>
              <w:rPr>
                <w:rFonts w:ascii="Cambria Math"/>
              </w:rPr>
              <m:t>-</m:t>
            </m:r>
            <m:r>
              <w:rPr>
                <w:rFonts w:ascii="Cambria Math"/>
              </w:rPr>
              <m:t>UTRA</m:t>
            </m:r>
          </m:sub>
        </m:sSub>
        <m:r>
          <w:rPr>
            <w:rFonts w:ascii="Cambria Math" w:hAnsi="Cambria Math"/>
          </w:rPr>
          <m:t>=</m:t>
        </m:r>
        <m:sSub>
          <m:sSubPr>
            <m:ctrlPr>
              <w:rPr>
                <w:rFonts w:ascii="Cambria Math" w:hAnsi="Cambria Math"/>
                <w:i/>
              </w:rPr>
            </m:ctrlPr>
          </m:sSubPr>
          <m:e>
            <m:r>
              <w:rPr>
                <w:rFonts w:ascii="Cambria Math"/>
              </w:rPr>
              <m:t>E</m:t>
            </m:r>
          </m:e>
          <m:sub>
            <m:r>
              <w:rPr>
                <w:rFonts w:ascii="Cambria Math"/>
              </w:rPr>
              <m:t>cat,NE</m:t>
            </m:r>
            <m:r>
              <w:rPr>
                <w:rFonts w:ascii="Cambria Math"/>
              </w:rPr>
              <m:t>-</m:t>
            </m:r>
            <m:r>
              <w:rPr>
                <w:rFonts w:ascii="Cambria Math"/>
              </w:rPr>
              <m:t>DC,E</m:t>
            </m:r>
            <m:r>
              <w:rPr>
                <w:rFonts w:ascii="Cambria Math"/>
              </w:rPr>
              <m:t>-</m:t>
            </m:r>
            <m:r>
              <w:rPr>
                <w:rFonts w:ascii="Cambria Math"/>
              </w:rPr>
              <m:t>UTRA,inter</m:t>
            </m:r>
            <m:r>
              <w:rPr>
                <w:rFonts w:ascii="Cambria Math"/>
              </w:rPr>
              <m:t>-</m:t>
            </m:r>
            <m:r>
              <w:rPr>
                <w:rFonts w:ascii="Cambria Math"/>
              </w:rPr>
              <m:t>RAT</m:t>
            </m:r>
          </m:sub>
        </m:sSub>
        <m:r>
          <w:rPr>
            <w:rFonts w:ascii="Cambria Math"/>
          </w:rPr>
          <m:t>+</m:t>
        </m:r>
        <m:sSub>
          <m:sSubPr>
            <m:ctrlPr>
              <w:rPr>
                <w:rFonts w:ascii="Cambria Math" w:hAnsi="Cambria Math"/>
                <w:i/>
              </w:rPr>
            </m:ctrlPr>
          </m:sSubPr>
          <m:e>
            <m:r>
              <w:rPr>
                <w:rFonts w:ascii="Cambria Math"/>
              </w:rPr>
              <m:t>E</m:t>
            </m:r>
          </m:e>
          <m:sub>
            <m:r>
              <w:rPr>
                <w:rFonts w:ascii="Cambria Math"/>
              </w:rPr>
              <m:t>cat,NE</m:t>
            </m:r>
            <m:r>
              <w:rPr>
                <w:rFonts w:ascii="Cambria Math"/>
              </w:rPr>
              <m:t>-</m:t>
            </m:r>
            <m:r>
              <w:rPr>
                <w:rFonts w:ascii="Cambria Math"/>
              </w:rPr>
              <m:t>DC,E</m:t>
            </m:r>
            <m:r>
              <w:rPr>
                <w:rFonts w:ascii="Cambria Math"/>
              </w:rPr>
              <m:t>-</m:t>
            </m:r>
            <m:r>
              <w:rPr>
                <w:rFonts w:ascii="Cambria Math"/>
              </w:rPr>
              <m:t>UTRA,intra</m:t>
            </m:r>
            <m:r>
              <w:rPr>
                <w:rFonts w:ascii="Cambria Math"/>
              </w:rPr>
              <m:t>-</m:t>
            </m:r>
            <m:r>
              <w:rPr>
                <w:rFonts w:ascii="Cambria Math"/>
              </w:rPr>
              <m:t>RAT</m:t>
            </m:r>
          </m:sub>
        </m:sSub>
      </m:oMath>
      <w:r w:rsidR="00D4281A" w:rsidRPr="008C6DE4">
        <w:t xml:space="preserve">, </w:t>
      </w:r>
      <w:r w:rsidR="00D4281A" w:rsidRPr="008C6DE4">
        <w:rPr>
          <w:lang w:eastAsia="zh-CN"/>
        </w:rPr>
        <w:t>where</w:t>
      </w:r>
    </w:p>
    <w:p w14:paraId="092F2190" w14:textId="711A07DD" w:rsidR="00D4281A" w:rsidRPr="008C6DE4" w:rsidRDefault="002B5A7D" w:rsidP="002B5A7D">
      <w:pPr>
        <w:pStyle w:val="B2"/>
      </w:pPr>
      <w:r>
        <w:tab/>
      </w:r>
      <m:oMath>
        <m:sSub>
          <m:sSubPr>
            <m:ctrlPr>
              <w:rPr>
                <w:rFonts w:ascii="Cambria Math" w:hAnsi="Cambria Math"/>
                <w:i/>
              </w:rPr>
            </m:ctrlPr>
          </m:sSubPr>
          <m:e>
            <m:r>
              <w:rPr>
                <w:rFonts w:ascii="Cambria Math"/>
              </w:rPr>
              <m:t>E</m:t>
            </m:r>
          </m:e>
          <m:sub>
            <m:r>
              <w:rPr>
                <w:rFonts w:ascii="Cambria Math"/>
              </w:rPr>
              <m:t>cat,NE</m:t>
            </m:r>
            <m:r>
              <w:rPr>
                <w:rFonts w:ascii="Cambria Math"/>
              </w:rPr>
              <m:t>-</m:t>
            </m:r>
            <m:r>
              <w:rPr>
                <w:rFonts w:ascii="Cambria Math"/>
              </w:rPr>
              <m:t>DC,E</m:t>
            </m:r>
            <m:r>
              <w:rPr>
                <w:rFonts w:ascii="Cambria Math"/>
              </w:rPr>
              <m:t>-</m:t>
            </m:r>
            <m:r>
              <w:rPr>
                <w:rFonts w:ascii="Cambria Math"/>
              </w:rPr>
              <m:t>UTRA,inter</m:t>
            </m:r>
            <m:r>
              <w:rPr>
                <w:rFonts w:ascii="Cambria Math"/>
              </w:rPr>
              <m:t>-</m:t>
            </m:r>
            <m:r>
              <w:rPr>
                <w:rFonts w:ascii="Cambria Math"/>
              </w:rPr>
              <m:t>RAT</m:t>
            </m:r>
          </m:sub>
        </m:sSub>
      </m:oMath>
      <w:r w:rsidR="00D4281A" w:rsidRPr="008C6DE4">
        <w:t xml:space="preserve"> is the total number of inter-RAT E-UTRA reporting criteria </w:t>
      </w:r>
      <w:r w:rsidR="00D4281A" w:rsidRPr="008C6DE4">
        <w:rPr>
          <w:lang w:eastAsia="zh-CN"/>
        </w:rPr>
        <w:t>configured</w:t>
      </w:r>
      <w:r w:rsidR="00D4281A" w:rsidRPr="008C6DE4">
        <w:t xml:space="preserve"> </w:t>
      </w:r>
      <w:r w:rsidR="00D4281A" w:rsidRPr="008C6DE4">
        <w:rPr>
          <w:lang w:eastAsia="zh-CN"/>
        </w:rPr>
        <w:t xml:space="preserve">by </w:t>
      </w:r>
      <w:r w:rsidR="00D4281A" w:rsidRPr="008C6DE4">
        <w:t>PCell except E-UTRA PSCell and E-UTRA SCells carrier frequencies, according to Table 9.1.4.2-1,</w:t>
      </w:r>
    </w:p>
    <w:p w14:paraId="70274CF4" w14:textId="0EAC9AF4" w:rsidR="00D4281A" w:rsidRPr="008C6DE4" w:rsidRDefault="002B5A7D" w:rsidP="002B5A7D">
      <w:pPr>
        <w:pStyle w:val="B2"/>
        <w:rPr>
          <w:i/>
        </w:rPr>
      </w:pPr>
      <w:r>
        <w:tab/>
      </w:r>
      <m:oMath>
        <m:sSub>
          <m:sSubPr>
            <m:ctrlPr>
              <w:rPr>
                <w:rFonts w:ascii="Cambria Math" w:hAnsi="Cambria Math"/>
                <w:i/>
              </w:rPr>
            </m:ctrlPr>
          </m:sSubPr>
          <m:e>
            <m:r>
              <w:rPr>
                <w:rFonts w:ascii="Cambria Math"/>
              </w:rPr>
              <m:t>E</m:t>
            </m:r>
          </m:e>
          <m:sub>
            <m:r>
              <w:rPr>
                <w:rFonts w:ascii="Cambria Math"/>
              </w:rPr>
              <m:t>cat,NE</m:t>
            </m:r>
            <m:r>
              <w:rPr>
                <w:rFonts w:ascii="Cambria Math"/>
              </w:rPr>
              <m:t>-</m:t>
            </m:r>
            <m:r>
              <w:rPr>
                <w:rFonts w:ascii="Cambria Math"/>
              </w:rPr>
              <m:t>DC,E</m:t>
            </m:r>
            <m:r>
              <w:rPr>
                <w:rFonts w:ascii="Cambria Math"/>
              </w:rPr>
              <m:t>-</m:t>
            </m:r>
            <m:r>
              <w:rPr>
                <w:rFonts w:ascii="Cambria Math"/>
              </w:rPr>
              <m:t>UTRA,intra</m:t>
            </m:r>
            <m:r>
              <w:rPr>
                <w:rFonts w:ascii="Cambria Math"/>
              </w:rPr>
              <m:t>-</m:t>
            </m:r>
            <m:r>
              <w:rPr>
                <w:rFonts w:ascii="Cambria Math"/>
              </w:rPr>
              <m:t>RAT</m:t>
            </m:r>
          </m:sub>
        </m:sSub>
      </m:oMath>
      <w:r w:rsidR="00D4281A" w:rsidRPr="008C6DE4">
        <w:t xml:space="preserve"> is the total number of E-UTRA reporting criteria including E-UTRA PSCell and E-UTRA SCells carrier frequencies as specified in TS 36.133 [15] for UE configured with NE-DC.</w:t>
      </w:r>
    </w:p>
    <w:bookmarkEnd w:id="168"/>
    <w:p w14:paraId="2EC01CF6" w14:textId="77777777" w:rsidR="00D4281A" w:rsidRPr="008C6DE4" w:rsidRDefault="00D4281A" w:rsidP="002B5A7D">
      <w:pPr>
        <w:pStyle w:val="B10"/>
      </w:pPr>
      <w:r w:rsidRPr="008C6DE4">
        <w:t>-</w:t>
      </w:r>
      <w:r w:rsidRPr="008C6DE4">
        <w:tab/>
        <w:t xml:space="preserve">For UE configured with SA operation mode: </w:t>
      </w:r>
      <w:bookmarkStart w:id="169" w:name="_Hlk4600354"/>
      <w:r w:rsidRPr="008C6DE4">
        <w:rPr>
          <w:position w:val="-14"/>
        </w:rPr>
        <w:object w:dxaOrig="2220" w:dyaOrig="380" w14:anchorId="53E2478B">
          <v:shape id="_x0000_i1048" type="#_x0000_t75" style="width:113.5pt;height:15.25pt" o:ole="">
            <v:imagedata r:id="rId50" o:title=""/>
          </v:shape>
          <o:OLEObject Type="Embed" ProgID="Equation.3" ShapeID="_x0000_i1048" DrawAspect="Content" ObjectID="_1734963224" r:id="rId51"/>
        </w:object>
      </w:r>
      <w:r w:rsidRPr="008C6DE4">
        <w:t>, where</w:t>
      </w:r>
    </w:p>
    <w:p w14:paraId="1B23C7A3" w14:textId="7274D081" w:rsidR="00D4281A" w:rsidRPr="008C6DE4" w:rsidRDefault="002B5A7D" w:rsidP="002B5A7D">
      <w:pPr>
        <w:pStyle w:val="B2"/>
      </w:pPr>
      <w:r>
        <w:tab/>
      </w:r>
      <w:r w:rsidR="00D4281A" w:rsidRPr="008C6DE4">
        <w:rPr>
          <w:position w:val="-14"/>
        </w:rPr>
        <w:object w:dxaOrig="1980" w:dyaOrig="380" w14:anchorId="2ADF7165">
          <v:shape id="_x0000_i1049" type="#_x0000_t75" style="width:97.75pt;height:15.25pt" o:ole="">
            <v:imagedata r:id="rId52" o:title=""/>
          </v:shape>
          <o:OLEObject Type="Embed" ProgID="Equation.3" ShapeID="_x0000_i1049" DrawAspect="Content" ObjectID="_1734963225" r:id="rId53"/>
        </w:object>
      </w:r>
      <w:r w:rsidR="00D4281A" w:rsidRPr="008C6DE4">
        <w:t xml:space="preserve">  is the total number of NR reporting criteria according to Table 9.1.4.2-1, </w:t>
      </w:r>
      <w:r w:rsidRPr="008C6DE4">
        <w:t xml:space="preserve">and </w:t>
      </w:r>
      <w:r>
        <w:rPr>
          <w:noProof/>
        </w:rPr>
        <w:t>n</w:t>
      </w:r>
      <w:r w:rsidRPr="008C6DE4">
        <w:t xml:space="preserve"> is the number of configured NR serving frequencies, including PCell</w:t>
      </w:r>
      <w:r w:rsidRPr="008C6DE4">
        <w:rPr>
          <w:lang w:eastAsia="zh-CN"/>
        </w:rPr>
        <w:t xml:space="preserve">, </w:t>
      </w:r>
      <w:r w:rsidRPr="008C6DE4">
        <w:t>and SCells carrier frequencies</w:t>
      </w:r>
      <w:r w:rsidR="00D4281A" w:rsidRPr="008C6DE4">
        <w:t>,</w:t>
      </w:r>
    </w:p>
    <w:p w14:paraId="46AE6985" w14:textId="58C4CD3F" w:rsidR="00D4281A" w:rsidRPr="008C6DE4" w:rsidRDefault="002B5A7D" w:rsidP="002B5A7D">
      <w:pPr>
        <w:pStyle w:val="B2"/>
      </w:pPr>
      <w:r>
        <w:tab/>
      </w:r>
      <w:r w:rsidR="00D4281A" w:rsidRPr="008C6DE4">
        <w:rPr>
          <w:position w:val="-14"/>
        </w:rPr>
        <w:object w:dxaOrig="1180" w:dyaOrig="380" w14:anchorId="07E176FE">
          <v:shape id="_x0000_i1050" type="#_x0000_t75" style="width:61.5pt;height:15.25pt" o:ole="">
            <v:imagedata r:id="rId54" o:title=""/>
          </v:shape>
          <o:OLEObject Type="Embed" ProgID="Equation.3" ShapeID="_x0000_i1050" DrawAspect="Content" ObjectID="_1734963226" r:id="rId55"/>
        </w:object>
      </w:r>
      <w:r w:rsidR="00D4281A" w:rsidRPr="008C6DE4">
        <w:t xml:space="preserve"> is the total number of inter-RAT E-UTRA reporting criteria according to Table 9.1.4.2-1.</w:t>
      </w:r>
    </w:p>
    <w:p w14:paraId="2C12DABA" w14:textId="77777777" w:rsidR="00D4281A" w:rsidRPr="008C6DE4" w:rsidRDefault="00D4281A" w:rsidP="002B5A7D">
      <w:pPr>
        <w:pStyle w:val="B10"/>
      </w:pPr>
      <w:r w:rsidRPr="008C6DE4">
        <w:t>-</w:t>
      </w:r>
      <w:r w:rsidRPr="008C6DE4">
        <w:tab/>
        <w:t xml:space="preserve">For UE configured with NR-DC: </w:t>
      </w:r>
      <m:oMath>
        <m:sSub>
          <m:sSubPr>
            <m:ctrlPr>
              <w:rPr>
                <w:rFonts w:ascii="Cambria Math" w:hAnsi="Cambria Math"/>
              </w:rPr>
            </m:ctrlPr>
          </m:sSubPr>
          <m:e>
            <m:r>
              <w:rPr>
                <w:rFonts w:ascii="Cambria Math" w:hAnsi="Cambria Math"/>
              </w:rPr>
              <m:t>E</m:t>
            </m:r>
          </m:e>
          <m:sub>
            <m:r>
              <w:rPr>
                <w:rFonts w:ascii="Cambria Math" w:hAnsi="Cambria Math"/>
              </w:rPr>
              <m:t>cat</m:t>
            </m:r>
            <m:r>
              <m:rPr>
                <m:sty m:val="p"/>
              </m:rPr>
              <w:rPr>
                <w:rFonts w:ascii="Cambria Math" w:hAnsi="Cambria Math"/>
              </w:rPr>
              <m:t>,</m:t>
            </m:r>
            <m:r>
              <w:rPr>
                <w:rFonts w:ascii="Cambria Math" w:hAnsi="Cambria Math"/>
              </w:rPr>
              <m:t>NR</m:t>
            </m:r>
            <m:r>
              <m:rPr>
                <m:sty m:val="p"/>
              </m:rPr>
              <w:rPr>
                <w:rFonts w:ascii="Cambria Math" w:hAnsi="Cambria Math"/>
              </w:rPr>
              <m:t>-</m:t>
            </m:r>
            <m:r>
              <w:rPr>
                <w:rFonts w:ascii="Cambria Math" w:hAnsi="Cambria Math"/>
              </w:rPr>
              <m:t>DC</m:t>
            </m:r>
            <m:r>
              <m:rPr>
                <m:sty m:val="p"/>
              </m:rPr>
              <w:rPr>
                <w:rFonts w:ascii="Cambria Math" w:hAnsi="Cambria Math"/>
              </w:rPr>
              <m:t>,</m:t>
            </m:r>
            <m:r>
              <w:rPr>
                <w:rFonts w:ascii="Cambria Math" w:hAnsi="Cambria Math"/>
              </w:rPr>
              <m:t>NR</m:t>
            </m:r>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cat</m:t>
            </m:r>
            <m:r>
              <m:rPr>
                <m:sty m:val="p"/>
              </m:rPr>
              <w:rPr>
                <w:rFonts w:ascii="Cambria Math" w:hAnsi="Cambria Math"/>
              </w:rPr>
              <m:t>,</m:t>
            </m:r>
            <m:r>
              <w:rPr>
                <w:rFonts w:ascii="Cambria Math" w:hAnsi="Cambria Math"/>
              </w:rPr>
              <m:t>NR</m:t>
            </m:r>
            <m:r>
              <m:rPr>
                <m:sty m:val="p"/>
              </m:rPr>
              <w:rPr>
                <w:rFonts w:ascii="Cambria Math" w:hAnsi="Cambria Math"/>
              </w:rPr>
              <m:t>-</m:t>
            </m:r>
            <m:r>
              <w:rPr>
                <w:rFonts w:ascii="Cambria Math" w:hAnsi="Cambria Math"/>
              </w:rPr>
              <m:t>DC</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UTRA</m:t>
            </m:r>
          </m:sub>
        </m:sSub>
      </m:oMath>
      <w:r w:rsidRPr="008C6DE4">
        <w:t>, where</w:t>
      </w:r>
    </w:p>
    <w:p w14:paraId="6A5DC904" w14:textId="066FDF26" w:rsidR="00D4281A" w:rsidRPr="008C6DE4" w:rsidRDefault="002B5A7D" w:rsidP="002B5A7D">
      <w:pPr>
        <w:pStyle w:val="B2"/>
      </w:pPr>
      <w:r>
        <w:tab/>
      </w:r>
      <m:oMath>
        <m:sSub>
          <m:sSubPr>
            <m:ctrlPr>
              <w:rPr>
                <w:rFonts w:ascii="Cambria Math" w:hAnsi="Cambria Math"/>
                <w:i/>
              </w:rPr>
            </m:ctrlPr>
          </m:sSubPr>
          <m:e>
            <m:r>
              <w:rPr>
                <w:rFonts w:ascii="Cambria Math"/>
              </w:rPr>
              <m:t>E</m:t>
            </m:r>
          </m:e>
          <m:sub>
            <m:r>
              <w:rPr>
                <w:rFonts w:ascii="Cambria Math"/>
              </w:rPr>
              <m:t>cat,NR</m:t>
            </m:r>
            <m:r>
              <w:rPr>
                <w:rFonts w:ascii="Cambria Math"/>
              </w:rPr>
              <m:t>-</m:t>
            </m:r>
            <m:r>
              <w:rPr>
                <w:rFonts w:ascii="Cambria Math"/>
              </w:rPr>
              <m:t>DC,NR</m:t>
            </m:r>
          </m:sub>
        </m:sSub>
        <m:r>
          <w:rPr>
            <w:rFonts w:ascii="Cambria Math"/>
          </w:rPr>
          <m:t>=10+9</m:t>
        </m:r>
        <m:r>
          <w:rPr>
            <w:rFonts w:ascii="Cambria Math"/>
          </w:rPr>
          <m:t>×</m:t>
        </m:r>
        <m:r>
          <w:rPr>
            <w:rFonts w:ascii="Cambria Math"/>
          </w:rPr>
          <m:t>n</m:t>
        </m:r>
      </m:oMath>
      <w:r w:rsidR="00D4281A" w:rsidRPr="008C6DE4">
        <w:t xml:space="preserve">  is the total number of NR reporting criteria according to Table 9.1.4.2-1, </w:t>
      </w:r>
      <w:r w:rsidRPr="008C6DE4">
        <w:t xml:space="preserve">and </w:t>
      </w:r>
      <w:r>
        <w:rPr>
          <w:noProof/>
        </w:rPr>
        <w:t>n</w:t>
      </w:r>
      <w:r w:rsidRPr="008C6DE4">
        <w:t xml:space="preserve"> is the number of configured NR serving frequencies, including PCell</w:t>
      </w:r>
      <w:r w:rsidRPr="008C6DE4">
        <w:rPr>
          <w:lang w:eastAsia="zh-CN"/>
        </w:rPr>
        <w:t>, PSCell</w:t>
      </w:r>
      <w:r w:rsidRPr="008C6DE4">
        <w:t xml:space="preserve"> and SCells carrier frequencies</w:t>
      </w:r>
      <w:r w:rsidR="00D4281A" w:rsidRPr="008C6DE4">
        <w:t>,</w:t>
      </w:r>
    </w:p>
    <w:p w14:paraId="2AF5882E" w14:textId="23A882F3" w:rsidR="00D4281A" w:rsidRPr="008C6DE4" w:rsidRDefault="002B5A7D" w:rsidP="002B5A7D">
      <w:pPr>
        <w:pStyle w:val="B2"/>
        <w:rPr>
          <w:i/>
        </w:rPr>
      </w:pPr>
      <w:r>
        <w:tab/>
      </w:r>
      <m:oMath>
        <m:sSub>
          <m:sSubPr>
            <m:ctrlPr>
              <w:rPr>
                <w:rFonts w:ascii="Cambria Math" w:hAnsi="Cambria Math"/>
                <w:i/>
              </w:rPr>
            </m:ctrlPr>
          </m:sSubPr>
          <m:e>
            <m:r>
              <w:rPr>
                <w:rFonts w:ascii="Cambria Math"/>
              </w:rPr>
              <m:t>E</m:t>
            </m:r>
          </m:e>
          <m:sub>
            <m:r>
              <w:rPr>
                <w:rFonts w:ascii="Cambria Math"/>
              </w:rPr>
              <m:t>cat,NR</m:t>
            </m:r>
            <m:r>
              <w:rPr>
                <w:rFonts w:ascii="Cambria Math"/>
              </w:rPr>
              <m:t>-</m:t>
            </m:r>
            <m:r>
              <w:rPr>
                <w:rFonts w:ascii="Cambria Math"/>
              </w:rPr>
              <m:t>DC,E</m:t>
            </m:r>
            <m:r>
              <w:rPr>
                <w:rFonts w:ascii="Cambria Math"/>
              </w:rPr>
              <m:t>-</m:t>
            </m:r>
            <m:r>
              <w:rPr>
                <w:rFonts w:ascii="Cambria Math"/>
              </w:rPr>
              <m:t>UTRA</m:t>
            </m:r>
          </m:sub>
        </m:sSub>
      </m:oMath>
      <w:r w:rsidR="00D4281A" w:rsidRPr="008C6DE4">
        <w:t xml:space="preserve"> is the total number of inter-RAT E-UTRA reporting criteria according to Table 9.1.4.2-1.</w:t>
      </w:r>
    </w:p>
    <w:bookmarkEnd w:id="169"/>
    <w:p w14:paraId="28760B81" w14:textId="77777777" w:rsidR="00D4281A" w:rsidRPr="008C6DE4" w:rsidRDefault="00D4281A" w:rsidP="00D4281A">
      <w:pPr>
        <w:pStyle w:val="TH"/>
      </w:pPr>
      <w:r w:rsidRPr="008C6DE4">
        <w:t>Table 9.1.4.2-1: Requirements for reporting criteria per measurement category</w:t>
      </w: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992"/>
        <w:gridCol w:w="4094"/>
      </w:tblGrid>
      <w:tr w:rsidR="00DD3199" w:rsidRPr="008C6DE4" w14:paraId="299CCE9B" w14:textId="77777777" w:rsidTr="00867D3A">
        <w:trPr>
          <w:cantSplit/>
          <w:jc w:val="center"/>
        </w:trPr>
        <w:tc>
          <w:tcPr>
            <w:tcW w:w="4395" w:type="dxa"/>
          </w:tcPr>
          <w:p w14:paraId="53A40F95" w14:textId="77777777" w:rsidR="00D4281A" w:rsidRPr="008C6DE4" w:rsidRDefault="00D4281A" w:rsidP="00867D3A">
            <w:pPr>
              <w:pStyle w:val="TAH"/>
              <w:rPr>
                <w:rFonts w:cs="Arial"/>
              </w:rPr>
            </w:pPr>
            <w:r w:rsidRPr="008C6DE4">
              <w:rPr>
                <w:rFonts w:cs="v4.2.0"/>
              </w:rPr>
              <w:t>Measurement category</w:t>
            </w:r>
          </w:p>
        </w:tc>
        <w:tc>
          <w:tcPr>
            <w:tcW w:w="992" w:type="dxa"/>
          </w:tcPr>
          <w:p w14:paraId="57F6980D" w14:textId="77777777" w:rsidR="00D4281A" w:rsidRPr="008C6DE4" w:rsidRDefault="00D4281A" w:rsidP="00867D3A">
            <w:pPr>
              <w:pStyle w:val="TAH"/>
              <w:rPr>
                <w:rFonts w:cs="Arial"/>
              </w:rPr>
            </w:pPr>
            <w:r w:rsidRPr="008C6DE4">
              <w:rPr>
                <w:rFonts w:cs="v4.2.0"/>
              </w:rPr>
              <w:t>E</w:t>
            </w:r>
            <w:r w:rsidRPr="008C6DE4">
              <w:rPr>
                <w:rFonts w:cs="v4.2.0"/>
                <w:vertAlign w:val="subscript"/>
              </w:rPr>
              <w:t>cat</w:t>
            </w:r>
          </w:p>
        </w:tc>
        <w:tc>
          <w:tcPr>
            <w:tcW w:w="4094" w:type="dxa"/>
          </w:tcPr>
          <w:p w14:paraId="2A340B28" w14:textId="77777777" w:rsidR="00D4281A" w:rsidRPr="008C6DE4" w:rsidRDefault="00D4281A" w:rsidP="00867D3A">
            <w:pPr>
              <w:pStyle w:val="TAH"/>
              <w:rPr>
                <w:rFonts w:cs="Arial"/>
              </w:rPr>
            </w:pPr>
            <w:r w:rsidRPr="008C6DE4">
              <w:rPr>
                <w:rFonts w:cs="v4.2.0"/>
              </w:rPr>
              <w:t>Note</w:t>
            </w:r>
          </w:p>
        </w:tc>
      </w:tr>
      <w:tr w:rsidR="00DD3199" w:rsidRPr="008C6DE4" w14:paraId="2FE4EE29" w14:textId="77777777" w:rsidTr="00867D3A">
        <w:trPr>
          <w:cantSplit/>
          <w:jc w:val="center"/>
        </w:trPr>
        <w:tc>
          <w:tcPr>
            <w:tcW w:w="4395" w:type="dxa"/>
          </w:tcPr>
          <w:p w14:paraId="7FAED850" w14:textId="77777777" w:rsidR="00D4281A" w:rsidRPr="008C6DE4" w:rsidRDefault="00D4281A" w:rsidP="004E1B83">
            <w:pPr>
              <w:pStyle w:val="TAL"/>
            </w:pPr>
            <w:r w:rsidRPr="008C6DE4">
              <w:t xml:space="preserve">Intra-frequency </w:t>
            </w:r>
            <w:r w:rsidRPr="008C6DE4">
              <w:rPr>
                <w:vertAlign w:val="superscript"/>
              </w:rPr>
              <w:t>Note 1,2,3,4,5</w:t>
            </w:r>
          </w:p>
        </w:tc>
        <w:tc>
          <w:tcPr>
            <w:tcW w:w="992" w:type="dxa"/>
          </w:tcPr>
          <w:p w14:paraId="71AD6441" w14:textId="77777777" w:rsidR="00D4281A" w:rsidRPr="008C6DE4" w:rsidRDefault="00D4281A" w:rsidP="004E1B83">
            <w:pPr>
              <w:pStyle w:val="TAC"/>
            </w:pPr>
            <w:r w:rsidRPr="008C6DE4">
              <w:t>9</w:t>
            </w:r>
          </w:p>
        </w:tc>
        <w:tc>
          <w:tcPr>
            <w:tcW w:w="4094" w:type="dxa"/>
          </w:tcPr>
          <w:p w14:paraId="23EC00BC" w14:textId="77777777" w:rsidR="00D4281A" w:rsidRPr="008C6DE4" w:rsidRDefault="00D4281A" w:rsidP="004E1B83">
            <w:pPr>
              <w:pStyle w:val="TAL"/>
            </w:pPr>
            <w:r w:rsidRPr="008C6DE4">
              <w:t>Events for any one or a combination of intra-frequency SS-RSRP, SS-RSRQ, and SS-SINR for NG-RAN intra-frequency cells</w:t>
            </w:r>
          </w:p>
        </w:tc>
      </w:tr>
      <w:tr w:rsidR="00DD3199" w:rsidRPr="008C6DE4" w14:paraId="349C1024" w14:textId="77777777" w:rsidTr="00867D3A">
        <w:trPr>
          <w:cantSplit/>
          <w:jc w:val="center"/>
        </w:trPr>
        <w:tc>
          <w:tcPr>
            <w:tcW w:w="4395" w:type="dxa"/>
          </w:tcPr>
          <w:p w14:paraId="7C9167C5" w14:textId="77777777" w:rsidR="00D4281A" w:rsidRPr="008C6DE4" w:rsidRDefault="00D4281A" w:rsidP="004E1B83">
            <w:pPr>
              <w:pStyle w:val="TAL"/>
            </w:pPr>
            <w:r w:rsidRPr="008C6DE4">
              <w:t>Inter-frequency</w:t>
            </w:r>
            <w:r w:rsidRPr="008C6DE4">
              <w:rPr>
                <w:vertAlign w:val="superscript"/>
              </w:rPr>
              <w:t xml:space="preserve"> Note 2,3,4,5</w:t>
            </w:r>
          </w:p>
        </w:tc>
        <w:tc>
          <w:tcPr>
            <w:tcW w:w="992" w:type="dxa"/>
          </w:tcPr>
          <w:p w14:paraId="7146D857" w14:textId="77777777" w:rsidR="00D4281A" w:rsidRPr="008C6DE4" w:rsidRDefault="00D4281A" w:rsidP="004E1B83">
            <w:pPr>
              <w:pStyle w:val="TAC"/>
            </w:pPr>
            <w:r w:rsidRPr="008C6DE4">
              <w:t>10</w:t>
            </w:r>
          </w:p>
        </w:tc>
        <w:tc>
          <w:tcPr>
            <w:tcW w:w="4094" w:type="dxa"/>
          </w:tcPr>
          <w:p w14:paraId="45E67179" w14:textId="77777777" w:rsidR="00D4281A" w:rsidRPr="008C6DE4" w:rsidRDefault="00D4281A" w:rsidP="004E1B83">
            <w:pPr>
              <w:pStyle w:val="TAL"/>
            </w:pPr>
            <w:r w:rsidRPr="008C6DE4">
              <w:t>Events for any one or a combination of inter-frequency SS-RSRP, SS-RSRQ, and SS-SINR for NG-RAN inter-frequency cells</w:t>
            </w:r>
          </w:p>
        </w:tc>
      </w:tr>
      <w:tr w:rsidR="00DD3199" w:rsidRPr="008C6DE4" w14:paraId="04540369" w14:textId="77777777" w:rsidTr="00867D3A">
        <w:trPr>
          <w:cantSplit/>
          <w:jc w:val="center"/>
        </w:trPr>
        <w:tc>
          <w:tcPr>
            <w:tcW w:w="4395" w:type="dxa"/>
          </w:tcPr>
          <w:p w14:paraId="6223FF1B" w14:textId="77777777" w:rsidR="00D4281A" w:rsidRPr="008C6DE4" w:rsidRDefault="00D4281A" w:rsidP="004E1B83">
            <w:pPr>
              <w:pStyle w:val="TAL"/>
              <w:rPr>
                <w:lang w:val="sv-SE"/>
              </w:rPr>
            </w:pPr>
            <w:r w:rsidRPr="008C6DE4">
              <w:rPr>
                <w:lang w:val="sv-SE"/>
              </w:rPr>
              <w:t>Inter-RAT (E-UTRA FDD, E-UTRA TDD)</w:t>
            </w:r>
            <w:r w:rsidRPr="008C6DE4">
              <w:rPr>
                <w:vertAlign w:val="superscript"/>
                <w:lang w:val="sv-SE"/>
              </w:rPr>
              <w:t xml:space="preserve"> Note 2,4,5</w:t>
            </w:r>
          </w:p>
        </w:tc>
        <w:tc>
          <w:tcPr>
            <w:tcW w:w="992" w:type="dxa"/>
          </w:tcPr>
          <w:p w14:paraId="19FE9A55" w14:textId="77777777" w:rsidR="00D4281A" w:rsidRPr="008C6DE4" w:rsidDel="00870872" w:rsidRDefault="00D4281A" w:rsidP="004E1B83">
            <w:pPr>
              <w:pStyle w:val="TAC"/>
            </w:pPr>
            <w:r w:rsidRPr="008C6DE4">
              <w:rPr>
                <w:lang w:val="sv-SE"/>
              </w:rPr>
              <w:t>10</w:t>
            </w:r>
          </w:p>
        </w:tc>
        <w:tc>
          <w:tcPr>
            <w:tcW w:w="4094" w:type="dxa"/>
          </w:tcPr>
          <w:p w14:paraId="57737B74" w14:textId="77777777" w:rsidR="00D4281A" w:rsidRPr="008C6DE4" w:rsidRDefault="00D4281A" w:rsidP="004E1B83">
            <w:pPr>
              <w:pStyle w:val="TAL"/>
            </w:pPr>
            <w:r w:rsidRPr="008C6DE4">
              <w:t xml:space="preserve">Only applicable for UE with this (inter-RAT) capability. These reporting criteria apply for any E-UTRA </w:t>
            </w:r>
            <w:r w:rsidRPr="008C6DE4">
              <w:rPr>
                <w:szCs w:val="18"/>
              </w:rPr>
              <w:t>carrier frequencies other than the carrier frequency of the E-UTRA PSCell or E-UTRA SCell</w:t>
            </w:r>
            <w:r w:rsidRPr="008C6DE4">
              <w:t>.</w:t>
            </w:r>
          </w:p>
        </w:tc>
      </w:tr>
      <w:tr w:rsidR="00DD3199" w:rsidRPr="008C6DE4" w14:paraId="237006E1" w14:textId="77777777" w:rsidTr="00867D3A">
        <w:trPr>
          <w:cantSplit/>
          <w:jc w:val="center"/>
        </w:trPr>
        <w:tc>
          <w:tcPr>
            <w:tcW w:w="4395" w:type="dxa"/>
          </w:tcPr>
          <w:p w14:paraId="261386B2" w14:textId="77777777" w:rsidR="00D4281A" w:rsidRPr="008C6DE4" w:rsidRDefault="00D4281A" w:rsidP="004E1B83">
            <w:pPr>
              <w:pStyle w:val="TAL"/>
              <w:rPr>
                <w:lang w:val="sv-SE"/>
              </w:rPr>
            </w:pPr>
            <w:r w:rsidRPr="008C6DE4">
              <w:rPr>
                <w:lang w:val="sv-SE"/>
              </w:rPr>
              <w:t>Inter-RAT (E-UTRA FDD, E-UTRA TDD) RSTD</w:t>
            </w:r>
            <w:r w:rsidRPr="008C6DE4">
              <w:rPr>
                <w:vertAlign w:val="superscript"/>
                <w:lang w:val="sv-SE"/>
              </w:rPr>
              <w:t xml:space="preserve"> Note 2,4,5</w:t>
            </w:r>
          </w:p>
        </w:tc>
        <w:tc>
          <w:tcPr>
            <w:tcW w:w="992" w:type="dxa"/>
          </w:tcPr>
          <w:p w14:paraId="5623334E" w14:textId="77777777" w:rsidR="00D4281A" w:rsidRPr="008C6DE4" w:rsidRDefault="00D4281A" w:rsidP="004E1B83">
            <w:pPr>
              <w:pStyle w:val="TAC"/>
              <w:rPr>
                <w:lang w:val="sv-SE"/>
              </w:rPr>
            </w:pPr>
            <w:r w:rsidRPr="008C6DE4">
              <w:rPr>
                <w:lang w:val="sv-SE"/>
              </w:rPr>
              <w:t>1</w:t>
            </w:r>
          </w:p>
        </w:tc>
        <w:tc>
          <w:tcPr>
            <w:tcW w:w="4094" w:type="dxa"/>
          </w:tcPr>
          <w:p w14:paraId="1F740C9B" w14:textId="77777777" w:rsidR="00D4281A" w:rsidRPr="008C6DE4" w:rsidRDefault="00D4281A" w:rsidP="004E1B83">
            <w:pPr>
              <w:pStyle w:val="TAL"/>
            </w:pPr>
            <w:r w:rsidRPr="008C6DE4">
              <w:t>Inter-RAT RSTD measurement reporting for UE supporting OTDOA; 1 report capable of minimum 16 inter-RAT cell measurements.</w:t>
            </w:r>
          </w:p>
          <w:p w14:paraId="421464E9" w14:textId="77777777" w:rsidR="00D4281A" w:rsidRPr="008C6DE4" w:rsidRDefault="00D4281A" w:rsidP="004E1B83">
            <w:pPr>
              <w:pStyle w:val="TAL"/>
            </w:pPr>
            <w:r w:rsidRPr="008C6DE4">
              <w:t xml:space="preserve">Only applicable for UE with this (inter-RAT RSTD via LPP [22]) capability. These reporting criteria apply for any E-UTRA </w:t>
            </w:r>
            <w:r w:rsidRPr="008C6DE4">
              <w:rPr>
                <w:szCs w:val="18"/>
              </w:rPr>
              <w:t>carrier frequencies other than the carrier frequency of the E-UTRA PSCell or E-UTRA SCell.</w:t>
            </w:r>
          </w:p>
        </w:tc>
      </w:tr>
      <w:tr w:rsidR="00DD3199" w:rsidRPr="008C6DE4" w14:paraId="008C7C39" w14:textId="77777777" w:rsidTr="00867D3A">
        <w:trPr>
          <w:cantSplit/>
          <w:jc w:val="center"/>
        </w:trPr>
        <w:tc>
          <w:tcPr>
            <w:tcW w:w="4395" w:type="dxa"/>
          </w:tcPr>
          <w:p w14:paraId="1BC49D1D" w14:textId="77777777" w:rsidR="00D4281A" w:rsidRPr="008C6DE4" w:rsidRDefault="00D4281A" w:rsidP="004E1B83">
            <w:pPr>
              <w:pStyle w:val="TAL"/>
              <w:rPr>
                <w:lang w:val="en-US"/>
              </w:rPr>
            </w:pPr>
            <w:r w:rsidRPr="008C6DE4">
              <w:t xml:space="preserve">Inter-RAT </w:t>
            </w:r>
            <w:r w:rsidRPr="008C6DE4">
              <w:rPr>
                <w:lang w:val="en-US"/>
              </w:rPr>
              <w:t xml:space="preserve">(E-UTRA FDD, E-UTRA TDD) </w:t>
            </w:r>
            <w:r w:rsidRPr="008C6DE4">
              <w:t>RSRP and RSRQ measurements for E-CID</w:t>
            </w:r>
            <w:r w:rsidRPr="008C6DE4">
              <w:rPr>
                <w:vertAlign w:val="superscript"/>
              </w:rPr>
              <w:t xml:space="preserve"> Note 2,4,5</w:t>
            </w:r>
          </w:p>
        </w:tc>
        <w:tc>
          <w:tcPr>
            <w:tcW w:w="992" w:type="dxa"/>
          </w:tcPr>
          <w:p w14:paraId="60CC1DED" w14:textId="77777777" w:rsidR="00D4281A" w:rsidRPr="008C6DE4" w:rsidRDefault="00D4281A" w:rsidP="004E1B83">
            <w:pPr>
              <w:pStyle w:val="TAC"/>
              <w:rPr>
                <w:lang w:val="sv-SE"/>
              </w:rPr>
            </w:pPr>
            <w:r w:rsidRPr="008C6DE4">
              <w:t>1</w:t>
            </w:r>
          </w:p>
        </w:tc>
        <w:tc>
          <w:tcPr>
            <w:tcW w:w="4094" w:type="dxa"/>
          </w:tcPr>
          <w:p w14:paraId="11A4F660" w14:textId="77777777" w:rsidR="00D4281A" w:rsidRPr="008C6DE4" w:rsidRDefault="00D4281A" w:rsidP="004E1B83">
            <w:pPr>
              <w:pStyle w:val="TAL"/>
            </w:pPr>
            <w:r w:rsidRPr="008C6DE4">
              <w:t xml:space="preserve">Inter-RAT RSRP and RSRQ measurements for E-CID reported to E-SMLC via LPP [22]. One report capable of at least in total 10 inter-RAT RSRP and RSRQ measurements. Applicable to UE capable of reporting inter-RAT RSRP and RSRQ to E-SMLC via LPP. These reporting criteria apply for any E-UTRA </w:t>
            </w:r>
            <w:r w:rsidRPr="008C6DE4">
              <w:rPr>
                <w:szCs w:val="18"/>
              </w:rPr>
              <w:t>carrier frequencies other than the carrier frequency of the E-UTRA PSCell or E-UTRA SCell</w:t>
            </w:r>
            <w:r w:rsidRPr="008C6DE4">
              <w:t>.</w:t>
            </w:r>
          </w:p>
        </w:tc>
      </w:tr>
      <w:tr w:rsidR="00D4281A" w:rsidRPr="008C6DE4" w14:paraId="58E596D4" w14:textId="77777777" w:rsidTr="00867D3A">
        <w:trPr>
          <w:cantSplit/>
          <w:jc w:val="center"/>
        </w:trPr>
        <w:tc>
          <w:tcPr>
            <w:tcW w:w="9481" w:type="dxa"/>
            <w:gridSpan w:val="3"/>
          </w:tcPr>
          <w:p w14:paraId="288644CA" w14:textId="77777777" w:rsidR="00D4281A" w:rsidRPr="008C6DE4" w:rsidRDefault="00D4281A" w:rsidP="004E1B83">
            <w:pPr>
              <w:pStyle w:val="TAN"/>
            </w:pPr>
            <w:r w:rsidRPr="008C6DE4">
              <w:t>NOTE 1:</w:t>
            </w:r>
            <w:r w:rsidRPr="008C6DE4">
              <w:tab/>
              <w:t xml:space="preserve">When the UE is configured with PSCell and SCell carrier frequencies, </w:t>
            </w:r>
            <w:r w:rsidRPr="008C6DE4">
              <w:rPr>
                <w:rFonts w:cs="v4.2.0"/>
              </w:rPr>
              <w:t>E</w:t>
            </w:r>
            <w:r w:rsidRPr="008C6DE4">
              <w:rPr>
                <w:rFonts w:cs="v4.2.0"/>
                <w:vertAlign w:val="subscript"/>
              </w:rPr>
              <w:t>cat</w:t>
            </w:r>
            <w:r w:rsidRPr="008C6DE4">
              <w:t xml:space="preserve"> for Intra-frequency is applied per corresponding NR serving frequency.</w:t>
            </w:r>
          </w:p>
          <w:p w14:paraId="4209C80F" w14:textId="77777777" w:rsidR="00D4281A" w:rsidRPr="008C6DE4" w:rsidRDefault="00D4281A" w:rsidP="004E1B83">
            <w:pPr>
              <w:pStyle w:val="TAN"/>
            </w:pPr>
            <w:r w:rsidRPr="008C6DE4">
              <w:t>NOTE 2: Applicable for UE configured with SA NR operation mode.</w:t>
            </w:r>
          </w:p>
          <w:p w14:paraId="0C4CC227" w14:textId="77777777" w:rsidR="00D4281A" w:rsidRPr="008C6DE4" w:rsidRDefault="00D4281A" w:rsidP="004E1B83">
            <w:pPr>
              <w:pStyle w:val="TAN"/>
            </w:pPr>
            <w:r w:rsidRPr="008C6DE4">
              <w:t>NOTE 3: Applicable for UE configured with EN-DC operation mode.</w:t>
            </w:r>
          </w:p>
          <w:p w14:paraId="77C1141A" w14:textId="77777777" w:rsidR="00D4281A" w:rsidRPr="008C6DE4" w:rsidRDefault="00D4281A" w:rsidP="004E1B83">
            <w:pPr>
              <w:pStyle w:val="TAN"/>
            </w:pPr>
            <w:r w:rsidRPr="008C6DE4">
              <w:t>NOTE 4: Applicable for UE configured with NE-DC operation mode.</w:t>
            </w:r>
          </w:p>
          <w:p w14:paraId="6FBDA165" w14:textId="269594E5" w:rsidR="00D4281A" w:rsidRPr="008C6DE4" w:rsidRDefault="00D4281A" w:rsidP="00867D3A">
            <w:pPr>
              <w:pStyle w:val="TAN"/>
            </w:pPr>
            <w:r w:rsidRPr="008C6DE4">
              <w:t>NOTE 5: Applicable for UE configured with NR-DC operation mode.</w:t>
            </w:r>
          </w:p>
        </w:tc>
      </w:tr>
    </w:tbl>
    <w:p w14:paraId="7AD815A9" w14:textId="77777777" w:rsidR="00D4281A" w:rsidRPr="008C6DE4" w:rsidRDefault="00D4281A" w:rsidP="00D4281A"/>
    <w:p w14:paraId="4EC3DBA5" w14:textId="77777777" w:rsidR="00D4281A" w:rsidRPr="008C6DE4" w:rsidRDefault="00D4281A" w:rsidP="00D4281A">
      <w:pPr>
        <w:pStyle w:val="Heading3"/>
      </w:pPr>
      <w:bookmarkStart w:id="170" w:name="_Toc5952693"/>
      <w:bookmarkEnd w:id="165"/>
      <w:r w:rsidRPr="008C6DE4">
        <w:t>9.1.5</w:t>
      </w:r>
      <w:r w:rsidRPr="008C6DE4">
        <w:tab/>
        <w:t>Carrier-specific scaling factor</w:t>
      </w:r>
    </w:p>
    <w:p w14:paraId="4ACE2E78" w14:textId="4A8242D4" w:rsidR="00D4281A" w:rsidRPr="008C6DE4" w:rsidRDefault="00D4281A" w:rsidP="00D4281A">
      <w:r w:rsidRPr="008C6DE4">
        <w:rPr>
          <w:rFonts w:cs="v4.2.0"/>
        </w:rPr>
        <w:t>This clause specifies the derivation of carrier-specific scaling factor (</w:t>
      </w:r>
      <w:r w:rsidRPr="008C6DE4">
        <w:t xml:space="preserve">CSSF) values, which scales the measurement delay requirements given in clause 9.2, 9.3 and 9.4 when UE is configured to monitor multiple </w:t>
      </w:r>
      <w:r w:rsidRPr="008C6DE4">
        <w:rPr>
          <w:lang w:val="en-US"/>
        </w:rPr>
        <w:t>measurement objects</w:t>
      </w:r>
      <w:r w:rsidRPr="008C6DE4">
        <w:t>. The CSSF values are categorized into CSSF</w:t>
      </w:r>
      <w:r w:rsidRPr="008C6DE4">
        <w:rPr>
          <w:vertAlign w:val="subscript"/>
        </w:rPr>
        <w:t xml:space="preserve">outside_gap,i </w:t>
      </w:r>
      <w:r w:rsidRPr="008C6DE4">
        <w:rPr>
          <w:rFonts w:eastAsia="Times New Roman"/>
        </w:rPr>
        <w:t>and</w:t>
      </w:r>
      <w:r w:rsidRPr="008C6DE4">
        <w:rPr>
          <w:i/>
        </w:rPr>
        <w:t xml:space="preserve"> </w:t>
      </w:r>
      <w:r w:rsidRPr="008C6DE4">
        <w:t>CSSF</w:t>
      </w:r>
      <w:r w:rsidRPr="008C6DE4">
        <w:rPr>
          <w:vertAlign w:val="subscript"/>
        </w:rPr>
        <w:t>within_gap,i</w:t>
      </w:r>
      <w:r w:rsidRPr="008C6DE4">
        <w:t>, for the measurements conducted outside measurement gaps and within measurement gaps, respectively.</w:t>
      </w:r>
    </w:p>
    <w:p w14:paraId="62D99027" w14:textId="77777777" w:rsidR="00D4281A" w:rsidRPr="008C6DE4" w:rsidRDefault="00D4281A" w:rsidP="00D4281A">
      <w:pPr>
        <w:pStyle w:val="Heading4"/>
      </w:pPr>
      <w:bookmarkStart w:id="171" w:name="_Toc5952686"/>
      <w:r w:rsidRPr="008C6DE4">
        <w:t>9.1.5.1</w:t>
      </w:r>
      <w:r w:rsidRPr="008C6DE4">
        <w:tab/>
        <w:t>Monitoring of multiple layers outside gaps</w:t>
      </w:r>
      <w:bookmarkEnd w:id="171"/>
    </w:p>
    <w:p w14:paraId="7B675A50" w14:textId="77777777" w:rsidR="00F94E6F" w:rsidRPr="008C6DE4" w:rsidRDefault="00F94E6F" w:rsidP="00F94E6F">
      <w:pPr>
        <w:rPr>
          <w:iCs/>
        </w:rPr>
      </w:pPr>
      <w:r w:rsidRPr="008C6DE4">
        <w:t>The carrier-specific scaling factor CSSF</w:t>
      </w:r>
      <w:r w:rsidRPr="008C6DE4">
        <w:rPr>
          <w:vertAlign w:val="subscript"/>
        </w:rPr>
        <w:t xml:space="preserve">outside_gap,i </w:t>
      </w:r>
      <w:r w:rsidRPr="008C6DE4">
        <w:t xml:space="preserve">for </w:t>
      </w:r>
      <w:r w:rsidRPr="008C6DE4">
        <w:rPr>
          <w:lang w:val="en-US"/>
        </w:rPr>
        <w:t>measurement object</w:t>
      </w:r>
      <w:r w:rsidRPr="008C6DE4">
        <w:t xml:space="preserve"> </w:t>
      </w:r>
      <w:r w:rsidRPr="008C6DE4">
        <w:rPr>
          <w:i/>
        </w:rPr>
        <w:t>i</w:t>
      </w:r>
      <w:r w:rsidRPr="008C6DE4">
        <w:rPr>
          <w:iCs/>
        </w:rPr>
        <w:t xml:space="preserve"> derived in this chapter is applied to following measurement types:</w:t>
      </w:r>
    </w:p>
    <w:p w14:paraId="47009AF6" w14:textId="77777777" w:rsidR="00F94E6F" w:rsidRPr="008C6DE4" w:rsidRDefault="00F94E6F" w:rsidP="00F94E6F">
      <w:pPr>
        <w:pStyle w:val="B10"/>
      </w:pPr>
      <w:r w:rsidRPr="008C6DE4">
        <w:t>-</w:t>
      </w:r>
      <w:r w:rsidRPr="008C6DE4">
        <w:tab/>
        <w:t xml:space="preserve">Intra-frequency measurement with no measurement gap in clause 9.2.5, when none of the SMTC occasions of this intra-frequency </w:t>
      </w:r>
      <w:r w:rsidRPr="008C6DE4">
        <w:rPr>
          <w:lang w:val="en-US"/>
        </w:rPr>
        <w:t>measurement object</w:t>
      </w:r>
      <w:r w:rsidRPr="008C6DE4">
        <w:t xml:space="preserve"> are overlapped by the measurement gap.</w:t>
      </w:r>
    </w:p>
    <w:p w14:paraId="7D45986B" w14:textId="77777777" w:rsidR="00F94E6F" w:rsidRDefault="00F94E6F" w:rsidP="00F94E6F">
      <w:pPr>
        <w:pStyle w:val="B10"/>
      </w:pPr>
      <w:r w:rsidRPr="008C6DE4">
        <w:t>-</w:t>
      </w:r>
      <w:r w:rsidRPr="008C6DE4">
        <w:tab/>
        <w:t xml:space="preserve">Intra-frequency measurement with no measurement gap in clause 9.2.5, when part of the SMTC occasions of this intra-frequency </w:t>
      </w:r>
      <w:r w:rsidRPr="008C6DE4">
        <w:rPr>
          <w:lang w:val="en-US"/>
        </w:rPr>
        <w:t>measurement object</w:t>
      </w:r>
      <w:r w:rsidRPr="008C6DE4">
        <w:t xml:space="preserve"> are overlapped by the measurement gap.</w:t>
      </w:r>
    </w:p>
    <w:p w14:paraId="71F544E4" w14:textId="604333E2" w:rsidR="00F94E6F" w:rsidRDefault="00F94E6F" w:rsidP="00F94E6F">
      <w:pPr>
        <w:pStyle w:val="B3"/>
        <w:ind w:left="568"/>
        <w:rPr>
          <w:noProof/>
          <w:lang w:eastAsia="zh-CN"/>
        </w:rPr>
      </w:pPr>
      <w:r>
        <w:rPr>
          <w:noProof/>
          <w:lang w:eastAsia="zh-CN"/>
        </w:rPr>
        <w:t>-</w:t>
      </w:r>
      <w:r>
        <w:rPr>
          <w:noProof/>
          <w:lang w:eastAsia="zh-CN"/>
        </w:rPr>
        <w:tab/>
        <w:t xml:space="preserve">For a UE in </w:t>
      </w:r>
      <w:r>
        <w:t>E-UTRA-NR dual connectivity operation</w:t>
      </w:r>
      <w:r>
        <w:rPr>
          <w:noProof/>
          <w:lang w:eastAsia="zh-CN"/>
        </w:rPr>
        <w:t xml:space="preserve">, </w:t>
      </w:r>
      <w:r w:rsidRPr="00B179D9">
        <w:rPr>
          <w:noProof/>
          <w:lang w:eastAsia="zh-CN"/>
        </w:rPr>
        <w:t xml:space="preserve">NR inter-RAT </w:t>
      </w:r>
      <w:r w:rsidRPr="00B179D9">
        <w:t xml:space="preserve">measurement </w:t>
      </w:r>
      <w:r>
        <w:t xml:space="preserve">object </w:t>
      </w:r>
      <w:r w:rsidRPr="00B179D9">
        <w:t>configured by the E-UTRAN P</w:t>
      </w:r>
      <w:r>
        <w:t>C</w:t>
      </w:r>
      <w:r w:rsidRPr="00B179D9">
        <w:t>el</w:t>
      </w:r>
      <w:r>
        <w:t>l</w:t>
      </w:r>
      <w:r w:rsidRPr="00B179D9">
        <w:rPr>
          <w:noProof/>
          <w:lang w:eastAsia="zh-CN"/>
        </w:rPr>
        <w:t xml:space="preserve"> on </w:t>
      </w:r>
      <w:r>
        <w:rPr>
          <w:noProof/>
          <w:lang w:eastAsia="zh-CN"/>
        </w:rPr>
        <w:t>an</w:t>
      </w:r>
      <w:r w:rsidRPr="00B179D9">
        <w:rPr>
          <w:noProof/>
          <w:lang w:eastAsia="zh-CN"/>
        </w:rPr>
        <w:t xml:space="preserve"> NR serving </w:t>
      </w:r>
      <w:r>
        <w:rPr>
          <w:noProof/>
          <w:lang w:eastAsia="zh-CN"/>
        </w:rPr>
        <w:t xml:space="preserve">carrier </w:t>
      </w:r>
    </w:p>
    <w:p w14:paraId="6960E120" w14:textId="77777777" w:rsidR="00F94E6F" w:rsidRDefault="00F94E6F" w:rsidP="00F94E6F">
      <w:pPr>
        <w:pStyle w:val="B2"/>
      </w:pPr>
      <w:r>
        <w:rPr>
          <w:rFonts w:eastAsia="Times New Roman"/>
        </w:rPr>
        <w:t>-</w:t>
      </w:r>
      <w:r>
        <w:rPr>
          <w:rFonts w:eastAsia="Times New Roman"/>
        </w:rPr>
        <w:tab/>
      </w:r>
      <w:r w:rsidRPr="00DD3199">
        <w:t xml:space="preserve">the SSB is completely contained in the </w:t>
      </w:r>
      <w:r w:rsidRPr="00DD3199">
        <w:rPr>
          <w:lang w:eastAsia="zh-CN"/>
        </w:rPr>
        <w:t>active BWP</w:t>
      </w:r>
      <w:r>
        <w:t xml:space="preserve"> </w:t>
      </w:r>
      <w:r w:rsidRPr="00DD3199">
        <w:t>of the UE</w:t>
      </w:r>
      <w:r>
        <w:t xml:space="preserve">, and </w:t>
      </w:r>
    </w:p>
    <w:p w14:paraId="44A98408" w14:textId="77777777" w:rsidR="00F94E6F" w:rsidRPr="00430F90" w:rsidRDefault="00F94E6F" w:rsidP="00F94E6F">
      <w:pPr>
        <w:pStyle w:val="B2"/>
        <w:rPr>
          <w:rFonts w:eastAsia="Times New Roman"/>
        </w:rPr>
      </w:pPr>
      <w:r>
        <w:rPr>
          <w:rFonts w:eastAsia="Times New Roman"/>
        </w:rPr>
        <w:t>-</w:t>
      </w:r>
      <w:r w:rsidRPr="00430F90">
        <w:rPr>
          <w:rFonts w:eastAsia="Times New Roman"/>
        </w:rPr>
        <w:tab/>
      </w:r>
      <w:r w:rsidRPr="00DD3199">
        <w:rPr>
          <w:rFonts w:eastAsia="Times New Roman"/>
        </w:rPr>
        <w:t>none</w:t>
      </w:r>
      <w:r>
        <w:rPr>
          <w:rFonts w:eastAsia="Times New Roman"/>
        </w:rPr>
        <w:t xml:space="preserve"> or part of</w:t>
      </w:r>
      <w:r w:rsidRPr="00DD3199">
        <w:rPr>
          <w:rFonts w:eastAsia="Times New Roman"/>
        </w:rPr>
        <w:t xml:space="preserve"> the SMTC occasions of this </w:t>
      </w:r>
      <w:r>
        <w:rPr>
          <w:rFonts w:eastAsia="Times New Roman"/>
        </w:rPr>
        <w:t>inter-RAT</w:t>
      </w:r>
      <w:r w:rsidRPr="00DD3199">
        <w:rPr>
          <w:rFonts w:eastAsia="Times New Roman"/>
        </w:rPr>
        <w:t xml:space="preserve"> </w:t>
      </w:r>
      <w:r w:rsidRPr="00430F90">
        <w:rPr>
          <w:rFonts w:eastAsia="Times New Roman"/>
        </w:rPr>
        <w:t>measurement object</w:t>
      </w:r>
      <w:r w:rsidRPr="00DD3199">
        <w:rPr>
          <w:rFonts w:eastAsia="Times New Roman"/>
        </w:rPr>
        <w:t xml:space="preserve"> are overlapped by the measurement gap</w:t>
      </w:r>
      <w:r>
        <w:rPr>
          <w:rFonts w:eastAsia="Times New Roman"/>
        </w:rPr>
        <w:t>;</w:t>
      </w:r>
    </w:p>
    <w:p w14:paraId="040A7AC5" w14:textId="77777777" w:rsidR="00F94E6F" w:rsidRDefault="00F94E6F" w:rsidP="00F94E6F">
      <w:r w:rsidRPr="008C6DE4">
        <w:t xml:space="preserve">UE is expected to conduct the measurement of this </w:t>
      </w:r>
      <w:r w:rsidRPr="008C6DE4">
        <w:rPr>
          <w:lang w:val="en-US"/>
        </w:rPr>
        <w:t>measurement object</w:t>
      </w:r>
      <w:r w:rsidRPr="008C6DE4">
        <w:t xml:space="preserve"> </w:t>
      </w:r>
      <w:r w:rsidRPr="008C6DE4">
        <w:rPr>
          <w:i/>
        </w:rPr>
        <w:t>i</w:t>
      </w:r>
      <w:r w:rsidRPr="008C6DE4">
        <w:t xml:space="preserve"> only outside the measurement gaps.</w:t>
      </w:r>
    </w:p>
    <w:p w14:paraId="2114782A" w14:textId="77777777" w:rsidR="00F94E6F" w:rsidRPr="00012AAC" w:rsidRDefault="00F94E6F" w:rsidP="00F94E6F">
      <w:r w:rsidRPr="00012AAC">
        <w:rPr>
          <w:noProof/>
          <w:lang w:eastAsia="zh-CN"/>
        </w:rPr>
        <w:t xml:space="preserve">For a UE in </w:t>
      </w:r>
      <w:r w:rsidRPr="00012AAC">
        <w:t>E-UTRA-NR dual connectivity operation</w:t>
      </w:r>
      <w:r w:rsidRPr="00012AAC">
        <w:rPr>
          <w:noProof/>
          <w:lang w:eastAsia="zh-CN"/>
        </w:rPr>
        <w:t xml:space="preserve">, </w:t>
      </w:r>
      <w:r w:rsidRPr="00F94E6F">
        <w:rPr>
          <w:lang w:eastAsia="zh-CN"/>
        </w:rPr>
        <w:t xml:space="preserve">if </w:t>
      </w:r>
      <w:r w:rsidRPr="00F94E6F">
        <w:rPr>
          <w:lang w:val="en-US" w:eastAsia="zh-CN"/>
        </w:rPr>
        <w:t xml:space="preserve">a measurement object configured by PSCell and an NR inter-RAT measurment object configured by E-UTRAN PCell are on the same serving carrier, </w:t>
      </w:r>
      <w:r w:rsidRPr="00F94E6F">
        <w:rPr>
          <w:lang w:eastAsia="zh-CN"/>
        </w:rPr>
        <w:t xml:space="preserve">they shall be counted as one intra-frequency measurement object, provided </w:t>
      </w:r>
      <w:r w:rsidRPr="00F94E6F">
        <w:rPr>
          <w:lang w:val="en-US" w:eastAsia="zh-CN"/>
        </w:rPr>
        <w:t xml:space="preserve">that </w:t>
      </w:r>
      <w:r w:rsidRPr="00F94E6F">
        <w:rPr>
          <w:lang w:eastAsia="zh-CN"/>
        </w:rPr>
        <w:t>they meet</w:t>
      </w:r>
      <w:r w:rsidRPr="00F94E6F">
        <w:rPr>
          <w:lang w:val="en-US" w:eastAsia="zh-CN"/>
        </w:rPr>
        <w:t xml:space="preserve"> the measurement object merging conditions [in clause 9.1.3.2]</w:t>
      </w:r>
      <w:r w:rsidRPr="00F94E6F">
        <w:rPr>
          <w:lang w:eastAsia="zh-CN"/>
        </w:rPr>
        <w:t>.</w:t>
      </w:r>
    </w:p>
    <w:p w14:paraId="087CC388" w14:textId="70176565" w:rsidR="00F94E6F" w:rsidRPr="008C6DE4" w:rsidRDefault="00F94E6F" w:rsidP="004E1B83">
      <w:r w:rsidRPr="008C6DE4">
        <w:rPr>
          <w:rFonts w:eastAsia="Times New Roman"/>
          <w:lang w:val="en-US"/>
        </w:rPr>
        <w:t xml:space="preserve">If the higher layer signaling in TS 38.331 [2] </w:t>
      </w:r>
      <w:r w:rsidRPr="008C6DE4">
        <w:t xml:space="preserve">of </w:t>
      </w:r>
      <w:r w:rsidRPr="008C6DE4">
        <w:rPr>
          <w:i/>
        </w:rPr>
        <w:t>smtc2</w:t>
      </w:r>
      <w:r w:rsidRPr="008C6DE4">
        <w:t xml:space="preserve"> is present and </w:t>
      </w:r>
      <w:r w:rsidRPr="008C6DE4">
        <w:rPr>
          <w:i/>
        </w:rPr>
        <w:t>smtc1</w:t>
      </w:r>
      <w:r w:rsidRPr="008C6DE4">
        <w:t xml:space="preserve"> is fully overlapping with measurement gaps and </w:t>
      </w:r>
      <w:r w:rsidRPr="008C6DE4">
        <w:rPr>
          <w:i/>
        </w:rPr>
        <w:t>smtc2</w:t>
      </w:r>
      <w:r w:rsidRPr="008C6DE4">
        <w:t xml:space="preserve"> is partially overlapping with measurement gaps, CSSF</w:t>
      </w:r>
      <w:r w:rsidRPr="008C6DE4">
        <w:rPr>
          <w:vertAlign w:val="subscript"/>
        </w:rPr>
        <w:t>outside_gap,i</w:t>
      </w:r>
      <w:r w:rsidRPr="008C6DE4">
        <w:t xml:space="preserve"> and requirements </w:t>
      </w:r>
      <w:r>
        <w:t>derived</w:t>
      </w:r>
      <w:r w:rsidRPr="008C6DE4">
        <w:t xml:space="preserve"> from CSSF</w:t>
      </w:r>
      <w:r w:rsidRPr="008C6DE4">
        <w:rPr>
          <w:vertAlign w:val="subscript"/>
        </w:rPr>
        <w:t>outside_gap,i</w:t>
      </w:r>
      <w:r w:rsidRPr="008C6DE4">
        <w:t xml:space="preserve"> are not specified.</w:t>
      </w:r>
    </w:p>
    <w:p w14:paraId="43221FD1" w14:textId="428927E5" w:rsidR="00D4281A" w:rsidRDefault="00D4281A" w:rsidP="00D4281A">
      <w:pPr>
        <w:rPr>
          <w:noProof/>
        </w:rPr>
      </w:pPr>
      <w:r w:rsidRPr="008C6DE4">
        <w:rPr>
          <w:noProof/>
        </w:rPr>
        <w:t xml:space="preserve">The UE cell identification and measurement periods derived based on </w:t>
      </w:r>
      <w:r w:rsidRPr="008C6DE4">
        <w:rPr>
          <w:noProof/>
          <w:lang w:val="en-US"/>
        </w:rPr>
        <w:t>CSSF</w:t>
      </w:r>
      <w:r w:rsidRPr="008C6DE4">
        <w:rPr>
          <w:szCs w:val="24"/>
          <w:vertAlign w:val="subscript"/>
          <w:lang w:val="en-US"/>
        </w:rPr>
        <w:t>outside_gap,i</w:t>
      </w:r>
      <w:r w:rsidRPr="008C6DE4">
        <w:rPr>
          <w:noProof/>
        </w:rPr>
        <w:t xml:space="preserve"> in clauses 9.2.5.1, 9.2.5.2 may be extended for measurement objects of which the cell identification and measurement periods are overlapped with </w:t>
      </w:r>
      <w:r w:rsidRPr="008C6DE4">
        <w:rPr>
          <w:rFonts w:eastAsia="Times New Roman"/>
          <w:lang w:eastAsia="ko-KR"/>
        </w:rPr>
        <w:t>T</w:t>
      </w:r>
      <w:r w:rsidRPr="008C6DE4">
        <w:rPr>
          <w:rFonts w:eastAsia="Times New Roman"/>
          <w:vertAlign w:val="subscript"/>
          <w:lang w:eastAsia="ko-KR"/>
        </w:rPr>
        <w:t>measure_SFTD1</w:t>
      </w:r>
      <w:r w:rsidRPr="008C6DE4">
        <w:rPr>
          <w:rFonts w:eastAsia="Times New Roman"/>
          <w:lang w:eastAsia="ko-KR"/>
        </w:rPr>
        <w:t xml:space="preserve"> </w:t>
      </w:r>
      <w:r w:rsidRPr="008C6DE4">
        <w:rPr>
          <w:noProof/>
        </w:rPr>
        <w:t>specified in clause 9.3.8 when no measurement gaps are provided.</w:t>
      </w:r>
    </w:p>
    <w:p w14:paraId="4C0F27B4" w14:textId="77777777" w:rsidR="00FA0A2B" w:rsidRDefault="00FA0A2B" w:rsidP="00FA0A2B">
      <w:pPr>
        <w:rPr>
          <w:noProof/>
          <w:lang w:eastAsia="zh-CN"/>
        </w:rPr>
      </w:pPr>
      <w:r>
        <w:rPr>
          <w:noProof/>
          <w:lang w:eastAsia="zh-CN"/>
        </w:rPr>
        <w:t>The</w:t>
      </w:r>
      <w:r w:rsidRPr="009D30B2">
        <w:rPr>
          <w:noProof/>
          <w:lang w:eastAsia="zh-CN"/>
        </w:rPr>
        <w:t xml:space="preserve"> requirements in this clause apply provided that </w:t>
      </w:r>
    </w:p>
    <w:p w14:paraId="5E666197" w14:textId="16B3002D" w:rsidR="00997878" w:rsidRPr="009D30B2" w:rsidRDefault="00997878" w:rsidP="00997878">
      <w:pPr>
        <w:pStyle w:val="B10"/>
        <w:rPr>
          <w:noProof/>
          <w:lang w:eastAsia="zh-CN"/>
        </w:rPr>
      </w:pPr>
      <w:r>
        <w:rPr>
          <w:noProof/>
          <w:lang w:eastAsia="zh-CN"/>
        </w:rPr>
        <w:t>-</w:t>
      </w:r>
      <w:r>
        <w:rPr>
          <w:noProof/>
          <w:lang w:eastAsia="zh-CN"/>
        </w:rPr>
        <w:tab/>
        <w:t>T</w:t>
      </w:r>
      <w:r w:rsidRPr="009D30B2">
        <w:rPr>
          <w:noProof/>
          <w:lang w:eastAsia="zh-CN"/>
        </w:rPr>
        <w:t>he SMTC on all CCs in FR2 have the same offset, and one of following conditions is met</w:t>
      </w:r>
    </w:p>
    <w:p w14:paraId="18BABA05" w14:textId="25740408" w:rsidR="00997878" w:rsidRPr="009D30B2" w:rsidRDefault="00997878" w:rsidP="00997878">
      <w:pPr>
        <w:pStyle w:val="B2"/>
        <w:rPr>
          <w:noProof/>
          <w:lang w:eastAsia="zh-CN"/>
        </w:rPr>
      </w:pPr>
      <w:r>
        <w:rPr>
          <w:noProof/>
          <w:lang w:eastAsia="zh-CN"/>
        </w:rPr>
        <w:t>-</w:t>
      </w:r>
      <w:r>
        <w:rPr>
          <w:noProof/>
          <w:lang w:eastAsia="zh-CN"/>
        </w:rPr>
        <w:tab/>
      </w:r>
      <w:r w:rsidRPr="009D30B2">
        <w:rPr>
          <w:noProof/>
          <w:lang w:eastAsia="zh-CN"/>
        </w:rPr>
        <w:t xml:space="preserve">If </w:t>
      </w:r>
      <w:r w:rsidRPr="009D30B2">
        <w:rPr>
          <w:i/>
          <w:noProof/>
          <w:lang w:eastAsia="zh-CN"/>
        </w:rPr>
        <w:t>smtc2</w:t>
      </w:r>
      <w:r w:rsidRPr="009D30B2">
        <w:rPr>
          <w:noProof/>
          <w:lang w:eastAsia="zh-CN"/>
        </w:rPr>
        <w:t xml:space="preserve"> is configured on any FR2 CC, </w:t>
      </w:r>
    </w:p>
    <w:p w14:paraId="4E7F1554" w14:textId="7422A6C6" w:rsidR="00997878" w:rsidRPr="009D30B2" w:rsidRDefault="00997878" w:rsidP="00997878">
      <w:pPr>
        <w:pStyle w:val="B3"/>
        <w:rPr>
          <w:noProof/>
          <w:lang w:eastAsia="zh-CN"/>
        </w:rPr>
      </w:pPr>
      <w:r>
        <w:rPr>
          <w:noProof/>
          <w:lang w:eastAsia="zh-CN"/>
        </w:rPr>
        <w:t>-</w:t>
      </w:r>
      <w:r>
        <w:rPr>
          <w:noProof/>
          <w:lang w:eastAsia="zh-CN"/>
        </w:rPr>
        <w:tab/>
      </w:r>
      <w:r w:rsidRPr="009D30B2">
        <w:rPr>
          <w:noProof/>
          <w:lang w:eastAsia="zh-CN"/>
        </w:rPr>
        <w:t xml:space="preserve">All CCs have the same configuration for </w:t>
      </w:r>
      <w:r w:rsidRPr="009D30B2">
        <w:rPr>
          <w:i/>
          <w:noProof/>
          <w:lang w:eastAsia="zh-CN"/>
        </w:rPr>
        <w:t>smtc1</w:t>
      </w:r>
      <w:r w:rsidRPr="009D30B2">
        <w:rPr>
          <w:noProof/>
          <w:lang w:eastAsia="zh-CN"/>
        </w:rPr>
        <w:t>, and</w:t>
      </w:r>
    </w:p>
    <w:p w14:paraId="7C62043D" w14:textId="6B898B5B" w:rsidR="00997878" w:rsidRPr="009D30B2" w:rsidRDefault="00997878" w:rsidP="00997878">
      <w:pPr>
        <w:pStyle w:val="B3"/>
        <w:rPr>
          <w:noProof/>
          <w:lang w:eastAsia="zh-CN"/>
        </w:rPr>
      </w:pPr>
      <w:r>
        <w:rPr>
          <w:noProof/>
          <w:lang w:eastAsia="zh-CN"/>
        </w:rPr>
        <w:t>-</w:t>
      </w:r>
      <w:r>
        <w:rPr>
          <w:noProof/>
          <w:lang w:eastAsia="zh-CN"/>
        </w:rPr>
        <w:tab/>
      </w:r>
      <w:r w:rsidRPr="009D30B2">
        <w:rPr>
          <w:noProof/>
          <w:lang w:eastAsia="zh-CN"/>
        </w:rPr>
        <w:t xml:space="preserve">All CCs configured with </w:t>
      </w:r>
      <w:r w:rsidRPr="009D30B2">
        <w:rPr>
          <w:i/>
          <w:noProof/>
          <w:lang w:eastAsia="zh-CN"/>
        </w:rPr>
        <w:t>smtc2</w:t>
      </w:r>
      <w:r w:rsidRPr="009D30B2">
        <w:rPr>
          <w:noProof/>
          <w:lang w:eastAsia="zh-CN"/>
        </w:rPr>
        <w:t xml:space="preserve"> have the same configuration for </w:t>
      </w:r>
      <w:r w:rsidRPr="009D30B2">
        <w:rPr>
          <w:i/>
          <w:noProof/>
          <w:lang w:eastAsia="zh-CN"/>
        </w:rPr>
        <w:t>smtc2</w:t>
      </w:r>
    </w:p>
    <w:p w14:paraId="5749985D" w14:textId="50B538FC" w:rsidR="00997878" w:rsidRPr="009D30B2" w:rsidRDefault="00997878" w:rsidP="00997878">
      <w:pPr>
        <w:pStyle w:val="B10"/>
        <w:rPr>
          <w:noProof/>
          <w:lang w:eastAsia="zh-CN"/>
        </w:rPr>
      </w:pPr>
      <w:r>
        <w:rPr>
          <w:noProof/>
          <w:lang w:eastAsia="zh-CN"/>
        </w:rPr>
        <w:t>-</w:t>
      </w:r>
      <w:r>
        <w:rPr>
          <w:noProof/>
          <w:lang w:eastAsia="zh-CN"/>
        </w:rPr>
        <w:tab/>
      </w:r>
      <w:r w:rsidRPr="009D30B2">
        <w:rPr>
          <w:noProof/>
          <w:lang w:eastAsia="zh-CN"/>
        </w:rPr>
        <w:t xml:space="preserve">If </w:t>
      </w:r>
      <w:r w:rsidRPr="009D30B2">
        <w:rPr>
          <w:i/>
          <w:noProof/>
          <w:lang w:eastAsia="zh-CN"/>
        </w:rPr>
        <w:t>smtc2</w:t>
      </w:r>
      <w:r w:rsidRPr="009D30B2">
        <w:rPr>
          <w:noProof/>
          <w:lang w:eastAsia="zh-CN"/>
        </w:rPr>
        <w:t xml:space="preserve"> is not configured on any FR2 CC, </w:t>
      </w:r>
    </w:p>
    <w:p w14:paraId="3D66F988" w14:textId="6F4E3591" w:rsidR="00997878" w:rsidRPr="00F72E60" w:rsidRDefault="00997878" w:rsidP="00997878">
      <w:pPr>
        <w:pStyle w:val="B2"/>
        <w:rPr>
          <w:noProof/>
          <w:lang w:eastAsia="zh-CN"/>
        </w:rPr>
      </w:pPr>
      <w:r>
        <w:rPr>
          <w:noProof/>
          <w:lang w:eastAsia="zh-CN"/>
        </w:rPr>
        <w:t>-</w:t>
      </w:r>
      <w:r>
        <w:rPr>
          <w:noProof/>
          <w:lang w:eastAsia="zh-CN"/>
        </w:rPr>
        <w:tab/>
      </w:r>
      <w:r w:rsidRPr="009D30B2">
        <w:rPr>
          <w:noProof/>
          <w:lang w:eastAsia="zh-CN"/>
        </w:rPr>
        <w:t xml:space="preserve">The total number of different SMTC periodicities on all </w:t>
      </w:r>
      <w:r>
        <w:rPr>
          <w:noProof/>
          <w:lang w:eastAsia="zh-CN"/>
        </w:rPr>
        <w:t xml:space="preserve">serving </w:t>
      </w:r>
      <w:r w:rsidRPr="009D30B2">
        <w:rPr>
          <w:noProof/>
          <w:lang w:eastAsia="zh-CN"/>
        </w:rPr>
        <w:t xml:space="preserve">CCs does not exceed </w:t>
      </w:r>
      <w:r>
        <w:rPr>
          <w:noProof/>
          <w:lang w:eastAsia="zh-CN"/>
        </w:rPr>
        <w:t>4</w:t>
      </w:r>
    </w:p>
    <w:p w14:paraId="327FB6C4" w14:textId="337DCEA1" w:rsidR="00997878" w:rsidRDefault="00997878" w:rsidP="00997878">
      <w:pPr>
        <w:pStyle w:val="NO"/>
      </w:pPr>
      <w:r w:rsidRPr="00EE4120">
        <w:t>Note:</w:t>
      </w:r>
      <w:r w:rsidRPr="008C6DE4">
        <w:tab/>
      </w:r>
      <w:r w:rsidRPr="00EE4120">
        <w:t>Longer delays for cell identification and measurement periods derived based on CSSF</w:t>
      </w:r>
      <w:r w:rsidRPr="00EE4120">
        <w:rPr>
          <w:vertAlign w:val="subscript"/>
        </w:rPr>
        <w:t>outside_gap,i</w:t>
      </w:r>
      <w:r w:rsidRPr="00EE4120">
        <w:t xml:space="preserve"> in clauses 9.2.5.1, 9.2.5.2, can be expected, if the UE is configured with more than 4 different SMTC periodicities on FR2 serving carriers. The longer delay applies for the FR2 intra-frequency measurement objects with the longest SMTC periodicity/periodicities.</w:t>
      </w:r>
    </w:p>
    <w:p w14:paraId="0F2B6CAC" w14:textId="77777777" w:rsidR="00D4281A" w:rsidRPr="008C6DE4" w:rsidRDefault="00D4281A" w:rsidP="00D4281A">
      <w:pPr>
        <w:pStyle w:val="Heading5"/>
      </w:pPr>
      <w:r w:rsidRPr="008C6DE4">
        <w:t>9.1.5.1.1</w:t>
      </w:r>
      <w:r w:rsidRPr="008C6DE4">
        <w:tab/>
        <w:t>EN-DC mode: carrier-specific scaling factor for SSB-based measurements performed outside gaps</w:t>
      </w:r>
    </w:p>
    <w:p w14:paraId="0FF4AA80" w14:textId="77777777" w:rsidR="00D4281A" w:rsidRPr="008C6DE4" w:rsidRDefault="00D4281A" w:rsidP="00D4281A">
      <w:pPr>
        <w:rPr>
          <w:rFonts w:eastAsia="Times New Roman"/>
        </w:rPr>
      </w:pPr>
      <w:r w:rsidRPr="008C6DE4">
        <w:rPr>
          <w:rFonts w:eastAsia="Times New Roman"/>
        </w:rPr>
        <w:t xml:space="preserve">For UE configured with the E-UTRA-NR dual connectivity operation, the carrier-specific scaling factor </w:t>
      </w:r>
      <w:r w:rsidRPr="008C6DE4">
        <w:t>CSSF</w:t>
      </w:r>
      <w:r w:rsidRPr="008C6DE4">
        <w:rPr>
          <w:vertAlign w:val="subscript"/>
        </w:rPr>
        <w:t xml:space="preserve">outside_gap,i </w:t>
      </w:r>
      <w:r w:rsidRPr="008C6DE4">
        <w:t>for intra-frequency SSB-based measurements performed outside measurements gaps</w:t>
      </w:r>
      <w:r w:rsidRPr="008C6DE4">
        <w:rPr>
          <w:rFonts w:eastAsia="Times New Roman"/>
        </w:rPr>
        <w:t xml:space="preserve"> will be as specified in Table 9.1.5.1.1-1.</w:t>
      </w:r>
    </w:p>
    <w:p w14:paraId="383DA3D4" w14:textId="77777777" w:rsidR="00D4281A" w:rsidRPr="008C6DE4" w:rsidRDefault="00D4281A" w:rsidP="00D4281A">
      <w:pPr>
        <w:pStyle w:val="TH"/>
      </w:pPr>
      <w:r w:rsidRPr="008C6DE4">
        <w:t>Table 9.1.5.1.1-1: CSSF</w:t>
      </w:r>
      <w:r w:rsidRPr="008C6DE4">
        <w:rPr>
          <w:vertAlign w:val="subscript"/>
        </w:rPr>
        <w:t>outside_gap,i</w:t>
      </w:r>
      <w:r w:rsidRPr="008C6DE4">
        <w:t xml:space="preserve"> scaling factor for EN-DC mode</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340"/>
        <w:gridCol w:w="1418"/>
        <w:gridCol w:w="1453"/>
        <w:gridCol w:w="2091"/>
        <w:gridCol w:w="2048"/>
      </w:tblGrid>
      <w:tr w:rsidR="00DD3199" w:rsidRPr="008C6DE4" w14:paraId="5BBFD6F5" w14:textId="77777777" w:rsidTr="00867D3A">
        <w:trPr>
          <w:trHeight w:val="340"/>
          <w:jc w:val="center"/>
        </w:trPr>
        <w:tc>
          <w:tcPr>
            <w:tcW w:w="1702" w:type="dxa"/>
            <w:shd w:val="clear" w:color="auto" w:fill="auto"/>
          </w:tcPr>
          <w:p w14:paraId="2FC2BFC1" w14:textId="77777777" w:rsidR="00D4281A" w:rsidRPr="008C6DE4" w:rsidRDefault="00D4281A" w:rsidP="00867D3A">
            <w:pPr>
              <w:pStyle w:val="TAH"/>
              <w:rPr>
                <w:lang w:eastAsia="zh-CN"/>
              </w:rPr>
            </w:pPr>
            <w:r w:rsidRPr="008C6DE4">
              <w:t>Scenario</w:t>
            </w:r>
          </w:p>
        </w:tc>
        <w:tc>
          <w:tcPr>
            <w:tcW w:w="1340" w:type="dxa"/>
            <w:shd w:val="clear" w:color="auto" w:fill="auto"/>
          </w:tcPr>
          <w:p w14:paraId="5D430A61"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FR1 PSCC</w:t>
            </w:r>
          </w:p>
        </w:tc>
        <w:tc>
          <w:tcPr>
            <w:tcW w:w="1418" w:type="dxa"/>
            <w:shd w:val="clear" w:color="auto" w:fill="auto"/>
          </w:tcPr>
          <w:p w14:paraId="6FF21F13"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FR1 SCC</w:t>
            </w:r>
          </w:p>
        </w:tc>
        <w:tc>
          <w:tcPr>
            <w:tcW w:w="1453" w:type="dxa"/>
            <w:shd w:val="clear" w:color="auto" w:fill="auto"/>
          </w:tcPr>
          <w:p w14:paraId="369F1510"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FR2 PSCC</w:t>
            </w:r>
          </w:p>
        </w:tc>
        <w:tc>
          <w:tcPr>
            <w:tcW w:w="2091" w:type="dxa"/>
          </w:tcPr>
          <w:p w14:paraId="0FF7D5B7" w14:textId="77777777" w:rsidR="00D4281A" w:rsidRPr="008C6DE4" w:rsidRDefault="00D4281A" w:rsidP="00867D3A">
            <w:pPr>
              <w:pStyle w:val="TAH"/>
              <w:rPr>
                <w:i/>
              </w:rPr>
            </w:pPr>
            <w:r w:rsidRPr="008C6DE4">
              <w:rPr>
                <w:i/>
              </w:rPr>
              <w:t>CSSF</w:t>
            </w:r>
            <w:r w:rsidRPr="008C6DE4">
              <w:rPr>
                <w:vertAlign w:val="subscript"/>
              </w:rPr>
              <w:t>outside_gap,i</w:t>
            </w:r>
            <w:r w:rsidRPr="008C6DE4">
              <w:t xml:space="preserve"> for FR2 SCC where neighbour cell measurement is required</w:t>
            </w:r>
            <w:r w:rsidRPr="008C6DE4">
              <w:rPr>
                <w:rFonts w:eastAsia="Times New Roman"/>
                <w:sz w:val="20"/>
                <w:vertAlign w:val="superscript"/>
              </w:rPr>
              <w:t xml:space="preserve"> Note 2</w:t>
            </w:r>
          </w:p>
        </w:tc>
        <w:tc>
          <w:tcPr>
            <w:tcW w:w="2048" w:type="dxa"/>
            <w:shd w:val="clear" w:color="auto" w:fill="auto"/>
          </w:tcPr>
          <w:p w14:paraId="31CE8B39"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FR2 SCC where neighbour cell measurement is not required</w:t>
            </w:r>
          </w:p>
        </w:tc>
      </w:tr>
      <w:tr w:rsidR="00DD3199" w:rsidRPr="008C6DE4" w14:paraId="75E2FAD9" w14:textId="77777777" w:rsidTr="00867D3A">
        <w:trPr>
          <w:trHeight w:val="340"/>
          <w:jc w:val="center"/>
        </w:trPr>
        <w:tc>
          <w:tcPr>
            <w:tcW w:w="1702" w:type="dxa"/>
            <w:shd w:val="clear" w:color="auto" w:fill="auto"/>
          </w:tcPr>
          <w:p w14:paraId="69A65941" w14:textId="77777777" w:rsidR="00D4281A" w:rsidRPr="008C6DE4" w:rsidRDefault="00D4281A" w:rsidP="00867D3A">
            <w:pPr>
              <w:pStyle w:val="TAL"/>
              <w:rPr>
                <w:b/>
              </w:rPr>
            </w:pPr>
            <w:r w:rsidRPr="008C6DE4">
              <w:rPr>
                <w:b/>
              </w:rPr>
              <w:t xml:space="preserve">EN-DC with FR1 only CA </w:t>
            </w:r>
          </w:p>
        </w:tc>
        <w:tc>
          <w:tcPr>
            <w:tcW w:w="1340" w:type="dxa"/>
            <w:shd w:val="clear" w:color="auto" w:fill="auto"/>
            <w:vAlign w:val="center"/>
          </w:tcPr>
          <w:p w14:paraId="2DBB142A" w14:textId="77777777" w:rsidR="00D4281A" w:rsidRPr="008C6DE4" w:rsidRDefault="00D4281A" w:rsidP="00867D3A">
            <w:pPr>
              <w:pStyle w:val="TAC"/>
              <w:rPr>
                <w:vertAlign w:val="superscript"/>
              </w:rPr>
            </w:pPr>
            <w:r w:rsidRPr="008C6DE4">
              <w:t>1</w:t>
            </w:r>
          </w:p>
        </w:tc>
        <w:tc>
          <w:tcPr>
            <w:tcW w:w="1418" w:type="dxa"/>
            <w:shd w:val="clear" w:color="auto" w:fill="auto"/>
            <w:vAlign w:val="center"/>
          </w:tcPr>
          <w:p w14:paraId="7D016B44" w14:textId="77777777" w:rsidR="00D4281A" w:rsidRPr="008C6DE4" w:rsidRDefault="00D4281A" w:rsidP="00867D3A">
            <w:pPr>
              <w:pStyle w:val="TAC"/>
            </w:pPr>
            <w:r w:rsidRPr="008C6DE4">
              <w:t>Number of configured FR1 SCell(s)</w:t>
            </w:r>
          </w:p>
        </w:tc>
        <w:tc>
          <w:tcPr>
            <w:tcW w:w="1453" w:type="dxa"/>
            <w:shd w:val="clear" w:color="auto" w:fill="auto"/>
            <w:vAlign w:val="center"/>
          </w:tcPr>
          <w:p w14:paraId="3A7D1201" w14:textId="77777777" w:rsidR="00D4281A" w:rsidRPr="008C6DE4" w:rsidRDefault="00D4281A" w:rsidP="00867D3A">
            <w:pPr>
              <w:pStyle w:val="TAC"/>
            </w:pPr>
            <w:r w:rsidRPr="008C6DE4">
              <w:t>N/A</w:t>
            </w:r>
          </w:p>
        </w:tc>
        <w:tc>
          <w:tcPr>
            <w:tcW w:w="2091" w:type="dxa"/>
            <w:vAlign w:val="center"/>
          </w:tcPr>
          <w:p w14:paraId="6B288568" w14:textId="77777777" w:rsidR="00D4281A" w:rsidRPr="008C6DE4" w:rsidRDefault="00D4281A" w:rsidP="00867D3A">
            <w:pPr>
              <w:pStyle w:val="TAC"/>
            </w:pPr>
            <w:r w:rsidRPr="008C6DE4">
              <w:t>N/A</w:t>
            </w:r>
          </w:p>
        </w:tc>
        <w:tc>
          <w:tcPr>
            <w:tcW w:w="2048" w:type="dxa"/>
            <w:shd w:val="clear" w:color="auto" w:fill="auto"/>
            <w:vAlign w:val="center"/>
          </w:tcPr>
          <w:p w14:paraId="0C92C6D8" w14:textId="77777777" w:rsidR="00D4281A" w:rsidRPr="008C6DE4" w:rsidRDefault="00D4281A" w:rsidP="00867D3A">
            <w:pPr>
              <w:pStyle w:val="TAC"/>
            </w:pPr>
            <w:r w:rsidRPr="008C6DE4">
              <w:t>N/A</w:t>
            </w:r>
          </w:p>
        </w:tc>
      </w:tr>
      <w:tr w:rsidR="00DD3199" w:rsidRPr="008C6DE4" w14:paraId="606061AD" w14:textId="77777777" w:rsidTr="00867D3A">
        <w:trPr>
          <w:trHeight w:val="340"/>
          <w:jc w:val="center"/>
        </w:trPr>
        <w:tc>
          <w:tcPr>
            <w:tcW w:w="1702" w:type="dxa"/>
            <w:shd w:val="clear" w:color="auto" w:fill="auto"/>
          </w:tcPr>
          <w:p w14:paraId="1FBE4162" w14:textId="77777777" w:rsidR="00D4281A" w:rsidRPr="008C6DE4" w:rsidRDefault="00D4281A" w:rsidP="00867D3A">
            <w:pPr>
              <w:pStyle w:val="TAL"/>
              <w:rPr>
                <w:b/>
              </w:rPr>
            </w:pPr>
            <w:r w:rsidRPr="008C6DE4">
              <w:rPr>
                <w:b/>
              </w:rPr>
              <w:t>EN-DC with</w:t>
            </w:r>
          </w:p>
          <w:p w14:paraId="60DF0B77" w14:textId="77777777" w:rsidR="00D4281A" w:rsidRPr="008C6DE4" w:rsidRDefault="00D4281A" w:rsidP="00867D3A">
            <w:pPr>
              <w:pStyle w:val="TAL"/>
              <w:rPr>
                <w:b/>
              </w:rPr>
            </w:pPr>
            <w:r w:rsidRPr="008C6DE4">
              <w:rPr>
                <w:b/>
              </w:rPr>
              <w:t xml:space="preserve">FR2 only intra band CA </w:t>
            </w:r>
          </w:p>
        </w:tc>
        <w:tc>
          <w:tcPr>
            <w:tcW w:w="1340" w:type="dxa"/>
            <w:shd w:val="clear" w:color="auto" w:fill="auto"/>
            <w:vAlign w:val="center"/>
          </w:tcPr>
          <w:p w14:paraId="67C7BD47" w14:textId="77777777" w:rsidR="00D4281A" w:rsidRPr="008C6DE4" w:rsidRDefault="00D4281A" w:rsidP="00867D3A">
            <w:pPr>
              <w:pStyle w:val="TAC"/>
              <w:rPr>
                <w:b/>
              </w:rPr>
            </w:pPr>
            <w:r w:rsidRPr="008C6DE4">
              <w:t>N/A</w:t>
            </w:r>
          </w:p>
        </w:tc>
        <w:tc>
          <w:tcPr>
            <w:tcW w:w="1418" w:type="dxa"/>
            <w:shd w:val="clear" w:color="auto" w:fill="auto"/>
            <w:vAlign w:val="center"/>
          </w:tcPr>
          <w:p w14:paraId="74B53FF4" w14:textId="77777777" w:rsidR="00D4281A" w:rsidRPr="008C6DE4" w:rsidRDefault="00D4281A" w:rsidP="00867D3A">
            <w:pPr>
              <w:pStyle w:val="TAC"/>
              <w:rPr>
                <w:b/>
              </w:rPr>
            </w:pPr>
            <w:r w:rsidRPr="008C6DE4">
              <w:t>N/A</w:t>
            </w:r>
          </w:p>
        </w:tc>
        <w:tc>
          <w:tcPr>
            <w:tcW w:w="1453" w:type="dxa"/>
            <w:shd w:val="clear" w:color="auto" w:fill="auto"/>
            <w:vAlign w:val="center"/>
          </w:tcPr>
          <w:p w14:paraId="68637ACF" w14:textId="77777777" w:rsidR="00D4281A" w:rsidRPr="008C6DE4" w:rsidRDefault="00D4281A" w:rsidP="00867D3A">
            <w:pPr>
              <w:pStyle w:val="TAC"/>
            </w:pPr>
            <w:r w:rsidRPr="008C6DE4">
              <w:t>1</w:t>
            </w:r>
          </w:p>
        </w:tc>
        <w:tc>
          <w:tcPr>
            <w:tcW w:w="2091" w:type="dxa"/>
            <w:vAlign w:val="center"/>
          </w:tcPr>
          <w:p w14:paraId="4B6B4B1D" w14:textId="77777777" w:rsidR="00D4281A" w:rsidRPr="008C6DE4" w:rsidRDefault="00D4281A" w:rsidP="00867D3A">
            <w:pPr>
              <w:pStyle w:val="TAC"/>
            </w:pPr>
            <w:r w:rsidRPr="008C6DE4">
              <w:t>N/A</w:t>
            </w:r>
          </w:p>
        </w:tc>
        <w:tc>
          <w:tcPr>
            <w:tcW w:w="2048" w:type="dxa"/>
            <w:shd w:val="clear" w:color="auto" w:fill="auto"/>
            <w:vAlign w:val="center"/>
          </w:tcPr>
          <w:p w14:paraId="6E2D714C" w14:textId="77777777" w:rsidR="00D4281A" w:rsidRPr="008C6DE4" w:rsidRDefault="00D4281A" w:rsidP="00867D3A">
            <w:pPr>
              <w:pStyle w:val="TAC"/>
            </w:pPr>
            <w:r w:rsidRPr="008C6DE4">
              <w:t>Number of configured FR2 SCells</w:t>
            </w:r>
          </w:p>
        </w:tc>
      </w:tr>
      <w:tr w:rsidR="00DD3199" w:rsidRPr="008C6DE4" w14:paraId="6A94685D" w14:textId="77777777" w:rsidTr="00867D3A">
        <w:trPr>
          <w:trHeight w:val="340"/>
          <w:jc w:val="center"/>
        </w:trPr>
        <w:tc>
          <w:tcPr>
            <w:tcW w:w="1702" w:type="dxa"/>
            <w:shd w:val="clear" w:color="auto" w:fill="auto"/>
          </w:tcPr>
          <w:p w14:paraId="6C90076E" w14:textId="77777777" w:rsidR="00D4281A" w:rsidRPr="008C6DE4" w:rsidRDefault="00D4281A" w:rsidP="00867D3A">
            <w:pPr>
              <w:pStyle w:val="TAL"/>
              <w:rPr>
                <w:b/>
              </w:rPr>
            </w:pPr>
            <w:r w:rsidRPr="008C6DE4">
              <w:rPr>
                <w:b/>
              </w:rPr>
              <w:t>EN-DC with</w:t>
            </w:r>
          </w:p>
          <w:p w14:paraId="6C7A0224" w14:textId="77777777" w:rsidR="00D4281A" w:rsidRPr="008C6DE4" w:rsidRDefault="00D4281A" w:rsidP="00867D3A">
            <w:pPr>
              <w:pStyle w:val="TAL"/>
              <w:rPr>
                <w:b/>
              </w:rPr>
            </w:pPr>
            <w:r w:rsidRPr="008C6DE4">
              <w:rPr>
                <w:b/>
              </w:rPr>
              <w:t xml:space="preserve">FR1 +FR2 CA (FR1 PSCell) </w:t>
            </w:r>
            <w:r w:rsidRPr="008C6DE4">
              <w:rPr>
                <w:b/>
                <w:vertAlign w:val="superscript"/>
              </w:rPr>
              <w:t>Note 1</w:t>
            </w:r>
          </w:p>
        </w:tc>
        <w:tc>
          <w:tcPr>
            <w:tcW w:w="1340" w:type="dxa"/>
            <w:shd w:val="clear" w:color="auto" w:fill="auto"/>
            <w:vAlign w:val="center"/>
          </w:tcPr>
          <w:p w14:paraId="1FB11099" w14:textId="77777777" w:rsidR="00D4281A" w:rsidRPr="008C6DE4" w:rsidRDefault="00D4281A" w:rsidP="00867D3A">
            <w:pPr>
              <w:pStyle w:val="TAC"/>
              <w:rPr>
                <w:lang w:eastAsia="zh-CN"/>
              </w:rPr>
            </w:pPr>
            <w:r w:rsidRPr="008C6DE4">
              <w:rPr>
                <w:lang w:eastAsia="zh-CN"/>
              </w:rPr>
              <w:t>1</w:t>
            </w:r>
          </w:p>
        </w:tc>
        <w:tc>
          <w:tcPr>
            <w:tcW w:w="1418" w:type="dxa"/>
            <w:shd w:val="clear" w:color="auto" w:fill="auto"/>
            <w:vAlign w:val="center"/>
          </w:tcPr>
          <w:p w14:paraId="66D67840" w14:textId="77777777" w:rsidR="00D4281A" w:rsidRPr="008C6DE4" w:rsidRDefault="00D4281A" w:rsidP="00867D3A">
            <w:pPr>
              <w:pStyle w:val="TAC"/>
            </w:pPr>
            <w:r w:rsidRPr="008C6DE4">
              <w:t>2×(Number of configured SCell(s)-1)</w:t>
            </w:r>
          </w:p>
        </w:tc>
        <w:tc>
          <w:tcPr>
            <w:tcW w:w="1453" w:type="dxa"/>
            <w:shd w:val="clear" w:color="auto" w:fill="auto"/>
            <w:vAlign w:val="center"/>
          </w:tcPr>
          <w:p w14:paraId="4CD011B5" w14:textId="77777777" w:rsidR="00D4281A" w:rsidRPr="008C6DE4" w:rsidRDefault="00D4281A" w:rsidP="00867D3A">
            <w:pPr>
              <w:pStyle w:val="TAC"/>
            </w:pPr>
            <w:r w:rsidRPr="008C6DE4">
              <w:t>N/A</w:t>
            </w:r>
          </w:p>
        </w:tc>
        <w:tc>
          <w:tcPr>
            <w:tcW w:w="2091" w:type="dxa"/>
            <w:vAlign w:val="center"/>
          </w:tcPr>
          <w:p w14:paraId="65441A27" w14:textId="75C83CE9" w:rsidR="00D4281A" w:rsidRPr="008C6DE4" w:rsidRDefault="00546946" w:rsidP="00867D3A">
            <w:pPr>
              <w:pStyle w:val="TAC"/>
            </w:pPr>
            <w:r w:rsidRPr="008C6DE4">
              <w:t>2</w:t>
            </w:r>
            <w:r w:rsidRPr="00B8071E">
              <w:rPr>
                <w:vertAlign w:val="superscript"/>
              </w:rPr>
              <w:t xml:space="preserve">Note </w:t>
            </w:r>
            <w:r>
              <w:rPr>
                <w:vertAlign w:val="superscript"/>
              </w:rPr>
              <w:t>5</w:t>
            </w:r>
          </w:p>
        </w:tc>
        <w:tc>
          <w:tcPr>
            <w:tcW w:w="2048" w:type="dxa"/>
            <w:shd w:val="clear" w:color="auto" w:fill="auto"/>
            <w:vAlign w:val="center"/>
          </w:tcPr>
          <w:p w14:paraId="00AC3C5D" w14:textId="77777777" w:rsidR="00D4281A" w:rsidRPr="008C6DE4" w:rsidRDefault="00D4281A" w:rsidP="00867D3A">
            <w:pPr>
              <w:pStyle w:val="TAC"/>
            </w:pPr>
            <w:r w:rsidRPr="008C6DE4">
              <w:t>2×(Number of configured SCell(s)-1)</w:t>
            </w:r>
          </w:p>
        </w:tc>
      </w:tr>
      <w:tr w:rsidR="00DD3199" w:rsidRPr="008C6DE4" w14:paraId="4C9487CB" w14:textId="77777777" w:rsidTr="00867D3A">
        <w:trPr>
          <w:trHeight w:val="340"/>
          <w:jc w:val="center"/>
        </w:trPr>
        <w:tc>
          <w:tcPr>
            <w:tcW w:w="1702" w:type="dxa"/>
            <w:shd w:val="clear" w:color="auto" w:fill="auto"/>
          </w:tcPr>
          <w:p w14:paraId="5A74BAE9" w14:textId="77777777" w:rsidR="00D4281A" w:rsidRPr="008C6DE4" w:rsidRDefault="00D4281A" w:rsidP="00867D3A">
            <w:pPr>
              <w:pStyle w:val="TAL"/>
              <w:rPr>
                <w:b/>
              </w:rPr>
            </w:pPr>
            <w:r w:rsidRPr="008C6DE4">
              <w:rPr>
                <w:b/>
              </w:rPr>
              <w:t>EN-DC with</w:t>
            </w:r>
          </w:p>
          <w:p w14:paraId="4B335D01" w14:textId="77777777" w:rsidR="00D4281A" w:rsidRPr="008C6DE4" w:rsidRDefault="00D4281A" w:rsidP="00867D3A">
            <w:pPr>
              <w:pStyle w:val="TAL"/>
              <w:rPr>
                <w:b/>
              </w:rPr>
            </w:pPr>
            <w:r w:rsidRPr="008C6DE4">
              <w:rPr>
                <w:b/>
              </w:rPr>
              <w:t>FR1 +FR2 CA (FR2 PSCell)</w:t>
            </w:r>
            <w:r w:rsidRPr="008C6DE4">
              <w:rPr>
                <w:b/>
                <w:vertAlign w:val="superscript"/>
              </w:rPr>
              <w:t xml:space="preserve"> Note 1</w:t>
            </w:r>
          </w:p>
        </w:tc>
        <w:tc>
          <w:tcPr>
            <w:tcW w:w="1340" w:type="dxa"/>
            <w:shd w:val="clear" w:color="auto" w:fill="auto"/>
            <w:vAlign w:val="center"/>
          </w:tcPr>
          <w:p w14:paraId="0C83B979" w14:textId="77777777" w:rsidR="00D4281A" w:rsidRPr="008C6DE4" w:rsidRDefault="00D4281A" w:rsidP="00867D3A">
            <w:pPr>
              <w:pStyle w:val="TAC"/>
            </w:pPr>
            <w:r w:rsidRPr="008C6DE4">
              <w:t>N/A</w:t>
            </w:r>
          </w:p>
        </w:tc>
        <w:tc>
          <w:tcPr>
            <w:tcW w:w="1418" w:type="dxa"/>
            <w:shd w:val="clear" w:color="auto" w:fill="auto"/>
            <w:vAlign w:val="center"/>
          </w:tcPr>
          <w:p w14:paraId="346EFCB9" w14:textId="77777777" w:rsidR="00D4281A" w:rsidRPr="008C6DE4" w:rsidRDefault="00D4281A" w:rsidP="00867D3A">
            <w:pPr>
              <w:pStyle w:val="TAC"/>
            </w:pPr>
            <w:r w:rsidRPr="008C6DE4">
              <w:t>Number of configured SCell(s)</w:t>
            </w:r>
          </w:p>
        </w:tc>
        <w:tc>
          <w:tcPr>
            <w:tcW w:w="1453" w:type="dxa"/>
            <w:shd w:val="clear" w:color="auto" w:fill="auto"/>
            <w:vAlign w:val="center"/>
          </w:tcPr>
          <w:p w14:paraId="20E20DAA" w14:textId="77777777" w:rsidR="00D4281A" w:rsidRPr="008C6DE4" w:rsidRDefault="00D4281A" w:rsidP="00867D3A">
            <w:pPr>
              <w:pStyle w:val="TAC"/>
              <w:rPr>
                <w:lang w:eastAsia="zh-CN"/>
              </w:rPr>
            </w:pPr>
            <w:r w:rsidRPr="008C6DE4">
              <w:rPr>
                <w:lang w:eastAsia="zh-CN"/>
              </w:rPr>
              <w:t>1</w:t>
            </w:r>
          </w:p>
        </w:tc>
        <w:tc>
          <w:tcPr>
            <w:tcW w:w="2091" w:type="dxa"/>
            <w:vAlign w:val="center"/>
          </w:tcPr>
          <w:p w14:paraId="1B32FF0A" w14:textId="77777777" w:rsidR="00D4281A" w:rsidRPr="008C6DE4" w:rsidRDefault="00D4281A" w:rsidP="00867D3A">
            <w:pPr>
              <w:pStyle w:val="TAC"/>
            </w:pPr>
            <w:r w:rsidRPr="008C6DE4">
              <w:t>N/A</w:t>
            </w:r>
          </w:p>
        </w:tc>
        <w:tc>
          <w:tcPr>
            <w:tcW w:w="2048" w:type="dxa"/>
            <w:shd w:val="clear" w:color="auto" w:fill="auto"/>
            <w:vAlign w:val="center"/>
          </w:tcPr>
          <w:p w14:paraId="0E6ED2AA" w14:textId="77777777" w:rsidR="00D4281A" w:rsidRPr="008C6DE4" w:rsidRDefault="00D4281A" w:rsidP="00867D3A">
            <w:pPr>
              <w:pStyle w:val="TAC"/>
            </w:pPr>
            <w:r w:rsidRPr="008C6DE4">
              <w:t>Number of configured SCell(s)</w:t>
            </w:r>
          </w:p>
        </w:tc>
      </w:tr>
      <w:tr w:rsidR="00D4281A" w:rsidRPr="008C6DE4" w14:paraId="418FACBC" w14:textId="77777777" w:rsidTr="00867D3A">
        <w:trPr>
          <w:trHeight w:val="340"/>
          <w:jc w:val="center"/>
        </w:trPr>
        <w:tc>
          <w:tcPr>
            <w:tcW w:w="10052" w:type="dxa"/>
            <w:gridSpan w:val="6"/>
            <w:shd w:val="clear" w:color="auto" w:fill="auto"/>
          </w:tcPr>
          <w:p w14:paraId="792A4DE2" w14:textId="77777777" w:rsidR="00D4281A" w:rsidRPr="008C6DE4" w:rsidRDefault="00D4281A" w:rsidP="00867D3A">
            <w:pPr>
              <w:pStyle w:val="TAN"/>
              <w:rPr>
                <w:lang w:eastAsia="zh-CN"/>
              </w:rPr>
            </w:pPr>
            <w:r w:rsidRPr="008C6DE4">
              <w:rPr>
                <w:lang w:eastAsia="zh-CN"/>
              </w:rPr>
              <w:t>Note 1:</w:t>
            </w:r>
            <w:r w:rsidRPr="008C6DE4">
              <w:tab/>
            </w:r>
            <w:r w:rsidRPr="008C6DE4">
              <w:rPr>
                <w:lang w:eastAsia="zh-CN"/>
              </w:rPr>
              <w:t>Only one NR FR1 operating band and one NR FR2 operating band are included for FR1+FR2 inter-band EN-DC.</w:t>
            </w:r>
          </w:p>
          <w:p w14:paraId="44F52C55" w14:textId="77777777" w:rsidR="00D4281A" w:rsidRDefault="00D4281A" w:rsidP="00867D3A">
            <w:pPr>
              <w:pStyle w:val="TAN"/>
              <w:rPr>
                <w:rFonts w:eastAsia="MS Mincho"/>
                <w:lang w:eastAsia="ja-JP"/>
              </w:rPr>
            </w:pPr>
            <w:r w:rsidRPr="008C6DE4">
              <w:rPr>
                <w:lang w:eastAsia="zh-CN"/>
              </w:rPr>
              <w:t xml:space="preserve">Note </w:t>
            </w:r>
            <w:r w:rsidRPr="008C6DE4">
              <w:rPr>
                <w:rFonts w:eastAsia="MS Mincho"/>
                <w:lang w:eastAsia="ja-JP"/>
              </w:rPr>
              <w:t>2</w:t>
            </w:r>
            <w:r w:rsidRPr="008C6DE4">
              <w:rPr>
                <w:lang w:eastAsia="zh-CN"/>
              </w:rPr>
              <w:t>:</w:t>
            </w:r>
            <w:r w:rsidRPr="008C6DE4">
              <w:tab/>
            </w:r>
            <w:r w:rsidRPr="008C6DE4">
              <w:rPr>
                <w:rFonts w:eastAsia="MS Mincho"/>
                <w:lang w:eastAsia="ja-JP"/>
              </w:rPr>
              <w:t>Selection of FR2 SCC where neighbour cell measurement is required follows clause 9.2.3.2.</w:t>
            </w:r>
          </w:p>
          <w:p w14:paraId="311F0D2B" w14:textId="00284D4D" w:rsidR="00546946" w:rsidRDefault="00546946" w:rsidP="00867D3A">
            <w:pPr>
              <w:pStyle w:val="TAN"/>
            </w:pPr>
            <w:r>
              <w:rPr>
                <w:rFonts w:eastAsia="MS Mincho"/>
                <w:lang w:eastAsia="ja-JP"/>
              </w:rPr>
              <w:t>Note 3:</w:t>
            </w:r>
            <w:r w:rsidRPr="008C6DE4">
              <w:tab/>
            </w:r>
            <w:r>
              <w:t>Void</w:t>
            </w:r>
          </w:p>
          <w:p w14:paraId="5CFF8858" w14:textId="4C3DF68D" w:rsidR="00546946" w:rsidRDefault="00546946" w:rsidP="00867D3A">
            <w:pPr>
              <w:pStyle w:val="TAN"/>
            </w:pPr>
            <w:r>
              <w:t>Note 4:</w:t>
            </w:r>
            <w:r w:rsidRPr="008C6DE4">
              <w:tab/>
            </w:r>
            <w:r>
              <w:t>Void</w:t>
            </w:r>
          </w:p>
          <w:p w14:paraId="430825CD" w14:textId="1FE26B60" w:rsidR="00F94E6F" w:rsidRDefault="00F94E6F" w:rsidP="00F94E6F">
            <w:pPr>
              <w:pStyle w:val="TAN"/>
              <w:rPr>
                <w:lang w:eastAsia="zh-CN"/>
              </w:rPr>
            </w:pPr>
            <w:r w:rsidRPr="00B8071E">
              <w:rPr>
                <w:lang w:eastAsia="zh-CN"/>
              </w:rPr>
              <w:t>Note</w:t>
            </w:r>
            <w:r>
              <w:rPr>
                <w:lang w:eastAsia="zh-CN"/>
              </w:rPr>
              <w:t xml:space="preserve"> 5</w:t>
            </w:r>
            <w:r w:rsidRPr="00B8071E">
              <w:rPr>
                <w:lang w:eastAsia="zh-CN"/>
              </w:rPr>
              <w:t>:</w:t>
            </w:r>
            <w:r w:rsidRPr="00B8071E">
              <w:tab/>
            </w:r>
            <w:r w:rsidRPr="00B8071E">
              <w:rPr>
                <w:lang w:eastAsia="zh-CN"/>
              </w:rPr>
              <w:t>CSSF</w:t>
            </w:r>
            <w:r w:rsidRPr="00B8071E">
              <w:rPr>
                <w:vertAlign w:val="subscript"/>
                <w:lang w:eastAsia="zh-CN"/>
              </w:rPr>
              <w:t xml:space="preserve">outside_gap,i </w:t>
            </w:r>
            <w:r w:rsidRPr="00B8071E">
              <w:rPr>
                <w:lang w:eastAsia="zh-CN"/>
              </w:rPr>
              <w:t>=1 if  only one SCell is configured.</w:t>
            </w:r>
          </w:p>
          <w:p w14:paraId="66FAE0D1" w14:textId="1B044801" w:rsidR="00546946" w:rsidRPr="00CC6EC5" w:rsidRDefault="00F94E6F" w:rsidP="00F94E6F">
            <w:pPr>
              <w:pStyle w:val="TAN"/>
              <w:rPr>
                <w:lang w:val="en-US" w:eastAsia="zh-CN"/>
              </w:rPr>
            </w:pPr>
            <w:r>
              <w:rPr>
                <w:lang w:eastAsia="zh-CN"/>
              </w:rPr>
              <w:t>Note 6</w:t>
            </w:r>
            <w:r w:rsidRPr="00012AAC">
              <w:rPr>
                <w:lang w:eastAsia="zh-CN"/>
              </w:rPr>
              <w:t>:</w:t>
            </w:r>
            <w:r w:rsidRPr="00B8071E">
              <w:tab/>
            </w:r>
            <w:r w:rsidRPr="00F94E6F">
              <w:rPr>
                <w:lang w:eastAsia="zh-CN"/>
              </w:rPr>
              <w:t xml:space="preserve">If </w:t>
            </w:r>
            <w:r w:rsidRPr="00F94E6F">
              <w:rPr>
                <w:lang w:val="en-US" w:eastAsia="zh-CN"/>
              </w:rPr>
              <w:t xml:space="preserve">a measurement object configured by PSCell and an NR inter-RAT measurment object configured by E-UTRAN PCell are on the same serving carrier, </w:t>
            </w:r>
            <w:r w:rsidRPr="00F94E6F">
              <w:rPr>
                <w:lang w:eastAsia="zh-CN"/>
              </w:rPr>
              <w:t xml:space="preserve">they shall be counted as </w:t>
            </w:r>
            <w:r>
              <w:rPr>
                <w:lang w:eastAsia="zh-CN"/>
              </w:rPr>
              <w:t>one</w:t>
            </w:r>
            <w:r w:rsidRPr="00F94E6F">
              <w:rPr>
                <w:lang w:eastAsia="zh-CN"/>
              </w:rPr>
              <w:t xml:space="preserve"> intra-frequency measurement object, provided </w:t>
            </w:r>
            <w:r w:rsidRPr="00F94E6F">
              <w:rPr>
                <w:lang w:val="en-US" w:eastAsia="zh-CN"/>
              </w:rPr>
              <w:t xml:space="preserve">that </w:t>
            </w:r>
            <w:r w:rsidRPr="00F94E6F">
              <w:rPr>
                <w:lang w:eastAsia="zh-CN"/>
              </w:rPr>
              <w:t>they meet</w:t>
            </w:r>
            <w:r w:rsidRPr="00F94E6F">
              <w:rPr>
                <w:lang w:val="en-US" w:eastAsia="zh-CN"/>
              </w:rPr>
              <w:t xml:space="preserve"> the measurement object merging conditions [in clause 9.1.3.2]</w:t>
            </w:r>
            <w:r>
              <w:rPr>
                <w:lang w:eastAsia="zh-CN"/>
              </w:rPr>
              <w:t xml:space="preserve">, </w:t>
            </w:r>
            <w:r w:rsidRPr="004642D4">
              <w:rPr>
                <w:lang w:eastAsia="zh-CN"/>
              </w:rPr>
              <w:t>otherwise they are counted separately as two measurement objects</w:t>
            </w:r>
            <w:r>
              <w:rPr>
                <w:lang w:eastAsia="zh-CN"/>
              </w:rPr>
              <w:t>.</w:t>
            </w:r>
          </w:p>
        </w:tc>
      </w:tr>
    </w:tbl>
    <w:p w14:paraId="3FE276F9" w14:textId="77777777" w:rsidR="00D4281A" w:rsidRPr="008C6DE4" w:rsidRDefault="00D4281A" w:rsidP="00D4281A"/>
    <w:p w14:paraId="6DFAFDA7" w14:textId="7CB8102E" w:rsidR="00D4281A" w:rsidRPr="008C6DE4" w:rsidRDefault="00D4281A" w:rsidP="00FA0A2B">
      <w:pPr>
        <w:pStyle w:val="Heading5"/>
      </w:pPr>
      <w:bookmarkStart w:id="172" w:name="_Toc5952688"/>
      <w:r w:rsidRPr="008C6DE4">
        <w:t>9.1.5.1.2</w:t>
      </w:r>
      <w:r w:rsidRPr="008C6DE4">
        <w:tab/>
        <w:t>SA mode: carrier-specific scaling factor for SSB-based measurements performed outside gaps</w:t>
      </w:r>
      <w:bookmarkEnd w:id="172"/>
    </w:p>
    <w:p w14:paraId="50E1EFA5" w14:textId="26E3B7C1" w:rsidR="00D4281A" w:rsidRPr="008C6DE4" w:rsidRDefault="00D4281A" w:rsidP="00D4281A">
      <w:pPr>
        <w:rPr>
          <w:rFonts w:eastAsia="Times New Roman"/>
        </w:rPr>
      </w:pPr>
      <w:r w:rsidRPr="008C6DE4">
        <w:rPr>
          <w:rFonts w:eastAsia="Times New Roman"/>
        </w:rPr>
        <w:t xml:space="preserve">For UE in SA operation mode, the carrier-specific scaling factor </w:t>
      </w:r>
      <w:r w:rsidRPr="008C6DE4">
        <w:t>CSSF</w:t>
      </w:r>
      <w:r w:rsidRPr="008C6DE4">
        <w:rPr>
          <w:vertAlign w:val="subscript"/>
        </w:rPr>
        <w:t xml:space="preserve">outside_gap,i </w:t>
      </w:r>
      <w:r w:rsidRPr="008C6DE4">
        <w:t>for intra-frequency SSB-based measurements performed outside measurements gaps</w:t>
      </w:r>
      <w:r w:rsidRPr="008C6DE4">
        <w:rPr>
          <w:rFonts w:eastAsia="Times New Roman"/>
        </w:rPr>
        <w:t xml:space="preserve"> will be as specified in Table 9.1.5.1.2-1, which shall also be applied for a UE configured with NE-DC operation.</w:t>
      </w:r>
    </w:p>
    <w:p w14:paraId="06B37013" w14:textId="090D35CB" w:rsidR="00D4281A" w:rsidRPr="008C6DE4" w:rsidRDefault="00D4281A" w:rsidP="00D4281A">
      <w:pPr>
        <w:pStyle w:val="TH"/>
      </w:pPr>
      <w:r w:rsidRPr="008C6DE4">
        <w:t>Table 9.1.5.1.2-1: CSSF</w:t>
      </w:r>
      <w:r w:rsidRPr="008C6DE4">
        <w:rPr>
          <w:vertAlign w:val="subscript"/>
        </w:rPr>
        <w:t>outside_gap,i</w:t>
      </w:r>
      <w:r w:rsidRPr="008C6DE4">
        <w:t xml:space="preserve"> scaling factor for SA mode</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417"/>
        <w:gridCol w:w="1418"/>
        <w:gridCol w:w="1376"/>
        <w:gridCol w:w="2026"/>
        <w:gridCol w:w="2113"/>
      </w:tblGrid>
      <w:tr w:rsidR="00DD3199" w:rsidRPr="008C6DE4" w14:paraId="0AFCD606" w14:textId="77777777" w:rsidTr="00867D3A">
        <w:trPr>
          <w:trHeight w:val="340"/>
          <w:jc w:val="center"/>
        </w:trPr>
        <w:tc>
          <w:tcPr>
            <w:tcW w:w="1702" w:type="dxa"/>
            <w:shd w:val="clear" w:color="auto" w:fill="auto"/>
          </w:tcPr>
          <w:p w14:paraId="2CDF484B" w14:textId="77777777" w:rsidR="00D4281A" w:rsidRPr="008C6DE4" w:rsidRDefault="00D4281A" w:rsidP="00867D3A">
            <w:pPr>
              <w:pStyle w:val="TAH"/>
              <w:rPr>
                <w:lang w:eastAsia="zh-CN"/>
              </w:rPr>
            </w:pPr>
            <w:r w:rsidRPr="008C6DE4">
              <w:t>Scenario</w:t>
            </w:r>
          </w:p>
        </w:tc>
        <w:tc>
          <w:tcPr>
            <w:tcW w:w="1417" w:type="dxa"/>
            <w:shd w:val="clear" w:color="auto" w:fill="auto"/>
          </w:tcPr>
          <w:p w14:paraId="0CE5325A"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FR1 PCC</w:t>
            </w:r>
          </w:p>
        </w:tc>
        <w:tc>
          <w:tcPr>
            <w:tcW w:w="1418" w:type="dxa"/>
            <w:shd w:val="clear" w:color="auto" w:fill="auto"/>
          </w:tcPr>
          <w:p w14:paraId="4FC956A6"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FR1 SCC</w:t>
            </w:r>
          </w:p>
        </w:tc>
        <w:tc>
          <w:tcPr>
            <w:tcW w:w="1376" w:type="dxa"/>
            <w:shd w:val="clear" w:color="auto" w:fill="auto"/>
          </w:tcPr>
          <w:p w14:paraId="7A0E01BB"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FR2 PCC</w:t>
            </w:r>
          </w:p>
        </w:tc>
        <w:tc>
          <w:tcPr>
            <w:tcW w:w="2026" w:type="dxa"/>
          </w:tcPr>
          <w:p w14:paraId="06656490" w14:textId="77777777" w:rsidR="00D4281A" w:rsidRPr="008C6DE4" w:rsidRDefault="00D4281A" w:rsidP="00867D3A">
            <w:pPr>
              <w:pStyle w:val="TAH"/>
              <w:rPr>
                <w:i/>
              </w:rPr>
            </w:pPr>
            <w:r w:rsidRPr="008C6DE4">
              <w:rPr>
                <w:i/>
              </w:rPr>
              <w:t>CSSF</w:t>
            </w:r>
            <w:r w:rsidRPr="008C6DE4">
              <w:rPr>
                <w:vertAlign w:val="subscript"/>
              </w:rPr>
              <w:t>outside_gap,i</w:t>
            </w:r>
            <w:r w:rsidRPr="008C6DE4">
              <w:t xml:space="preserve"> for FR2 SCC where neighbour cell measurement is required</w:t>
            </w:r>
          </w:p>
        </w:tc>
        <w:tc>
          <w:tcPr>
            <w:tcW w:w="2113" w:type="dxa"/>
            <w:shd w:val="clear" w:color="auto" w:fill="auto"/>
          </w:tcPr>
          <w:p w14:paraId="7ACFA513"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FR2 SCC where neighbour cell measurement is not required</w:t>
            </w:r>
          </w:p>
        </w:tc>
      </w:tr>
      <w:tr w:rsidR="00DD3199" w:rsidRPr="008C6DE4" w14:paraId="3870FDDB" w14:textId="77777777" w:rsidTr="00A25006">
        <w:trPr>
          <w:trHeight w:val="340"/>
          <w:jc w:val="center"/>
        </w:trPr>
        <w:tc>
          <w:tcPr>
            <w:tcW w:w="1702" w:type="dxa"/>
            <w:shd w:val="clear" w:color="auto" w:fill="auto"/>
          </w:tcPr>
          <w:p w14:paraId="20AB4B12" w14:textId="4EDED815" w:rsidR="00D4281A" w:rsidRPr="008C6DE4" w:rsidRDefault="00D4281A" w:rsidP="00A25006">
            <w:pPr>
              <w:pStyle w:val="TAL"/>
              <w:jc w:val="center"/>
              <w:rPr>
                <w:b/>
              </w:rPr>
            </w:pPr>
            <w:r w:rsidRPr="008C6DE4">
              <w:rPr>
                <w:b/>
              </w:rPr>
              <w:t>FR1 only CA</w:t>
            </w:r>
          </w:p>
        </w:tc>
        <w:tc>
          <w:tcPr>
            <w:tcW w:w="1417" w:type="dxa"/>
            <w:shd w:val="clear" w:color="auto" w:fill="auto"/>
          </w:tcPr>
          <w:p w14:paraId="666BAF6E" w14:textId="77777777" w:rsidR="00D4281A" w:rsidRPr="008C6DE4" w:rsidRDefault="00D4281A" w:rsidP="00A25006">
            <w:pPr>
              <w:pStyle w:val="TAC"/>
              <w:rPr>
                <w:vertAlign w:val="superscript"/>
              </w:rPr>
            </w:pPr>
            <w:r w:rsidRPr="008C6DE4">
              <w:t>1</w:t>
            </w:r>
          </w:p>
        </w:tc>
        <w:tc>
          <w:tcPr>
            <w:tcW w:w="1418" w:type="dxa"/>
            <w:shd w:val="clear" w:color="auto" w:fill="auto"/>
          </w:tcPr>
          <w:p w14:paraId="4C35EA26" w14:textId="77777777" w:rsidR="00D4281A" w:rsidRPr="008C6DE4" w:rsidRDefault="00D4281A" w:rsidP="00A25006">
            <w:pPr>
              <w:pStyle w:val="TAC"/>
            </w:pPr>
            <w:r w:rsidRPr="008C6DE4">
              <w:t>Number of configured FR1 SCell(s)</w:t>
            </w:r>
          </w:p>
        </w:tc>
        <w:tc>
          <w:tcPr>
            <w:tcW w:w="1376" w:type="dxa"/>
            <w:shd w:val="clear" w:color="auto" w:fill="auto"/>
          </w:tcPr>
          <w:p w14:paraId="4B648FD1" w14:textId="77777777" w:rsidR="00D4281A" w:rsidRPr="008C6DE4" w:rsidRDefault="00D4281A" w:rsidP="00A25006">
            <w:pPr>
              <w:pStyle w:val="TAC"/>
            </w:pPr>
            <w:r w:rsidRPr="008C6DE4">
              <w:t>N/A</w:t>
            </w:r>
          </w:p>
        </w:tc>
        <w:tc>
          <w:tcPr>
            <w:tcW w:w="2026" w:type="dxa"/>
          </w:tcPr>
          <w:p w14:paraId="6BEE20DC" w14:textId="77777777" w:rsidR="00D4281A" w:rsidRPr="008C6DE4" w:rsidRDefault="00D4281A" w:rsidP="00A25006">
            <w:pPr>
              <w:pStyle w:val="TAC"/>
            </w:pPr>
            <w:r w:rsidRPr="008C6DE4">
              <w:t>N/A</w:t>
            </w:r>
          </w:p>
        </w:tc>
        <w:tc>
          <w:tcPr>
            <w:tcW w:w="2113" w:type="dxa"/>
            <w:shd w:val="clear" w:color="auto" w:fill="auto"/>
          </w:tcPr>
          <w:p w14:paraId="296F9341" w14:textId="77777777" w:rsidR="00D4281A" w:rsidRPr="008C6DE4" w:rsidRDefault="00D4281A" w:rsidP="00A25006">
            <w:pPr>
              <w:pStyle w:val="TAC"/>
            </w:pPr>
            <w:r w:rsidRPr="008C6DE4">
              <w:t>N/A</w:t>
            </w:r>
          </w:p>
        </w:tc>
      </w:tr>
      <w:tr w:rsidR="00DD3199" w:rsidRPr="008C6DE4" w14:paraId="4F3D7189" w14:textId="77777777" w:rsidTr="00867D3A">
        <w:trPr>
          <w:trHeight w:val="340"/>
          <w:jc w:val="center"/>
        </w:trPr>
        <w:tc>
          <w:tcPr>
            <w:tcW w:w="1702" w:type="dxa"/>
            <w:shd w:val="clear" w:color="auto" w:fill="auto"/>
          </w:tcPr>
          <w:p w14:paraId="61C77AD8" w14:textId="77777777" w:rsidR="00D4281A" w:rsidRPr="008C6DE4" w:rsidRDefault="00D4281A" w:rsidP="00867D3A">
            <w:pPr>
              <w:pStyle w:val="TAL"/>
              <w:rPr>
                <w:b/>
              </w:rPr>
            </w:pPr>
            <w:r w:rsidRPr="008C6DE4">
              <w:rPr>
                <w:b/>
              </w:rPr>
              <w:t xml:space="preserve">FR2 only intra band CA </w:t>
            </w:r>
          </w:p>
        </w:tc>
        <w:tc>
          <w:tcPr>
            <w:tcW w:w="1417" w:type="dxa"/>
            <w:shd w:val="clear" w:color="auto" w:fill="auto"/>
            <w:vAlign w:val="center"/>
          </w:tcPr>
          <w:p w14:paraId="3CC0AAD4" w14:textId="77777777" w:rsidR="00D4281A" w:rsidRPr="008C6DE4" w:rsidRDefault="00D4281A" w:rsidP="00867D3A">
            <w:pPr>
              <w:pStyle w:val="TAC"/>
              <w:rPr>
                <w:b/>
              </w:rPr>
            </w:pPr>
            <w:r w:rsidRPr="008C6DE4">
              <w:t>N/A</w:t>
            </w:r>
          </w:p>
        </w:tc>
        <w:tc>
          <w:tcPr>
            <w:tcW w:w="1418" w:type="dxa"/>
            <w:shd w:val="clear" w:color="auto" w:fill="auto"/>
            <w:vAlign w:val="center"/>
          </w:tcPr>
          <w:p w14:paraId="4666523E" w14:textId="77777777" w:rsidR="00D4281A" w:rsidRPr="008C6DE4" w:rsidRDefault="00D4281A" w:rsidP="00867D3A">
            <w:pPr>
              <w:pStyle w:val="TAC"/>
              <w:rPr>
                <w:b/>
              </w:rPr>
            </w:pPr>
            <w:r w:rsidRPr="008C6DE4">
              <w:t>N/A</w:t>
            </w:r>
          </w:p>
        </w:tc>
        <w:tc>
          <w:tcPr>
            <w:tcW w:w="1376" w:type="dxa"/>
            <w:shd w:val="clear" w:color="auto" w:fill="auto"/>
            <w:vAlign w:val="center"/>
          </w:tcPr>
          <w:p w14:paraId="5E6DFC73" w14:textId="77777777" w:rsidR="00D4281A" w:rsidRPr="008C6DE4" w:rsidRDefault="00D4281A" w:rsidP="00867D3A">
            <w:pPr>
              <w:pStyle w:val="TAC"/>
            </w:pPr>
            <w:r w:rsidRPr="008C6DE4">
              <w:t>1</w:t>
            </w:r>
          </w:p>
        </w:tc>
        <w:tc>
          <w:tcPr>
            <w:tcW w:w="2026" w:type="dxa"/>
            <w:vAlign w:val="center"/>
          </w:tcPr>
          <w:p w14:paraId="3C7A9F25" w14:textId="77777777" w:rsidR="00D4281A" w:rsidRPr="008C6DE4" w:rsidRDefault="00D4281A" w:rsidP="00867D3A">
            <w:pPr>
              <w:pStyle w:val="TAC"/>
            </w:pPr>
            <w:r w:rsidRPr="008C6DE4">
              <w:t>N/A</w:t>
            </w:r>
          </w:p>
        </w:tc>
        <w:tc>
          <w:tcPr>
            <w:tcW w:w="2113" w:type="dxa"/>
            <w:shd w:val="clear" w:color="auto" w:fill="auto"/>
            <w:vAlign w:val="center"/>
          </w:tcPr>
          <w:p w14:paraId="47382057" w14:textId="77777777" w:rsidR="00D4281A" w:rsidRPr="008C6DE4" w:rsidRDefault="00D4281A" w:rsidP="00867D3A">
            <w:pPr>
              <w:pStyle w:val="TAC"/>
            </w:pPr>
            <w:r w:rsidRPr="008C6DE4">
              <w:t>Number of configured FR2 SCell(s)</w:t>
            </w:r>
          </w:p>
        </w:tc>
      </w:tr>
      <w:tr w:rsidR="00DD3199" w:rsidRPr="008C6DE4" w14:paraId="316DE163" w14:textId="77777777" w:rsidTr="00A25006">
        <w:trPr>
          <w:trHeight w:val="340"/>
          <w:jc w:val="center"/>
        </w:trPr>
        <w:tc>
          <w:tcPr>
            <w:tcW w:w="1702" w:type="dxa"/>
            <w:shd w:val="clear" w:color="auto" w:fill="auto"/>
          </w:tcPr>
          <w:p w14:paraId="03397D00" w14:textId="77777777" w:rsidR="00D4281A" w:rsidRPr="008C6DE4" w:rsidRDefault="00D4281A" w:rsidP="00A25006">
            <w:pPr>
              <w:pStyle w:val="TAL"/>
              <w:jc w:val="center"/>
              <w:rPr>
                <w:b/>
              </w:rPr>
            </w:pPr>
            <w:r w:rsidRPr="008C6DE4">
              <w:rPr>
                <w:b/>
              </w:rPr>
              <w:t xml:space="preserve">FR1 +FR2 CA (FR1 PCell) </w:t>
            </w:r>
            <w:r w:rsidRPr="008C6DE4">
              <w:rPr>
                <w:b/>
                <w:vertAlign w:val="superscript"/>
              </w:rPr>
              <w:t>Note 1</w:t>
            </w:r>
          </w:p>
        </w:tc>
        <w:tc>
          <w:tcPr>
            <w:tcW w:w="1417" w:type="dxa"/>
            <w:shd w:val="clear" w:color="auto" w:fill="auto"/>
          </w:tcPr>
          <w:p w14:paraId="4F7D0F83" w14:textId="77777777" w:rsidR="00D4281A" w:rsidRPr="008C6DE4" w:rsidRDefault="00D4281A" w:rsidP="00A25006">
            <w:pPr>
              <w:pStyle w:val="TAC"/>
              <w:rPr>
                <w:lang w:eastAsia="zh-CN"/>
              </w:rPr>
            </w:pPr>
            <w:r w:rsidRPr="008C6DE4">
              <w:rPr>
                <w:lang w:eastAsia="zh-CN"/>
              </w:rPr>
              <w:t>1</w:t>
            </w:r>
          </w:p>
        </w:tc>
        <w:tc>
          <w:tcPr>
            <w:tcW w:w="1418" w:type="dxa"/>
            <w:shd w:val="clear" w:color="auto" w:fill="auto"/>
          </w:tcPr>
          <w:p w14:paraId="0BC8FC5F" w14:textId="77777777" w:rsidR="00D4281A" w:rsidRPr="008C6DE4" w:rsidRDefault="00D4281A" w:rsidP="00A25006">
            <w:pPr>
              <w:pStyle w:val="TAC"/>
            </w:pPr>
            <w:r w:rsidRPr="008C6DE4">
              <w:t>2×(Number of configured SCell(s)-1)</w:t>
            </w:r>
          </w:p>
        </w:tc>
        <w:tc>
          <w:tcPr>
            <w:tcW w:w="1376" w:type="dxa"/>
            <w:shd w:val="clear" w:color="auto" w:fill="auto"/>
          </w:tcPr>
          <w:p w14:paraId="38868295" w14:textId="77777777" w:rsidR="00D4281A" w:rsidRPr="008C6DE4" w:rsidRDefault="00D4281A" w:rsidP="00A25006">
            <w:pPr>
              <w:pStyle w:val="TAC"/>
            </w:pPr>
            <w:r w:rsidRPr="008C6DE4">
              <w:t>N/A</w:t>
            </w:r>
          </w:p>
        </w:tc>
        <w:tc>
          <w:tcPr>
            <w:tcW w:w="2026" w:type="dxa"/>
          </w:tcPr>
          <w:p w14:paraId="1B4C5F34" w14:textId="2A2ADC23" w:rsidR="00D4281A" w:rsidRPr="008C6DE4" w:rsidRDefault="00546946" w:rsidP="00A25006">
            <w:pPr>
              <w:pStyle w:val="TAC"/>
            </w:pPr>
            <w:r w:rsidRPr="008C6DE4">
              <w:t>2</w:t>
            </w:r>
            <w:r w:rsidRPr="00B8071E">
              <w:rPr>
                <w:vertAlign w:val="superscript"/>
              </w:rPr>
              <w:t xml:space="preserve"> Note </w:t>
            </w:r>
            <w:r>
              <w:rPr>
                <w:vertAlign w:val="superscript"/>
              </w:rPr>
              <w:t>5</w:t>
            </w:r>
          </w:p>
        </w:tc>
        <w:tc>
          <w:tcPr>
            <w:tcW w:w="2113" w:type="dxa"/>
            <w:shd w:val="clear" w:color="auto" w:fill="auto"/>
          </w:tcPr>
          <w:p w14:paraId="5BED15E5" w14:textId="77777777" w:rsidR="00D4281A" w:rsidRPr="008C6DE4" w:rsidRDefault="00D4281A" w:rsidP="00A25006">
            <w:pPr>
              <w:pStyle w:val="TAC"/>
            </w:pPr>
            <w:r w:rsidRPr="008C6DE4">
              <w:t>2×(Number of configured SCell(s)-1)</w:t>
            </w:r>
          </w:p>
        </w:tc>
      </w:tr>
      <w:tr w:rsidR="00FA0A2B" w:rsidRPr="008C6DE4" w14:paraId="5B0AAE1E" w14:textId="77777777" w:rsidTr="00FA0A2B">
        <w:trPr>
          <w:trHeight w:val="340"/>
          <w:jc w:val="center"/>
        </w:trPr>
        <w:tc>
          <w:tcPr>
            <w:tcW w:w="1702" w:type="dxa"/>
            <w:shd w:val="clear" w:color="auto" w:fill="auto"/>
          </w:tcPr>
          <w:p w14:paraId="4743A134" w14:textId="0FA4929F" w:rsidR="00FA0A2B" w:rsidRPr="008C6DE4" w:rsidRDefault="00FA0A2B" w:rsidP="00FA0A2B">
            <w:pPr>
              <w:pStyle w:val="TAL"/>
              <w:jc w:val="center"/>
              <w:rPr>
                <w:b/>
              </w:rPr>
            </w:pPr>
            <w:r w:rsidRPr="008C6DE4">
              <w:rPr>
                <w:b/>
              </w:rPr>
              <w:t>FR1 +FR2 CA (FR</w:t>
            </w:r>
            <w:r>
              <w:rPr>
                <w:b/>
              </w:rPr>
              <w:t>2</w:t>
            </w:r>
            <w:r w:rsidRPr="008C6DE4">
              <w:rPr>
                <w:b/>
              </w:rPr>
              <w:t xml:space="preserve"> PCell) </w:t>
            </w:r>
            <w:r w:rsidRPr="008C6DE4">
              <w:rPr>
                <w:b/>
                <w:vertAlign w:val="superscript"/>
              </w:rPr>
              <w:t>Note 1</w:t>
            </w:r>
          </w:p>
        </w:tc>
        <w:tc>
          <w:tcPr>
            <w:tcW w:w="1417" w:type="dxa"/>
            <w:shd w:val="clear" w:color="auto" w:fill="auto"/>
          </w:tcPr>
          <w:p w14:paraId="088C1D2A" w14:textId="3799A086" w:rsidR="00FA0A2B" w:rsidRPr="008C6DE4" w:rsidRDefault="00FA0A2B" w:rsidP="00FA0A2B">
            <w:pPr>
              <w:pStyle w:val="TAC"/>
              <w:rPr>
                <w:lang w:eastAsia="zh-CN"/>
              </w:rPr>
            </w:pPr>
            <w:r>
              <w:rPr>
                <w:lang w:eastAsia="zh-CN"/>
              </w:rPr>
              <w:t>N/A</w:t>
            </w:r>
          </w:p>
        </w:tc>
        <w:tc>
          <w:tcPr>
            <w:tcW w:w="1418" w:type="dxa"/>
            <w:shd w:val="clear" w:color="auto" w:fill="auto"/>
          </w:tcPr>
          <w:p w14:paraId="02477C80" w14:textId="1BB00874" w:rsidR="00FA0A2B" w:rsidRPr="008C6DE4" w:rsidRDefault="00FA0A2B" w:rsidP="00FA0A2B">
            <w:pPr>
              <w:pStyle w:val="TAC"/>
            </w:pPr>
            <w:r w:rsidRPr="008C6DE4">
              <w:t>Number of configured SCell(s)</w:t>
            </w:r>
          </w:p>
        </w:tc>
        <w:tc>
          <w:tcPr>
            <w:tcW w:w="1376" w:type="dxa"/>
            <w:shd w:val="clear" w:color="auto" w:fill="auto"/>
          </w:tcPr>
          <w:p w14:paraId="0B7FDC5F" w14:textId="4B410077" w:rsidR="00FA0A2B" w:rsidRPr="008C6DE4" w:rsidRDefault="00FA0A2B" w:rsidP="00FA0A2B">
            <w:pPr>
              <w:pStyle w:val="TAC"/>
            </w:pPr>
            <w:r>
              <w:t>1</w:t>
            </w:r>
          </w:p>
        </w:tc>
        <w:tc>
          <w:tcPr>
            <w:tcW w:w="2026" w:type="dxa"/>
          </w:tcPr>
          <w:p w14:paraId="4335DFE3" w14:textId="17BBA329" w:rsidR="00FA0A2B" w:rsidRPr="008C6DE4" w:rsidRDefault="00FA0A2B" w:rsidP="00FA0A2B">
            <w:pPr>
              <w:pStyle w:val="TAC"/>
            </w:pPr>
            <w:r w:rsidRPr="008C6DE4">
              <w:t>N/A</w:t>
            </w:r>
          </w:p>
        </w:tc>
        <w:tc>
          <w:tcPr>
            <w:tcW w:w="2113" w:type="dxa"/>
            <w:shd w:val="clear" w:color="auto" w:fill="auto"/>
          </w:tcPr>
          <w:p w14:paraId="04DADADB" w14:textId="146F0BC7" w:rsidR="00FA0A2B" w:rsidRPr="008C6DE4" w:rsidRDefault="00FA0A2B" w:rsidP="00FA0A2B">
            <w:pPr>
              <w:pStyle w:val="TAC"/>
            </w:pPr>
            <w:r w:rsidRPr="008C6DE4">
              <w:t>Number of configured SCell(s)</w:t>
            </w:r>
          </w:p>
        </w:tc>
      </w:tr>
      <w:tr w:rsidR="00D4281A" w:rsidRPr="008C6DE4" w14:paraId="4B45C18B" w14:textId="77777777" w:rsidTr="00867D3A">
        <w:trPr>
          <w:trHeight w:val="340"/>
          <w:jc w:val="center"/>
        </w:trPr>
        <w:tc>
          <w:tcPr>
            <w:tcW w:w="10052" w:type="dxa"/>
            <w:gridSpan w:val="6"/>
            <w:shd w:val="clear" w:color="auto" w:fill="auto"/>
          </w:tcPr>
          <w:p w14:paraId="5F6C5BB8" w14:textId="77777777" w:rsidR="00D4281A" w:rsidRPr="008C6DE4" w:rsidRDefault="00D4281A" w:rsidP="00867D3A">
            <w:pPr>
              <w:pStyle w:val="TAN"/>
              <w:rPr>
                <w:lang w:eastAsia="zh-CN"/>
              </w:rPr>
            </w:pPr>
            <w:r w:rsidRPr="008C6DE4">
              <w:rPr>
                <w:lang w:eastAsia="zh-CN"/>
              </w:rPr>
              <w:t>Note 1:</w:t>
            </w:r>
            <w:r w:rsidRPr="008C6DE4">
              <w:tab/>
            </w:r>
            <w:r w:rsidRPr="008C6DE4">
              <w:rPr>
                <w:lang w:eastAsia="zh-CN"/>
              </w:rPr>
              <w:t>Only one FR1 operating band and one FR2 operating band are included for FR1+FR2 inter-band CA.</w:t>
            </w:r>
          </w:p>
          <w:p w14:paraId="734AD527" w14:textId="77777777" w:rsidR="00D4281A" w:rsidRDefault="00D4281A" w:rsidP="00867D3A">
            <w:pPr>
              <w:pStyle w:val="TAN"/>
              <w:rPr>
                <w:rFonts w:eastAsia="MS Mincho"/>
                <w:lang w:eastAsia="ja-JP"/>
              </w:rPr>
            </w:pPr>
            <w:r w:rsidRPr="008C6DE4">
              <w:rPr>
                <w:lang w:eastAsia="zh-CN"/>
              </w:rPr>
              <w:t xml:space="preserve">Note </w:t>
            </w:r>
            <w:r w:rsidRPr="008C6DE4">
              <w:rPr>
                <w:rFonts w:eastAsia="MS Mincho"/>
                <w:lang w:eastAsia="ja-JP"/>
              </w:rPr>
              <w:t>2</w:t>
            </w:r>
            <w:r w:rsidRPr="008C6DE4">
              <w:rPr>
                <w:lang w:eastAsia="zh-CN"/>
              </w:rPr>
              <w:t>:</w:t>
            </w:r>
            <w:r w:rsidRPr="008C6DE4">
              <w:tab/>
            </w:r>
            <w:r w:rsidRPr="008C6DE4">
              <w:rPr>
                <w:rFonts w:eastAsia="MS Mincho"/>
                <w:lang w:eastAsia="ja-JP"/>
              </w:rPr>
              <w:t>Selection of FR2 SCC where neighbour cell measurement is required follows clause 9.2.3.2.</w:t>
            </w:r>
          </w:p>
          <w:p w14:paraId="18E01CC0" w14:textId="6379DA00" w:rsidR="00546946" w:rsidRDefault="00546946" w:rsidP="00546946">
            <w:pPr>
              <w:pStyle w:val="TAN"/>
            </w:pPr>
            <w:r>
              <w:rPr>
                <w:rFonts w:eastAsia="MS Mincho"/>
                <w:lang w:eastAsia="ja-JP"/>
              </w:rPr>
              <w:t>Note 3:</w:t>
            </w:r>
            <w:r w:rsidRPr="008C6DE4">
              <w:tab/>
            </w:r>
            <w:r>
              <w:t>Void</w:t>
            </w:r>
          </w:p>
          <w:p w14:paraId="68BBB4A9" w14:textId="54AD1EB8" w:rsidR="00546946" w:rsidRDefault="00546946" w:rsidP="00546946">
            <w:pPr>
              <w:pStyle w:val="TAN"/>
            </w:pPr>
            <w:r>
              <w:t>Note 4:</w:t>
            </w:r>
            <w:r w:rsidRPr="008C6DE4">
              <w:tab/>
            </w:r>
            <w:r>
              <w:t>Void</w:t>
            </w:r>
          </w:p>
          <w:p w14:paraId="5B0789FE" w14:textId="494BEAB4" w:rsidR="00546946" w:rsidRPr="00546946" w:rsidRDefault="00546946" w:rsidP="00867D3A">
            <w:pPr>
              <w:pStyle w:val="TAN"/>
              <w:rPr>
                <w:lang w:val="en-US" w:eastAsia="zh-CN"/>
              </w:rPr>
            </w:pPr>
            <w:r w:rsidRPr="00B8071E">
              <w:rPr>
                <w:lang w:eastAsia="zh-CN"/>
              </w:rPr>
              <w:t>Note</w:t>
            </w:r>
            <w:r>
              <w:rPr>
                <w:lang w:eastAsia="zh-CN"/>
              </w:rPr>
              <w:t xml:space="preserve"> 5</w:t>
            </w:r>
            <w:r w:rsidRPr="00B8071E">
              <w:rPr>
                <w:lang w:eastAsia="zh-CN"/>
              </w:rPr>
              <w:t>:</w:t>
            </w:r>
            <w:r w:rsidRPr="00B8071E">
              <w:t xml:space="preserve"> </w:t>
            </w:r>
            <w:r w:rsidRPr="00B8071E">
              <w:tab/>
            </w:r>
            <w:r w:rsidRPr="00B8071E">
              <w:rPr>
                <w:lang w:eastAsia="zh-CN"/>
              </w:rPr>
              <w:t>CSSF</w:t>
            </w:r>
            <w:r w:rsidRPr="00B8071E">
              <w:rPr>
                <w:vertAlign w:val="subscript"/>
                <w:lang w:eastAsia="zh-CN"/>
              </w:rPr>
              <w:t xml:space="preserve">outside_gap,i </w:t>
            </w:r>
            <w:r w:rsidRPr="00B8071E">
              <w:rPr>
                <w:lang w:eastAsia="zh-CN"/>
              </w:rPr>
              <w:t>=1 if  only one SCell is configured.</w:t>
            </w:r>
          </w:p>
        </w:tc>
      </w:tr>
    </w:tbl>
    <w:p w14:paraId="4E1EDD64" w14:textId="77777777" w:rsidR="00D4281A" w:rsidRPr="008C6DE4" w:rsidRDefault="00D4281A" w:rsidP="00D4281A"/>
    <w:p w14:paraId="112034C0" w14:textId="45410EBE" w:rsidR="00D4281A" w:rsidRPr="008C6DE4" w:rsidRDefault="00D4281A" w:rsidP="00D4281A">
      <w:pPr>
        <w:pStyle w:val="Heading5"/>
      </w:pPr>
      <w:bookmarkStart w:id="173" w:name="_Toc5952689"/>
      <w:r w:rsidRPr="008C6DE4">
        <w:t>9.1.5.1.3</w:t>
      </w:r>
      <w:r w:rsidRPr="008C6DE4">
        <w:tab/>
        <w:t>NR-DC mode: carrier-specific scaling factor for SSB-based measurements performed outside gaps</w:t>
      </w:r>
      <w:bookmarkEnd w:id="173"/>
    </w:p>
    <w:p w14:paraId="1B94610D" w14:textId="6BDF7227" w:rsidR="00D4281A" w:rsidRPr="008C6DE4" w:rsidRDefault="00D4281A" w:rsidP="00D4281A">
      <w:pPr>
        <w:rPr>
          <w:rFonts w:eastAsia="Times New Roman"/>
        </w:rPr>
      </w:pPr>
      <w:r w:rsidRPr="008C6DE4">
        <w:rPr>
          <w:rFonts w:eastAsia="Times New Roman"/>
        </w:rPr>
        <w:t xml:space="preserve">For UE configured with NR-DC operation, the carrier-specific scaling factor </w:t>
      </w:r>
      <w:r w:rsidRPr="008C6DE4">
        <w:t>CSSF</w:t>
      </w:r>
      <w:r w:rsidRPr="008C6DE4">
        <w:rPr>
          <w:vertAlign w:val="subscript"/>
        </w:rPr>
        <w:t xml:space="preserve">outside_gap,i </w:t>
      </w:r>
      <w:r w:rsidRPr="008C6DE4">
        <w:t>for intra-frequency SSB-based measurements performed outside measurements gaps</w:t>
      </w:r>
      <w:r w:rsidRPr="008C6DE4">
        <w:rPr>
          <w:rFonts w:eastAsia="Times New Roman"/>
        </w:rPr>
        <w:t xml:space="preserve"> will be as specified in Table 9.1.5.1.3-1.</w:t>
      </w:r>
    </w:p>
    <w:p w14:paraId="265BE526" w14:textId="70A755FC" w:rsidR="00D4281A" w:rsidRPr="008C6DE4" w:rsidRDefault="00D4281A" w:rsidP="00D4281A">
      <w:pPr>
        <w:pStyle w:val="TH"/>
      </w:pPr>
      <w:r w:rsidRPr="008C6DE4">
        <w:t>Table 9.1.5.1.3-1: CSSF</w:t>
      </w:r>
      <w:r w:rsidRPr="008C6DE4">
        <w:rPr>
          <w:vertAlign w:val="subscript"/>
        </w:rPr>
        <w:t>outside_gap,i</w:t>
      </w:r>
      <w:r w:rsidRPr="008C6DE4">
        <w:t xml:space="preserve"> scaling factor for NR-DC mode</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417"/>
        <w:gridCol w:w="1696"/>
        <w:gridCol w:w="1701"/>
        <w:gridCol w:w="3536"/>
      </w:tblGrid>
      <w:tr w:rsidR="00DD3199" w:rsidRPr="008C6DE4" w14:paraId="1D8D0007" w14:textId="77777777" w:rsidTr="00867D3A">
        <w:trPr>
          <w:trHeight w:val="340"/>
          <w:jc w:val="center"/>
        </w:trPr>
        <w:tc>
          <w:tcPr>
            <w:tcW w:w="1702" w:type="dxa"/>
            <w:shd w:val="clear" w:color="auto" w:fill="auto"/>
          </w:tcPr>
          <w:p w14:paraId="2E72A9D7" w14:textId="77777777" w:rsidR="00D4281A" w:rsidRPr="008C6DE4" w:rsidRDefault="00D4281A" w:rsidP="00867D3A">
            <w:pPr>
              <w:pStyle w:val="TAH"/>
              <w:rPr>
                <w:lang w:eastAsia="zh-CN"/>
              </w:rPr>
            </w:pPr>
            <w:r w:rsidRPr="008C6DE4">
              <w:t>Scenario</w:t>
            </w:r>
          </w:p>
        </w:tc>
        <w:tc>
          <w:tcPr>
            <w:tcW w:w="1417" w:type="dxa"/>
            <w:shd w:val="clear" w:color="auto" w:fill="auto"/>
          </w:tcPr>
          <w:p w14:paraId="7FEA5812"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FR1 PCC</w:t>
            </w:r>
          </w:p>
        </w:tc>
        <w:tc>
          <w:tcPr>
            <w:tcW w:w="1696" w:type="dxa"/>
            <w:shd w:val="clear" w:color="auto" w:fill="auto"/>
          </w:tcPr>
          <w:p w14:paraId="5C41A8DE"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FR1 SCC</w:t>
            </w:r>
          </w:p>
        </w:tc>
        <w:tc>
          <w:tcPr>
            <w:tcW w:w="1701" w:type="dxa"/>
            <w:shd w:val="clear" w:color="auto" w:fill="auto"/>
          </w:tcPr>
          <w:p w14:paraId="5DF83014" w14:textId="77777777" w:rsidR="00D4281A" w:rsidRPr="008C6DE4" w:rsidRDefault="00D4281A" w:rsidP="00867D3A">
            <w:pPr>
              <w:pStyle w:val="TAH"/>
              <w:rPr>
                <w:i/>
              </w:rPr>
            </w:pPr>
            <w:r w:rsidRPr="008C6DE4">
              <w:rPr>
                <w:i/>
              </w:rPr>
              <w:t>CSSF</w:t>
            </w:r>
            <w:r w:rsidRPr="008C6DE4">
              <w:rPr>
                <w:vertAlign w:val="subscript"/>
              </w:rPr>
              <w:t>outside_gap,i</w:t>
            </w:r>
            <w:r w:rsidRPr="008C6DE4">
              <w:t xml:space="preserve"> for FR2 PSCC</w:t>
            </w:r>
          </w:p>
        </w:tc>
        <w:tc>
          <w:tcPr>
            <w:tcW w:w="3536" w:type="dxa"/>
            <w:shd w:val="clear" w:color="auto" w:fill="auto"/>
          </w:tcPr>
          <w:p w14:paraId="15594A88"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FR2 SCC where neighbour cell measurement is not required</w:t>
            </w:r>
          </w:p>
        </w:tc>
      </w:tr>
      <w:tr w:rsidR="00DD3199" w:rsidRPr="008C6DE4" w14:paraId="1A7C572A" w14:textId="77777777" w:rsidTr="00867D3A">
        <w:trPr>
          <w:trHeight w:val="340"/>
          <w:jc w:val="center"/>
        </w:trPr>
        <w:tc>
          <w:tcPr>
            <w:tcW w:w="1702" w:type="dxa"/>
            <w:shd w:val="clear" w:color="auto" w:fill="auto"/>
          </w:tcPr>
          <w:p w14:paraId="4546BDFF" w14:textId="77777777" w:rsidR="00D4281A" w:rsidRPr="008C6DE4" w:rsidRDefault="00D4281A" w:rsidP="00867D3A">
            <w:pPr>
              <w:pStyle w:val="TAL"/>
              <w:rPr>
                <w:b/>
              </w:rPr>
            </w:pPr>
            <w:r w:rsidRPr="008C6DE4">
              <w:rPr>
                <w:b/>
              </w:rPr>
              <w:t xml:space="preserve">FR1 + FR2 NR-DC (FR1 PCell and FR2 PScell) </w:t>
            </w:r>
            <w:r w:rsidRPr="008C6DE4">
              <w:rPr>
                <w:b/>
                <w:vertAlign w:val="superscript"/>
              </w:rPr>
              <w:t>Note 1</w:t>
            </w:r>
          </w:p>
        </w:tc>
        <w:tc>
          <w:tcPr>
            <w:tcW w:w="1417" w:type="dxa"/>
            <w:shd w:val="clear" w:color="auto" w:fill="auto"/>
            <w:vAlign w:val="center"/>
          </w:tcPr>
          <w:p w14:paraId="45F3B4FB" w14:textId="77777777" w:rsidR="00D4281A" w:rsidRPr="008C6DE4" w:rsidRDefault="00D4281A" w:rsidP="00867D3A">
            <w:pPr>
              <w:pStyle w:val="TAC"/>
              <w:rPr>
                <w:lang w:eastAsia="zh-CN"/>
              </w:rPr>
            </w:pPr>
            <w:r w:rsidRPr="008C6DE4">
              <w:rPr>
                <w:lang w:eastAsia="zh-CN"/>
              </w:rPr>
              <w:t>1</w:t>
            </w:r>
          </w:p>
        </w:tc>
        <w:tc>
          <w:tcPr>
            <w:tcW w:w="1696" w:type="dxa"/>
            <w:shd w:val="clear" w:color="auto" w:fill="auto"/>
            <w:vAlign w:val="center"/>
          </w:tcPr>
          <w:p w14:paraId="3172D6C1" w14:textId="77777777" w:rsidR="00D4281A" w:rsidRPr="008C6DE4" w:rsidRDefault="00D4281A" w:rsidP="00867D3A">
            <w:pPr>
              <w:pStyle w:val="TAC"/>
            </w:pPr>
            <w:r w:rsidRPr="008C6DE4">
              <w:t>2×(Number of configured SCell(s))</w:t>
            </w:r>
          </w:p>
        </w:tc>
        <w:tc>
          <w:tcPr>
            <w:tcW w:w="1701" w:type="dxa"/>
            <w:shd w:val="clear" w:color="auto" w:fill="auto"/>
            <w:vAlign w:val="center"/>
          </w:tcPr>
          <w:p w14:paraId="1DA56E3A" w14:textId="0077D9E1" w:rsidR="00D4281A" w:rsidRPr="008C6DE4" w:rsidRDefault="00546946" w:rsidP="00867D3A">
            <w:pPr>
              <w:pStyle w:val="TAC"/>
            </w:pPr>
            <w:r w:rsidRPr="008C6DE4">
              <w:t>2</w:t>
            </w:r>
            <w:r w:rsidRPr="00B8071E">
              <w:rPr>
                <w:vertAlign w:val="superscript"/>
              </w:rPr>
              <w:t xml:space="preserve"> Note </w:t>
            </w:r>
            <w:r>
              <w:rPr>
                <w:vertAlign w:val="superscript"/>
              </w:rPr>
              <w:t>3</w:t>
            </w:r>
          </w:p>
        </w:tc>
        <w:tc>
          <w:tcPr>
            <w:tcW w:w="3536" w:type="dxa"/>
            <w:shd w:val="clear" w:color="auto" w:fill="auto"/>
            <w:vAlign w:val="center"/>
          </w:tcPr>
          <w:p w14:paraId="6E825ED0" w14:textId="77777777" w:rsidR="00D4281A" w:rsidRPr="008C6DE4" w:rsidRDefault="00D4281A" w:rsidP="00867D3A">
            <w:pPr>
              <w:pStyle w:val="TAC"/>
            </w:pPr>
            <w:r w:rsidRPr="008C6DE4">
              <w:t>2×(Number of configured SCell(s))</w:t>
            </w:r>
          </w:p>
        </w:tc>
      </w:tr>
      <w:tr w:rsidR="00D4281A" w:rsidRPr="008C6DE4" w14:paraId="42DB1BC3" w14:textId="77777777" w:rsidTr="00867D3A">
        <w:trPr>
          <w:trHeight w:val="340"/>
          <w:jc w:val="center"/>
        </w:trPr>
        <w:tc>
          <w:tcPr>
            <w:tcW w:w="10052" w:type="dxa"/>
            <w:gridSpan w:val="5"/>
            <w:shd w:val="clear" w:color="auto" w:fill="auto"/>
          </w:tcPr>
          <w:p w14:paraId="3E0DAB79" w14:textId="77777777" w:rsidR="00D4281A" w:rsidRDefault="00D4281A" w:rsidP="00867D3A">
            <w:pPr>
              <w:pStyle w:val="TAN"/>
              <w:rPr>
                <w:lang w:eastAsia="zh-CN"/>
              </w:rPr>
            </w:pPr>
            <w:r w:rsidRPr="008C6DE4">
              <w:rPr>
                <w:lang w:eastAsia="zh-CN"/>
              </w:rPr>
              <w:t>Note 1:</w:t>
            </w:r>
            <w:r w:rsidRPr="008C6DE4">
              <w:tab/>
            </w:r>
            <w:r w:rsidRPr="008C6DE4">
              <w:rPr>
                <w:lang w:eastAsia="zh-CN"/>
              </w:rPr>
              <w:t>NR-DC in Rel-15 only includes the scenarios where all serving cells in MCG in FR1 and all serving cells in SCG in FR2.</w:t>
            </w:r>
          </w:p>
          <w:p w14:paraId="2D780751" w14:textId="2F9AA77A" w:rsidR="00546946" w:rsidRDefault="00546946" w:rsidP="00546946">
            <w:pPr>
              <w:pStyle w:val="TAN"/>
            </w:pPr>
            <w:r>
              <w:rPr>
                <w:rFonts w:eastAsia="MS Mincho"/>
                <w:lang w:eastAsia="ja-JP"/>
              </w:rPr>
              <w:t>Note 2:</w:t>
            </w:r>
            <w:r w:rsidRPr="008C6DE4">
              <w:tab/>
            </w:r>
            <w:r>
              <w:t>Void</w:t>
            </w:r>
          </w:p>
          <w:p w14:paraId="2F2894A4" w14:textId="10EE4217" w:rsidR="00546946" w:rsidRPr="00546946" w:rsidRDefault="00546946" w:rsidP="00867D3A">
            <w:pPr>
              <w:pStyle w:val="TAN"/>
              <w:rPr>
                <w:lang w:val="en-US" w:eastAsia="zh-CN"/>
              </w:rPr>
            </w:pPr>
            <w:r w:rsidRPr="00B8071E">
              <w:rPr>
                <w:lang w:eastAsia="zh-CN"/>
              </w:rPr>
              <w:t>Note</w:t>
            </w:r>
            <w:r>
              <w:rPr>
                <w:lang w:eastAsia="zh-CN"/>
              </w:rPr>
              <w:t xml:space="preserve"> 3</w:t>
            </w:r>
            <w:r w:rsidRPr="00B8071E">
              <w:rPr>
                <w:lang w:eastAsia="zh-CN"/>
              </w:rPr>
              <w:t>:</w:t>
            </w:r>
            <w:r w:rsidRPr="00B8071E">
              <w:t xml:space="preserve"> </w:t>
            </w:r>
            <w:r w:rsidRPr="00B8071E">
              <w:tab/>
            </w:r>
            <w:r w:rsidRPr="00B8071E">
              <w:rPr>
                <w:lang w:eastAsia="zh-CN"/>
              </w:rPr>
              <w:t>CSSF</w:t>
            </w:r>
            <w:r w:rsidRPr="00B8071E">
              <w:rPr>
                <w:vertAlign w:val="subscript"/>
                <w:lang w:eastAsia="zh-CN"/>
              </w:rPr>
              <w:t xml:space="preserve">outside_gap,i </w:t>
            </w:r>
            <w:r w:rsidRPr="00B8071E">
              <w:rPr>
                <w:lang w:eastAsia="zh-CN"/>
              </w:rPr>
              <w:t xml:space="preserve">=1 if  </w:t>
            </w:r>
            <w:r>
              <w:rPr>
                <w:lang w:eastAsia="zh-CN"/>
              </w:rPr>
              <w:t>no</w:t>
            </w:r>
            <w:r w:rsidRPr="00B8071E">
              <w:rPr>
                <w:lang w:eastAsia="zh-CN"/>
              </w:rPr>
              <w:t xml:space="preserve"> SCell is configured.</w:t>
            </w:r>
          </w:p>
        </w:tc>
      </w:tr>
    </w:tbl>
    <w:p w14:paraId="6AC4ECEA" w14:textId="77777777" w:rsidR="00D4281A" w:rsidRPr="008C6DE4" w:rsidRDefault="00D4281A" w:rsidP="00D4281A"/>
    <w:p w14:paraId="1FC1CE7C" w14:textId="77777777" w:rsidR="00D4281A" w:rsidRPr="008C6DE4" w:rsidRDefault="00D4281A" w:rsidP="00D4281A">
      <w:pPr>
        <w:pStyle w:val="Heading5"/>
      </w:pPr>
      <w:r w:rsidRPr="008C6DE4">
        <w:t>9.1.5.1.4</w:t>
      </w:r>
      <w:r w:rsidRPr="008C6DE4">
        <w:tab/>
        <w:t>NE-DC mode: carrier-specific scaling factor for SSB-based measurements performed outside gaps</w:t>
      </w:r>
    </w:p>
    <w:p w14:paraId="691B4017" w14:textId="77777777" w:rsidR="00D4281A" w:rsidRPr="008C6DE4" w:rsidRDefault="00D4281A" w:rsidP="00D4281A">
      <w:pPr>
        <w:rPr>
          <w:rFonts w:eastAsia="Times New Roman"/>
        </w:rPr>
      </w:pPr>
      <w:r w:rsidRPr="008C6DE4">
        <w:rPr>
          <w:rFonts w:eastAsia="Times New Roman"/>
        </w:rPr>
        <w:t xml:space="preserve">For UE configured with NE-DC operation, the carrier-specific scaling factor </w:t>
      </w:r>
      <w:r w:rsidRPr="008C6DE4">
        <w:t>CSSF</w:t>
      </w:r>
      <w:r w:rsidRPr="008C6DE4">
        <w:rPr>
          <w:vertAlign w:val="subscript"/>
        </w:rPr>
        <w:t xml:space="preserve">outside_gap,i </w:t>
      </w:r>
      <w:r w:rsidRPr="008C6DE4">
        <w:t>for intra-frequency SSB-based measurements performed outside measurements gaps</w:t>
      </w:r>
      <w:r w:rsidRPr="008C6DE4">
        <w:rPr>
          <w:rFonts w:eastAsia="Times New Roman"/>
        </w:rPr>
        <w:t xml:space="preserve"> will be as specified in Table 9.1.5.1.4-1. </w:t>
      </w:r>
    </w:p>
    <w:p w14:paraId="5576926A" w14:textId="77777777" w:rsidR="00D4281A" w:rsidRPr="008C6DE4" w:rsidRDefault="00D4281A" w:rsidP="00D4281A">
      <w:pPr>
        <w:pStyle w:val="TH"/>
      </w:pPr>
      <w:r w:rsidRPr="008C6DE4">
        <w:t>Table 9.1.5.1.4-1: CSSF</w:t>
      </w:r>
      <w:r w:rsidRPr="008C6DE4">
        <w:rPr>
          <w:vertAlign w:val="subscript"/>
        </w:rPr>
        <w:t>outside_gap,i</w:t>
      </w:r>
      <w:r w:rsidRPr="008C6DE4">
        <w:t xml:space="preserve"> scaling factor for NE-DC mode</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417"/>
        <w:gridCol w:w="1418"/>
        <w:gridCol w:w="1376"/>
        <w:gridCol w:w="2026"/>
        <w:gridCol w:w="2113"/>
      </w:tblGrid>
      <w:tr w:rsidR="00DD3199" w:rsidRPr="008C6DE4" w14:paraId="63022C20" w14:textId="77777777" w:rsidTr="00867D3A">
        <w:trPr>
          <w:trHeight w:val="340"/>
          <w:jc w:val="center"/>
        </w:trPr>
        <w:tc>
          <w:tcPr>
            <w:tcW w:w="1702" w:type="dxa"/>
            <w:shd w:val="clear" w:color="auto" w:fill="auto"/>
          </w:tcPr>
          <w:p w14:paraId="40DBC11A" w14:textId="77777777" w:rsidR="00D4281A" w:rsidRPr="008C6DE4" w:rsidRDefault="00D4281A" w:rsidP="00867D3A">
            <w:pPr>
              <w:pStyle w:val="TAH"/>
              <w:rPr>
                <w:lang w:eastAsia="zh-CN"/>
              </w:rPr>
            </w:pPr>
            <w:r w:rsidRPr="008C6DE4">
              <w:t>Scenario</w:t>
            </w:r>
          </w:p>
        </w:tc>
        <w:tc>
          <w:tcPr>
            <w:tcW w:w="1417" w:type="dxa"/>
            <w:shd w:val="clear" w:color="auto" w:fill="auto"/>
          </w:tcPr>
          <w:p w14:paraId="498BDF0E"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FR1 PCC</w:t>
            </w:r>
          </w:p>
        </w:tc>
        <w:tc>
          <w:tcPr>
            <w:tcW w:w="1418" w:type="dxa"/>
            <w:shd w:val="clear" w:color="auto" w:fill="auto"/>
          </w:tcPr>
          <w:p w14:paraId="15F90969"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FR1 SCC</w:t>
            </w:r>
          </w:p>
        </w:tc>
        <w:tc>
          <w:tcPr>
            <w:tcW w:w="1376" w:type="dxa"/>
            <w:shd w:val="clear" w:color="auto" w:fill="auto"/>
          </w:tcPr>
          <w:p w14:paraId="0DEAB526"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FR2 PCC</w:t>
            </w:r>
          </w:p>
        </w:tc>
        <w:tc>
          <w:tcPr>
            <w:tcW w:w="2026" w:type="dxa"/>
          </w:tcPr>
          <w:p w14:paraId="00342888" w14:textId="77777777" w:rsidR="00D4281A" w:rsidRPr="008C6DE4" w:rsidRDefault="00D4281A" w:rsidP="00867D3A">
            <w:pPr>
              <w:pStyle w:val="TAH"/>
              <w:rPr>
                <w:i/>
              </w:rPr>
            </w:pPr>
            <w:r w:rsidRPr="008C6DE4">
              <w:rPr>
                <w:i/>
              </w:rPr>
              <w:t>CSSF</w:t>
            </w:r>
            <w:r w:rsidRPr="008C6DE4">
              <w:rPr>
                <w:vertAlign w:val="subscript"/>
              </w:rPr>
              <w:t>outside_gap,i</w:t>
            </w:r>
            <w:r w:rsidRPr="008C6DE4">
              <w:t xml:space="preserve"> for FR2 SCC where neighbour cell measurement is required</w:t>
            </w:r>
          </w:p>
        </w:tc>
        <w:tc>
          <w:tcPr>
            <w:tcW w:w="2113" w:type="dxa"/>
            <w:shd w:val="clear" w:color="auto" w:fill="auto"/>
          </w:tcPr>
          <w:p w14:paraId="6C03A5F2" w14:textId="77777777" w:rsidR="00D4281A" w:rsidRPr="008C6DE4" w:rsidRDefault="00D4281A" w:rsidP="00867D3A">
            <w:pPr>
              <w:pStyle w:val="TAH"/>
            </w:pPr>
            <w:r w:rsidRPr="008C6DE4">
              <w:rPr>
                <w:i/>
              </w:rPr>
              <w:t>CSSF</w:t>
            </w:r>
            <w:r w:rsidRPr="008C6DE4">
              <w:rPr>
                <w:vertAlign w:val="subscript"/>
              </w:rPr>
              <w:t>outside_gap,i</w:t>
            </w:r>
            <w:r w:rsidRPr="008C6DE4">
              <w:t xml:space="preserve"> for FR2 SCC where neighbour cell measurement is not required</w:t>
            </w:r>
          </w:p>
        </w:tc>
      </w:tr>
      <w:tr w:rsidR="00DD3199" w:rsidRPr="008C6DE4" w14:paraId="1FCE9A0F" w14:textId="77777777" w:rsidTr="00867D3A">
        <w:trPr>
          <w:trHeight w:val="340"/>
          <w:jc w:val="center"/>
        </w:trPr>
        <w:tc>
          <w:tcPr>
            <w:tcW w:w="1702" w:type="dxa"/>
            <w:shd w:val="clear" w:color="auto" w:fill="auto"/>
          </w:tcPr>
          <w:p w14:paraId="6563AF8C" w14:textId="77777777" w:rsidR="00D4281A" w:rsidRPr="008C6DE4" w:rsidRDefault="00D4281A" w:rsidP="00867D3A">
            <w:pPr>
              <w:pStyle w:val="TAL"/>
              <w:rPr>
                <w:b/>
              </w:rPr>
            </w:pPr>
            <w:r w:rsidRPr="008C6DE4">
              <w:rPr>
                <w:b/>
              </w:rPr>
              <w:t xml:space="preserve">NE-DC with FR1 only CA </w:t>
            </w:r>
          </w:p>
        </w:tc>
        <w:tc>
          <w:tcPr>
            <w:tcW w:w="1417" w:type="dxa"/>
            <w:shd w:val="clear" w:color="auto" w:fill="auto"/>
            <w:vAlign w:val="center"/>
          </w:tcPr>
          <w:p w14:paraId="3C528B97" w14:textId="77777777" w:rsidR="00D4281A" w:rsidRPr="008C6DE4" w:rsidRDefault="00D4281A" w:rsidP="00867D3A">
            <w:pPr>
              <w:pStyle w:val="TAC"/>
              <w:rPr>
                <w:vertAlign w:val="superscript"/>
              </w:rPr>
            </w:pPr>
            <w:r w:rsidRPr="008C6DE4">
              <w:t>1</w:t>
            </w:r>
          </w:p>
        </w:tc>
        <w:tc>
          <w:tcPr>
            <w:tcW w:w="1418" w:type="dxa"/>
            <w:shd w:val="clear" w:color="auto" w:fill="auto"/>
            <w:vAlign w:val="center"/>
          </w:tcPr>
          <w:p w14:paraId="45C1F1C1" w14:textId="77777777" w:rsidR="00D4281A" w:rsidRPr="008C6DE4" w:rsidRDefault="00D4281A" w:rsidP="00867D3A">
            <w:pPr>
              <w:pStyle w:val="TAC"/>
            </w:pPr>
            <w:r w:rsidRPr="008C6DE4">
              <w:t>Number of configured FR1 SCell(s)</w:t>
            </w:r>
          </w:p>
        </w:tc>
        <w:tc>
          <w:tcPr>
            <w:tcW w:w="1376" w:type="dxa"/>
            <w:shd w:val="clear" w:color="auto" w:fill="auto"/>
            <w:vAlign w:val="center"/>
          </w:tcPr>
          <w:p w14:paraId="3C64410C" w14:textId="77777777" w:rsidR="00D4281A" w:rsidRPr="008C6DE4" w:rsidRDefault="00D4281A" w:rsidP="00867D3A">
            <w:pPr>
              <w:pStyle w:val="TAC"/>
            </w:pPr>
            <w:r w:rsidRPr="008C6DE4">
              <w:t>N/A</w:t>
            </w:r>
          </w:p>
        </w:tc>
        <w:tc>
          <w:tcPr>
            <w:tcW w:w="2026" w:type="dxa"/>
            <w:vAlign w:val="center"/>
          </w:tcPr>
          <w:p w14:paraId="6D202B38" w14:textId="77777777" w:rsidR="00D4281A" w:rsidRPr="008C6DE4" w:rsidRDefault="00D4281A" w:rsidP="00867D3A">
            <w:pPr>
              <w:pStyle w:val="TAC"/>
            </w:pPr>
            <w:r w:rsidRPr="008C6DE4">
              <w:t>N/A</w:t>
            </w:r>
          </w:p>
        </w:tc>
        <w:tc>
          <w:tcPr>
            <w:tcW w:w="2113" w:type="dxa"/>
            <w:shd w:val="clear" w:color="auto" w:fill="auto"/>
            <w:vAlign w:val="center"/>
          </w:tcPr>
          <w:p w14:paraId="0626F696" w14:textId="77777777" w:rsidR="00D4281A" w:rsidRPr="008C6DE4" w:rsidRDefault="00D4281A" w:rsidP="00867D3A">
            <w:pPr>
              <w:pStyle w:val="TAC"/>
            </w:pPr>
            <w:r w:rsidRPr="008C6DE4">
              <w:t>N/A</w:t>
            </w:r>
          </w:p>
        </w:tc>
      </w:tr>
      <w:tr w:rsidR="00DD3199" w:rsidRPr="008C6DE4" w14:paraId="06962E4C" w14:textId="77777777" w:rsidTr="00867D3A">
        <w:trPr>
          <w:trHeight w:val="340"/>
          <w:jc w:val="center"/>
        </w:trPr>
        <w:tc>
          <w:tcPr>
            <w:tcW w:w="1702" w:type="dxa"/>
            <w:shd w:val="clear" w:color="auto" w:fill="auto"/>
          </w:tcPr>
          <w:p w14:paraId="53F8E274" w14:textId="77777777" w:rsidR="00D4281A" w:rsidRPr="008C6DE4" w:rsidRDefault="00D4281A" w:rsidP="00867D3A">
            <w:pPr>
              <w:pStyle w:val="TAL"/>
              <w:rPr>
                <w:b/>
              </w:rPr>
            </w:pPr>
            <w:r w:rsidRPr="008C6DE4">
              <w:rPr>
                <w:b/>
              </w:rPr>
              <w:t xml:space="preserve">NE-DC with FR2 only intra band CA </w:t>
            </w:r>
          </w:p>
        </w:tc>
        <w:tc>
          <w:tcPr>
            <w:tcW w:w="1417" w:type="dxa"/>
            <w:shd w:val="clear" w:color="auto" w:fill="auto"/>
            <w:vAlign w:val="center"/>
          </w:tcPr>
          <w:p w14:paraId="0E144E0A" w14:textId="77777777" w:rsidR="00D4281A" w:rsidRPr="008C6DE4" w:rsidRDefault="00D4281A" w:rsidP="00867D3A">
            <w:pPr>
              <w:pStyle w:val="TAC"/>
              <w:rPr>
                <w:b/>
              </w:rPr>
            </w:pPr>
            <w:r w:rsidRPr="008C6DE4">
              <w:t>N/A</w:t>
            </w:r>
          </w:p>
        </w:tc>
        <w:tc>
          <w:tcPr>
            <w:tcW w:w="1418" w:type="dxa"/>
            <w:shd w:val="clear" w:color="auto" w:fill="auto"/>
            <w:vAlign w:val="center"/>
          </w:tcPr>
          <w:p w14:paraId="3C029D91" w14:textId="77777777" w:rsidR="00D4281A" w:rsidRPr="008C6DE4" w:rsidRDefault="00D4281A" w:rsidP="00867D3A">
            <w:pPr>
              <w:pStyle w:val="TAC"/>
              <w:rPr>
                <w:b/>
              </w:rPr>
            </w:pPr>
            <w:r w:rsidRPr="008C6DE4">
              <w:t>N/A</w:t>
            </w:r>
          </w:p>
        </w:tc>
        <w:tc>
          <w:tcPr>
            <w:tcW w:w="1376" w:type="dxa"/>
            <w:shd w:val="clear" w:color="auto" w:fill="auto"/>
            <w:vAlign w:val="center"/>
          </w:tcPr>
          <w:p w14:paraId="4B63858A" w14:textId="77777777" w:rsidR="00D4281A" w:rsidRPr="008C6DE4" w:rsidRDefault="00D4281A" w:rsidP="00867D3A">
            <w:pPr>
              <w:pStyle w:val="TAC"/>
            </w:pPr>
            <w:r w:rsidRPr="008C6DE4">
              <w:t>1</w:t>
            </w:r>
          </w:p>
        </w:tc>
        <w:tc>
          <w:tcPr>
            <w:tcW w:w="2026" w:type="dxa"/>
            <w:vAlign w:val="center"/>
          </w:tcPr>
          <w:p w14:paraId="4406CC02" w14:textId="77777777" w:rsidR="00D4281A" w:rsidRPr="008C6DE4" w:rsidRDefault="00D4281A" w:rsidP="00867D3A">
            <w:pPr>
              <w:pStyle w:val="TAC"/>
            </w:pPr>
            <w:r w:rsidRPr="008C6DE4">
              <w:t>N/A</w:t>
            </w:r>
          </w:p>
        </w:tc>
        <w:tc>
          <w:tcPr>
            <w:tcW w:w="2113" w:type="dxa"/>
            <w:shd w:val="clear" w:color="auto" w:fill="auto"/>
            <w:vAlign w:val="center"/>
          </w:tcPr>
          <w:p w14:paraId="53CD5080" w14:textId="77777777" w:rsidR="00D4281A" w:rsidRPr="008C6DE4" w:rsidRDefault="00D4281A" w:rsidP="00867D3A">
            <w:pPr>
              <w:pStyle w:val="TAC"/>
            </w:pPr>
            <w:r w:rsidRPr="008C6DE4">
              <w:t>Number of configured FR2 SCell(s)</w:t>
            </w:r>
          </w:p>
        </w:tc>
      </w:tr>
      <w:tr w:rsidR="00DD3199" w:rsidRPr="008C6DE4" w14:paraId="3933F003" w14:textId="77777777" w:rsidTr="00867D3A">
        <w:trPr>
          <w:trHeight w:val="340"/>
          <w:jc w:val="center"/>
        </w:trPr>
        <w:tc>
          <w:tcPr>
            <w:tcW w:w="1702" w:type="dxa"/>
            <w:shd w:val="clear" w:color="auto" w:fill="auto"/>
          </w:tcPr>
          <w:p w14:paraId="4A7ACD62" w14:textId="77777777" w:rsidR="00D4281A" w:rsidRPr="008C6DE4" w:rsidRDefault="00D4281A" w:rsidP="00867D3A">
            <w:pPr>
              <w:pStyle w:val="TAL"/>
              <w:rPr>
                <w:b/>
              </w:rPr>
            </w:pPr>
            <w:r w:rsidRPr="008C6DE4">
              <w:rPr>
                <w:b/>
              </w:rPr>
              <w:t xml:space="preserve">NE-DC with FR1 +FR2 CA (FR1 PCell) </w:t>
            </w:r>
            <w:r w:rsidRPr="008C6DE4">
              <w:rPr>
                <w:b/>
                <w:vertAlign w:val="superscript"/>
              </w:rPr>
              <w:t>Note 1</w:t>
            </w:r>
          </w:p>
        </w:tc>
        <w:tc>
          <w:tcPr>
            <w:tcW w:w="1417" w:type="dxa"/>
            <w:shd w:val="clear" w:color="auto" w:fill="auto"/>
            <w:vAlign w:val="center"/>
          </w:tcPr>
          <w:p w14:paraId="64261625" w14:textId="77777777" w:rsidR="00D4281A" w:rsidRPr="008C6DE4" w:rsidRDefault="00D4281A" w:rsidP="00867D3A">
            <w:pPr>
              <w:pStyle w:val="TAC"/>
              <w:rPr>
                <w:lang w:eastAsia="zh-CN"/>
              </w:rPr>
            </w:pPr>
            <w:r w:rsidRPr="008C6DE4">
              <w:rPr>
                <w:lang w:eastAsia="zh-CN"/>
              </w:rPr>
              <w:t>1</w:t>
            </w:r>
          </w:p>
        </w:tc>
        <w:tc>
          <w:tcPr>
            <w:tcW w:w="1418" w:type="dxa"/>
            <w:shd w:val="clear" w:color="auto" w:fill="auto"/>
            <w:vAlign w:val="center"/>
          </w:tcPr>
          <w:p w14:paraId="242C78B6" w14:textId="77777777" w:rsidR="00D4281A" w:rsidRPr="008C6DE4" w:rsidRDefault="00D4281A" w:rsidP="00867D3A">
            <w:pPr>
              <w:pStyle w:val="TAC"/>
            </w:pPr>
            <w:r w:rsidRPr="008C6DE4">
              <w:t>2×(Number of configured SCell(s)-1)</w:t>
            </w:r>
          </w:p>
        </w:tc>
        <w:tc>
          <w:tcPr>
            <w:tcW w:w="1376" w:type="dxa"/>
            <w:shd w:val="clear" w:color="auto" w:fill="auto"/>
            <w:vAlign w:val="center"/>
          </w:tcPr>
          <w:p w14:paraId="591FADD7" w14:textId="77777777" w:rsidR="00D4281A" w:rsidRPr="008C6DE4" w:rsidRDefault="00D4281A" w:rsidP="00867D3A">
            <w:pPr>
              <w:pStyle w:val="TAC"/>
            </w:pPr>
            <w:r w:rsidRPr="008C6DE4">
              <w:t>N/A</w:t>
            </w:r>
          </w:p>
        </w:tc>
        <w:tc>
          <w:tcPr>
            <w:tcW w:w="2026" w:type="dxa"/>
            <w:vAlign w:val="center"/>
          </w:tcPr>
          <w:p w14:paraId="2F5CF523" w14:textId="4493AACC" w:rsidR="00D4281A" w:rsidRPr="008C6DE4" w:rsidRDefault="00546946" w:rsidP="00867D3A">
            <w:pPr>
              <w:pStyle w:val="TAC"/>
            </w:pPr>
            <w:r w:rsidRPr="008C6DE4">
              <w:t>2</w:t>
            </w:r>
            <w:r w:rsidRPr="00B8071E">
              <w:rPr>
                <w:vertAlign w:val="superscript"/>
              </w:rPr>
              <w:t xml:space="preserve"> Note </w:t>
            </w:r>
            <w:r>
              <w:rPr>
                <w:vertAlign w:val="superscript"/>
              </w:rPr>
              <w:t>3</w:t>
            </w:r>
          </w:p>
        </w:tc>
        <w:tc>
          <w:tcPr>
            <w:tcW w:w="2113" w:type="dxa"/>
            <w:shd w:val="clear" w:color="auto" w:fill="auto"/>
            <w:vAlign w:val="center"/>
          </w:tcPr>
          <w:p w14:paraId="1C350600" w14:textId="77777777" w:rsidR="00D4281A" w:rsidRPr="008C6DE4" w:rsidRDefault="00D4281A" w:rsidP="00867D3A">
            <w:pPr>
              <w:pStyle w:val="TAC"/>
            </w:pPr>
            <w:r w:rsidRPr="008C6DE4">
              <w:t>2×(Number of configured SCell(s)-1)</w:t>
            </w:r>
          </w:p>
        </w:tc>
      </w:tr>
      <w:tr w:rsidR="00DD3199" w:rsidRPr="008C6DE4" w14:paraId="0BBABA53" w14:textId="77777777" w:rsidTr="00867D3A">
        <w:trPr>
          <w:trHeight w:val="340"/>
          <w:jc w:val="center"/>
        </w:trPr>
        <w:tc>
          <w:tcPr>
            <w:tcW w:w="10052" w:type="dxa"/>
            <w:gridSpan w:val="6"/>
            <w:shd w:val="clear" w:color="auto" w:fill="auto"/>
          </w:tcPr>
          <w:p w14:paraId="188B7DE8" w14:textId="77777777" w:rsidR="00D4281A" w:rsidRPr="008C6DE4" w:rsidRDefault="00D4281A" w:rsidP="00867D3A">
            <w:pPr>
              <w:pStyle w:val="TAN"/>
              <w:rPr>
                <w:lang w:eastAsia="zh-CN"/>
              </w:rPr>
            </w:pPr>
            <w:r w:rsidRPr="008C6DE4">
              <w:rPr>
                <w:lang w:eastAsia="zh-CN"/>
              </w:rPr>
              <w:t>Note 1:</w:t>
            </w:r>
            <w:r w:rsidRPr="008C6DE4">
              <w:tab/>
            </w:r>
            <w:r w:rsidRPr="008C6DE4">
              <w:rPr>
                <w:lang w:eastAsia="zh-CN"/>
              </w:rPr>
              <w:t>Only one FR1 operating band and one FR2 operating band are included for FR1+FR2 inter-band CA.</w:t>
            </w:r>
          </w:p>
          <w:p w14:paraId="137C17C1" w14:textId="77777777" w:rsidR="00D4281A" w:rsidRDefault="00D4281A" w:rsidP="00867D3A">
            <w:pPr>
              <w:pStyle w:val="TAN"/>
              <w:rPr>
                <w:rFonts w:eastAsia="MS Mincho"/>
                <w:lang w:eastAsia="ja-JP"/>
              </w:rPr>
            </w:pPr>
            <w:r w:rsidRPr="008C6DE4">
              <w:rPr>
                <w:lang w:eastAsia="zh-CN"/>
              </w:rPr>
              <w:t xml:space="preserve">Note </w:t>
            </w:r>
            <w:r w:rsidRPr="008C6DE4">
              <w:rPr>
                <w:rFonts w:eastAsia="MS Mincho"/>
                <w:lang w:eastAsia="ja-JP"/>
              </w:rPr>
              <w:t>2</w:t>
            </w:r>
            <w:r w:rsidRPr="008C6DE4">
              <w:rPr>
                <w:lang w:eastAsia="zh-CN"/>
              </w:rPr>
              <w:t>:</w:t>
            </w:r>
            <w:r w:rsidRPr="008C6DE4">
              <w:tab/>
            </w:r>
            <w:r w:rsidRPr="008C6DE4">
              <w:rPr>
                <w:rFonts w:eastAsia="MS Mincho"/>
                <w:lang w:eastAsia="ja-JP"/>
              </w:rPr>
              <w:t>Selection of FR2 SCC where neighbour cell measurement is required follows clause 9.2.3.2.</w:t>
            </w:r>
          </w:p>
          <w:p w14:paraId="3A69E674" w14:textId="1C8E06BF" w:rsidR="00546946" w:rsidRPr="00546946" w:rsidRDefault="00546946" w:rsidP="00867D3A">
            <w:pPr>
              <w:pStyle w:val="TAN"/>
              <w:rPr>
                <w:lang w:val="en-US" w:eastAsia="zh-CN"/>
              </w:rPr>
            </w:pPr>
            <w:r w:rsidRPr="00B8071E">
              <w:rPr>
                <w:lang w:eastAsia="zh-CN"/>
              </w:rPr>
              <w:t>Note</w:t>
            </w:r>
            <w:r>
              <w:rPr>
                <w:lang w:eastAsia="zh-CN"/>
              </w:rPr>
              <w:t xml:space="preserve"> </w:t>
            </w:r>
            <w:r w:rsidRPr="00B8071E">
              <w:rPr>
                <w:lang w:eastAsia="zh-CN"/>
              </w:rPr>
              <w:t>3:</w:t>
            </w:r>
            <w:r w:rsidRPr="00B8071E">
              <w:t xml:space="preserve"> </w:t>
            </w:r>
            <w:r w:rsidRPr="00B8071E">
              <w:tab/>
            </w:r>
            <w:r w:rsidRPr="00B8071E">
              <w:rPr>
                <w:lang w:eastAsia="zh-CN"/>
              </w:rPr>
              <w:t>CSSF</w:t>
            </w:r>
            <w:r w:rsidRPr="00B8071E">
              <w:rPr>
                <w:vertAlign w:val="subscript"/>
                <w:lang w:eastAsia="zh-CN"/>
              </w:rPr>
              <w:t xml:space="preserve">outside_gap,i </w:t>
            </w:r>
            <w:r w:rsidRPr="00B8071E">
              <w:rPr>
                <w:lang w:eastAsia="zh-CN"/>
              </w:rPr>
              <w:t>=1 if  only one SCell is configured.</w:t>
            </w:r>
          </w:p>
        </w:tc>
      </w:tr>
    </w:tbl>
    <w:p w14:paraId="158AAEE3" w14:textId="77777777" w:rsidR="00D4281A" w:rsidRPr="008C6DE4" w:rsidRDefault="00D4281A" w:rsidP="00D4281A"/>
    <w:p w14:paraId="0463FECE" w14:textId="77777777" w:rsidR="00D4281A" w:rsidRPr="008C6DE4" w:rsidRDefault="00D4281A" w:rsidP="00D4281A">
      <w:pPr>
        <w:pStyle w:val="Heading4"/>
      </w:pPr>
      <w:bookmarkStart w:id="174" w:name="_Toc5952690"/>
      <w:r w:rsidRPr="008C6DE4">
        <w:t>9.1.5.2</w:t>
      </w:r>
      <w:r w:rsidRPr="008C6DE4">
        <w:tab/>
        <w:t>Monitoring of multiple layers within gaps</w:t>
      </w:r>
      <w:bookmarkEnd w:id="174"/>
    </w:p>
    <w:p w14:paraId="69005B6E" w14:textId="77777777" w:rsidR="00F94E6F" w:rsidRPr="008C6DE4" w:rsidRDefault="00F94E6F" w:rsidP="00F94E6F">
      <w:pPr>
        <w:rPr>
          <w:iCs/>
        </w:rPr>
      </w:pPr>
      <w:r w:rsidRPr="008C6DE4">
        <w:t>The carrier-specific scaling factor CSSF</w:t>
      </w:r>
      <w:r w:rsidRPr="008C6DE4">
        <w:rPr>
          <w:vertAlign w:val="subscript"/>
        </w:rPr>
        <w:t>within_gap,i</w:t>
      </w:r>
      <w:r w:rsidRPr="008C6DE4">
        <w:rPr>
          <w:iCs/>
        </w:rPr>
        <w:t xml:space="preserve"> </w:t>
      </w:r>
      <w:r w:rsidRPr="008C6DE4">
        <w:t xml:space="preserve">for </w:t>
      </w:r>
      <w:r w:rsidRPr="008C6DE4">
        <w:rPr>
          <w:lang w:val="en-US"/>
        </w:rPr>
        <w:t>measurement object</w:t>
      </w:r>
      <w:r w:rsidRPr="008C6DE4">
        <w:t xml:space="preserve"> </w:t>
      </w:r>
      <w:r w:rsidRPr="008C6DE4">
        <w:rPr>
          <w:i/>
        </w:rPr>
        <w:t>i</w:t>
      </w:r>
      <w:r w:rsidRPr="008C6DE4">
        <w:rPr>
          <w:iCs/>
        </w:rPr>
        <w:t xml:space="preserve"> derived in this chapter is applied to following measurement types:</w:t>
      </w:r>
    </w:p>
    <w:p w14:paraId="4DC06A92" w14:textId="77777777" w:rsidR="00F94E6F" w:rsidRPr="008C6DE4" w:rsidRDefault="00F94E6F" w:rsidP="00F94E6F">
      <w:pPr>
        <w:pStyle w:val="B10"/>
      </w:pPr>
      <w:r w:rsidRPr="008C6DE4">
        <w:t>-</w:t>
      </w:r>
      <w:r w:rsidRPr="008C6DE4">
        <w:tab/>
        <w:t xml:space="preserve">Intra-frequency measurement object with no measurement gap in clause 9.2.5, when all of the SMTC occasions of this intra-frequency </w:t>
      </w:r>
      <w:r w:rsidRPr="008C6DE4">
        <w:rPr>
          <w:lang w:val="en-US"/>
        </w:rPr>
        <w:t>measurement object</w:t>
      </w:r>
      <w:r w:rsidRPr="008C6DE4">
        <w:t xml:space="preserve"> are overlapped by the measurement gap.</w:t>
      </w:r>
    </w:p>
    <w:p w14:paraId="69C5342F" w14:textId="77777777" w:rsidR="00F94E6F" w:rsidRPr="008C6DE4" w:rsidRDefault="00F94E6F" w:rsidP="00F94E6F">
      <w:pPr>
        <w:pStyle w:val="B10"/>
      </w:pPr>
      <w:r w:rsidRPr="008C6DE4">
        <w:t>-</w:t>
      </w:r>
      <w:r w:rsidRPr="008C6DE4">
        <w:tab/>
        <w:t>Intra-frequency measurement object with measurement gap in clause 9.2.6.</w:t>
      </w:r>
    </w:p>
    <w:p w14:paraId="4D6FE469" w14:textId="77777777" w:rsidR="00F94E6F" w:rsidRPr="008C6DE4" w:rsidRDefault="00F94E6F" w:rsidP="00F94E6F">
      <w:pPr>
        <w:pStyle w:val="B10"/>
      </w:pPr>
      <w:r w:rsidRPr="008C6DE4">
        <w:t>-</w:t>
      </w:r>
      <w:r w:rsidRPr="008C6DE4">
        <w:tab/>
        <w:t>Inter-frequency measurement object in clause 9.3.</w:t>
      </w:r>
    </w:p>
    <w:p w14:paraId="589A7B37" w14:textId="77777777" w:rsidR="00F94E6F" w:rsidRPr="008C6DE4" w:rsidRDefault="00F94E6F" w:rsidP="00F94E6F">
      <w:pPr>
        <w:pStyle w:val="B10"/>
      </w:pPr>
      <w:r w:rsidRPr="008C6DE4">
        <w:t>-</w:t>
      </w:r>
      <w:r w:rsidRPr="008C6DE4">
        <w:tab/>
        <w:t>E-UTRA Inter-RAT measurement object in clauses 9.4.2 and 9.4.3.</w:t>
      </w:r>
    </w:p>
    <w:p w14:paraId="3975DC79" w14:textId="77777777" w:rsidR="00F94E6F" w:rsidRPr="008C6DE4" w:rsidRDefault="00F94E6F" w:rsidP="00F94E6F">
      <w:pPr>
        <w:pStyle w:val="B10"/>
      </w:pPr>
      <w:r w:rsidRPr="008C6DE4">
        <w:t>-</w:t>
      </w:r>
      <w:r w:rsidRPr="008C6DE4">
        <w:tab/>
        <w:t>E-UTRA Inter-RAT RSTD and E-CID measurements in clauses 9.4.4 and 9.4.5.</w:t>
      </w:r>
    </w:p>
    <w:p w14:paraId="7997F295" w14:textId="0E4AFFAB" w:rsidR="00F94E6F" w:rsidRDefault="00F94E6F" w:rsidP="00F94E6F">
      <w:pPr>
        <w:pStyle w:val="B10"/>
      </w:pPr>
      <w:r w:rsidRPr="008C6DE4">
        <w:t>-</w:t>
      </w:r>
      <w:r w:rsidRPr="008C6DE4">
        <w:tab/>
      </w:r>
      <w:r>
        <w:rPr>
          <w:noProof/>
          <w:lang w:eastAsia="zh-CN"/>
        </w:rPr>
        <w:t xml:space="preserve">For a UE in </w:t>
      </w:r>
      <w:r>
        <w:t>E-UTRA-NR dual connectivity operation</w:t>
      </w:r>
      <w:r>
        <w:rPr>
          <w:noProof/>
          <w:lang w:eastAsia="zh-CN"/>
        </w:rPr>
        <w:t xml:space="preserve">, </w:t>
      </w:r>
      <w:r w:rsidRPr="008C6DE4">
        <w:t>NR Inter-RAT measurement object configured by the E-UTRAN PCell (TS 36.133 [15] clause 8.17.4)</w:t>
      </w:r>
      <w:r w:rsidRPr="00231E94">
        <w:t xml:space="preserve"> </w:t>
      </w:r>
      <w:r>
        <w:t>on an NR serving carrier</w:t>
      </w:r>
      <w:r w:rsidRPr="00B55AB8">
        <w:t xml:space="preserve"> </w:t>
      </w:r>
    </w:p>
    <w:p w14:paraId="55423C28" w14:textId="77777777" w:rsidR="00F94E6F" w:rsidRDefault="00F94E6F" w:rsidP="00F94E6F">
      <w:pPr>
        <w:pStyle w:val="B2"/>
      </w:pPr>
      <w:r>
        <w:rPr>
          <w:rFonts w:eastAsia="Times New Roman"/>
        </w:rPr>
        <w:t>-</w:t>
      </w:r>
      <w:r>
        <w:rPr>
          <w:rFonts w:eastAsia="Times New Roman"/>
        </w:rPr>
        <w:tab/>
      </w:r>
      <w:r w:rsidRPr="00DD3199">
        <w:t xml:space="preserve">the SSB is </w:t>
      </w:r>
      <w:r w:rsidRPr="00F94E6F">
        <w:t>not</w:t>
      </w:r>
      <w:r>
        <w:t xml:space="preserve"> </w:t>
      </w:r>
      <w:r w:rsidRPr="00DD3199">
        <w:t xml:space="preserve">completely contained in the </w:t>
      </w:r>
      <w:r w:rsidRPr="00DD3199">
        <w:rPr>
          <w:lang w:eastAsia="zh-CN"/>
        </w:rPr>
        <w:t>active BWP</w:t>
      </w:r>
      <w:r>
        <w:t xml:space="preserve"> </w:t>
      </w:r>
      <w:r w:rsidRPr="00DD3199">
        <w:t>of the UE</w:t>
      </w:r>
      <w:r>
        <w:t xml:space="preserve">, or </w:t>
      </w:r>
    </w:p>
    <w:p w14:paraId="690AB873" w14:textId="77777777" w:rsidR="00F94E6F" w:rsidRPr="00430F90" w:rsidRDefault="00F94E6F" w:rsidP="00F94E6F">
      <w:pPr>
        <w:pStyle w:val="B2"/>
        <w:rPr>
          <w:rFonts w:eastAsia="Times New Roman"/>
        </w:rPr>
      </w:pPr>
      <w:r>
        <w:rPr>
          <w:rFonts w:eastAsia="Times New Roman"/>
        </w:rPr>
        <w:t>-</w:t>
      </w:r>
      <w:r w:rsidRPr="00430F90">
        <w:rPr>
          <w:rFonts w:eastAsia="Times New Roman"/>
        </w:rPr>
        <w:tab/>
      </w:r>
      <w:r>
        <w:rPr>
          <w:rFonts w:eastAsia="Times New Roman"/>
        </w:rPr>
        <w:t>all of</w:t>
      </w:r>
      <w:r w:rsidRPr="00DD3199">
        <w:rPr>
          <w:rFonts w:eastAsia="Times New Roman"/>
        </w:rPr>
        <w:t xml:space="preserve"> the SMTC occasions of this </w:t>
      </w:r>
      <w:r>
        <w:rPr>
          <w:rFonts w:eastAsia="Times New Roman"/>
        </w:rPr>
        <w:t>inter-RAT</w:t>
      </w:r>
      <w:r w:rsidRPr="00DD3199">
        <w:rPr>
          <w:rFonts w:eastAsia="Times New Roman"/>
        </w:rPr>
        <w:t xml:space="preserve"> </w:t>
      </w:r>
      <w:r w:rsidRPr="00430F90">
        <w:rPr>
          <w:rFonts w:eastAsia="Times New Roman"/>
        </w:rPr>
        <w:t>measurement object</w:t>
      </w:r>
      <w:r w:rsidRPr="00DD3199">
        <w:rPr>
          <w:rFonts w:eastAsia="Times New Roman"/>
        </w:rPr>
        <w:t xml:space="preserve"> are overlapped by the measurement gap</w:t>
      </w:r>
      <w:r>
        <w:rPr>
          <w:rFonts w:eastAsia="Times New Roman"/>
        </w:rPr>
        <w:t>;</w:t>
      </w:r>
    </w:p>
    <w:p w14:paraId="15FD9FCD" w14:textId="77777777" w:rsidR="00F94E6F" w:rsidRPr="008C6DE4" w:rsidRDefault="00F94E6F" w:rsidP="00F94E6F">
      <w:pPr>
        <w:pStyle w:val="B10"/>
      </w:pPr>
      <w:r>
        <w:t>-</w:t>
      </w:r>
      <w:r>
        <w:tab/>
      </w:r>
      <w:r w:rsidRPr="008C6DE4">
        <w:t>NR Inter-RAT measurement object configured by the E-UTRAN PCell (TS 36.133 [15] clause 8.17.4)</w:t>
      </w:r>
      <w:r>
        <w:t xml:space="preserve"> on an NR non-serving carrier</w:t>
      </w:r>
      <w:r w:rsidRPr="008C6DE4">
        <w:t>.</w:t>
      </w:r>
    </w:p>
    <w:p w14:paraId="3DE83026" w14:textId="77777777" w:rsidR="00F94E6F" w:rsidRPr="008C6DE4" w:rsidRDefault="00F94E6F" w:rsidP="00F94E6F">
      <w:pPr>
        <w:pStyle w:val="B10"/>
      </w:pPr>
      <w:r w:rsidRPr="008C6DE4">
        <w:t>-</w:t>
      </w:r>
      <w:r w:rsidRPr="008C6DE4">
        <w:tab/>
        <w:t>E-UTRAN Inter-frequency measurement object configured by the E-UTRAN PCell (TS 36.133 [15] clause 8.17.3) and by the E-UTRAN PSCell (TS 36.133 [15] clause 8.19.3).</w:t>
      </w:r>
    </w:p>
    <w:p w14:paraId="0F8BEFE2" w14:textId="77777777" w:rsidR="00F94E6F" w:rsidRPr="008C6DE4" w:rsidRDefault="00F94E6F" w:rsidP="00F94E6F">
      <w:pPr>
        <w:pStyle w:val="B10"/>
      </w:pPr>
      <w:r w:rsidRPr="008C6DE4">
        <w:t>-</w:t>
      </w:r>
      <w:r w:rsidRPr="008C6DE4">
        <w:tab/>
        <w:t>E-UTRAN Inter-frequency RSTD measurement configured by the E-UTRAN PCell (TS 36.133 [15] clause 8.17.15).</w:t>
      </w:r>
    </w:p>
    <w:p w14:paraId="067E6EEC" w14:textId="77777777" w:rsidR="00F94E6F" w:rsidRPr="008C6DE4" w:rsidRDefault="00F94E6F" w:rsidP="00F94E6F">
      <w:pPr>
        <w:pStyle w:val="B10"/>
      </w:pPr>
      <w:r w:rsidRPr="008C6DE4">
        <w:t>-</w:t>
      </w:r>
      <w:r w:rsidRPr="008C6DE4">
        <w:tab/>
        <w:t>UTRA Inter-RAT measurement object configured by the E-UTRAN PCell (TS 36.133 [15] clauses 8.17.5 to 8.17.12).</w:t>
      </w:r>
    </w:p>
    <w:p w14:paraId="3B720197" w14:textId="77777777" w:rsidR="00F94E6F" w:rsidRPr="008C6DE4" w:rsidRDefault="00F94E6F" w:rsidP="00F94E6F">
      <w:pPr>
        <w:pStyle w:val="B10"/>
      </w:pPr>
      <w:r w:rsidRPr="008C6DE4">
        <w:t>-</w:t>
      </w:r>
      <w:r w:rsidRPr="008C6DE4">
        <w:tab/>
        <w:t>GSM Inter-RAT measurements configured by the E-UTRAN PCell (TS 36.133 [15] clauses 8.17.13 and 8.17.14).</w:t>
      </w:r>
    </w:p>
    <w:p w14:paraId="34BF6BA4" w14:textId="3FB0CD3B" w:rsidR="00F94E6F" w:rsidRPr="008C6DE4" w:rsidRDefault="00F94E6F" w:rsidP="00D4281A">
      <w:pPr>
        <w:rPr>
          <w:rFonts w:eastAsia="DengXian"/>
          <w:lang w:eastAsia="zh-CN"/>
        </w:rPr>
      </w:pPr>
      <w:r w:rsidRPr="008C6DE4">
        <w:rPr>
          <w:rFonts w:eastAsia="Times New Roman"/>
        </w:rPr>
        <w:t xml:space="preserve">UE is expected to conduct the measurement of this </w:t>
      </w:r>
      <w:r w:rsidRPr="008C6DE4">
        <w:rPr>
          <w:lang w:val="en-US"/>
        </w:rPr>
        <w:t>measurement object</w:t>
      </w:r>
      <w:r w:rsidRPr="008C6DE4">
        <w:rPr>
          <w:rFonts w:eastAsia="Times New Roman"/>
        </w:rPr>
        <w:t xml:space="preserve"> </w:t>
      </w:r>
      <w:r w:rsidRPr="008C6DE4">
        <w:rPr>
          <w:rFonts w:eastAsia="Times New Roman"/>
          <w:i/>
        </w:rPr>
        <w:t>i</w:t>
      </w:r>
      <w:r w:rsidRPr="008C6DE4">
        <w:rPr>
          <w:rFonts w:eastAsia="Times New Roman"/>
        </w:rPr>
        <w:t xml:space="preserve"> only within the measurement gaps.</w:t>
      </w:r>
    </w:p>
    <w:p w14:paraId="0DC63720" w14:textId="4736F5D3" w:rsidR="004E1B83" w:rsidRPr="008C6DE4" w:rsidRDefault="004E1B83" w:rsidP="004E1B83">
      <w:r w:rsidRPr="008C6DE4">
        <w:rPr>
          <w:rFonts w:eastAsia="Times New Roman"/>
          <w:lang w:val="en-US"/>
        </w:rPr>
        <w:t xml:space="preserve">If the higher layer signaling in TS 38.331 [2] </w:t>
      </w:r>
      <w:r w:rsidRPr="008C6DE4">
        <w:t xml:space="preserve">of </w:t>
      </w:r>
      <w:r w:rsidRPr="008C6DE4">
        <w:rPr>
          <w:i/>
        </w:rPr>
        <w:t>smtc2</w:t>
      </w:r>
      <w:r w:rsidRPr="008C6DE4">
        <w:t xml:space="preserve"> is present and </w:t>
      </w:r>
      <w:r w:rsidRPr="008C6DE4">
        <w:rPr>
          <w:i/>
        </w:rPr>
        <w:t>smtc1</w:t>
      </w:r>
      <w:r w:rsidRPr="008C6DE4">
        <w:t xml:space="preserve"> is fully overlapping with measurement gaps and </w:t>
      </w:r>
      <w:r w:rsidRPr="008C6DE4">
        <w:rPr>
          <w:i/>
        </w:rPr>
        <w:t>smtc2</w:t>
      </w:r>
      <w:r w:rsidRPr="008C6DE4">
        <w:t xml:space="preserve"> is partially overlapping with measurement gaps, CSSF</w:t>
      </w:r>
      <w:r w:rsidRPr="008C6DE4">
        <w:rPr>
          <w:vertAlign w:val="subscript"/>
        </w:rPr>
        <w:t>within_gap,i</w:t>
      </w:r>
      <w:r w:rsidRPr="008C6DE4">
        <w:t xml:space="preserve"> and requirements </w:t>
      </w:r>
      <w:r>
        <w:t>derived</w:t>
      </w:r>
      <w:r w:rsidRPr="008C6DE4">
        <w:t xml:space="preserve"> from CSSF</w:t>
      </w:r>
      <w:r w:rsidRPr="008C6DE4">
        <w:rPr>
          <w:vertAlign w:val="subscript"/>
        </w:rPr>
        <w:t>outside_gap,i</w:t>
      </w:r>
      <w:r w:rsidRPr="008C6DE4">
        <w:t xml:space="preserve"> are not specified.</w:t>
      </w:r>
    </w:p>
    <w:p w14:paraId="5315B980" w14:textId="77777777" w:rsidR="00D4281A" w:rsidRPr="008C6DE4" w:rsidRDefault="00D4281A" w:rsidP="00D4281A">
      <w:pPr>
        <w:pStyle w:val="Heading5"/>
      </w:pPr>
      <w:r w:rsidRPr="008C6DE4">
        <w:t>9.1.5.2.1</w:t>
      </w:r>
      <w:r w:rsidRPr="008C6DE4">
        <w:tab/>
        <w:t>EN-DC mode: carrier-specific scaling factor for SSB-based measurements performed within gaps</w:t>
      </w:r>
    </w:p>
    <w:p w14:paraId="7037669A" w14:textId="77777777" w:rsidR="00F94E6F" w:rsidRPr="00CC6EC5" w:rsidRDefault="00F94E6F" w:rsidP="00F94E6F">
      <w:r w:rsidRPr="00CC6EC5">
        <w:t>The scaling value CSSF</w:t>
      </w:r>
      <w:r w:rsidRPr="00CC6EC5">
        <w:rPr>
          <w:vertAlign w:val="subscript"/>
        </w:rPr>
        <w:t>within_gap,i</w:t>
      </w:r>
      <w:r w:rsidRPr="00CC6EC5">
        <w:t xml:space="preserve"> below has been derived without considering GSM inter-RAT carriers.</w:t>
      </w:r>
    </w:p>
    <w:p w14:paraId="1868114B" w14:textId="77777777" w:rsidR="00F94E6F" w:rsidRDefault="00F94E6F" w:rsidP="00F94E6F">
      <w:pPr>
        <w:rPr>
          <w:lang w:val="en-US"/>
        </w:rPr>
      </w:pPr>
      <w:r w:rsidRPr="008C6DE4">
        <w:rPr>
          <w:lang w:val="en-US"/>
        </w:rPr>
        <w:t xml:space="preserve">When one or more </w:t>
      </w:r>
      <w:r w:rsidRPr="008C6DE4">
        <w:rPr>
          <w:noProof/>
        </w:rPr>
        <w:t>measurement objects</w:t>
      </w:r>
      <w:r w:rsidRPr="008C6DE4">
        <w:rPr>
          <w:lang w:val="en-US"/>
        </w:rPr>
        <w:t xml:space="preserve"> are monitored within measurement gaps, the carrier specific scaling factor for a target measurement object with index </w:t>
      </w:r>
      <w:r w:rsidRPr="008C6DE4">
        <w:rPr>
          <w:i/>
          <w:lang w:val="en-US"/>
        </w:rPr>
        <w:t>i</w:t>
      </w:r>
      <w:r w:rsidRPr="008C6DE4">
        <w:rPr>
          <w:lang w:val="en-US"/>
        </w:rPr>
        <w:t xml:space="preserve"> is designated as CSSF</w:t>
      </w:r>
      <w:r w:rsidRPr="008C6DE4">
        <w:rPr>
          <w:vertAlign w:val="subscript"/>
          <w:lang w:val="en-US"/>
        </w:rPr>
        <w:t>within_gap,i</w:t>
      </w:r>
      <w:r w:rsidRPr="008C6DE4">
        <w:rPr>
          <w:lang w:val="en-US"/>
        </w:rPr>
        <w:t xml:space="preserve"> and is derived as described in this clause.</w:t>
      </w:r>
    </w:p>
    <w:p w14:paraId="6B6C1AB9" w14:textId="5D11F3CF" w:rsidR="00F94E6F" w:rsidRPr="008C6DE4" w:rsidRDefault="00F94E6F" w:rsidP="00F94E6F">
      <w:pPr>
        <w:rPr>
          <w:lang w:val="en-US"/>
        </w:rPr>
      </w:pPr>
      <w:r>
        <w:rPr>
          <w:noProof/>
          <w:lang w:eastAsia="zh-CN"/>
        </w:rPr>
        <w:t xml:space="preserve">For a UE in </w:t>
      </w:r>
      <w:r>
        <w:t xml:space="preserve">E-UTRA-NR dual connectivity </w:t>
      </w:r>
      <w:r w:rsidRPr="00012AAC">
        <w:t>operation</w:t>
      </w:r>
      <w:r w:rsidRPr="00012AAC">
        <w:rPr>
          <w:noProof/>
          <w:lang w:eastAsia="zh-CN"/>
        </w:rPr>
        <w:t xml:space="preserve">, </w:t>
      </w:r>
      <w:r w:rsidRPr="00F94E6F">
        <w:rPr>
          <w:lang w:eastAsia="zh-CN"/>
        </w:rPr>
        <w:t xml:space="preserve">if </w:t>
      </w:r>
      <w:r w:rsidRPr="00F94E6F">
        <w:rPr>
          <w:lang w:val="en-US" w:eastAsia="zh-CN"/>
        </w:rPr>
        <w:t xml:space="preserve">a measurement object configured by PSCell and an NR inter-RAT measurement object configured by E-UTRAN PCell are on the same carrier, </w:t>
      </w:r>
      <w:r w:rsidRPr="00F94E6F">
        <w:rPr>
          <w:lang w:eastAsia="zh-CN"/>
        </w:rPr>
        <w:t xml:space="preserve">they shall be counted as one measurement object in </w:t>
      </w:r>
      <w:r w:rsidRPr="00012AAC">
        <w:rPr>
          <w:noProof/>
        </w:rPr>
        <w:t>M</w:t>
      </w:r>
      <w:r w:rsidRPr="00012AAC">
        <w:rPr>
          <w:noProof/>
          <w:vertAlign w:val="subscript"/>
        </w:rPr>
        <w:t>tot,i,j</w:t>
      </w:r>
      <w:r w:rsidRPr="00F94E6F">
        <w:rPr>
          <w:lang w:eastAsia="zh-CN"/>
        </w:rPr>
        <w:t xml:space="preserve">, provided </w:t>
      </w:r>
      <w:r w:rsidRPr="00F94E6F">
        <w:rPr>
          <w:lang w:val="en-US" w:eastAsia="zh-CN"/>
        </w:rPr>
        <w:t xml:space="preserve">that </w:t>
      </w:r>
      <w:r w:rsidRPr="00F94E6F">
        <w:rPr>
          <w:lang w:eastAsia="zh-CN"/>
        </w:rPr>
        <w:t>they meet</w:t>
      </w:r>
      <w:r w:rsidRPr="00F94E6F">
        <w:rPr>
          <w:lang w:val="en-US" w:eastAsia="zh-CN"/>
        </w:rPr>
        <w:t xml:space="preserve"> </w:t>
      </w:r>
      <w:bookmarkStart w:id="175" w:name="_Hlk63274181"/>
      <w:r w:rsidRPr="00F94E6F">
        <w:rPr>
          <w:lang w:val="en-US" w:eastAsia="zh-CN"/>
        </w:rPr>
        <w:t>the measurement object merging conditions [in clause 9.1.3.2</w:t>
      </w:r>
      <w:bookmarkEnd w:id="175"/>
      <w:r w:rsidRPr="00F94E6F">
        <w:rPr>
          <w:lang w:val="en-US" w:eastAsia="zh-CN"/>
        </w:rPr>
        <w:t>]</w:t>
      </w:r>
      <w:r w:rsidRPr="00F94E6F">
        <w:rPr>
          <w:lang w:eastAsia="zh-CN"/>
        </w:rPr>
        <w:t>.</w:t>
      </w:r>
    </w:p>
    <w:p w14:paraId="2D4A190E" w14:textId="77777777" w:rsidR="00F94E6F" w:rsidRPr="008C6DE4" w:rsidRDefault="00F94E6F" w:rsidP="00F94E6F">
      <w:pPr>
        <w:rPr>
          <w:noProof/>
        </w:rPr>
      </w:pPr>
      <w:r w:rsidRPr="008C6DE4">
        <w:rPr>
          <w:rFonts w:eastAsia="Times New Roman"/>
          <w:noProof/>
        </w:rPr>
        <w:t xml:space="preserve">If measurement object </w:t>
      </w:r>
      <w:r w:rsidRPr="008C6DE4">
        <w:rPr>
          <w:rFonts w:eastAsia="Times New Roman"/>
          <w:i/>
          <w:noProof/>
        </w:rPr>
        <w:t>i</w:t>
      </w:r>
      <w:r w:rsidRPr="008C6DE4">
        <w:rPr>
          <w:rFonts w:eastAsia="Times New Roman"/>
          <w:noProof/>
        </w:rPr>
        <w:t xml:space="preserve"> refers to an</w:t>
      </w:r>
      <w:r w:rsidRPr="008C6DE4">
        <w:rPr>
          <w:noProof/>
        </w:rPr>
        <w:t xml:space="preserve"> RSTD measurement with periodicity Tprs&gt;160ms </w:t>
      </w:r>
      <w:r w:rsidRPr="008C6DE4">
        <w:t xml:space="preserve">or with periodicity Tprs=160ms but </w:t>
      </w:r>
      <w:r w:rsidRPr="008C6DE4">
        <w:rPr>
          <w:i/>
          <w:iCs/>
        </w:rPr>
        <w:t>prs-MutingInfo-r9</w:t>
      </w:r>
      <w:r w:rsidRPr="008C6DE4">
        <w:t xml:space="preserve"> is configured</w:t>
      </w:r>
      <w:r w:rsidRPr="008C6DE4">
        <w:rPr>
          <w:noProof/>
        </w:rPr>
        <w:t>, CSSF</w:t>
      </w:r>
      <w:r w:rsidRPr="008C6DE4">
        <w:rPr>
          <w:vertAlign w:val="subscript"/>
        </w:rPr>
        <w:t>within_gap,i</w:t>
      </w:r>
      <w:r w:rsidRPr="008C6DE4">
        <w:rPr>
          <w:noProof/>
        </w:rPr>
        <w:t>=1. Otherwise, the CSSF</w:t>
      </w:r>
      <w:r w:rsidRPr="008C6DE4">
        <w:rPr>
          <w:vertAlign w:val="subscript"/>
        </w:rPr>
        <w:t>within_gap,i</w:t>
      </w:r>
      <w:r w:rsidRPr="008C6DE4">
        <w:rPr>
          <w:noProof/>
        </w:rPr>
        <w:t xml:space="preserve"> for other measurement objects (including RSTD measurement with periodicity Tprs=160ms) participate in the gap competition are derived as below.</w:t>
      </w:r>
    </w:p>
    <w:p w14:paraId="25A91F13" w14:textId="77777777" w:rsidR="00D4281A" w:rsidRPr="008C6DE4" w:rsidRDefault="00D4281A" w:rsidP="00D4281A">
      <w:pPr>
        <w:rPr>
          <w:noProof/>
        </w:rPr>
      </w:pPr>
      <w:r w:rsidRPr="008C6DE4">
        <w:rPr>
          <w:noProof/>
        </w:rPr>
        <w:t xml:space="preserve">For each measurement gap </w:t>
      </w:r>
      <w:r w:rsidRPr="008C6DE4">
        <w:rPr>
          <w:i/>
          <w:noProof/>
        </w:rPr>
        <w:t>j</w:t>
      </w:r>
      <w:r w:rsidRPr="008C6DE4">
        <w:rPr>
          <w:noProof/>
        </w:rPr>
        <w:t xml:space="preserve"> not used for an RSTD measurement with periodicity Tprs&gt;160ms </w:t>
      </w:r>
      <w:r w:rsidRPr="008C6DE4">
        <w:t xml:space="preserve">or with periodicity Tprs=160ms but </w:t>
      </w:r>
      <w:r w:rsidRPr="008C6DE4">
        <w:rPr>
          <w:i/>
          <w:iCs/>
        </w:rPr>
        <w:t>prs-MutingInfo-r9</w:t>
      </w:r>
      <w:r w:rsidRPr="008C6DE4">
        <w:t xml:space="preserve"> is configured </w:t>
      </w:r>
      <w:r w:rsidRPr="008C6DE4">
        <w:rPr>
          <w:noProof/>
        </w:rPr>
        <w:t xml:space="preserve">within an arbitrary 160ms period, count the total number of intrafrequency measurement objects and interfrequency/interRAT measurement objects which are candidates to be measured within the gap </w:t>
      </w:r>
      <w:r w:rsidRPr="008C6DE4">
        <w:rPr>
          <w:i/>
          <w:noProof/>
        </w:rPr>
        <w:t>j</w:t>
      </w:r>
      <w:r w:rsidRPr="008C6DE4">
        <w:rPr>
          <w:noProof/>
        </w:rPr>
        <w:t>.</w:t>
      </w:r>
    </w:p>
    <w:p w14:paraId="2FC11F5C" w14:textId="77777777" w:rsidR="00476DD5" w:rsidRPr="008C6DE4" w:rsidRDefault="00476DD5" w:rsidP="00476DD5">
      <w:pPr>
        <w:pStyle w:val="B10"/>
      </w:pPr>
      <w:r w:rsidRPr="008C6DE4">
        <w:rPr>
          <w:noProof/>
        </w:rPr>
        <w:t>-</w:t>
      </w:r>
      <w:r w:rsidRPr="008C6DE4">
        <w:rPr>
          <w:noProof/>
        </w:rPr>
        <w:tab/>
        <w:t xml:space="preserve">An NR measurement object is a candidate to be measured in a gap if its SMTC duration is fully covered by the MGL excluding RF switching time. </w:t>
      </w:r>
      <w:r w:rsidRPr="008C6DE4">
        <w:t xml:space="preserve">For intra-frequency NR carriers, if the higher layer in TS 38.331 [2] signaling of </w:t>
      </w:r>
      <w:r w:rsidRPr="008C6DE4">
        <w:rPr>
          <w:i/>
        </w:rPr>
        <w:t>smtc2</w:t>
      </w:r>
      <w:r w:rsidRPr="008C6DE4">
        <w:t xml:space="preserve"> is configured, the assumed periodicity of SMTC occasions corresponds to the value of higher layer parameter </w:t>
      </w:r>
      <w:r w:rsidRPr="008C6DE4">
        <w:rPr>
          <w:i/>
        </w:rPr>
        <w:t>smtc2</w:t>
      </w:r>
      <w:r w:rsidRPr="008C6DE4">
        <w:t xml:space="preserve">; otherwise the assumed periodicity of SMTC occasions corresponds to the value of higher layer parameter </w:t>
      </w:r>
      <w:r w:rsidRPr="008C6DE4">
        <w:rPr>
          <w:i/>
        </w:rPr>
        <w:t>smtc1</w:t>
      </w:r>
    </w:p>
    <w:p w14:paraId="1835EFA6" w14:textId="77777777" w:rsidR="00476DD5" w:rsidRPr="008C6DE4" w:rsidRDefault="00476DD5" w:rsidP="00476DD5">
      <w:pPr>
        <w:pStyle w:val="B10"/>
        <w:rPr>
          <w:noProof/>
        </w:rPr>
      </w:pPr>
      <w:r w:rsidRPr="008C6DE4">
        <w:rPr>
          <w:noProof/>
        </w:rPr>
        <w:t>-</w:t>
      </w:r>
      <w:r w:rsidRPr="008C6DE4">
        <w:rPr>
          <w:noProof/>
        </w:rPr>
        <w:tab/>
        <w:t>An inter-RAT UTRA measurement object configured by E-UTRA PCell [15] is a candidate to be measured in all measurement gaps.</w:t>
      </w:r>
    </w:p>
    <w:p w14:paraId="6837704B" w14:textId="77777777" w:rsidR="00476DD5" w:rsidRPr="00CD43A6" w:rsidRDefault="00476DD5" w:rsidP="00476DD5">
      <w:pPr>
        <w:pStyle w:val="B10"/>
        <w:rPr>
          <w:noProof/>
        </w:rPr>
      </w:pPr>
      <w:r w:rsidRPr="008C6DE4">
        <w:rPr>
          <w:noProof/>
        </w:rPr>
        <w:t>-</w:t>
      </w:r>
      <w:r w:rsidRPr="008C6DE4">
        <w:rPr>
          <w:noProof/>
        </w:rPr>
        <w:tab/>
        <w:t>An inter-frequency E-UTRA measurement object</w:t>
      </w:r>
      <w:r w:rsidRPr="00940371">
        <w:rPr>
          <w:noProof/>
        </w:rPr>
        <w:t xml:space="preserve"> </w:t>
      </w:r>
      <w:r w:rsidRPr="008C6DE4">
        <w:rPr>
          <w:noProof/>
        </w:rPr>
        <w:t>configured by E-UTRA PCell [15] is a candidate to be measured in all measurement gaps.</w:t>
      </w:r>
    </w:p>
    <w:p w14:paraId="06765549" w14:textId="59E89681" w:rsidR="00D4281A" w:rsidRPr="008C6DE4" w:rsidRDefault="004E1B83" w:rsidP="004E1B83">
      <w:pPr>
        <w:pStyle w:val="B10"/>
        <w:rPr>
          <w:noProof/>
        </w:rPr>
      </w:pPr>
      <w:r w:rsidRPr="008C6DE4">
        <w:rPr>
          <w:noProof/>
        </w:rPr>
        <w:t>-</w:t>
      </w:r>
      <w:r w:rsidRPr="008C6DE4">
        <w:rPr>
          <w:noProof/>
        </w:rPr>
        <w:tab/>
      </w:r>
      <w:r w:rsidR="00D4281A" w:rsidRPr="008C6DE4">
        <w:rPr>
          <w:noProof/>
        </w:rPr>
        <w:t>For UEs which support and are configured with per FR gaps, the counting is done on a per FR basis, and for UEs which are configured with per UE gaps the counting is done on a per UE basis.</w:t>
      </w:r>
    </w:p>
    <w:p w14:paraId="0CEBCC67" w14:textId="4AE2B9AA" w:rsidR="00B43244" w:rsidRPr="008C6DE4" w:rsidRDefault="004E1B83" w:rsidP="002777B2">
      <w:pPr>
        <w:pStyle w:val="B10"/>
        <w:rPr>
          <w:noProof/>
        </w:rPr>
      </w:pPr>
      <w:r w:rsidRPr="008C6DE4">
        <w:rPr>
          <w:noProof/>
        </w:rPr>
        <w:t>-</w:t>
      </w:r>
      <w:r w:rsidRPr="008C6DE4">
        <w:rPr>
          <w:noProof/>
        </w:rPr>
        <w:tab/>
      </w:r>
      <w:r w:rsidR="00B43244" w:rsidRPr="008C6DE4">
        <w:rPr>
          <w:noProof/>
        </w:rPr>
        <w:t>M</w:t>
      </w:r>
      <w:r w:rsidR="00B43244" w:rsidRPr="008C6DE4">
        <w:rPr>
          <w:noProof/>
          <w:vertAlign w:val="subscript"/>
        </w:rPr>
        <w:t>intra,i,j</w:t>
      </w:r>
      <w:r w:rsidR="00B43244" w:rsidRPr="008C6DE4">
        <w:rPr>
          <w:noProof/>
        </w:rPr>
        <w:t xml:space="preserve">: Number of intra-frequency measurement objects which are candidates to be measured in gap </w:t>
      </w:r>
      <w:r w:rsidR="00B43244" w:rsidRPr="008C6DE4">
        <w:rPr>
          <w:i/>
          <w:noProof/>
        </w:rPr>
        <w:t>j</w:t>
      </w:r>
      <w:r w:rsidR="00B43244" w:rsidRPr="008C6DE4">
        <w:rPr>
          <w:noProof/>
        </w:rPr>
        <w:t xml:space="preserve"> where the </w:t>
      </w:r>
      <w:r w:rsidR="00B43244" w:rsidRPr="008C6DE4">
        <w:rPr>
          <w:lang w:val="en-US"/>
        </w:rPr>
        <w:t xml:space="preserve">measurement object </w:t>
      </w:r>
      <w:r w:rsidR="00B43244" w:rsidRPr="008C6DE4">
        <w:rPr>
          <w:i/>
          <w:noProof/>
        </w:rPr>
        <w:t>i</w:t>
      </w:r>
      <w:r w:rsidR="00B43244" w:rsidRPr="008C6DE4">
        <w:rPr>
          <w:noProof/>
        </w:rPr>
        <w:t xml:space="preserve"> is also a candidate. Otherwise M</w:t>
      </w:r>
      <w:r w:rsidR="00B43244" w:rsidRPr="008C6DE4">
        <w:rPr>
          <w:noProof/>
          <w:vertAlign w:val="subscript"/>
        </w:rPr>
        <w:t>intra,i,j</w:t>
      </w:r>
      <w:r w:rsidR="00B43244" w:rsidRPr="008C6DE4">
        <w:rPr>
          <w:noProof/>
        </w:rPr>
        <w:t xml:space="preserve">  equals 0.</w:t>
      </w:r>
    </w:p>
    <w:p w14:paraId="4D0D45DD" w14:textId="76F990B0" w:rsidR="00B43244" w:rsidRPr="008C6DE4" w:rsidRDefault="004E1B83" w:rsidP="002777B2">
      <w:pPr>
        <w:pStyle w:val="B10"/>
        <w:rPr>
          <w:noProof/>
        </w:rPr>
      </w:pPr>
      <w:r w:rsidRPr="008C6DE4">
        <w:rPr>
          <w:noProof/>
        </w:rPr>
        <w:t>-</w:t>
      </w:r>
      <w:r w:rsidRPr="008C6DE4">
        <w:rPr>
          <w:noProof/>
        </w:rPr>
        <w:tab/>
      </w:r>
      <w:r w:rsidR="00B43244" w:rsidRPr="008C6DE4">
        <w:rPr>
          <w:noProof/>
        </w:rPr>
        <w:t>M</w:t>
      </w:r>
      <w:r w:rsidR="00B43244" w:rsidRPr="008C6DE4">
        <w:rPr>
          <w:noProof/>
          <w:vertAlign w:val="subscript"/>
        </w:rPr>
        <w:t xml:space="preserve">inter,i,j </w:t>
      </w:r>
      <w:r w:rsidR="00B43244" w:rsidRPr="008C6DE4">
        <w:rPr>
          <w:noProof/>
        </w:rPr>
        <w:t xml:space="preserve">: Number of NR inter-frequency measurement objects or NR inter-RAT measurement objects configured by E-UTRA PCell, EUTRA inter-frequency measurement objects configured by E-UTRA PCell, </w:t>
      </w:r>
      <w:r w:rsidR="00B43244" w:rsidRPr="008C6DE4">
        <w:rPr>
          <w:rFonts w:cs="v4.2.0"/>
        </w:rPr>
        <w:t xml:space="preserve">UTRA inter-RAT measurement objects </w:t>
      </w:r>
      <w:r w:rsidR="00B43244" w:rsidRPr="008C6DE4">
        <w:rPr>
          <w:noProof/>
        </w:rPr>
        <w:t xml:space="preserve">configured by E-UTRA PCell which are candidates to be measured in gap </w:t>
      </w:r>
      <w:r w:rsidR="00B43244" w:rsidRPr="008C6DE4">
        <w:rPr>
          <w:i/>
          <w:noProof/>
        </w:rPr>
        <w:t>j</w:t>
      </w:r>
      <w:r w:rsidR="00B43244" w:rsidRPr="008C6DE4">
        <w:rPr>
          <w:noProof/>
        </w:rPr>
        <w:t xml:space="preserve"> where the </w:t>
      </w:r>
      <w:r w:rsidR="00B43244" w:rsidRPr="008C6DE4">
        <w:rPr>
          <w:lang w:val="en-US"/>
        </w:rPr>
        <w:t>measurement object</w:t>
      </w:r>
      <w:r w:rsidR="00B43244" w:rsidRPr="008C6DE4">
        <w:rPr>
          <w:noProof/>
          <w:lang w:val="en-US"/>
        </w:rPr>
        <w:t xml:space="preserve"> </w:t>
      </w:r>
      <w:r w:rsidR="00B43244" w:rsidRPr="008C6DE4">
        <w:rPr>
          <w:i/>
          <w:noProof/>
        </w:rPr>
        <w:t>i</w:t>
      </w:r>
      <w:r w:rsidR="00B43244" w:rsidRPr="008C6DE4">
        <w:rPr>
          <w:noProof/>
        </w:rPr>
        <w:t xml:space="preserve"> is also a candidate. Otherwise M</w:t>
      </w:r>
      <w:r w:rsidR="00B43244" w:rsidRPr="008C6DE4">
        <w:rPr>
          <w:noProof/>
          <w:vertAlign w:val="subscript"/>
        </w:rPr>
        <w:t>inter,i,j</w:t>
      </w:r>
      <w:r w:rsidR="00B43244" w:rsidRPr="008C6DE4">
        <w:rPr>
          <w:noProof/>
        </w:rPr>
        <w:t xml:space="preserve">  equals 0.</w:t>
      </w:r>
    </w:p>
    <w:p w14:paraId="113DFCD7" w14:textId="5F309949" w:rsidR="00B43244" w:rsidRPr="008C6DE4" w:rsidRDefault="004E1B83" w:rsidP="002777B2">
      <w:pPr>
        <w:pStyle w:val="B10"/>
        <w:rPr>
          <w:noProof/>
        </w:rPr>
      </w:pPr>
      <w:r w:rsidRPr="008C6DE4">
        <w:rPr>
          <w:noProof/>
        </w:rPr>
        <w:t>-</w:t>
      </w:r>
      <w:r w:rsidRPr="008C6DE4">
        <w:rPr>
          <w:noProof/>
        </w:rPr>
        <w:tab/>
      </w:r>
      <w:r w:rsidR="00B43244" w:rsidRPr="008C6DE4">
        <w:rPr>
          <w:noProof/>
        </w:rPr>
        <w:t>M</w:t>
      </w:r>
      <w:r w:rsidR="00B43244" w:rsidRPr="008C6DE4">
        <w:rPr>
          <w:noProof/>
          <w:vertAlign w:val="subscript"/>
        </w:rPr>
        <w:t>tot,i,j</w:t>
      </w:r>
      <w:r w:rsidR="00B43244" w:rsidRPr="008C6DE4">
        <w:rPr>
          <w:noProof/>
        </w:rPr>
        <w:t xml:space="preserve"> = M</w:t>
      </w:r>
      <w:r w:rsidR="00B43244" w:rsidRPr="008C6DE4">
        <w:rPr>
          <w:noProof/>
          <w:vertAlign w:val="subscript"/>
        </w:rPr>
        <w:t>intra,i,j</w:t>
      </w:r>
      <w:r w:rsidR="00B43244" w:rsidRPr="008C6DE4">
        <w:rPr>
          <w:noProof/>
        </w:rPr>
        <w:t xml:space="preserve"> + M</w:t>
      </w:r>
      <w:r w:rsidR="00B43244" w:rsidRPr="008C6DE4">
        <w:rPr>
          <w:noProof/>
          <w:vertAlign w:val="subscript"/>
        </w:rPr>
        <w:t xml:space="preserve">inter,i,j </w:t>
      </w:r>
      <w:r w:rsidR="00B43244" w:rsidRPr="008C6DE4">
        <w:rPr>
          <w:noProof/>
        </w:rPr>
        <w:t xml:space="preserve">: Total number of intra-frequency, inter-frequency and inter-RAT measurement objects which are candidates to be measured in gap </w:t>
      </w:r>
      <w:r w:rsidR="00B43244" w:rsidRPr="008C6DE4">
        <w:rPr>
          <w:i/>
          <w:noProof/>
        </w:rPr>
        <w:t>j</w:t>
      </w:r>
      <w:r w:rsidR="00B43244" w:rsidRPr="008C6DE4">
        <w:rPr>
          <w:noProof/>
        </w:rPr>
        <w:t xml:space="preserve"> where the </w:t>
      </w:r>
      <w:r w:rsidR="00B43244" w:rsidRPr="008C6DE4">
        <w:rPr>
          <w:lang w:val="en-US"/>
        </w:rPr>
        <w:t>measurement object</w:t>
      </w:r>
      <w:r w:rsidR="00B43244" w:rsidRPr="008C6DE4">
        <w:rPr>
          <w:noProof/>
          <w:lang w:val="en-US"/>
        </w:rPr>
        <w:t xml:space="preserve"> </w:t>
      </w:r>
      <w:r w:rsidR="00B43244" w:rsidRPr="008C6DE4">
        <w:rPr>
          <w:i/>
          <w:noProof/>
        </w:rPr>
        <w:t>i</w:t>
      </w:r>
      <w:r w:rsidR="00B43244" w:rsidRPr="008C6DE4">
        <w:rPr>
          <w:noProof/>
        </w:rPr>
        <w:t xml:space="preserve"> is also a candidate. Otherwise M</w:t>
      </w:r>
      <w:r w:rsidR="00B43244" w:rsidRPr="008C6DE4">
        <w:rPr>
          <w:noProof/>
          <w:vertAlign w:val="subscript"/>
        </w:rPr>
        <w:t>tot,i,j</w:t>
      </w:r>
      <w:r w:rsidR="00B43244" w:rsidRPr="008C6DE4">
        <w:rPr>
          <w:noProof/>
        </w:rPr>
        <w:t xml:space="preserve"> equals 0.</w:t>
      </w:r>
    </w:p>
    <w:p w14:paraId="12197782" w14:textId="77777777" w:rsidR="00B43244" w:rsidRPr="008C6DE4" w:rsidRDefault="00B43244" w:rsidP="002777B2">
      <w:pPr>
        <w:rPr>
          <w:noProof/>
        </w:rPr>
      </w:pPr>
      <w:r w:rsidRPr="008C6DE4">
        <w:rPr>
          <w:noProof/>
        </w:rPr>
        <w:t xml:space="preserve">For each measurement gap </w:t>
      </w:r>
      <w:r w:rsidRPr="008C6DE4">
        <w:rPr>
          <w:i/>
          <w:noProof/>
        </w:rPr>
        <w:t>j</w:t>
      </w:r>
      <w:r w:rsidRPr="008C6DE4">
        <w:rPr>
          <w:noProof/>
        </w:rPr>
        <w:t xml:space="preserve"> used for an RSTD measurement with periodicity Tprs&gt;160ms </w:t>
      </w:r>
      <w:r w:rsidRPr="008C6DE4">
        <w:t xml:space="preserve">or with periodicity Tprs=160ms but </w:t>
      </w:r>
      <w:r w:rsidRPr="008C6DE4">
        <w:rPr>
          <w:i/>
          <w:iCs/>
        </w:rPr>
        <w:t>prs-MutingInfo-r9</w:t>
      </w:r>
      <w:r w:rsidRPr="008C6DE4">
        <w:t xml:space="preserve"> is configured </w:t>
      </w:r>
      <w:r w:rsidRPr="008C6DE4">
        <w:rPr>
          <w:noProof/>
        </w:rPr>
        <w:t>within an arbitrary 160ms period, M</w:t>
      </w:r>
      <w:r w:rsidRPr="008C6DE4">
        <w:rPr>
          <w:noProof/>
          <w:vertAlign w:val="subscript"/>
        </w:rPr>
        <w:t>intra,i,j</w:t>
      </w:r>
      <w:r w:rsidRPr="008C6DE4">
        <w:rPr>
          <w:noProof/>
        </w:rPr>
        <w:t xml:space="preserve"> = M</w:t>
      </w:r>
      <w:r w:rsidRPr="008C6DE4">
        <w:rPr>
          <w:noProof/>
          <w:vertAlign w:val="subscript"/>
        </w:rPr>
        <w:t xml:space="preserve">inter,i,j </w:t>
      </w:r>
      <w:r w:rsidRPr="008C6DE4">
        <w:rPr>
          <w:noProof/>
        </w:rPr>
        <w:t>= M</w:t>
      </w:r>
      <w:r w:rsidRPr="008C6DE4">
        <w:rPr>
          <w:noProof/>
          <w:vertAlign w:val="subscript"/>
        </w:rPr>
        <w:t>tot,i,j</w:t>
      </w:r>
      <w:r w:rsidRPr="008C6DE4">
        <w:rPr>
          <w:noProof/>
        </w:rPr>
        <w:t xml:space="preserve"> =0.</w:t>
      </w:r>
    </w:p>
    <w:p w14:paraId="19756156" w14:textId="66756E58" w:rsidR="00D4281A" w:rsidRPr="008C6DE4" w:rsidRDefault="004E1B83" w:rsidP="004E1B83">
      <w:pPr>
        <w:pStyle w:val="B10"/>
        <w:rPr>
          <w:noProof/>
        </w:rPr>
      </w:pPr>
      <w:r>
        <w:rPr>
          <w:noProof/>
        </w:rPr>
        <w:tab/>
      </w:r>
      <w:r w:rsidR="00D4281A" w:rsidRPr="008C6DE4">
        <w:rPr>
          <w:noProof/>
        </w:rPr>
        <w:t>The carrier specific scaling factor CSSF</w:t>
      </w:r>
      <w:r w:rsidR="00D4281A" w:rsidRPr="008C6DE4">
        <w:rPr>
          <w:vertAlign w:val="subscript"/>
        </w:rPr>
        <w:t>within_gap,i</w:t>
      </w:r>
      <w:r w:rsidR="00D4281A" w:rsidRPr="008C6DE4">
        <w:rPr>
          <w:noProof/>
        </w:rPr>
        <w:t xml:space="preserve"> is given by:</w:t>
      </w:r>
    </w:p>
    <w:p w14:paraId="4723EB8C" w14:textId="4217043B" w:rsidR="00D4281A" w:rsidRPr="008C6DE4" w:rsidRDefault="004E1B83" w:rsidP="004E1B83">
      <w:pPr>
        <w:pStyle w:val="B10"/>
        <w:rPr>
          <w:noProof/>
        </w:rPr>
      </w:pPr>
      <w:r>
        <w:rPr>
          <w:noProof/>
        </w:rPr>
        <w:tab/>
      </w:r>
      <w:r w:rsidR="00D4281A" w:rsidRPr="008C6DE4">
        <w:rPr>
          <w:noProof/>
        </w:rPr>
        <w:t xml:space="preserve">If </w:t>
      </w:r>
      <w:r w:rsidR="00D4281A" w:rsidRPr="008C6DE4">
        <w:rPr>
          <w:i/>
        </w:rPr>
        <w:t>measGapSharingScheme</w:t>
      </w:r>
      <w:r w:rsidR="00D4281A" w:rsidRPr="008C6DE4">
        <w:rPr>
          <w:noProof/>
        </w:rPr>
        <w:t xml:space="preserve"> is equal sharing, CSSF</w:t>
      </w:r>
      <w:r w:rsidR="00D4281A" w:rsidRPr="008C6DE4">
        <w:rPr>
          <w:vertAlign w:val="subscript"/>
        </w:rPr>
        <w:t>within_gap,i</w:t>
      </w:r>
      <w:r w:rsidR="00D4281A" w:rsidRPr="008C6DE4">
        <w:rPr>
          <w:noProof/>
        </w:rPr>
        <w:t>= max(ceil(R</w:t>
      </w:r>
      <w:r w:rsidR="00D4281A" w:rsidRPr="008C6DE4">
        <w:rPr>
          <w:noProof/>
          <w:vertAlign w:val="subscript"/>
        </w:rPr>
        <w:t>i</w:t>
      </w:r>
      <w:r w:rsidR="00D4281A" w:rsidRPr="008C6DE4">
        <w:rPr>
          <w:noProof/>
        </w:rPr>
        <w:t>×M</w:t>
      </w:r>
      <w:r w:rsidR="00D4281A" w:rsidRPr="008C6DE4">
        <w:rPr>
          <w:noProof/>
          <w:vertAlign w:val="subscript"/>
        </w:rPr>
        <w:t>tot,i,j</w:t>
      </w:r>
      <w:r w:rsidR="00D4281A" w:rsidRPr="008C6DE4">
        <w:rPr>
          <w:noProof/>
        </w:rPr>
        <w:t xml:space="preserve">)), where </w:t>
      </w:r>
      <w:r w:rsidR="00D4281A" w:rsidRPr="008C6DE4">
        <w:rPr>
          <w:i/>
          <w:noProof/>
        </w:rPr>
        <w:t>j</w:t>
      </w:r>
      <w:r w:rsidR="00D4281A" w:rsidRPr="008C6DE4">
        <w:rPr>
          <w:noProof/>
        </w:rPr>
        <w:t>=0…(160/MGRP)-1</w:t>
      </w:r>
    </w:p>
    <w:p w14:paraId="48102264" w14:textId="080A123F" w:rsidR="00D4281A" w:rsidRPr="008C6DE4" w:rsidRDefault="004E1B83" w:rsidP="004E1B83">
      <w:pPr>
        <w:pStyle w:val="B10"/>
        <w:rPr>
          <w:noProof/>
        </w:rPr>
      </w:pPr>
      <w:r>
        <w:rPr>
          <w:noProof/>
        </w:rPr>
        <w:tab/>
      </w:r>
      <w:r w:rsidR="00D4281A" w:rsidRPr="008C6DE4">
        <w:rPr>
          <w:noProof/>
        </w:rPr>
        <w:t xml:space="preserve">If </w:t>
      </w:r>
      <w:r w:rsidR="00D4281A" w:rsidRPr="008C6DE4">
        <w:rPr>
          <w:i/>
        </w:rPr>
        <w:t>measGapSharingScheme</w:t>
      </w:r>
      <w:r w:rsidR="00D4281A" w:rsidRPr="008C6DE4">
        <w:rPr>
          <w:noProof/>
        </w:rPr>
        <w:t xml:space="preserve"> is not equal sharing and</w:t>
      </w:r>
    </w:p>
    <w:p w14:paraId="2E042993" w14:textId="06E554FE" w:rsidR="00D4281A" w:rsidRPr="008C6DE4" w:rsidRDefault="00D4281A" w:rsidP="004E1B83">
      <w:pPr>
        <w:pStyle w:val="B2"/>
        <w:rPr>
          <w:noProof/>
        </w:rPr>
      </w:pPr>
      <w:r w:rsidRPr="008C6DE4">
        <w:rPr>
          <w:rFonts w:eastAsia="Times New Roman"/>
          <w:noProof/>
        </w:rPr>
        <w:t>-</w:t>
      </w:r>
      <w:r w:rsidRPr="008C6DE4">
        <w:rPr>
          <w:rFonts w:eastAsia="Times New Roman"/>
          <w:noProof/>
        </w:rPr>
        <w:tab/>
        <w:t>measurement object</w:t>
      </w:r>
      <w:r w:rsidRPr="008C6DE4">
        <w:rPr>
          <w:i/>
          <w:noProof/>
        </w:rPr>
        <w:t xml:space="preserve"> i</w:t>
      </w:r>
      <w:r w:rsidRPr="008C6DE4">
        <w:rPr>
          <w:noProof/>
        </w:rPr>
        <w:t xml:space="preserve"> is an intra-frequency measurement object, CSSF</w:t>
      </w:r>
      <w:r w:rsidRPr="008C6DE4">
        <w:rPr>
          <w:vertAlign w:val="subscript"/>
        </w:rPr>
        <w:t>within_gap,i</w:t>
      </w:r>
      <w:r w:rsidRPr="008C6DE4">
        <w:rPr>
          <w:noProof/>
        </w:rPr>
        <w:t xml:space="preserve"> is the maximum among</w:t>
      </w:r>
    </w:p>
    <w:p w14:paraId="70BBBEAC" w14:textId="77777777" w:rsidR="00D4281A" w:rsidRPr="008C6DE4" w:rsidRDefault="00D4281A" w:rsidP="004E1B83">
      <w:pPr>
        <w:pStyle w:val="B3"/>
        <w:rPr>
          <w:noProof/>
        </w:rPr>
      </w:pPr>
      <w:r w:rsidRPr="008C6DE4">
        <w:rPr>
          <w:noProof/>
        </w:rPr>
        <w:t>-</w:t>
      </w:r>
      <w:r w:rsidRPr="008C6DE4">
        <w:rPr>
          <w:noProof/>
        </w:rPr>
        <w:tab/>
        <w:t>ceil(R</w:t>
      </w:r>
      <w:r w:rsidRPr="008C6DE4">
        <w:rPr>
          <w:noProof/>
          <w:vertAlign w:val="subscript"/>
        </w:rPr>
        <w:t>i</w:t>
      </w:r>
      <w:r w:rsidRPr="008C6DE4">
        <w:rPr>
          <w:noProof/>
        </w:rPr>
        <w:t>×K</w:t>
      </w:r>
      <w:r w:rsidRPr="008C6DE4">
        <w:rPr>
          <w:noProof/>
          <w:vertAlign w:val="subscript"/>
        </w:rPr>
        <w:t>intra</w:t>
      </w:r>
      <w:r w:rsidRPr="008C6DE4">
        <w:rPr>
          <w:noProof/>
        </w:rPr>
        <w:t>×M</w:t>
      </w:r>
      <w:r w:rsidRPr="008C6DE4">
        <w:rPr>
          <w:noProof/>
          <w:vertAlign w:val="subscript"/>
        </w:rPr>
        <w:t>intra,i,j</w:t>
      </w:r>
      <w:r w:rsidRPr="008C6DE4">
        <w:rPr>
          <w:noProof/>
        </w:rPr>
        <w:t>) in gaps where M</w:t>
      </w:r>
      <w:r w:rsidRPr="008C6DE4">
        <w:rPr>
          <w:noProof/>
          <w:vertAlign w:val="subscript"/>
        </w:rPr>
        <w:t>inter,i,j</w:t>
      </w:r>
      <w:r w:rsidRPr="008C6DE4">
        <w:rPr>
          <w:rFonts w:hint="eastAsia"/>
          <w:noProof/>
        </w:rPr>
        <w:t>≠</w:t>
      </w:r>
      <w:r w:rsidRPr="008C6DE4">
        <w:rPr>
          <w:noProof/>
        </w:rPr>
        <w:t xml:space="preserve">0, where </w:t>
      </w:r>
      <w:r w:rsidRPr="008C6DE4">
        <w:rPr>
          <w:i/>
          <w:noProof/>
        </w:rPr>
        <w:t>j</w:t>
      </w:r>
      <w:r w:rsidRPr="008C6DE4">
        <w:rPr>
          <w:noProof/>
        </w:rPr>
        <w:t>=0…(160/MGRP)-1</w:t>
      </w:r>
    </w:p>
    <w:p w14:paraId="6D8EB741" w14:textId="77777777" w:rsidR="00D4281A" w:rsidRPr="008C6DE4" w:rsidRDefault="00D4281A" w:rsidP="004E1B83">
      <w:pPr>
        <w:pStyle w:val="B3"/>
        <w:rPr>
          <w:noProof/>
        </w:rPr>
      </w:pPr>
      <w:r w:rsidRPr="008C6DE4">
        <w:rPr>
          <w:noProof/>
        </w:rPr>
        <w:t>-</w:t>
      </w:r>
      <w:r w:rsidRPr="008C6DE4">
        <w:rPr>
          <w:noProof/>
        </w:rPr>
        <w:tab/>
        <w:t>ceil(R</w:t>
      </w:r>
      <w:r w:rsidRPr="008C6DE4">
        <w:rPr>
          <w:noProof/>
          <w:vertAlign w:val="subscript"/>
        </w:rPr>
        <w:t>i</w:t>
      </w:r>
      <w:r w:rsidRPr="008C6DE4">
        <w:rPr>
          <w:noProof/>
        </w:rPr>
        <w:t>×M</w:t>
      </w:r>
      <w:r w:rsidRPr="008C6DE4">
        <w:rPr>
          <w:noProof/>
          <w:vertAlign w:val="subscript"/>
        </w:rPr>
        <w:t>intra,i,j</w:t>
      </w:r>
      <w:r w:rsidRPr="008C6DE4">
        <w:rPr>
          <w:noProof/>
        </w:rPr>
        <w:t>) in gaps where M</w:t>
      </w:r>
      <w:r w:rsidRPr="008C6DE4">
        <w:rPr>
          <w:noProof/>
          <w:vertAlign w:val="subscript"/>
        </w:rPr>
        <w:t>inter,i,j</w:t>
      </w:r>
      <w:r w:rsidRPr="008C6DE4">
        <w:rPr>
          <w:noProof/>
        </w:rPr>
        <w:t xml:space="preserve">=0, where </w:t>
      </w:r>
      <w:r w:rsidRPr="008C6DE4">
        <w:rPr>
          <w:i/>
          <w:noProof/>
        </w:rPr>
        <w:t>j</w:t>
      </w:r>
      <w:r w:rsidRPr="008C6DE4">
        <w:rPr>
          <w:noProof/>
        </w:rPr>
        <w:t>=0…(160/MGRP)-1</w:t>
      </w:r>
    </w:p>
    <w:p w14:paraId="171932AD" w14:textId="6C4E8F05" w:rsidR="00D4281A" w:rsidRPr="008C6DE4" w:rsidRDefault="00D4281A" w:rsidP="004E1B83">
      <w:pPr>
        <w:pStyle w:val="B2"/>
        <w:rPr>
          <w:noProof/>
        </w:rPr>
      </w:pPr>
      <w:r w:rsidRPr="008C6DE4">
        <w:rPr>
          <w:noProof/>
        </w:rPr>
        <w:t>-</w:t>
      </w:r>
      <w:r w:rsidRPr="008C6DE4">
        <w:rPr>
          <w:noProof/>
        </w:rPr>
        <w:tab/>
      </w:r>
      <w:r w:rsidRPr="008C6DE4">
        <w:rPr>
          <w:rFonts w:eastAsia="Times New Roman"/>
          <w:noProof/>
        </w:rPr>
        <w:t>measurement object</w:t>
      </w:r>
      <w:r w:rsidRPr="008C6DE4">
        <w:rPr>
          <w:i/>
          <w:noProof/>
        </w:rPr>
        <w:t xml:space="preserve"> i</w:t>
      </w:r>
      <w:r w:rsidRPr="008C6DE4">
        <w:rPr>
          <w:noProof/>
        </w:rPr>
        <w:t xml:space="preserve"> is an inter-frequency or inter-RAT measurement object, CSSF</w:t>
      </w:r>
      <w:r w:rsidRPr="008C6DE4">
        <w:rPr>
          <w:vertAlign w:val="subscript"/>
        </w:rPr>
        <w:t>within_gap,i</w:t>
      </w:r>
      <w:r w:rsidRPr="008C6DE4">
        <w:rPr>
          <w:noProof/>
        </w:rPr>
        <w:t xml:space="preserve"> is the maximum among</w:t>
      </w:r>
    </w:p>
    <w:p w14:paraId="3CB9C647" w14:textId="77777777" w:rsidR="00D4281A" w:rsidRPr="008C6DE4" w:rsidRDefault="00D4281A" w:rsidP="004E1B83">
      <w:pPr>
        <w:pStyle w:val="B3"/>
        <w:rPr>
          <w:noProof/>
        </w:rPr>
      </w:pPr>
      <w:r w:rsidRPr="008C6DE4">
        <w:rPr>
          <w:noProof/>
        </w:rPr>
        <w:t>-</w:t>
      </w:r>
      <w:r w:rsidRPr="008C6DE4">
        <w:rPr>
          <w:noProof/>
        </w:rPr>
        <w:tab/>
        <w:t>ceil(R</w:t>
      </w:r>
      <w:r w:rsidRPr="008C6DE4">
        <w:rPr>
          <w:noProof/>
          <w:vertAlign w:val="subscript"/>
        </w:rPr>
        <w:t>i</w:t>
      </w:r>
      <w:r w:rsidRPr="008C6DE4">
        <w:rPr>
          <w:noProof/>
        </w:rPr>
        <w:t>×K</w:t>
      </w:r>
      <w:r w:rsidRPr="008C6DE4">
        <w:rPr>
          <w:noProof/>
          <w:vertAlign w:val="subscript"/>
        </w:rPr>
        <w:t>inter</w:t>
      </w:r>
      <w:r w:rsidRPr="008C6DE4">
        <w:rPr>
          <w:noProof/>
        </w:rPr>
        <w:t>×M</w:t>
      </w:r>
      <w:r w:rsidRPr="008C6DE4">
        <w:rPr>
          <w:noProof/>
          <w:vertAlign w:val="subscript"/>
        </w:rPr>
        <w:t>inter,i,j</w:t>
      </w:r>
      <w:r w:rsidRPr="008C6DE4">
        <w:rPr>
          <w:noProof/>
        </w:rPr>
        <w:t>) in gaps where M</w:t>
      </w:r>
      <w:r w:rsidRPr="008C6DE4">
        <w:rPr>
          <w:noProof/>
          <w:vertAlign w:val="subscript"/>
        </w:rPr>
        <w:t>intra,i,j</w:t>
      </w:r>
      <w:r w:rsidRPr="008C6DE4">
        <w:rPr>
          <w:noProof/>
        </w:rPr>
        <w:t xml:space="preserve"> </w:t>
      </w:r>
      <w:r w:rsidRPr="008C6DE4">
        <w:rPr>
          <w:rFonts w:hint="eastAsia"/>
          <w:noProof/>
        </w:rPr>
        <w:t>≠</w:t>
      </w:r>
      <w:r w:rsidRPr="008C6DE4">
        <w:rPr>
          <w:noProof/>
        </w:rPr>
        <w:t xml:space="preserve">0, where </w:t>
      </w:r>
      <w:r w:rsidRPr="008C6DE4">
        <w:rPr>
          <w:i/>
          <w:noProof/>
        </w:rPr>
        <w:t>j</w:t>
      </w:r>
      <w:r w:rsidRPr="008C6DE4">
        <w:rPr>
          <w:noProof/>
        </w:rPr>
        <w:t>=0…(160/MGRP)-1</w:t>
      </w:r>
    </w:p>
    <w:p w14:paraId="588D1948" w14:textId="77777777" w:rsidR="00F94E6F" w:rsidRDefault="00F94E6F" w:rsidP="00F94E6F">
      <w:pPr>
        <w:pStyle w:val="B10"/>
        <w:rPr>
          <w:noProof/>
        </w:rPr>
      </w:pPr>
      <w:r>
        <w:rPr>
          <w:noProof/>
        </w:rPr>
        <w:tab/>
      </w:r>
      <w:r w:rsidRPr="008C6DE4">
        <w:rPr>
          <w:noProof/>
        </w:rPr>
        <w:t>Where R</w:t>
      </w:r>
      <w:r w:rsidRPr="008C6DE4">
        <w:rPr>
          <w:noProof/>
          <w:vertAlign w:val="subscript"/>
        </w:rPr>
        <w:t>i</w:t>
      </w:r>
      <w:r w:rsidRPr="008C6DE4">
        <w:rPr>
          <w:noProof/>
        </w:rPr>
        <w:t xml:space="preserve"> is the maximal ratio of the number of measurement gap where measurement object </w:t>
      </w:r>
      <w:r w:rsidRPr="008C6DE4">
        <w:rPr>
          <w:i/>
          <w:noProof/>
        </w:rPr>
        <w:t>i</w:t>
      </w:r>
      <w:r w:rsidRPr="008C6DE4">
        <w:rPr>
          <w:noProof/>
        </w:rPr>
        <w:t xml:space="preserve"> is a candidate to be measured over the number of measurement gap where measurement object </w:t>
      </w:r>
      <w:r w:rsidRPr="008C6DE4">
        <w:rPr>
          <w:i/>
          <w:noProof/>
        </w:rPr>
        <w:t>i</w:t>
      </w:r>
      <w:r w:rsidRPr="008C6DE4">
        <w:rPr>
          <w:noProof/>
        </w:rPr>
        <w:t xml:space="preserve"> is a candidate and not used for RSTD measurement with periodicity Tprs&gt;160ms </w:t>
      </w:r>
      <w:r w:rsidRPr="008C6DE4">
        <w:rPr>
          <w:rFonts w:eastAsia="PMingLiU"/>
        </w:rPr>
        <w:t xml:space="preserve">or with periodicity Tprs=160ms but </w:t>
      </w:r>
      <w:r w:rsidRPr="008C6DE4">
        <w:rPr>
          <w:rFonts w:eastAsia="PMingLiU"/>
          <w:i/>
          <w:iCs/>
        </w:rPr>
        <w:t>prs-MutingInfo-r9</w:t>
      </w:r>
      <w:r w:rsidRPr="008C6DE4">
        <w:rPr>
          <w:rFonts w:eastAsia="PMingLiU"/>
        </w:rPr>
        <w:t xml:space="preserve"> is configured </w:t>
      </w:r>
      <w:r w:rsidRPr="008C6DE4">
        <w:rPr>
          <w:noProof/>
        </w:rPr>
        <w:t>within an arbitrary 1280ms period.</w:t>
      </w:r>
    </w:p>
    <w:p w14:paraId="75EA3806" w14:textId="754E0C56" w:rsidR="00F94E6F" w:rsidRPr="008C6DE4" w:rsidRDefault="00F94E6F" w:rsidP="00F94E6F">
      <w:pPr>
        <w:pStyle w:val="NO"/>
        <w:rPr>
          <w:noProof/>
        </w:rPr>
      </w:pPr>
      <w:r w:rsidRPr="007D47F7">
        <w:rPr>
          <w:noProof/>
        </w:rPr>
        <w:t xml:space="preserve">Note: </w:t>
      </w:r>
      <w:r>
        <w:rPr>
          <w:noProof/>
        </w:rPr>
        <w:tab/>
        <w:t xml:space="preserve">In this release of specification, </w:t>
      </w:r>
      <w:r w:rsidRPr="007D47F7">
        <w:rPr>
          <w:lang w:eastAsia="zh-CN"/>
        </w:rPr>
        <w:t>longer delays for cell identification and measurement periods derived based on CSSF</w:t>
      </w:r>
      <w:r w:rsidRPr="007D47F7">
        <w:rPr>
          <w:vertAlign w:val="subscript"/>
          <w:lang w:eastAsia="zh-CN"/>
        </w:rPr>
        <w:t xml:space="preserve">within_gap,i </w:t>
      </w:r>
      <w:r w:rsidRPr="007D47F7">
        <w:rPr>
          <w:rFonts w:ascii="Times" w:hAnsi="Times" w:cs="Times"/>
          <w:color w:val="000000"/>
          <w:lang w:val="en-US" w:eastAsia="zh-CN"/>
        </w:rPr>
        <w:t>can be expected, if the UE is configured with inter-RAT MO on NR serving CC by E-UTRAN PCell in EN-DC mode</w:t>
      </w:r>
      <w:r>
        <w:rPr>
          <w:rFonts w:ascii="Times" w:hAnsi="Times" w:cs="Times"/>
          <w:color w:val="000000"/>
          <w:lang w:val="en-US" w:eastAsia="zh-CN"/>
        </w:rPr>
        <w:t>.</w:t>
      </w:r>
    </w:p>
    <w:p w14:paraId="7E2658F1" w14:textId="77777777" w:rsidR="00D4281A" w:rsidRPr="008C6DE4" w:rsidRDefault="00D4281A" w:rsidP="00D4281A">
      <w:pPr>
        <w:pStyle w:val="Heading5"/>
      </w:pPr>
      <w:bookmarkStart w:id="176" w:name="_Toc5952692"/>
      <w:r w:rsidRPr="008C6DE4">
        <w:t>9.1.5.2.2</w:t>
      </w:r>
      <w:r w:rsidRPr="008C6DE4">
        <w:tab/>
        <w:t>SA mode: carrier-specific scaling factor for SSB-based measurements performed within gaps</w:t>
      </w:r>
      <w:bookmarkEnd w:id="176"/>
    </w:p>
    <w:p w14:paraId="202F1C46" w14:textId="3BAA5F03" w:rsidR="00D4281A" w:rsidRPr="008C6DE4" w:rsidRDefault="00D4281A" w:rsidP="00D4281A">
      <w:pPr>
        <w:rPr>
          <w:lang w:val="en-US"/>
        </w:rPr>
      </w:pPr>
      <w:r w:rsidRPr="008C6DE4">
        <w:rPr>
          <w:lang w:val="en-US"/>
        </w:rPr>
        <w:t xml:space="preserve">When one or more </w:t>
      </w:r>
      <w:r w:rsidRPr="008C6DE4">
        <w:rPr>
          <w:noProof/>
        </w:rPr>
        <w:t>measurement objects</w:t>
      </w:r>
      <w:r w:rsidRPr="008C6DE4">
        <w:rPr>
          <w:lang w:val="en-US"/>
        </w:rPr>
        <w:t xml:space="preserve"> are monitored within measurement gaps, the carrier specific scaling factor for a target measurement object with index </w:t>
      </w:r>
      <w:r w:rsidRPr="008C6DE4">
        <w:rPr>
          <w:i/>
          <w:lang w:val="en-US"/>
        </w:rPr>
        <w:t>i</w:t>
      </w:r>
      <w:r w:rsidRPr="008C6DE4">
        <w:rPr>
          <w:lang w:val="en-US"/>
        </w:rPr>
        <w:t xml:space="preserve"> is designated as CSSF</w:t>
      </w:r>
      <w:r w:rsidRPr="008C6DE4">
        <w:rPr>
          <w:vertAlign w:val="subscript"/>
          <w:lang w:val="en-US"/>
        </w:rPr>
        <w:t>within_gap,i</w:t>
      </w:r>
      <w:r w:rsidRPr="008C6DE4">
        <w:rPr>
          <w:lang w:val="en-US"/>
        </w:rPr>
        <w:t xml:space="preserve"> and is derived as described in this </w:t>
      </w:r>
      <w:r w:rsidR="00854981" w:rsidRPr="008C6DE4">
        <w:rPr>
          <w:lang w:val="en-US"/>
        </w:rPr>
        <w:t>clause</w:t>
      </w:r>
      <w:r w:rsidRPr="008C6DE4">
        <w:rPr>
          <w:lang w:val="en-US"/>
        </w:rPr>
        <w:t>.</w:t>
      </w:r>
    </w:p>
    <w:p w14:paraId="4A5C73AF" w14:textId="77777777" w:rsidR="00D4281A" w:rsidRPr="008C6DE4" w:rsidRDefault="00D4281A" w:rsidP="00D4281A">
      <w:pPr>
        <w:rPr>
          <w:noProof/>
          <w:lang w:val="en-US"/>
        </w:rPr>
      </w:pPr>
      <w:r w:rsidRPr="008C6DE4">
        <w:rPr>
          <w:rFonts w:eastAsia="Times New Roman"/>
          <w:noProof/>
        </w:rPr>
        <w:t xml:space="preserve">If measurement object </w:t>
      </w:r>
      <w:r w:rsidRPr="008C6DE4">
        <w:rPr>
          <w:rFonts w:eastAsia="Times New Roman"/>
          <w:i/>
          <w:noProof/>
        </w:rPr>
        <w:t>i</w:t>
      </w:r>
      <w:r w:rsidRPr="008C6DE4">
        <w:rPr>
          <w:rFonts w:eastAsia="Times New Roman"/>
          <w:noProof/>
        </w:rPr>
        <w:t xml:space="preserve"> refers to an</w:t>
      </w:r>
      <w:r w:rsidRPr="008C6DE4">
        <w:rPr>
          <w:noProof/>
          <w:lang w:val="en-US"/>
        </w:rPr>
        <w:t xml:space="preserve"> RSTD measurement with periodicity Tprs&gt;160ms </w:t>
      </w:r>
      <w:r w:rsidRPr="008C6DE4">
        <w:t xml:space="preserve">or with periodicity Tprs=160ms but </w:t>
      </w:r>
      <w:r w:rsidRPr="008C6DE4">
        <w:rPr>
          <w:i/>
          <w:iCs/>
        </w:rPr>
        <w:t>prs-MutingInfo-r9</w:t>
      </w:r>
      <w:r w:rsidRPr="008C6DE4">
        <w:t xml:space="preserve"> is configured</w:t>
      </w:r>
      <w:r w:rsidRPr="008C6DE4">
        <w:rPr>
          <w:noProof/>
          <w:lang w:val="en-US"/>
        </w:rPr>
        <w:t>, CSSF</w:t>
      </w:r>
      <w:r w:rsidRPr="008C6DE4">
        <w:rPr>
          <w:vertAlign w:val="subscript"/>
          <w:lang w:val="en-US"/>
        </w:rPr>
        <w:t>within_gap,i</w:t>
      </w:r>
      <w:r w:rsidRPr="008C6DE4">
        <w:rPr>
          <w:noProof/>
          <w:lang w:val="en-US"/>
        </w:rPr>
        <w:t>=1. Otherwise, the the CSSF</w:t>
      </w:r>
      <w:r w:rsidRPr="008C6DE4">
        <w:rPr>
          <w:szCs w:val="24"/>
          <w:vertAlign w:val="subscript"/>
          <w:lang w:val="en-US"/>
        </w:rPr>
        <w:t>within_gap,i</w:t>
      </w:r>
      <w:r w:rsidRPr="008C6DE4">
        <w:rPr>
          <w:noProof/>
          <w:lang w:val="en-US"/>
        </w:rPr>
        <w:t xml:space="preserve"> for other measurement objects (including RSTD measurement with periodicity Tprs=160ms) participate in the gap competition and the CSSF</w:t>
      </w:r>
      <w:r w:rsidRPr="008C6DE4">
        <w:rPr>
          <w:szCs w:val="24"/>
          <w:vertAlign w:val="subscript"/>
          <w:lang w:val="en-US"/>
        </w:rPr>
        <w:t>within_gap,i</w:t>
      </w:r>
      <w:r w:rsidRPr="008C6DE4">
        <w:rPr>
          <w:noProof/>
          <w:lang w:val="en-US"/>
        </w:rPr>
        <w:t xml:space="preserve"> are derived as below.</w:t>
      </w:r>
    </w:p>
    <w:p w14:paraId="57CEDAA3" w14:textId="77777777" w:rsidR="00D4281A" w:rsidRPr="008C6DE4" w:rsidRDefault="00D4281A" w:rsidP="00D4281A">
      <w:pPr>
        <w:rPr>
          <w:noProof/>
        </w:rPr>
      </w:pPr>
      <w:r w:rsidRPr="008C6DE4">
        <w:rPr>
          <w:noProof/>
          <w:lang w:val="en-US"/>
        </w:rPr>
        <w:t xml:space="preserve">For each measurement gap </w:t>
      </w:r>
      <w:r w:rsidRPr="008C6DE4">
        <w:rPr>
          <w:i/>
          <w:noProof/>
          <w:lang w:val="en-US"/>
        </w:rPr>
        <w:t>j</w:t>
      </w:r>
      <w:r w:rsidRPr="008C6DE4">
        <w:rPr>
          <w:noProof/>
          <w:lang w:val="en-US"/>
        </w:rPr>
        <w:t xml:space="preserve"> not used for an RSTD measurement with periodicity Tprs&gt;160ms </w:t>
      </w:r>
      <w:r w:rsidRPr="008C6DE4">
        <w:t xml:space="preserve">or with periodicity Tprs=160ms but </w:t>
      </w:r>
      <w:r w:rsidRPr="008C6DE4">
        <w:rPr>
          <w:i/>
          <w:iCs/>
        </w:rPr>
        <w:t>prs-MutingInfo-r9</w:t>
      </w:r>
      <w:r w:rsidRPr="008C6DE4">
        <w:t xml:space="preserve"> is configured </w:t>
      </w:r>
      <w:r w:rsidRPr="008C6DE4">
        <w:rPr>
          <w:noProof/>
          <w:lang w:val="en-US"/>
        </w:rPr>
        <w:t xml:space="preserve">within an arbitrary 160ms period, count the total number of intrafrequency measurement objects and interfrequency/interRAT measurement objects which are candidates to be measured within the gap </w:t>
      </w:r>
      <w:r w:rsidRPr="008C6DE4">
        <w:rPr>
          <w:i/>
          <w:noProof/>
          <w:lang w:val="en-US"/>
        </w:rPr>
        <w:t>j</w:t>
      </w:r>
      <w:r w:rsidRPr="008C6DE4">
        <w:rPr>
          <w:noProof/>
          <w:lang w:val="en-US"/>
        </w:rPr>
        <w:t>.</w:t>
      </w:r>
    </w:p>
    <w:p w14:paraId="3734A394" w14:textId="5BABF8E6" w:rsidR="00D74DA1" w:rsidRPr="008C6DE4" w:rsidRDefault="00D74DA1" w:rsidP="00D74DA1">
      <w:pPr>
        <w:pStyle w:val="B10"/>
      </w:pPr>
      <w:r w:rsidRPr="008C6DE4">
        <w:rPr>
          <w:noProof/>
        </w:rPr>
        <w:t>-</w:t>
      </w:r>
      <w:r w:rsidRPr="008C6DE4">
        <w:rPr>
          <w:noProof/>
        </w:rPr>
        <w:tab/>
        <w:t xml:space="preserve">An NR measurement object is a candidate to be measured in a gap if its SMTC duration is fully covered by the MGL excluding RF switching time. </w:t>
      </w:r>
      <w:r w:rsidRPr="008C6DE4">
        <w:t xml:space="preserve">For intra-frequency NR </w:t>
      </w:r>
      <w:r w:rsidRPr="008C6DE4">
        <w:rPr>
          <w:noProof/>
        </w:rPr>
        <w:t>measurement object</w:t>
      </w:r>
      <w:r w:rsidRPr="008C6DE4">
        <w:t xml:space="preserve">s, if the higher layer in TS 38.331 [2] signaling of </w:t>
      </w:r>
      <w:r w:rsidRPr="008C6DE4">
        <w:rPr>
          <w:i/>
        </w:rPr>
        <w:t>smtc2</w:t>
      </w:r>
      <w:r w:rsidRPr="008C6DE4">
        <w:t xml:space="preserve"> is configured, the assumed periodicity of SMTC occasions corresponds to the value of higher layer parameter </w:t>
      </w:r>
      <w:r w:rsidRPr="008C6DE4">
        <w:rPr>
          <w:i/>
        </w:rPr>
        <w:t>smtc2</w:t>
      </w:r>
      <w:r w:rsidRPr="008C6DE4">
        <w:t xml:space="preserve">; otherwise the assumed periodicity of SMTC occasions corresponds to the value of higher layer parameter </w:t>
      </w:r>
      <w:r w:rsidRPr="008C6DE4">
        <w:rPr>
          <w:i/>
        </w:rPr>
        <w:t>smtc1</w:t>
      </w:r>
      <w:r w:rsidRPr="008C6DE4">
        <w:t>.</w:t>
      </w:r>
    </w:p>
    <w:p w14:paraId="79742773" w14:textId="77777777" w:rsidR="00D74DA1" w:rsidRPr="008C6DE4" w:rsidRDefault="00D74DA1" w:rsidP="00D74DA1">
      <w:pPr>
        <w:pStyle w:val="B10"/>
        <w:rPr>
          <w:noProof/>
        </w:rPr>
      </w:pPr>
      <w:r w:rsidRPr="008C6DE4">
        <w:rPr>
          <w:noProof/>
        </w:rPr>
        <w:t>-</w:t>
      </w:r>
      <w:r w:rsidRPr="008C6DE4">
        <w:rPr>
          <w:noProof/>
        </w:rPr>
        <w:tab/>
        <w:t>An inter-RAT measurement object is a candidate to be measured in all meausrement gaps.</w:t>
      </w:r>
    </w:p>
    <w:p w14:paraId="31F1E565" w14:textId="77777777" w:rsidR="00476DD5" w:rsidRPr="008C6DE4" w:rsidRDefault="00476DD5" w:rsidP="00476DD5">
      <w:pPr>
        <w:pStyle w:val="B10"/>
        <w:rPr>
          <w:noProof/>
        </w:rPr>
      </w:pPr>
      <w:r w:rsidRPr="008C6DE4">
        <w:rPr>
          <w:noProof/>
        </w:rPr>
        <w:t>-</w:t>
      </w:r>
      <w:r w:rsidRPr="008C6DE4">
        <w:rPr>
          <w:noProof/>
        </w:rPr>
        <w:tab/>
        <w:t>An inter-frequency SFTD measurement object</w:t>
      </w:r>
      <w:r>
        <w:rPr>
          <w:noProof/>
        </w:rPr>
        <w:t>, if to be measured with measurement gaps,</w:t>
      </w:r>
      <w:r w:rsidRPr="008C6DE4">
        <w:rPr>
          <w:noProof/>
        </w:rPr>
        <w:t xml:space="preserve"> is a candidate to be measured in all measurement gaps.</w:t>
      </w:r>
    </w:p>
    <w:p w14:paraId="69029DEB" w14:textId="63AE8200" w:rsidR="00D74DA1" w:rsidRPr="008C6DE4" w:rsidRDefault="004E1B83" w:rsidP="002777B2">
      <w:pPr>
        <w:pStyle w:val="B10"/>
        <w:rPr>
          <w:noProof/>
        </w:rPr>
      </w:pPr>
      <w:r w:rsidRPr="008C6DE4">
        <w:rPr>
          <w:noProof/>
        </w:rPr>
        <w:t>-</w:t>
      </w:r>
      <w:r w:rsidRPr="008C6DE4">
        <w:rPr>
          <w:noProof/>
        </w:rPr>
        <w:tab/>
      </w:r>
      <w:r w:rsidR="00D74DA1" w:rsidRPr="008C6DE4">
        <w:rPr>
          <w:noProof/>
        </w:rPr>
        <w:t>For UEs which support and are configured with per FR gaps, the counting is done on a per FR basis, and for UEs which are configured with per UE gaps the counting is done on a per UE basis.</w:t>
      </w:r>
    </w:p>
    <w:p w14:paraId="2271B682" w14:textId="38BE1E2E" w:rsidR="00D74DA1" w:rsidRPr="008C6DE4" w:rsidRDefault="004E1B83" w:rsidP="002777B2">
      <w:pPr>
        <w:pStyle w:val="B10"/>
        <w:rPr>
          <w:noProof/>
        </w:rPr>
      </w:pPr>
      <w:r w:rsidRPr="008C6DE4">
        <w:rPr>
          <w:noProof/>
        </w:rPr>
        <w:t>-</w:t>
      </w:r>
      <w:r w:rsidRPr="008C6DE4">
        <w:rPr>
          <w:noProof/>
        </w:rPr>
        <w:tab/>
      </w:r>
      <w:r w:rsidR="00D74DA1" w:rsidRPr="008C6DE4">
        <w:rPr>
          <w:noProof/>
        </w:rPr>
        <w:t>M</w:t>
      </w:r>
      <w:r w:rsidR="00D74DA1" w:rsidRPr="008C6DE4">
        <w:rPr>
          <w:noProof/>
          <w:vertAlign w:val="subscript"/>
        </w:rPr>
        <w:t>intra,i,j</w:t>
      </w:r>
      <w:r w:rsidR="00D74DA1" w:rsidRPr="008C6DE4">
        <w:rPr>
          <w:noProof/>
        </w:rPr>
        <w:t xml:space="preserve">: Number of intra-frequency measurement objects which are candidates to be measured in gap </w:t>
      </w:r>
      <w:r w:rsidR="00D74DA1" w:rsidRPr="008C6DE4">
        <w:rPr>
          <w:i/>
          <w:noProof/>
        </w:rPr>
        <w:t>j</w:t>
      </w:r>
      <w:r w:rsidR="00D74DA1" w:rsidRPr="008C6DE4">
        <w:rPr>
          <w:noProof/>
        </w:rPr>
        <w:t xml:space="preserve"> where the </w:t>
      </w:r>
      <w:r w:rsidR="00D74DA1" w:rsidRPr="008C6DE4">
        <w:rPr>
          <w:lang w:val="en-US"/>
        </w:rPr>
        <w:t xml:space="preserve">measurement object </w:t>
      </w:r>
      <w:r w:rsidR="00D74DA1" w:rsidRPr="008C6DE4">
        <w:rPr>
          <w:i/>
          <w:noProof/>
        </w:rPr>
        <w:t>i</w:t>
      </w:r>
      <w:r w:rsidR="00D74DA1" w:rsidRPr="008C6DE4">
        <w:rPr>
          <w:noProof/>
        </w:rPr>
        <w:t xml:space="preserve"> is also a candidate. Otherwise M</w:t>
      </w:r>
      <w:r w:rsidR="00D74DA1" w:rsidRPr="008C6DE4">
        <w:rPr>
          <w:noProof/>
          <w:vertAlign w:val="subscript"/>
        </w:rPr>
        <w:t>intra,i,j</w:t>
      </w:r>
      <w:r w:rsidR="00D74DA1" w:rsidRPr="008C6DE4">
        <w:rPr>
          <w:noProof/>
        </w:rPr>
        <w:t xml:space="preserve">  equals 0.</w:t>
      </w:r>
    </w:p>
    <w:p w14:paraId="7F734D39" w14:textId="70989EED" w:rsidR="00D74DA1" w:rsidRPr="008C6DE4" w:rsidRDefault="004E1B83" w:rsidP="002777B2">
      <w:pPr>
        <w:pStyle w:val="B10"/>
        <w:rPr>
          <w:noProof/>
        </w:rPr>
      </w:pPr>
      <w:r w:rsidRPr="008C6DE4">
        <w:rPr>
          <w:noProof/>
        </w:rPr>
        <w:t>-</w:t>
      </w:r>
      <w:r w:rsidRPr="008C6DE4">
        <w:rPr>
          <w:noProof/>
        </w:rPr>
        <w:tab/>
      </w:r>
      <w:r w:rsidR="00D74DA1" w:rsidRPr="008C6DE4">
        <w:rPr>
          <w:noProof/>
        </w:rPr>
        <w:t>M</w:t>
      </w:r>
      <w:r w:rsidR="00D74DA1" w:rsidRPr="008C6DE4">
        <w:rPr>
          <w:noProof/>
          <w:vertAlign w:val="subscript"/>
        </w:rPr>
        <w:t xml:space="preserve">inter,i,j </w:t>
      </w:r>
      <w:r w:rsidR="00D74DA1" w:rsidRPr="008C6DE4">
        <w:rPr>
          <w:noProof/>
        </w:rPr>
        <w:t xml:space="preserve">: Number of NR inter-frequency and EUTRA inter-RAT measurement objects which are candidates to be measured in gap </w:t>
      </w:r>
      <w:r w:rsidR="00D74DA1" w:rsidRPr="008C6DE4">
        <w:rPr>
          <w:i/>
          <w:noProof/>
        </w:rPr>
        <w:t>j</w:t>
      </w:r>
      <w:r w:rsidR="00D74DA1" w:rsidRPr="008C6DE4">
        <w:rPr>
          <w:noProof/>
        </w:rPr>
        <w:t xml:space="preserve"> where the </w:t>
      </w:r>
      <w:r w:rsidR="00D74DA1" w:rsidRPr="008C6DE4">
        <w:rPr>
          <w:lang w:val="en-US"/>
        </w:rPr>
        <w:t>measurement object</w:t>
      </w:r>
      <w:r w:rsidR="00D74DA1" w:rsidRPr="008C6DE4">
        <w:rPr>
          <w:noProof/>
          <w:lang w:val="en-US"/>
        </w:rPr>
        <w:t xml:space="preserve"> </w:t>
      </w:r>
      <w:r w:rsidR="00D74DA1" w:rsidRPr="008C6DE4">
        <w:rPr>
          <w:i/>
          <w:noProof/>
        </w:rPr>
        <w:t>i</w:t>
      </w:r>
      <w:r w:rsidR="00D74DA1" w:rsidRPr="008C6DE4">
        <w:rPr>
          <w:noProof/>
        </w:rPr>
        <w:t xml:space="preserve"> is also a candidate. Otherwise M</w:t>
      </w:r>
      <w:r w:rsidR="00D74DA1" w:rsidRPr="008C6DE4">
        <w:rPr>
          <w:noProof/>
          <w:vertAlign w:val="subscript"/>
        </w:rPr>
        <w:t>inter,i,j</w:t>
      </w:r>
      <w:r w:rsidR="00D74DA1" w:rsidRPr="008C6DE4">
        <w:rPr>
          <w:noProof/>
        </w:rPr>
        <w:t xml:space="preserve">  equals 0.</w:t>
      </w:r>
    </w:p>
    <w:p w14:paraId="05668629" w14:textId="2A15F098" w:rsidR="00D74DA1" w:rsidRPr="008C6DE4" w:rsidRDefault="004E1B83" w:rsidP="002777B2">
      <w:pPr>
        <w:pStyle w:val="B10"/>
        <w:rPr>
          <w:noProof/>
        </w:rPr>
      </w:pPr>
      <w:r w:rsidRPr="008C6DE4">
        <w:rPr>
          <w:noProof/>
        </w:rPr>
        <w:t>-</w:t>
      </w:r>
      <w:r w:rsidRPr="008C6DE4">
        <w:rPr>
          <w:noProof/>
        </w:rPr>
        <w:tab/>
      </w:r>
      <w:r w:rsidR="00D74DA1" w:rsidRPr="008C6DE4">
        <w:rPr>
          <w:noProof/>
        </w:rPr>
        <w:t>M</w:t>
      </w:r>
      <w:r w:rsidR="00D74DA1" w:rsidRPr="008C6DE4">
        <w:rPr>
          <w:noProof/>
          <w:vertAlign w:val="subscript"/>
        </w:rPr>
        <w:t>tot,i,j</w:t>
      </w:r>
      <w:r w:rsidR="00D74DA1" w:rsidRPr="008C6DE4">
        <w:rPr>
          <w:noProof/>
        </w:rPr>
        <w:t xml:space="preserve"> = M</w:t>
      </w:r>
      <w:r w:rsidR="00D74DA1" w:rsidRPr="008C6DE4">
        <w:rPr>
          <w:noProof/>
          <w:vertAlign w:val="subscript"/>
        </w:rPr>
        <w:t>intra,i,j</w:t>
      </w:r>
      <w:r w:rsidR="00D74DA1" w:rsidRPr="008C6DE4">
        <w:rPr>
          <w:noProof/>
        </w:rPr>
        <w:t xml:space="preserve"> + M</w:t>
      </w:r>
      <w:r w:rsidR="00D74DA1" w:rsidRPr="008C6DE4">
        <w:rPr>
          <w:noProof/>
          <w:vertAlign w:val="subscript"/>
        </w:rPr>
        <w:t xml:space="preserve">inter,i,j </w:t>
      </w:r>
      <w:r w:rsidR="00D74DA1" w:rsidRPr="008C6DE4">
        <w:rPr>
          <w:noProof/>
        </w:rPr>
        <w:t xml:space="preserve">: Total number of intra-frequency, inter-frequency and inter-RAT measurement objects which are candidates to be measured in gap </w:t>
      </w:r>
      <w:r w:rsidR="00D74DA1" w:rsidRPr="008C6DE4">
        <w:rPr>
          <w:i/>
          <w:noProof/>
        </w:rPr>
        <w:t>j</w:t>
      </w:r>
      <w:r w:rsidR="00D74DA1" w:rsidRPr="008C6DE4">
        <w:rPr>
          <w:noProof/>
        </w:rPr>
        <w:t xml:space="preserve"> where the </w:t>
      </w:r>
      <w:r w:rsidR="00D74DA1" w:rsidRPr="008C6DE4">
        <w:rPr>
          <w:lang w:val="en-US"/>
        </w:rPr>
        <w:t>measurement object</w:t>
      </w:r>
      <w:r w:rsidR="00D74DA1" w:rsidRPr="008C6DE4">
        <w:rPr>
          <w:noProof/>
          <w:lang w:val="en-US"/>
        </w:rPr>
        <w:t xml:space="preserve"> </w:t>
      </w:r>
      <w:r w:rsidR="00D74DA1" w:rsidRPr="008C6DE4">
        <w:rPr>
          <w:i/>
          <w:noProof/>
        </w:rPr>
        <w:t>i</w:t>
      </w:r>
      <w:r w:rsidR="00D74DA1" w:rsidRPr="008C6DE4">
        <w:rPr>
          <w:noProof/>
        </w:rPr>
        <w:t xml:space="preserve"> is also a candidate. Otherwise M</w:t>
      </w:r>
      <w:r w:rsidR="00D74DA1" w:rsidRPr="008C6DE4">
        <w:rPr>
          <w:noProof/>
          <w:vertAlign w:val="subscript"/>
        </w:rPr>
        <w:t>tot,i,j</w:t>
      </w:r>
      <w:r w:rsidR="00D74DA1" w:rsidRPr="008C6DE4">
        <w:rPr>
          <w:noProof/>
        </w:rPr>
        <w:t xml:space="preserve"> equals 0.</w:t>
      </w:r>
    </w:p>
    <w:p w14:paraId="49358F83" w14:textId="77777777" w:rsidR="00D74DA1" w:rsidRPr="008C6DE4" w:rsidRDefault="00D74DA1" w:rsidP="002777B2">
      <w:pPr>
        <w:rPr>
          <w:noProof/>
        </w:rPr>
      </w:pPr>
      <w:r w:rsidRPr="008C6DE4">
        <w:rPr>
          <w:noProof/>
        </w:rPr>
        <w:t xml:space="preserve">For each measurement gap </w:t>
      </w:r>
      <w:r w:rsidRPr="008C6DE4">
        <w:rPr>
          <w:i/>
          <w:noProof/>
        </w:rPr>
        <w:t>j</w:t>
      </w:r>
      <w:r w:rsidRPr="008C6DE4">
        <w:rPr>
          <w:noProof/>
        </w:rPr>
        <w:t xml:space="preserve"> used for an RSTD measurement with periodicity Tprs&gt;160ms </w:t>
      </w:r>
      <w:r w:rsidRPr="008C6DE4">
        <w:t xml:space="preserve">or with periodicity Tprs=160ms but </w:t>
      </w:r>
      <w:r w:rsidRPr="008C6DE4">
        <w:rPr>
          <w:i/>
          <w:iCs/>
        </w:rPr>
        <w:t>prs-MutingInfo-r9</w:t>
      </w:r>
      <w:r w:rsidRPr="008C6DE4">
        <w:t xml:space="preserve"> is configured </w:t>
      </w:r>
      <w:r w:rsidRPr="008C6DE4">
        <w:rPr>
          <w:noProof/>
        </w:rPr>
        <w:t>within an arbitrary 160ms period, M</w:t>
      </w:r>
      <w:r w:rsidRPr="008C6DE4">
        <w:rPr>
          <w:noProof/>
          <w:vertAlign w:val="subscript"/>
        </w:rPr>
        <w:t>intra,i,j</w:t>
      </w:r>
      <w:r w:rsidRPr="008C6DE4">
        <w:rPr>
          <w:noProof/>
        </w:rPr>
        <w:t xml:space="preserve"> = M</w:t>
      </w:r>
      <w:r w:rsidRPr="008C6DE4">
        <w:rPr>
          <w:noProof/>
          <w:vertAlign w:val="subscript"/>
        </w:rPr>
        <w:t xml:space="preserve">inter,i,j </w:t>
      </w:r>
      <w:r w:rsidRPr="008C6DE4">
        <w:rPr>
          <w:noProof/>
        </w:rPr>
        <w:t>= M</w:t>
      </w:r>
      <w:r w:rsidRPr="008C6DE4">
        <w:rPr>
          <w:noProof/>
          <w:vertAlign w:val="subscript"/>
        </w:rPr>
        <w:t>tot,i,j</w:t>
      </w:r>
      <w:r w:rsidRPr="008C6DE4">
        <w:rPr>
          <w:noProof/>
        </w:rPr>
        <w:t xml:space="preserve"> =0.</w:t>
      </w:r>
    </w:p>
    <w:p w14:paraId="245D4913" w14:textId="77777777" w:rsidR="00D4281A" w:rsidRPr="008C6DE4" w:rsidRDefault="00D4281A" w:rsidP="00D74DA1">
      <w:pPr>
        <w:rPr>
          <w:noProof/>
        </w:rPr>
      </w:pPr>
      <w:r w:rsidRPr="008C6DE4">
        <w:rPr>
          <w:noProof/>
        </w:rPr>
        <w:t>The carrier specific scaling factor CSSF</w:t>
      </w:r>
      <w:r w:rsidRPr="008C6DE4">
        <w:rPr>
          <w:vertAlign w:val="subscript"/>
        </w:rPr>
        <w:t>within_gap,i</w:t>
      </w:r>
      <w:r w:rsidRPr="008C6DE4">
        <w:rPr>
          <w:noProof/>
        </w:rPr>
        <w:t xml:space="preserve"> is given by:</w:t>
      </w:r>
    </w:p>
    <w:p w14:paraId="29C92A68" w14:textId="26BBD2DC" w:rsidR="00D4281A" w:rsidRPr="008C6DE4" w:rsidRDefault="004E1B83" w:rsidP="004E1B83">
      <w:pPr>
        <w:pStyle w:val="B10"/>
        <w:rPr>
          <w:noProof/>
        </w:rPr>
      </w:pPr>
      <w:r w:rsidRPr="008C6DE4">
        <w:rPr>
          <w:noProof/>
        </w:rPr>
        <w:t>-</w:t>
      </w:r>
      <w:r w:rsidRPr="008C6DE4">
        <w:rPr>
          <w:noProof/>
        </w:rPr>
        <w:tab/>
      </w:r>
      <w:r w:rsidR="00D4281A" w:rsidRPr="008C6DE4">
        <w:rPr>
          <w:noProof/>
        </w:rPr>
        <w:t xml:space="preserve">If </w:t>
      </w:r>
      <w:r w:rsidR="00D4281A" w:rsidRPr="008C6DE4">
        <w:rPr>
          <w:i/>
        </w:rPr>
        <w:t>measGapSharingScheme</w:t>
      </w:r>
      <w:r w:rsidR="00D4281A" w:rsidRPr="008C6DE4">
        <w:rPr>
          <w:noProof/>
        </w:rPr>
        <w:t xml:space="preserve"> is equal sharing, CSSF</w:t>
      </w:r>
      <w:r w:rsidR="00D4281A" w:rsidRPr="008C6DE4">
        <w:rPr>
          <w:vertAlign w:val="subscript"/>
        </w:rPr>
        <w:t>within_gap,i</w:t>
      </w:r>
      <w:r w:rsidR="00D4281A" w:rsidRPr="008C6DE4">
        <w:rPr>
          <w:noProof/>
        </w:rPr>
        <w:t>= max(ceil(R</w:t>
      </w:r>
      <w:r w:rsidR="00D4281A" w:rsidRPr="008C6DE4">
        <w:rPr>
          <w:noProof/>
          <w:vertAlign w:val="subscript"/>
        </w:rPr>
        <w:t>i</w:t>
      </w:r>
      <w:r w:rsidR="00D4281A" w:rsidRPr="008C6DE4">
        <w:rPr>
          <w:noProof/>
        </w:rPr>
        <w:t>×M</w:t>
      </w:r>
      <w:r w:rsidR="00D4281A" w:rsidRPr="008C6DE4">
        <w:rPr>
          <w:noProof/>
          <w:vertAlign w:val="subscript"/>
        </w:rPr>
        <w:t>tot,i,j</w:t>
      </w:r>
      <w:r w:rsidR="00D4281A" w:rsidRPr="008C6DE4">
        <w:rPr>
          <w:noProof/>
        </w:rPr>
        <w:t xml:space="preserve">)), where </w:t>
      </w:r>
      <w:r w:rsidR="00D4281A" w:rsidRPr="008C6DE4">
        <w:rPr>
          <w:i/>
          <w:noProof/>
        </w:rPr>
        <w:t>j</w:t>
      </w:r>
      <w:r w:rsidR="00D4281A" w:rsidRPr="008C6DE4">
        <w:rPr>
          <w:noProof/>
        </w:rPr>
        <w:t>=0…(160/MGRP)-1</w:t>
      </w:r>
    </w:p>
    <w:p w14:paraId="256C9CB8" w14:textId="0E94FB05" w:rsidR="00D4281A" w:rsidRPr="008C6DE4" w:rsidRDefault="004E1B83" w:rsidP="004E1B83">
      <w:pPr>
        <w:pStyle w:val="B10"/>
        <w:rPr>
          <w:noProof/>
        </w:rPr>
      </w:pPr>
      <w:r w:rsidRPr="008C6DE4">
        <w:rPr>
          <w:noProof/>
        </w:rPr>
        <w:t>-</w:t>
      </w:r>
      <w:r w:rsidRPr="008C6DE4">
        <w:rPr>
          <w:noProof/>
        </w:rPr>
        <w:tab/>
      </w:r>
      <w:r w:rsidR="00D4281A" w:rsidRPr="008C6DE4">
        <w:rPr>
          <w:noProof/>
        </w:rPr>
        <w:t xml:space="preserve">If </w:t>
      </w:r>
      <w:r w:rsidR="00D4281A" w:rsidRPr="008C6DE4">
        <w:rPr>
          <w:i/>
        </w:rPr>
        <w:t>measGapSharingScheme</w:t>
      </w:r>
      <w:r w:rsidR="00D4281A" w:rsidRPr="008C6DE4">
        <w:rPr>
          <w:noProof/>
        </w:rPr>
        <w:t xml:space="preserve"> is not equal sharing and</w:t>
      </w:r>
    </w:p>
    <w:p w14:paraId="52C4F684" w14:textId="740BECE4" w:rsidR="00D4281A" w:rsidRPr="008C6DE4" w:rsidRDefault="00D4281A" w:rsidP="00D4281A">
      <w:pPr>
        <w:pStyle w:val="B2"/>
        <w:rPr>
          <w:noProof/>
        </w:rPr>
      </w:pPr>
      <w:r w:rsidRPr="008C6DE4">
        <w:rPr>
          <w:rFonts w:eastAsia="Times New Roman"/>
          <w:noProof/>
        </w:rPr>
        <w:t>-</w:t>
      </w:r>
      <w:r w:rsidRPr="008C6DE4">
        <w:rPr>
          <w:rFonts w:eastAsia="Times New Roman"/>
          <w:noProof/>
        </w:rPr>
        <w:tab/>
        <w:t>measurement object</w:t>
      </w:r>
      <w:r w:rsidRPr="008C6DE4">
        <w:rPr>
          <w:i/>
          <w:noProof/>
        </w:rPr>
        <w:t xml:space="preserve"> i</w:t>
      </w:r>
      <w:r w:rsidRPr="008C6DE4">
        <w:rPr>
          <w:noProof/>
        </w:rPr>
        <w:t xml:space="preserve"> is an intra-frequency measurement object, CSSF</w:t>
      </w:r>
      <w:r w:rsidRPr="008C6DE4">
        <w:rPr>
          <w:vertAlign w:val="subscript"/>
        </w:rPr>
        <w:t>within_gap,i</w:t>
      </w:r>
      <w:r w:rsidRPr="008C6DE4">
        <w:rPr>
          <w:noProof/>
        </w:rPr>
        <w:t xml:space="preserve"> is the maximum among</w:t>
      </w:r>
    </w:p>
    <w:p w14:paraId="6931FE37" w14:textId="77777777" w:rsidR="00D4281A" w:rsidRPr="008C6DE4" w:rsidRDefault="00D4281A" w:rsidP="00D4281A">
      <w:pPr>
        <w:pStyle w:val="B3"/>
        <w:rPr>
          <w:noProof/>
        </w:rPr>
      </w:pPr>
      <w:r w:rsidRPr="008C6DE4">
        <w:rPr>
          <w:rFonts w:eastAsia="Times New Roman"/>
          <w:noProof/>
        </w:rPr>
        <w:t>-</w:t>
      </w:r>
      <w:r w:rsidRPr="008C6DE4">
        <w:rPr>
          <w:rFonts w:eastAsia="Times New Roman"/>
          <w:noProof/>
        </w:rPr>
        <w:tab/>
      </w:r>
      <w:r w:rsidRPr="008C6DE4">
        <w:rPr>
          <w:noProof/>
        </w:rPr>
        <w:t>ceil(R</w:t>
      </w:r>
      <w:r w:rsidRPr="008C6DE4">
        <w:rPr>
          <w:noProof/>
          <w:vertAlign w:val="subscript"/>
        </w:rPr>
        <w:t>i</w:t>
      </w:r>
      <w:r w:rsidRPr="008C6DE4">
        <w:rPr>
          <w:noProof/>
        </w:rPr>
        <w:t>×K</w:t>
      </w:r>
      <w:r w:rsidRPr="008C6DE4">
        <w:rPr>
          <w:noProof/>
          <w:vertAlign w:val="subscript"/>
        </w:rPr>
        <w:t>intra</w:t>
      </w:r>
      <w:r w:rsidRPr="008C6DE4">
        <w:rPr>
          <w:noProof/>
        </w:rPr>
        <w:t>×M</w:t>
      </w:r>
      <w:r w:rsidRPr="008C6DE4">
        <w:rPr>
          <w:noProof/>
          <w:vertAlign w:val="subscript"/>
        </w:rPr>
        <w:t>intra,i,j</w:t>
      </w:r>
      <w:r w:rsidRPr="008C6DE4">
        <w:rPr>
          <w:noProof/>
        </w:rPr>
        <w:t>) in gaps where M</w:t>
      </w:r>
      <w:r w:rsidRPr="008C6DE4">
        <w:rPr>
          <w:noProof/>
          <w:vertAlign w:val="subscript"/>
        </w:rPr>
        <w:t>inter,i,j</w:t>
      </w:r>
      <w:r w:rsidRPr="008C6DE4">
        <w:rPr>
          <w:rFonts w:hint="eastAsia"/>
          <w:noProof/>
        </w:rPr>
        <w:t>≠</w:t>
      </w:r>
      <w:r w:rsidRPr="008C6DE4">
        <w:rPr>
          <w:noProof/>
        </w:rPr>
        <w:t xml:space="preserve">0, where </w:t>
      </w:r>
      <w:r w:rsidRPr="008C6DE4">
        <w:rPr>
          <w:i/>
          <w:noProof/>
        </w:rPr>
        <w:t>j</w:t>
      </w:r>
      <w:r w:rsidRPr="008C6DE4">
        <w:rPr>
          <w:noProof/>
        </w:rPr>
        <w:t>=0…(160/MGRP)-1</w:t>
      </w:r>
    </w:p>
    <w:p w14:paraId="3DF28322" w14:textId="77777777" w:rsidR="00D4281A" w:rsidRPr="008C6DE4" w:rsidRDefault="00D4281A" w:rsidP="00D4281A">
      <w:pPr>
        <w:pStyle w:val="B3"/>
        <w:rPr>
          <w:noProof/>
        </w:rPr>
      </w:pPr>
      <w:r w:rsidRPr="008C6DE4">
        <w:rPr>
          <w:rFonts w:eastAsia="Times New Roman"/>
          <w:noProof/>
        </w:rPr>
        <w:t>-</w:t>
      </w:r>
      <w:r w:rsidRPr="008C6DE4">
        <w:rPr>
          <w:rFonts w:eastAsia="Times New Roman"/>
          <w:noProof/>
        </w:rPr>
        <w:tab/>
      </w:r>
      <w:r w:rsidRPr="008C6DE4">
        <w:rPr>
          <w:noProof/>
        </w:rPr>
        <w:t>ceil(R</w:t>
      </w:r>
      <w:r w:rsidRPr="008C6DE4">
        <w:rPr>
          <w:noProof/>
          <w:vertAlign w:val="subscript"/>
        </w:rPr>
        <w:t>i</w:t>
      </w:r>
      <w:r w:rsidRPr="008C6DE4">
        <w:rPr>
          <w:noProof/>
        </w:rPr>
        <w:t>×M</w:t>
      </w:r>
      <w:r w:rsidRPr="008C6DE4">
        <w:rPr>
          <w:noProof/>
          <w:vertAlign w:val="subscript"/>
        </w:rPr>
        <w:t>intra,i,j</w:t>
      </w:r>
      <w:r w:rsidRPr="008C6DE4">
        <w:rPr>
          <w:noProof/>
        </w:rPr>
        <w:t>) in gaps where M</w:t>
      </w:r>
      <w:r w:rsidRPr="008C6DE4">
        <w:rPr>
          <w:noProof/>
          <w:vertAlign w:val="subscript"/>
        </w:rPr>
        <w:t>inter,i,j</w:t>
      </w:r>
      <w:r w:rsidRPr="008C6DE4">
        <w:rPr>
          <w:noProof/>
        </w:rPr>
        <w:t xml:space="preserve">=0, where </w:t>
      </w:r>
      <w:r w:rsidRPr="008C6DE4">
        <w:rPr>
          <w:i/>
          <w:noProof/>
        </w:rPr>
        <w:t>j</w:t>
      </w:r>
      <w:r w:rsidRPr="008C6DE4">
        <w:rPr>
          <w:noProof/>
        </w:rPr>
        <w:t>=0…(160/MGRP)-1</w:t>
      </w:r>
    </w:p>
    <w:p w14:paraId="1B9D928F" w14:textId="762E7D7C" w:rsidR="00D4281A" w:rsidRPr="008C6DE4" w:rsidRDefault="00D4281A" w:rsidP="00D4281A">
      <w:pPr>
        <w:pStyle w:val="B2"/>
        <w:rPr>
          <w:noProof/>
        </w:rPr>
      </w:pPr>
      <w:r w:rsidRPr="008C6DE4">
        <w:rPr>
          <w:rFonts w:eastAsia="Times New Roman"/>
          <w:noProof/>
        </w:rPr>
        <w:t>-</w:t>
      </w:r>
      <w:r w:rsidRPr="008C6DE4">
        <w:rPr>
          <w:rFonts w:eastAsia="Times New Roman"/>
          <w:noProof/>
        </w:rPr>
        <w:tab/>
        <w:t>measurement object</w:t>
      </w:r>
      <w:r w:rsidRPr="008C6DE4">
        <w:rPr>
          <w:i/>
          <w:noProof/>
        </w:rPr>
        <w:t xml:space="preserve"> i</w:t>
      </w:r>
      <w:r w:rsidRPr="008C6DE4">
        <w:rPr>
          <w:noProof/>
        </w:rPr>
        <w:t xml:space="preserve"> is an inter-frequency or inter-RAT measurement object, CSSF</w:t>
      </w:r>
      <w:r w:rsidRPr="008C6DE4">
        <w:rPr>
          <w:vertAlign w:val="subscript"/>
        </w:rPr>
        <w:t>within_gap,i</w:t>
      </w:r>
      <w:r w:rsidRPr="008C6DE4">
        <w:rPr>
          <w:noProof/>
        </w:rPr>
        <w:t xml:space="preserve"> is the maximum among</w:t>
      </w:r>
    </w:p>
    <w:p w14:paraId="070C3E50" w14:textId="77777777" w:rsidR="00D4281A" w:rsidRPr="008C6DE4" w:rsidRDefault="00D4281A" w:rsidP="00D4281A">
      <w:pPr>
        <w:pStyle w:val="B3"/>
        <w:rPr>
          <w:noProof/>
        </w:rPr>
      </w:pPr>
      <w:r w:rsidRPr="008C6DE4">
        <w:rPr>
          <w:rFonts w:eastAsia="Times New Roman"/>
          <w:noProof/>
        </w:rPr>
        <w:t>-</w:t>
      </w:r>
      <w:r w:rsidRPr="008C6DE4">
        <w:rPr>
          <w:rFonts w:eastAsia="Times New Roman"/>
          <w:noProof/>
        </w:rPr>
        <w:tab/>
      </w:r>
      <w:r w:rsidRPr="008C6DE4">
        <w:rPr>
          <w:noProof/>
        </w:rPr>
        <w:t>ceil(R</w:t>
      </w:r>
      <w:r w:rsidRPr="008C6DE4">
        <w:rPr>
          <w:noProof/>
          <w:vertAlign w:val="subscript"/>
        </w:rPr>
        <w:t>i</w:t>
      </w:r>
      <w:r w:rsidRPr="008C6DE4">
        <w:rPr>
          <w:noProof/>
        </w:rPr>
        <w:t>×K</w:t>
      </w:r>
      <w:r w:rsidRPr="008C6DE4">
        <w:rPr>
          <w:noProof/>
          <w:vertAlign w:val="subscript"/>
        </w:rPr>
        <w:t>inter</w:t>
      </w:r>
      <w:r w:rsidRPr="008C6DE4">
        <w:rPr>
          <w:noProof/>
        </w:rPr>
        <w:t>×M</w:t>
      </w:r>
      <w:r w:rsidRPr="008C6DE4">
        <w:rPr>
          <w:noProof/>
          <w:vertAlign w:val="subscript"/>
        </w:rPr>
        <w:t>inter,i,j</w:t>
      </w:r>
      <w:r w:rsidRPr="008C6DE4">
        <w:rPr>
          <w:noProof/>
        </w:rPr>
        <w:t>) in gaps where M</w:t>
      </w:r>
      <w:r w:rsidRPr="008C6DE4">
        <w:rPr>
          <w:noProof/>
          <w:vertAlign w:val="subscript"/>
        </w:rPr>
        <w:t>intra,i,j</w:t>
      </w:r>
      <w:r w:rsidRPr="008C6DE4">
        <w:rPr>
          <w:noProof/>
        </w:rPr>
        <w:t xml:space="preserve"> </w:t>
      </w:r>
      <w:r w:rsidRPr="008C6DE4">
        <w:rPr>
          <w:rFonts w:hint="eastAsia"/>
          <w:noProof/>
        </w:rPr>
        <w:t>≠</w:t>
      </w:r>
      <w:r w:rsidRPr="008C6DE4">
        <w:rPr>
          <w:noProof/>
        </w:rPr>
        <w:t xml:space="preserve">0, where </w:t>
      </w:r>
      <w:r w:rsidRPr="008C6DE4">
        <w:rPr>
          <w:i/>
          <w:noProof/>
        </w:rPr>
        <w:t>j</w:t>
      </w:r>
      <w:r w:rsidRPr="008C6DE4">
        <w:rPr>
          <w:noProof/>
        </w:rPr>
        <w:t>=0…(160/MGRP)-1</w:t>
      </w:r>
    </w:p>
    <w:p w14:paraId="5EC5B215" w14:textId="005BF95E" w:rsidR="00CC6C97" w:rsidRPr="008C6DE4" w:rsidRDefault="00D4281A" w:rsidP="00CC6C97">
      <w:pPr>
        <w:pStyle w:val="B3"/>
        <w:rPr>
          <w:noProof/>
        </w:rPr>
      </w:pPr>
      <w:r w:rsidRPr="008C6DE4">
        <w:rPr>
          <w:rFonts w:eastAsia="Times New Roman"/>
          <w:noProof/>
        </w:rPr>
        <w:t>-</w:t>
      </w:r>
      <w:r w:rsidRPr="008C6DE4">
        <w:rPr>
          <w:rFonts w:eastAsia="Times New Roman"/>
          <w:noProof/>
        </w:rPr>
        <w:tab/>
      </w:r>
      <w:r w:rsidRPr="008C6DE4">
        <w:rPr>
          <w:noProof/>
        </w:rPr>
        <w:t>ceil(R</w:t>
      </w:r>
      <w:r w:rsidRPr="008C6DE4">
        <w:rPr>
          <w:noProof/>
          <w:vertAlign w:val="subscript"/>
        </w:rPr>
        <w:t>i</w:t>
      </w:r>
      <w:r w:rsidRPr="008C6DE4">
        <w:rPr>
          <w:noProof/>
        </w:rPr>
        <w:t>×M</w:t>
      </w:r>
      <w:r w:rsidRPr="008C6DE4">
        <w:rPr>
          <w:noProof/>
          <w:vertAlign w:val="subscript"/>
        </w:rPr>
        <w:t>inter,i,j</w:t>
      </w:r>
      <w:r w:rsidRPr="008C6DE4">
        <w:rPr>
          <w:noProof/>
        </w:rPr>
        <w:t>)</w:t>
      </w:r>
      <w:r w:rsidRPr="008C6DE4">
        <w:rPr>
          <w:noProof/>
          <w:vertAlign w:val="subscript"/>
        </w:rPr>
        <w:t xml:space="preserve"> </w:t>
      </w:r>
      <w:r w:rsidRPr="008C6DE4">
        <w:rPr>
          <w:noProof/>
        </w:rPr>
        <w:t>in gaps where M</w:t>
      </w:r>
      <w:r w:rsidRPr="008C6DE4">
        <w:rPr>
          <w:noProof/>
          <w:vertAlign w:val="subscript"/>
        </w:rPr>
        <w:t>intra,i,j</w:t>
      </w:r>
      <w:r w:rsidRPr="008C6DE4">
        <w:rPr>
          <w:noProof/>
        </w:rPr>
        <w:t xml:space="preserve">=0, where </w:t>
      </w:r>
      <w:r w:rsidRPr="008C6DE4">
        <w:rPr>
          <w:i/>
          <w:noProof/>
        </w:rPr>
        <w:t>j</w:t>
      </w:r>
      <w:r w:rsidRPr="008C6DE4">
        <w:rPr>
          <w:noProof/>
        </w:rPr>
        <w:t>=0…(160/MGRP)-1</w:t>
      </w:r>
      <w:r w:rsidR="00CC6C97" w:rsidRPr="008C6DE4">
        <w:rPr>
          <w:noProof/>
        </w:rPr>
        <w:t xml:space="preserve"> </w:t>
      </w:r>
    </w:p>
    <w:p w14:paraId="614DCA6F" w14:textId="013B35CE" w:rsidR="00CC6C97" w:rsidRPr="008C6DE4" w:rsidRDefault="004E1B83" w:rsidP="00CC6C97">
      <w:pPr>
        <w:pStyle w:val="B10"/>
        <w:rPr>
          <w:noProof/>
        </w:rPr>
      </w:pPr>
      <w:r w:rsidRPr="008C6DE4">
        <w:rPr>
          <w:noProof/>
        </w:rPr>
        <w:t>-</w:t>
      </w:r>
      <w:r w:rsidRPr="008C6DE4">
        <w:rPr>
          <w:noProof/>
        </w:rPr>
        <w:tab/>
      </w:r>
      <w:r w:rsidR="00CC6C97" w:rsidRPr="008C6DE4">
        <w:rPr>
          <w:noProof/>
        </w:rPr>
        <w:t>Where R</w:t>
      </w:r>
      <w:r w:rsidR="00CC6C97" w:rsidRPr="008C6DE4">
        <w:rPr>
          <w:noProof/>
          <w:vertAlign w:val="subscript"/>
        </w:rPr>
        <w:t>i</w:t>
      </w:r>
      <w:r w:rsidR="00CC6C97" w:rsidRPr="008C6DE4">
        <w:rPr>
          <w:noProof/>
        </w:rPr>
        <w:t xml:space="preserve"> is the maximal ratio of the number of measurement gap where measurement object </w:t>
      </w:r>
      <w:r w:rsidR="00CC6C97" w:rsidRPr="008C6DE4">
        <w:rPr>
          <w:i/>
          <w:noProof/>
        </w:rPr>
        <w:t>i</w:t>
      </w:r>
      <w:r w:rsidR="00CC6C97" w:rsidRPr="008C6DE4">
        <w:rPr>
          <w:noProof/>
        </w:rPr>
        <w:t xml:space="preserve"> is a candidate to be measured over the number of measurement gap where measurement object </w:t>
      </w:r>
      <w:r w:rsidR="00CC6C97" w:rsidRPr="008C6DE4">
        <w:rPr>
          <w:i/>
          <w:noProof/>
        </w:rPr>
        <w:t>i</w:t>
      </w:r>
      <w:r w:rsidR="00CC6C97" w:rsidRPr="008C6DE4">
        <w:rPr>
          <w:noProof/>
        </w:rPr>
        <w:t xml:space="preserve"> is a candidate and not used for RSTD measurement with periodicity Tprs&gt;160ms </w:t>
      </w:r>
      <w:r w:rsidR="00CC6C97" w:rsidRPr="008C6DE4">
        <w:rPr>
          <w:rFonts w:eastAsia="PMingLiU"/>
        </w:rPr>
        <w:t xml:space="preserve">or with periodicity Tprs=160ms but </w:t>
      </w:r>
      <w:r w:rsidR="00CC6C97" w:rsidRPr="008C6DE4">
        <w:rPr>
          <w:rFonts w:eastAsia="PMingLiU"/>
          <w:i/>
          <w:iCs/>
        </w:rPr>
        <w:t>prs-MutingInfo-r9</w:t>
      </w:r>
      <w:r w:rsidR="00CC6C97" w:rsidRPr="008C6DE4">
        <w:rPr>
          <w:rFonts w:eastAsia="PMingLiU"/>
        </w:rPr>
        <w:t xml:space="preserve"> is configured </w:t>
      </w:r>
      <w:r w:rsidR="00CC6C97" w:rsidRPr="008C6DE4">
        <w:rPr>
          <w:noProof/>
        </w:rPr>
        <w:t>within an arbitrary 1280ms period.</w:t>
      </w:r>
    </w:p>
    <w:p w14:paraId="6F155AE7" w14:textId="6B234465" w:rsidR="00D4281A" w:rsidRPr="008C6DE4" w:rsidRDefault="00D4281A" w:rsidP="004E1B83">
      <w:pPr>
        <w:rPr>
          <w:noProof/>
        </w:rPr>
      </w:pPr>
      <w:r w:rsidRPr="008C6DE4">
        <w:rPr>
          <w:noProof/>
        </w:rPr>
        <w:t>CSSF</w:t>
      </w:r>
      <w:r w:rsidRPr="008C6DE4">
        <w:rPr>
          <w:vertAlign w:val="subscript"/>
        </w:rPr>
        <w:t>within_gap,k</w:t>
      </w:r>
      <w:r w:rsidRPr="008C6DE4">
        <w:rPr>
          <w:noProof/>
          <w:lang w:eastAsia="zh-CN"/>
        </w:rPr>
        <w:t xml:space="preserve">=1 </w:t>
      </w:r>
      <w:r w:rsidRPr="008C6DE4">
        <w:rPr>
          <w:noProof/>
        </w:rPr>
        <w:t xml:space="preserve">during </w:t>
      </w:r>
      <w:r w:rsidRPr="008C6DE4">
        <w:rPr>
          <w:rFonts w:cs="v4.2.0"/>
        </w:rPr>
        <w:t>T</w:t>
      </w:r>
      <w:r w:rsidRPr="008C6DE4">
        <w:rPr>
          <w:rFonts w:cs="v4.2.0"/>
          <w:vertAlign w:val="subscript"/>
        </w:rPr>
        <w:t>Detect, E-UTRAN FDD</w:t>
      </w:r>
      <w:r w:rsidRPr="008C6DE4">
        <w:rPr>
          <w:noProof/>
        </w:rPr>
        <w:t xml:space="preserve"> specified in clause 9.4.4.1.2.2 and </w:t>
      </w:r>
      <w:r w:rsidRPr="008C6DE4">
        <w:rPr>
          <w:rFonts w:cs="v4.2.0"/>
        </w:rPr>
        <w:t>T</w:t>
      </w:r>
      <w:r w:rsidRPr="008C6DE4">
        <w:rPr>
          <w:rFonts w:cs="v4.2.0"/>
          <w:vertAlign w:val="subscript"/>
        </w:rPr>
        <w:t>Detect, E-UTRAN TDD</w:t>
      </w:r>
      <w:r w:rsidRPr="008C6DE4">
        <w:rPr>
          <w:noProof/>
        </w:rPr>
        <w:t xml:space="preserve"> specified in </w:t>
      </w:r>
      <w:r w:rsidR="00854981" w:rsidRPr="008C6DE4">
        <w:rPr>
          <w:noProof/>
        </w:rPr>
        <w:t>clause</w:t>
      </w:r>
      <w:r w:rsidRPr="008C6DE4">
        <w:rPr>
          <w:noProof/>
        </w:rPr>
        <w:t xml:space="preserve"> 9.4.4.2.2.2, where k is the carrier frequency where the UE is performing </w:t>
      </w:r>
      <w:r w:rsidRPr="008C6DE4">
        <w:t>cell detection of the inter-RAT E-UTRA OTDOA assistance data reference cell when acquiring the subframe and slot timing of the cell according to clause 9.4</w:t>
      </w:r>
      <w:r w:rsidRPr="008C6DE4">
        <w:rPr>
          <w:noProof/>
          <w:lang w:eastAsia="zh-CN"/>
        </w:rPr>
        <w:t xml:space="preserve">.4. In this case, the </w:t>
      </w:r>
      <w:r w:rsidRPr="008C6DE4">
        <w:rPr>
          <w:noProof/>
        </w:rPr>
        <w:t xml:space="preserve">UE cell identification and measurement periods derived based on </w:t>
      </w:r>
      <w:r w:rsidRPr="008C6DE4">
        <w:rPr>
          <w:noProof/>
          <w:lang w:val="en-US"/>
        </w:rPr>
        <w:t>CSSF</w:t>
      </w:r>
      <w:r w:rsidRPr="008C6DE4">
        <w:rPr>
          <w:szCs w:val="24"/>
          <w:vertAlign w:val="subscript"/>
          <w:lang w:val="en-US"/>
        </w:rPr>
        <w:t>within_gap,i</w:t>
      </w:r>
      <w:r w:rsidRPr="008C6DE4">
        <w:rPr>
          <w:noProof/>
        </w:rPr>
        <w:t xml:space="preserve"> in clauses 9.2.5.1, 9.2.5.2, 9.2.6.2, 9.2.6.3, 9.3.4, 9.3.5, 9.4.2.2, and 9.4.2.3 may be extended for measurement objects of which the cell identification and measurement periods are overlapped with </w:t>
      </w:r>
      <w:r w:rsidRPr="008C6DE4">
        <w:rPr>
          <w:rFonts w:cs="v4.2.0"/>
        </w:rPr>
        <w:t>T</w:t>
      </w:r>
      <w:r w:rsidRPr="008C6DE4">
        <w:rPr>
          <w:rFonts w:cs="v4.2.0"/>
          <w:vertAlign w:val="subscript"/>
        </w:rPr>
        <w:t>Detect, E-UTRAN FDD</w:t>
      </w:r>
      <w:r w:rsidRPr="008C6DE4">
        <w:rPr>
          <w:noProof/>
        </w:rPr>
        <w:t xml:space="preserve"> and </w:t>
      </w:r>
      <w:r w:rsidRPr="008C6DE4">
        <w:rPr>
          <w:rFonts w:cs="v4.2.0"/>
        </w:rPr>
        <w:t>T</w:t>
      </w:r>
      <w:r w:rsidRPr="008C6DE4">
        <w:rPr>
          <w:rFonts w:cs="v4.2.0"/>
          <w:vertAlign w:val="subscript"/>
        </w:rPr>
        <w:t>Detect, E-UTRAN TDD</w:t>
      </w:r>
      <w:r w:rsidRPr="008C6DE4">
        <w:rPr>
          <w:noProof/>
        </w:rPr>
        <w:t>.</w:t>
      </w:r>
    </w:p>
    <w:p w14:paraId="214D2FE7" w14:textId="77777777" w:rsidR="00D4281A" w:rsidRPr="008C6DE4" w:rsidRDefault="00D4281A" w:rsidP="00D4281A">
      <w:pPr>
        <w:pStyle w:val="Heading5"/>
      </w:pPr>
      <w:bookmarkStart w:id="177" w:name="_Toc535476014"/>
      <w:r w:rsidRPr="008C6DE4">
        <w:t>9.1.5.2.</w:t>
      </w:r>
      <w:r w:rsidRPr="008C6DE4">
        <w:rPr>
          <w:lang w:eastAsia="zh-CN"/>
        </w:rPr>
        <w:t>3</w:t>
      </w:r>
      <w:r w:rsidRPr="008C6DE4">
        <w:tab/>
      </w:r>
      <w:r w:rsidRPr="008C6DE4">
        <w:rPr>
          <w:lang w:eastAsia="zh-CN"/>
        </w:rPr>
        <w:t>NE-DC</w:t>
      </w:r>
      <w:r w:rsidRPr="008C6DE4">
        <w:t>: carrier-specific scaling factor for SSB-based measurements performed within gaps</w:t>
      </w:r>
      <w:bookmarkEnd w:id="177"/>
    </w:p>
    <w:p w14:paraId="29337E9F" w14:textId="05C23C15" w:rsidR="00D4281A" w:rsidRPr="008C6DE4" w:rsidRDefault="00D4281A" w:rsidP="00D4281A">
      <w:pPr>
        <w:rPr>
          <w:lang w:val="en-US"/>
        </w:rPr>
      </w:pPr>
      <w:bookmarkStart w:id="178" w:name="OLE_LINK11"/>
      <w:r w:rsidRPr="008C6DE4">
        <w:rPr>
          <w:lang w:val="en-US"/>
        </w:rPr>
        <w:t xml:space="preserve">When one or more </w:t>
      </w:r>
      <w:r w:rsidRPr="008C6DE4">
        <w:rPr>
          <w:noProof/>
        </w:rPr>
        <w:t>measurement objects</w:t>
      </w:r>
      <w:r w:rsidRPr="008C6DE4">
        <w:rPr>
          <w:lang w:val="en-US"/>
        </w:rPr>
        <w:t xml:space="preserve"> are monitored within measurement gaps, the carrier specific scaling factor for a target measurement object with index </w:t>
      </w:r>
      <w:r w:rsidRPr="008C6DE4">
        <w:rPr>
          <w:i/>
          <w:lang w:val="en-US"/>
        </w:rPr>
        <w:t>i</w:t>
      </w:r>
      <w:r w:rsidRPr="008C6DE4">
        <w:rPr>
          <w:lang w:val="en-US"/>
        </w:rPr>
        <w:t xml:space="preserve"> is designated as CSSF</w:t>
      </w:r>
      <w:r w:rsidRPr="008C6DE4">
        <w:rPr>
          <w:vertAlign w:val="subscript"/>
          <w:lang w:val="en-US"/>
        </w:rPr>
        <w:t>within_gap,i</w:t>
      </w:r>
      <w:r w:rsidRPr="008C6DE4">
        <w:rPr>
          <w:lang w:val="en-US"/>
        </w:rPr>
        <w:t xml:space="preserve"> and is derived as described in this </w:t>
      </w:r>
      <w:r w:rsidR="00854981" w:rsidRPr="008C6DE4">
        <w:rPr>
          <w:lang w:val="en-US"/>
        </w:rPr>
        <w:t>clause</w:t>
      </w:r>
      <w:r w:rsidRPr="008C6DE4">
        <w:rPr>
          <w:lang w:val="en-US"/>
        </w:rPr>
        <w:t>.</w:t>
      </w:r>
    </w:p>
    <w:p w14:paraId="378D5B1A" w14:textId="248A089F" w:rsidR="00D4281A" w:rsidRPr="008C6DE4" w:rsidRDefault="00D4281A" w:rsidP="00D4281A">
      <w:pPr>
        <w:rPr>
          <w:noProof/>
        </w:rPr>
      </w:pPr>
      <w:r w:rsidRPr="008C6DE4">
        <w:rPr>
          <w:rFonts w:eastAsia="Times New Roman"/>
          <w:noProof/>
        </w:rPr>
        <w:t xml:space="preserve">If measurement object </w:t>
      </w:r>
      <w:r w:rsidRPr="008C6DE4">
        <w:rPr>
          <w:rFonts w:eastAsia="Times New Roman"/>
          <w:i/>
          <w:noProof/>
        </w:rPr>
        <w:t>i</w:t>
      </w:r>
      <w:r w:rsidRPr="008C6DE4">
        <w:rPr>
          <w:rFonts w:eastAsia="Times New Roman"/>
          <w:noProof/>
        </w:rPr>
        <w:t xml:space="preserve"> refers to an</w:t>
      </w:r>
      <w:r w:rsidRPr="008C6DE4">
        <w:rPr>
          <w:noProof/>
        </w:rPr>
        <w:t xml:space="preserve"> RSTD measurement with periodicity Tprs&gt;160ms</w:t>
      </w:r>
      <w:r w:rsidRPr="008C6DE4">
        <w:rPr>
          <w:noProof/>
          <w:lang w:eastAsia="zh-CN"/>
        </w:rPr>
        <w:t xml:space="preserve"> </w:t>
      </w:r>
      <w:r w:rsidRPr="008C6DE4">
        <w:t xml:space="preserve">or with periodicity Tprs=160ms but </w:t>
      </w:r>
      <w:r w:rsidRPr="008C6DE4">
        <w:rPr>
          <w:i/>
          <w:iCs/>
        </w:rPr>
        <w:t>prs-MutingInfo-r9</w:t>
      </w:r>
      <w:r w:rsidRPr="008C6DE4">
        <w:t xml:space="preserve"> is configured</w:t>
      </w:r>
      <w:r w:rsidRPr="008C6DE4">
        <w:rPr>
          <w:noProof/>
        </w:rPr>
        <w:t>, CSSF</w:t>
      </w:r>
      <w:r w:rsidRPr="008C6DE4">
        <w:rPr>
          <w:vertAlign w:val="subscript"/>
        </w:rPr>
        <w:t>within_gap,i</w:t>
      </w:r>
      <w:r w:rsidRPr="008C6DE4">
        <w:rPr>
          <w:noProof/>
        </w:rPr>
        <w:t xml:space="preserve">=1. Otherwise, </w:t>
      </w:r>
      <w:r w:rsidR="005463C1" w:rsidRPr="008C6DE4">
        <w:rPr>
          <w:noProof/>
        </w:rPr>
        <w:t xml:space="preserve">the </w:t>
      </w:r>
      <w:r w:rsidRPr="008C6DE4">
        <w:rPr>
          <w:noProof/>
        </w:rPr>
        <w:t>CSSF</w:t>
      </w:r>
      <w:r w:rsidRPr="008C6DE4">
        <w:rPr>
          <w:vertAlign w:val="subscript"/>
        </w:rPr>
        <w:t>within_gap,i</w:t>
      </w:r>
      <w:r w:rsidRPr="008C6DE4">
        <w:rPr>
          <w:noProof/>
        </w:rPr>
        <w:t xml:space="preserve"> for other measurement objects (including RSTD measurement with periodicity Tprs=160ms) participate in the gap competition are derived as below.</w:t>
      </w:r>
    </w:p>
    <w:p w14:paraId="44ECB6E8" w14:textId="77777777" w:rsidR="00D4281A" w:rsidRPr="008C6DE4" w:rsidRDefault="00D4281A" w:rsidP="00D4281A">
      <w:pPr>
        <w:rPr>
          <w:noProof/>
        </w:rPr>
      </w:pPr>
      <w:r w:rsidRPr="008C6DE4">
        <w:rPr>
          <w:noProof/>
        </w:rPr>
        <w:t xml:space="preserve">For each measurement gap </w:t>
      </w:r>
      <w:r w:rsidRPr="008C6DE4">
        <w:rPr>
          <w:i/>
          <w:noProof/>
        </w:rPr>
        <w:t>j</w:t>
      </w:r>
      <w:r w:rsidRPr="008C6DE4">
        <w:rPr>
          <w:noProof/>
        </w:rPr>
        <w:t xml:space="preserve"> not used for an RSTD measurement with periodicity Tprs&gt;160ms </w:t>
      </w:r>
      <w:r w:rsidRPr="008C6DE4">
        <w:t xml:space="preserve">or with periodicity Tprs=160ms but </w:t>
      </w:r>
      <w:r w:rsidRPr="008C6DE4">
        <w:rPr>
          <w:i/>
          <w:iCs/>
        </w:rPr>
        <w:t>prs-MutingInfo-r9</w:t>
      </w:r>
      <w:r w:rsidRPr="008C6DE4">
        <w:rPr>
          <w:i/>
          <w:iCs/>
          <w:lang w:eastAsia="zh-CN"/>
        </w:rPr>
        <w:t xml:space="preserve"> </w:t>
      </w:r>
      <w:r w:rsidRPr="008C6DE4">
        <w:rPr>
          <w:iCs/>
          <w:lang w:eastAsia="zh-CN"/>
        </w:rPr>
        <w:t xml:space="preserve">is configured </w:t>
      </w:r>
      <w:r w:rsidRPr="008C6DE4">
        <w:rPr>
          <w:noProof/>
        </w:rPr>
        <w:t xml:space="preserve">within an arbitrary 160ms period, count the total number of intrafrequency measurement objects and interfrequency/interRAT measurement objects which are candidates to be measured within the gap </w:t>
      </w:r>
      <w:r w:rsidRPr="008C6DE4">
        <w:rPr>
          <w:i/>
          <w:noProof/>
        </w:rPr>
        <w:t>j</w:t>
      </w:r>
      <w:r w:rsidRPr="008C6DE4">
        <w:rPr>
          <w:noProof/>
        </w:rPr>
        <w:t>.</w:t>
      </w:r>
    </w:p>
    <w:bookmarkEnd w:id="178"/>
    <w:p w14:paraId="33C595C9" w14:textId="7556B5B0" w:rsidR="005463C1" w:rsidRPr="008C6DE4" w:rsidRDefault="005463C1" w:rsidP="005463C1">
      <w:pPr>
        <w:pStyle w:val="B10"/>
      </w:pPr>
      <w:r w:rsidRPr="008C6DE4">
        <w:rPr>
          <w:noProof/>
        </w:rPr>
        <w:t>-</w:t>
      </w:r>
      <w:r w:rsidRPr="008C6DE4">
        <w:rPr>
          <w:noProof/>
        </w:rPr>
        <w:tab/>
        <w:t xml:space="preserve">An NR measurement object is a candidate to be measured in a gap if its SMTC </w:t>
      </w:r>
      <w:r w:rsidRPr="008C6DE4">
        <w:rPr>
          <w:noProof/>
          <w:lang w:eastAsia="zh-CN"/>
        </w:rPr>
        <w:t>duration</w:t>
      </w:r>
      <w:r w:rsidRPr="008C6DE4">
        <w:rPr>
          <w:noProof/>
        </w:rPr>
        <w:t xml:space="preserve"> </w:t>
      </w:r>
      <w:r w:rsidRPr="008C6DE4">
        <w:rPr>
          <w:noProof/>
          <w:lang w:eastAsia="zh-CN"/>
        </w:rPr>
        <w:t xml:space="preserve">is </w:t>
      </w:r>
      <w:r w:rsidRPr="008C6DE4">
        <w:rPr>
          <w:noProof/>
        </w:rPr>
        <w:t xml:space="preserve">fully </w:t>
      </w:r>
      <w:r w:rsidRPr="008C6DE4">
        <w:rPr>
          <w:noProof/>
          <w:lang w:eastAsia="zh-CN"/>
        </w:rPr>
        <w:t>covered by the MGL</w:t>
      </w:r>
      <w:r w:rsidRPr="008C6DE4">
        <w:rPr>
          <w:noProof/>
        </w:rPr>
        <w:t xml:space="preserve"> excluding RF switching time. </w:t>
      </w:r>
      <w:r w:rsidRPr="008C6DE4">
        <w:t xml:space="preserve">For intra-frequency NR </w:t>
      </w:r>
      <w:r w:rsidRPr="008C6DE4">
        <w:rPr>
          <w:noProof/>
        </w:rPr>
        <w:t>measurement object</w:t>
      </w:r>
      <w:r w:rsidRPr="008C6DE4">
        <w:t xml:space="preserve">s, if the higher layer in TS 38.331 [2] signaling of </w:t>
      </w:r>
      <w:r w:rsidRPr="008C6DE4">
        <w:rPr>
          <w:i/>
        </w:rPr>
        <w:t>smtc2</w:t>
      </w:r>
      <w:r w:rsidRPr="008C6DE4">
        <w:t xml:space="preserve"> is configured, the assumed periodicity of SMTC occasions corresponds to the value of higher layer parameter </w:t>
      </w:r>
      <w:r w:rsidRPr="008C6DE4">
        <w:rPr>
          <w:i/>
        </w:rPr>
        <w:t>smtc2</w:t>
      </w:r>
      <w:r w:rsidRPr="008C6DE4">
        <w:t xml:space="preserve">; otherwise the assumed periodicity of SMTC occasions corresponds to the value of higher layer parameter </w:t>
      </w:r>
      <w:r w:rsidRPr="008C6DE4">
        <w:rPr>
          <w:i/>
        </w:rPr>
        <w:t>smtc1</w:t>
      </w:r>
      <w:r w:rsidRPr="008C6DE4">
        <w:t>.</w:t>
      </w:r>
    </w:p>
    <w:p w14:paraId="232572A6" w14:textId="1A89F5CF" w:rsidR="00476DD5" w:rsidRPr="008C6DE4" w:rsidRDefault="00476DD5" w:rsidP="00476DD5">
      <w:pPr>
        <w:pStyle w:val="B10"/>
        <w:rPr>
          <w:noProof/>
        </w:rPr>
      </w:pPr>
      <w:r w:rsidRPr="008C6DE4">
        <w:rPr>
          <w:noProof/>
        </w:rPr>
        <w:t>-</w:t>
      </w:r>
      <w:r w:rsidRPr="008C6DE4">
        <w:rPr>
          <w:noProof/>
        </w:rPr>
        <w:tab/>
        <w:t>An inter-RAT measurement object is a candidate to be measured in all measurement gaps.</w:t>
      </w:r>
    </w:p>
    <w:p w14:paraId="0A3004EF" w14:textId="77777777" w:rsidR="005463C1" w:rsidRPr="008C6DE4" w:rsidRDefault="005463C1" w:rsidP="005463C1">
      <w:pPr>
        <w:pStyle w:val="B10"/>
        <w:rPr>
          <w:noProof/>
        </w:rPr>
      </w:pPr>
      <w:r w:rsidRPr="008C6DE4">
        <w:rPr>
          <w:noProof/>
        </w:rPr>
        <w:t>-</w:t>
      </w:r>
      <w:r w:rsidRPr="008C6DE4">
        <w:rPr>
          <w:noProof/>
        </w:rPr>
        <w:tab/>
        <w:t>An inter-frequency E-UTRA measurement object is a candidate to be measured in all measurement gaps.</w:t>
      </w:r>
    </w:p>
    <w:p w14:paraId="4A97B64D" w14:textId="74D43640" w:rsidR="005463C1" w:rsidRPr="008C6DE4" w:rsidRDefault="004E1B83" w:rsidP="002777B2">
      <w:pPr>
        <w:pStyle w:val="B10"/>
        <w:rPr>
          <w:noProof/>
        </w:rPr>
      </w:pPr>
      <w:r w:rsidRPr="008C6DE4">
        <w:rPr>
          <w:noProof/>
        </w:rPr>
        <w:t>-</w:t>
      </w:r>
      <w:r w:rsidRPr="008C6DE4">
        <w:rPr>
          <w:noProof/>
        </w:rPr>
        <w:tab/>
      </w:r>
      <w:r w:rsidR="005463C1" w:rsidRPr="008C6DE4">
        <w:rPr>
          <w:noProof/>
        </w:rPr>
        <w:t>For UEs which support and are configured with per FR gaps, the counting is done on a per FR basis, and for UEs which are configured with per UE gaps the counting is done on a per UE basis.</w:t>
      </w:r>
    </w:p>
    <w:p w14:paraId="6F01F10D" w14:textId="0C323E39" w:rsidR="005463C1" w:rsidRPr="008C6DE4" w:rsidRDefault="004E1B83" w:rsidP="002777B2">
      <w:pPr>
        <w:pStyle w:val="B10"/>
        <w:rPr>
          <w:noProof/>
        </w:rPr>
      </w:pPr>
      <w:r w:rsidRPr="008C6DE4">
        <w:rPr>
          <w:noProof/>
        </w:rPr>
        <w:t>-</w:t>
      </w:r>
      <w:r w:rsidRPr="008C6DE4">
        <w:rPr>
          <w:noProof/>
        </w:rPr>
        <w:tab/>
      </w:r>
      <w:r w:rsidR="005463C1" w:rsidRPr="008C6DE4">
        <w:rPr>
          <w:noProof/>
        </w:rPr>
        <w:t>If the number of configured inter-frequency and inter-RAT measuerement objects is non-zero and the UE is configured with per UE gaps, or if the UE is configured with per FR gaps:</w:t>
      </w:r>
    </w:p>
    <w:p w14:paraId="3889676D" w14:textId="7E89C5AE" w:rsidR="005463C1" w:rsidRPr="008C6DE4" w:rsidRDefault="004E1B83" w:rsidP="002777B2">
      <w:pPr>
        <w:pStyle w:val="B2"/>
        <w:rPr>
          <w:noProof/>
        </w:rPr>
      </w:pPr>
      <w:r w:rsidRPr="008C6DE4">
        <w:rPr>
          <w:noProof/>
        </w:rPr>
        <w:t>-</w:t>
      </w:r>
      <w:r w:rsidRPr="008C6DE4">
        <w:rPr>
          <w:noProof/>
        </w:rPr>
        <w:tab/>
      </w:r>
      <w:r w:rsidR="005463C1" w:rsidRPr="008C6DE4">
        <w:rPr>
          <w:noProof/>
          <w:lang w:eastAsia="zh-CN"/>
        </w:rPr>
        <w:t>FR1</w:t>
      </w:r>
      <w:r w:rsidR="005463C1" w:rsidRPr="008C6DE4">
        <w:rPr>
          <w:noProof/>
        </w:rPr>
        <w:t xml:space="preserve"> and FR2 intra-frequency measurement objects belong to group A</w:t>
      </w:r>
    </w:p>
    <w:p w14:paraId="0A518310" w14:textId="06718E2A" w:rsidR="005463C1" w:rsidRPr="008C6DE4" w:rsidRDefault="004E1B83" w:rsidP="002777B2">
      <w:pPr>
        <w:pStyle w:val="B2"/>
        <w:rPr>
          <w:noProof/>
        </w:rPr>
      </w:pPr>
      <w:r w:rsidRPr="008C6DE4">
        <w:rPr>
          <w:noProof/>
        </w:rPr>
        <w:t>-</w:t>
      </w:r>
      <w:r w:rsidRPr="008C6DE4">
        <w:rPr>
          <w:noProof/>
        </w:rPr>
        <w:tab/>
      </w:r>
      <w:r w:rsidR="005463C1" w:rsidRPr="008C6DE4">
        <w:rPr>
          <w:noProof/>
        </w:rPr>
        <w:t>Inter-frequency and inter-RAT measurement objects belong to group B</w:t>
      </w:r>
    </w:p>
    <w:p w14:paraId="741DB4B5" w14:textId="4D678EBD" w:rsidR="005463C1" w:rsidRPr="008C6DE4" w:rsidRDefault="004E1B83" w:rsidP="002777B2">
      <w:pPr>
        <w:pStyle w:val="B2"/>
        <w:rPr>
          <w:noProof/>
        </w:rPr>
      </w:pPr>
      <w:r w:rsidRPr="008C6DE4">
        <w:rPr>
          <w:noProof/>
        </w:rPr>
        <w:t>-</w:t>
      </w:r>
      <w:r w:rsidRPr="008C6DE4">
        <w:rPr>
          <w:noProof/>
        </w:rPr>
        <w:tab/>
      </w:r>
      <w:r w:rsidR="005463C1" w:rsidRPr="008C6DE4">
        <w:rPr>
          <w:noProof/>
        </w:rPr>
        <w:t>M</w:t>
      </w:r>
      <w:r w:rsidR="005463C1" w:rsidRPr="008C6DE4">
        <w:rPr>
          <w:noProof/>
          <w:vertAlign w:val="subscript"/>
        </w:rPr>
        <w:t>groupA,i,j</w:t>
      </w:r>
      <w:r w:rsidR="005463C1" w:rsidRPr="008C6DE4">
        <w:rPr>
          <w:noProof/>
        </w:rPr>
        <w:t xml:space="preserve">: </w:t>
      </w:r>
      <w:r w:rsidR="005463C1" w:rsidRPr="008C6DE4">
        <w:rPr>
          <w:noProof/>
          <w:lang w:eastAsia="zh-CN"/>
        </w:rPr>
        <w:t>Sum of the n</w:t>
      </w:r>
      <w:r w:rsidR="005463C1" w:rsidRPr="008C6DE4">
        <w:rPr>
          <w:noProof/>
        </w:rPr>
        <w:t>umber of</w:t>
      </w:r>
      <w:r w:rsidR="005463C1" w:rsidRPr="008C6DE4">
        <w:rPr>
          <w:noProof/>
          <w:lang w:eastAsia="zh-CN"/>
        </w:rPr>
        <w:t xml:space="preserve"> FR1</w:t>
      </w:r>
      <w:r w:rsidR="005463C1" w:rsidRPr="008C6DE4">
        <w:rPr>
          <w:noProof/>
        </w:rPr>
        <w:t xml:space="preserve"> intra-frequency measurement objects</w:t>
      </w:r>
      <w:r w:rsidR="005463C1" w:rsidRPr="008C6DE4">
        <w:rPr>
          <w:noProof/>
          <w:lang w:eastAsia="zh-CN"/>
        </w:rPr>
        <w:t xml:space="preserve"> </w:t>
      </w:r>
      <w:r w:rsidR="005463C1" w:rsidRPr="008C6DE4">
        <w:rPr>
          <w:noProof/>
        </w:rPr>
        <w:t>M</w:t>
      </w:r>
      <w:r w:rsidR="005463C1" w:rsidRPr="008C6DE4">
        <w:rPr>
          <w:noProof/>
          <w:vertAlign w:val="subscript"/>
        </w:rPr>
        <w:t>intra</w:t>
      </w:r>
      <w:r w:rsidR="005463C1" w:rsidRPr="008C6DE4">
        <w:rPr>
          <w:noProof/>
          <w:vertAlign w:val="subscript"/>
          <w:lang w:eastAsia="zh-CN"/>
        </w:rPr>
        <w:t>-FR1</w:t>
      </w:r>
      <w:r w:rsidR="005463C1" w:rsidRPr="008C6DE4">
        <w:rPr>
          <w:noProof/>
          <w:vertAlign w:val="subscript"/>
        </w:rPr>
        <w:t>,i,j</w:t>
      </w:r>
      <w:r w:rsidR="005463C1" w:rsidRPr="008C6DE4">
        <w:rPr>
          <w:noProof/>
          <w:lang w:eastAsia="zh-CN"/>
        </w:rPr>
        <w:t xml:space="preserve"> and</w:t>
      </w:r>
      <w:r w:rsidR="005463C1" w:rsidRPr="008C6DE4">
        <w:rPr>
          <w:noProof/>
        </w:rPr>
        <w:t xml:space="preserve"> </w:t>
      </w:r>
      <w:r w:rsidR="005463C1" w:rsidRPr="008C6DE4">
        <w:rPr>
          <w:noProof/>
          <w:lang w:eastAsia="zh-CN"/>
        </w:rPr>
        <w:t>the n</w:t>
      </w:r>
      <w:r w:rsidR="005463C1" w:rsidRPr="008C6DE4">
        <w:rPr>
          <w:noProof/>
        </w:rPr>
        <w:t>umber of</w:t>
      </w:r>
      <w:r w:rsidR="005463C1" w:rsidRPr="008C6DE4">
        <w:rPr>
          <w:noProof/>
          <w:lang w:eastAsia="zh-CN"/>
        </w:rPr>
        <w:t xml:space="preserve"> FR2</w:t>
      </w:r>
      <w:r w:rsidR="005463C1" w:rsidRPr="008C6DE4">
        <w:rPr>
          <w:noProof/>
        </w:rPr>
        <w:t xml:space="preserve"> intra-frequency measurement objects</w:t>
      </w:r>
      <w:r w:rsidR="005463C1" w:rsidRPr="008C6DE4">
        <w:rPr>
          <w:noProof/>
          <w:lang w:eastAsia="zh-CN"/>
        </w:rPr>
        <w:t xml:space="preserve"> </w:t>
      </w:r>
      <w:r w:rsidR="005463C1" w:rsidRPr="008C6DE4">
        <w:rPr>
          <w:noProof/>
        </w:rPr>
        <w:t>M</w:t>
      </w:r>
      <w:r w:rsidR="005463C1" w:rsidRPr="008C6DE4">
        <w:rPr>
          <w:noProof/>
          <w:vertAlign w:val="subscript"/>
        </w:rPr>
        <w:t>intra</w:t>
      </w:r>
      <w:r w:rsidR="005463C1" w:rsidRPr="008C6DE4">
        <w:rPr>
          <w:noProof/>
          <w:vertAlign w:val="subscript"/>
          <w:lang w:eastAsia="zh-CN"/>
        </w:rPr>
        <w:t>-FR2</w:t>
      </w:r>
      <w:r w:rsidR="005463C1" w:rsidRPr="008C6DE4">
        <w:rPr>
          <w:noProof/>
          <w:vertAlign w:val="subscript"/>
        </w:rPr>
        <w:t>,i,j</w:t>
      </w:r>
      <w:r w:rsidR="005463C1" w:rsidRPr="008C6DE4">
        <w:rPr>
          <w:noProof/>
        </w:rPr>
        <w:t xml:space="preserve"> which are candidates to be measured in gap </w:t>
      </w:r>
      <w:r w:rsidR="005463C1" w:rsidRPr="008C6DE4">
        <w:rPr>
          <w:i/>
          <w:noProof/>
        </w:rPr>
        <w:t>j</w:t>
      </w:r>
      <w:r w:rsidR="005463C1" w:rsidRPr="008C6DE4">
        <w:rPr>
          <w:noProof/>
        </w:rPr>
        <w:t xml:space="preserve"> where the </w:t>
      </w:r>
      <w:r w:rsidR="005463C1" w:rsidRPr="008C6DE4">
        <w:rPr>
          <w:lang w:val="en-US"/>
        </w:rPr>
        <w:t xml:space="preserve">measurement object </w:t>
      </w:r>
      <w:r w:rsidR="005463C1" w:rsidRPr="008C6DE4">
        <w:rPr>
          <w:i/>
          <w:noProof/>
        </w:rPr>
        <w:t>i</w:t>
      </w:r>
      <w:r w:rsidR="005463C1" w:rsidRPr="008C6DE4">
        <w:rPr>
          <w:noProof/>
        </w:rPr>
        <w:t xml:space="preserve"> is also a candidate. Otherwise M</w:t>
      </w:r>
      <w:r w:rsidR="005463C1" w:rsidRPr="008C6DE4">
        <w:rPr>
          <w:noProof/>
          <w:vertAlign w:val="subscript"/>
        </w:rPr>
        <w:t>groupA,i,j</w:t>
      </w:r>
      <w:r w:rsidR="005463C1" w:rsidRPr="008C6DE4">
        <w:rPr>
          <w:noProof/>
        </w:rPr>
        <w:t xml:space="preserve">  equals 0.</w:t>
      </w:r>
    </w:p>
    <w:p w14:paraId="32AA70ED" w14:textId="18DBCC51" w:rsidR="005463C1" w:rsidRPr="008C6DE4" w:rsidRDefault="004E1B83" w:rsidP="002777B2">
      <w:pPr>
        <w:pStyle w:val="B2"/>
        <w:rPr>
          <w:noProof/>
        </w:rPr>
      </w:pPr>
      <w:r w:rsidRPr="008C6DE4">
        <w:rPr>
          <w:noProof/>
        </w:rPr>
        <w:t>-</w:t>
      </w:r>
      <w:r w:rsidRPr="008C6DE4">
        <w:rPr>
          <w:noProof/>
        </w:rPr>
        <w:tab/>
      </w:r>
      <w:r w:rsidR="005463C1" w:rsidRPr="008C6DE4">
        <w:rPr>
          <w:noProof/>
        </w:rPr>
        <w:t>M</w:t>
      </w:r>
      <w:r w:rsidR="005463C1" w:rsidRPr="008C6DE4">
        <w:rPr>
          <w:noProof/>
          <w:vertAlign w:val="subscript"/>
        </w:rPr>
        <w:t>groupBi,j</w:t>
      </w:r>
      <w:r w:rsidR="005463C1" w:rsidRPr="008C6DE4">
        <w:rPr>
          <w:noProof/>
        </w:rPr>
        <w:t xml:space="preserve">: Number of NR inter-frequency and EUTRA inter-RAT measurement objects which are candidates to be measured in gap </w:t>
      </w:r>
      <w:r w:rsidR="005463C1" w:rsidRPr="008C6DE4">
        <w:rPr>
          <w:i/>
          <w:noProof/>
        </w:rPr>
        <w:t>j</w:t>
      </w:r>
      <w:r w:rsidR="005463C1" w:rsidRPr="008C6DE4">
        <w:rPr>
          <w:noProof/>
        </w:rPr>
        <w:t xml:space="preserve"> where the </w:t>
      </w:r>
      <w:r w:rsidR="005463C1" w:rsidRPr="008C6DE4">
        <w:rPr>
          <w:lang w:val="en-US"/>
        </w:rPr>
        <w:t>measurement object</w:t>
      </w:r>
      <w:r w:rsidR="005463C1" w:rsidRPr="008C6DE4">
        <w:rPr>
          <w:noProof/>
          <w:lang w:val="en-US"/>
        </w:rPr>
        <w:t xml:space="preserve"> </w:t>
      </w:r>
      <w:r w:rsidR="005463C1" w:rsidRPr="008C6DE4">
        <w:rPr>
          <w:i/>
          <w:noProof/>
        </w:rPr>
        <w:t>i</w:t>
      </w:r>
      <w:r w:rsidR="005463C1" w:rsidRPr="008C6DE4">
        <w:rPr>
          <w:noProof/>
        </w:rPr>
        <w:t xml:space="preserve"> is also a candidate. Otherwise M</w:t>
      </w:r>
      <w:r w:rsidR="005463C1" w:rsidRPr="008C6DE4">
        <w:rPr>
          <w:noProof/>
          <w:vertAlign w:val="subscript"/>
        </w:rPr>
        <w:t>groupB,i,j</w:t>
      </w:r>
      <w:r w:rsidR="005463C1" w:rsidRPr="008C6DE4">
        <w:rPr>
          <w:noProof/>
        </w:rPr>
        <w:t xml:space="preserve">  equals 0.</w:t>
      </w:r>
    </w:p>
    <w:p w14:paraId="4FBB0099" w14:textId="433A093B" w:rsidR="005463C1" w:rsidRPr="008C6DE4" w:rsidRDefault="004E1B83" w:rsidP="002777B2">
      <w:pPr>
        <w:pStyle w:val="B10"/>
        <w:rPr>
          <w:noProof/>
        </w:rPr>
      </w:pPr>
      <w:r w:rsidRPr="008C6DE4">
        <w:rPr>
          <w:noProof/>
        </w:rPr>
        <w:t>-</w:t>
      </w:r>
      <w:r w:rsidRPr="008C6DE4">
        <w:rPr>
          <w:noProof/>
        </w:rPr>
        <w:tab/>
      </w:r>
      <w:r w:rsidR="005463C1" w:rsidRPr="008C6DE4">
        <w:rPr>
          <w:noProof/>
        </w:rPr>
        <w:t>If the number of configured inter-frequency and inter-RAT measuerement objects is zero and the UE is configured with per UE gaps:</w:t>
      </w:r>
    </w:p>
    <w:p w14:paraId="5412D8E1" w14:textId="2480F30D" w:rsidR="005463C1" w:rsidRPr="008C6DE4" w:rsidRDefault="004E1B83" w:rsidP="002777B2">
      <w:pPr>
        <w:pStyle w:val="B2"/>
        <w:rPr>
          <w:noProof/>
        </w:rPr>
      </w:pPr>
      <w:r w:rsidRPr="008C6DE4">
        <w:rPr>
          <w:noProof/>
        </w:rPr>
        <w:t>-</w:t>
      </w:r>
      <w:r w:rsidRPr="008C6DE4">
        <w:rPr>
          <w:noProof/>
        </w:rPr>
        <w:tab/>
      </w:r>
      <w:r w:rsidR="005463C1" w:rsidRPr="008C6DE4">
        <w:rPr>
          <w:noProof/>
          <w:lang w:eastAsia="zh-CN"/>
        </w:rPr>
        <w:t>FR1</w:t>
      </w:r>
      <w:r w:rsidR="005463C1" w:rsidRPr="008C6DE4">
        <w:rPr>
          <w:noProof/>
        </w:rPr>
        <w:t xml:space="preserve"> intra-frequency measurement objects belong to group A</w:t>
      </w:r>
    </w:p>
    <w:p w14:paraId="72170DC5" w14:textId="01F912AB" w:rsidR="005463C1" w:rsidRPr="008C6DE4" w:rsidRDefault="004E1B83" w:rsidP="002777B2">
      <w:pPr>
        <w:pStyle w:val="B2"/>
        <w:rPr>
          <w:noProof/>
        </w:rPr>
      </w:pPr>
      <w:r w:rsidRPr="008C6DE4">
        <w:rPr>
          <w:noProof/>
        </w:rPr>
        <w:t>-</w:t>
      </w:r>
      <w:r w:rsidRPr="008C6DE4">
        <w:rPr>
          <w:noProof/>
        </w:rPr>
        <w:tab/>
      </w:r>
      <w:r w:rsidR="005463C1" w:rsidRPr="008C6DE4">
        <w:rPr>
          <w:noProof/>
        </w:rPr>
        <w:t>FR2 intra-frequency measurement objects belong to group B</w:t>
      </w:r>
    </w:p>
    <w:p w14:paraId="79783D31" w14:textId="4B4DCE89" w:rsidR="005463C1" w:rsidRPr="008C6DE4" w:rsidRDefault="004E1B83" w:rsidP="002777B2">
      <w:pPr>
        <w:pStyle w:val="B2"/>
        <w:rPr>
          <w:noProof/>
        </w:rPr>
      </w:pPr>
      <w:r w:rsidRPr="008C6DE4">
        <w:rPr>
          <w:noProof/>
        </w:rPr>
        <w:t>-</w:t>
      </w:r>
      <w:r w:rsidRPr="008C6DE4">
        <w:rPr>
          <w:noProof/>
        </w:rPr>
        <w:tab/>
      </w:r>
      <w:r w:rsidR="005463C1" w:rsidRPr="008C6DE4">
        <w:rPr>
          <w:noProof/>
        </w:rPr>
        <w:t>M</w:t>
      </w:r>
      <w:r w:rsidR="005463C1" w:rsidRPr="008C6DE4">
        <w:rPr>
          <w:noProof/>
          <w:vertAlign w:val="subscript"/>
        </w:rPr>
        <w:t>groupA,i,j</w:t>
      </w:r>
      <w:r w:rsidR="005463C1" w:rsidRPr="008C6DE4">
        <w:rPr>
          <w:noProof/>
        </w:rPr>
        <w:t xml:space="preserve">: </w:t>
      </w:r>
      <w:r w:rsidR="005463C1" w:rsidRPr="008C6DE4">
        <w:rPr>
          <w:noProof/>
          <w:lang w:eastAsia="zh-CN"/>
        </w:rPr>
        <w:t>The n</w:t>
      </w:r>
      <w:r w:rsidR="005463C1" w:rsidRPr="008C6DE4">
        <w:rPr>
          <w:noProof/>
        </w:rPr>
        <w:t>umber of</w:t>
      </w:r>
      <w:r w:rsidR="005463C1" w:rsidRPr="008C6DE4">
        <w:rPr>
          <w:noProof/>
          <w:lang w:eastAsia="zh-CN"/>
        </w:rPr>
        <w:t xml:space="preserve"> FR1</w:t>
      </w:r>
      <w:r w:rsidR="005463C1" w:rsidRPr="008C6DE4">
        <w:rPr>
          <w:noProof/>
        </w:rPr>
        <w:t xml:space="preserve"> intra-frequency measurement objects</w:t>
      </w:r>
      <w:r w:rsidR="005463C1" w:rsidRPr="008C6DE4">
        <w:rPr>
          <w:noProof/>
          <w:lang w:eastAsia="zh-CN"/>
        </w:rPr>
        <w:t xml:space="preserve"> </w:t>
      </w:r>
      <w:r w:rsidR="005463C1" w:rsidRPr="008C6DE4">
        <w:rPr>
          <w:noProof/>
        </w:rPr>
        <w:t>M</w:t>
      </w:r>
      <w:r w:rsidR="005463C1" w:rsidRPr="008C6DE4">
        <w:rPr>
          <w:noProof/>
          <w:vertAlign w:val="subscript"/>
        </w:rPr>
        <w:t>intra</w:t>
      </w:r>
      <w:r w:rsidR="005463C1" w:rsidRPr="008C6DE4">
        <w:rPr>
          <w:noProof/>
          <w:vertAlign w:val="subscript"/>
          <w:lang w:eastAsia="zh-CN"/>
        </w:rPr>
        <w:t>-FR1</w:t>
      </w:r>
      <w:r w:rsidR="005463C1" w:rsidRPr="008C6DE4">
        <w:rPr>
          <w:noProof/>
          <w:vertAlign w:val="subscript"/>
        </w:rPr>
        <w:t>,i,j</w:t>
      </w:r>
      <w:r w:rsidR="005463C1" w:rsidRPr="008C6DE4">
        <w:rPr>
          <w:noProof/>
          <w:lang w:eastAsia="zh-CN"/>
        </w:rPr>
        <w:t xml:space="preserve"> </w:t>
      </w:r>
      <w:r w:rsidR="005463C1" w:rsidRPr="008C6DE4">
        <w:rPr>
          <w:noProof/>
        </w:rPr>
        <w:t xml:space="preserve">which are candidates to be measured in gap </w:t>
      </w:r>
      <w:r w:rsidR="005463C1" w:rsidRPr="008C6DE4">
        <w:rPr>
          <w:i/>
          <w:noProof/>
        </w:rPr>
        <w:t>j</w:t>
      </w:r>
      <w:r w:rsidR="005463C1" w:rsidRPr="008C6DE4">
        <w:rPr>
          <w:noProof/>
        </w:rPr>
        <w:t xml:space="preserve"> where the </w:t>
      </w:r>
      <w:r w:rsidR="005463C1" w:rsidRPr="008C6DE4">
        <w:rPr>
          <w:lang w:val="en-US"/>
        </w:rPr>
        <w:t xml:space="preserve">measurement object </w:t>
      </w:r>
      <w:r w:rsidR="005463C1" w:rsidRPr="008C6DE4">
        <w:rPr>
          <w:i/>
          <w:noProof/>
        </w:rPr>
        <w:t>i</w:t>
      </w:r>
      <w:r w:rsidR="005463C1" w:rsidRPr="008C6DE4">
        <w:rPr>
          <w:noProof/>
        </w:rPr>
        <w:t xml:space="preserve"> is also a candidate. Otherwise M</w:t>
      </w:r>
      <w:r w:rsidR="005463C1" w:rsidRPr="008C6DE4">
        <w:rPr>
          <w:noProof/>
          <w:vertAlign w:val="subscript"/>
        </w:rPr>
        <w:t>groupA,i,j</w:t>
      </w:r>
      <w:r w:rsidR="005463C1" w:rsidRPr="008C6DE4">
        <w:rPr>
          <w:noProof/>
        </w:rPr>
        <w:t xml:space="preserve">  equals 0.</w:t>
      </w:r>
    </w:p>
    <w:p w14:paraId="14D0801B" w14:textId="02F94241" w:rsidR="005463C1" w:rsidRPr="008C6DE4" w:rsidRDefault="004E1B83" w:rsidP="002777B2">
      <w:pPr>
        <w:pStyle w:val="B2"/>
        <w:rPr>
          <w:noProof/>
        </w:rPr>
      </w:pPr>
      <w:r w:rsidRPr="008C6DE4">
        <w:rPr>
          <w:noProof/>
        </w:rPr>
        <w:t>-</w:t>
      </w:r>
      <w:r w:rsidRPr="008C6DE4">
        <w:rPr>
          <w:noProof/>
        </w:rPr>
        <w:tab/>
      </w:r>
      <w:r w:rsidR="005463C1" w:rsidRPr="008C6DE4">
        <w:rPr>
          <w:noProof/>
        </w:rPr>
        <w:t>M</w:t>
      </w:r>
      <w:r w:rsidR="005463C1" w:rsidRPr="008C6DE4">
        <w:rPr>
          <w:noProof/>
          <w:vertAlign w:val="subscript"/>
        </w:rPr>
        <w:t xml:space="preserve">groupBi,j </w:t>
      </w:r>
      <w:r w:rsidR="005463C1" w:rsidRPr="008C6DE4">
        <w:rPr>
          <w:noProof/>
        </w:rPr>
        <w:t xml:space="preserve">: </w:t>
      </w:r>
      <w:r w:rsidR="005463C1" w:rsidRPr="008C6DE4">
        <w:rPr>
          <w:noProof/>
          <w:lang w:eastAsia="zh-CN"/>
        </w:rPr>
        <w:t>The n</w:t>
      </w:r>
      <w:r w:rsidR="005463C1" w:rsidRPr="008C6DE4">
        <w:rPr>
          <w:noProof/>
        </w:rPr>
        <w:t>umber of</w:t>
      </w:r>
      <w:r w:rsidR="005463C1" w:rsidRPr="008C6DE4">
        <w:rPr>
          <w:noProof/>
          <w:lang w:eastAsia="zh-CN"/>
        </w:rPr>
        <w:t xml:space="preserve"> FR2</w:t>
      </w:r>
      <w:r w:rsidR="005463C1" w:rsidRPr="008C6DE4">
        <w:rPr>
          <w:noProof/>
        </w:rPr>
        <w:t xml:space="preserve"> intra-frequency measurement objects</w:t>
      </w:r>
      <w:r w:rsidR="005463C1" w:rsidRPr="008C6DE4">
        <w:rPr>
          <w:noProof/>
          <w:lang w:eastAsia="zh-CN"/>
        </w:rPr>
        <w:t xml:space="preserve"> </w:t>
      </w:r>
      <w:r w:rsidR="005463C1" w:rsidRPr="008C6DE4">
        <w:rPr>
          <w:noProof/>
        </w:rPr>
        <w:t>M</w:t>
      </w:r>
      <w:r w:rsidR="005463C1" w:rsidRPr="008C6DE4">
        <w:rPr>
          <w:noProof/>
          <w:vertAlign w:val="subscript"/>
        </w:rPr>
        <w:t>intra</w:t>
      </w:r>
      <w:r w:rsidR="005463C1" w:rsidRPr="008C6DE4">
        <w:rPr>
          <w:noProof/>
          <w:vertAlign w:val="subscript"/>
          <w:lang w:eastAsia="zh-CN"/>
        </w:rPr>
        <w:t>-FR2</w:t>
      </w:r>
      <w:r w:rsidR="005463C1" w:rsidRPr="008C6DE4">
        <w:rPr>
          <w:noProof/>
          <w:vertAlign w:val="subscript"/>
        </w:rPr>
        <w:t>,i,j</w:t>
      </w:r>
      <w:r w:rsidR="005463C1" w:rsidRPr="008C6DE4">
        <w:rPr>
          <w:noProof/>
          <w:lang w:eastAsia="zh-CN"/>
        </w:rPr>
        <w:t xml:space="preserve"> </w:t>
      </w:r>
      <w:r w:rsidR="005463C1" w:rsidRPr="008C6DE4">
        <w:rPr>
          <w:noProof/>
        </w:rPr>
        <w:t xml:space="preserve">which are candidates to be measured in gap </w:t>
      </w:r>
      <w:r w:rsidR="005463C1" w:rsidRPr="008C6DE4">
        <w:rPr>
          <w:i/>
          <w:noProof/>
        </w:rPr>
        <w:t>j</w:t>
      </w:r>
      <w:r w:rsidR="005463C1" w:rsidRPr="008C6DE4">
        <w:rPr>
          <w:noProof/>
        </w:rPr>
        <w:t xml:space="preserve"> where the </w:t>
      </w:r>
      <w:r w:rsidR="005463C1" w:rsidRPr="008C6DE4">
        <w:rPr>
          <w:lang w:val="en-US"/>
        </w:rPr>
        <w:t xml:space="preserve">measurement object </w:t>
      </w:r>
      <w:r w:rsidR="005463C1" w:rsidRPr="008C6DE4">
        <w:rPr>
          <w:i/>
          <w:noProof/>
        </w:rPr>
        <w:t>i</w:t>
      </w:r>
      <w:r w:rsidR="005463C1" w:rsidRPr="008C6DE4">
        <w:rPr>
          <w:noProof/>
        </w:rPr>
        <w:t xml:space="preserve"> is also a candidate. Otherwise M</w:t>
      </w:r>
      <w:r w:rsidR="005463C1" w:rsidRPr="008C6DE4">
        <w:rPr>
          <w:noProof/>
          <w:vertAlign w:val="subscript"/>
        </w:rPr>
        <w:t>groupB,i,j</w:t>
      </w:r>
      <w:r w:rsidR="005463C1" w:rsidRPr="008C6DE4">
        <w:rPr>
          <w:noProof/>
        </w:rPr>
        <w:t xml:space="preserve">  equals 0.</w:t>
      </w:r>
    </w:p>
    <w:p w14:paraId="1DCF56AA" w14:textId="2F6F71FC" w:rsidR="005463C1" w:rsidRPr="008C6DE4" w:rsidRDefault="004E1B83" w:rsidP="002777B2">
      <w:pPr>
        <w:pStyle w:val="B10"/>
        <w:rPr>
          <w:noProof/>
        </w:rPr>
      </w:pPr>
      <w:r w:rsidRPr="008C6DE4">
        <w:rPr>
          <w:noProof/>
        </w:rPr>
        <w:t>-</w:t>
      </w:r>
      <w:r w:rsidRPr="008C6DE4">
        <w:rPr>
          <w:noProof/>
        </w:rPr>
        <w:tab/>
      </w:r>
      <w:r w:rsidR="005463C1" w:rsidRPr="008C6DE4">
        <w:rPr>
          <w:noProof/>
        </w:rPr>
        <w:t>M</w:t>
      </w:r>
      <w:r w:rsidR="005463C1" w:rsidRPr="008C6DE4">
        <w:rPr>
          <w:noProof/>
          <w:vertAlign w:val="subscript"/>
        </w:rPr>
        <w:t>tot,i,j</w:t>
      </w:r>
      <w:r w:rsidR="005463C1" w:rsidRPr="008C6DE4">
        <w:rPr>
          <w:noProof/>
        </w:rPr>
        <w:t xml:space="preserve"> = M</w:t>
      </w:r>
      <w:r w:rsidR="005463C1" w:rsidRPr="008C6DE4">
        <w:rPr>
          <w:noProof/>
          <w:vertAlign w:val="subscript"/>
        </w:rPr>
        <w:t>groupA,i,j</w:t>
      </w:r>
      <w:r w:rsidR="005463C1" w:rsidRPr="008C6DE4">
        <w:rPr>
          <w:noProof/>
        </w:rPr>
        <w:t xml:space="preserve"> + M</w:t>
      </w:r>
      <w:r w:rsidR="005463C1" w:rsidRPr="008C6DE4">
        <w:rPr>
          <w:noProof/>
          <w:vertAlign w:val="subscript"/>
        </w:rPr>
        <w:t xml:space="preserve">groupB,i,j </w:t>
      </w:r>
      <w:r w:rsidR="005463C1" w:rsidRPr="008C6DE4">
        <w:rPr>
          <w:noProof/>
        </w:rPr>
        <w:t xml:space="preserve">: Total number of group A and group B measurement objects which are candidates to be measured in gap </w:t>
      </w:r>
      <w:r w:rsidR="005463C1" w:rsidRPr="008C6DE4">
        <w:rPr>
          <w:i/>
          <w:noProof/>
        </w:rPr>
        <w:t>j</w:t>
      </w:r>
      <w:r w:rsidR="005463C1" w:rsidRPr="008C6DE4">
        <w:rPr>
          <w:noProof/>
        </w:rPr>
        <w:t xml:space="preserve"> where the </w:t>
      </w:r>
      <w:r w:rsidR="005463C1" w:rsidRPr="008C6DE4">
        <w:rPr>
          <w:lang w:val="en-US"/>
        </w:rPr>
        <w:t>measurement object</w:t>
      </w:r>
      <w:r w:rsidR="005463C1" w:rsidRPr="008C6DE4">
        <w:rPr>
          <w:noProof/>
          <w:lang w:val="en-US"/>
        </w:rPr>
        <w:t xml:space="preserve"> </w:t>
      </w:r>
      <w:r w:rsidR="005463C1" w:rsidRPr="008C6DE4">
        <w:rPr>
          <w:i/>
          <w:noProof/>
        </w:rPr>
        <w:t>i</w:t>
      </w:r>
      <w:r w:rsidR="005463C1" w:rsidRPr="008C6DE4">
        <w:rPr>
          <w:noProof/>
        </w:rPr>
        <w:t xml:space="preserve"> is also a candidate. Otherwise M</w:t>
      </w:r>
      <w:r w:rsidR="005463C1" w:rsidRPr="008C6DE4">
        <w:rPr>
          <w:noProof/>
          <w:vertAlign w:val="subscript"/>
        </w:rPr>
        <w:t>tot,i,j</w:t>
      </w:r>
      <w:r w:rsidR="005463C1" w:rsidRPr="008C6DE4">
        <w:rPr>
          <w:noProof/>
        </w:rPr>
        <w:t xml:space="preserve"> equals 0.</w:t>
      </w:r>
    </w:p>
    <w:p w14:paraId="363C7CD8" w14:textId="77777777" w:rsidR="005463C1" w:rsidRPr="008C6DE4" w:rsidRDefault="005463C1" w:rsidP="002777B2">
      <w:pPr>
        <w:rPr>
          <w:noProof/>
        </w:rPr>
      </w:pPr>
      <w:r w:rsidRPr="008C6DE4">
        <w:rPr>
          <w:noProof/>
        </w:rPr>
        <w:t xml:space="preserve">For each measurement gap </w:t>
      </w:r>
      <w:r w:rsidRPr="008C6DE4">
        <w:rPr>
          <w:i/>
          <w:noProof/>
        </w:rPr>
        <w:t>j</w:t>
      </w:r>
      <w:r w:rsidRPr="008C6DE4">
        <w:rPr>
          <w:noProof/>
        </w:rPr>
        <w:t xml:space="preserve"> used for an RSTD measurement with periodicity Tprs&gt;160ms </w:t>
      </w:r>
      <w:r w:rsidRPr="008C6DE4">
        <w:t xml:space="preserve">or with periodicity Tprs=160ms but </w:t>
      </w:r>
      <w:r w:rsidRPr="008C6DE4">
        <w:rPr>
          <w:i/>
          <w:iCs/>
        </w:rPr>
        <w:t>prs-MutingInfo-r9</w:t>
      </w:r>
      <w:r w:rsidRPr="008C6DE4">
        <w:t xml:space="preserve"> is configured </w:t>
      </w:r>
      <w:r w:rsidRPr="008C6DE4">
        <w:rPr>
          <w:noProof/>
        </w:rPr>
        <w:t>within an arbitrary 160ms period, M</w:t>
      </w:r>
      <w:r w:rsidRPr="008C6DE4">
        <w:rPr>
          <w:noProof/>
          <w:vertAlign w:val="subscript"/>
        </w:rPr>
        <w:t>intra,i,j</w:t>
      </w:r>
      <w:r w:rsidRPr="008C6DE4">
        <w:rPr>
          <w:noProof/>
        </w:rPr>
        <w:t xml:space="preserve"> = M</w:t>
      </w:r>
      <w:r w:rsidRPr="008C6DE4">
        <w:rPr>
          <w:noProof/>
          <w:vertAlign w:val="subscript"/>
        </w:rPr>
        <w:t xml:space="preserve">inter,i,j </w:t>
      </w:r>
      <w:r w:rsidRPr="008C6DE4">
        <w:rPr>
          <w:noProof/>
        </w:rPr>
        <w:t>= M</w:t>
      </w:r>
      <w:r w:rsidRPr="008C6DE4">
        <w:rPr>
          <w:noProof/>
          <w:vertAlign w:val="subscript"/>
        </w:rPr>
        <w:t>tot,i,j</w:t>
      </w:r>
      <w:r w:rsidRPr="008C6DE4">
        <w:rPr>
          <w:noProof/>
        </w:rPr>
        <w:t xml:space="preserve"> =0.</w:t>
      </w:r>
    </w:p>
    <w:p w14:paraId="2EDAF38B" w14:textId="61749721" w:rsidR="00D4281A" w:rsidRPr="008C6DE4" w:rsidRDefault="004E1B83" w:rsidP="004E1B83">
      <w:pPr>
        <w:pStyle w:val="B10"/>
        <w:rPr>
          <w:noProof/>
        </w:rPr>
      </w:pPr>
      <w:r w:rsidRPr="008C6DE4">
        <w:rPr>
          <w:noProof/>
        </w:rPr>
        <w:t>-</w:t>
      </w:r>
      <w:r w:rsidRPr="008C6DE4">
        <w:rPr>
          <w:noProof/>
        </w:rPr>
        <w:tab/>
      </w:r>
      <w:r w:rsidR="00D4281A" w:rsidRPr="008C6DE4">
        <w:rPr>
          <w:noProof/>
        </w:rPr>
        <w:t>The carrier specific scaling factor CSSF</w:t>
      </w:r>
      <w:r w:rsidR="00D4281A" w:rsidRPr="008C6DE4">
        <w:rPr>
          <w:vertAlign w:val="subscript"/>
        </w:rPr>
        <w:t>within_gap,i</w:t>
      </w:r>
      <w:r w:rsidR="00D4281A" w:rsidRPr="008C6DE4">
        <w:rPr>
          <w:noProof/>
        </w:rPr>
        <w:t xml:space="preserve"> is given by:</w:t>
      </w:r>
    </w:p>
    <w:p w14:paraId="20BDD6D7" w14:textId="50D6C1E0" w:rsidR="00D4281A" w:rsidRPr="008C6DE4" w:rsidRDefault="004E1B83" w:rsidP="004E1B83">
      <w:pPr>
        <w:pStyle w:val="B10"/>
        <w:rPr>
          <w:noProof/>
        </w:rPr>
      </w:pPr>
      <w:r w:rsidRPr="008C6DE4">
        <w:rPr>
          <w:noProof/>
        </w:rPr>
        <w:t>-</w:t>
      </w:r>
      <w:r w:rsidRPr="008C6DE4">
        <w:rPr>
          <w:noProof/>
        </w:rPr>
        <w:tab/>
      </w:r>
      <w:r w:rsidR="00D4281A" w:rsidRPr="008C6DE4">
        <w:rPr>
          <w:noProof/>
        </w:rPr>
        <w:t xml:space="preserve">If </w:t>
      </w:r>
      <w:r w:rsidR="00D4281A" w:rsidRPr="008C6DE4">
        <w:rPr>
          <w:i/>
        </w:rPr>
        <w:t>measGapSharingScheme</w:t>
      </w:r>
      <w:r w:rsidR="00D4281A" w:rsidRPr="008C6DE4">
        <w:rPr>
          <w:noProof/>
        </w:rPr>
        <w:t xml:space="preserve"> is equal sharing, CSSF</w:t>
      </w:r>
      <w:r w:rsidR="00D4281A" w:rsidRPr="008C6DE4">
        <w:rPr>
          <w:vertAlign w:val="subscript"/>
        </w:rPr>
        <w:t>within_gap,i</w:t>
      </w:r>
      <w:r w:rsidR="00D4281A" w:rsidRPr="008C6DE4">
        <w:rPr>
          <w:noProof/>
        </w:rPr>
        <w:t>= max(ceil(R</w:t>
      </w:r>
      <w:r w:rsidR="00D4281A" w:rsidRPr="008C6DE4">
        <w:rPr>
          <w:noProof/>
          <w:vertAlign w:val="subscript"/>
        </w:rPr>
        <w:t>i</w:t>
      </w:r>
      <w:r w:rsidR="00D4281A" w:rsidRPr="008C6DE4">
        <w:rPr>
          <w:noProof/>
        </w:rPr>
        <w:t>×M</w:t>
      </w:r>
      <w:r w:rsidR="00D4281A" w:rsidRPr="008C6DE4">
        <w:rPr>
          <w:noProof/>
          <w:vertAlign w:val="subscript"/>
        </w:rPr>
        <w:t>tot,i,j</w:t>
      </w:r>
      <w:r w:rsidR="00D4281A" w:rsidRPr="008C6DE4">
        <w:rPr>
          <w:noProof/>
        </w:rPr>
        <w:t xml:space="preserve">)), where </w:t>
      </w:r>
      <w:r w:rsidR="00D4281A" w:rsidRPr="008C6DE4">
        <w:rPr>
          <w:i/>
          <w:noProof/>
        </w:rPr>
        <w:t>j</w:t>
      </w:r>
      <w:r w:rsidR="00D4281A" w:rsidRPr="008C6DE4">
        <w:rPr>
          <w:noProof/>
        </w:rPr>
        <w:t>=0…(160/MGRP)-1</w:t>
      </w:r>
    </w:p>
    <w:p w14:paraId="79A193AA" w14:textId="59D89600" w:rsidR="00372C5F" w:rsidRPr="008C6DE4" w:rsidRDefault="004E1B83" w:rsidP="004E1B83">
      <w:pPr>
        <w:pStyle w:val="B10"/>
        <w:rPr>
          <w:noProof/>
        </w:rPr>
      </w:pPr>
      <w:r w:rsidRPr="008C6DE4">
        <w:rPr>
          <w:noProof/>
        </w:rPr>
        <w:t>-</w:t>
      </w:r>
      <w:r w:rsidRPr="008C6DE4">
        <w:rPr>
          <w:noProof/>
        </w:rPr>
        <w:tab/>
      </w:r>
      <w:r w:rsidR="00372C5F" w:rsidRPr="008C6DE4">
        <w:rPr>
          <w:noProof/>
        </w:rPr>
        <w:t xml:space="preserve">If </w:t>
      </w:r>
      <w:r w:rsidR="00372C5F" w:rsidRPr="008C6DE4">
        <w:rPr>
          <w:i/>
        </w:rPr>
        <w:t>measGapSharingScheme</w:t>
      </w:r>
      <w:r w:rsidR="00372C5F" w:rsidRPr="008C6DE4">
        <w:rPr>
          <w:noProof/>
        </w:rPr>
        <w:t xml:space="preserve"> is not equal sharing and</w:t>
      </w:r>
    </w:p>
    <w:p w14:paraId="46AACF34" w14:textId="77777777" w:rsidR="00372C5F" w:rsidRPr="008C6DE4" w:rsidRDefault="00372C5F" w:rsidP="00372C5F">
      <w:pPr>
        <w:pStyle w:val="B2"/>
        <w:rPr>
          <w:noProof/>
        </w:rPr>
      </w:pPr>
      <w:r w:rsidRPr="008C6DE4">
        <w:rPr>
          <w:noProof/>
        </w:rPr>
        <w:t>-</w:t>
      </w:r>
      <w:r w:rsidRPr="008C6DE4">
        <w:rPr>
          <w:noProof/>
        </w:rPr>
        <w:tab/>
        <w:t>measurement object</w:t>
      </w:r>
      <w:r w:rsidRPr="008C6DE4">
        <w:rPr>
          <w:i/>
          <w:noProof/>
        </w:rPr>
        <w:t xml:space="preserve"> i</w:t>
      </w:r>
      <w:r w:rsidRPr="008C6DE4">
        <w:rPr>
          <w:noProof/>
        </w:rPr>
        <w:t xml:space="preserve"> is a group A measurement object, CSSF</w:t>
      </w:r>
      <w:r w:rsidRPr="008C6DE4">
        <w:rPr>
          <w:vertAlign w:val="subscript"/>
        </w:rPr>
        <w:t>within_gap,i</w:t>
      </w:r>
      <w:r w:rsidRPr="008C6DE4">
        <w:rPr>
          <w:noProof/>
        </w:rPr>
        <w:t xml:space="preserve"> is the maximum among</w:t>
      </w:r>
    </w:p>
    <w:p w14:paraId="21DBCDD7" w14:textId="7A08B0A4" w:rsidR="00372C5F" w:rsidRPr="008C6DE4" w:rsidRDefault="00372C5F" w:rsidP="00372C5F">
      <w:pPr>
        <w:pStyle w:val="B3"/>
        <w:rPr>
          <w:noProof/>
        </w:rPr>
      </w:pPr>
      <w:r w:rsidRPr="008C6DE4">
        <w:rPr>
          <w:noProof/>
        </w:rPr>
        <w:t>-</w:t>
      </w:r>
      <w:r w:rsidRPr="008C6DE4">
        <w:rPr>
          <w:noProof/>
        </w:rPr>
        <w:tab/>
        <w:t>ceil(R</w:t>
      </w:r>
      <w:r w:rsidRPr="008C6DE4">
        <w:rPr>
          <w:noProof/>
          <w:vertAlign w:val="subscript"/>
        </w:rPr>
        <w:t>i</w:t>
      </w:r>
      <w:r w:rsidRPr="008C6DE4">
        <w:rPr>
          <w:noProof/>
        </w:rPr>
        <w:t>×K</w:t>
      </w:r>
      <w:r w:rsidRPr="008C6DE4">
        <w:rPr>
          <w:noProof/>
          <w:vertAlign w:val="subscript"/>
        </w:rPr>
        <w:t>intra</w:t>
      </w:r>
      <w:r w:rsidRPr="008C6DE4">
        <w:rPr>
          <w:noProof/>
        </w:rPr>
        <w:t>×M</w:t>
      </w:r>
      <w:r w:rsidRPr="008C6DE4">
        <w:rPr>
          <w:noProof/>
          <w:vertAlign w:val="subscript"/>
        </w:rPr>
        <w:t>groupA,i,j</w:t>
      </w:r>
      <w:r w:rsidRPr="008C6DE4">
        <w:rPr>
          <w:noProof/>
        </w:rPr>
        <w:t>) in gaps where M</w:t>
      </w:r>
      <w:r w:rsidRPr="008C6DE4">
        <w:rPr>
          <w:noProof/>
          <w:vertAlign w:val="subscript"/>
        </w:rPr>
        <w:t>groupB,i,j</w:t>
      </w:r>
      <w:r w:rsidRPr="008C6DE4">
        <w:rPr>
          <w:rFonts w:hint="eastAsia"/>
          <w:noProof/>
          <w:lang w:val="en-US"/>
        </w:rPr>
        <w:t>≠</w:t>
      </w:r>
      <w:r w:rsidRPr="008C6DE4">
        <w:rPr>
          <w:noProof/>
        </w:rPr>
        <w:t xml:space="preserve">0, where </w:t>
      </w:r>
      <w:r w:rsidRPr="008C6DE4">
        <w:rPr>
          <w:i/>
          <w:noProof/>
        </w:rPr>
        <w:t>j</w:t>
      </w:r>
      <w:r w:rsidRPr="008C6DE4">
        <w:rPr>
          <w:noProof/>
        </w:rPr>
        <w:t>=0…(160/MGRP)-1</w:t>
      </w:r>
    </w:p>
    <w:p w14:paraId="087483AE" w14:textId="159C2A75" w:rsidR="00372C5F" w:rsidRPr="008C6DE4" w:rsidRDefault="00372C5F" w:rsidP="00372C5F">
      <w:pPr>
        <w:pStyle w:val="B3"/>
        <w:rPr>
          <w:noProof/>
        </w:rPr>
      </w:pPr>
      <w:r w:rsidRPr="008C6DE4">
        <w:rPr>
          <w:noProof/>
        </w:rPr>
        <w:t>-</w:t>
      </w:r>
      <w:r w:rsidRPr="008C6DE4">
        <w:rPr>
          <w:noProof/>
        </w:rPr>
        <w:tab/>
        <w:t>ceil(R</w:t>
      </w:r>
      <w:r w:rsidRPr="008C6DE4">
        <w:rPr>
          <w:noProof/>
          <w:vertAlign w:val="subscript"/>
        </w:rPr>
        <w:t>i</w:t>
      </w:r>
      <w:r w:rsidRPr="008C6DE4">
        <w:rPr>
          <w:noProof/>
        </w:rPr>
        <w:t>×M</w:t>
      </w:r>
      <w:r w:rsidRPr="008C6DE4">
        <w:rPr>
          <w:noProof/>
          <w:vertAlign w:val="subscript"/>
        </w:rPr>
        <w:t>groupA,i,j</w:t>
      </w:r>
      <w:r w:rsidRPr="008C6DE4">
        <w:rPr>
          <w:noProof/>
        </w:rPr>
        <w:t>) in gaps where M</w:t>
      </w:r>
      <w:r w:rsidRPr="008C6DE4">
        <w:rPr>
          <w:noProof/>
          <w:vertAlign w:val="subscript"/>
        </w:rPr>
        <w:t>groupB,i,j</w:t>
      </w:r>
      <w:r w:rsidRPr="008C6DE4">
        <w:rPr>
          <w:noProof/>
        </w:rPr>
        <w:t xml:space="preserve">=0, where </w:t>
      </w:r>
      <w:r w:rsidRPr="008C6DE4">
        <w:rPr>
          <w:i/>
          <w:noProof/>
        </w:rPr>
        <w:t>j</w:t>
      </w:r>
      <w:r w:rsidRPr="008C6DE4">
        <w:rPr>
          <w:noProof/>
        </w:rPr>
        <w:t>=0…(160/MGRP)-1</w:t>
      </w:r>
    </w:p>
    <w:p w14:paraId="78EC6421" w14:textId="77777777" w:rsidR="00372C5F" w:rsidRPr="008C6DE4" w:rsidRDefault="00372C5F" w:rsidP="00372C5F">
      <w:pPr>
        <w:pStyle w:val="B2"/>
        <w:rPr>
          <w:noProof/>
        </w:rPr>
      </w:pPr>
      <w:r w:rsidRPr="008C6DE4">
        <w:rPr>
          <w:noProof/>
        </w:rPr>
        <w:t>-</w:t>
      </w:r>
      <w:r w:rsidRPr="008C6DE4">
        <w:rPr>
          <w:noProof/>
        </w:rPr>
        <w:tab/>
        <w:t>measurement object</w:t>
      </w:r>
      <w:r w:rsidRPr="008C6DE4">
        <w:rPr>
          <w:i/>
          <w:noProof/>
        </w:rPr>
        <w:t xml:space="preserve"> i</w:t>
      </w:r>
      <w:r w:rsidRPr="008C6DE4">
        <w:rPr>
          <w:noProof/>
        </w:rPr>
        <w:t xml:space="preserve"> is an group B measurement object, CSSF</w:t>
      </w:r>
      <w:r w:rsidRPr="008C6DE4">
        <w:rPr>
          <w:vertAlign w:val="subscript"/>
        </w:rPr>
        <w:t>within_gap,i</w:t>
      </w:r>
      <w:r w:rsidRPr="008C6DE4">
        <w:rPr>
          <w:noProof/>
        </w:rPr>
        <w:t xml:space="preserve"> is the maximum among</w:t>
      </w:r>
    </w:p>
    <w:p w14:paraId="1FCA2F7D" w14:textId="76206113" w:rsidR="00372C5F" w:rsidRPr="008C6DE4" w:rsidRDefault="00372C5F" w:rsidP="00372C5F">
      <w:pPr>
        <w:pStyle w:val="B3"/>
        <w:rPr>
          <w:noProof/>
        </w:rPr>
      </w:pPr>
      <w:r w:rsidRPr="008C6DE4">
        <w:rPr>
          <w:noProof/>
        </w:rPr>
        <w:t>-</w:t>
      </w:r>
      <w:r w:rsidRPr="008C6DE4">
        <w:rPr>
          <w:noProof/>
        </w:rPr>
        <w:tab/>
        <w:t>ceil(R</w:t>
      </w:r>
      <w:r w:rsidRPr="008C6DE4">
        <w:rPr>
          <w:noProof/>
          <w:vertAlign w:val="subscript"/>
        </w:rPr>
        <w:t>i</w:t>
      </w:r>
      <w:r w:rsidRPr="008C6DE4">
        <w:rPr>
          <w:noProof/>
        </w:rPr>
        <w:t>×K</w:t>
      </w:r>
      <w:r w:rsidRPr="008C6DE4">
        <w:rPr>
          <w:noProof/>
          <w:vertAlign w:val="subscript"/>
        </w:rPr>
        <w:t>inter</w:t>
      </w:r>
      <w:r w:rsidRPr="008C6DE4">
        <w:rPr>
          <w:noProof/>
        </w:rPr>
        <w:t>×M</w:t>
      </w:r>
      <w:r w:rsidRPr="008C6DE4">
        <w:rPr>
          <w:noProof/>
          <w:vertAlign w:val="subscript"/>
        </w:rPr>
        <w:t>groupBi,j</w:t>
      </w:r>
      <w:r w:rsidRPr="008C6DE4">
        <w:rPr>
          <w:noProof/>
        </w:rPr>
        <w:t>) in gaps where M</w:t>
      </w:r>
      <w:r w:rsidRPr="008C6DE4">
        <w:rPr>
          <w:noProof/>
          <w:vertAlign w:val="subscript"/>
        </w:rPr>
        <w:t>groupA,i,j</w:t>
      </w:r>
      <w:r w:rsidRPr="008C6DE4">
        <w:rPr>
          <w:noProof/>
        </w:rPr>
        <w:t xml:space="preserve"> </w:t>
      </w:r>
      <w:r w:rsidRPr="008C6DE4">
        <w:rPr>
          <w:rFonts w:hint="eastAsia"/>
          <w:noProof/>
          <w:lang w:val="en-US"/>
        </w:rPr>
        <w:t>≠</w:t>
      </w:r>
      <w:r w:rsidRPr="008C6DE4">
        <w:rPr>
          <w:noProof/>
        </w:rPr>
        <w:t xml:space="preserve">0, where </w:t>
      </w:r>
      <w:r w:rsidRPr="008C6DE4">
        <w:rPr>
          <w:i/>
          <w:noProof/>
        </w:rPr>
        <w:t>j</w:t>
      </w:r>
      <w:r w:rsidRPr="008C6DE4">
        <w:rPr>
          <w:noProof/>
        </w:rPr>
        <w:t>=0…(160/MGRP)-1</w:t>
      </w:r>
    </w:p>
    <w:p w14:paraId="2A8C9EA9" w14:textId="51622C59" w:rsidR="00372C5F" w:rsidRPr="008C6DE4" w:rsidRDefault="00372C5F" w:rsidP="00372C5F">
      <w:pPr>
        <w:pStyle w:val="B3"/>
        <w:rPr>
          <w:noProof/>
        </w:rPr>
      </w:pPr>
      <w:r w:rsidRPr="008C6DE4">
        <w:rPr>
          <w:noProof/>
        </w:rPr>
        <w:t>-</w:t>
      </w:r>
      <w:r w:rsidRPr="008C6DE4">
        <w:rPr>
          <w:noProof/>
        </w:rPr>
        <w:tab/>
        <w:t>ceil(R</w:t>
      </w:r>
      <w:r w:rsidRPr="008C6DE4">
        <w:rPr>
          <w:noProof/>
          <w:vertAlign w:val="subscript"/>
        </w:rPr>
        <w:t>i</w:t>
      </w:r>
      <w:r w:rsidRPr="008C6DE4">
        <w:rPr>
          <w:noProof/>
        </w:rPr>
        <w:t>×M</w:t>
      </w:r>
      <w:r w:rsidRPr="008C6DE4">
        <w:rPr>
          <w:noProof/>
          <w:vertAlign w:val="subscript"/>
        </w:rPr>
        <w:t>groupB,i,j</w:t>
      </w:r>
      <w:r w:rsidRPr="008C6DE4">
        <w:rPr>
          <w:noProof/>
        </w:rPr>
        <w:t>)</w:t>
      </w:r>
      <w:r w:rsidRPr="008C6DE4">
        <w:rPr>
          <w:noProof/>
          <w:vertAlign w:val="subscript"/>
        </w:rPr>
        <w:t xml:space="preserve"> </w:t>
      </w:r>
      <w:r w:rsidRPr="008C6DE4">
        <w:rPr>
          <w:noProof/>
        </w:rPr>
        <w:t>in gaps where M</w:t>
      </w:r>
      <w:r w:rsidRPr="008C6DE4">
        <w:rPr>
          <w:noProof/>
          <w:vertAlign w:val="subscript"/>
        </w:rPr>
        <w:t>groupA,i,j</w:t>
      </w:r>
      <w:r w:rsidRPr="008C6DE4">
        <w:rPr>
          <w:noProof/>
        </w:rPr>
        <w:t xml:space="preserve">=0, where </w:t>
      </w:r>
      <w:r w:rsidRPr="008C6DE4">
        <w:rPr>
          <w:i/>
          <w:noProof/>
        </w:rPr>
        <w:t>j</w:t>
      </w:r>
      <w:r w:rsidRPr="008C6DE4">
        <w:rPr>
          <w:noProof/>
        </w:rPr>
        <w:t>=0…(160/MGRP)-1</w:t>
      </w:r>
    </w:p>
    <w:p w14:paraId="6FAF8179" w14:textId="64FF5FDB" w:rsidR="00372C5F" w:rsidRPr="008C6DE4" w:rsidRDefault="004E1B83" w:rsidP="00372C5F">
      <w:pPr>
        <w:pStyle w:val="B10"/>
        <w:rPr>
          <w:noProof/>
        </w:rPr>
      </w:pPr>
      <w:r w:rsidRPr="008C6DE4">
        <w:rPr>
          <w:noProof/>
        </w:rPr>
        <w:t>-</w:t>
      </w:r>
      <w:r w:rsidRPr="008C6DE4">
        <w:rPr>
          <w:noProof/>
        </w:rPr>
        <w:tab/>
      </w:r>
      <w:r w:rsidR="00372C5F" w:rsidRPr="008C6DE4">
        <w:rPr>
          <w:noProof/>
        </w:rPr>
        <w:t>Where R</w:t>
      </w:r>
      <w:r w:rsidR="00372C5F" w:rsidRPr="008C6DE4">
        <w:rPr>
          <w:noProof/>
          <w:vertAlign w:val="subscript"/>
        </w:rPr>
        <w:t>i</w:t>
      </w:r>
      <w:r w:rsidR="00372C5F" w:rsidRPr="008C6DE4">
        <w:rPr>
          <w:noProof/>
        </w:rPr>
        <w:t xml:space="preserve"> is the maximal ratio of the number of measurement gap where measurement object </w:t>
      </w:r>
      <w:r w:rsidR="00372C5F" w:rsidRPr="008C6DE4">
        <w:rPr>
          <w:i/>
          <w:noProof/>
        </w:rPr>
        <w:t>i</w:t>
      </w:r>
      <w:r w:rsidR="00372C5F" w:rsidRPr="008C6DE4">
        <w:rPr>
          <w:noProof/>
        </w:rPr>
        <w:t xml:space="preserve"> is a candidate to be measured over the number of measurement gap where measurement object </w:t>
      </w:r>
      <w:r w:rsidR="00372C5F" w:rsidRPr="008C6DE4">
        <w:rPr>
          <w:i/>
          <w:noProof/>
        </w:rPr>
        <w:t>i</w:t>
      </w:r>
      <w:r w:rsidR="00372C5F" w:rsidRPr="008C6DE4">
        <w:rPr>
          <w:noProof/>
        </w:rPr>
        <w:t xml:space="preserve"> is a candidate and not used for RSTD measurement with periodicity Tprs&gt;160ms </w:t>
      </w:r>
      <w:r w:rsidR="00372C5F" w:rsidRPr="008C6DE4">
        <w:rPr>
          <w:rFonts w:eastAsia="PMingLiU"/>
        </w:rPr>
        <w:t xml:space="preserve">or with periodicity Tprs=160ms but </w:t>
      </w:r>
      <w:r w:rsidR="00372C5F" w:rsidRPr="008C6DE4">
        <w:rPr>
          <w:rFonts w:eastAsia="PMingLiU"/>
          <w:i/>
          <w:iCs/>
        </w:rPr>
        <w:t>prs-MutingInfo-r9</w:t>
      </w:r>
      <w:r w:rsidR="00372C5F" w:rsidRPr="008C6DE4">
        <w:rPr>
          <w:rFonts w:eastAsia="PMingLiU"/>
        </w:rPr>
        <w:t xml:space="preserve"> </w:t>
      </w:r>
      <w:r w:rsidR="00372C5F" w:rsidRPr="008C6DE4">
        <w:rPr>
          <w:lang w:eastAsia="zh-CN"/>
        </w:rPr>
        <w:t xml:space="preserve">is configured </w:t>
      </w:r>
      <w:r w:rsidR="00372C5F" w:rsidRPr="008C6DE4">
        <w:rPr>
          <w:noProof/>
        </w:rPr>
        <w:t>within an arbitrary 1280ms period.</w:t>
      </w:r>
    </w:p>
    <w:p w14:paraId="6CDB0B9C" w14:textId="77777777" w:rsidR="00D4281A" w:rsidRPr="008C6DE4" w:rsidRDefault="00D4281A" w:rsidP="00D4281A">
      <w:pPr>
        <w:pStyle w:val="Heading5"/>
      </w:pPr>
      <w:r w:rsidRPr="008C6DE4">
        <w:t>9.1.5.2.</w:t>
      </w:r>
      <w:r w:rsidRPr="008C6DE4">
        <w:rPr>
          <w:lang w:eastAsia="zh-CN"/>
        </w:rPr>
        <w:t>4</w:t>
      </w:r>
      <w:r w:rsidRPr="008C6DE4">
        <w:tab/>
      </w:r>
      <w:r w:rsidRPr="008C6DE4">
        <w:rPr>
          <w:lang w:eastAsia="zh-CN"/>
        </w:rPr>
        <w:t>NR-DC</w:t>
      </w:r>
      <w:r w:rsidRPr="008C6DE4">
        <w:t>: carrier-specific scaling factor for SSB-based measurements performed within gaps</w:t>
      </w:r>
    </w:p>
    <w:p w14:paraId="2A5942A7" w14:textId="79E9ED92" w:rsidR="00D4281A" w:rsidRPr="008C6DE4" w:rsidRDefault="00D4281A" w:rsidP="00D4281A">
      <w:pPr>
        <w:rPr>
          <w:rFonts w:eastAsia="PMingLiU"/>
          <w:lang w:val="en-US"/>
        </w:rPr>
      </w:pPr>
      <w:r w:rsidRPr="008C6DE4">
        <w:rPr>
          <w:rFonts w:eastAsia="PMingLiU"/>
          <w:lang w:val="en-US"/>
        </w:rPr>
        <w:t xml:space="preserve">When one or more </w:t>
      </w:r>
      <w:r w:rsidRPr="008C6DE4">
        <w:rPr>
          <w:rFonts w:eastAsia="PMingLiU"/>
          <w:noProof/>
        </w:rPr>
        <w:t>measurement objects</w:t>
      </w:r>
      <w:r w:rsidRPr="008C6DE4">
        <w:rPr>
          <w:rFonts w:eastAsia="PMingLiU"/>
          <w:lang w:val="en-US"/>
        </w:rPr>
        <w:t xml:space="preserve"> are monitored within measurement gaps, the carrier specific scaling factor for a target measurement object with index </w:t>
      </w:r>
      <w:r w:rsidRPr="008C6DE4">
        <w:rPr>
          <w:rFonts w:eastAsia="PMingLiU"/>
          <w:i/>
          <w:lang w:val="en-US"/>
        </w:rPr>
        <w:t>i</w:t>
      </w:r>
      <w:r w:rsidRPr="008C6DE4">
        <w:rPr>
          <w:rFonts w:eastAsia="PMingLiU"/>
          <w:lang w:val="en-US"/>
        </w:rPr>
        <w:t xml:space="preserve"> is designated as CSSF</w:t>
      </w:r>
      <w:r w:rsidRPr="008C6DE4">
        <w:rPr>
          <w:rFonts w:eastAsia="PMingLiU"/>
          <w:vertAlign w:val="subscript"/>
          <w:lang w:val="en-US"/>
        </w:rPr>
        <w:t>within_gap,i</w:t>
      </w:r>
      <w:r w:rsidRPr="008C6DE4">
        <w:rPr>
          <w:rFonts w:eastAsia="PMingLiU"/>
          <w:lang w:val="en-US"/>
        </w:rPr>
        <w:t xml:space="preserve"> and is derived as described in this </w:t>
      </w:r>
      <w:r w:rsidR="00854981" w:rsidRPr="008C6DE4">
        <w:rPr>
          <w:rFonts w:eastAsia="PMingLiU"/>
          <w:lang w:val="en-US"/>
        </w:rPr>
        <w:t>clause</w:t>
      </w:r>
      <w:r w:rsidRPr="008C6DE4">
        <w:rPr>
          <w:rFonts w:eastAsia="PMingLiU"/>
          <w:lang w:val="en-US"/>
        </w:rPr>
        <w:t>.</w:t>
      </w:r>
    </w:p>
    <w:p w14:paraId="3D5ED88F" w14:textId="3E4C3C48" w:rsidR="00D4281A" w:rsidRPr="008C6DE4" w:rsidRDefault="00D4281A" w:rsidP="00D4281A">
      <w:pPr>
        <w:rPr>
          <w:noProof/>
          <w:lang w:val="en-US"/>
        </w:rPr>
      </w:pPr>
      <w:r w:rsidRPr="008C6DE4">
        <w:rPr>
          <w:rFonts w:eastAsia="Times New Roman"/>
          <w:noProof/>
        </w:rPr>
        <w:t xml:space="preserve">If measurement object </w:t>
      </w:r>
      <w:r w:rsidRPr="008C6DE4">
        <w:rPr>
          <w:rFonts w:eastAsia="Times New Roman"/>
          <w:i/>
          <w:noProof/>
        </w:rPr>
        <w:t>i</w:t>
      </w:r>
      <w:r w:rsidRPr="008C6DE4">
        <w:rPr>
          <w:rFonts w:eastAsia="Times New Roman"/>
          <w:noProof/>
        </w:rPr>
        <w:t xml:space="preserve"> refers to an</w:t>
      </w:r>
      <w:r w:rsidRPr="008C6DE4">
        <w:rPr>
          <w:noProof/>
          <w:lang w:val="en-US"/>
        </w:rPr>
        <w:t xml:space="preserve"> RSTD measurement with periodicity Tprs&gt;160ms</w:t>
      </w:r>
      <w:r w:rsidRPr="008C6DE4">
        <w:t xml:space="preserve"> or with periodicity Tprs=160ms but </w:t>
      </w:r>
      <w:r w:rsidRPr="008C6DE4">
        <w:rPr>
          <w:i/>
          <w:iCs/>
        </w:rPr>
        <w:t>prs-MutingInfo-r9</w:t>
      </w:r>
      <w:r w:rsidRPr="008C6DE4">
        <w:t xml:space="preserve"> is configured</w:t>
      </w:r>
      <w:r w:rsidRPr="008C6DE4">
        <w:rPr>
          <w:noProof/>
          <w:lang w:val="en-US"/>
        </w:rPr>
        <w:t>, CSSF</w:t>
      </w:r>
      <w:r w:rsidRPr="008C6DE4">
        <w:rPr>
          <w:vertAlign w:val="subscript"/>
          <w:lang w:val="en-US"/>
        </w:rPr>
        <w:t>within_gap,i</w:t>
      </w:r>
      <w:r w:rsidRPr="008C6DE4">
        <w:rPr>
          <w:noProof/>
          <w:lang w:val="en-US"/>
        </w:rPr>
        <w:t xml:space="preserve">=1. Otherwise, </w:t>
      </w:r>
      <w:r w:rsidR="001C0623" w:rsidRPr="008C6DE4">
        <w:rPr>
          <w:noProof/>
          <w:lang w:val="en-US"/>
        </w:rPr>
        <w:t xml:space="preserve">the </w:t>
      </w:r>
      <w:r w:rsidRPr="008C6DE4">
        <w:rPr>
          <w:noProof/>
          <w:lang w:val="en-US"/>
        </w:rPr>
        <w:t>CSSF</w:t>
      </w:r>
      <w:r w:rsidRPr="008C6DE4">
        <w:rPr>
          <w:szCs w:val="24"/>
          <w:vertAlign w:val="subscript"/>
          <w:lang w:val="en-US"/>
        </w:rPr>
        <w:t>within_gap,i</w:t>
      </w:r>
      <w:r w:rsidRPr="008C6DE4">
        <w:rPr>
          <w:noProof/>
          <w:lang w:val="en-US"/>
        </w:rPr>
        <w:t xml:space="preserve"> for other measurement objects (including RSTD measurement with periodicity Tprs=160ms) participate in the gap competition and the CSSF</w:t>
      </w:r>
      <w:r w:rsidRPr="008C6DE4">
        <w:rPr>
          <w:szCs w:val="24"/>
          <w:vertAlign w:val="subscript"/>
          <w:lang w:val="en-US"/>
        </w:rPr>
        <w:t>within_gap,i</w:t>
      </w:r>
      <w:r w:rsidRPr="008C6DE4">
        <w:rPr>
          <w:noProof/>
          <w:lang w:val="en-US"/>
        </w:rPr>
        <w:t xml:space="preserve"> are derived as below.</w:t>
      </w:r>
    </w:p>
    <w:p w14:paraId="7AA6C242" w14:textId="7F636BF8" w:rsidR="00D4281A" w:rsidRPr="008C6DE4" w:rsidRDefault="00D4281A" w:rsidP="00D4281A">
      <w:pPr>
        <w:rPr>
          <w:noProof/>
        </w:rPr>
      </w:pPr>
      <w:r w:rsidRPr="008C6DE4">
        <w:rPr>
          <w:noProof/>
          <w:lang w:val="en-US"/>
        </w:rPr>
        <w:t xml:space="preserve">For each measurement gap </w:t>
      </w:r>
      <w:r w:rsidRPr="008C6DE4">
        <w:rPr>
          <w:i/>
          <w:noProof/>
          <w:lang w:val="en-US"/>
        </w:rPr>
        <w:t>j</w:t>
      </w:r>
      <w:r w:rsidRPr="008C6DE4">
        <w:rPr>
          <w:noProof/>
          <w:lang w:val="en-US"/>
        </w:rPr>
        <w:t xml:space="preserve"> not used for an RSTD measurement with periodicity Tprs&gt;160ms </w:t>
      </w:r>
      <w:r w:rsidRPr="008C6DE4">
        <w:t xml:space="preserve">or with periodicity Tprs=160ms but </w:t>
      </w:r>
      <w:r w:rsidRPr="008C6DE4">
        <w:rPr>
          <w:i/>
          <w:iCs/>
        </w:rPr>
        <w:t>prs-MutingInfo-r9</w:t>
      </w:r>
      <w:r w:rsidRPr="008C6DE4">
        <w:t xml:space="preserve"> is configured</w:t>
      </w:r>
      <w:r w:rsidRPr="008C6DE4">
        <w:rPr>
          <w:noProof/>
          <w:lang w:val="en-US"/>
        </w:rPr>
        <w:t xml:space="preserve"> within an arbitrary 160ms period, count the total number of intra</w:t>
      </w:r>
      <w:r w:rsidR="00985F5F" w:rsidRPr="008C6DE4">
        <w:rPr>
          <w:noProof/>
          <w:lang w:val="en-US"/>
        </w:rPr>
        <w:t>-</w:t>
      </w:r>
      <w:r w:rsidRPr="008C6DE4">
        <w:rPr>
          <w:noProof/>
          <w:lang w:val="en-US"/>
        </w:rPr>
        <w:t>frequency measurement objects and inter</w:t>
      </w:r>
      <w:r w:rsidR="00985F5F" w:rsidRPr="008C6DE4">
        <w:rPr>
          <w:noProof/>
          <w:lang w:val="en-US"/>
        </w:rPr>
        <w:t>-</w:t>
      </w:r>
      <w:r w:rsidRPr="008C6DE4">
        <w:rPr>
          <w:noProof/>
          <w:lang w:val="en-US"/>
        </w:rPr>
        <w:t xml:space="preserve">frequency/interRAT measurement objects which are candidates to be measured within the gap </w:t>
      </w:r>
      <w:r w:rsidRPr="008C6DE4">
        <w:rPr>
          <w:i/>
          <w:noProof/>
          <w:lang w:val="en-US"/>
        </w:rPr>
        <w:t>j</w:t>
      </w:r>
      <w:r w:rsidRPr="008C6DE4">
        <w:rPr>
          <w:noProof/>
          <w:lang w:val="en-US"/>
        </w:rPr>
        <w:t>.</w:t>
      </w:r>
    </w:p>
    <w:p w14:paraId="503C62D9" w14:textId="4D87D40E" w:rsidR="001C0623" w:rsidRPr="008C6DE4" w:rsidRDefault="001C0623" w:rsidP="001C0623">
      <w:pPr>
        <w:pStyle w:val="B10"/>
      </w:pPr>
      <w:r w:rsidRPr="008C6DE4">
        <w:rPr>
          <w:noProof/>
        </w:rPr>
        <w:t>-</w:t>
      </w:r>
      <w:r w:rsidRPr="008C6DE4">
        <w:rPr>
          <w:noProof/>
        </w:rPr>
        <w:tab/>
        <w:t xml:space="preserve">An NR measurement object is a candidate to be measured in a gap if its SMTC </w:t>
      </w:r>
      <w:r w:rsidRPr="008C6DE4">
        <w:rPr>
          <w:noProof/>
          <w:lang w:eastAsia="zh-CN"/>
        </w:rPr>
        <w:t>duration</w:t>
      </w:r>
      <w:r w:rsidRPr="008C6DE4">
        <w:rPr>
          <w:noProof/>
        </w:rPr>
        <w:t xml:space="preserve"> </w:t>
      </w:r>
      <w:r w:rsidRPr="008C6DE4">
        <w:rPr>
          <w:noProof/>
          <w:lang w:eastAsia="zh-CN"/>
        </w:rPr>
        <w:t xml:space="preserve">is </w:t>
      </w:r>
      <w:r w:rsidRPr="008C6DE4">
        <w:rPr>
          <w:noProof/>
        </w:rPr>
        <w:t xml:space="preserve">fully </w:t>
      </w:r>
      <w:r w:rsidRPr="008C6DE4">
        <w:rPr>
          <w:noProof/>
          <w:lang w:eastAsia="zh-CN"/>
        </w:rPr>
        <w:t>covered</w:t>
      </w:r>
      <w:r w:rsidRPr="008C6DE4">
        <w:rPr>
          <w:noProof/>
        </w:rPr>
        <w:t xml:space="preserve"> </w:t>
      </w:r>
      <w:r w:rsidRPr="008C6DE4">
        <w:rPr>
          <w:noProof/>
          <w:lang w:eastAsia="zh-CN"/>
        </w:rPr>
        <w:t>by the MGL</w:t>
      </w:r>
      <w:r w:rsidRPr="008C6DE4">
        <w:rPr>
          <w:noProof/>
        </w:rPr>
        <w:t xml:space="preserve"> excluding RF switching time. </w:t>
      </w:r>
      <w:r w:rsidRPr="008C6DE4">
        <w:t xml:space="preserve">For intra-frequency NR </w:t>
      </w:r>
      <w:r w:rsidRPr="008C6DE4">
        <w:rPr>
          <w:noProof/>
        </w:rPr>
        <w:t>measurement object</w:t>
      </w:r>
      <w:r w:rsidRPr="008C6DE4">
        <w:t xml:space="preserve">s, if the higher layer in TS 38.331 [2] signaling of </w:t>
      </w:r>
      <w:r w:rsidRPr="008C6DE4">
        <w:rPr>
          <w:i/>
        </w:rPr>
        <w:t>smtc2</w:t>
      </w:r>
      <w:r w:rsidRPr="008C6DE4">
        <w:t xml:space="preserve"> is configured, the assumed periodicity of SMTC occasions corresponds to the value of higher layer parameter </w:t>
      </w:r>
      <w:r w:rsidRPr="008C6DE4">
        <w:rPr>
          <w:i/>
        </w:rPr>
        <w:t>smtc2</w:t>
      </w:r>
      <w:r w:rsidRPr="008C6DE4">
        <w:t xml:space="preserve">; otherwise the assumed periodicity of SMTC occasions corresponds to the value of higher layer parameter </w:t>
      </w:r>
      <w:r w:rsidRPr="008C6DE4">
        <w:rPr>
          <w:i/>
        </w:rPr>
        <w:t>smtc1</w:t>
      </w:r>
      <w:r w:rsidRPr="008C6DE4">
        <w:t>.</w:t>
      </w:r>
    </w:p>
    <w:p w14:paraId="60100638" w14:textId="39A7BDB9" w:rsidR="00476DD5" w:rsidRPr="008C6DE4" w:rsidRDefault="00476DD5" w:rsidP="00476DD5">
      <w:pPr>
        <w:pStyle w:val="B10"/>
        <w:rPr>
          <w:noProof/>
        </w:rPr>
      </w:pPr>
      <w:r w:rsidRPr="008C6DE4">
        <w:rPr>
          <w:noProof/>
        </w:rPr>
        <w:t>-</w:t>
      </w:r>
      <w:r w:rsidRPr="008C6DE4">
        <w:rPr>
          <w:noProof/>
        </w:rPr>
        <w:tab/>
        <w:t>An inter-RAT measurement object is a candidate to be measured in all measurement gaps.</w:t>
      </w:r>
    </w:p>
    <w:p w14:paraId="3EC8CAA2" w14:textId="77777777" w:rsidR="001C0623" w:rsidRPr="008C6DE4" w:rsidRDefault="001C0623" w:rsidP="002777B2">
      <w:pPr>
        <w:pStyle w:val="B10"/>
        <w:rPr>
          <w:noProof/>
        </w:rPr>
      </w:pPr>
      <w:r w:rsidRPr="008C6DE4">
        <w:rPr>
          <w:noProof/>
        </w:rPr>
        <w:t>For UEs which support and are configured with per FR gaps, the counting is done on a per FR basis, and for UEs which are configured with per UE gaps the counting is done on a per UE basis.</w:t>
      </w:r>
    </w:p>
    <w:p w14:paraId="35E257DE" w14:textId="77777777" w:rsidR="001C0623" w:rsidRPr="008C6DE4" w:rsidRDefault="001C0623" w:rsidP="002777B2">
      <w:pPr>
        <w:pStyle w:val="B10"/>
        <w:rPr>
          <w:noProof/>
        </w:rPr>
      </w:pPr>
      <w:r w:rsidRPr="008C6DE4">
        <w:rPr>
          <w:noProof/>
        </w:rPr>
        <w:t>If the number of configured inter-frequency and inter-RAT measuerement objects is non-zero and the UE is configured with per UE gaps, or if the UE is configured with per FR gaps:</w:t>
      </w:r>
    </w:p>
    <w:p w14:paraId="4751A4E2" w14:textId="13060F74" w:rsidR="001C0623" w:rsidRPr="008C6DE4" w:rsidRDefault="001C0623" w:rsidP="002777B2">
      <w:pPr>
        <w:pStyle w:val="B2"/>
        <w:rPr>
          <w:noProof/>
        </w:rPr>
      </w:pPr>
      <w:r w:rsidRPr="008C6DE4">
        <w:rPr>
          <w:noProof/>
          <w:lang w:eastAsia="zh-CN"/>
        </w:rPr>
        <w:t>FR1</w:t>
      </w:r>
      <w:r w:rsidRPr="008C6DE4">
        <w:rPr>
          <w:noProof/>
        </w:rPr>
        <w:t xml:space="preserve"> and FR2 intra-frequency measurement objects belong to group A</w:t>
      </w:r>
    </w:p>
    <w:p w14:paraId="222F45A6" w14:textId="6A8B811F" w:rsidR="001C0623" w:rsidRPr="008C6DE4" w:rsidRDefault="001C0623" w:rsidP="002777B2">
      <w:pPr>
        <w:pStyle w:val="B2"/>
        <w:rPr>
          <w:noProof/>
        </w:rPr>
      </w:pPr>
      <w:r w:rsidRPr="008C6DE4">
        <w:rPr>
          <w:noProof/>
        </w:rPr>
        <w:t>Inter-frequency and inter-RAT measurement objects belong to group B</w:t>
      </w:r>
    </w:p>
    <w:p w14:paraId="0A8FB917" w14:textId="77777777" w:rsidR="001C0623" w:rsidRPr="008C6DE4" w:rsidRDefault="001C0623" w:rsidP="002777B2">
      <w:pPr>
        <w:pStyle w:val="B2"/>
        <w:rPr>
          <w:noProof/>
        </w:rPr>
      </w:pPr>
      <w:r w:rsidRPr="008C6DE4">
        <w:rPr>
          <w:noProof/>
        </w:rPr>
        <w:t>M</w:t>
      </w:r>
      <w:r w:rsidRPr="008C6DE4">
        <w:rPr>
          <w:noProof/>
          <w:vertAlign w:val="subscript"/>
        </w:rPr>
        <w:t>groupA,i,j</w:t>
      </w:r>
      <w:r w:rsidRPr="008C6DE4">
        <w:rPr>
          <w:noProof/>
        </w:rPr>
        <w:t xml:space="preserve">: </w:t>
      </w:r>
      <w:r w:rsidRPr="008C6DE4">
        <w:rPr>
          <w:noProof/>
          <w:lang w:eastAsia="zh-CN"/>
        </w:rPr>
        <w:t>Sum of the n</w:t>
      </w:r>
      <w:r w:rsidRPr="008C6DE4">
        <w:rPr>
          <w:noProof/>
        </w:rPr>
        <w:t>umber of</w:t>
      </w:r>
      <w:r w:rsidRPr="008C6DE4">
        <w:rPr>
          <w:noProof/>
          <w:lang w:eastAsia="zh-CN"/>
        </w:rPr>
        <w:t xml:space="preserve"> FR1</w:t>
      </w:r>
      <w:r w:rsidRPr="008C6DE4">
        <w:rPr>
          <w:noProof/>
        </w:rPr>
        <w:t xml:space="preserve"> intra-frequency measurement objects</w:t>
      </w:r>
      <w:r w:rsidRPr="008C6DE4">
        <w:rPr>
          <w:noProof/>
          <w:lang w:eastAsia="zh-CN"/>
        </w:rPr>
        <w:t xml:space="preserve"> </w:t>
      </w:r>
      <w:r w:rsidRPr="008C6DE4">
        <w:rPr>
          <w:noProof/>
        </w:rPr>
        <w:t>M</w:t>
      </w:r>
      <w:r w:rsidRPr="008C6DE4">
        <w:rPr>
          <w:noProof/>
          <w:vertAlign w:val="subscript"/>
        </w:rPr>
        <w:t>intra</w:t>
      </w:r>
      <w:r w:rsidRPr="008C6DE4">
        <w:rPr>
          <w:noProof/>
          <w:vertAlign w:val="subscript"/>
          <w:lang w:eastAsia="zh-CN"/>
        </w:rPr>
        <w:t>-FR1</w:t>
      </w:r>
      <w:r w:rsidRPr="008C6DE4">
        <w:rPr>
          <w:noProof/>
          <w:vertAlign w:val="subscript"/>
        </w:rPr>
        <w:t>,i,j</w:t>
      </w:r>
      <w:r w:rsidRPr="008C6DE4">
        <w:rPr>
          <w:noProof/>
          <w:lang w:eastAsia="zh-CN"/>
        </w:rPr>
        <w:t xml:space="preserve"> and</w:t>
      </w:r>
      <w:r w:rsidRPr="008C6DE4">
        <w:rPr>
          <w:noProof/>
        </w:rPr>
        <w:t xml:space="preserve"> </w:t>
      </w:r>
      <w:r w:rsidRPr="008C6DE4">
        <w:rPr>
          <w:noProof/>
          <w:lang w:eastAsia="zh-CN"/>
        </w:rPr>
        <w:t>the n</w:t>
      </w:r>
      <w:r w:rsidRPr="008C6DE4">
        <w:rPr>
          <w:noProof/>
        </w:rPr>
        <w:t>umber of</w:t>
      </w:r>
      <w:r w:rsidRPr="008C6DE4">
        <w:rPr>
          <w:noProof/>
          <w:lang w:eastAsia="zh-CN"/>
        </w:rPr>
        <w:t xml:space="preserve"> FR2</w:t>
      </w:r>
      <w:r w:rsidRPr="008C6DE4">
        <w:rPr>
          <w:noProof/>
        </w:rPr>
        <w:t xml:space="preserve"> intra-frequency measurement objects</w:t>
      </w:r>
      <w:r w:rsidRPr="008C6DE4">
        <w:rPr>
          <w:noProof/>
          <w:lang w:eastAsia="zh-CN"/>
        </w:rPr>
        <w:t xml:space="preserve"> </w:t>
      </w:r>
      <w:r w:rsidRPr="008C6DE4">
        <w:rPr>
          <w:noProof/>
        </w:rPr>
        <w:t>M</w:t>
      </w:r>
      <w:r w:rsidRPr="008C6DE4">
        <w:rPr>
          <w:noProof/>
          <w:vertAlign w:val="subscript"/>
        </w:rPr>
        <w:t>intra</w:t>
      </w:r>
      <w:r w:rsidRPr="008C6DE4">
        <w:rPr>
          <w:noProof/>
          <w:vertAlign w:val="subscript"/>
          <w:lang w:eastAsia="zh-CN"/>
        </w:rPr>
        <w:t>-FR2</w:t>
      </w:r>
      <w:r w:rsidRPr="008C6DE4">
        <w:rPr>
          <w:noProof/>
          <w:vertAlign w:val="subscript"/>
        </w:rPr>
        <w:t>,i,j</w:t>
      </w:r>
      <w:r w:rsidRPr="008C6DE4">
        <w:rPr>
          <w:noProof/>
          <w:lang w:eastAsia="zh-CN"/>
        </w:rPr>
        <w:t xml:space="preserve"> </w:t>
      </w:r>
      <w:r w:rsidRPr="008C6DE4">
        <w:rPr>
          <w:noProof/>
        </w:rPr>
        <w:t xml:space="preserve">which are candidates to be measured in gap </w:t>
      </w:r>
      <w:r w:rsidRPr="008C6DE4">
        <w:rPr>
          <w:i/>
          <w:noProof/>
        </w:rPr>
        <w:t>j</w:t>
      </w:r>
      <w:r w:rsidRPr="008C6DE4">
        <w:rPr>
          <w:noProof/>
        </w:rPr>
        <w:t xml:space="preserve"> where the </w:t>
      </w:r>
      <w:r w:rsidRPr="008C6DE4">
        <w:rPr>
          <w:lang w:val="en-US"/>
        </w:rPr>
        <w:t xml:space="preserve">measurement object </w:t>
      </w:r>
      <w:r w:rsidRPr="008C6DE4">
        <w:rPr>
          <w:i/>
          <w:noProof/>
        </w:rPr>
        <w:t>i</w:t>
      </w:r>
      <w:r w:rsidRPr="008C6DE4">
        <w:rPr>
          <w:noProof/>
        </w:rPr>
        <w:t xml:space="preserve"> is also a candidate. Otherwise M</w:t>
      </w:r>
      <w:r w:rsidRPr="008C6DE4">
        <w:rPr>
          <w:noProof/>
          <w:vertAlign w:val="subscript"/>
        </w:rPr>
        <w:t>groupA,i,j</w:t>
      </w:r>
      <w:r w:rsidRPr="008C6DE4">
        <w:rPr>
          <w:noProof/>
        </w:rPr>
        <w:t xml:space="preserve">  equals 0.</w:t>
      </w:r>
    </w:p>
    <w:p w14:paraId="46BC5B48" w14:textId="77777777" w:rsidR="001C0623" w:rsidRPr="008C6DE4" w:rsidRDefault="001C0623" w:rsidP="002777B2">
      <w:pPr>
        <w:pStyle w:val="B2"/>
        <w:rPr>
          <w:noProof/>
          <w:lang w:eastAsia="zh-CN"/>
        </w:rPr>
      </w:pPr>
      <w:r w:rsidRPr="008C6DE4">
        <w:rPr>
          <w:noProof/>
        </w:rPr>
        <w:t>M</w:t>
      </w:r>
      <w:r w:rsidRPr="008C6DE4">
        <w:rPr>
          <w:noProof/>
          <w:vertAlign w:val="subscript"/>
        </w:rPr>
        <w:t xml:space="preserve">groupBi,j </w:t>
      </w:r>
      <w:r w:rsidRPr="008C6DE4">
        <w:rPr>
          <w:noProof/>
        </w:rPr>
        <w:t xml:space="preserve">: Number of NR inter-frequency and EUTRA inter-RAT measurement objects which are candidates to be measured in gap </w:t>
      </w:r>
      <w:r w:rsidRPr="008C6DE4">
        <w:rPr>
          <w:i/>
          <w:noProof/>
        </w:rPr>
        <w:t>j</w:t>
      </w:r>
      <w:r w:rsidRPr="008C6DE4">
        <w:rPr>
          <w:noProof/>
        </w:rPr>
        <w:t xml:space="preserve"> where the </w:t>
      </w:r>
      <w:r w:rsidRPr="008C6DE4">
        <w:rPr>
          <w:lang w:val="en-US"/>
        </w:rPr>
        <w:t>measurement object</w:t>
      </w:r>
      <w:r w:rsidRPr="008C6DE4">
        <w:rPr>
          <w:noProof/>
          <w:lang w:val="en-US"/>
        </w:rPr>
        <w:t xml:space="preserve"> </w:t>
      </w:r>
      <w:r w:rsidRPr="008C6DE4">
        <w:rPr>
          <w:i/>
          <w:noProof/>
        </w:rPr>
        <w:t>i</w:t>
      </w:r>
      <w:r w:rsidRPr="008C6DE4">
        <w:rPr>
          <w:noProof/>
        </w:rPr>
        <w:t xml:space="preserve"> is also a candidate. Otherwise M</w:t>
      </w:r>
      <w:r w:rsidRPr="008C6DE4">
        <w:rPr>
          <w:noProof/>
          <w:vertAlign w:val="subscript"/>
        </w:rPr>
        <w:t>groupB,i,j</w:t>
      </w:r>
      <w:r w:rsidRPr="008C6DE4">
        <w:rPr>
          <w:noProof/>
        </w:rPr>
        <w:t xml:space="preserve">  equals 0.</w:t>
      </w:r>
    </w:p>
    <w:p w14:paraId="4306AE46" w14:textId="77777777" w:rsidR="001C0623" w:rsidRPr="008C6DE4" w:rsidRDefault="001C0623" w:rsidP="002777B2">
      <w:pPr>
        <w:pStyle w:val="B10"/>
        <w:rPr>
          <w:noProof/>
        </w:rPr>
      </w:pPr>
      <w:r w:rsidRPr="008C6DE4">
        <w:rPr>
          <w:noProof/>
        </w:rPr>
        <w:t>If the number of configured inter-frequency and inter-RAT measuerement objects is zero and the UE is configured with per UE gaps:</w:t>
      </w:r>
    </w:p>
    <w:p w14:paraId="72589A74" w14:textId="04E57402" w:rsidR="001C0623" w:rsidRPr="008C6DE4" w:rsidRDefault="001C0623" w:rsidP="002777B2">
      <w:pPr>
        <w:pStyle w:val="B2"/>
        <w:rPr>
          <w:noProof/>
        </w:rPr>
      </w:pPr>
      <w:r w:rsidRPr="008C6DE4">
        <w:rPr>
          <w:noProof/>
          <w:lang w:eastAsia="zh-CN"/>
        </w:rPr>
        <w:t>FR1</w:t>
      </w:r>
      <w:r w:rsidRPr="008C6DE4">
        <w:rPr>
          <w:noProof/>
        </w:rPr>
        <w:t xml:space="preserve"> intra-frequency measurement objects belong to group A</w:t>
      </w:r>
    </w:p>
    <w:p w14:paraId="4C2A4AFA" w14:textId="71A019DC" w:rsidR="001C0623" w:rsidRPr="008C6DE4" w:rsidRDefault="001C0623" w:rsidP="002777B2">
      <w:pPr>
        <w:pStyle w:val="B2"/>
        <w:rPr>
          <w:noProof/>
        </w:rPr>
      </w:pPr>
      <w:r w:rsidRPr="008C6DE4">
        <w:rPr>
          <w:noProof/>
        </w:rPr>
        <w:t>FR2 intra-frequency measurement objects belong to group B</w:t>
      </w:r>
    </w:p>
    <w:p w14:paraId="0D8B35F6" w14:textId="77777777" w:rsidR="001C0623" w:rsidRPr="008C6DE4" w:rsidRDefault="001C0623" w:rsidP="002777B2">
      <w:pPr>
        <w:pStyle w:val="B2"/>
        <w:rPr>
          <w:noProof/>
        </w:rPr>
      </w:pPr>
      <w:r w:rsidRPr="008C6DE4">
        <w:rPr>
          <w:noProof/>
        </w:rPr>
        <w:t>M</w:t>
      </w:r>
      <w:r w:rsidRPr="008C6DE4">
        <w:rPr>
          <w:noProof/>
          <w:vertAlign w:val="subscript"/>
        </w:rPr>
        <w:t>groupA,i,j</w:t>
      </w:r>
      <w:r w:rsidRPr="008C6DE4">
        <w:rPr>
          <w:noProof/>
        </w:rPr>
        <w:t xml:space="preserve">: </w:t>
      </w:r>
      <w:r w:rsidRPr="008C6DE4">
        <w:rPr>
          <w:noProof/>
          <w:lang w:eastAsia="zh-CN"/>
        </w:rPr>
        <w:t>The n</w:t>
      </w:r>
      <w:r w:rsidRPr="008C6DE4">
        <w:rPr>
          <w:noProof/>
        </w:rPr>
        <w:t>umber of</w:t>
      </w:r>
      <w:r w:rsidRPr="008C6DE4">
        <w:rPr>
          <w:noProof/>
          <w:lang w:eastAsia="zh-CN"/>
        </w:rPr>
        <w:t xml:space="preserve"> FR1</w:t>
      </w:r>
      <w:r w:rsidRPr="008C6DE4">
        <w:rPr>
          <w:noProof/>
        </w:rPr>
        <w:t xml:space="preserve"> intra-frequency measurement objects</w:t>
      </w:r>
      <w:r w:rsidRPr="008C6DE4">
        <w:rPr>
          <w:noProof/>
          <w:lang w:eastAsia="zh-CN"/>
        </w:rPr>
        <w:t xml:space="preserve"> </w:t>
      </w:r>
      <w:r w:rsidRPr="008C6DE4">
        <w:rPr>
          <w:noProof/>
        </w:rPr>
        <w:t>M</w:t>
      </w:r>
      <w:r w:rsidRPr="008C6DE4">
        <w:rPr>
          <w:noProof/>
          <w:vertAlign w:val="subscript"/>
        </w:rPr>
        <w:t>intra</w:t>
      </w:r>
      <w:r w:rsidRPr="008C6DE4">
        <w:rPr>
          <w:noProof/>
          <w:vertAlign w:val="subscript"/>
          <w:lang w:eastAsia="zh-CN"/>
        </w:rPr>
        <w:t>-FR1</w:t>
      </w:r>
      <w:r w:rsidRPr="008C6DE4">
        <w:rPr>
          <w:noProof/>
          <w:vertAlign w:val="subscript"/>
        </w:rPr>
        <w:t>,i,j</w:t>
      </w:r>
      <w:r w:rsidRPr="008C6DE4">
        <w:rPr>
          <w:noProof/>
          <w:lang w:eastAsia="zh-CN"/>
        </w:rPr>
        <w:t xml:space="preserve"> </w:t>
      </w:r>
      <w:r w:rsidRPr="008C6DE4">
        <w:rPr>
          <w:noProof/>
        </w:rPr>
        <w:t xml:space="preserve">which are candidates to be measured in gap </w:t>
      </w:r>
      <w:r w:rsidRPr="008C6DE4">
        <w:rPr>
          <w:i/>
          <w:noProof/>
        </w:rPr>
        <w:t>j</w:t>
      </w:r>
      <w:r w:rsidRPr="008C6DE4">
        <w:rPr>
          <w:noProof/>
        </w:rPr>
        <w:t xml:space="preserve"> where the </w:t>
      </w:r>
      <w:r w:rsidRPr="008C6DE4">
        <w:rPr>
          <w:lang w:val="en-US"/>
        </w:rPr>
        <w:t xml:space="preserve">measurement object </w:t>
      </w:r>
      <w:r w:rsidRPr="008C6DE4">
        <w:rPr>
          <w:i/>
          <w:noProof/>
        </w:rPr>
        <w:t>i</w:t>
      </w:r>
      <w:r w:rsidRPr="008C6DE4">
        <w:rPr>
          <w:noProof/>
        </w:rPr>
        <w:t xml:space="preserve"> is also a candidate. Otherwise M</w:t>
      </w:r>
      <w:r w:rsidRPr="008C6DE4">
        <w:rPr>
          <w:noProof/>
          <w:vertAlign w:val="subscript"/>
        </w:rPr>
        <w:t>groupA,i,j</w:t>
      </w:r>
      <w:r w:rsidRPr="008C6DE4">
        <w:rPr>
          <w:noProof/>
        </w:rPr>
        <w:t xml:space="preserve">  equals 0.</w:t>
      </w:r>
    </w:p>
    <w:p w14:paraId="30A1C961" w14:textId="77777777" w:rsidR="001C0623" w:rsidRPr="008C6DE4" w:rsidRDefault="001C0623" w:rsidP="002777B2">
      <w:pPr>
        <w:pStyle w:val="B2"/>
        <w:rPr>
          <w:noProof/>
        </w:rPr>
      </w:pPr>
      <w:r w:rsidRPr="008C6DE4">
        <w:rPr>
          <w:noProof/>
        </w:rPr>
        <w:t>M</w:t>
      </w:r>
      <w:r w:rsidRPr="008C6DE4">
        <w:rPr>
          <w:noProof/>
          <w:vertAlign w:val="subscript"/>
        </w:rPr>
        <w:t xml:space="preserve">groupBi,j </w:t>
      </w:r>
      <w:r w:rsidRPr="008C6DE4">
        <w:rPr>
          <w:noProof/>
        </w:rPr>
        <w:t>: T</w:t>
      </w:r>
      <w:r w:rsidRPr="008C6DE4">
        <w:rPr>
          <w:noProof/>
          <w:lang w:eastAsia="zh-CN"/>
        </w:rPr>
        <w:t>he n</w:t>
      </w:r>
      <w:r w:rsidRPr="008C6DE4">
        <w:rPr>
          <w:noProof/>
        </w:rPr>
        <w:t>umber of</w:t>
      </w:r>
      <w:r w:rsidRPr="008C6DE4">
        <w:rPr>
          <w:noProof/>
          <w:lang w:eastAsia="zh-CN"/>
        </w:rPr>
        <w:t xml:space="preserve"> FR2</w:t>
      </w:r>
      <w:r w:rsidRPr="008C6DE4">
        <w:rPr>
          <w:noProof/>
        </w:rPr>
        <w:t xml:space="preserve"> intra-frequency measurement objects</w:t>
      </w:r>
      <w:r w:rsidRPr="008C6DE4">
        <w:rPr>
          <w:noProof/>
          <w:lang w:eastAsia="zh-CN"/>
        </w:rPr>
        <w:t xml:space="preserve"> </w:t>
      </w:r>
      <w:r w:rsidRPr="008C6DE4">
        <w:rPr>
          <w:noProof/>
        </w:rPr>
        <w:t>M</w:t>
      </w:r>
      <w:r w:rsidRPr="008C6DE4">
        <w:rPr>
          <w:noProof/>
          <w:vertAlign w:val="subscript"/>
        </w:rPr>
        <w:t>intra</w:t>
      </w:r>
      <w:r w:rsidRPr="008C6DE4">
        <w:rPr>
          <w:noProof/>
          <w:vertAlign w:val="subscript"/>
          <w:lang w:eastAsia="zh-CN"/>
        </w:rPr>
        <w:t>-FR2</w:t>
      </w:r>
      <w:r w:rsidRPr="008C6DE4">
        <w:rPr>
          <w:noProof/>
          <w:vertAlign w:val="subscript"/>
        </w:rPr>
        <w:t>,i,j</w:t>
      </w:r>
      <w:r w:rsidRPr="008C6DE4">
        <w:rPr>
          <w:noProof/>
          <w:lang w:eastAsia="zh-CN"/>
        </w:rPr>
        <w:t xml:space="preserve"> </w:t>
      </w:r>
      <w:r w:rsidRPr="008C6DE4">
        <w:rPr>
          <w:noProof/>
        </w:rPr>
        <w:t xml:space="preserve">which are candidates to be measured in gap </w:t>
      </w:r>
      <w:r w:rsidRPr="008C6DE4">
        <w:rPr>
          <w:i/>
          <w:noProof/>
        </w:rPr>
        <w:t>j</w:t>
      </w:r>
      <w:r w:rsidRPr="008C6DE4">
        <w:rPr>
          <w:noProof/>
        </w:rPr>
        <w:t xml:space="preserve"> where the </w:t>
      </w:r>
      <w:r w:rsidRPr="008C6DE4">
        <w:rPr>
          <w:lang w:val="en-US"/>
        </w:rPr>
        <w:t xml:space="preserve">measurement object </w:t>
      </w:r>
      <w:r w:rsidRPr="008C6DE4">
        <w:rPr>
          <w:i/>
          <w:noProof/>
        </w:rPr>
        <w:t>i</w:t>
      </w:r>
      <w:r w:rsidRPr="008C6DE4">
        <w:rPr>
          <w:noProof/>
        </w:rPr>
        <w:t xml:space="preserve"> is also a candidate. Otherwise M</w:t>
      </w:r>
      <w:r w:rsidRPr="008C6DE4">
        <w:rPr>
          <w:noProof/>
          <w:vertAlign w:val="subscript"/>
        </w:rPr>
        <w:t>groupB,i,j</w:t>
      </w:r>
      <w:r w:rsidRPr="008C6DE4">
        <w:rPr>
          <w:noProof/>
        </w:rPr>
        <w:t xml:space="preserve">  equals 0.</w:t>
      </w:r>
    </w:p>
    <w:p w14:paraId="49B74BC1" w14:textId="77777777" w:rsidR="001C0623" w:rsidRPr="008C6DE4" w:rsidRDefault="001C0623" w:rsidP="002777B2">
      <w:pPr>
        <w:pStyle w:val="B10"/>
        <w:rPr>
          <w:noProof/>
        </w:rPr>
      </w:pPr>
      <w:r w:rsidRPr="008C6DE4">
        <w:rPr>
          <w:noProof/>
        </w:rPr>
        <w:t>M</w:t>
      </w:r>
      <w:r w:rsidRPr="008C6DE4">
        <w:rPr>
          <w:noProof/>
          <w:vertAlign w:val="subscript"/>
        </w:rPr>
        <w:t>tot,i,j</w:t>
      </w:r>
      <w:r w:rsidRPr="008C6DE4">
        <w:rPr>
          <w:noProof/>
        </w:rPr>
        <w:t xml:space="preserve"> = M</w:t>
      </w:r>
      <w:r w:rsidRPr="008C6DE4">
        <w:rPr>
          <w:noProof/>
          <w:vertAlign w:val="subscript"/>
        </w:rPr>
        <w:t>groupA,i,j</w:t>
      </w:r>
      <w:r w:rsidRPr="008C6DE4">
        <w:rPr>
          <w:noProof/>
        </w:rPr>
        <w:t xml:space="preserve"> + M</w:t>
      </w:r>
      <w:r w:rsidRPr="008C6DE4">
        <w:rPr>
          <w:noProof/>
          <w:vertAlign w:val="subscript"/>
        </w:rPr>
        <w:t xml:space="preserve">groupB,i,j </w:t>
      </w:r>
      <w:r w:rsidRPr="008C6DE4">
        <w:rPr>
          <w:noProof/>
        </w:rPr>
        <w:t xml:space="preserve">: Total number of group A and group B measurement objects which are candidates to be measured in gap </w:t>
      </w:r>
      <w:r w:rsidRPr="008C6DE4">
        <w:rPr>
          <w:i/>
          <w:noProof/>
        </w:rPr>
        <w:t>j</w:t>
      </w:r>
      <w:r w:rsidRPr="008C6DE4">
        <w:rPr>
          <w:noProof/>
        </w:rPr>
        <w:t xml:space="preserve"> where the </w:t>
      </w:r>
      <w:r w:rsidRPr="008C6DE4">
        <w:rPr>
          <w:lang w:val="en-US"/>
        </w:rPr>
        <w:t>measurement object</w:t>
      </w:r>
      <w:r w:rsidRPr="008C6DE4">
        <w:rPr>
          <w:noProof/>
          <w:lang w:val="en-US"/>
        </w:rPr>
        <w:t xml:space="preserve"> </w:t>
      </w:r>
      <w:r w:rsidRPr="008C6DE4">
        <w:rPr>
          <w:i/>
          <w:noProof/>
        </w:rPr>
        <w:t>i</w:t>
      </w:r>
      <w:r w:rsidRPr="008C6DE4">
        <w:rPr>
          <w:noProof/>
        </w:rPr>
        <w:t xml:space="preserve"> is also a candidate. Otherwise M</w:t>
      </w:r>
      <w:r w:rsidRPr="008C6DE4">
        <w:rPr>
          <w:noProof/>
          <w:vertAlign w:val="subscript"/>
        </w:rPr>
        <w:t>tot,i,j</w:t>
      </w:r>
      <w:r w:rsidRPr="008C6DE4">
        <w:rPr>
          <w:noProof/>
        </w:rPr>
        <w:t xml:space="preserve"> equals 0.</w:t>
      </w:r>
    </w:p>
    <w:p w14:paraId="17E209D3" w14:textId="77777777" w:rsidR="001C0623" w:rsidRPr="008C6DE4" w:rsidRDefault="001C0623" w:rsidP="002777B2">
      <w:pPr>
        <w:rPr>
          <w:noProof/>
        </w:rPr>
      </w:pPr>
      <w:r w:rsidRPr="008C6DE4">
        <w:rPr>
          <w:noProof/>
        </w:rPr>
        <w:t xml:space="preserve">For each measurement gap </w:t>
      </w:r>
      <w:r w:rsidRPr="008C6DE4">
        <w:rPr>
          <w:i/>
          <w:noProof/>
        </w:rPr>
        <w:t>j</w:t>
      </w:r>
      <w:r w:rsidRPr="008C6DE4">
        <w:rPr>
          <w:noProof/>
        </w:rPr>
        <w:t xml:space="preserve"> used for an RSTD measurement with periodicity Tprs&gt;160ms </w:t>
      </w:r>
      <w:r w:rsidRPr="008C6DE4">
        <w:t xml:space="preserve">or with periodicity Tprs=160ms but </w:t>
      </w:r>
      <w:r w:rsidRPr="008C6DE4">
        <w:rPr>
          <w:i/>
          <w:iCs/>
        </w:rPr>
        <w:t>prs-MutingInfo-r9</w:t>
      </w:r>
      <w:r w:rsidRPr="008C6DE4">
        <w:t xml:space="preserve"> is configured </w:t>
      </w:r>
      <w:r w:rsidRPr="008C6DE4">
        <w:rPr>
          <w:noProof/>
        </w:rPr>
        <w:t>within an arbitrary 160ms period, M</w:t>
      </w:r>
      <w:r w:rsidRPr="008C6DE4">
        <w:rPr>
          <w:noProof/>
          <w:vertAlign w:val="subscript"/>
        </w:rPr>
        <w:t>intra,i,j</w:t>
      </w:r>
      <w:r w:rsidRPr="008C6DE4">
        <w:rPr>
          <w:noProof/>
        </w:rPr>
        <w:t xml:space="preserve"> = M</w:t>
      </w:r>
      <w:r w:rsidRPr="008C6DE4">
        <w:rPr>
          <w:noProof/>
          <w:vertAlign w:val="subscript"/>
        </w:rPr>
        <w:t xml:space="preserve">inter,i,j </w:t>
      </w:r>
      <w:r w:rsidRPr="008C6DE4">
        <w:rPr>
          <w:noProof/>
        </w:rPr>
        <w:t>= M</w:t>
      </w:r>
      <w:r w:rsidRPr="008C6DE4">
        <w:rPr>
          <w:noProof/>
          <w:vertAlign w:val="subscript"/>
        </w:rPr>
        <w:t>tot,i,j</w:t>
      </w:r>
      <w:r w:rsidRPr="008C6DE4">
        <w:rPr>
          <w:noProof/>
        </w:rPr>
        <w:t xml:space="preserve"> =0.</w:t>
      </w:r>
    </w:p>
    <w:p w14:paraId="525F346A" w14:textId="77777777" w:rsidR="00D4281A" w:rsidRPr="008C6DE4" w:rsidRDefault="00D4281A" w:rsidP="001C0623">
      <w:pPr>
        <w:rPr>
          <w:noProof/>
        </w:rPr>
      </w:pPr>
      <w:r w:rsidRPr="008C6DE4">
        <w:rPr>
          <w:noProof/>
        </w:rPr>
        <w:t>The carrier specific scaling factor CSSF</w:t>
      </w:r>
      <w:r w:rsidRPr="008C6DE4">
        <w:rPr>
          <w:vertAlign w:val="subscript"/>
        </w:rPr>
        <w:t>within_gap,i</w:t>
      </w:r>
      <w:r w:rsidRPr="008C6DE4">
        <w:rPr>
          <w:noProof/>
        </w:rPr>
        <w:t xml:space="preserve"> is given by:</w:t>
      </w:r>
    </w:p>
    <w:p w14:paraId="296ABAF3" w14:textId="77777777" w:rsidR="00D4281A" w:rsidRPr="008C6DE4" w:rsidRDefault="00D4281A" w:rsidP="00D4281A">
      <w:pPr>
        <w:ind w:left="248"/>
        <w:rPr>
          <w:noProof/>
        </w:rPr>
      </w:pPr>
      <w:r w:rsidRPr="008C6DE4">
        <w:rPr>
          <w:noProof/>
        </w:rPr>
        <w:t xml:space="preserve">If </w:t>
      </w:r>
      <w:r w:rsidRPr="008C6DE4">
        <w:rPr>
          <w:i/>
        </w:rPr>
        <w:t>measGapSharingScheme</w:t>
      </w:r>
      <w:r w:rsidRPr="008C6DE4">
        <w:rPr>
          <w:noProof/>
        </w:rPr>
        <w:t xml:space="preserve"> is equal sharing, CSSF</w:t>
      </w:r>
      <w:r w:rsidRPr="008C6DE4">
        <w:rPr>
          <w:vertAlign w:val="subscript"/>
        </w:rPr>
        <w:t>within_gap,i</w:t>
      </w:r>
      <w:r w:rsidRPr="008C6DE4">
        <w:rPr>
          <w:noProof/>
        </w:rPr>
        <w:t>= max(ceil(R</w:t>
      </w:r>
      <w:r w:rsidRPr="008C6DE4">
        <w:rPr>
          <w:noProof/>
          <w:vertAlign w:val="subscript"/>
        </w:rPr>
        <w:t>i</w:t>
      </w:r>
      <w:r w:rsidRPr="008C6DE4">
        <w:rPr>
          <w:noProof/>
        </w:rPr>
        <w:t>×M</w:t>
      </w:r>
      <w:r w:rsidRPr="008C6DE4">
        <w:rPr>
          <w:noProof/>
          <w:vertAlign w:val="subscript"/>
        </w:rPr>
        <w:t>tot,i,j</w:t>
      </w:r>
      <w:r w:rsidRPr="008C6DE4">
        <w:rPr>
          <w:noProof/>
        </w:rPr>
        <w:t xml:space="preserve">)), where </w:t>
      </w:r>
      <w:r w:rsidRPr="008C6DE4">
        <w:rPr>
          <w:i/>
          <w:noProof/>
        </w:rPr>
        <w:t>j</w:t>
      </w:r>
      <w:r w:rsidRPr="008C6DE4">
        <w:rPr>
          <w:noProof/>
        </w:rPr>
        <w:t>=0…(160/MGRP)-1</w:t>
      </w:r>
    </w:p>
    <w:p w14:paraId="7E2F4F4C" w14:textId="77777777" w:rsidR="00830CEE" w:rsidRPr="008C6DE4" w:rsidRDefault="00830CEE" w:rsidP="002777B2">
      <w:pPr>
        <w:pStyle w:val="B10"/>
        <w:ind w:left="0" w:firstLine="248"/>
        <w:rPr>
          <w:noProof/>
        </w:rPr>
      </w:pPr>
      <w:r w:rsidRPr="008C6DE4">
        <w:rPr>
          <w:noProof/>
        </w:rPr>
        <w:t xml:space="preserve">If </w:t>
      </w:r>
      <w:r w:rsidRPr="008C6DE4">
        <w:rPr>
          <w:i/>
        </w:rPr>
        <w:t>measGapSharingScheme</w:t>
      </w:r>
      <w:r w:rsidRPr="008C6DE4">
        <w:rPr>
          <w:noProof/>
        </w:rPr>
        <w:t xml:space="preserve"> is not equal sharing and</w:t>
      </w:r>
    </w:p>
    <w:p w14:paraId="780205F3" w14:textId="77777777" w:rsidR="00830CEE" w:rsidRPr="008C6DE4" w:rsidRDefault="00830CEE" w:rsidP="00830CEE">
      <w:pPr>
        <w:pStyle w:val="B2"/>
        <w:rPr>
          <w:noProof/>
        </w:rPr>
      </w:pPr>
      <w:r w:rsidRPr="008C6DE4">
        <w:rPr>
          <w:noProof/>
        </w:rPr>
        <w:t>-</w:t>
      </w:r>
      <w:r w:rsidRPr="008C6DE4">
        <w:rPr>
          <w:noProof/>
        </w:rPr>
        <w:tab/>
        <w:t>measurement object</w:t>
      </w:r>
      <w:r w:rsidRPr="008C6DE4">
        <w:rPr>
          <w:i/>
          <w:noProof/>
        </w:rPr>
        <w:t xml:space="preserve"> i</w:t>
      </w:r>
      <w:r w:rsidRPr="008C6DE4">
        <w:rPr>
          <w:noProof/>
        </w:rPr>
        <w:t xml:space="preserve"> is a group A measurement object, CSSF</w:t>
      </w:r>
      <w:r w:rsidRPr="008C6DE4">
        <w:rPr>
          <w:vertAlign w:val="subscript"/>
        </w:rPr>
        <w:t>within_gap,i</w:t>
      </w:r>
      <w:r w:rsidRPr="008C6DE4">
        <w:rPr>
          <w:noProof/>
        </w:rPr>
        <w:t xml:space="preserve"> is the maximum among</w:t>
      </w:r>
    </w:p>
    <w:p w14:paraId="00AB387D" w14:textId="5C2248CA" w:rsidR="00830CEE" w:rsidRPr="008C6DE4" w:rsidRDefault="00830CEE" w:rsidP="00830CEE">
      <w:pPr>
        <w:pStyle w:val="B3"/>
        <w:rPr>
          <w:noProof/>
        </w:rPr>
      </w:pPr>
      <w:r w:rsidRPr="008C6DE4">
        <w:rPr>
          <w:noProof/>
        </w:rPr>
        <w:t>-</w:t>
      </w:r>
      <w:r w:rsidRPr="008C6DE4">
        <w:rPr>
          <w:noProof/>
        </w:rPr>
        <w:tab/>
        <w:t>ceil(R</w:t>
      </w:r>
      <w:r w:rsidRPr="008C6DE4">
        <w:rPr>
          <w:noProof/>
          <w:vertAlign w:val="subscript"/>
        </w:rPr>
        <w:t>i</w:t>
      </w:r>
      <w:r w:rsidRPr="008C6DE4">
        <w:rPr>
          <w:noProof/>
        </w:rPr>
        <w:t>×K</w:t>
      </w:r>
      <w:r w:rsidRPr="008C6DE4">
        <w:rPr>
          <w:noProof/>
          <w:vertAlign w:val="subscript"/>
        </w:rPr>
        <w:t>intra</w:t>
      </w:r>
      <w:r w:rsidRPr="008C6DE4">
        <w:rPr>
          <w:noProof/>
        </w:rPr>
        <w:t>×M</w:t>
      </w:r>
      <w:r w:rsidRPr="008C6DE4">
        <w:rPr>
          <w:noProof/>
          <w:vertAlign w:val="subscript"/>
        </w:rPr>
        <w:t>groupA,i,j</w:t>
      </w:r>
      <w:r w:rsidRPr="008C6DE4">
        <w:rPr>
          <w:noProof/>
        </w:rPr>
        <w:t>) in gaps where M</w:t>
      </w:r>
      <w:r w:rsidRPr="008C6DE4">
        <w:rPr>
          <w:noProof/>
          <w:vertAlign w:val="subscript"/>
        </w:rPr>
        <w:t>groupB,i,j</w:t>
      </w:r>
      <w:r w:rsidRPr="008C6DE4">
        <w:rPr>
          <w:rFonts w:hint="eastAsia"/>
          <w:noProof/>
          <w:lang w:val="en-US"/>
        </w:rPr>
        <w:t>≠</w:t>
      </w:r>
      <w:r w:rsidRPr="008C6DE4">
        <w:rPr>
          <w:noProof/>
        </w:rPr>
        <w:t xml:space="preserve">0, where </w:t>
      </w:r>
      <w:r w:rsidRPr="008C6DE4">
        <w:rPr>
          <w:i/>
          <w:noProof/>
        </w:rPr>
        <w:t>j</w:t>
      </w:r>
      <w:r w:rsidRPr="008C6DE4">
        <w:rPr>
          <w:noProof/>
        </w:rPr>
        <w:t>=0…(160/MGRP)-1</w:t>
      </w:r>
    </w:p>
    <w:p w14:paraId="43A2B49A" w14:textId="406EB03B" w:rsidR="00830CEE" w:rsidRPr="008C6DE4" w:rsidRDefault="00830CEE" w:rsidP="00830CEE">
      <w:pPr>
        <w:pStyle w:val="B3"/>
        <w:rPr>
          <w:noProof/>
        </w:rPr>
      </w:pPr>
      <w:r w:rsidRPr="008C6DE4">
        <w:rPr>
          <w:noProof/>
        </w:rPr>
        <w:t>-</w:t>
      </w:r>
      <w:r w:rsidRPr="008C6DE4">
        <w:rPr>
          <w:noProof/>
        </w:rPr>
        <w:tab/>
        <w:t>ceil(R</w:t>
      </w:r>
      <w:r w:rsidRPr="008C6DE4">
        <w:rPr>
          <w:noProof/>
          <w:vertAlign w:val="subscript"/>
        </w:rPr>
        <w:t>i</w:t>
      </w:r>
      <w:r w:rsidRPr="008C6DE4">
        <w:rPr>
          <w:noProof/>
        </w:rPr>
        <w:t>×M</w:t>
      </w:r>
      <w:r w:rsidRPr="008C6DE4">
        <w:rPr>
          <w:noProof/>
          <w:vertAlign w:val="subscript"/>
        </w:rPr>
        <w:t>groupA,i,j</w:t>
      </w:r>
      <w:r w:rsidRPr="008C6DE4">
        <w:rPr>
          <w:noProof/>
        </w:rPr>
        <w:t>) in gaps where M</w:t>
      </w:r>
      <w:r w:rsidRPr="008C6DE4">
        <w:rPr>
          <w:noProof/>
          <w:vertAlign w:val="subscript"/>
        </w:rPr>
        <w:t>groupB,i,j</w:t>
      </w:r>
      <w:r w:rsidRPr="008C6DE4">
        <w:rPr>
          <w:noProof/>
        </w:rPr>
        <w:t xml:space="preserve">=0, where </w:t>
      </w:r>
      <w:r w:rsidRPr="008C6DE4">
        <w:rPr>
          <w:i/>
          <w:noProof/>
        </w:rPr>
        <w:t>j</w:t>
      </w:r>
      <w:r w:rsidRPr="008C6DE4">
        <w:rPr>
          <w:noProof/>
        </w:rPr>
        <w:t>=0…(160/MGRP)-1</w:t>
      </w:r>
    </w:p>
    <w:p w14:paraId="53F763B1" w14:textId="77777777" w:rsidR="00830CEE" w:rsidRPr="008C6DE4" w:rsidRDefault="00830CEE" w:rsidP="00830CEE">
      <w:pPr>
        <w:pStyle w:val="B2"/>
        <w:rPr>
          <w:noProof/>
        </w:rPr>
      </w:pPr>
      <w:r w:rsidRPr="008C6DE4">
        <w:rPr>
          <w:noProof/>
        </w:rPr>
        <w:t>-</w:t>
      </w:r>
      <w:r w:rsidRPr="008C6DE4">
        <w:rPr>
          <w:noProof/>
        </w:rPr>
        <w:tab/>
        <w:t>measurement object</w:t>
      </w:r>
      <w:r w:rsidRPr="008C6DE4">
        <w:rPr>
          <w:i/>
          <w:noProof/>
        </w:rPr>
        <w:t xml:space="preserve"> i</w:t>
      </w:r>
      <w:r w:rsidRPr="008C6DE4">
        <w:rPr>
          <w:noProof/>
        </w:rPr>
        <w:t xml:space="preserve"> is an group B measurement object, CSSF</w:t>
      </w:r>
      <w:r w:rsidRPr="008C6DE4">
        <w:rPr>
          <w:vertAlign w:val="subscript"/>
        </w:rPr>
        <w:t>within_gap,i</w:t>
      </w:r>
      <w:r w:rsidRPr="008C6DE4">
        <w:rPr>
          <w:noProof/>
        </w:rPr>
        <w:t xml:space="preserve"> is the maximum among</w:t>
      </w:r>
    </w:p>
    <w:p w14:paraId="54B86A3F" w14:textId="0ECBFA5D" w:rsidR="00830CEE" w:rsidRPr="008C6DE4" w:rsidRDefault="00830CEE" w:rsidP="00830CEE">
      <w:pPr>
        <w:pStyle w:val="B3"/>
        <w:rPr>
          <w:noProof/>
        </w:rPr>
      </w:pPr>
      <w:r w:rsidRPr="008C6DE4">
        <w:rPr>
          <w:noProof/>
        </w:rPr>
        <w:t>-</w:t>
      </w:r>
      <w:r w:rsidRPr="008C6DE4">
        <w:rPr>
          <w:noProof/>
        </w:rPr>
        <w:tab/>
        <w:t>ceil(R</w:t>
      </w:r>
      <w:r w:rsidRPr="008C6DE4">
        <w:rPr>
          <w:noProof/>
          <w:vertAlign w:val="subscript"/>
        </w:rPr>
        <w:t>i</w:t>
      </w:r>
      <w:r w:rsidRPr="008C6DE4">
        <w:rPr>
          <w:noProof/>
        </w:rPr>
        <w:t>×K</w:t>
      </w:r>
      <w:r w:rsidRPr="008C6DE4">
        <w:rPr>
          <w:noProof/>
          <w:vertAlign w:val="subscript"/>
        </w:rPr>
        <w:t>inter</w:t>
      </w:r>
      <w:r w:rsidRPr="008C6DE4">
        <w:rPr>
          <w:noProof/>
        </w:rPr>
        <w:t>×M</w:t>
      </w:r>
      <w:r w:rsidRPr="008C6DE4">
        <w:rPr>
          <w:noProof/>
          <w:vertAlign w:val="subscript"/>
        </w:rPr>
        <w:t>groupBi,j</w:t>
      </w:r>
      <w:r w:rsidRPr="008C6DE4">
        <w:rPr>
          <w:noProof/>
        </w:rPr>
        <w:t>) in gaps where M</w:t>
      </w:r>
      <w:r w:rsidRPr="008C6DE4">
        <w:rPr>
          <w:noProof/>
          <w:vertAlign w:val="subscript"/>
        </w:rPr>
        <w:t>groupA,i,j</w:t>
      </w:r>
      <w:r w:rsidRPr="008C6DE4">
        <w:rPr>
          <w:noProof/>
        </w:rPr>
        <w:t xml:space="preserve"> </w:t>
      </w:r>
      <w:r w:rsidRPr="008C6DE4">
        <w:rPr>
          <w:rFonts w:hint="eastAsia"/>
          <w:noProof/>
          <w:lang w:val="en-US"/>
        </w:rPr>
        <w:t>≠</w:t>
      </w:r>
      <w:r w:rsidRPr="008C6DE4">
        <w:rPr>
          <w:noProof/>
        </w:rPr>
        <w:t xml:space="preserve">0, where </w:t>
      </w:r>
      <w:r w:rsidRPr="008C6DE4">
        <w:rPr>
          <w:i/>
          <w:noProof/>
        </w:rPr>
        <w:t>j</w:t>
      </w:r>
      <w:r w:rsidRPr="008C6DE4">
        <w:rPr>
          <w:noProof/>
        </w:rPr>
        <w:t>=0…(160/MGRP)-1</w:t>
      </w:r>
    </w:p>
    <w:p w14:paraId="41D0D0C6" w14:textId="425068E6" w:rsidR="00830CEE" w:rsidRPr="008C6DE4" w:rsidRDefault="00830CEE" w:rsidP="00830CEE">
      <w:pPr>
        <w:pStyle w:val="B3"/>
        <w:rPr>
          <w:noProof/>
        </w:rPr>
      </w:pPr>
      <w:r w:rsidRPr="008C6DE4">
        <w:rPr>
          <w:noProof/>
        </w:rPr>
        <w:t>-</w:t>
      </w:r>
      <w:r w:rsidRPr="008C6DE4">
        <w:rPr>
          <w:noProof/>
        </w:rPr>
        <w:tab/>
        <w:t>ceil(R</w:t>
      </w:r>
      <w:r w:rsidRPr="008C6DE4">
        <w:rPr>
          <w:noProof/>
          <w:vertAlign w:val="subscript"/>
        </w:rPr>
        <w:t>i</w:t>
      </w:r>
      <w:r w:rsidRPr="008C6DE4">
        <w:rPr>
          <w:noProof/>
        </w:rPr>
        <w:t>×M</w:t>
      </w:r>
      <w:r w:rsidRPr="008C6DE4">
        <w:rPr>
          <w:noProof/>
          <w:vertAlign w:val="subscript"/>
        </w:rPr>
        <w:t>groupB,i,j</w:t>
      </w:r>
      <w:r w:rsidRPr="008C6DE4">
        <w:rPr>
          <w:noProof/>
        </w:rPr>
        <w:t>)</w:t>
      </w:r>
      <w:r w:rsidRPr="008C6DE4">
        <w:rPr>
          <w:noProof/>
          <w:vertAlign w:val="subscript"/>
        </w:rPr>
        <w:t xml:space="preserve"> </w:t>
      </w:r>
      <w:r w:rsidRPr="008C6DE4">
        <w:rPr>
          <w:noProof/>
        </w:rPr>
        <w:t>in gaps where M</w:t>
      </w:r>
      <w:r w:rsidRPr="008C6DE4">
        <w:rPr>
          <w:noProof/>
          <w:vertAlign w:val="subscript"/>
        </w:rPr>
        <w:t>groupA,i,j</w:t>
      </w:r>
      <w:r w:rsidRPr="008C6DE4">
        <w:rPr>
          <w:noProof/>
        </w:rPr>
        <w:t xml:space="preserve">=0, where </w:t>
      </w:r>
      <w:r w:rsidRPr="008C6DE4">
        <w:rPr>
          <w:i/>
          <w:noProof/>
        </w:rPr>
        <w:t>j</w:t>
      </w:r>
      <w:r w:rsidRPr="008C6DE4">
        <w:rPr>
          <w:noProof/>
        </w:rPr>
        <w:t>=0…(160/MGRP)-1</w:t>
      </w:r>
    </w:p>
    <w:p w14:paraId="02E60643" w14:textId="77777777" w:rsidR="00830CEE" w:rsidRPr="008C6DE4" w:rsidRDefault="00830CEE" w:rsidP="00830CEE">
      <w:pPr>
        <w:pStyle w:val="B10"/>
        <w:rPr>
          <w:noProof/>
        </w:rPr>
      </w:pPr>
      <w:r w:rsidRPr="008C6DE4">
        <w:rPr>
          <w:noProof/>
        </w:rPr>
        <w:t>R</w:t>
      </w:r>
      <w:r w:rsidRPr="008C6DE4">
        <w:rPr>
          <w:noProof/>
          <w:vertAlign w:val="subscript"/>
        </w:rPr>
        <w:t>i</w:t>
      </w:r>
      <w:r w:rsidRPr="008C6DE4">
        <w:rPr>
          <w:noProof/>
        </w:rPr>
        <w:t xml:space="preserve"> is the maximal ratio of the number of measurement gap where measurement object </w:t>
      </w:r>
      <w:r w:rsidRPr="008C6DE4">
        <w:rPr>
          <w:i/>
          <w:noProof/>
        </w:rPr>
        <w:t>i</w:t>
      </w:r>
      <w:r w:rsidRPr="008C6DE4">
        <w:rPr>
          <w:noProof/>
        </w:rPr>
        <w:t xml:space="preserve"> is a candidate to be measured over the number of measurement gap where measurement object </w:t>
      </w:r>
      <w:r w:rsidRPr="008C6DE4">
        <w:rPr>
          <w:i/>
          <w:noProof/>
        </w:rPr>
        <w:t>i</w:t>
      </w:r>
      <w:r w:rsidRPr="008C6DE4">
        <w:rPr>
          <w:noProof/>
        </w:rPr>
        <w:t xml:space="preserve"> is a candidate and not used for RSTD measurement with periodicity Tprs&gt;160ms </w:t>
      </w:r>
      <w:r w:rsidRPr="008C6DE4">
        <w:rPr>
          <w:rFonts w:eastAsia="PMingLiU"/>
        </w:rPr>
        <w:t xml:space="preserve">or with periodicity Tprs=160ms but </w:t>
      </w:r>
      <w:r w:rsidRPr="008C6DE4">
        <w:rPr>
          <w:rFonts w:eastAsia="PMingLiU"/>
          <w:i/>
          <w:iCs/>
        </w:rPr>
        <w:t>prs-MutingInfo-r9</w:t>
      </w:r>
      <w:r w:rsidRPr="008C6DE4">
        <w:rPr>
          <w:rFonts w:eastAsia="PMingLiU"/>
        </w:rPr>
        <w:t xml:space="preserve"> is configured </w:t>
      </w:r>
      <w:r w:rsidRPr="008C6DE4">
        <w:rPr>
          <w:noProof/>
        </w:rPr>
        <w:t>within an arbitrary 1280ms period.</w:t>
      </w:r>
    </w:p>
    <w:p w14:paraId="3F9FF785" w14:textId="77777777" w:rsidR="00D4281A" w:rsidRPr="008C6DE4" w:rsidRDefault="00D4281A" w:rsidP="00D4281A">
      <w:pPr>
        <w:pStyle w:val="Heading3"/>
      </w:pPr>
      <w:r w:rsidRPr="008C6DE4">
        <w:t>9.1.6</w:t>
      </w:r>
      <w:r w:rsidRPr="008C6DE4">
        <w:tab/>
        <w:t>Minimum requirement at transitions</w:t>
      </w:r>
      <w:bookmarkEnd w:id="170"/>
    </w:p>
    <w:p w14:paraId="76E78ED7" w14:textId="77777777" w:rsidR="00D4281A" w:rsidRPr="008C6DE4" w:rsidRDefault="00D4281A" w:rsidP="00D4281A">
      <w:pPr>
        <w:overflowPunct w:val="0"/>
        <w:autoSpaceDE w:val="0"/>
        <w:autoSpaceDN w:val="0"/>
        <w:adjustRightInd w:val="0"/>
        <w:textAlignment w:val="baseline"/>
        <w:rPr>
          <w:rFonts w:eastAsia="Times New Roman"/>
          <w:lang w:eastAsia="ko-KR"/>
        </w:rPr>
      </w:pPr>
      <w:r w:rsidRPr="008C6DE4">
        <w:rPr>
          <w:rFonts w:eastAsia="Times New Roman"/>
          <w:lang w:eastAsia="ko-KR"/>
        </w:rPr>
        <w:t>When the measurement on one intra-frequency measurement object transitions from measurements performed outside gaps to measurements performed within gaps or vice versa during one measurement period, the cell identification and measurement period requirements with the longer delay apply.</w:t>
      </w:r>
    </w:p>
    <w:p w14:paraId="2C5FD308" w14:textId="77777777" w:rsidR="00D4281A" w:rsidRPr="008C6DE4" w:rsidRDefault="00D4281A" w:rsidP="00D4281A">
      <w:pPr>
        <w:overflowPunct w:val="0"/>
        <w:autoSpaceDE w:val="0"/>
        <w:autoSpaceDN w:val="0"/>
        <w:adjustRightInd w:val="0"/>
        <w:textAlignment w:val="baseline"/>
        <w:rPr>
          <w:rFonts w:eastAsia="Times New Roman"/>
          <w:lang w:eastAsia="ko-KR"/>
        </w:rPr>
      </w:pPr>
      <w:r w:rsidRPr="008C6DE4">
        <w:rPr>
          <w:rFonts w:eastAsia="Times New Roman"/>
          <w:lang w:eastAsia="ko-KR"/>
        </w:rPr>
        <w:t>The carrier-specific scaling factor specified in clause 9.1.5 that applies to the other impacted measurement objects will also apply based on the longer measurement or cell identification delay before or after the transition.</w:t>
      </w:r>
    </w:p>
    <w:p w14:paraId="732F965F" w14:textId="77777777" w:rsidR="00D4281A" w:rsidRPr="008C6DE4" w:rsidRDefault="00D4281A" w:rsidP="00D4281A">
      <w:pPr>
        <w:overflowPunct w:val="0"/>
        <w:autoSpaceDE w:val="0"/>
        <w:autoSpaceDN w:val="0"/>
        <w:adjustRightInd w:val="0"/>
        <w:textAlignment w:val="baseline"/>
        <w:rPr>
          <w:rFonts w:eastAsia="Times New Roman"/>
          <w:lang w:eastAsia="ko-KR"/>
        </w:rPr>
      </w:pPr>
      <w:r w:rsidRPr="008C6DE4">
        <w:t>When the UE transitions between DRX and non-DRX or when DRX cycle periodicity changes,</w:t>
      </w:r>
      <w:r w:rsidRPr="008C6DE4">
        <w:rPr>
          <w:rFonts w:eastAsia="Times New Roman"/>
          <w:lang w:eastAsia="ko-KR"/>
        </w:rPr>
        <w:t xml:space="preserve"> the cell identification and measurement period requirements apply based on the longer delay before or after the transition.</w:t>
      </w:r>
    </w:p>
    <w:p w14:paraId="03A8AAC2" w14:textId="77777777" w:rsidR="00D4281A" w:rsidRPr="008C6DE4" w:rsidRDefault="00D4281A" w:rsidP="00D4281A">
      <w:pPr>
        <w:overflowPunct w:val="0"/>
        <w:autoSpaceDE w:val="0"/>
        <w:autoSpaceDN w:val="0"/>
        <w:adjustRightInd w:val="0"/>
        <w:textAlignment w:val="baseline"/>
        <w:rPr>
          <w:rFonts w:eastAsia="Malgun Gothic"/>
          <w:lang w:eastAsia="ko-KR"/>
        </w:rPr>
      </w:pPr>
      <w:r w:rsidRPr="008C6DE4">
        <w:rPr>
          <w:rFonts w:eastAsia="Times New Roman"/>
          <w:lang w:eastAsia="ko-KR"/>
        </w:rPr>
        <w:t>Subsequent to this measurement period, the cell identification and measurement period requirements on each measurement object are corresponding to the second mode after transition.</w:t>
      </w:r>
    </w:p>
    <w:p w14:paraId="36BF78BD" w14:textId="77777777" w:rsidR="00DB7325" w:rsidRPr="008C6DE4" w:rsidRDefault="00DB7325" w:rsidP="00DB7325">
      <w:pPr>
        <w:pStyle w:val="Heading2"/>
      </w:pPr>
      <w:r w:rsidRPr="008C6DE4">
        <w:t>9.2</w:t>
      </w:r>
      <w:r w:rsidRPr="008C6DE4">
        <w:tab/>
        <w:t>NR intra-frequency measurements</w:t>
      </w:r>
    </w:p>
    <w:p w14:paraId="6A87B643" w14:textId="77777777" w:rsidR="00DB7325" w:rsidRPr="008C6DE4" w:rsidRDefault="00DB7325" w:rsidP="00DB7325">
      <w:pPr>
        <w:pStyle w:val="Heading3"/>
      </w:pPr>
      <w:r w:rsidRPr="008C6DE4">
        <w:t>9.2.1</w:t>
      </w:r>
      <w:r w:rsidRPr="008C6DE4">
        <w:tab/>
        <w:t>Introduction</w:t>
      </w:r>
    </w:p>
    <w:p w14:paraId="73680CBE" w14:textId="52CBC7ED" w:rsidR="00DB7325" w:rsidRPr="008C6DE4" w:rsidRDefault="00DB7325" w:rsidP="00DB7325">
      <w:r w:rsidRPr="008C6DE4">
        <w:t>A measurement is defined as a SSB based intra-frequency measurement provided the centre frequency of the SSB of the serving cell indicated for measurement and the centre frequency of the SSB of the neighbour cell are the same, and the subcarrier spacing of the two SSBs are also the same.</w:t>
      </w:r>
    </w:p>
    <w:p w14:paraId="79BDBE25" w14:textId="77777777" w:rsidR="00DB7325" w:rsidRPr="008C6DE4" w:rsidRDefault="00DB7325" w:rsidP="00DB7325">
      <w:r w:rsidRPr="008C6DE4">
        <w:t>The UE shall be able to identify new intra-frequency cells and perform SS-RSRP, SS-RSRQ, and SS-SINR measurements of identified intra-frequency cells if carrier frequency information is provided by PCell or the PSCell, even if no explicit neighbour list with physical layer cell identities is provided.</w:t>
      </w:r>
    </w:p>
    <w:p w14:paraId="7F348BA5" w14:textId="77777777" w:rsidR="00DB7325" w:rsidRPr="008C6DE4" w:rsidRDefault="00DB7325" w:rsidP="00DB7325">
      <w:r w:rsidRPr="008C6DE4">
        <w:t>The UE can perform intra-frequency SSB based measurements without measurement gaps if</w:t>
      </w:r>
    </w:p>
    <w:p w14:paraId="702501E8" w14:textId="5DFA6314" w:rsidR="004E1B83" w:rsidRPr="008C6DE4" w:rsidRDefault="004E1B83" w:rsidP="004E1B83">
      <w:pPr>
        <w:pStyle w:val="B10"/>
        <w:rPr>
          <w:lang w:eastAsia="zh-CN"/>
        </w:rPr>
      </w:pPr>
      <w:r w:rsidRPr="008C6DE4">
        <w:t>-</w:t>
      </w:r>
      <w:r w:rsidRPr="008C6DE4">
        <w:tab/>
        <w:t xml:space="preserve">the SSB is completely contained in the </w:t>
      </w:r>
      <w:r w:rsidRPr="008C6DE4">
        <w:rPr>
          <w:lang w:eastAsia="zh-CN"/>
        </w:rPr>
        <w:t>active BWP</w:t>
      </w:r>
      <w:r w:rsidRPr="008C6DE4">
        <w:t xml:space="preserve"> of the UE</w:t>
      </w:r>
      <w:r w:rsidRPr="008C6DE4">
        <w:rPr>
          <w:lang w:eastAsia="zh-CN"/>
        </w:rPr>
        <w:t>, or</w:t>
      </w:r>
    </w:p>
    <w:p w14:paraId="72BE811D" w14:textId="77777777" w:rsidR="00DB7325" w:rsidRPr="008C6DE4" w:rsidRDefault="00DB7325" w:rsidP="004E1B83">
      <w:pPr>
        <w:pStyle w:val="B10"/>
      </w:pPr>
      <w:r w:rsidRPr="008C6DE4">
        <w:rPr>
          <w:lang w:eastAsia="zh-CN"/>
        </w:rPr>
        <w:t>-</w:t>
      </w:r>
      <w:r w:rsidRPr="008C6DE4">
        <w:tab/>
        <w:t>the active downlink BWP is initial BWP</w:t>
      </w:r>
      <w:r w:rsidRPr="008C6DE4">
        <w:rPr>
          <w:lang w:eastAsia="zh-CN"/>
        </w:rPr>
        <w:t>[3]</w:t>
      </w:r>
      <w:r w:rsidRPr="008C6DE4">
        <w:t>.</w:t>
      </w:r>
    </w:p>
    <w:p w14:paraId="116C355E" w14:textId="77777777" w:rsidR="00DB7325" w:rsidRPr="008C6DE4" w:rsidRDefault="00DB7325" w:rsidP="00DB7325">
      <w:r w:rsidRPr="008C6DE4">
        <w:t>For intra-frequency SSB based measurements without measurement gaps, UE may cause scheduling restriction as specified in clause 9.2.5.3.</w:t>
      </w:r>
    </w:p>
    <w:p w14:paraId="7F480620" w14:textId="6EC1A7A9" w:rsidR="00DB7325" w:rsidRPr="008C6DE4" w:rsidRDefault="00DB7325" w:rsidP="00DB7325">
      <w:r w:rsidRPr="008C6DE4">
        <w:t>SSB based measurements are configured along with one or two measurement timing configuration(s) (SMTC(s)) which provides periodicity, duration and offset information on a window of up to 5ms where the measurements are to be performed. For intra-frequency connected mode measurements, up to two measurement window periodicities may be configured. A single measurement window offset and measurement duration are configured per intra-frequency measurement object.</w:t>
      </w:r>
    </w:p>
    <w:p w14:paraId="091FF58F" w14:textId="315BF723" w:rsidR="00DB7325" w:rsidRPr="008C6DE4" w:rsidRDefault="00C10A68" w:rsidP="00DB7325">
      <w:r w:rsidRPr="006563EA">
        <w:t>When measurement gaps are needed, the UE is not expected to detect SSB</w:t>
      </w:r>
      <w:r>
        <w:t xml:space="preserve"> and measure RSSI of RSRQ</w:t>
      </w:r>
      <w:r w:rsidRPr="006563EA">
        <w:t xml:space="preserve"> which start earlier than the gap starting time + switching time, nor detect SSB </w:t>
      </w:r>
      <w:r>
        <w:t>and measure RSSI of RSRQ</w:t>
      </w:r>
      <w:r w:rsidRPr="006563EA">
        <w:t xml:space="preserve"> which end later than the gap end – switching time. </w:t>
      </w:r>
      <w:r w:rsidR="00DB7325" w:rsidRPr="008C6DE4">
        <w:t>Switching time is 0.5ms for frequency range FR1 and 0.25ms for frequency range FR2.</w:t>
      </w:r>
    </w:p>
    <w:p w14:paraId="2A1C3336" w14:textId="77777777" w:rsidR="00DB7325" w:rsidRPr="008C6DE4" w:rsidRDefault="00DB7325" w:rsidP="00DB7325">
      <w:pPr>
        <w:pStyle w:val="Heading3"/>
      </w:pPr>
      <w:r w:rsidRPr="008C6DE4">
        <w:t>9.2.2</w:t>
      </w:r>
      <w:r w:rsidRPr="008C6DE4">
        <w:tab/>
        <w:t>Requirements applicability</w:t>
      </w:r>
    </w:p>
    <w:p w14:paraId="16E5644E" w14:textId="77777777" w:rsidR="00DB7325" w:rsidRPr="008C6DE4" w:rsidRDefault="00DB7325" w:rsidP="00DB7325">
      <w:r w:rsidRPr="008C6DE4">
        <w:t>The requirements in clause 9.2 apply, provided:</w:t>
      </w:r>
    </w:p>
    <w:p w14:paraId="7945B4F6" w14:textId="77777777" w:rsidR="00DB7325" w:rsidRPr="008C6DE4" w:rsidRDefault="00DB7325" w:rsidP="004E1B83">
      <w:pPr>
        <w:pStyle w:val="B10"/>
      </w:pPr>
      <w:r w:rsidRPr="008C6DE4">
        <w:t>-</w:t>
      </w:r>
      <w:r w:rsidRPr="008C6DE4">
        <w:tab/>
        <w:t>The cell being identified or measured is detectable.</w:t>
      </w:r>
    </w:p>
    <w:p w14:paraId="023C3D27" w14:textId="77777777" w:rsidR="00DB7325" w:rsidRPr="008C6DE4" w:rsidRDefault="00DB7325" w:rsidP="00DB7325">
      <w:pPr>
        <w:rPr>
          <w:rFonts w:cs="v4.2.0"/>
        </w:rPr>
      </w:pPr>
      <w:r w:rsidRPr="008C6DE4">
        <w:t>An intra-frequency cell shall be considered detectable</w:t>
      </w:r>
      <w:r w:rsidRPr="008C6DE4">
        <w:rPr>
          <w:rFonts w:cs="v4.2.0"/>
        </w:rPr>
        <w:t xml:space="preserve"> when </w:t>
      </w:r>
      <w:r w:rsidRPr="008C6DE4">
        <w:rPr>
          <w:rFonts w:cs="v4.2.0"/>
          <w:lang w:eastAsia="ko-KR"/>
        </w:rPr>
        <w:t>for each relevant SSB</w:t>
      </w:r>
      <w:r w:rsidRPr="008C6DE4">
        <w:rPr>
          <w:rFonts w:cs="v4.2.0"/>
        </w:rPr>
        <w:t>:</w:t>
      </w:r>
    </w:p>
    <w:p w14:paraId="5C02B757" w14:textId="77777777" w:rsidR="00DB7325" w:rsidRPr="008C6DE4" w:rsidRDefault="00DB7325" w:rsidP="004E1B83">
      <w:pPr>
        <w:pStyle w:val="B10"/>
      </w:pPr>
      <w:r w:rsidRPr="008C6DE4">
        <w:t>-</w:t>
      </w:r>
      <w:r w:rsidRPr="008C6DE4">
        <w:tab/>
        <w:t>SS-RSRP related side conditions given in clauses 10.1.2 and 10.1.3 for FR1 and FR2, respectively, for a corresponding Band,</w:t>
      </w:r>
    </w:p>
    <w:p w14:paraId="6F406AF5" w14:textId="77777777" w:rsidR="00DB7325" w:rsidRPr="008C6DE4" w:rsidRDefault="00DB7325" w:rsidP="004E1B83">
      <w:pPr>
        <w:pStyle w:val="B10"/>
      </w:pPr>
      <w:r w:rsidRPr="008C6DE4">
        <w:t>-</w:t>
      </w:r>
      <w:r w:rsidRPr="008C6DE4">
        <w:tab/>
        <w:t>SS-RSRQ related side conditions given in clauses 10.1.7 and 10.1.8 for FR1 and FR2, respectively, for a corresponding Band,</w:t>
      </w:r>
    </w:p>
    <w:p w14:paraId="15542E7F" w14:textId="77777777" w:rsidR="00DB7325" w:rsidRPr="008C6DE4" w:rsidRDefault="00DB7325" w:rsidP="004E1B83">
      <w:pPr>
        <w:pStyle w:val="B10"/>
      </w:pPr>
      <w:r w:rsidRPr="008C6DE4">
        <w:t>-</w:t>
      </w:r>
      <w:r w:rsidRPr="008C6DE4">
        <w:tab/>
        <w:t>SS-SINR related side conditions given in clauses 10.1.12 and 10.1.13 for FR1 and FR2, respectively, for a corresponding Band,</w:t>
      </w:r>
    </w:p>
    <w:p w14:paraId="59886A6B" w14:textId="77777777" w:rsidR="00DB7325" w:rsidRPr="008C6DE4" w:rsidRDefault="00DB7325" w:rsidP="004E1B83">
      <w:pPr>
        <w:pStyle w:val="B10"/>
        <w:rPr>
          <w:rFonts w:cs="v4.2.0"/>
        </w:rPr>
      </w:pPr>
      <w:r w:rsidRPr="008C6DE4">
        <w:t>-</w:t>
      </w:r>
      <w:r w:rsidRPr="008C6DE4">
        <w:tab/>
        <w:t xml:space="preserve">SSB_RP and SSB </w:t>
      </w:r>
      <w:r w:rsidRPr="008C6DE4">
        <w:rPr>
          <w:lang w:val="en-US"/>
        </w:rPr>
        <w:t>Ês/Iot</w:t>
      </w:r>
      <w:r w:rsidRPr="008C6DE4">
        <w:t xml:space="preserve"> according to Annex B.2.2 for a corresponding Band.</w:t>
      </w:r>
    </w:p>
    <w:p w14:paraId="6167721F" w14:textId="77777777" w:rsidR="00DB7325" w:rsidRPr="008C6DE4" w:rsidRDefault="00DB7325" w:rsidP="00DB7325">
      <w:pPr>
        <w:pStyle w:val="Heading3"/>
      </w:pPr>
      <w:r w:rsidRPr="008C6DE4">
        <w:t>9.2.3</w:t>
      </w:r>
      <w:r w:rsidRPr="008C6DE4">
        <w:tab/>
        <w:t>Number of cells and number of SSB</w:t>
      </w:r>
    </w:p>
    <w:p w14:paraId="5891F4A3" w14:textId="2DA49FBA" w:rsidR="00DB7325" w:rsidRPr="008C6DE4" w:rsidRDefault="0048284E" w:rsidP="0048284E">
      <w:pPr>
        <w:pStyle w:val="Heading4"/>
      </w:pPr>
      <w:r w:rsidRPr="008C6DE4">
        <w:t>9.2.3.1</w:t>
      </w:r>
      <w:r w:rsidR="00DB7325" w:rsidRPr="008C6DE4">
        <w:tab/>
        <w:t>Requirements for FR1</w:t>
      </w:r>
    </w:p>
    <w:p w14:paraId="658C41D2" w14:textId="69B7DBA4" w:rsidR="003D7633" w:rsidRPr="008C6DE4" w:rsidRDefault="003D7633" w:rsidP="003D7633">
      <w:r w:rsidRPr="008C6DE4">
        <w:t xml:space="preserve">For each intra-frequency layer, during each layer 1 measurement period, the UE shall be capable of performing </w:t>
      </w:r>
      <w:r w:rsidRPr="008C6DE4">
        <w:rPr>
          <w:rFonts w:cs="v4.2.0"/>
        </w:rPr>
        <w:t>SS-RSRP, SS-RSRQ, and SS-SINR measurements for</w:t>
      </w:r>
      <w:r w:rsidRPr="008C6DE4">
        <w:t xml:space="preserve"> at least:</w:t>
      </w:r>
    </w:p>
    <w:p w14:paraId="5C3E7773" w14:textId="77777777" w:rsidR="00DB7325" w:rsidRPr="008C6DE4" w:rsidRDefault="00DB7325" w:rsidP="00DB7325">
      <w:pPr>
        <w:pStyle w:val="B10"/>
      </w:pPr>
      <w:r w:rsidRPr="008C6DE4">
        <w:t>-</w:t>
      </w:r>
      <w:r w:rsidRPr="008C6DE4">
        <w:tab/>
        <w:t>8 identified cells, and</w:t>
      </w:r>
    </w:p>
    <w:p w14:paraId="63795868" w14:textId="1649F310" w:rsidR="00DB7325" w:rsidRPr="008C6DE4" w:rsidRDefault="00DB7325" w:rsidP="00DB7325">
      <w:pPr>
        <w:pStyle w:val="B10"/>
      </w:pPr>
      <w:r w:rsidRPr="008C6DE4">
        <w:t>-</w:t>
      </w:r>
      <w:r w:rsidRPr="008C6DE4">
        <w:tab/>
        <w:t>14 SSBs with different SSB index and/or PCI on the intra-frequency layer, where the number of SSBs in the serving cell (except for the SCell) is not smaller than the number of configured RLM-RS SSB resources.</w:t>
      </w:r>
    </w:p>
    <w:p w14:paraId="4141819F" w14:textId="15DE164C" w:rsidR="00DB7325" w:rsidRPr="008C6DE4" w:rsidRDefault="0048284E" w:rsidP="0048284E">
      <w:pPr>
        <w:pStyle w:val="Heading4"/>
      </w:pPr>
      <w:r w:rsidRPr="008C6DE4">
        <w:t>9.2.3.2</w:t>
      </w:r>
      <w:r w:rsidR="00DB7325" w:rsidRPr="008C6DE4">
        <w:tab/>
        <w:t>Requirements for FR2</w:t>
      </w:r>
    </w:p>
    <w:p w14:paraId="4E9C0785" w14:textId="4D721990" w:rsidR="00843C24" w:rsidRPr="008C6DE4" w:rsidRDefault="00843C24" w:rsidP="00843C24">
      <w:r w:rsidRPr="008C6DE4">
        <w:t xml:space="preserve">For </w:t>
      </w:r>
      <w:r>
        <w:t>one single</w:t>
      </w:r>
      <w:r w:rsidRPr="008C6DE4">
        <w:t xml:space="preserve"> intra-frequency layer</w:t>
      </w:r>
      <w:r>
        <w:t xml:space="preserve"> in a band</w:t>
      </w:r>
      <w:r w:rsidRPr="008C6DE4">
        <w:t xml:space="preserve">, during each layer 1 measurement period,  the UE shall be capable of performing </w:t>
      </w:r>
      <w:r w:rsidRPr="008C6DE4">
        <w:rPr>
          <w:rFonts w:cs="v4.2.0"/>
        </w:rPr>
        <w:t xml:space="preserve">SS-RSRP, SS-RSRQ, and SS-SINR measurements for </w:t>
      </w:r>
      <w:r w:rsidRPr="008C6DE4">
        <w:t>at least:</w:t>
      </w:r>
    </w:p>
    <w:p w14:paraId="52D953C1" w14:textId="77777777" w:rsidR="00843C24" w:rsidRPr="008C6DE4" w:rsidRDefault="00843C24" w:rsidP="00843C24">
      <w:pPr>
        <w:pStyle w:val="B10"/>
      </w:pPr>
      <w:r w:rsidRPr="008C6DE4">
        <w:t>-</w:t>
      </w:r>
      <w:r w:rsidRPr="008C6DE4">
        <w:tab/>
        <w:t>6 identified cells, and</w:t>
      </w:r>
    </w:p>
    <w:p w14:paraId="766EF62A" w14:textId="77777777" w:rsidR="00843C24" w:rsidRPr="008C6DE4" w:rsidRDefault="00843C24" w:rsidP="00843C24">
      <w:pPr>
        <w:pStyle w:val="B10"/>
      </w:pPr>
      <w:r w:rsidRPr="008C6DE4">
        <w:t>-</w:t>
      </w:r>
      <w:r w:rsidRPr="008C6DE4">
        <w:tab/>
        <w:t>24 SSBs with different SSB index and/or PCI,</w:t>
      </w:r>
    </w:p>
    <w:p w14:paraId="19E6AE68" w14:textId="2D4B943D" w:rsidR="00843C24" w:rsidRPr="008C6DE4" w:rsidRDefault="00843C24" w:rsidP="00843C24">
      <w:r w:rsidRPr="008C6DE4">
        <w:t xml:space="preserve">where </w:t>
      </w:r>
      <w:r>
        <w:t>this single intra-frequency layer</w:t>
      </w:r>
      <w:r w:rsidRPr="008C6DE4">
        <w:t xml:space="preserve"> shall be:</w:t>
      </w:r>
    </w:p>
    <w:p w14:paraId="41BD9D14" w14:textId="77777777" w:rsidR="00843C24" w:rsidRPr="008C6DE4" w:rsidRDefault="00843C24" w:rsidP="00843C24">
      <w:pPr>
        <w:pStyle w:val="B10"/>
        <w:rPr>
          <w:lang w:eastAsia="zh-CN"/>
        </w:rPr>
      </w:pPr>
      <w:r w:rsidRPr="008C6DE4">
        <w:t>-</w:t>
      </w:r>
      <w:r w:rsidRPr="008C6DE4">
        <w:tab/>
        <w:t>PCC</w:t>
      </w:r>
      <w:r w:rsidRPr="008C6DE4">
        <w:rPr>
          <w:lang w:eastAsia="zh-CN"/>
        </w:rPr>
        <w:t xml:space="preserve"> when UE is configured with SA NR operation mode with PCC in the band; or</w:t>
      </w:r>
    </w:p>
    <w:p w14:paraId="713EED58" w14:textId="77777777" w:rsidR="00140E53" w:rsidRDefault="00843C24" w:rsidP="00140E53">
      <w:pPr>
        <w:pStyle w:val="B10"/>
        <w:rPr>
          <w:lang w:eastAsia="zh-CN"/>
        </w:rPr>
      </w:pPr>
      <w:r w:rsidRPr="008C6DE4">
        <w:t>-</w:t>
      </w:r>
      <w:r w:rsidRPr="008C6DE4">
        <w:tab/>
        <w:t>PSCC</w:t>
      </w:r>
      <w:r w:rsidRPr="008C6DE4">
        <w:rPr>
          <w:lang w:eastAsia="zh-CN"/>
        </w:rPr>
        <w:t xml:space="preserve"> when UE is configured with EN-DC with PSCC in the band; or</w:t>
      </w:r>
    </w:p>
    <w:p w14:paraId="223FE52E" w14:textId="3132AE9B" w:rsidR="00843C24" w:rsidRPr="008C6DE4" w:rsidRDefault="00140E53" w:rsidP="00843C24">
      <w:pPr>
        <w:pStyle w:val="B10"/>
        <w:rPr>
          <w:lang w:eastAsia="zh-CN"/>
        </w:rPr>
      </w:pPr>
      <w:r w:rsidRPr="008C6DE4">
        <w:t>-</w:t>
      </w:r>
      <w:r w:rsidRPr="008C6DE4">
        <w:tab/>
        <w:t>PSCC</w:t>
      </w:r>
      <w:r w:rsidRPr="008C6DE4">
        <w:rPr>
          <w:lang w:eastAsia="zh-CN"/>
        </w:rPr>
        <w:t xml:space="preserve"> when UE is configured with </w:t>
      </w:r>
      <w:r>
        <w:rPr>
          <w:lang w:eastAsia="zh-CN"/>
        </w:rPr>
        <w:t>NR</w:t>
      </w:r>
      <w:r w:rsidRPr="008C6DE4">
        <w:rPr>
          <w:lang w:eastAsia="zh-CN"/>
        </w:rPr>
        <w:t>-DC with PSCC in the band; or</w:t>
      </w:r>
    </w:p>
    <w:p w14:paraId="0847D22F" w14:textId="77777777" w:rsidR="00843C24" w:rsidRPr="008C6DE4" w:rsidRDefault="00843C24" w:rsidP="00843C24">
      <w:pPr>
        <w:pStyle w:val="B10"/>
      </w:pPr>
      <w:r w:rsidRPr="008C6DE4">
        <w:t>-</w:t>
      </w:r>
      <w:r w:rsidRPr="008C6DE4">
        <w:tab/>
        <w:t>One of the SCCs on which UE is configured to report SSB based measurements when neither PCC nor PSCC is in the same band, so that the selected SCC shall be an SCC where the UE is configured with SS-RSRP measurement reporting if such SCC exists, otherwise the selected SCC is determined by UE implementation.</w:t>
      </w:r>
    </w:p>
    <w:p w14:paraId="4656F897" w14:textId="4782A35A" w:rsidR="00843C24" w:rsidRDefault="00843C24" w:rsidP="00843C24">
      <w:r w:rsidRPr="008C6DE4">
        <w:t xml:space="preserve">The UE shall also be capable of performing </w:t>
      </w:r>
      <w:r w:rsidRPr="008C6DE4">
        <w:rPr>
          <w:rFonts w:cs="v4.2.0"/>
        </w:rPr>
        <w:t>SS-RSRP, SS-RSRQ, and SS-SINR measurements</w:t>
      </w:r>
      <w:r w:rsidRPr="008C6DE4">
        <w:t xml:space="preserve"> for at least 2 SSBs on serving cell for each of the other </w:t>
      </w:r>
      <w:r>
        <w:t>intra-frequency layer</w:t>
      </w:r>
      <w:r w:rsidRPr="008C6DE4">
        <w:t>(s) in the same band.</w:t>
      </w:r>
    </w:p>
    <w:p w14:paraId="0D977E49" w14:textId="77777777" w:rsidR="00DB7325" w:rsidRPr="008C6DE4" w:rsidRDefault="00DB7325" w:rsidP="00DB7325">
      <w:pPr>
        <w:pStyle w:val="Heading3"/>
      </w:pPr>
      <w:r w:rsidRPr="008C6DE4">
        <w:t>9.2.4</w:t>
      </w:r>
      <w:r w:rsidRPr="008C6DE4">
        <w:tab/>
        <w:t>Measurement Reporting Requirements</w:t>
      </w:r>
    </w:p>
    <w:p w14:paraId="07D45D43" w14:textId="5CE32411" w:rsidR="00DB7325" w:rsidRPr="008C6DE4" w:rsidRDefault="0048284E" w:rsidP="0048284E">
      <w:pPr>
        <w:pStyle w:val="Heading4"/>
      </w:pPr>
      <w:r w:rsidRPr="008C6DE4">
        <w:t>9.2.4.1</w:t>
      </w:r>
      <w:r w:rsidR="00DB7325" w:rsidRPr="008C6DE4">
        <w:tab/>
        <w:t>Periodic Reporting</w:t>
      </w:r>
    </w:p>
    <w:p w14:paraId="50FA3FA5" w14:textId="1A21E477" w:rsidR="00684F83" w:rsidRPr="008C6DE4" w:rsidRDefault="00684F83" w:rsidP="00684F83">
      <w:pPr>
        <w:rPr>
          <w:rFonts w:eastAsia="Times New Roman" w:cs="v4.2.0"/>
        </w:rPr>
      </w:pPr>
      <w:r w:rsidRPr="008C6DE4">
        <w:rPr>
          <w:rFonts w:eastAsia="Times New Roman" w:cs="v4.2.0"/>
        </w:rPr>
        <w:t>Reported RSRP, RSRQ, and RS-SINR measurements contained in periodic measurement reports shall meet the requirements in clauses 10.1.2.1 (RSRP for FR1), 10.1.3.1 (RSRP for FR2), 10.1.7.1 (RSRQ for FR1), 10.1.8.1 (RSRQ for FR2), 10.1.12.1 (RS-SINR for FR1) and 10.1.13.1 (RS-SINR for FR2).</w:t>
      </w:r>
    </w:p>
    <w:p w14:paraId="235BB7AE" w14:textId="3899F1E3" w:rsidR="00DB7325" w:rsidRPr="008C6DE4" w:rsidRDefault="0048284E" w:rsidP="0048284E">
      <w:pPr>
        <w:pStyle w:val="Heading4"/>
      </w:pPr>
      <w:r w:rsidRPr="008C6DE4">
        <w:t>9.2.4.2</w:t>
      </w:r>
      <w:r w:rsidR="00DB7325" w:rsidRPr="008C6DE4">
        <w:tab/>
        <w:t>Event-triggered Periodic Reporting</w:t>
      </w:r>
    </w:p>
    <w:p w14:paraId="011C9CC4" w14:textId="22C9F285" w:rsidR="00E14B0D" w:rsidRPr="008C6DE4" w:rsidRDefault="00E14B0D" w:rsidP="00E14B0D">
      <w:pPr>
        <w:rPr>
          <w:rFonts w:eastAsia="Times New Roman" w:cs="v4.2.0"/>
        </w:rPr>
      </w:pPr>
      <w:r w:rsidRPr="008C6DE4">
        <w:rPr>
          <w:rFonts w:eastAsia="Times New Roman" w:cs="v4.2.0"/>
        </w:rPr>
        <w:t>Reported RSRP, RSRQ, and RS-SINR measurements contained in event-triggered periodic measurement reports shall meet the requirements in clauses 10.1.2.1 (RSRP for FR1), 10.1.3.1 (RSRP for FR2), 10.1.7.1 (RSRQ for FR1), 10.1.8.1 (RSRQ for FR2), 10.1.12.1 (RS-SINR for FR1) and 10.1.13.1 (RS-SINR for FR2).</w:t>
      </w:r>
    </w:p>
    <w:p w14:paraId="3BF84C06" w14:textId="77777777" w:rsidR="00DB7325" w:rsidRPr="008C6DE4" w:rsidRDefault="00DB7325" w:rsidP="00DB7325">
      <w:pPr>
        <w:rPr>
          <w:rFonts w:cs="v4.2.0"/>
        </w:rPr>
      </w:pPr>
      <w:r w:rsidRPr="008C6DE4">
        <w:rPr>
          <w:rFonts w:cs="v4.2.0"/>
        </w:rPr>
        <w:t>The first report in event triggered periodic measurement reporting shall meet the requirements specified in clause </w:t>
      </w:r>
      <w:r w:rsidRPr="008C6DE4">
        <w:t>9.2.4.3.</w:t>
      </w:r>
    </w:p>
    <w:p w14:paraId="3F8955E0" w14:textId="78B9FA57" w:rsidR="00DB7325" w:rsidRPr="008C6DE4" w:rsidRDefault="0048284E" w:rsidP="0048284E">
      <w:pPr>
        <w:pStyle w:val="Heading4"/>
      </w:pPr>
      <w:r w:rsidRPr="008C6DE4">
        <w:t>9.2.4.3</w:t>
      </w:r>
      <w:r w:rsidR="00DB7325" w:rsidRPr="008C6DE4">
        <w:tab/>
        <w:t>Event Triggered Reporting</w:t>
      </w:r>
    </w:p>
    <w:p w14:paraId="5502C351" w14:textId="47E7B118" w:rsidR="00E14B0D" w:rsidRPr="008C6DE4" w:rsidRDefault="00E14B0D" w:rsidP="00E14B0D">
      <w:pPr>
        <w:rPr>
          <w:rFonts w:eastAsia="Times New Roman"/>
        </w:rPr>
      </w:pPr>
      <w:r w:rsidRPr="008C6DE4">
        <w:rPr>
          <w:rFonts w:eastAsia="Times New Roman"/>
        </w:rPr>
        <w:t xml:space="preserve">Reported RSRP, RSRQ, and RS-SINR measurements contained in event triggered measurement reports shall meet the requirements in clauses </w:t>
      </w:r>
      <w:r w:rsidRPr="008C6DE4">
        <w:rPr>
          <w:rFonts w:eastAsia="Times New Roman" w:cs="v4.2.0"/>
        </w:rPr>
        <w:t>10.1.2.1 (RSRP for FR1), 10.1.3.1 (RSRP for FR2), 10.1.7.1 (RSRQ for FR1), 10.1.8.1 (RSRQ for FR2), 10.1.12.1 (RS-SINR for FR1) and 10.1.13.1 (RS-SINR for FR2).</w:t>
      </w:r>
    </w:p>
    <w:p w14:paraId="0FCA92C5" w14:textId="11B294B7" w:rsidR="00DB7325" w:rsidRPr="008C6DE4" w:rsidRDefault="00DB7325" w:rsidP="00DB7325">
      <w:r w:rsidRPr="008C6DE4">
        <w:t>The UE shall not send any event triggered measurement reports as long as no reporting criteria is fulfilled.</w:t>
      </w:r>
    </w:p>
    <w:p w14:paraId="696D3F12" w14:textId="0AFFE742" w:rsidR="00DB7325" w:rsidRPr="008C6DE4" w:rsidRDefault="00DB7325" w:rsidP="00DB7325">
      <w:r w:rsidRPr="008C6DE4">
        <w:t>The measurement reporting delay is defined as the time between an event that will trigger a measurement report and the point when the UE starts to transmit the measurement report over the air interface. This requirement assumes that the measurement report is not delayed by other RRC signalling on the DCCH. This measurement reporting delay excludes a delay uncertainty resulted when inserting the measurement report to the TTI of the uplink DCCH. The delay uncertainty is: 2 x TTI</w:t>
      </w:r>
      <w:r w:rsidRPr="008C6DE4">
        <w:rPr>
          <w:vertAlign w:val="subscript"/>
        </w:rPr>
        <w:t>DCCH</w:t>
      </w:r>
      <w:r w:rsidRPr="008C6DE4">
        <w:t>. This measurement reporting delay excludes a delay which caused by no UL resources being available for UE to send the measurement report on.</w:t>
      </w:r>
    </w:p>
    <w:p w14:paraId="1F197586" w14:textId="77777777" w:rsidR="00DB7325" w:rsidRPr="008C6DE4" w:rsidRDefault="00DB7325" w:rsidP="00DB7325">
      <w:r w:rsidRPr="008C6DE4">
        <w:t xml:space="preserve">The event triggered measurement reporting delay, measured without L3 filtering shall be less than T </w:t>
      </w:r>
      <w:r w:rsidRPr="008C6DE4">
        <w:rPr>
          <w:vertAlign w:val="subscript"/>
        </w:rPr>
        <w:t>identify intra with index</w:t>
      </w:r>
      <w:r w:rsidRPr="008C6DE4">
        <w:t xml:space="preserve"> or T </w:t>
      </w:r>
      <w:r w:rsidRPr="008C6DE4">
        <w:rPr>
          <w:vertAlign w:val="subscript"/>
        </w:rPr>
        <w:t>identify intra without index</w:t>
      </w:r>
      <w:r w:rsidRPr="008C6DE4">
        <w:t xml:space="preserve"> defined in clause 9.2.5.1 or clause 9.2.6.2.</w:t>
      </w:r>
      <w:r w:rsidRPr="008C6DE4">
        <w:rPr>
          <w:vertAlign w:val="subscript"/>
        </w:rPr>
        <w:t xml:space="preserve"> </w:t>
      </w:r>
      <w:r w:rsidRPr="008C6DE4">
        <w:t>When L3 filtering is used an additional delay can be expected.</w:t>
      </w:r>
    </w:p>
    <w:p w14:paraId="3C16E630" w14:textId="77777777" w:rsidR="005A78CD" w:rsidRPr="00DF2ABB" w:rsidRDefault="005A78CD" w:rsidP="005A78CD">
      <w:r w:rsidRPr="008C6DE4">
        <w:t xml:space="preserve">A cell is detectable only if at least one SSBs measured from the Cell being configured remains detectable during the time period T </w:t>
      </w:r>
      <w:r w:rsidRPr="008C6DE4">
        <w:rPr>
          <w:vertAlign w:val="subscript"/>
        </w:rPr>
        <w:t>identify_intra_without_index</w:t>
      </w:r>
      <w:r w:rsidRPr="008C6DE4">
        <w:t xml:space="preserve"> or T </w:t>
      </w:r>
      <w:r w:rsidRPr="008C6DE4">
        <w:rPr>
          <w:vertAlign w:val="subscript"/>
        </w:rPr>
        <w:t>identify_intra_with_index</w:t>
      </w:r>
      <w:r w:rsidRPr="008C6DE4">
        <w:t xml:space="preserve"> as defined in clause 9.2.5.1 or clause 9.2.6.2. If a cell which has been detectable at least for the time period T </w:t>
      </w:r>
      <w:r w:rsidRPr="008C6DE4">
        <w:rPr>
          <w:vertAlign w:val="subscript"/>
        </w:rPr>
        <w:t>identify intra without index</w:t>
      </w:r>
      <w:r w:rsidRPr="008C6DE4">
        <w:t xml:space="preserve"> or T </w:t>
      </w:r>
      <w:r w:rsidRPr="008C6DE4">
        <w:rPr>
          <w:vertAlign w:val="subscript"/>
        </w:rPr>
        <w:t>identify intra with index</w:t>
      </w:r>
      <w:r w:rsidRPr="008C6DE4">
        <w:t xml:space="preserve"> defined in clause 9.2.5.1 or clause 9.2.6.2 becomes undetectable for a period ≤ 5 seconds and then the cell becomes detectable again with the same spatial reception parameter and triggers an event, the event triggered measurement reporting delay shall be less than T</w:t>
      </w:r>
      <w:r w:rsidRPr="008C6DE4">
        <w:rPr>
          <w:vertAlign w:val="subscript"/>
        </w:rPr>
        <w:t>SSB_measurement_period_intra</w:t>
      </w:r>
      <w:r w:rsidRPr="008C6DE4">
        <w:t xml:space="preserve"> provided the timing to that cell has not changed more than </w:t>
      </w:r>
      <w:r w:rsidRPr="008C6DE4">
        <w:sym w:font="Symbol" w:char="F0B1"/>
      </w:r>
      <w:r w:rsidRPr="008C6DE4">
        <w:t xml:space="preserve"> 3200</w:t>
      </w:r>
      <w:r>
        <w:t>/</w:t>
      </w:r>
      <m:oMath>
        <m:sSup>
          <m:sSupPr>
            <m:ctrlPr>
              <w:rPr>
                <w:rFonts w:ascii="Cambria Math" w:hAnsi="Cambria Math" w:cs="Calibri Light"/>
                <w:color w:val="000000"/>
                <w:lang w:val=""/>
              </w:rPr>
            </m:ctrlPr>
          </m:sSupPr>
          <m:e>
            <m:r>
              <m:rPr>
                <m:sty m:val="p"/>
              </m:rPr>
              <w:rPr>
                <w:rFonts w:ascii="Cambria Math" w:hAnsi="Cambria Math" w:cs="Calibri Light"/>
                <w:color w:val="000000"/>
                <w:lang w:val=""/>
              </w:rPr>
              <m:t>2</m:t>
            </m:r>
          </m:e>
          <m:sup>
            <m:r>
              <w:rPr>
                <w:rFonts w:ascii="Cambria Math" w:hAnsi="Cambria Math" w:cs="Calibri Light"/>
                <w:color w:val="000000"/>
                <w:lang w:val=""/>
              </w:rPr>
              <m:t>µ</m:t>
            </m:r>
          </m:sup>
        </m:sSup>
      </m:oMath>
      <w:r w:rsidRPr="008C6DE4">
        <w:t xml:space="preserve"> Tc while the measurement gap has not been available and L3 filtering has not been used</w:t>
      </w:r>
      <w:r w:rsidRPr="00505EC3">
        <w:t xml:space="preserve">, where </w:t>
      </w:r>
      <w:r w:rsidRPr="00646401">
        <w:rPr>
          <w:i/>
        </w:rPr>
        <w:t>µ</w:t>
      </w:r>
      <w:r w:rsidRPr="00505EC3">
        <w:t xml:space="preserve"> is the SCS configuration as defined in clause 4</w:t>
      </w:r>
      <w:r>
        <w:t>.2</w:t>
      </w:r>
      <w:r>
        <w:rPr>
          <w:rFonts w:hint="eastAsia"/>
          <w:lang w:eastAsia="zh-TW"/>
        </w:rPr>
        <w:t xml:space="preserve"> </w:t>
      </w:r>
      <w:r>
        <w:t>of</w:t>
      </w:r>
      <w:r w:rsidRPr="00505EC3">
        <w:t xml:space="preserve"> TS 38.211 [3]</w:t>
      </w:r>
      <w:r w:rsidRPr="008C6DE4">
        <w:t>. When L3 filtering is used, an additional delay can be expected.</w:t>
      </w:r>
    </w:p>
    <w:p w14:paraId="58F48811" w14:textId="77777777" w:rsidR="00DB7325" w:rsidRPr="008C6DE4" w:rsidRDefault="00DB7325" w:rsidP="00DB7325">
      <w:pPr>
        <w:pStyle w:val="Heading3"/>
      </w:pPr>
      <w:r w:rsidRPr="008C6DE4">
        <w:t>9.2.5</w:t>
      </w:r>
      <w:r w:rsidRPr="008C6DE4">
        <w:tab/>
        <w:t>Intrafrequency measurements without measurement gaps</w:t>
      </w:r>
    </w:p>
    <w:p w14:paraId="3814E11F" w14:textId="33971F18" w:rsidR="00DB7325" w:rsidRPr="008C6DE4" w:rsidRDefault="0048284E" w:rsidP="0048284E">
      <w:pPr>
        <w:pStyle w:val="Heading4"/>
      </w:pPr>
      <w:r w:rsidRPr="008C6DE4">
        <w:t>9.2.5.1</w:t>
      </w:r>
      <w:r w:rsidR="00DB7325" w:rsidRPr="008C6DE4">
        <w:tab/>
        <w:t>Intrafrequency cell identification</w:t>
      </w:r>
    </w:p>
    <w:p w14:paraId="40982447" w14:textId="79C1A090" w:rsidR="003D108B" w:rsidRPr="008C6DE4" w:rsidRDefault="003D108B" w:rsidP="003D108B">
      <w:pPr>
        <w:rPr>
          <w:rFonts w:cs="v4.2.0"/>
        </w:rPr>
      </w:pPr>
      <w:r w:rsidRPr="008C6DE4">
        <w:rPr>
          <w:rFonts w:cs="v4.2.0"/>
        </w:rPr>
        <w:t>The UE shall be able to identify a new detectable intra</w:t>
      </w:r>
      <w:r>
        <w:rPr>
          <w:rFonts w:cs="v4.2.0"/>
        </w:rPr>
        <w:t>-</w:t>
      </w:r>
      <w:r w:rsidRPr="008C6DE4">
        <w:rPr>
          <w:rFonts w:cs="v4.2.0"/>
        </w:rPr>
        <w:t>frequency cell within T</w:t>
      </w:r>
      <w:r w:rsidRPr="008C6DE4">
        <w:rPr>
          <w:rFonts w:cs="v4.2.0"/>
          <w:vertAlign w:val="subscript"/>
        </w:rPr>
        <w:t>identify_intra_without_</w:t>
      </w:r>
      <w:r w:rsidRPr="008C6DE4">
        <w:rPr>
          <w:rFonts w:eastAsia="Malgun Gothic" w:cs="v4.2.0"/>
          <w:vertAlign w:val="subscript"/>
          <w:lang w:eastAsia="ko-KR"/>
        </w:rPr>
        <w:t>index</w:t>
      </w:r>
      <w:r w:rsidRPr="008C6DE4">
        <w:rPr>
          <w:rFonts w:cs="v4.2.0"/>
        </w:rPr>
        <w:t xml:space="preserve"> </w:t>
      </w:r>
      <w:r w:rsidRPr="008C6DE4">
        <w:t>if UE is not indicated to report SSB based RRM measurement result with the associated SSB index(</w:t>
      </w:r>
      <w:r w:rsidRPr="008C6DE4">
        <w:rPr>
          <w:i/>
        </w:rPr>
        <w:t xml:space="preserve">reportQuantityRsIndexes </w:t>
      </w:r>
      <w:r w:rsidRPr="008C6DE4">
        <w:rPr>
          <w:lang w:eastAsia="ko-KR"/>
        </w:rPr>
        <w:t>or</w:t>
      </w:r>
      <w:r w:rsidRPr="008C6DE4">
        <w:rPr>
          <w:i/>
          <w:lang w:eastAsia="ko-KR"/>
        </w:rPr>
        <w:t xml:space="preserve"> maxNrofRSIndexesToReport </w:t>
      </w:r>
      <w:r w:rsidRPr="008C6DE4">
        <w:rPr>
          <w:lang w:eastAsia="ko-KR"/>
        </w:rPr>
        <w:t xml:space="preserve">is not </w:t>
      </w:r>
      <w:r w:rsidRPr="008C6DE4">
        <w:t>configured)</w:t>
      </w:r>
      <w:r w:rsidRPr="008C6DE4">
        <w:rPr>
          <w:rFonts w:cs="v4.2.0"/>
        </w:rPr>
        <w:t>, or the UE is indicated that the neighbour cell is synchronous with the serving cell (</w:t>
      </w:r>
      <w:r w:rsidRPr="008C6DE4">
        <w:rPr>
          <w:i/>
          <w:iCs/>
          <w:lang w:val="en-US"/>
        </w:rPr>
        <w:t>deriveSSB-IndexFromCell</w:t>
      </w:r>
      <w:r w:rsidRPr="008C6DE4">
        <w:rPr>
          <w:rFonts w:cs="v4.2.0"/>
        </w:rPr>
        <w:t xml:space="preserve"> is enabled). Otherwise UE shall be able to identify a new detectable intra frequency cell within T</w:t>
      </w:r>
      <w:r w:rsidRPr="008C6DE4">
        <w:rPr>
          <w:rFonts w:cs="v4.2.0"/>
          <w:vertAlign w:val="subscript"/>
        </w:rPr>
        <w:t>identify_intra_with_index</w:t>
      </w:r>
      <w:r w:rsidRPr="008C6DE4">
        <w:rPr>
          <w:lang w:eastAsia="zh-CN"/>
        </w:rPr>
        <w:t>. The UE shall be able to identify a new detectable intra frequency SS block of an already detected cell within</w:t>
      </w:r>
      <w:r w:rsidRPr="008C6DE4">
        <w:t xml:space="preserve"> T</w:t>
      </w:r>
      <w:r w:rsidRPr="008C6DE4">
        <w:rPr>
          <w:vertAlign w:val="subscript"/>
        </w:rPr>
        <w:t>identify_intra_without_index</w:t>
      </w:r>
      <w:r w:rsidRPr="008C6DE4">
        <w:rPr>
          <w:vertAlign w:val="subscript"/>
          <w:lang w:eastAsia="zh-CN"/>
        </w:rPr>
        <w:t>.</w:t>
      </w:r>
      <w:r w:rsidRPr="008C6DE4">
        <w:rPr>
          <w:lang w:val="en-US"/>
        </w:rPr>
        <w:t xml:space="preserve"> It is assumed that </w:t>
      </w:r>
      <w:r w:rsidRPr="008C6DE4">
        <w:rPr>
          <w:i/>
          <w:iCs/>
          <w:lang w:val="en-US"/>
        </w:rPr>
        <w:t>deriveSSB-IndexFromCell</w:t>
      </w:r>
      <w:r w:rsidRPr="008C6DE4">
        <w:rPr>
          <w:iCs/>
          <w:lang w:val="en-US"/>
        </w:rPr>
        <w:t xml:space="preserve"> </w:t>
      </w:r>
      <w:r w:rsidRPr="008C6DE4">
        <w:rPr>
          <w:lang w:val="en-US"/>
        </w:rPr>
        <w:t xml:space="preserve">is always enabled for </w:t>
      </w:r>
      <w:r w:rsidRPr="008C6DE4">
        <w:rPr>
          <w:lang w:val="en-US" w:eastAsia="zh-CN"/>
        </w:rPr>
        <w:t xml:space="preserve">FR1 TDD and </w:t>
      </w:r>
      <w:r w:rsidRPr="008C6DE4">
        <w:rPr>
          <w:lang w:val="en-US"/>
        </w:rPr>
        <w:t>FR2.</w:t>
      </w:r>
    </w:p>
    <w:p w14:paraId="5B62BC22" w14:textId="3EBF1C90" w:rsidR="00DB7325" w:rsidRPr="008C6DE4" w:rsidRDefault="003D108B" w:rsidP="003D108B">
      <w:pPr>
        <w:pStyle w:val="EQ"/>
      </w:pPr>
      <w:r>
        <w:tab/>
      </w:r>
      <w:r w:rsidR="00DB7325" w:rsidRPr="008C6DE4">
        <w:t>T</w:t>
      </w:r>
      <w:r w:rsidR="00DB7325" w:rsidRPr="008C6DE4">
        <w:rPr>
          <w:vertAlign w:val="subscript"/>
        </w:rPr>
        <w:t xml:space="preserve">identify_intra_without_index </w:t>
      </w:r>
      <w:r w:rsidR="00DB7325" w:rsidRPr="008C6DE4">
        <w:t>= (T</w:t>
      </w:r>
      <w:r w:rsidR="00DB7325" w:rsidRPr="008C6DE4">
        <w:rPr>
          <w:vertAlign w:val="subscript"/>
        </w:rPr>
        <w:t>PSS/SSS_sync_intra</w:t>
      </w:r>
      <w:r w:rsidR="00DB7325" w:rsidRPr="008C6DE4">
        <w:t xml:space="preserve"> + T</w:t>
      </w:r>
      <w:r w:rsidR="00DB7325" w:rsidRPr="008C6DE4">
        <w:rPr>
          <w:vertAlign w:val="subscript"/>
        </w:rPr>
        <w:t xml:space="preserve"> SSB_measurement_period_intra</w:t>
      </w:r>
      <w:r w:rsidR="00DB7325" w:rsidRPr="008C6DE4">
        <w:t>) ms</w:t>
      </w:r>
    </w:p>
    <w:p w14:paraId="75D84561" w14:textId="44B78313" w:rsidR="00DB7325" w:rsidRPr="008C6DE4" w:rsidRDefault="003D108B" w:rsidP="003D108B">
      <w:pPr>
        <w:pStyle w:val="EQ"/>
        <w:rPr>
          <w:lang w:val="en-US"/>
        </w:rPr>
      </w:pPr>
      <w:r>
        <w:tab/>
      </w:r>
      <w:r w:rsidR="00DB7325" w:rsidRPr="008C6DE4">
        <w:t>T</w:t>
      </w:r>
      <w:r w:rsidR="00DB7325" w:rsidRPr="008C6DE4">
        <w:rPr>
          <w:vertAlign w:val="subscript"/>
        </w:rPr>
        <w:t xml:space="preserve">identify_intra_with_index </w:t>
      </w:r>
      <w:r w:rsidR="00DB7325" w:rsidRPr="008C6DE4">
        <w:t>= (T</w:t>
      </w:r>
      <w:r w:rsidR="00DB7325" w:rsidRPr="008C6DE4">
        <w:rPr>
          <w:vertAlign w:val="subscript"/>
        </w:rPr>
        <w:t>PSS/SSS_sync_intra</w:t>
      </w:r>
      <w:r w:rsidR="00DB7325" w:rsidRPr="008C6DE4">
        <w:t xml:space="preserve"> + T</w:t>
      </w:r>
      <w:r w:rsidR="00DB7325" w:rsidRPr="008C6DE4">
        <w:rPr>
          <w:vertAlign w:val="subscript"/>
        </w:rPr>
        <w:t xml:space="preserve"> SSB_measurement_period_intra </w:t>
      </w:r>
      <w:r w:rsidR="00DB7325" w:rsidRPr="008C6DE4">
        <w:t>+ T</w:t>
      </w:r>
      <w:r w:rsidR="00DB7325" w:rsidRPr="008C6DE4">
        <w:rPr>
          <w:vertAlign w:val="subscript"/>
        </w:rPr>
        <w:t>SSB_time_index_intra</w:t>
      </w:r>
      <w:r w:rsidR="00DB7325" w:rsidRPr="008C6DE4">
        <w:t>) ms</w:t>
      </w:r>
    </w:p>
    <w:p w14:paraId="04EAA310" w14:textId="77777777" w:rsidR="00DB7325" w:rsidRPr="008C6DE4" w:rsidRDefault="00DB7325" w:rsidP="00DB7325">
      <w:pPr>
        <w:rPr>
          <w:lang w:val="en-US"/>
        </w:rPr>
      </w:pPr>
      <w:r w:rsidRPr="008C6DE4">
        <w:rPr>
          <w:lang w:val="en-US"/>
        </w:rPr>
        <w:t>Where:</w:t>
      </w:r>
    </w:p>
    <w:p w14:paraId="135DBA46" w14:textId="1439B198" w:rsidR="003D108B" w:rsidRPr="008C6DE4" w:rsidRDefault="003D108B" w:rsidP="003D108B">
      <w:pPr>
        <w:pStyle w:val="B10"/>
      </w:pPr>
      <w:r w:rsidRPr="008C6DE4">
        <w:rPr>
          <w:lang w:val="en-US"/>
        </w:rPr>
        <w:tab/>
      </w:r>
      <w:r w:rsidRPr="008C6DE4">
        <w:t>T</w:t>
      </w:r>
      <w:r w:rsidRPr="008C6DE4">
        <w:rPr>
          <w:vertAlign w:val="subscript"/>
        </w:rPr>
        <w:t>PSS/SSS_sync_intra</w:t>
      </w:r>
      <w:r w:rsidRPr="008C6DE4">
        <w:t>: it is the time period used in PSS/SSS detection given in table 9.2.5.1-1, 9.2.5.1-2, 9.2.5.1-4 (deactivated S</w:t>
      </w:r>
      <w:r>
        <w:t>C</w:t>
      </w:r>
      <w:r w:rsidRPr="008C6DE4">
        <w:t>ell) or 9.2.5.1-5 (deactivated SCell)</w:t>
      </w:r>
    </w:p>
    <w:p w14:paraId="0DBFBB1E" w14:textId="045EE2AC" w:rsidR="003D108B" w:rsidRPr="008C6DE4" w:rsidRDefault="003D108B" w:rsidP="003D108B">
      <w:pPr>
        <w:pStyle w:val="B10"/>
      </w:pPr>
      <w:r w:rsidRPr="008C6DE4">
        <w:tab/>
        <w:t>T</w:t>
      </w:r>
      <w:r w:rsidRPr="008C6DE4">
        <w:rPr>
          <w:vertAlign w:val="subscript"/>
        </w:rPr>
        <w:t>SSB_time_index_intra</w:t>
      </w:r>
      <w:r w:rsidRPr="008C6DE4">
        <w:t>: it is the time period used to acquire the index of the SSB being measured given in table 9.2.5.1-3 or 9.2.5.1-6 (deactivated SCell)</w:t>
      </w:r>
    </w:p>
    <w:p w14:paraId="0F7A1D68" w14:textId="472A9AC7" w:rsidR="003D108B" w:rsidRPr="008C6DE4" w:rsidRDefault="003D108B" w:rsidP="003D108B">
      <w:pPr>
        <w:pStyle w:val="B10"/>
      </w:pPr>
      <w:r w:rsidRPr="008C6DE4">
        <w:tab/>
        <w:t>T</w:t>
      </w:r>
      <w:r w:rsidRPr="008C6DE4">
        <w:rPr>
          <w:vertAlign w:val="subscript"/>
        </w:rPr>
        <w:t xml:space="preserve"> SSB_measurement_period_intra</w:t>
      </w:r>
      <w:r w:rsidRPr="008C6DE4">
        <w:t>: equal to a measurement period of SSB based measurement given in table 9.2.5.2-1, table 9.2.5.2-2 table 9.2.5.2-3 (deactivated S</w:t>
      </w:r>
      <w:r>
        <w:t>C</w:t>
      </w:r>
      <w:r w:rsidRPr="008C6DE4">
        <w:t>ell) or 9.2.5.2-4(deactivated SCell)</w:t>
      </w:r>
    </w:p>
    <w:p w14:paraId="5AC6D866" w14:textId="77777777" w:rsidR="003D108B" w:rsidRPr="008C6DE4" w:rsidRDefault="003D108B" w:rsidP="003D108B">
      <w:pPr>
        <w:pStyle w:val="B10"/>
      </w:pPr>
      <w:r w:rsidRPr="008C6DE4">
        <w:tab/>
        <w:t>CSSF</w:t>
      </w:r>
      <w:r w:rsidRPr="008C6DE4">
        <w:rPr>
          <w:vertAlign w:val="subscript"/>
        </w:rPr>
        <w:t>intra</w:t>
      </w:r>
      <w:r w:rsidRPr="008C6DE4">
        <w:t>: it is a carrier specific scaling factor and is determined</w:t>
      </w:r>
    </w:p>
    <w:p w14:paraId="1968B50C" w14:textId="70B5E10B" w:rsidR="003D108B" w:rsidRPr="008C6DE4" w:rsidRDefault="003D108B" w:rsidP="003D108B">
      <w:pPr>
        <w:pStyle w:val="B10"/>
        <w:rPr>
          <w:rFonts w:ascii="Arial" w:hAnsi="Arial"/>
        </w:rPr>
      </w:pPr>
      <w:r>
        <w:tab/>
      </w:r>
      <w:r w:rsidRPr="008C6DE4">
        <w:t>according to CSSF</w:t>
      </w:r>
      <w:r w:rsidRPr="008C6DE4">
        <w:rPr>
          <w:vertAlign w:val="subscript"/>
        </w:rPr>
        <w:t xml:space="preserve">outside_gap,i </w:t>
      </w:r>
      <w:r w:rsidRPr="008C6DE4">
        <w:t>in clause 9.1.5.1 for measurement conducted outside measurement gaps, i.e. when intra</w:t>
      </w:r>
      <w:r>
        <w:t>-</w:t>
      </w:r>
      <w:r w:rsidRPr="008C6DE4">
        <w:t>frequency SMTC is fully non overlapping or partially overlapping with measurement gaps,  or according to CSSF</w:t>
      </w:r>
      <w:r w:rsidRPr="008C6DE4">
        <w:rPr>
          <w:vertAlign w:val="subscript"/>
        </w:rPr>
        <w:t xml:space="preserve">within_gap,i </w:t>
      </w:r>
      <w:r w:rsidRPr="008C6DE4">
        <w:t>in clause 9.1.5.2 for measurement conducted within measurement gaps, i.e. when intra</w:t>
      </w:r>
      <w:r>
        <w:t>-</w:t>
      </w:r>
      <w:r w:rsidRPr="008C6DE4">
        <w:t>frequency SMTC is fully overlapping with measurement gaps.</w:t>
      </w:r>
    </w:p>
    <w:p w14:paraId="60F647BA" w14:textId="0C87575D" w:rsidR="003D108B" w:rsidRPr="008C6DE4" w:rsidRDefault="003D108B" w:rsidP="003D108B">
      <w:pPr>
        <w:pStyle w:val="B10"/>
        <w:rPr>
          <w:rFonts w:ascii="Arial" w:hAnsi="Arial"/>
          <w:sz w:val="18"/>
        </w:rPr>
      </w:pPr>
      <w:r>
        <w:tab/>
      </w:r>
      <w:r w:rsidRPr="008C6DE4">
        <w:t xml:space="preserve">if the high layer in TS 38.331 [2] signalling of </w:t>
      </w:r>
      <w:r w:rsidRPr="008C6DE4">
        <w:rPr>
          <w:i/>
        </w:rPr>
        <w:t>smtc2</w:t>
      </w:r>
      <w:r w:rsidRPr="008C6DE4">
        <w:t xml:space="preserve"> is configured, the assumed periodicity of intra</w:t>
      </w:r>
      <w:r>
        <w:t>-</w:t>
      </w:r>
      <w:r w:rsidRPr="008C6DE4">
        <w:t xml:space="preserve">frequency SMTC occasions corresponds to the value of higher layer parameter </w:t>
      </w:r>
      <w:r w:rsidRPr="008C6DE4">
        <w:rPr>
          <w:i/>
        </w:rPr>
        <w:t>smtc2</w:t>
      </w:r>
      <w:r w:rsidRPr="008C6DE4">
        <w:t>; Otherwise the assumed periodicity of intra</w:t>
      </w:r>
      <w:r>
        <w:t>-</w:t>
      </w:r>
      <w:r w:rsidRPr="008C6DE4">
        <w:t>frequency SMTC occasions corresponds to the value of higher layer parameter</w:t>
      </w:r>
      <w:r w:rsidRPr="008C6DE4">
        <w:rPr>
          <w:i/>
        </w:rPr>
        <w:t xml:space="preserve"> smtc1</w:t>
      </w:r>
      <w:r w:rsidRPr="008C6DE4">
        <w:t>.</w:t>
      </w:r>
    </w:p>
    <w:p w14:paraId="632A9784" w14:textId="3F2F41B5" w:rsidR="003D108B" w:rsidRPr="008C6DE4" w:rsidRDefault="003D108B" w:rsidP="003D108B">
      <w:pPr>
        <w:pStyle w:val="B10"/>
      </w:pPr>
      <w:r>
        <w:tab/>
      </w:r>
      <w:r w:rsidRPr="008C6DE4">
        <w:t>M</w:t>
      </w:r>
      <w:r w:rsidRPr="008C6DE4">
        <w:rPr>
          <w:vertAlign w:val="subscript"/>
        </w:rPr>
        <w:t>pss/sss_sync_w/o_gaps</w:t>
      </w:r>
      <w:r w:rsidRPr="008C6DE4">
        <w:t xml:space="preserve"> : For a UE supporting FR2 power class 1, M</w:t>
      </w:r>
      <w:r w:rsidRPr="008C6DE4">
        <w:rPr>
          <w:vertAlign w:val="subscript"/>
        </w:rPr>
        <w:t>pss/sss_sync_w/o_gaps</w:t>
      </w:r>
      <w:r w:rsidRPr="008C6DE4">
        <w:t>=40. For a UE supporting power class 2, M</w:t>
      </w:r>
      <w:r w:rsidRPr="008C6DE4">
        <w:rPr>
          <w:vertAlign w:val="subscript"/>
        </w:rPr>
        <w:t>pss/sss_sync_w/o_gaps</w:t>
      </w:r>
      <w:r w:rsidRPr="008C6DE4">
        <w:t xml:space="preserve"> =24.  For a UE supporting FR2 power class 3, M</w:t>
      </w:r>
      <w:r w:rsidRPr="008C6DE4">
        <w:rPr>
          <w:vertAlign w:val="subscript"/>
        </w:rPr>
        <w:t>pss/sss_sync_w/o_gaps</w:t>
      </w:r>
      <w:r w:rsidRPr="008C6DE4">
        <w:t xml:space="preserve"> =24. For a UE supporting FR2 power class 4, M</w:t>
      </w:r>
      <w:r w:rsidRPr="008C6DE4">
        <w:rPr>
          <w:vertAlign w:val="subscript"/>
        </w:rPr>
        <w:t>pss/sss_sync_w/o_gaps</w:t>
      </w:r>
      <w:r w:rsidRPr="008C6DE4">
        <w:t xml:space="preserve"> =24</w:t>
      </w:r>
    </w:p>
    <w:p w14:paraId="740380D6" w14:textId="1AB9CB60" w:rsidR="003D108B" w:rsidRPr="008C6DE4" w:rsidRDefault="003D108B" w:rsidP="003D108B">
      <w:pPr>
        <w:pStyle w:val="B10"/>
      </w:pPr>
      <w:r>
        <w:tab/>
      </w:r>
      <w:r w:rsidRPr="008C6DE4">
        <w:t>M</w:t>
      </w:r>
      <w:r w:rsidRPr="008C6DE4">
        <w:rPr>
          <w:vertAlign w:val="subscript"/>
        </w:rPr>
        <w:t>meas_period_w/o_gaps</w:t>
      </w:r>
      <w:r w:rsidRPr="008C6DE4">
        <w:t xml:space="preserve"> : For a UE supporting power class 1, M</w:t>
      </w:r>
      <w:r w:rsidRPr="008C6DE4">
        <w:rPr>
          <w:vertAlign w:val="subscript"/>
        </w:rPr>
        <w:t>meas_period_w/o_gaps</w:t>
      </w:r>
      <w:r w:rsidRPr="008C6DE4">
        <w:t xml:space="preserve"> =40. For a UE supporting FR2 power class 2, M</w:t>
      </w:r>
      <w:r w:rsidRPr="008C6DE4">
        <w:rPr>
          <w:vertAlign w:val="subscript"/>
        </w:rPr>
        <w:t>meas_period_w/o_gaps</w:t>
      </w:r>
      <w:r w:rsidRPr="008C6DE4">
        <w:t xml:space="preserve"> =24. For a UE supporting power class 3, M</w:t>
      </w:r>
      <w:r w:rsidRPr="008C6DE4">
        <w:rPr>
          <w:vertAlign w:val="subscript"/>
        </w:rPr>
        <w:t>meas_period_w/o_gaps</w:t>
      </w:r>
      <w:r w:rsidRPr="008C6DE4">
        <w:t xml:space="preserve"> =24.</w:t>
      </w:r>
      <w:r>
        <w:t xml:space="preserve"> </w:t>
      </w:r>
      <w:r w:rsidRPr="008C6DE4">
        <w:t>For a UE supporting power class 4, M</w:t>
      </w:r>
      <w:r w:rsidRPr="008C6DE4">
        <w:rPr>
          <w:vertAlign w:val="subscript"/>
        </w:rPr>
        <w:t>meas_period_w/o_gaps</w:t>
      </w:r>
      <w:r w:rsidRPr="008C6DE4">
        <w:t xml:space="preserve"> =24.</w:t>
      </w:r>
    </w:p>
    <w:p w14:paraId="4572826F" w14:textId="77777777" w:rsidR="003D108B" w:rsidRPr="008C6DE4" w:rsidRDefault="003D108B" w:rsidP="003D108B">
      <w:pPr>
        <w:pStyle w:val="B10"/>
      </w:pPr>
      <w:r w:rsidRPr="008C6DE4">
        <w:tab/>
        <w:t>When intra</w:t>
      </w:r>
      <w:r>
        <w:t>-</w:t>
      </w:r>
      <w:r w:rsidRPr="008C6DE4">
        <w:t>frequency SMTC is fully non overlapping with measurement gaps or intra</w:t>
      </w:r>
      <w:r>
        <w:t>-</w:t>
      </w:r>
      <w:r w:rsidRPr="008C6DE4">
        <w:t>frequency SMTC is fully overlapping with MGs, Kp=1</w:t>
      </w:r>
    </w:p>
    <w:p w14:paraId="60F13A7D" w14:textId="77777777" w:rsidR="00A407B4" w:rsidRPr="008C6DE4" w:rsidRDefault="00A407B4" w:rsidP="00A407B4">
      <w:pPr>
        <w:pStyle w:val="B10"/>
        <w:rPr>
          <w:lang w:val="en-US"/>
        </w:rPr>
      </w:pPr>
      <w:r w:rsidRPr="008C6DE4">
        <w:tab/>
        <w:t>When intra</w:t>
      </w:r>
      <w:r>
        <w:t>-</w:t>
      </w:r>
      <w:r w:rsidRPr="008C6DE4">
        <w:t xml:space="preserve">frequency SMTC is partially overlapping with measurement gaps, Kp = </w:t>
      </w:r>
      <w:r w:rsidRPr="008C6DE4">
        <w:rPr>
          <w:lang w:val="en-US"/>
        </w:rPr>
        <w:t>1/(1- (SMTC period /MGRP)), where SMTC period &lt; MGRP</w:t>
      </w:r>
      <w:r>
        <w:rPr>
          <w:lang w:val="en-US"/>
        </w:rPr>
        <w:t xml:space="preserve">. </w:t>
      </w:r>
      <w:r w:rsidRPr="007A5F9C">
        <w:t xml:space="preserve">For calculation of Kp, if the high layer signalling </w:t>
      </w:r>
      <w:r>
        <w:t>(</w:t>
      </w:r>
      <w:r w:rsidRPr="007A5F9C">
        <w:t>TS 38.331 [2]</w:t>
      </w:r>
      <w:r>
        <w:t>)</w:t>
      </w:r>
      <w:r w:rsidRPr="007A5F9C">
        <w:t xml:space="preserve"> of </w:t>
      </w:r>
      <w:r w:rsidRPr="007A5F9C">
        <w:rPr>
          <w:i/>
        </w:rPr>
        <w:t>smtc2</w:t>
      </w:r>
      <w:r w:rsidRPr="007A5F9C">
        <w:t xml:space="preserve"> is configured, for cells indicated in the </w:t>
      </w:r>
      <w:r w:rsidRPr="007A5F9C">
        <w:rPr>
          <w:i/>
        </w:rPr>
        <w:t>pci-List</w:t>
      </w:r>
      <w:r w:rsidRPr="007A5F9C">
        <w:t xml:space="preserve"> parameter in </w:t>
      </w:r>
      <w:r w:rsidRPr="007A5F9C">
        <w:rPr>
          <w:i/>
        </w:rPr>
        <w:t>smtc2</w:t>
      </w:r>
      <w:r w:rsidRPr="007A5F9C">
        <w:t xml:space="preserve">, the SMTC periodicity corresponds to the value of higher layer parameter </w:t>
      </w:r>
      <w:r w:rsidRPr="007A5F9C">
        <w:rPr>
          <w:i/>
        </w:rPr>
        <w:t>smtc2</w:t>
      </w:r>
      <w:r w:rsidRPr="007A5F9C">
        <w:t xml:space="preserve">; for the other cells, the SMTC periodicity corresponds to the value of higher layer parameter </w:t>
      </w:r>
      <w:r w:rsidRPr="007A5F9C">
        <w:rPr>
          <w:i/>
        </w:rPr>
        <w:t>smtc1</w:t>
      </w:r>
      <w:r>
        <w:rPr>
          <w:i/>
        </w:rPr>
        <w:t>.</w:t>
      </w:r>
    </w:p>
    <w:p w14:paraId="12FE31B2" w14:textId="0B4C6715" w:rsidR="00806883" w:rsidRPr="008C6DE4" w:rsidRDefault="00806883" w:rsidP="003D108B">
      <w:pPr>
        <w:pStyle w:val="B10"/>
        <w:rPr>
          <w:vertAlign w:val="subscript"/>
        </w:rPr>
      </w:pPr>
      <w:r w:rsidRPr="008C6DE4">
        <w:rPr>
          <w:lang w:val="en-US"/>
        </w:rPr>
        <w:tab/>
        <w:t xml:space="preserve">If the higher layer signaling in TS38.331 [2] </w:t>
      </w:r>
      <w:r w:rsidRPr="008C6DE4">
        <w:t xml:space="preserve">signalling of </w:t>
      </w:r>
      <w:r w:rsidRPr="008C6DE4">
        <w:rPr>
          <w:i/>
        </w:rPr>
        <w:t>smtc2</w:t>
      </w:r>
      <w:r w:rsidRPr="008C6DE4">
        <w:t xml:space="preserve"> is present and smtc1 is fully overlapping with measurement gaps and smtc2 is partially overlapping with measurement gaps, requirements are not specified for T</w:t>
      </w:r>
      <w:r w:rsidRPr="008C6DE4">
        <w:rPr>
          <w:vertAlign w:val="subscript"/>
        </w:rPr>
        <w:t xml:space="preserve">identify_intra_without_index </w:t>
      </w:r>
      <w:r w:rsidRPr="008C6DE4">
        <w:t>or T</w:t>
      </w:r>
      <w:r w:rsidRPr="008C6DE4">
        <w:rPr>
          <w:vertAlign w:val="subscript"/>
        </w:rPr>
        <w:t>identify_intra_with_index</w:t>
      </w:r>
    </w:p>
    <w:p w14:paraId="55DB9CCA" w14:textId="07224B79" w:rsidR="00DB7325" w:rsidRPr="008C6DE4" w:rsidRDefault="003D108B" w:rsidP="003D108B">
      <w:pPr>
        <w:pStyle w:val="B10"/>
        <w:rPr>
          <w:lang w:val="en-US"/>
        </w:rPr>
      </w:pPr>
      <w:r>
        <w:rPr>
          <w:lang w:val="en-US"/>
        </w:rPr>
        <w:tab/>
      </w:r>
      <w:r w:rsidR="00DB7325" w:rsidRPr="008C6DE4">
        <w:rPr>
          <w:lang w:val="en-US"/>
        </w:rPr>
        <w:t>For FR2</w:t>
      </w:r>
      <w:r w:rsidR="00DB7325" w:rsidRPr="008C6DE4">
        <w:rPr>
          <w:lang w:val="en-US" w:eastAsia="zh-CN"/>
        </w:rPr>
        <w:t xml:space="preserve">, </w:t>
      </w:r>
    </w:p>
    <w:p w14:paraId="6D851CF2" w14:textId="49B62285" w:rsidR="002A2082" w:rsidRPr="008C6DE4" w:rsidRDefault="003D108B" w:rsidP="00E36567">
      <w:pPr>
        <w:pStyle w:val="B2"/>
        <w:rPr>
          <w:lang w:val="en-US"/>
        </w:rPr>
      </w:pPr>
      <w:r>
        <w:rPr>
          <w:lang w:val="en-US"/>
        </w:rPr>
        <w:tab/>
      </w:r>
      <w:r w:rsidR="002A2082" w:rsidRPr="008C6DE4">
        <w:rPr>
          <w:lang w:val="en-US"/>
        </w:rPr>
        <w:t>K</w:t>
      </w:r>
      <w:r w:rsidR="002A2082" w:rsidRPr="008C6DE4">
        <w:rPr>
          <w:vertAlign w:val="subscript"/>
          <w:lang w:val="en-US"/>
        </w:rPr>
        <w:t>layer1_measurement</w:t>
      </w:r>
      <w:r w:rsidR="002A2082" w:rsidRPr="008C6DE4">
        <w:rPr>
          <w:lang w:val="en-US"/>
        </w:rPr>
        <w:t xml:space="preserve">=1, </w:t>
      </w:r>
    </w:p>
    <w:p w14:paraId="39168B3F" w14:textId="77777777" w:rsidR="00843C24" w:rsidRPr="008C6DE4" w:rsidRDefault="00843C24" w:rsidP="00E36567">
      <w:pPr>
        <w:pStyle w:val="B3"/>
        <w:rPr>
          <w:lang w:val="en-US"/>
        </w:rPr>
      </w:pPr>
      <w:r w:rsidRPr="008C6DE4">
        <w:rPr>
          <w:lang w:val="en-US"/>
        </w:rPr>
        <w:t>-</w:t>
      </w:r>
      <w:r w:rsidRPr="008C6DE4">
        <w:rPr>
          <w:lang w:val="en-US"/>
        </w:rPr>
        <w:tab/>
        <w:t xml:space="preserve">if all of the reference signals configured for RLM, BFD, CBD or L1-RSRP for beam reporting </w:t>
      </w:r>
      <w:r>
        <w:rPr>
          <w:lang w:val="en-US"/>
        </w:rPr>
        <w:t>on any FR2 serving frequency in the same band</w:t>
      </w:r>
      <w:r w:rsidRPr="008C6DE4">
        <w:rPr>
          <w:lang w:val="en-US"/>
        </w:rPr>
        <w:t xml:space="preserve"> outside measurement gap are not fully overlapped by intra-frequency SMTC occasions, or </w:t>
      </w:r>
    </w:p>
    <w:p w14:paraId="288D8FB4" w14:textId="44D91C90" w:rsidR="002554EE" w:rsidRPr="008C6DE4" w:rsidRDefault="002554EE" w:rsidP="002554EE">
      <w:pPr>
        <w:pStyle w:val="B3"/>
        <w:rPr>
          <w:lang w:val="en-US"/>
        </w:rPr>
      </w:pPr>
      <w:r w:rsidRPr="008C6DE4">
        <w:rPr>
          <w:lang w:val="en-US"/>
        </w:rPr>
        <w:t>-</w:t>
      </w:r>
      <w:r w:rsidRPr="008C6DE4">
        <w:rPr>
          <w:lang w:val="en-US"/>
        </w:rPr>
        <w:tab/>
        <w:t xml:space="preserve">if all of the reference signal configured for RLM, BFD, CBD or L1-RSRP for beam reporting </w:t>
      </w:r>
      <w:r>
        <w:rPr>
          <w:lang w:val="en-US"/>
        </w:rPr>
        <w:t>on any FR2 serving frequency in the same band</w:t>
      </w:r>
      <w:r w:rsidRPr="008C6DE4">
        <w:rPr>
          <w:lang w:val="en-US"/>
        </w:rPr>
        <w:t xml:space="preserve"> outside measurement gap and fully-overlapped by intra-frequency SMTC occasions are not overlapped with </w:t>
      </w:r>
      <w:r>
        <w:rPr>
          <w:lang w:val="en-US"/>
        </w:rPr>
        <w:t xml:space="preserve">any of </w:t>
      </w:r>
      <w:r w:rsidRPr="008C6DE4">
        <w:rPr>
          <w:lang w:val="en-US"/>
        </w:rPr>
        <w:t xml:space="preserve">the SSB symbols </w:t>
      </w:r>
      <w:r>
        <w:rPr>
          <w:lang w:val="en-US"/>
        </w:rPr>
        <w:t xml:space="preserve">and the RSSI symbols, </w:t>
      </w:r>
      <w:r w:rsidRPr="008C6DE4">
        <w:rPr>
          <w:lang w:val="en-US"/>
        </w:rPr>
        <w:t xml:space="preserve">and 1 symbol before each consecutive SSB symbols </w:t>
      </w:r>
      <w:r>
        <w:rPr>
          <w:lang w:val="en-US"/>
        </w:rPr>
        <w:t xml:space="preserve">and the RSSI symbols, </w:t>
      </w:r>
      <w:r w:rsidRPr="008C6DE4">
        <w:rPr>
          <w:lang w:val="en-US"/>
        </w:rPr>
        <w:t xml:space="preserve">and 1 symbol after each consecutive SSB symbols </w:t>
      </w:r>
      <w:r>
        <w:rPr>
          <w:lang w:val="en-US"/>
        </w:rPr>
        <w:t>and the RSSI symbols</w:t>
      </w:r>
      <w:r w:rsidRPr="008C6DE4">
        <w:rPr>
          <w:lang w:val="en-US"/>
        </w:rPr>
        <w:t xml:space="preserve">, given that </w:t>
      </w:r>
      <w:r w:rsidRPr="008C6DE4">
        <w:rPr>
          <w:i/>
          <w:lang w:val="en-US"/>
        </w:rPr>
        <w:t xml:space="preserve">SSB-ToMeasure </w:t>
      </w:r>
      <w:r w:rsidRPr="009B0A31">
        <w:rPr>
          <w:lang w:val="en-US"/>
        </w:rPr>
        <w:t>and</w:t>
      </w:r>
      <w:r>
        <w:rPr>
          <w:i/>
          <w:lang w:val="en-US"/>
        </w:rPr>
        <w:t xml:space="preserve"> SS-RSSI-Measurement </w:t>
      </w:r>
      <w:r>
        <w:rPr>
          <w:lang w:val="en-US"/>
        </w:rPr>
        <w:t>are</w:t>
      </w:r>
      <w:r w:rsidRPr="008C6DE4">
        <w:rPr>
          <w:lang w:val="en-US"/>
        </w:rPr>
        <w:t xml:space="preserve"> configured</w:t>
      </w:r>
      <w:r>
        <w:rPr>
          <w:lang w:val="en-US"/>
        </w:rPr>
        <w:t xml:space="preserve">, where SSB symbols are indicated by </w:t>
      </w:r>
      <w:r w:rsidRPr="00E34923">
        <w:rPr>
          <w:rFonts w:eastAsia="Times New Roman"/>
        </w:rPr>
        <w:t xml:space="preserve">the union </w:t>
      </w:r>
      <w:r>
        <w:rPr>
          <w:rFonts w:eastAsia="Times New Roman"/>
        </w:rPr>
        <w:t xml:space="preserve">set </w:t>
      </w:r>
      <w:r w:rsidRPr="00E34923">
        <w:rPr>
          <w:rFonts w:eastAsia="Times New Roman"/>
        </w:rPr>
        <w:t>of</w:t>
      </w:r>
      <w:r w:rsidRPr="00E34923">
        <w:rPr>
          <w:rStyle w:val="apple-converted-space"/>
          <w:rFonts w:eastAsia="Times New Roman"/>
        </w:rPr>
        <w:t> </w:t>
      </w:r>
      <w:r w:rsidRPr="00E34923">
        <w:rPr>
          <w:rFonts w:eastAsia="Times New Roman"/>
          <w:i/>
          <w:iCs/>
        </w:rPr>
        <w:t>SSB-ToMeasure</w:t>
      </w:r>
      <w:r w:rsidRPr="00E34923">
        <w:rPr>
          <w:rFonts w:eastAsia="Times New Roman"/>
        </w:rPr>
        <w:t xml:space="preserve"> from all </w:t>
      </w:r>
      <w:r>
        <w:rPr>
          <w:rFonts w:eastAsia="Times New Roman"/>
        </w:rPr>
        <w:t>the configured measurement objects on the same serving carrier</w:t>
      </w:r>
      <w:r w:rsidRPr="00E34923">
        <w:rPr>
          <w:rFonts w:eastAsia="Times New Roman"/>
        </w:rPr>
        <w:t xml:space="preserve"> which can be merged</w:t>
      </w:r>
      <w:r w:rsidRPr="00DD3199">
        <w:rPr>
          <w:i/>
          <w:lang w:val="en-US"/>
        </w:rPr>
        <w:t xml:space="preserve"> </w:t>
      </w:r>
      <w:r>
        <w:rPr>
          <w:lang w:val="en-US"/>
        </w:rPr>
        <w:t xml:space="preserve">and RSSI symbols are indicated by </w:t>
      </w:r>
      <w:r>
        <w:rPr>
          <w:i/>
          <w:lang w:val="en-US"/>
        </w:rPr>
        <w:t>SS-RSSI-Measurement</w:t>
      </w:r>
      <w:r w:rsidRPr="008C6DE4">
        <w:rPr>
          <w:lang w:val="en-US"/>
        </w:rPr>
        <w:t>;</w:t>
      </w:r>
    </w:p>
    <w:p w14:paraId="58671AF5" w14:textId="6E5DDFA3" w:rsidR="002A2082" w:rsidRDefault="003D108B" w:rsidP="009B3C5A">
      <w:pPr>
        <w:pStyle w:val="B2"/>
        <w:rPr>
          <w:lang w:val="en-US"/>
        </w:rPr>
      </w:pPr>
      <w:r>
        <w:rPr>
          <w:lang w:val="en-US"/>
        </w:rPr>
        <w:tab/>
      </w:r>
      <w:r w:rsidR="002A2082" w:rsidRPr="008C6DE4">
        <w:rPr>
          <w:lang w:val="en-US"/>
        </w:rPr>
        <w:t>K</w:t>
      </w:r>
      <w:r w:rsidR="002A2082" w:rsidRPr="008C6DE4">
        <w:rPr>
          <w:vertAlign w:val="subscript"/>
          <w:lang w:val="en-US"/>
        </w:rPr>
        <w:t>layer1_measurement</w:t>
      </w:r>
      <w:r w:rsidR="002A2082" w:rsidRPr="008C6DE4">
        <w:rPr>
          <w:lang w:val="en-US"/>
        </w:rPr>
        <w:t>=1.5, otherwise.</w:t>
      </w:r>
    </w:p>
    <w:p w14:paraId="22596089" w14:textId="7E65EB22" w:rsidR="009B3C5A" w:rsidRPr="00E36567" w:rsidRDefault="009B3C5A" w:rsidP="00E36567">
      <w:pPr>
        <w:pStyle w:val="B10"/>
        <w:ind w:left="851" w:firstLine="0"/>
        <w:rPr>
          <w:lang w:val="en-US"/>
        </w:rPr>
      </w:pPr>
      <w:r>
        <w:rPr>
          <w:lang w:val="en-US"/>
        </w:rPr>
        <w:t xml:space="preserve">If the above-mentioned reference signal configured for L1-RSRP measurement is aperiodic CSI-RS </w:t>
      </w:r>
      <w:r>
        <w:t>resource</w:t>
      </w:r>
      <w:r>
        <w:rPr>
          <w:lang w:val="en-US"/>
        </w:rPr>
        <w:t xml:space="preserve">, </w:t>
      </w:r>
      <w:r>
        <w:t>l</w:t>
      </w:r>
      <w:r w:rsidRPr="008C6DE4">
        <w:t xml:space="preserve">onger </w:t>
      </w:r>
      <w:r>
        <w:t>cell identification</w:t>
      </w:r>
      <w:r w:rsidRPr="008C6DE4">
        <w:t xml:space="preserve"> </w:t>
      </w:r>
      <w:r>
        <w:t>delay</w:t>
      </w:r>
      <w:r w:rsidRPr="008C6DE4">
        <w:t xml:space="preserve"> would be expected</w:t>
      </w:r>
      <w:r>
        <w:t>.</w:t>
      </w:r>
    </w:p>
    <w:p w14:paraId="651AD483" w14:textId="05E96CA0" w:rsidR="00DB7325" w:rsidRPr="008C6DE4" w:rsidRDefault="00A407B4" w:rsidP="003D108B">
      <w:pPr>
        <w:pStyle w:val="B10"/>
      </w:pPr>
      <w:r>
        <w:tab/>
      </w:r>
      <w:r w:rsidRPr="008C6DE4">
        <w:t xml:space="preserve">If </w:t>
      </w:r>
      <w:r>
        <w:t>M</w:t>
      </w:r>
      <w:r w:rsidRPr="008C6DE4">
        <w:t xml:space="preserve">CG DRX is in use, cell identification requirements </w:t>
      </w:r>
      <w:r>
        <w:t xml:space="preserve">for </w:t>
      </w:r>
      <w:r w:rsidRPr="008C6DE4">
        <w:t>intra</w:t>
      </w:r>
      <w:r>
        <w:t>-</w:t>
      </w:r>
      <w:r w:rsidRPr="008C6DE4">
        <w:t xml:space="preserve">frequency </w:t>
      </w:r>
      <w:r>
        <w:t>measurement in MCG</w:t>
      </w:r>
      <w:r w:rsidRPr="008C6DE4">
        <w:t xml:space="preserve"> specified in Table 9.2.5.1-1, Table 9.2.5.1-2, Table 9.2.5.1-3, Table 9.2.5.1-4, Table 9.2.5.1-5 and Table 9.2.5.1-6 shall depend on the </w:t>
      </w:r>
      <w:r>
        <w:t>M</w:t>
      </w:r>
      <w:r w:rsidRPr="008C6DE4">
        <w:t xml:space="preserve">CG DRX cycle. If SCG DRX is in use, cell identification requirements </w:t>
      </w:r>
      <w:r>
        <w:t xml:space="preserve">for </w:t>
      </w:r>
      <w:r w:rsidRPr="008C6DE4">
        <w:t>intra</w:t>
      </w:r>
      <w:r>
        <w:t>-</w:t>
      </w:r>
      <w:r w:rsidRPr="008C6DE4">
        <w:t xml:space="preserve">frequency </w:t>
      </w:r>
      <w:r>
        <w:t xml:space="preserve">measurement in SCG </w:t>
      </w:r>
      <w:r w:rsidRPr="008C6DE4">
        <w:t>specified in Table 9.2.5.1-1, Table 9.2.5.1-2, Table 9.2.5.1-3, Table 9.2.5.1-4, Table 9.2.5.1-5 and Table 9.2.5.1-6 shall depend on the SCG DRX cycle. O</w:t>
      </w:r>
      <w:r w:rsidRPr="008C6DE4">
        <w:rPr>
          <w:lang w:eastAsia="zh-CN"/>
        </w:rPr>
        <w:t>therwise</w:t>
      </w:r>
      <w:r w:rsidRPr="008C6DE4">
        <w:t>,</w:t>
      </w:r>
      <w:r w:rsidRPr="008C6DE4">
        <w:rPr>
          <w:lang w:eastAsia="zh-CN"/>
        </w:rPr>
        <w:t xml:space="preserve"> the requirements </w:t>
      </w:r>
      <w:r w:rsidRPr="008C6DE4">
        <w:t>for when DRX is not in use shall apply</w:t>
      </w:r>
      <w:r w:rsidR="00DB7325" w:rsidRPr="008C6DE4">
        <w:t>.</w:t>
      </w:r>
    </w:p>
    <w:p w14:paraId="51578B57" w14:textId="77777777" w:rsidR="00DB7325" w:rsidRPr="008C6DE4" w:rsidRDefault="00DB7325" w:rsidP="00DB7325">
      <w:pPr>
        <w:keepNext/>
        <w:keepLines/>
        <w:spacing w:before="60"/>
        <w:jc w:val="center"/>
      </w:pPr>
      <w:r w:rsidRPr="008C6DE4">
        <w:rPr>
          <w:rFonts w:ascii="Arial" w:hAnsi="Arial"/>
          <w:b/>
        </w:rPr>
        <w:t>Table 9.2.5.1-1: Time period for PSS/SSS detection, (Frequency range 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048078FE"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26897C12" w14:textId="77777777" w:rsidR="00DB7325" w:rsidRPr="008C6DE4" w:rsidRDefault="00DB7325" w:rsidP="00F81708">
            <w:pPr>
              <w:pStyle w:val="TAH"/>
            </w:pPr>
            <w:r w:rsidRPr="008C6DE4">
              <w:t>DRX cycle</w:t>
            </w:r>
          </w:p>
        </w:tc>
        <w:tc>
          <w:tcPr>
            <w:tcW w:w="4621" w:type="dxa"/>
            <w:tcBorders>
              <w:top w:val="single" w:sz="4" w:space="0" w:color="auto"/>
              <w:left w:val="single" w:sz="4" w:space="0" w:color="auto"/>
              <w:bottom w:val="single" w:sz="4" w:space="0" w:color="auto"/>
              <w:right w:val="single" w:sz="4" w:space="0" w:color="auto"/>
            </w:tcBorders>
            <w:hideMark/>
          </w:tcPr>
          <w:p w14:paraId="036994DC" w14:textId="77777777" w:rsidR="00DB7325" w:rsidRPr="008C6DE4" w:rsidRDefault="00DB7325" w:rsidP="00F81708">
            <w:pPr>
              <w:pStyle w:val="TAH"/>
            </w:pPr>
            <w:r w:rsidRPr="008C6DE4">
              <w:t>T</w:t>
            </w:r>
            <w:r w:rsidRPr="008C6DE4">
              <w:rPr>
                <w:vertAlign w:val="subscript"/>
              </w:rPr>
              <w:t>PSS/SSS_sync_intra</w:t>
            </w:r>
          </w:p>
        </w:tc>
      </w:tr>
      <w:tr w:rsidR="00DD3199" w:rsidRPr="008C6DE4" w14:paraId="02F1328D"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4FAE5D2C" w14:textId="77777777" w:rsidR="00DB7325" w:rsidRPr="008C6DE4" w:rsidRDefault="00DB7325" w:rsidP="00F81708">
            <w:pPr>
              <w:pStyle w:val="TAC"/>
            </w:pPr>
            <w:r w:rsidRPr="008C6DE4">
              <w:t>No DRX</w:t>
            </w:r>
          </w:p>
        </w:tc>
        <w:tc>
          <w:tcPr>
            <w:tcW w:w="4621" w:type="dxa"/>
            <w:tcBorders>
              <w:top w:val="single" w:sz="4" w:space="0" w:color="auto"/>
              <w:left w:val="single" w:sz="4" w:space="0" w:color="auto"/>
              <w:bottom w:val="single" w:sz="4" w:space="0" w:color="auto"/>
              <w:right w:val="single" w:sz="4" w:space="0" w:color="auto"/>
            </w:tcBorders>
            <w:hideMark/>
          </w:tcPr>
          <w:p w14:paraId="6F3943F6" w14:textId="77777777" w:rsidR="00DB7325" w:rsidRPr="008C6DE4" w:rsidRDefault="00DB7325" w:rsidP="00F81708">
            <w:pPr>
              <w:pStyle w:val="TAC"/>
            </w:pPr>
            <w:r w:rsidRPr="008C6DE4">
              <w:t>max( 600ms, ceil( 5 x K</w:t>
            </w:r>
            <w:r w:rsidRPr="008C6DE4">
              <w:rPr>
                <w:vertAlign w:val="subscript"/>
              </w:rPr>
              <w:t>p</w:t>
            </w:r>
            <w:r w:rsidRPr="008C6DE4">
              <w:t>) x SMTC period )</w:t>
            </w:r>
            <w:r w:rsidRPr="008C6DE4">
              <w:rPr>
                <w:vertAlign w:val="superscript"/>
              </w:rPr>
              <w:t>Note 1</w:t>
            </w:r>
            <w:r w:rsidRPr="008C6DE4">
              <w:t xml:space="preserve"> x CSSF</w:t>
            </w:r>
            <w:r w:rsidRPr="008C6DE4">
              <w:rPr>
                <w:vertAlign w:val="subscript"/>
              </w:rPr>
              <w:t>intra</w:t>
            </w:r>
          </w:p>
        </w:tc>
      </w:tr>
      <w:tr w:rsidR="00DD3199" w:rsidRPr="008C6DE4" w14:paraId="293EF40E"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7A2CFA33" w14:textId="77777777" w:rsidR="00DB7325" w:rsidRPr="008C6DE4" w:rsidRDefault="00DB7325" w:rsidP="00F81708">
            <w:pPr>
              <w:pStyle w:val="TAC"/>
            </w:pPr>
            <w:r w:rsidRPr="008C6DE4">
              <w:t>DRX cycle</w:t>
            </w:r>
            <w:r w:rsidRPr="008C6DE4">
              <w:rPr>
                <w:rFonts w:hint="eastAsia"/>
                <w:lang w:val="en-US"/>
              </w:rPr>
              <w:t>≤</w:t>
            </w:r>
            <w:r w:rsidRPr="008C6DE4">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2A877276" w14:textId="77777777" w:rsidR="00DB7325" w:rsidRPr="008C6DE4" w:rsidRDefault="00DB7325" w:rsidP="00F81708">
            <w:pPr>
              <w:pStyle w:val="TAC"/>
              <w:rPr>
                <w:b/>
              </w:rPr>
            </w:pPr>
            <w:r w:rsidRPr="008C6DE4">
              <w:t>max( 600ms, ceil(1.5x 5 x K</w:t>
            </w:r>
            <w:r w:rsidRPr="008C6DE4">
              <w:rPr>
                <w:vertAlign w:val="subscript"/>
              </w:rPr>
              <w:t>p</w:t>
            </w:r>
            <w:r w:rsidRPr="008C6DE4">
              <w:t>) x max(SMTC period,DRX cycle)) x CSSF</w:t>
            </w:r>
            <w:r w:rsidRPr="008C6DE4">
              <w:rPr>
                <w:vertAlign w:val="subscript"/>
              </w:rPr>
              <w:t>intra</w:t>
            </w:r>
          </w:p>
        </w:tc>
      </w:tr>
      <w:tr w:rsidR="00DD3199" w:rsidRPr="008C6DE4" w14:paraId="149204DD"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6F259918" w14:textId="77777777" w:rsidR="00DB7325" w:rsidRPr="008C6DE4" w:rsidRDefault="00DB7325" w:rsidP="00F81708">
            <w:pPr>
              <w:pStyle w:val="TAC"/>
            </w:pPr>
            <w:r w:rsidRPr="008C6DE4">
              <w:t>DRX cycle&gt;320ms</w:t>
            </w:r>
          </w:p>
        </w:tc>
        <w:tc>
          <w:tcPr>
            <w:tcW w:w="4621" w:type="dxa"/>
            <w:tcBorders>
              <w:top w:val="single" w:sz="4" w:space="0" w:color="auto"/>
              <w:left w:val="single" w:sz="4" w:space="0" w:color="auto"/>
              <w:bottom w:val="single" w:sz="4" w:space="0" w:color="auto"/>
              <w:right w:val="single" w:sz="4" w:space="0" w:color="auto"/>
            </w:tcBorders>
            <w:hideMark/>
          </w:tcPr>
          <w:p w14:paraId="106F3006" w14:textId="77777777" w:rsidR="00DB7325" w:rsidRPr="008C6DE4" w:rsidRDefault="00DB7325" w:rsidP="00F81708">
            <w:pPr>
              <w:pStyle w:val="TAC"/>
              <w:rPr>
                <w:b/>
              </w:rPr>
            </w:pPr>
            <w:r w:rsidRPr="008C6DE4">
              <w:t>ceil(5] x K</w:t>
            </w:r>
            <w:r w:rsidRPr="008C6DE4">
              <w:rPr>
                <w:vertAlign w:val="subscript"/>
              </w:rPr>
              <w:t>p</w:t>
            </w:r>
            <w:r w:rsidRPr="008C6DE4">
              <w:t>) x DRX cycle x CSSF</w:t>
            </w:r>
            <w:r w:rsidRPr="008C6DE4">
              <w:rPr>
                <w:vertAlign w:val="subscript"/>
              </w:rPr>
              <w:t>intra</w:t>
            </w:r>
          </w:p>
        </w:tc>
      </w:tr>
      <w:tr w:rsidR="00DB7325" w:rsidRPr="008C6DE4" w14:paraId="385CB0C7" w14:textId="77777777" w:rsidTr="00867D3A">
        <w:tc>
          <w:tcPr>
            <w:tcW w:w="9241" w:type="dxa"/>
            <w:gridSpan w:val="2"/>
            <w:tcBorders>
              <w:top w:val="single" w:sz="4" w:space="0" w:color="auto"/>
              <w:left w:val="single" w:sz="4" w:space="0" w:color="auto"/>
              <w:bottom w:val="single" w:sz="4" w:space="0" w:color="auto"/>
              <w:right w:val="single" w:sz="4" w:space="0" w:color="auto"/>
            </w:tcBorders>
            <w:hideMark/>
          </w:tcPr>
          <w:p w14:paraId="40D14BFB" w14:textId="77777777" w:rsidR="00DB7325" w:rsidRPr="008C6DE4" w:rsidRDefault="00DB7325" w:rsidP="00867D3A">
            <w:pPr>
              <w:keepNext/>
              <w:keepLines/>
              <w:spacing w:after="0"/>
              <w:ind w:left="851" w:hanging="851"/>
            </w:pPr>
            <w:r w:rsidRPr="008C6DE4">
              <w:rPr>
                <w:rFonts w:ascii="Arial" w:hAnsi="Arial"/>
                <w:sz w:val="18"/>
              </w:rPr>
              <w:t>NOTE 1:</w:t>
            </w:r>
            <w:r w:rsidRPr="008C6DE4">
              <w:rPr>
                <w:rFonts w:ascii="Arial" w:hAnsi="Arial"/>
                <w:sz w:val="18"/>
              </w:rPr>
              <w:tab/>
              <w:t>If different SMTC periodicities are configured for different cells, the SMTC period in the requirement is the one used by the cell being identified</w:t>
            </w:r>
          </w:p>
        </w:tc>
      </w:tr>
    </w:tbl>
    <w:p w14:paraId="56F69EE7" w14:textId="77777777" w:rsidR="00DB7325" w:rsidRPr="008C6DE4" w:rsidRDefault="00DB7325" w:rsidP="00DB7325"/>
    <w:p w14:paraId="4E3AF13D" w14:textId="77777777" w:rsidR="00DB7325" w:rsidRPr="008C6DE4" w:rsidRDefault="00DB7325" w:rsidP="00DB7325">
      <w:pPr>
        <w:keepNext/>
        <w:keepLines/>
        <w:spacing w:before="60"/>
        <w:jc w:val="center"/>
      </w:pPr>
      <w:r w:rsidRPr="008C6DE4">
        <w:rPr>
          <w:rFonts w:ascii="Arial" w:hAnsi="Arial"/>
          <w:b/>
        </w:rPr>
        <w:t>Table 9.2.5.1-2: Time period for PSS/SSS detection, (Frequency range FR2)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12FA951D"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46458B86" w14:textId="77777777" w:rsidR="00DB7325" w:rsidRPr="008C6DE4" w:rsidRDefault="00DB7325" w:rsidP="00867D3A">
            <w:pPr>
              <w:keepNext/>
              <w:keepLines/>
              <w:spacing w:after="0"/>
              <w:jc w:val="cente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75066FC3" w14:textId="77777777" w:rsidR="00DB7325" w:rsidRPr="008C6DE4" w:rsidRDefault="00DB7325" w:rsidP="00867D3A">
            <w:pPr>
              <w:keepNext/>
              <w:keepLines/>
              <w:spacing w:after="0"/>
              <w:jc w:val="center"/>
            </w:pPr>
            <w:r w:rsidRPr="008C6DE4">
              <w:rPr>
                <w:rFonts w:ascii="Arial" w:hAnsi="Arial"/>
                <w:b/>
                <w:sz w:val="18"/>
              </w:rPr>
              <w:t>T</w:t>
            </w:r>
            <w:r w:rsidRPr="008C6DE4">
              <w:rPr>
                <w:rFonts w:ascii="Arial" w:hAnsi="Arial"/>
                <w:b/>
                <w:sz w:val="18"/>
                <w:vertAlign w:val="subscript"/>
              </w:rPr>
              <w:t>PSS/SSS_sync_intra</w:t>
            </w:r>
          </w:p>
        </w:tc>
      </w:tr>
      <w:tr w:rsidR="00DD3199" w:rsidRPr="008C6DE4" w14:paraId="729D7859"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32372405" w14:textId="77777777" w:rsidR="00DB7325" w:rsidRPr="008C6DE4" w:rsidRDefault="00DB7325" w:rsidP="00867D3A">
            <w:pPr>
              <w:keepNext/>
              <w:keepLines/>
              <w:spacing w:after="0"/>
              <w:jc w:val="cente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086DAD49" w14:textId="77777777" w:rsidR="00DB7325" w:rsidRPr="008C6DE4" w:rsidRDefault="00DB7325" w:rsidP="00867D3A">
            <w:pPr>
              <w:keepNext/>
              <w:keepLines/>
              <w:spacing w:after="0"/>
              <w:jc w:val="center"/>
            </w:pPr>
            <w:r w:rsidRPr="008C6DE4">
              <w:rPr>
                <w:rFonts w:ascii="Arial" w:hAnsi="Arial"/>
                <w:sz w:val="18"/>
              </w:rPr>
              <w:t>max(600ms, ceil(M</w:t>
            </w:r>
            <w:r w:rsidRPr="008C6DE4">
              <w:rPr>
                <w:rFonts w:ascii="Arial" w:hAnsi="Arial"/>
                <w:sz w:val="18"/>
                <w:vertAlign w:val="subscript"/>
              </w:rPr>
              <w:t>pss/sss_sync_w/o_gaps</w:t>
            </w:r>
            <w:r w:rsidRPr="008C6DE4">
              <w:rPr>
                <w:rFonts w:ascii="Arial" w:hAnsi="Arial"/>
                <w:sz w:val="18"/>
              </w:rPr>
              <w:t xml:space="preserve">  x K</w:t>
            </w:r>
            <w:r w:rsidRPr="008C6DE4">
              <w:rPr>
                <w:rFonts w:ascii="Arial" w:hAnsi="Arial"/>
                <w:sz w:val="18"/>
                <w:vertAlign w:val="subscript"/>
              </w:rPr>
              <w:t>p</w:t>
            </w:r>
            <w:r w:rsidRPr="008C6DE4">
              <w:rPr>
                <w:rFonts w:ascii="Arial" w:hAnsi="Arial"/>
                <w:sz w:val="18"/>
              </w:rPr>
              <w:t xml:space="preserve"> x K</w:t>
            </w:r>
            <w:r w:rsidRPr="008C6DE4">
              <w:rPr>
                <w:vertAlign w:val="subscript"/>
                <w:lang w:val="en-US"/>
              </w:rPr>
              <w:t>layer1_measurement</w:t>
            </w:r>
            <w:r w:rsidRPr="008C6DE4">
              <w:rPr>
                <w:rFonts w:ascii="Arial" w:hAnsi="Arial"/>
                <w:sz w:val="18"/>
              </w:rPr>
              <w:t>)</w:t>
            </w:r>
            <w:r w:rsidRPr="008C6DE4">
              <w:rPr>
                <w:rFonts w:ascii="Arial" w:hAnsi="Arial"/>
                <w:sz w:val="18"/>
                <w:vertAlign w:val="subscript"/>
              </w:rPr>
              <w:t xml:space="preserve">  </w:t>
            </w:r>
            <w:r w:rsidRPr="008C6DE4">
              <w:rPr>
                <w:rFonts w:ascii="Arial" w:hAnsi="Arial"/>
                <w:sz w:val="18"/>
              </w:rPr>
              <w:t>x SMTC period)</w:t>
            </w:r>
            <w:r w:rsidRPr="008C6DE4">
              <w:rPr>
                <w:rFonts w:ascii="Arial" w:hAnsi="Arial"/>
                <w:sz w:val="18"/>
                <w:vertAlign w:val="superscript"/>
              </w:rPr>
              <w:t>Note 1</w:t>
            </w:r>
            <w:r w:rsidRPr="008C6DE4">
              <w:rPr>
                <w:rFonts w:ascii="Arial" w:hAnsi="Arial"/>
                <w:sz w:val="18"/>
              </w:rPr>
              <w:t xml:space="preserve"> x CSSF</w:t>
            </w:r>
            <w:r w:rsidRPr="008C6DE4">
              <w:rPr>
                <w:rFonts w:ascii="Arial" w:hAnsi="Arial"/>
                <w:sz w:val="18"/>
                <w:vertAlign w:val="subscript"/>
              </w:rPr>
              <w:t>intra</w:t>
            </w:r>
          </w:p>
        </w:tc>
      </w:tr>
      <w:tr w:rsidR="00DD3199" w:rsidRPr="008C6DE4" w14:paraId="4A997802" w14:textId="77777777" w:rsidTr="00867D3A">
        <w:trPr>
          <w:trHeight w:val="245"/>
        </w:trPr>
        <w:tc>
          <w:tcPr>
            <w:tcW w:w="4620" w:type="dxa"/>
            <w:tcBorders>
              <w:top w:val="single" w:sz="4" w:space="0" w:color="auto"/>
              <w:left w:val="single" w:sz="4" w:space="0" w:color="auto"/>
              <w:bottom w:val="single" w:sz="4" w:space="0" w:color="auto"/>
              <w:right w:val="single" w:sz="4" w:space="0" w:color="auto"/>
            </w:tcBorders>
            <w:hideMark/>
          </w:tcPr>
          <w:p w14:paraId="1E1EDC54" w14:textId="77777777" w:rsidR="00DB7325" w:rsidRPr="008C6DE4" w:rsidRDefault="00DB7325" w:rsidP="00867D3A">
            <w:pPr>
              <w:keepNext/>
              <w:keepLines/>
              <w:spacing w:after="0"/>
              <w:jc w:val="cente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20F74EDF" w14:textId="77777777" w:rsidR="00DB7325" w:rsidRPr="008C6DE4" w:rsidRDefault="00DB7325" w:rsidP="00867D3A">
            <w:pPr>
              <w:keepNext/>
              <w:keepLines/>
              <w:spacing w:after="0"/>
              <w:jc w:val="center"/>
              <w:rPr>
                <w:b/>
              </w:rPr>
            </w:pPr>
            <w:r w:rsidRPr="008C6DE4">
              <w:rPr>
                <w:rFonts w:ascii="Arial" w:hAnsi="Arial"/>
                <w:sz w:val="18"/>
              </w:rPr>
              <w:t>max(600ms, ceil(1.5 x M</w:t>
            </w:r>
            <w:r w:rsidRPr="008C6DE4">
              <w:rPr>
                <w:rFonts w:ascii="Arial" w:hAnsi="Arial"/>
                <w:sz w:val="18"/>
                <w:vertAlign w:val="subscript"/>
              </w:rPr>
              <w:t>pss/sss_sync_w/o_gaps</w:t>
            </w:r>
            <w:r w:rsidRPr="008C6DE4">
              <w:rPr>
                <w:rFonts w:ascii="Arial" w:hAnsi="Arial"/>
                <w:sz w:val="18"/>
              </w:rPr>
              <w:t xml:space="preserve">  x K</w:t>
            </w:r>
            <w:r w:rsidRPr="008C6DE4">
              <w:rPr>
                <w:rFonts w:ascii="Arial" w:hAnsi="Arial"/>
                <w:sz w:val="18"/>
                <w:vertAlign w:val="subscript"/>
              </w:rPr>
              <w:t>p</w:t>
            </w:r>
            <w:r w:rsidRPr="008C6DE4">
              <w:rPr>
                <w:rFonts w:ascii="Arial" w:hAnsi="Arial"/>
                <w:sz w:val="18"/>
              </w:rPr>
              <w:t xml:space="preserve"> x K</w:t>
            </w:r>
            <w:r w:rsidRPr="008C6DE4">
              <w:rPr>
                <w:vertAlign w:val="subscript"/>
                <w:lang w:val="en-US"/>
              </w:rPr>
              <w:t>layer1_measurement</w:t>
            </w:r>
            <w:r w:rsidRPr="008C6DE4">
              <w:rPr>
                <w:rFonts w:ascii="Arial" w:hAnsi="Arial"/>
                <w:sz w:val="18"/>
              </w:rPr>
              <w:t>)</w:t>
            </w:r>
            <w:r w:rsidRPr="008C6DE4">
              <w:rPr>
                <w:rFonts w:ascii="Arial" w:hAnsi="Arial"/>
                <w:sz w:val="18"/>
                <w:vertAlign w:val="subscript"/>
              </w:rPr>
              <w:t xml:space="preserve"> </w:t>
            </w:r>
            <w:r w:rsidRPr="008C6DE4">
              <w:rPr>
                <w:rFonts w:ascii="Arial" w:hAnsi="Arial"/>
                <w:sz w:val="18"/>
              </w:rPr>
              <w:t>x max(SMTC period,DRX cycle)) x CSSF</w:t>
            </w:r>
            <w:r w:rsidRPr="008C6DE4">
              <w:rPr>
                <w:rFonts w:ascii="Arial" w:hAnsi="Arial"/>
                <w:sz w:val="18"/>
                <w:vertAlign w:val="subscript"/>
              </w:rPr>
              <w:t>intra</w:t>
            </w:r>
          </w:p>
        </w:tc>
      </w:tr>
      <w:tr w:rsidR="00DD3199" w:rsidRPr="008C6DE4" w14:paraId="2837E393"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7C9DCB00" w14:textId="77777777" w:rsidR="00DB7325" w:rsidRPr="008C6DE4" w:rsidRDefault="00DB7325" w:rsidP="00867D3A">
            <w:pPr>
              <w:keepNext/>
              <w:keepLines/>
              <w:spacing w:after="0"/>
              <w:jc w:val="center"/>
              <w:rPr>
                <w:b/>
              </w:rPr>
            </w:pPr>
            <w:r w:rsidRPr="008C6DE4">
              <w:rPr>
                <w:rFonts w:ascii="Arial" w:hAnsi="Arial"/>
                <w:sz w:val="18"/>
              </w:rPr>
              <w:t>DRX cycle&gt;320ms</w:t>
            </w:r>
          </w:p>
        </w:tc>
        <w:tc>
          <w:tcPr>
            <w:tcW w:w="4621" w:type="dxa"/>
            <w:tcBorders>
              <w:top w:val="single" w:sz="4" w:space="0" w:color="auto"/>
              <w:left w:val="single" w:sz="4" w:space="0" w:color="auto"/>
              <w:bottom w:val="single" w:sz="4" w:space="0" w:color="auto"/>
              <w:right w:val="single" w:sz="4" w:space="0" w:color="auto"/>
            </w:tcBorders>
            <w:hideMark/>
          </w:tcPr>
          <w:p w14:paraId="4C81BCE1" w14:textId="77777777" w:rsidR="00DB7325" w:rsidRPr="008C6DE4" w:rsidRDefault="00DB7325" w:rsidP="00867D3A">
            <w:pPr>
              <w:keepNext/>
              <w:keepLines/>
              <w:spacing w:after="0"/>
              <w:jc w:val="center"/>
              <w:rPr>
                <w:b/>
              </w:rPr>
            </w:pPr>
            <w:r w:rsidRPr="008C6DE4">
              <w:rPr>
                <w:rFonts w:ascii="Arial" w:hAnsi="Arial"/>
                <w:sz w:val="18"/>
              </w:rPr>
              <w:t>ceil(M</w:t>
            </w:r>
            <w:r w:rsidRPr="008C6DE4">
              <w:rPr>
                <w:rFonts w:ascii="Arial" w:hAnsi="Arial"/>
                <w:sz w:val="18"/>
                <w:vertAlign w:val="subscript"/>
              </w:rPr>
              <w:t>pss/sss_sync_w/o_gaps</w:t>
            </w:r>
            <w:r w:rsidRPr="008C6DE4">
              <w:rPr>
                <w:rFonts w:ascii="Arial" w:hAnsi="Arial"/>
                <w:sz w:val="18"/>
              </w:rPr>
              <w:t xml:space="preserve">  x K</w:t>
            </w:r>
            <w:r w:rsidRPr="008C6DE4">
              <w:rPr>
                <w:rFonts w:ascii="Arial" w:hAnsi="Arial"/>
                <w:sz w:val="18"/>
                <w:vertAlign w:val="subscript"/>
              </w:rPr>
              <w:t>p</w:t>
            </w:r>
            <w:r w:rsidRPr="008C6DE4">
              <w:rPr>
                <w:rFonts w:ascii="Arial" w:hAnsi="Arial"/>
                <w:sz w:val="18"/>
              </w:rPr>
              <w:t xml:space="preserve"> x K</w:t>
            </w:r>
            <w:r w:rsidRPr="008C6DE4">
              <w:rPr>
                <w:vertAlign w:val="subscript"/>
                <w:lang w:val="en-US"/>
              </w:rPr>
              <w:t>layer1_measurement</w:t>
            </w:r>
            <w:r w:rsidRPr="008C6DE4">
              <w:rPr>
                <w:rFonts w:ascii="Arial" w:hAnsi="Arial"/>
                <w:sz w:val="18"/>
              </w:rPr>
              <w:t xml:space="preserve">) </w:t>
            </w:r>
            <w:r w:rsidRPr="008C6DE4">
              <w:rPr>
                <w:rFonts w:ascii="Arial" w:hAnsi="Arial"/>
                <w:sz w:val="18"/>
                <w:vertAlign w:val="subscript"/>
              </w:rPr>
              <w:t xml:space="preserve"> </w:t>
            </w:r>
            <w:r w:rsidRPr="008C6DE4">
              <w:rPr>
                <w:rFonts w:ascii="Arial" w:hAnsi="Arial"/>
                <w:sz w:val="18"/>
              </w:rPr>
              <w:t>x DRX cycle x CSSF</w:t>
            </w:r>
            <w:r w:rsidRPr="008C6DE4">
              <w:rPr>
                <w:rFonts w:ascii="Arial" w:hAnsi="Arial"/>
                <w:sz w:val="18"/>
                <w:vertAlign w:val="subscript"/>
              </w:rPr>
              <w:t>intra</w:t>
            </w:r>
          </w:p>
        </w:tc>
      </w:tr>
      <w:tr w:rsidR="00DB7325" w:rsidRPr="008C6DE4" w14:paraId="53B4E154" w14:textId="77777777" w:rsidTr="00867D3A">
        <w:tc>
          <w:tcPr>
            <w:tcW w:w="9241" w:type="dxa"/>
            <w:gridSpan w:val="2"/>
            <w:tcBorders>
              <w:top w:val="single" w:sz="4" w:space="0" w:color="auto"/>
              <w:left w:val="single" w:sz="4" w:space="0" w:color="auto"/>
              <w:bottom w:val="single" w:sz="4" w:space="0" w:color="auto"/>
              <w:right w:val="single" w:sz="4" w:space="0" w:color="auto"/>
            </w:tcBorders>
            <w:hideMark/>
          </w:tcPr>
          <w:p w14:paraId="03223E18" w14:textId="77777777" w:rsidR="00DB7325" w:rsidRPr="008C6DE4" w:rsidRDefault="00DB7325" w:rsidP="00867D3A">
            <w:pPr>
              <w:keepNext/>
              <w:keepLines/>
              <w:spacing w:after="0"/>
              <w:ind w:left="851" w:hanging="851"/>
              <w:rPr>
                <w:i/>
              </w:rPr>
            </w:pPr>
            <w:r w:rsidRPr="008C6DE4">
              <w:rPr>
                <w:rFonts w:ascii="Arial" w:hAnsi="Arial"/>
                <w:sz w:val="18"/>
              </w:rPr>
              <w:t>NOTE 1:</w:t>
            </w:r>
            <w:r w:rsidRPr="008C6DE4">
              <w:rPr>
                <w:rFonts w:ascii="Arial" w:hAnsi="Arial"/>
                <w:sz w:val="18"/>
              </w:rPr>
              <w:tab/>
              <w:t>If different SMTC periodicities are configured for different cells, the SMTC period in the requirement is the one used by the cell being identified</w:t>
            </w:r>
          </w:p>
        </w:tc>
      </w:tr>
    </w:tbl>
    <w:p w14:paraId="5D353FB7" w14:textId="77777777" w:rsidR="00DB7325" w:rsidRPr="008C6DE4" w:rsidRDefault="00DB7325" w:rsidP="00DB7325"/>
    <w:p w14:paraId="014B811E" w14:textId="41ED38E2" w:rsidR="003D108B" w:rsidRPr="008C6DE4" w:rsidRDefault="003D108B" w:rsidP="003D108B">
      <w:pPr>
        <w:keepNext/>
        <w:keepLines/>
        <w:spacing w:before="60"/>
        <w:jc w:val="center"/>
      </w:pPr>
      <w:r w:rsidRPr="008C6DE4">
        <w:rPr>
          <w:rFonts w:ascii="Arial" w:hAnsi="Arial"/>
          <w:b/>
        </w:rPr>
        <w:t>Table 9.2.5.1-3: Time period for time index detection (FR1)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4B503EA5"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71CC27D4"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4020F47D"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SSB_time_index</w:t>
            </w:r>
            <w:r w:rsidRPr="008C6DE4">
              <w:rPr>
                <w:b/>
                <w:vertAlign w:val="subscript"/>
              </w:rPr>
              <w:t>_intra</w:t>
            </w:r>
          </w:p>
        </w:tc>
      </w:tr>
      <w:tr w:rsidR="00DD3199" w:rsidRPr="008C6DE4" w14:paraId="18AEE874"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6080149C" w14:textId="77777777" w:rsidR="00DB7325" w:rsidRPr="008C6DE4" w:rsidRDefault="00DB7325" w:rsidP="00867D3A">
            <w:pPr>
              <w:keepNext/>
              <w:keepLines/>
              <w:spacing w:after="0"/>
              <w:jc w:val="cente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2CA38841" w14:textId="77777777" w:rsidR="00DB7325" w:rsidRPr="008C6DE4" w:rsidRDefault="00DB7325" w:rsidP="00867D3A">
            <w:pPr>
              <w:keepNext/>
              <w:keepLines/>
              <w:spacing w:after="0"/>
              <w:jc w:val="center"/>
            </w:pPr>
            <w:r w:rsidRPr="008C6DE4">
              <w:rPr>
                <w:rFonts w:ascii="Arial" w:hAnsi="Arial"/>
                <w:sz w:val="18"/>
              </w:rPr>
              <w:t>max(120ms, ceil( 3 x K</w:t>
            </w:r>
            <w:r w:rsidRPr="008C6DE4">
              <w:rPr>
                <w:rFonts w:ascii="Arial" w:hAnsi="Arial"/>
                <w:sz w:val="18"/>
                <w:vertAlign w:val="subscript"/>
              </w:rPr>
              <w:t xml:space="preserve">p </w:t>
            </w:r>
            <w:r w:rsidRPr="008C6DE4">
              <w:rPr>
                <w:rFonts w:ascii="Arial" w:hAnsi="Arial"/>
                <w:sz w:val="18"/>
              </w:rPr>
              <w:t>)</w:t>
            </w:r>
            <w:r w:rsidRPr="008C6DE4">
              <w:rPr>
                <w:rFonts w:ascii="Arial" w:hAnsi="Arial"/>
                <w:sz w:val="18"/>
                <w:vertAlign w:val="subscript"/>
              </w:rPr>
              <w:t xml:space="preserve"> </w:t>
            </w:r>
            <w:r w:rsidRPr="008C6DE4">
              <w:rPr>
                <w:rFonts w:ascii="Arial" w:hAnsi="Arial"/>
                <w:sz w:val="18"/>
              </w:rPr>
              <w:t>x SMTC period)</w:t>
            </w:r>
            <w:r w:rsidRPr="008C6DE4">
              <w:rPr>
                <w:rFonts w:ascii="Arial" w:hAnsi="Arial"/>
                <w:sz w:val="18"/>
                <w:vertAlign w:val="superscript"/>
              </w:rPr>
              <w:t>Note 1</w:t>
            </w:r>
            <w:r w:rsidRPr="008C6DE4">
              <w:rPr>
                <w:rFonts w:ascii="Arial" w:hAnsi="Arial"/>
                <w:sz w:val="18"/>
              </w:rPr>
              <w:t xml:space="preserve"> x CSSF</w:t>
            </w:r>
            <w:r w:rsidRPr="008C6DE4">
              <w:rPr>
                <w:rFonts w:ascii="Arial" w:hAnsi="Arial"/>
                <w:sz w:val="18"/>
                <w:vertAlign w:val="subscript"/>
              </w:rPr>
              <w:t>intra</w:t>
            </w:r>
          </w:p>
        </w:tc>
      </w:tr>
      <w:tr w:rsidR="00DD3199" w:rsidRPr="008C6DE4" w14:paraId="1142AA9F"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09185E85" w14:textId="77777777" w:rsidR="00DB7325" w:rsidRPr="008C6DE4" w:rsidRDefault="00DB7325" w:rsidP="00867D3A">
            <w:pPr>
              <w:keepNext/>
              <w:keepLines/>
              <w:spacing w:after="0"/>
              <w:jc w:val="cente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06EEC686" w14:textId="77777777" w:rsidR="00DB7325" w:rsidRPr="008C6DE4" w:rsidRDefault="00DB7325" w:rsidP="00867D3A">
            <w:pPr>
              <w:keepNext/>
              <w:keepLines/>
              <w:spacing w:after="0"/>
              <w:jc w:val="center"/>
              <w:rPr>
                <w:b/>
              </w:rPr>
            </w:pPr>
            <w:r w:rsidRPr="008C6DE4">
              <w:rPr>
                <w:rFonts w:ascii="Arial" w:hAnsi="Arial"/>
                <w:sz w:val="18"/>
              </w:rPr>
              <w:t>max(120ms, ceil (1.5 x 3 x K</w:t>
            </w:r>
            <w:r w:rsidRPr="008C6DE4">
              <w:rPr>
                <w:rFonts w:ascii="Arial" w:hAnsi="Arial"/>
                <w:sz w:val="18"/>
                <w:vertAlign w:val="subscript"/>
              </w:rPr>
              <w:t>p</w:t>
            </w:r>
            <w:r w:rsidRPr="008C6DE4">
              <w:rPr>
                <w:rFonts w:ascii="Arial" w:hAnsi="Arial"/>
                <w:sz w:val="18"/>
              </w:rPr>
              <w:t>) x max(SMTC period,DRX cycle)) x CSSF</w:t>
            </w:r>
            <w:r w:rsidRPr="008C6DE4">
              <w:rPr>
                <w:rFonts w:ascii="Arial" w:hAnsi="Arial"/>
                <w:sz w:val="18"/>
                <w:vertAlign w:val="subscript"/>
              </w:rPr>
              <w:t>intra</w:t>
            </w:r>
          </w:p>
        </w:tc>
      </w:tr>
      <w:tr w:rsidR="00DD3199" w:rsidRPr="008C6DE4" w14:paraId="51D9CB28"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4598421F" w14:textId="77777777" w:rsidR="00DB7325" w:rsidRPr="008C6DE4" w:rsidRDefault="00DB7325" w:rsidP="00867D3A">
            <w:pPr>
              <w:keepNext/>
              <w:keepLines/>
              <w:spacing w:after="0"/>
              <w:jc w:val="center"/>
              <w:rPr>
                <w:b/>
              </w:rPr>
            </w:pPr>
            <w:r w:rsidRPr="008C6DE4">
              <w:rPr>
                <w:rFonts w:ascii="Arial" w:hAnsi="Arial"/>
                <w:sz w:val="18"/>
              </w:rPr>
              <w:t>DRX cycle&gt;320ms</w:t>
            </w:r>
          </w:p>
        </w:tc>
        <w:tc>
          <w:tcPr>
            <w:tcW w:w="4621" w:type="dxa"/>
            <w:tcBorders>
              <w:top w:val="single" w:sz="4" w:space="0" w:color="auto"/>
              <w:left w:val="single" w:sz="4" w:space="0" w:color="auto"/>
              <w:bottom w:val="single" w:sz="4" w:space="0" w:color="auto"/>
              <w:right w:val="single" w:sz="4" w:space="0" w:color="auto"/>
            </w:tcBorders>
            <w:hideMark/>
          </w:tcPr>
          <w:p w14:paraId="7D2D671D" w14:textId="77777777" w:rsidR="00DB7325" w:rsidRPr="008C6DE4" w:rsidRDefault="00DB7325" w:rsidP="00867D3A">
            <w:pPr>
              <w:keepNext/>
              <w:keepLines/>
              <w:spacing w:after="0"/>
              <w:jc w:val="center"/>
              <w:rPr>
                <w:b/>
              </w:rPr>
            </w:pPr>
            <w:r w:rsidRPr="008C6DE4">
              <w:rPr>
                <w:rFonts w:ascii="Arial" w:hAnsi="Arial"/>
                <w:sz w:val="18"/>
              </w:rPr>
              <w:t>Ceil(3 x K</w:t>
            </w:r>
            <w:r w:rsidRPr="008C6DE4">
              <w:rPr>
                <w:rFonts w:ascii="Arial" w:hAnsi="Arial"/>
                <w:sz w:val="18"/>
                <w:vertAlign w:val="subscript"/>
              </w:rPr>
              <w:t>p</w:t>
            </w:r>
            <w:r w:rsidRPr="008C6DE4">
              <w:rPr>
                <w:rFonts w:ascii="Arial" w:hAnsi="Arial"/>
                <w:sz w:val="18"/>
              </w:rPr>
              <w:t>) x DRX cycle x CSSF</w:t>
            </w:r>
            <w:r w:rsidRPr="008C6DE4">
              <w:rPr>
                <w:rFonts w:ascii="Arial" w:hAnsi="Arial"/>
                <w:sz w:val="18"/>
                <w:vertAlign w:val="subscript"/>
              </w:rPr>
              <w:t>intra</w:t>
            </w:r>
          </w:p>
        </w:tc>
      </w:tr>
      <w:tr w:rsidR="00DB7325" w:rsidRPr="008C6DE4" w14:paraId="3F957830" w14:textId="77777777" w:rsidTr="00867D3A">
        <w:tc>
          <w:tcPr>
            <w:tcW w:w="9241" w:type="dxa"/>
            <w:gridSpan w:val="2"/>
            <w:tcBorders>
              <w:top w:val="single" w:sz="4" w:space="0" w:color="auto"/>
              <w:left w:val="single" w:sz="4" w:space="0" w:color="auto"/>
              <w:bottom w:val="single" w:sz="4" w:space="0" w:color="auto"/>
              <w:right w:val="single" w:sz="4" w:space="0" w:color="auto"/>
            </w:tcBorders>
            <w:hideMark/>
          </w:tcPr>
          <w:p w14:paraId="2B538EAE" w14:textId="77777777" w:rsidR="00DB7325" w:rsidRPr="008C6DE4" w:rsidRDefault="00DB7325" w:rsidP="00867D3A">
            <w:pPr>
              <w:keepNext/>
              <w:keepLines/>
              <w:spacing w:after="0"/>
              <w:ind w:left="851" w:hanging="851"/>
              <w:rPr>
                <w:rFonts w:ascii="Arial" w:hAnsi="Arial"/>
                <w:sz w:val="18"/>
              </w:rPr>
            </w:pPr>
            <w:r w:rsidRPr="008C6DE4">
              <w:rPr>
                <w:rFonts w:ascii="Arial" w:hAnsi="Arial"/>
                <w:sz w:val="18"/>
                <w:lang w:eastAsia="ko-KR"/>
              </w:rPr>
              <w:t>NOTE</w:t>
            </w:r>
            <w:r w:rsidRPr="008C6DE4">
              <w:rPr>
                <w:rFonts w:ascii="Arial" w:hAnsi="Arial"/>
                <w:sz w:val="18"/>
              </w:rPr>
              <w:t xml:space="preserve"> 1:</w:t>
            </w:r>
            <w:r w:rsidRPr="008C6DE4">
              <w:rPr>
                <w:rFonts w:ascii="Arial" w:hAnsi="Arial"/>
                <w:sz w:val="18"/>
              </w:rPr>
              <w:tab/>
              <w:t>If different SMTC periodicities are configured for different cells, the SMTC period in the requirement is the one used by the cell being identified</w:t>
            </w:r>
          </w:p>
        </w:tc>
      </w:tr>
    </w:tbl>
    <w:p w14:paraId="64308E25" w14:textId="77777777" w:rsidR="00DB7325" w:rsidRPr="008C6DE4" w:rsidRDefault="00DB7325" w:rsidP="00DB7325"/>
    <w:p w14:paraId="78F106AD" w14:textId="44AC0EF7" w:rsidR="003D108B" w:rsidRPr="008C6DE4" w:rsidRDefault="003D108B" w:rsidP="003D108B">
      <w:pPr>
        <w:keepNext/>
        <w:keepLines/>
        <w:spacing w:before="60"/>
        <w:jc w:val="center"/>
      </w:pPr>
      <w:r w:rsidRPr="008C6DE4">
        <w:rPr>
          <w:rFonts w:ascii="Arial" w:hAnsi="Arial"/>
          <w:b/>
        </w:rPr>
        <w:t>Table 9.2.5.1-4: Time period for PSS/SSS detection, deactivated SCell (FR1)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64EDEE9B"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23F88574" w14:textId="77777777" w:rsidR="00DB7325" w:rsidRPr="008C6DE4" w:rsidRDefault="00DB7325" w:rsidP="00867D3A">
            <w:pPr>
              <w:keepNext/>
              <w:keepLines/>
              <w:spacing w:after="0"/>
              <w:jc w:val="center"/>
              <w:rPr>
                <w:b/>
              </w:rP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10248ACF" w14:textId="77777777" w:rsidR="00DB7325" w:rsidRPr="008C6DE4" w:rsidRDefault="00DB7325" w:rsidP="00867D3A">
            <w:pPr>
              <w:keepNext/>
              <w:keepLines/>
              <w:spacing w:after="0"/>
              <w:jc w:val="center"/>
              <w:rPr>
                <w:b/>
              </w:rPr>
            </w:pPr>
            <w:r w:rsidRPr="008C6DE4">
              <w:rPr>
                <w:rFonts w:ascii="Arial" w:hAnsi="Arial"/>
                <w:b/>
                <w:sz w:val="18"/>
              </w:rPr>
              <w:t>T</w:t>
            </w:r>
            <w:r w:rsidRPr="008C6DE4">
              <w:rPr>
                <w:rFonts w:ascii="Arial" w:hAnsi="Arial"/>
                <w:b/>
                <w:sz w:val="18"/>
                <w:vertAlign w:val="subscript"/>
              </w:rPr>
              <w:t>PSS/SSS_sync</w:t>
            </w:r>
            <w:r w:rsidRPr="008C6DE4">
              <w:rPr>
                <w:vertAlign w:val="subscript"/>
              </w:rPr>
              <w:t>_</w:t>
            </w:r>
            <w:r w:rsidRPr="008C6DE4">
              <w:rPr>
                <w:b/>
                <w:vertAlign w:val="subscript"/>
              </w:rPr>
              <w:t>intra</w:t>
            </w:r>
          </w:p>
        </w:tc>
      </w:tr>
      <w:tr w:rsidR="002B2309" w:rsidRPr="008C6DE4" w14:paraId="678BFEEA"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16E78E1F" w14:textId="77777777" w:rsidR="002B2309" w:rsidRPr="008C6DE4" w:rsidRDefault="002B2309" w:rsidP="002B2309">
            <w:pPr>
              <w:keepNext/>
              <w:keepLines/>
              <w:spacing w:after="0"/>
              <w:jc w:val="cente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4C43FE9F" w14:textId="26238517" w:rsidR="002B2309" w:rsidRPr="008C6DE4" w:rsidRDefault="002B2309" w:rsidP="002B2309">
            <w:pPr>
              <w:pStyle w:val="TAC"/>
            </w:pPr>
            <w:r>
              <w:t>Ceil(</w:t>
            </w:r>
            <w:r w:rsidRPr="009C5807">
              <w:t>5 x K</w:t>
            </w:r>
            <w:r w:rsidRPr="009C5807">
              <w:rPr>
                <w:vertAlign w:val="subscript"/>
              </w:rPr>
              <w:t>p</w:t>
            </w:r>
            <w:r w:rsidRPr="00112012">
              <w:t>)</w:t>
            </w:r>
            <w:r w:rsidRPr="009C5807">
              <w:t xml:space="preserve"> x measCycleSCell x CSSF</w:t>
            </w:r>
            <w:r w:rsidRPr="009C5807">
              <w:rPr>
                <w:vertAlign w:val="subscript"/>
              </w:rPr>
              <w:t>intra</w:t>
            </w:r>
          </w:p>
        </w:tc>
      </w:tr>
      <w:tr w:rsidR="002B2309" w:rsidRPr="008C6DE4" w14:paraId="242A9C3B"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00BF3918" w14:textId="77777777" w:rsidR="002B2309" w:rsidRPr="008C6DE4" w:rsidRDefault="002B2309" w:rsidP="002B2309">
            <w:pPr>
              <w:keepNext/>
              <w:keepLines/>
              <w:spacing w:after="0"/>
              <w:jc w:val="cente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42FDF847" w14:textId="68F68771" w:rsidR="002B2309" w:rsidRPr="008C6DE4" w:rsidRDefault="002B2309" w:rsidP="002B2309">
            <w:pPr>
              <w:pStyle w:val="TAC"/>
              <w:rPr>
                <w:b/>
              </w:rPr>
            </w:pPr>
            <w:r>
              <w:t>Ceil(</w:t>
            </w:r>
            <w:r w:rsidRPr="009C5807">
              <w:t>5 x K</w:t>
            </w:r>
            <w:r w:rsidRPr="009C5807">
              <w:rPr>
                <w:vertAlign w:val="subscript"/>
              </w:rPr>
              <w:t>p</w:t>
            </w:r>
            <w:r w:rsidRPr="00112012">
              <w:t>)</w:t>
            </w:r>
            <w:r w:rsidRPr="009C5807">
              <w:t xml:space="preserve"> x max(measCycleSCell, 1.5xDRX cycle) x CSSF</w:t>
            </w:r>
            <w:r w:rsidRPr="009C5807">
              <w:rPr>
                <w:vertAlign w:val="subscript"/>
              </w:rPr>
              <w:t>intra</w:t>
            </w:r>
          </w:p>
        </w:tc>
      </w:tr>
      <w:tr w:rsidR="002B2309" w:rsidRPr="008C6DE4" w14:paraId="46BF92E1"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11B8399C" w14:textId="77777777" w:rsidR="002B2309" w:rsidRPr="008C6DE4" w:rsidRDefault="002B2309" w:rsidP="002B2309">
            <w:pPr>
              <w:keepNext/>
              <w:keepLines/>
              <w:spacing w:after="0"/>
              <w:jc w:val="center"/>
            </w:pPr>
            <w:r w:rsidRPr="008C6DE4">
              <w:rPr>
                <w:rFonts w:ascii="Arial" w:hAnsi="Arial"/>
                <w:sz w:val="18"/>
              </w:rPr>
              <w:t>DRX cycle&gt; 320ms</w:t>
            </w:r>
          </w:p>
        </w:tc>
        <w:tc>
          <w:tcPr>
            <w:tcW w:w="4621" w:type="dxa"/>
            <w:tcBorders>
              <w:top w:val="single" w:sz="4" w:space="0" w:color="auto"/>
              <w:left w:val="single" w:sz="4" w:space="0" w:color="auto"/>
              <w:bottom w:val="single" w:sz="4" w:space="0" w:color="auto"/>
              <w:right w:val="single" w:sz="4" w:space="0" w:color="auto"/>
            </w:tcBorders>
            <w:hideMark/>
          </w:tcPr>
          <w:p w14:paraId="6386D5A9" w14:textId="1F28DBE2" w:rsidR="002B2309" w:rsidRPr="008C6DE4" w:rsidRDefault="002B2309" w:rsidP="002B2309">
            <w:pPr>
              <w:pStyle w:val="TAC"/>
            </w:pPr>
            <w:r>
              <w:t>Ceil(</w:t>
            </w:r>
            <w:r w:rsidRPr="009C5807">
              <w:t>5 x K</w:t>
            </w:r>
            <w:r w:rsidRPr="009C5807">
              <w:rPr>
                <w:vertAlign w:val="subscript"/>
              </w:rPr>
              <w:t>p</w:t>
            </w:r>
            <w:r w:rsidRPr="00112012">
              <w:t>)</w:t>
            </w:r>
            <w:r w:rsidRPr="009C5807">
              <w:t xml:space="preserve"> x max(measCycleSCell, DRX cycle) x CSSF</w:t>
            </w:r>
            <w:r w:rsidRPr="009C5807">
              <w:rPr>
                <w:vertAlign w:val="subscript"/>
              </w:rPr>
              <w:t>intra</w:t>
            </w:r>
          </w:p>
        </w:tc>
      </w:tr>
    </w:tbl>
    <w:p w14:paraId="3E729D73" w14:textId="77777777" w:rsidR="00DB7325" w:rsidRPr="008C6DE4" w:rsidRDefault="00DB7325" w:rsidP="00DB7325"/>
    <w:p w14:paraId="2C225D7B" w14:textId="5829A7DD" w:rsidR="003D108B" w:rsidRPr="008C6DE4" w:rsidRDefault="003D108B" w:rsidP="003D108B">
      <w:pPr>
        <w:keepNext/>
        <w:keepLines/>
        <w:spacing w:before="60"/>
        <w:jc w:val="center"/>
      </w:pPr>
      <w:r w:rsidRPr="008C6DE4">
        <w:rPr>
          <w:rFonts w:ascii="Arial" w:hAnsi="Arial"/>
          <w:b/>
        </w:rPr>
        <w:t>Table 9.2.5.1-</w:t>
      </w:r>
      <w:r w:rsidR="002554EE">
        <w:rPr>
          <w:rFonts w:ascii="Arial" w:hAnsi="Arial"/>
          <w:b/>
        </w:rPr>
        <w:t>5</w:t>
      </w:r>
      <w:r w:rsidRPr="008C6DE4">
        <w:rPr>
          <w:rFonts w:ascii="Arial" w:hAnsi="Arial"/>
          <w:b/>
        </w:rPr>
        <w:t>: Time period for PSS/SSS detection, deactivated SCell (FR1)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7AB2E6BF"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36F94F58"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1565BA90"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PSS/SSS_sync</w:t>
            </w:r>
            <w:r w:rsidRPr="008C6DE4">
              <w:rPr>
                <w:b/>
                <w:vertAlign w:val="subscript"/>
              </w:rPr>
              <w:t>_intra</w:t>
            </w:r>
          </w:p>
        </w:tc>
      </w:tr>
      <w:tr w:rsidR="002B2309" w:rsidRPr="008C6DE4" w14:paraId="29E45F7F"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3C4B35AF" w14:textId="77777777" w:rsidR="002B2309" w:rsidRPr="008C6DE4" w:rsidRDefault="002B2309" w:rsidP="002B2309">
            <w:pPr>
              <w:keepNext/>
              <w:keepLines/>
              <w:spacing w:after="0"/>
              <w:jc w:val="center"/>
              <w:rPr>
                <w:rFonts w:ascii="Arial" w:hAnsi="Arial"/>
                <w:sz w:val="18"/>
              </w:rP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2C573DA3" w14:textId="6D6AB864" w:rsidR="002B2309" w:rsidRPr="008C6DE4" w:rsidRDefault="002B2309" w:rsidP="002B2309">
            <w:pPr>
              <w:pStyle w:val="TAC"/>
            </w:pPr>
            <w:r>
              <w:t>Ceil(</w:t>
            </w:r>
            <w:r w:rsidRPr="009C5807">
              <w:t>M</w:t>
            </w:r>
            <w:r w:rsidRPr="009C5807">
              <w:rPr>
                <w:vertAlign w:val="subscript"/>
              </w:rPr>
              <w:t>pss/sss_sync_w/o_gaps</w:t>
            </w:r>
            <w:r w:rsidRPr="009C5807">
              <w:t xml:space="preserve"> x K</w:t>
            </w:r>
            <w:r w:rsidRPr="009C5807">
              <w:rPr>
                <w:vertAlign w:val="subscript"/>
              </w:rPr>
              <w:t>p</w:t>
            </w:r>
            <w:r w:rsidRPr="00112012">
              <w:t>)</w:t>
            </w:r>
            <w:r w:rsidRPr="009C5807">
              <w:t xml:space="preserve"> x measCycleSCell x CSSF</w:t>
            </w:r>
            <w:r w:rsidRPr="009C5807">
              <w:rPr>
                <w:vertAlign w:val="subscript"/>
              </w:rPr>
              <w:t>intra</w:t>
            </w:r>
          </w:p>
        </w:tc>
      </w:tr>
      <w:tr w:rsidR="002B2309" w:rsidRPr="008C6DE4" w14:paraId="49D71F10"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39305757" w14:textId="77777777" w:rsidR="002B2309" w:rsidRPr="008C6DE4" w:rsidRDefault="002B2309" w:rsidP="002B2309">
            <w:pPr>
              <w:keepNext/>
              <w:keepLines/>
              <w:spacing w:after="0"/>
              <w:jc w:val="center"/>
              <w:rPr>
                <w:rFonts w:ascii="Arial" w:hAnsi="Arial"/>
                <w:sz w:val="18"/>
              </w:rPr>
            </w:pPr>
            <w:r w:rsidRPr="008C6DE4">
              <w:t>DRX cycle</w:t>
            </w:r>
            <w:r w:rsidRPr="008C6DE4">
              <w:rPr>
                <w:rFonts w:hint="eastAsia"/>
                <w:lang w:val="en-US"/>
              </w:rPr>
              <w:t>≤</w:t>
            </w:r>
            <w:r w:rsidRPr="008C6DE4">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0E937408" w14:textId="001D24FC" w:rsidR="002B2309" w:rsidRPr="008C6DE4" w:rsidRDefault="002B2309" w:rsidP="002B2309">
            <w:pPr>
              <w:pStyle w:val="TAC"/>
              <w:rPr>
                <w:b/>
              </w:rPr>
            </w:pPr>
            <w:r>
              <w:t>Ceil(</w:t>
            </w:r>
            <w:r w:rsidRPr="009C5807">
              <w:t>M</w:t>
            </w:r>
            <w:r w:rsidRPr="009C5807">
              <w:rPr>
                <w:vertAlign w:val="subscript"/>
              </w:rPr>
              <w:t>pss/sss_sync_w/o_gaps</w:t>
            </w:r>
            <w:r w:rsidRPr="009C5807">
              <w:t xml:space="preserve"> x K</w:t>
            </w:r>
            <w:r w:rsidRPr="009C5807">
              <w:rPr>
                <w:vertAlign w:val="subscript"/>
              </w:rPr>
              <w:t>p</w:t>
            </w:r>
            <w:r w:rsidRPr="00112012">
              <w:t>)</w:t>
            </w:r>
            <w:r w:rsidRPr="009C5807">
              <w:t xml:space="preserve"> x max(measCycleSCell, 1.5xDRX cycle) x CSSF</w:t>
            </w:r>
            <w:r w:rsidRPr="009C5807">
              <w:rPr>
                <w:vertAlign w:val="subscript"/>
              </w:rPr>
              <w:t>intra</w:t>
            </w:r>
          </w:p>
        </w:tc>
      </w:tr>
      <w:tr w:rsidR="002B2309" w:rsidRPr="008C6DE4" w14:paraId="7C897779"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5CCF7F94" w14:textId="77777777" w:rsidR="002B2309" w:rsidRPr="008C6DE4" w:rsidRDefault="002B2309" w:rsidP="002B2309">
            <w:pPr>
              <w:keepNext/>
              <w:keepLines/>
              <w:spacing w:after="0"/>
              <w:jc w:val="center"/>
              <w:rPr>
                <w:rFonts w:ascii="Arial" w:hAnsi="Arial"/>
                <w:sz w:val="18"/>
              </w:rPr>
            </w:pPr>
            <w:r w:rsidRPr="008C6DE4">
              <w:t>DRX cycle&gt; 320ms</w:t>
            </w:r>
          </w:p>
        </w:tc>
        <w:tc>
          <w:tcPr>
            <w:tcW w:w="4621" w:type="dxa"/>
            <w:tcBorders>
              <w:top w:val="single" w:sz="4" w:space="0" w:color="auto"/>
              <w:left w:val="single" w:sz="4" w:space="0" w:color="auto"/>
              <w:bottom w:val="single" w:sz="4" w:space="0" w:color="auto"/>
              <w:right w:val="single" w:sz="4" w:space="0" w:color="auto"/>
            </w:tcBorders>
            <w:hideMark/>
          </w:tcPr>
          <w:p w14:paraId="1F5E37A5" w14:textId="191DCE95" w:rsidR="002B2309" w:rsidRPr="008C6DE4" w:rsidRDefault="002B2309" w:rsidP="002B2309">
            <w:pPr>
              <w:pStyle w:val="TAC"/>
            </w:pPr>
            <w:r>
              <w:t>Ceil(</w:t>
            </w:r>
            <w:r w:rsidRPr="009C5807">
              <w:t>M</w:t>
            </w:r>
            <w:r w:rsidRPr="009C5807">
              <w:rPr>
                <w:vertAlign w:val="subscript"/>
              </w:rPr>
              <w:t>pss/sss_sync_w/o_gaps</w:t>
            </w:r>
            <w:r w:rsidRPr="009C5807">
              <w:t xml:space="preserve"> x K</w:t>
            </w:r>
            <w:r w:rsidRPr="009C5807">
              <w:rPr>
                <w:vertAlign w:val="subscript"/>
              </w:rPr>
              <w:t>p</w:t>
            </w:r>
            <w:r w:rsidRPr="00112012">
              <w:t>)</w:t>
            </w:r>
            <w:r w:rsidRPr="009C5807">
              <w:t xml:space="preserve"> x max(measCycleSCell, DRX cycle) x CSSF</w:t>
            </w:r>
            <w:r w:rsidRPr="009C5807">
              <w:rPr>
                <w:vertAlign w:val="subscript"/>
              </w:rPr>
              <w:t>intra</w:t>
            </w:r>
          </w:p>
        </w:tc>
      </w:tr>
    </w:tbl>
    <w:p w14:paraId="40B9688C" w14:textId="77777777" w:rsidR="00DB7325" w:rsidRPr="008C6DE4" w:rsidRDefault="00DB7325" w:rsidP="00DB7325"/>
    <w:p w14:paraId="102703D0" w14:textId="48ED9D85" w:rsidR="003D108B" w:rsidRPr="008C6DE4" w:rsidRDefault="003D108B" w:rsidP="003D108B">
      <w:pPr>
        <w:keepNext/>
        <w:keepLines/>
        <w:spacing w:before="60"/>
        <w:jc w:val="center"/>
      </w:pPr>
      <w:r w:rsidRPr="008C6DE4">
        <w:rPr>
          <w:rFonts w:ascii="Arial" w:hAnsi="Arial"/>
          <w:b/>
        </w:rPr>
        <w:t>Table 9.2.5.1-6: Time period for time index detection, deactivated SCell (FR1)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10910C77"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498EB651"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02F51E1E"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SSB_time_index</w:t>
            </w:r>
            <w:r w:rsidRPr="008C6DE4">
              <w:rPr>
                <w:b/>
                <w:vertAlign w:val="subscript"/>
              </w:rPr>
              <w:t>_intra</w:t>
            </w:r>
          </w:p>
        </w:tc>
      </w:tr>
      <w:tr w:rsidR="002B2309" w:rsidRPr="008C6DE4" w14:paraId="123A5D89"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2797E11D" w14:textId="77777777" w:rsidR="002B2309" w:rsidRPr="008C6DE4" w:rsidRDefault="002B2309" w:rsidP="002B2309">
            <w:pPr>
              <w:keepNext/>
              <w:keepLines/>
              <w:spacing w:after="0"/>
              <w:jc w:val="center"/>
              <w:rPr>
                <w:rFonts w:ascii="Arial" w:hAnsi="Arial"/>
                <w:sz w:val="18"/>
              </w:rP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08A3E2A4" w14:textId="75D84598" w:rsidR="002B2309" w:rsidRPr="008C6DE4" w:rsidRDefault="002B2309" w:rsidP="002B2309">
            <w:pPr>
              <w:pStyle w:val="TAC"/>
            </w:pPr>
            <w:r>
              <w:t>Ceil(</w:t>
            </w:r>
            <w:r w:rsidRPr="009C5807">
              <w:t>3 x K</w:t>
            </w:r>
            <w:r w:rsidRPr="009C5807">
              <w:rPr>
                <w:vertAlign w:val="subscript"/>
              </w:rPr>
              <w:t>p</w:t>
            </w:r>
            <w:r w:rsidRPr="00112012">
              <w:t>)</w:t>
            </w:r>
            <w:r w:rsidRPr="009C5807">
              <w:t xml:space="preserve"> x measCycleSCell x CSSF</w:t>
            </w:r>
            <w:r w:rsidRPr="009C5807">
              <w:rPr>
                <w:vertAlign w:val="subscript"/>
              </w:rPr>
              <w:t>intra</w:t>
            </w:r>
          </w:p>
        </w:tc>
      </w:tr>
      <w:tr w:rsidR="002B2309" w:rsidRPr="008C6DE4" w14:paraId="58AB5758"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64230DD6" w14:textId="77777777" w:rsidR="002B2309" w:rsidRPr="008C6DE4" w:rsidRDefault="002B2309" w:rsidP="002B2309">
            <w:pPr>
              <w:keepNext/>
              <w:keepLines/>
              <w:spacing w:after="0"/>
              <w:jc w:val="center"/>
              <w:rPr>
                <w:rFonts w:ascii="Arial" w:hAnsi="Arial"/>
                <w:sz w:val="18"/>
              </w:rP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2FD6A602" w14:textId="731F68F8" w:rsidR="002B2309" w:rsidRPr="008C6DE4" w:rsidRDefault="002B2309" w:rsidP="002B2309">
            <w:pPr>
              <w:pStyle w:val="TAC"/>
              <w:rPr>
                <w:b/>
              </w:rPr>
            </w:pPr>
            <w:r>
              <w:t>Ceil(</w:t>
            </w:r>
            <w:r w:rsidRPr="009C5807">
              <w:t>3 x K</w:t>
            </w:r>
            <w:r w:rsidRPr="009C5807">
              <w:rPr>
                <w:vertAlign w:val="subscript"/>
              </w:rPr>
              <w:t>p</w:t>
            </w:r>
            <w:r w:rsidRPr="00112012">
              <w:t>)</w:t>
            </w:r>
            <w:r w:rsidRPr="009C5807">
              <w:t xml:space="preserve"> x max(measCycleSCell, 1.5xDRX cycle) x CSSF</w:t>
            </w:r>
            <w:r w:rsidRPr="009C5807">
              <w:rPr>
                <w:vertAlign w:val="subscript"/>
              </w:rPr>
              <w:t>intra</w:t>
            </w:r>
          </w:p>
        </w:tc>
      </w:tr>
      <w:tr w:rsidR="002B2309" w:rsidRPr="008C6DE4" w14:paraId="5DD89B5A"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4042A2C9" w14:textId="77777777" w:rsidR="002B2309" w:rsidRPr="008C6DE4" w:rsidRDefault="002B2309" w:rsidP="002B2309">
            <w:pPr>
              <w:keepNext/>
              <w:keepLines/>
              <w:spacing w:after="0"/>
              <w:jc w:val="center"/>
              <w:rPr>
                <w:rFonts w:ascii="Arial" w:hAnsi="Arial"/>
                <w:sz w:val="18"/>
              </w:rPr>
            </w:pPr>
            <w:r w:rsidRPr="008C6DE4">
              <w:rPr>
                <w:rFonts w:ascii="Arial" w:hAnsi="Arial"/>
                <w:sz w:val="18"/>
              </w:rPr>
              <w:t>DRX cycle&gt; 320ms</w:t>
            </w:r>
          </w:p>
        </w:tc>
        <w:tc>
          <w:tcPr>
            <w:tcW w:w="4621" w:type="dxa"/>
            <w:tcBorders>
              <w:top w:val="single" w:sz="4" w:space="0" w:color="auto"/>
              <w:left w:val="single" w:sz="4" w:space="0" w:color="auto"/>
              <w:bottom w:val="single" w:sz="4" w:space="0" w:color="auto"/>
              <w:right w:val="single" w:sz="4" w:space="0" w:color="auto"/>
            </w:tcBorders>
            <w:hideMark/>
          </w:tcPr>
          <w:p w14:paraId="576BCE5D" w14:textId="5FB67D51" w:rsidR="002B2309" w:rsidRPr="008C6DE4" w:rsidRDefault="002B2309" w:rsidP="002B2309">
            <w:pPr>
              <w:pStyle w:val="TAC"/>
            </w:pPr>
            <w:r>
              <w:t>Ceil(</w:t>
            </w:r>
            <w:r w:rsidRPr="009C5807">
              <w:t>3 x K</w:t>
            </w:r>
            <w:r w:rsidRPr="009C5807">
              <w:rPr>
                <w:vertAlign w:val="subscript"/>
              </w:rPr>
              <w:t>p</w:t>
            </w:r>
            <w:r w:rsidRPr="00112012">
              <w:t>)</w:t>
            </w:r>
            <w:r w:rsidRPr="009C5807">
              <w:t>x max(measCycleSCell, DRX cycle) x CSSF</w:t>
            </w:r>
            <w:r w:rsidRPr="009C5807">
              <w:rPr>
                <w:vertAlign w:val="subscript"/>
              </w:rPr>
              <w:t>intra</w:t>
            </w:r>
          </w:p>
        </w:tc>
      </w:tr>
    </w:tbl>
    <w:p w14:paraId="59CCB62B" w14:textId="77777777" w:rsidR="00DB7325" w:rsidRPr="008C6DE4" w:rsidRDefault="00DB7325" w:rsidP="00DB7325"/>
    <w:p w14:paraId="1D756DBC" w14:textId="77777777" w:rsidR="00DB7325" w:rsidRPr="008C6DE4" w:rsidRDefault="00DB7325" w:rsidP="00DB7325">
      <w:pPr>
        <w:pStyle w:val="TH"/>
      </w:pPr>
      <w:r w:rsidRPr="008C6DE4">
        <w:t>Table 9.2.5.1-7: Void</w:t>
      </w:r>
    </w:p>
    <w:p w14:paraId="3CFF7E2B" w14:textId="77777777" w:rsidR="00DB7325" w:rsidRPr="008C6DE4" w:rsidRDefault="00DB7325" w:rsidP="00DB7325">
      <w:pPr>
        <w:pStyle w:val="TH"/>
        <w:rPr>
          <w:lang w:eastAsia="zh-CN"/>
        </w:rPr>
      </w:pPr>
      <w:r w:rsidRPr="008C6DE4">
        <w:t>Table 9.2.5.1-8: Void</w:t>
      </w:r>
    </w:p>
    <w:p w14:paraId="30980C4B" w14:textId="138F4235" w:rsidR="00DB7325" w:rsidRPr="008C6DE4" w:rsidRDefault="0048284E" w:rsidP="0048284E">
      <w:pPr>
        <w:pStyle w:val="Heading4"/>
      </w:pPr>
      <w:r w:rsidRPr="008C6DE4">
        <w:t>9.2.5.2</w:t>
      </w:r>
      <w:r w:rsidR="00DB7325" w:rsidRPr="008C6DE4">
        <w:tab/>
        <w:t>Measurement period</w:t>
      </w:r>
    </w:p>
    <w:p w14:paraId="6FE9AE7F" w14:textId="77777777" w:rsidR="00781B56" w:rsidRPr="008C6DE4" w:rsidRDefault="00781B56" w:rsidP="00781B56">
      <w:pPr>
        <w:rPr>
          <w:rFonts w:ascii="Arial" w:hAnsi="Arial"/>
          <w:b/>
          <w:sz w:val="18"/>
        </w:rPr>
      </w:pPr>
      <w:r w:rsidRPr="008C6DE4">
        <w:t>The measurement period for intrafrequency measurements without gaps is as shown in table 9.2.5.2-1, 9.2.5.2-2, 9.2.5.2-3 (deactivated SCell) or 9.2.5.2-4(deactivated SCell).</w:t>
      </w:r>
      <w:r w:rsidRPr="008C6DE4">
        <w:rPr>
          <w:lang w:val="en-US"/>
        </w:rPr>
        <w:t xml:space="preserve"> If the higher layer signaling in TS38.331 [2] </w:t>
      </w:r>
      <w:r w:rsidRPr="008C6DE4">
        <w:t xml:space="preserve">signalling of </w:t>
      </w:r>
      <w:r w:rsidRPr="008C6DE4">
        <w:rPr>
          <w:i/>
        </w:rPr>
        <w:t>smtc2</w:t>
      </w:r>
      <w:r w:rsidRPr="008C6DE4">
        <w:t xml:space="preserve"> is present and smtc1 is fully overlapping with measurement </w:t>
      </w:r>
      <w:r>
        <w:t>gaps</w:t>
      </w:r>
      <w:r w:rsidRPr="008C6DE4">
        <w:t xml:space="preserve"> and smtc2 is partially overlapping with measurement gaps, requirements are not specified for </w:t>
      </w:r>
      <w:r w:rsidRPr="008C6DE4">
        <w:rPr>
          <w:rFonts w:ascii="Arial" w:hAnsi="Arial"/>
          <w:sz w:val="18"/>
        </w:rPr>
        <w:t>T</w:t>
      </w:r>
      <w:r w:rsidRPr="008C6DE4">
        <w:rPr>
          <w:rFonts w:ascii="Arial" w:hAnsi="Arial"/>
          <w:sz w:val="18"/>
          <w:vertAlign w:val="subscript"/>
        </w:rPr>
        <w:t>SSB_measurement_period_intra</w:t>
      </w:r>
    </w:p>
    <w:p w14:paraId="72D83100" w14:textId="66F8E16E" w:rsidR="00781B56" w:rsidRDefault="00A407B4" w:rsidP="00781B56">
      <w:r w:rsidRPr="008C6DE4">
        <w:t xml:space="preserve">If </w:t>
      </w:r>
      <w:r>
        <w:t>M</w:t>
      </w:r>
      <w:r w:rsidRPr="008C6DE4">
        <w:t xml:space="preserve">CG DRX is in use, measurement period requirements </w:t>
      </w:r>
      <w:r>
        <w:t>for intra-frequency measurement in MCG</w:t>
      </w:r>
      <w:r w:rsidRPr="008C6DE4">
        <w:t xml:space="preserve"> specified in Table 9.2.5.2-1, Table 9.2.5.2-2, Table 9.2.5.2-3 and Table 9.2.5.2-4 shall depend on the </w:t>
      </w:r>
      <w:r>
        <w:t>M</w:t>
      </w:r>
      <w:r w:rsidRPr="008C6DE4">
        <w:t>CG DRX cycle. If SCG DRX is in use,</w:t>
      </w:r>
      <w:r>
        <w:t xml:space="preserve"> </w:t>
      </w:r>
      <w:r w:rsidRPr="008C6DE4">
        <w:t xml:space="preserve">measurement period requirements </w:t>
      </w:r>
      <w:r>
        <w:t>for intra-frequency measurement in SCG</w:t>
      </w:r>
      <w:r w:rsidRPr="008C6DE4">
        <w:t xml:space="preserve"> specified in Table 9.2.5.2-1, Table 9.2.5.2-2, Table 9.2.5.2-3 and Table 9.2.5.2-4 shall depend on the SCG DRX cycle. O</w:t>
      </w:r>
      <w:r w:rsidRPr="008C6DE4">
        <w:rPr>
          <w:lang w:eastAsia="zh-CN"/>
        </w:rPr>
        <w:t>therwise</w:t>
      </w:r>
      <w:r w:rsidRPr="008C6DE4">
        <w:t>,</w:t>
      </w:r>
      <w:r w:rsidRPr="008C6DE4">
        <w:rPr>
          <w:lang w:eastAsia="zh-CN"/>
        </w:rPr>
        <w:t xml:space="preserve"> the requirements </w:t>
      </w:r>
      <w:r w:rsidRPr="008C6DE4">
        <w:t>for when DRX is not in use shall apply</w:t>
      </w:r>
      <w:r w:rsidR="00781B56" w:rsidRPr="008C6DE4">
        <w:t>.</w:t>
      </w:r>
    </w:p>
    <w:p w14:paraId="6ADCB85F" w14:textId="07DBA962" w:rsidR="00781B56" w:rsidRPr="008C6DE4" w:rsidRDefault="00781B56" w:rsidP="00781B56">
      <w:r>
        <w:rPr>
          <w:color w:val="000000"/>
        </w:rPr>
        <w:t>For FR2, a longer measurement period is allowed, if aper</w:t>
      </w:r>
      <w:r w:rsidRPr="00E10848">
        <w:rPr>
          <w:color w:val="000000"/>
        </w:rPr>
        <w:t xml:space="preserve">iodic CSI-RS resource is measured for L1-RSRP measurement on any FR2 serving frequency in the same band, and the CSI-RS resource is outside measurement gap and overlapped with any of the SSB symbols and the RSSI symbols, and 1 symbol before each consecutive SSB symbols and the RSSI symbols, and 1 symbol after each consecutive SSB symbols and the RSSI symbols. </w:t>
      </w:r>
      <w:r w:rsidRPr="00E10848">
        <w:rPr>
          <w:color w:val="000000"/>
          <w:lang w:eastAsia="zh-TW"/>
        </w:rPr>
        <w:t>If</w:t>
      </w:r>
      <w:r w:rsidRPr="00E10848">
        <w:rPr>
          <w:color w:val="000000"/>
        </w:rPr>
        <w:t xml:space="preserve"> </w:t>
      </w:r>
      <w:r w:rsidRPr="00781B56">
        <w:rPr>
          <w:i/>
          <w:color w:val="000000"/>
        </w:rPr>
        <w:t>SSB-ToMeasure</w:t>
      </w:r>
      <w:r w:rsidRPr="00E10848">
        <w:rPr>
          <w:color w:val="000000"/>
        </w:rPr>
        <w:t xml:space="preserve"> or </w:t>
      </w:r>
      <w:r w:rsidRPr="00781B56">
        <w:rPr>
          <w:i/>
          <w:color w:val="000000"/>
        </w:rPr>
        <w:t>SS-RSSI-Measurement</w:t>
      </w:r>
      <w:r w:rsidRPr="00E10848">
        <w:rPr>
          <w:color w:val="000000"/>
        </w:rPr>
        <w:t xml:space="preserve"> is configured, the SSB symbols are indicated by the union set of </w:t>
      </w:r>
      <w:r w:rsidRPr="00781B56">
        <w:rPr>
          <w:i/>
          <w:color w:val="000000"/>
        </w:rPr>
        <w:t>SSB-ToMeasure</w:t>
      </w:r>
      <w:r w:rsidRPr="00E10848">
        <w:rPr>
          <w:color w:val="000000"/>
        </w:rPr>
        <w:t xml:space="preserve"> from all the configured measurement objects on the same band which can be merged and the RSSI symbols are indicated by </w:t>
      </w:r>
      <w:r w:rsidRPr="00781B56">
        <w:rPr>
          <w:i/>
          <w:color w:val="000000"/>
        </w:rPr>
        <w:t>SS-RSSI-Measurement</w:t>
      </w:r>
      <w:r>
        <w:rPr>
          <w:color w:val="000000"/>
        </w:rPr>
        <w:t>.</w:t>
      </w:r>
    </w:p>
    <w:p w14:paraId="27E027A4" w14:textId="77777777" w:rsidR="00781B56" w:rsidRPr="008C6DE4" w:rsidRDefault="00781B56" w:rsidP="00DB7325"/>
    <w:p w14:paraId="4360B17C" w14:textId="23AC59A8" w:rsidR="003D108B" w:rsidRPr="008C6DE4" w:rsidRDefault="003D108B" w:rsidP="003D108B">
      <w:pPr>
        <w:keepNext/>
        <w:keepLines/>
        <w:spacing w:before="60"/>
        <w:jc w:val="center"/>
      </w:pPr>
      <w:r w:rsidRPr="008C6DE4">
        <w:rPr>
          <w:rFonts w:ascii="Arial" w:hAnsi="Arial"/>
          <w:b/>
        </w:rPr>
        <w:t>Table 9.2.5.2-1: Measurement period for intrafrequency measurements without gaps(FR1)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6692D21C"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2BE6FD93"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579ABEB4"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 xml:space="preserve"> SSB_measurement_period_intra</w:t>
            </w:r>
            <w:r w:rsidRPr="008C6DE4">
              <w:rPr>
                <w:rFonts w:ascii="Arial" w:hAnsi="Arial"/>
                <w:b/>
                <w:sz w:val="18"/>
              </w:rPr>
              <w:t xml:space="preserve">  </w:t>
            </w:r>
          </w:p>
        </w:tc>
      </w:tr>
      <w:tr w:rsidR="00DD3199" w:rsidRPr="008C6DE4" w14:paraId="2710CE7E"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29936A65" w14:textId="77777777" w:rsidR="00DB7325" w:rsidRPr="008C6DE4" w:rsidRDefault="00DB7325" w:rsidP="00867D3A">
            <w:pPr>
              <w:keepNext/>
              <w:keepLines/>
              <w:spacing w:after="0"/>
              <w:jc w:val="cente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17655F96" w14:textId="77777777" w:rsidR="00DB7325" w:rsidRPr="008C6DE4" w:rsidRDefault="00DB7325" w:rsidP="00867D3A">
            <w:pPr>
              <w:keepNext/>
              <w:keepLines/>
              <w:spacing w:after="0"/>
              <w:jc w:val="center"/>
            </w:pPr>
            <w:r w:rsidRPr="008C6DE4">
              <w:rPr>
                <w:rFonts w:ascii="Arial" w:hAnsi="Arial"/>
                <w:sz w:val="18"/>
              </w:rPr>
              <w:t>max(200ms, ceil( 5 x K</w:t>
            </w:r>
            <w:r w:rsidRPr="008C6DE4">
              <w:rPr>
                <w:rFonts w:ascii="Arial" w:hAnsi="Arial"/>
                <w:sz w:val="18"/>
                <w:vertAlign w:val="subscript"/>
              </w:rPr>
              <w:t>p</w:t>
            </w:r>
            <w:r w:rsidRPr="008C6DE4">
              <w:rPr>
                <w:rFonts w:ascii="Arial" w:hAnsi="Arial"/>
                <w:sz w:val="18"/>
              </w:rPr>
              <w:t>) x SMTC period)</w:t>
            </w:r>
            <w:r w:rsidRPr="008C6DE4">
              <w:rPr>
                <w:rFonts w:ascii="Arial" w:hAnsi="Arial"/>
                <w:sz w:val="18"/>
                <w:vertAlign w:val="superscript"/>
              </w:rPr>
              <w:t>Note 1</w:t>
            </w:r>
            <w:r w:rsidRPr="008C6DE4">
              <w:rPr>
                <w:rFonts w:ascii="Arial" w:hAnsi="Arial"/>
                <w:sz w:val="18"/>
              </w:rPr>
              <w:t xml:space="preserve"> x CSSF</w:t>
            </w:r>
            <w:r w:rsidRPr="008C6DE4">
              <w:rPr>
                <w:rFonts w:ascii="Arial" w:hAnsi="Arial"/>
                <w:sz w:val="18"/>
                <w:vertAlign w:val="subscript"/>
              </w:rPr>
              <w:t>intra</w:t>
            </w:r>
          </w:p>
        </w:tc>
      </w:tr>
      <w:tr w:rsidR="00DD3199" w:rsidRPr="008C6DE4" w14:paraId="339DE056"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4ACE78D0" w14:textId="77777777" w:rsidR="00DB7325" w:rsidRPr="008C6DE4" w:rsidRDefault="00DB7325" w:rsidP="00867D3A">
            <w:pPr>
              <w:keepNext/>
              <w:keepLines/>
              <w:spacing w:after="0"/>
              <w:jc w:val="cente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6DFD9083" w14:textId="631A1282" w:rsidR="00DB7325" w:rsidRPr="008C6DE4" w:rsidRDefault="00DB7325" w:rsidP="00867D3A">
            <w:pPr>
              <w:keepNext/>
              <w:keepLines/>
              <w:spacing w:after="0"/>
              <w:jc w:val="center"/>
              <w:rPr>
                <w:b/>
              </w:rPr>
            </w:pPr>
            <w:r w:rsidRPr="008C6DE4">
              <w:rPr>
                <w:rFonts w:ascii="Arial" w:hAnsi="Arial"/>
                <w:sz w:val="18"/>
              </w:rPr>
              <w:t>max(200ms, ceil(1.5x 5 x K</w:t>
            </w:r>
            <w:r w:rsidRPr="008C6DE4">
              <w:rPr>
                <w:rFonts w:ascii="Arial" w:hAnsi="Arial"/>
                <w:sz w:val="18"/>
                <w:vertAlign w:val="subscript"/>
              </w:rPr>
              <w:t>p</w:t>
            </w:r>
            <w:r w:rsidRPr="008C6DE4">
              <w:rPr>
                <w:rFonts w:ascii="Arial" w:hAnsi="Arial"/>
                <w:sz w:val="18"/>
              </w:rPr>
              <w:t>) x max(SMTC period,DRX cycle)) x CSSF</w:t>
            </w:r>
            <w:r w:rsidRPr="008C6DE4">
              <w:rPr>
                <w:rFonts w:ascii="Arial" w:hAnsi="Arial"/>
                <w:sz w:val="18"/>
                <w:vertAlign w:val="subscript"/>
              </w:rPr>
              <w:t>intra</w:t>
            </w:r>
          </w:p>
        </w:tc>
      </w:tr>
      <w:tr w:rsidR="00DD3199" w:rsidRPr="008C6DE4" w14:paraId="6792611A"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4AB408B3" w14:textId="77777777" w:rsidR="00DB7325" w:rsidRPr="008C6DE4" w:rsidRDefault="00DB7325" w:rsidP="00867D3A">
            <w:pPr>
              <w:keepNext/>
              <w:keepLines/>
              <w:spacing w:after="0"/>
              <w:jc w:val="center"/>
              <w:rPr>
                <w:b/>
              </w:rPr>
            </w:pPr>
            <w:r w:rsidRPr="008C6DE4">
              <w:rPr>
                <w:rFonts w:ascii="Arial" w:hAnsi="Arial"/>
                <w:sz w:val="18"/>
              </w:rPr>
              <w:t>DRX cycle&gt;320ms</w:t>
            </w:r>
          </w:p>
        </w:tc>
        <w:tc>
          <w:tcPr>
            <w:tcW w:w="4621" w:type="dxa"/>
            <w:tcBorders>
              <w:top w:val="single" w:sz="4" w:space="0" w:color="auto"/>
              <w:left w:val="single" w:sz="4" w:space="0" w:color="auto"/>
              <w:bottom w:val="single" w:sz="4" w:space="0" w:color="auto"/>
              <w:right w:val="single" w:sz="4" w:space="0" w:color="auto"/>
            </w:tcBorders>
            <w:hideMark/>
          </w:tcPr>
          <w:p w14:paraId="77BEA379" w14:textId="77777777" w:rsidR="00DB7325" w:rsidRPr="008C6DE4" w:rsidRDefault="00DB7325" w:rsidP="00867D3A">
            <w:pPr>
              <w:keepNext/>
              <w:keepLines/>
              <w:spacing w:after="0"/>
              <w:jc w:val="center"/>
              <w:rPr>
                <w:b/>
              </w:rPr>
            </w:pPr>
            <w:r w:rsidRPr="008C6DE4">
              <w:rPr>
                <w:rFonts w:ascii="Arial" w:hAnsi="Arial"/>
                <w:sz w:val="18"/>
              </w:rPr>
              <w:t>ceil( 5 x K</w:t>
            </w:r>
            <w:r w:rsidRPr="008C6DE4">
              <w:rPr>
                <w:rFonts w:ascii="Arial" w:hAnsi="Arial"/>
                <w:sz w:val="18"/>
                <w:vertAlign w:val="subscript"/>
              </w:rPr>
              <w:t xml:space="preserve">p </w:t>
            </w:r>
            <w:r w:rsidRPr="008C6DE4">
              <w:rPr>
                <w:rFonts w:ascii="Arial" w:hAnsi="Arial"/>
                <w:sz w:val="18"/>
              </w:rPr>
              <w:t>) x DRX cycle x CSSF</w:t>
            </w:r>
            <w:r w:rsidRPr="008C6DE4">
              <w:rPr>
                <w:rFonts w:ascii="Arial" w:hAnsi="Arial"/>
                <w:sz w:val="18"/>
                <w:vertAlign w:val="subscript"/>
              </w:rPr>
              <w:t>intra</w:t>
            </w:r>
          </w:p>
        </w:tc>
      </w:tr>
      <w:tr w:rsidR="00DB7325" w:rsidRPr="008C6DE4" w14:paraId="2F518B59" w14:textId="77777777" w:rsidTr="00867D3A">
        <w:trPr>
          <w:trHeight w:val="70"/>
        </w:trPr>
        <w:tc>
          <w:tcPr>
            <w:tcW w:w="9241" w:type="dxa"/>
            <w:gridSpan w:val="2"/>
            <w:tcBorders>
              <w:top w:val="single" w:sz="4" w:space="0" w:color="auto"/>
              <w:left w:val="single" w:sz="4" w:space="0" w:color="auto"/>
              <w:bottom w:val="single" w:sz="4" w:space="0" w:color="auto"/>
              <w:right w:val="single" w:sz="4" w:space="0" w:color="auto"/>
            </w:tcBorders>
            <w:hideMark/>
          </w:tcPr>
          <w:p w14:paraId="75A3FDEE" w14:textId="77777777" w:rsidR="00DB7325" w:rsidRPr="008C6DE4" w:rsidRDefault="00DB7325" w:rsidP="00867D3A">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If different SMTC periodicities are configured for different cells, the SMTC period in the requirement is the one used by the cell being identified</w:t>
            </w:r>
          </w:p>
        </w:tc>
      </w:tr>
    </w:tbl>
    <w:p w14:paraId="665BA0C8" w14:textId="77777777" w:rsidR="00DB7325" w:rsidRPr="008C6DE4" w:rsidRDefault="00DB7325" w:rsidP="00DB7325">
      <w:pPr>
        <w:rPr>
          <w:b/>
        </w:rPr>
      </w:pPr>
    </w:p>
    <w:p w14:paraId="6A24AAD2" w14:textId="41BBA4C6" w:rsidR="003D108B" w:rsidRPr="008C6DE4" w:rsidRDefault="003D108B" w:rsidP="003D108B">
      <w:pPr>
        <w:keepNext/>
        <w:keepLines/>
        <w:spacing w:before="60"/>
        <w:jc w:val="center"/>
      </w:pPr>
      <w:r w:rsidRPr="008C6DE4">
        <w:rPr>
          <w:rFonts w:ascii="Arial" w:hAnsi="Arial"/>
          <w:b/>
        </w:rPr>
        <w:t>Table 9.2.5.2-2: Measurement period for intra</w:t>
      </w:r>
      <w:r>
        <w:rPr>
          <w:rFonts w:ascii="Arial" w:hAnsi="Arial"/>
          <w:b/>
        </w:rPr>
        <w:t>-</w:t>
      </w:r>
      <w:r w:rsidRPr="008C6DE4">
        <w:rPr>
          <w:rFonts w:ascii="Arial" w:hAnsi="Arial"/>
          <w:b/>
        </w:rPr>
        <w:t>frequency measurements without gaps(FR2)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37877EC6"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3D29276A"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6ED9E087"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 xml:space="preserve"> SSB_measurement_period_intra</w:t>
            </w:r>
            <w:r w:rsidRPr="008C6DE4">
              <w:rPr>
                <w:rFonts w:ascii="Arial" w:hAnsi="Arial"/>
                <w:b/>
                <w:sz w:val="18"/>
              </w:rPr>
              <w:t xml:space="preserve">  </w:t>
            </w:r>
          </w:p>
        </w:tc>
      </w:tr>
      <w:tr w:rsidR="00DD3199" w:rsidRPr="008C6DE4" w14:paraId="4F08D8AB"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641742C7" w14:textId="77777777" w:rsidR="00DB7325" w:rsidRPr="008C6DE4" w:rsidRDefault="00DB7325" w:rsidP="00867D3A">
            <w:pPr>
              <w:keepNext/>
              <w:keepLines/>
              <w:spacing w:after="0"/>
              <w:jc w:val="cente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6B69A5C1" w14:textId="77777777" w:rsidR="00DB7325" w:rsidRPr="008C6DE4" w:rsidRDefault="00DB7325" w:rsidP="00867D3A">
            <w:pPr>
              <w:keepNext/>
              <w:keepLines/>
              <w:spacing w:after="0"/>
              <w:jc w:val="center"/>
            </w:pPr>
            <w:r w:rsidRPr="008C6DE4">
              <w:rPr>
                <w:rFonts w:ascii="Arial" w:hAnsi="Arial"/>
                <w:sz w:val="18"/>
              </w:rPr>
              <w:t>max(400ms, ceil(M</w:t>
            </w:r>
            <w:r w:rsidRPr="008C6DE4">
              <w:rPr>
                <w:rFonts w:ascii="Arial" w:hAnsi="Arial"/>
                <w:sz w:val="18"/>
                <w:vertAlign w:val="subscript"/>
              </w:rPr>
              <w:t>meas_period_w/o_gaps</w:t>
            </w:r>
            <w:r w:rsidRPr="008C6DE4">
              <w:rPr>
                <w:rFonts w:ascii="Arial" w:hAnsi="Arial"/>
                <w:sz w:val="18"/>
              </w:rPr>
              <w:t xml:space="preserve"> x K</w:t>
            </w:r>
            <w:r w:rsidRPr="008C6DE4">
              <w:rPr>
                <w:rFonts w:ascii="Arial" w:hAnsi="Arial"/>
                <w:sz w:val="18"/>
                <w:vertAlign w:val="subscript"/>
              </w:rPr>
              <w:t>p</w:t>
            </w:r>
            <w:r w:rsidRPr="008C6DE4">
              <w:rPr>
                <w:rFonts w:ascii="Arial" w:hAnsi="Arial"/>
                <w:sz w:val="18"/>
              </w:rPr>
              <w:t xml:space="preserve"> x K</w:t>
            </w:r>
            <w:r w:rsidRPr="008C6DE4">
              <w:rPr>
                <w:vertAlign w:val="subscript"/>
                <w:lang w:val="en-US"/>
              </w:rPr>
              <w:t>layer1_measurement</w:t>
            </w:r>
            <w:r w:rsidRPr="008C6DE4">
              <w:rPr>
                <w:rFonts w:ascii="Arial" w:hAnsi="Arial"/>
                <w:sz w:val="18"/>
              </w:rPr>
              <w:t>) x SMTC period)</w:t>
            </w:r>
            <w:r w:rsidRPr="008C6DE4">
              <w:rPr>
                <w:rFonts w:ascii="Arial" w:hAnsi="Arial"/>
                <w:sz w:val="18"/>
                <w:vertAlign w:val="superscript"/>
              </w:rPr>
              <w:t>Note 1</w:t>
            </w:r>
            <w:r w:rsidRPr="008C6DE4">
              <w:rPr>
                <w:rFonts w:ascii="Arial" w:hAnsi="Arial"/>
                <w:sz w:val="18"/>
              </w:rPr>
              <w:t xml:space="preserve"> x CSSF</w:t>
            </w:r>
            <w:r w:rsidRPr="008C6DE4">
              <w:rPr>
                <w:rFonts w:ascii="Arial" w:hAnsi="Arial"/>
                <w:sz w:val="18"/>
                <w:vertAlign w:val="subscript"/>
              </w:rPr>
              <w:t>intra</w:t>
            </w:r>
          </w:p>
        </w:tc>
      </w:tr>
      <w:tr w:rsidR="00DD3199" w:rsidRPr="008C6DE4" w14:paraId="25CED381"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216D0631" w14:textId="77777777" w:rsidR="00DB7325" w:rsidRPr="008C6DE4" w:rsidRDefault="00DB7325" w:rsidP="00867D3A">
            <w:pPr>
              <w:keepNext/>
              <w:keepLines/>
              <w:spacing w:after="0"/>
              <w:jc w:val="cente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6E93591E" w14:textId="77777777" w:rsidR="00DB7325" w:rsidRPr="008C6DE4" w:rsidRDefault="00DB7325" w:rsidP="00867D3A">
            <w:pPr>
              <w:keepNext/>
              <w:keepLines/>
              <w:spacing w:after="0"/>
              <w:jc w:val="center"/>
              <w:rPr>
                <w:b/>
              </w:rPr>
            </w:pPr>
            <w:r w:rsidRPr="008C6DE4">
              <w:rPr>
                <w:rFonts w:ascii="Arial" w:hAnsi="Arial"/>
                <w:sz w:val="18"/>
              </w:rPr>
              <w:t>max(400ms, ceil(1.5x M</w:t>
            </w:r>
            <w:r w:rsidRPr="008C6DE4">
              <w:rPr>
                <w:rFonts w:ascii="Arial" w:hAnsi="Arial"/>
                <w:sz w:val="18"/>
                <w:vertAlign w:val="subscript"/>
              </w:rPr>
              <w:t>meas_period_w/o_gaps</w:t>
            </w:r>
            <w:r w:rsidRPr="008C6DE4">
              <w:rPr>
                <w:rFonts w:ascii="Arial" w:hAnsi="Arial"/>
                <w:sz w:val="18"/>
              </w:rPr>
              <w:t xml:space="preserve"> x K</w:t>
            </w:r>
            <w:r w:rsidRPr="008C6DE4">
              <w:rPr>
                <w:rFonts w:ascii="Arial" w:hAnsi="Arial"/>
                <w:sz w:val="18"/>
                <w:vertAlign w:val="subscript"/>
              </w:rPr>
              <w:t>p</w:t>
            </w:r>
            <w:r w:rsidRPr="008C6DE4">
              <w:rPr>
                <w:rFonts w:ascii="Arial" w:hAnsi="Arial"/>
                <w:sz w:val="18"/>
              </w:rPr>
              <w:t xml:space="preserve"> x K</w:t>
            </w:r>
            <w:r w:rsidRPr="008C6DE4">
              <w:rPr>
                <w:vertAlign w:val="subscript"/>
                <w:lang w:val="en-US"/>
              </w:rPr>
              <w:t>layer1_measurement</w:t>
            </w:r>
            <w:r w:rsidRPr="008C6DE4">
              <w:rPr>
                <w:rFonts w:ascii="Arial" w:hAnsi="Arial"/>
                <w:sz w:val="18"/>
              </w:rPr>
              <w:t>) x max(SMTC period,DRX cycle)) x CSSF</w:t>
            </w:r>
            <w:r w:rsidRPr="008C6DE4">
              <w:rPr>
                <w:rFonts w:ascii="Arial" w:hAnsi="Arial"/>
                <w:sz w:val="18"/>
                <w:vertAlign w:val="subscript"/>
              </w:rPr>
              <w:t>intra</w:t>
            </w:r>
            <w:r w:rsidRPr="008C6DE4">
              <w:rPr>
                <w:rFonts w:ascii="Arial" w:hAnsi="Arial"/>
                <w:sz w:val="18"/>
              </w:rPr>
              <w:t xml:space="preserve"> </w:t>
            </w:r>
          </w:p>
        </w:tc>
      </w:tr>
      <w:tr w:rsidR="00DD3199" w:rsidRPr="008C6DE4" w14:paraId="063D9861"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0A94BC3B" w14:textId="77777777" w:rsidR="00DB7325" w:rsidRPr="008C6DE4" w:rsidRDefault="00DB7325" w:rsidP="00867D3A">
            <w:pPr>
              <w:keepNext/>
              <w:keepLines/>
              <w:spacing w:after="0"/>
              <w:jc w:val="center"/>
              <w:rPr>
                <w:b/>
              </w:rPr>
            </w:pPr>
            <w:r w:rsidRPr="008C6DE4">
              <w:rPr>
                <w:rFonts w:ascii="Arial" w:hAnsi="Arial"/>
                <w:sz w:val="18"/>
              </w:rPr>
              <w:t>DRX cycle&gt;320ms</w:t>
            </w:r>
          </w:p>
        </w:tc>
        <w:tc>
          <w:tcPr>
            <w:tcW w:w="4621" w:type="dxa"/>
            <w:tcBorders>
              <w:top w:val="single" w:sz="4" w:space="0" w:color="auto"/>
              <w:left w:val="single" w:sz="4" w:space="0" w:color="auto"/>
              <w:bottom w:val="single" w:sz="4" w:space="0" w:color="auto"/>
              <w:right w:val="single" w:sz="4" w:space="0" w:color="auto"/>
            </w:tcBorders>
            <w:hideMark/>
          </w:tcPr>
          <w:p w14:paraId="0705D809" w14:textId="77777777" w:rsidR="00DB7325" w:rsidRPr="008C6DE4" w:rsidRDefault="00DB7325" w:rsidP="00867D3A">
            <w:pPr>
              <w:keepNext/>
              <w:keepLines/>
              <w:spacing w:after="0"/>
              <w:jc w:val="center"/>
              <w:rPr>
                <w:b/>
              </w:rPr>
            </w:pPr>
            <w:r w:rsidRPr="008C6DE4">
              <w:rPr>
                <w:rFonts w:ascii="Arial" w:hAnsi="Arial"/>
                <w:sz w:val="18"/>
              </w:rPr>
              <w:t>ceil(M</w:t>
            </w:r>
            <w:r w:rsidRPr="008C6DE4">
              <w:rPr>
                <w:rFonts w:ascii="Arial" w:hAnsi="Arial"/>
                <w:sz w:val="18"/>
                <w:vertAlign w:val="subscript"/>
              </w:rPr>
              <w:t>meas_period_w/o_gaps</w:t>
            </w:r>
            <w:r w:rsidRPr="008C6DE4">
              <w:rPr>
                <w:rFonts w:ascii="Arial" w:hAnsi="Arial"/>
                <w:sz w:val="18"/>
              </w:rPr>
              <w:t xml:space="preserve"> xK</w:t>
            </w:r>
            <w:r w:rsidRPr="008C6DE4">
              <w:rPr>
                <w:rFonts w:ascii="Arial" w:hAnsi="Arial"/>
                <w:sz w:val="18"/>
                <w:vertAlign w:val="subscript"/>
              </w:rPr>
              <w:t>p</w:t>
            </w:r>
            <w:r w:rsidRPr="008C6DE4">
              <w:rPr>
                <w:rFonts w:ascii="Arial" w:hAnsi="Arial"/>
                <w:sz w:val="18"/>
              </w:rPr>
              <w:t xml:space="preserve"> x K</w:t>
            </w:r>
            <w:r w:rsidRPr="008C6DE4">
              <w:rPr>
                <w:vertAlign w:val="subscript"/>
                <w:lang w:val="en-US"/>
              </w:rPr>
              <w:t>layer1_measurement</w:t>
            </w:r>
            <w:r w:rsidRPr="008C6DE4">
              <w:rPr>
                <w:rFonts w:ascii="Arial" w:hAnsi="Arial"/>
                <w:sz w:val="18"/>
              </w:rPr>
              <w:t xml:space="preserve"> ) x DRX cycle x CSSF</w:t>
            </w:r>
            <w:r w:rsidRPr="008C6DE4">
              <w:rPr>
                <w:rFonts w:ascii="Arial" w:hAnsi="Arial"/>
                <w:sz w:val="18"/>
                <w:vertAlign w:val="subscript"/>
              </w:rPr>
              <w:t>intra</w:t>
            </w:r>
          </w:p>
        </w:tc>
      </w:tr>
      <w:tr w:rsidR="00DB7325" w:rsidRPr="008C6DE4" w14:paraId="48B42931" w14:textId="77777777" w:rsidTr="00867D3A">
        <w:trPr>
          <w:trHeight w:val="70"/>
        </w:trPr>
        <w:tc>
          <w:tcPr>
            <w:tcW w:w="9241" w:type="dxa"/>
            <w:gridSpan w:val="2"/>
            <w:tcBorders>
              <w:top w:val="single" w:sz="4" w:space="0" w:color="auto"/>
              <w:left w:val="single" w:sz="4" w:space="0" w:color="auto"/>
              <w:bottom w:val="single" w:sz="4" w:space="0" w:color="auto"/>
              <w:right w:val="single" w:sz="4" w:space="0" w:color="auto"/>
            </w:tcBorders>
            <w:hideMark/>
          </w:tcPr>
          <w:p w14:paraId="040B832E" w14:textId="77777777" w:rsidR="00DB7325" w:rsidRPr="008C6DE4" w:rsidRDefault="00DB7325" w:rsidP="00867D3A">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If different SMTC periodicities are configured for different cells, the SMTC period in the requirement is the one used by the cell being identified</w:t>
            </w:r>
          </w:p>
        </w:tc>
      </w:tr>
    </w:tbl>
    <w:p w14:paraId="429D2075" w14:textId="77777777" w:rsidR="00DB7325" w:rsidRPr="008C6DE4" w:rsidRDefault="00DB7325" w:rsidP="00DB7325">
      <w:pPr>
        <w:rPr>
          <w:b/>
        </w:rPr>
      </w:pPr>
    </w:p>
    <w:p w14:paraId="594DA468" w14:textId="56AD132D" w:rsidR="003D108B" w:rsidRPr="008C6DE4" w:rsidRDefault="003D108B" w:rsidP="003D108B">
      <w:pPr>
        <w:keepNext/>
        <w:keepLines/>
        <w:spacing w:before="60"/>
        <w:jc w:val="center"/>
      </w:pPr>
      <w:r w:rsidRPr="008C6DE4">
        <w:rPr>
          <w:rFonts w:ascii="Arial" w:hAnsi="Arial"/>
          <w:b/>
        </w:rPr>
        <w:t>Table 9.2.5.2-3: Measurement period for intra</w:t>
      </w:r>
      <w:r>
        <w:rPr>
          <w:rFonts w:ascii="Arial" w:hAnsi="Arial"/>
          <w:b/>
        </w:rPr>
        <w:t>-</w:t>
      </w:r>
      <w:r w:rsidRPr="008C6DE4">
        <w:rPr>
          <w:rFonts w:ascii="Arial" w:hAnsi="Arial"/>
          <w:b/>
        </w:rPr>
        <w:t>frequency measurements without gaps (deactivated SCell) (FR1)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217DFBEE"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23469752" w14:textId="77777777" w:rsidR="00DB7325" w:rsidRPr="008C6DE4" w:rsidRDefault="00DB7325" w:rsidP="00867D3A">
            <w:pPr>
              <w:keepNext/>
              <w:keepLines/>
              <w:spacing w:after="0"/>
              <w:jc w:val="cente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6627D75D" w14:textId="77777777" w:rsidR="00DB7325" w:rsidRPr="008C6DE4" w:rsidRDefault="00DB7325" w:rsidP="00867D3A">
            <w:pPr>
              <w:keepNext/>
              <w:keepLines/>
              <w:spacing w:after="0"/>
              <w:jc w:val="center"/>
            </w:pPr>
            <w:r w:rsidRPr="008C6DE4">
              <w:rPr>
                <w:rFonts w:ascii="Arial" w:hAnsi="Arial"/>
                <w:b/>
                <w:sz w:val="18"/>
              </w:rPr>
              <w:t>T</w:t>
            </w:r>
            <w:r w:rsidRPr="008C6DE4">
              <w:rPr>
                <w:rFonts w:ascii="Arial" w:hAnsi="Arial"/>
                <w:b/>
                <w:sz w:val="18"/>
                <w:vertAlign w:val="subscript"/>
              </w:rPr>
              <w:t xml:space="preserve"> SSB_measurement_period_intra</w:t>
            </w:r>
            <w:r w:rsidRPr="008C6DE4">
              <w:rPr>
                <w:rFonts w:ascii="Arial" w:hAnsi="Arial"/>
                <w:b/>
                <w:sz w:val="18"/>
              </w:rPr>
              <w:t xml:space="preserve">  </w:t>
            </w:r>
          </w:p>
        </w:tc>
      </w:tr>
      <w:tr w:rsidR="002B2309" w:rsidRPr="008C6DE4" w14:paraId="49D521C9"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79369793" w14:textId="77777777" w:rsidR="002B2309" w:rsidRPr="008C6DE4" w:rsidRDefault="002B2309" w:rsidP="002B2309">
            <w:pPr>
              <w:keepNext/>
              <w:keepLines/>
              <w:spacing w:after="0"/>
              <w:jc w:val="cente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3E61D27F" w14:textId="4DCAABB7" w:rsidR="002B2309" w:rsidRPr="008C6DE4" w:rsidRDefault="002B2309" w:rsidP="002B2309">
            <w:pPr>
              <w:pStyle w:val="TAC"/>
            </w:pPr>
            <w:r>
              <w:t>Ceil(</w:t>
            </w:r>
            <w:r w:rsidRPr="009C5807">
              <w:t>5 x K</w:t>
            </w:r>
            <w:r w:rsidRPr="009C5807">
              <w:rPr>
                <w:vertAlign w:val="subscript"/>
              </w:rPr>
              <w:t>p</w:t>
            </w:r>
            <w:r w:rsidRPr="00112012">
              <w:t>)</w:t>
            </w:r>
            <w:r w:rsidRPr="009C5807">
              <w:t xml:space="preserve"> x measCycleSCell x CSSF</w:t>
            </w:r>
            <w:r w:rsidRPr="009C5807">
              <w:rPr>
                <w:vertAlign w:val="subscript"/>
              </w:rPr>
              <w:t>intra</w:t>
            </w:r>
          </w:p>
        </w:tc>
      </w:tr>
      <w:tr w:rsidR="002B2309" w:rsidRPr="008C6DE4" w14:paraId="0835CBE9"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107DF915" w14:textId="77777777" w:rsidR="002B2309" w:rsidRPr="008C6DE4" w:rsidRDefault="002B2309" w:rsidP="002B2309">
            <w:pPr>
              <w:keepNext/>
              <w:keepLines/>
              <w:spacing w:after="0"/>
              <w:jc w:val="cente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4BC96508" w14:textId="3E58171F" w:rsidR="002B2309" w:rsidRPr="008C6DE4" w:rsidRDefault="002B2309" w:rsidP="002B2309">
            <w:pPr>
              <w:pStyle w:val="TAC"/>
              <w:rPr>
                <w:b/>
              </w:rPr>
            </w:pPr>
            <w:r>
              <w:t>Ceil(</w:t>
            </w:r>
            <w:r w:rsidRPr="009C5807">
              <w:t>5 x K</w:t>
            </w:r>
            <w:r w:rsidRPr="009C5807">
              <w:rPr>
                <w:vertAlign w:val="subscript"/>
              </w:rPr>
              <w:t>p</w:t>
            </w:r>
            <w:r w:rsidRPr="00112012">
              <w:t>)</w:t>
            </w:r>
            <w:r w:rsidRPr="009C5807">
              <w:t xml:space="preserve"> x max(measCycleSCell, 1.5xDRX cycle) x CSSF</w:t>
            </w:r>
            <w:r w:rsidRPr="009C5807">
              <w:rPr>
                <w:vertAlign w:val="subscript"/>
              </w:rPr>
              <w:t>intra</w:t>
            </w:r>
          </w:p>
        </w:tc>
      </w:tr>
      <w:tr w:rsidR="002B2309" w:rsidRPr="008C6DE4" w14:paraId="433B5EA7"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12DC619E" w14:textId="77777777" w:rsidR="002B2309" w:rsidRPr="008C6DE4" w:rsidRDefault="002B2309" w:rsidP="002B2309">
            <w:pPr>
              <w:keepNext/>
              <w:keepLines/>
              <w:spacing w:after="0"/>
              <w:jc w:val="center"/>
            </w:pPr>
            <w:r w:rsidRPr="008C6DE4">
              <w:rPr>
                <w:rFonts w:ascii="Arial" w:hAnsi="Arial"/>
                <w:sz w:val="18"/>
              </w:rPr>
              <w:t>DRX cycle&gt; 320ms</w:t>
            </w:r>
          </w:p>
        </w:tc>
        <w:tc>
          <w:tcPr>
            <w:tcW w:w="4621" w:type="dxa"/>
            <w:tcBorders>
              <w:top w:val="single" w:sz="4" w:space="0" w:color="auto"/>
              <w:left w:val="single" w:sz="4" w:space="0" w:color="auto"/>
              <w:bottom w:val="single" w:sz="4" w:space="0" w:color="auto"/>
              <w:right w:val="single" w:sz="4" w:space="0" w:color="auto"/>
            </w:tcBorders>
            <w:hideMark/>
          </w:tcPr>
          <w:p w14:paraId="2B99B82D" w14:textId="2FF1D788" w:rsidR="002B2309" w:rsidRPr="008C6DE4" w:rsidRDefault="002B2309" w:rsidP="002B2309">
            <w:pPr>
              <w:pStyle w:val="TAC"/>
            </w:pPr>
            <w:r>
              <w:t>Ceil(</w:t>
            </w:r>
            <w:r w:rsidRPr="009C5807">
              <w:t>5 x K</w:t>
            </w:r>
            <w:r w:rsidRPr="009C5807">
              <w:rPr>
                <w:vertAlign w:val="subscript"/>
              </w:rPr>
              <w:t>p</w:t>
            </w:r>
            <w:r w:rsidRPr="00112012">
              <w:t>)</w:t>
            </w:r>
            <w:r w:rsidRPr="009C5807">
              <w:t>x max(measCycleSCell, DRX cycle) x CSSF</w:t>
            </w:r>
            <w:r w:rsidRPr="009C5807">
              <w:rPr>
                <w:vertAlign w:val="subscript"/>
              </w:rPr>
              <w:t>intra</w:t>
            </w:r>
          </w:p>
        </w:tc>
      </w:tr>
    </w:tbl>
    <w:p w14:paraId="57AB115F" w14:textId="77777777" w:rsidR="00DB7325" w:rsidRPr="008C6DE4" w:rsidRDefault="00DB7325" w:rsidP="00DB7325"/>
    <w:p w14:paraId="3C74156B" w14:textId="48C5779E" w:rsidR="003D108B" w:rsidRPr="008C6DE4" w:rsidRDefault="003D108B" w:rsidP="003D108B">
      <w:pPr>
        <w:keepNext/>
        <w:keepLines/>
        <w:spacing w:before="60"/>
        <w:jc w:val="center"/>
      </w:pPr>
      <w:r w:rsidRPr="008C6DE4">
        <w:rPr>
          <w:rFonts w:ascii="Arial" w:hAnsi="Arial"/>
          <w:b/>
        </w:rPr>
        <w:t>Table 9.2.5.2-4: Measurement period for intra</w:t>
      </w:r>
      <w:r>
        <w:rPr>
          <w:rFonts w:ascii="Arial" w:hAnsi="Arial"/>
          <w:b/>
        </w:rPr>
        <w:t>-</w:t>
      </w:r>
      <w:r w:rsidRPr="008C6DE4">
        <w:rPr>
          <w:rFonts w:ascii="Arial" w:hAnsi="Arial"/>
          <w:b/>
        </w:rPr>
        <w:t>frequency measurements without gaps (deactivated SCell) FR2)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04ECE957"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49CA9D17" w14:textId="77777777" w:rsidR="00DB7325" w:rsidRPr="008C6DE4" w:rsidRDefault="00DB7325" w:rsidP="00867D3A">
            <w:pPr>
              <w:keepNext/>
              <w:keepLines/>
              <w:spacing w:after="0"/>
              <w:jc w:val="cente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7CF95989" w14:textId="77777777" w:rsidR="00DB7325" w:rsidRPr="008C6DE4" w:rsidRDefault="00DB7325" w:rsidP="00867D3A">
            <w:pPr>
              <w:keepNext/>
              <w:keepLines/>
              <w:spacing w:after="0"/>
              <w:jc w:val="center"/>
            </w:pPr>
            <w:r w:rsidRPr="008C6DE4">
              <w:rPr>
                <w:rFonts w:ascii="Arial" w:hAnsi="Arial"/>
                <w:b/>
                <w:sz w:val="18"/>
              </w:rPr>
              <w:t>T</w:t>
            </w:r>
            <w:r w:rsidRPr="008C6DE4">
              <w:rPr>
                <w:rFonts w:ascii="Arial" w:hAnsi="Arial"/>
                <w:b/>
                <w:sz w:val="18"/>
                <w:vertAlign w:val="subscript"/>
              </w:rPr>
              <w:t xml:space="preserve"> SSB_measurement_period_intra</w:t>
            </w:r>
            <w:r w:rsidRPr="008C6DE4">
              <w:rPr>
                <w:rFonts w:ascii="Arial" w:hAnsi="Arial"/>
                <w:b/>
                <w:sz w:val="18"/>
              </w:rPr>
              <w:t xml:space="preserve">  </w:t>
            </w:r>
          </w:p>
        </w:tc>
      </w:tr>
      <w:tr w:rsidR="002B2309" w:rsidRPr="008C6DE4" w14:paraId="68DAC5EB"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0FC058CB" w14:textId="77777777" w:rsidR="002B2309" w:rsidRPr="008C6DE4" w:rsidRDefault="002B2309" w:rsidP="002B2309">
            <w:pPr>
              <w:keepNext/>
              <w:keepLines/>
              <w:spacing w:after="0"/>
              <w:jc w:val="cente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611B2156" w14:textId="6F499902" w:rsidR="002B2309" w:rsidRPr="008C6DE4" w:rsidRDefault="002B2309" w:rsidP="002B2309">
            <w:pPr>
              <w:pStyle w:val="TAC"/>
            </w:pPr>
            <w:r>
              <w:t>Ceil(</w:t>
            </w:r>
            <w:r w:rsidRPr="009C5807">
              <w:t>M</w:t>
            </w:r>
            <w:r w:rsidRPr="009C5807">
              <w:rPr>
                <w:vertAlign w:val="subscript"/>
              </w:rPr>
              <w:t>meas_period_w/o_gaps</w:t>
            </w:r>
            <w:r w:rsidRPr="009C5807">
              <w:t xml:space="preserve"> x K</w:t>
            </w:r>
            <w:r w:rsidRPr="009C5807">
              <w:rPr>
                <w:vertAlign w:val="subscript"/>
              </w:rPr>
              <w:t>p</w:t>
            </w:r>
            <w:r w:rsidRPr="00112012">
              <w:t>)</w:t>
            </w:r>
            <w:r w:rsidRPr="009C5807">
              <w:t xml:space="preserve"> x measCycleSCell x CSSF</w:t>
            </w:r>
            <w:r w:rsidRPr="009C5807">
              <w:rPr>
                <w:vertAlign w:val="subscript"/>
              </w:rPr>
              <w:t>intra</w:t>
            </w:r>
          </w:p>
        </w:tc>
      </w:tr>
      <w:tr w:rsidR="002B2309" w:rsidRPr="008C6DE4" w14:paraId="283BC60D"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2BE7B4DE" w14:textId="77777777" w:rsidR="002B2309" w:rsidRPr="008C6DE4" w:rsidRDefault="002B2309" w:rsidP="002B2309">
            <w:pPr>
              <w:keepNext/>
              <w:keepLines/>
              <w:spacing w:after="0"/>
              <w:jc w:val="center"/>
              <w:rPr>
                <w:rFonts w:ascii="Arial" w:hAnsi="Arial"/>
                <w:sz w:val="18"/>
              </w:rP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73128316" w14:textId="377E21F4" w:rsidR="002B2309" w:rsidRPr="008C6DE4" w:rsidRDefault="002B2309" w:rsidP="002B2309">
            <w:pPr>
              <w:pStyle w:val="TAC"/>
              <w:rPr>
                <w:b/>
              </w:rPr>
            </w:pPr>
            <w:r>
              <w:t>Ceil(</w:t>
            </w:r>
            <w:r w:rsidRPr="009C5807">
              <w:t>M</w:t>
            </w:r>
            <w:r w:rsidRPr="009C5807">
              <w:rPr>
                <w:vertAlign w:val="subscript"/>
              </w:rPr>
              <w:t>meas_period_w/o_gaps</w:t>
            </w:r>
            <w:r w:rsidRPr="009C5807">
              <w:t xml:space="preserve"> x K</w:t>
            </w:r>
            <w:r w:rsidRPr="009C5807">
              <w:rPr>
                <w:vertAlign w:val="subscript"/>
              </w:rPr>
              <w:t>p</w:t>
            </w:r>
            <w:r w:rsidRPr="00112012">
              <w:t>)</w:t>
            </w:r>
            <w:r w:rsidRPr="009C5807">
              <w:t xml:space="preserve"> x max(measCycleSCell, 1.5xDRX cycle) x CSSF</w:t>
            </w:r>
            <w:r w:rsidRPr="009C5807">
              <w:rPr>
                <w:vertAlign w:val="subscript"/>
              </w:rPr>
              <w:t>intra</w:t>
            </w:r>
          </w:p>
        </w:tc>
      </w:tr>
      <w:tr w:rsidR="002B2309" w:rsidRPr="008C6DE4" w14:paraId="5CA4B07B"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1829994C" w14:textId="77777777" w:rsidR="002B2309" w:rsidRPr="008C6DE4" w:rsidRDefault="002B2309" w:rsidP="002B2309">
            <w:pPr>
              <w:keepNext/>
              <w:keepLines/>
              <w:spacing w:after="0"/>
              <w:jc w:val="center"/>
            </w:pPr>
            <w:r w:rsidRPr="008C6DE4">
              <w:rPr>
                <w:rFonts w:ascii="Arial" w:hAnsi="Arial"/>
                <w:sz w:val="18"/>
              </w:rPr>
              <w:t>DRX cycle&gt; 320ms</w:t>
            </w:r>
          </w:p>
        </w:tc>
        <w:tc>
          <w:tcPr>
            <w:tcW w:w="4621" w:type="dxa"/>
            <w:tcBorders>
              <w:top w:val="single" w:sz="4" w:space="0" w:color="auto"/>
              <w:left w:val="single" w:sz="4" w:space="0" w:color="auto"/>
              <w:bottom w:val="single" w:sz="4" w:space="0" w:color="auto"/>
              <w:right w:val="single" w:sz="4" w:space="0" w:color="auto"/>
            </w:tcBorders>
            <w:hideMark/>
          </w:tcPr>
          <w:p w14:paraId="0EEAB169" w14:textId="09BAC9F7" w:rsidR="002B2309" w:rsidRPr="008C6DE4" w:rsidRDefault="002B2309" w:rsidP="002B2309">
            <w:pPr>
              <w:pStyle w:val="TAC"/>
            </w:pPr>
            <w:r>
              <w:t>Ceil(</w:t>
            </w:r>
            <w:r w:rsidRPr="009C5807">
              <w:t>M</w:t>
            </w:r>
            <w:r w:rsidRPr="009C5807">
              <w:rPr>
                <w:vertAlign w:val="subscript"/>
              </w:rPr>
              <w:t>meas_period_w/o_gaps</w:t>
            </w:r>
            <w:r w:rsidRPr="009C5807">
              <w:t xml:space="preserve"> x K</w:t>
            </w:r>
            <w:r w:rsidRPr="009C5807">
              <w:rPr>
                <w:vertAlign w:val="subscript"/>
              </w:rPr>
              <w:t>p</w:t>
            </w:r>
            <w:r w:rsidRPr="00112012">
              <w:t>)</w:t>
            </w:r>
            <w:r w:rsidRPr="009C5807">
              <w:t xml:space="preserve"> x max(measCycleSCell, DRX cycle) x CSSF</w:t>
            </w:r>
            <w:r w:rsidRPr="009C5807">
              <w:rPr>
                <w:vertAlign w:val="subscript"/>
              </w:rPr>
              <w:t>intra</w:t>
            </w:r>
          </w:p>
        </w:tc>
      </w:tr>
    </w:tbl>
    <w:p w14:paraId="35134663" w14:textId="77777777" w:rsidR="00DB7325" w:rsidRPr="008C6DE4" w:rsidRDefault="00DB7325" w:rsidP="00DB7325"/>
    <w:p w14:paraId="3F80066D" w14:textId="29259C7A" w:rsidR="00DB7325" w:rsidRPr="008C6DE4" w:rsidRDefault="0048284E" w:rsidP="0048284E">
      <w:pPr>
        <w:pStyle w:val="Heading4"/>
      </w:pPr>
      <w:bookmarkStart w:id="179" w:name="_Hlk6290973"/>
      <w:r w:rsidRPr="008C6DE4">
        <w:t>9.2.5.3</w:t>
      </w:r>
      <w:r w:rsidR="00DB7325" w:rsidRPr="008C6DE4">
        <w:tab/>
        <w:t>Scheduling availability of UE during intra-frequency measurements</w:t>
      </w:r>
    </w:p>
    <w:p w14:paraId="689EA150" w14:textId="5119A42C" w:rsidR="002554EE" w:rsidRPr="008C6DE4" w:rsidRDefault="002554EE" w:rsidP="002554EE">
      <w:pPr>
        <w:rPr>
          <w:lang w:eastAsia="zh-CN"/>
        </w:rPr>
      </w:pPr>
      <w:r w:rsidRPr="008C6DE4">
        <w:rPr>
          <w:lang w:eastAsia="zh-CN"/>
        </w:rPr>
        <w:t>UE are required to be capable of measuring without measurement gaps when the SSB is completely contained in the active bandwidth part of the UE. When</w:t>
      </w:r>
      <w:r w:rsidRPr="008C6DE4">
        <w:t xml:space="preserve"> any of the </w:t>
      </w:r>
      <w:r w:rsidRPr="008C6DE4">
        <w:rPr>
          <w:lang w:eastAsia="zh-CN"/>
        </w:rPr>
        <w:t>conditions in the following clauses is met</w:t>
      </w:r>
      <w:r w:rsidRPr="008C6DE4">
        <w:t xml:space="preserve">, there are restrictions on the scheduling availability; otherwise, there is no scheduling restriction. Note that the SSB </w:t>
      </w:r>
      <w:r w:rsidRPr="008C6DE4">
        <w:rPr>
          <w:lang w:val="en-US"/>
        </w:rPr>
        <w:t>symbols</w:t>
      </w:r>
      <w:r w:rsidRPr="008C6DE4">
        <w:t xml:space="preserve"> to be measured in the following clauses are t</w:t>
      </w:r>
      <w:r w:rsidRPr="008C6DE4">
        <w:rPr>
          <w:lang w:val="en-US"/>
        </w:rPr>
        <w:t xml:space="preserve">he SSB symbols indicated by </w:t>
      </w:r>
      <w:r w:rsidRPr="00E34923">
        <w:rPr>
          <w:rFonts w:eastAsia="Times New Roman"/>
        </w:rPr>
        <w:t xml:space="preserve">the union </w:t>
      </w:r>
      <w:r>
        <w:rPr>
          <w:rFonts w:eastAsia="Times New Roman"/>
        </w:rPr>
        <w:t xml:space="preserve">set </w:t>
      </w:r>
      <w:r w:rsidRPr="00E34923">
        <w:rPr>
          <w:rFonts w:eastAsia="Times New Roman"/>
        </w:rPr>
        <w:t>of</w:t>
      </w:r>
      <w:r w:rsidRPr="00E34923">
        <w:rPr>
          <w:rStyle w:val="apple-converted-space"/>
          <w:rFonts w:eastAsia="Times New Roman"/>
        </w:rPr>
        <w:t> </w:t>
      </w:r>
      <w:r w:rsidRPr="00E34923">
        <w:rPr>
          <w:rFonts w:eastAsia="Times New Roman"/>
          <w:i/>
          <w:iCs/>
        </w:rPr>
        <w:t>SSB-ToMeasure</w:t>
      </w:r>
      <w:r w:rsidRPr="00E34923">
        <w:rPr>
          <w:rFonts w:eastAsia="Times New Roman"/>
        </w:rPr>
        <w:t xml:space="preserve"> from all </w:t>
      </w:r>
      <w:r>
        <w:rPr>
          <w:rFonts w:eastAsia="Times New Roman"/>
        </w:rPr>
        <w:t>the configured measurement objects on the same serving carrier</w:t>
      </w:r>
      <w:r w:rsidRPr="00E34923">
        <w:rPr>
          <w:rFonts w:eastAsia="Times New Roman"/>
        </w:rPr>
        <w:t xml:space="preserve"> which can be merged</w:t>
      </w:r>
      <w:r w:rsidRPr="00EB07E8">
        <w:rPr>
          <w:i/>
          <w:lang w:val="en-US" w:eastAsia="zh-CN"/>
        </w:rPr>
        <w:t xml:space="preserve"> </w:t>
      </w:r>
      <w:r w:rsidRPr="008C6DE4">
        <w:t>[2]</w:t>
      </w:r>
      <w:r w:rsidRPr="008C6DE4">
        <w:rPr>
          <w:lang w:val="en-US"/>
        </w:rPr>
        <w:t xml:space="preserve">, if it is configured; otherwise, all </w:t>
      </w:r>
      <w:r w:rsidRPr="008C6DE4">
        <w:rPr>
          <w:i/>
          <w:lang w:val="en-US"/>
        </w:rPr>
        <w:t>L</w:t>
      </w:r>
      <w:r w:rsidRPr="008C6DE4">
        <w:rPr>
          <w:lang w:val="en-US"/>
        </w:rPr>
        <w:t xml:space="preserve"> SSB symbols within SMTC window duration defined in clause 4.1 of </w:t>
      </w:r>
      <w:r w:rsidRPr="008C6DE4">
        <w:t>TS 38.213 </w:t>
      </w:r>
      <w:r w:rsidRPr="008C6DE4">
        <w:rPr>
          <w:lang w:val="en-US"/>
        </w:rPr>
        <w:t>[3] are included.</w:t>
      </w:r>
    </w:p>
    <w:p w14:paraId="244DFBBB" w14:textId="77777777" w:rsidR="00DB7325" w:rsidRPr="008C6DE4" w:rsidRDefault="00DB7325" w:rsidP="00DB7325">
      <w:pPr>
        <w:pStyle w:val="Heading5"/>
      </w:pPr>
      <w:r w:rsidRPr="008C6DE4">
        <w:t>9.2.5.3.1</w:t>
      </w:r>
      <w:r w:rsidRPr="008C6DE4">
        <w:tab/>
        <w:t>Scheduling availability of UE performing measurements in TDD bands on FR1</w:t>
      </w:r>
    </w:p>
    <w:p w14:paraId="5EBF015C" w14:textId="20A244CF" w:rsidR="00DB7325" w:rsidRPr="008C6DE4" w:rsidRDefault="00DB7325" w:rsidP="00DB7325">
      <w:r w:rsidRPr="008C6DE4">
        <w:t xml:space="preserve">When </w:t>
      </w:r>
      <w:r w:rsidR="005913AA" w:rsidRPr="008C6DE4">
        <w:t xml:space="preserve">the </w:t>
      </w:r>
      <w:r w:rsidRPr="008C6DE4">
        <w:t xml:space="preserve">UE performs intra-frequency measurements in a TDD band, the following restrictions apply due to SS-RSRP or SS-SINR measurement </w:t>
      </w:r>
    </w:p>
    <w:p w14:paraId="60A40AC0" w14:textId="6B8360CC" w:rsidR="00DB7325" w:rsidRPr="008C6DE4" w:rsidRDefault="00DB7325" w:rsidP="003D108B">
      <w:pPr>
        <w:pStyle w:val="B10"/>
      </w:pPr>
      <w:r w:rsidRPr="008C6DE4">
        <w:rPr>
          <w:lang w:val="en-US"/>
        </w:rPr>
        <w:t>-</w:t>
      </w:r>
      <w:r w:rsidRPr="008C6DE4">
        <w:rPr>
          <w:lang w:val="en-US"/>
        </w:rPr>
        <w:tab/>
        <w:t xml:space="preserve">The UE is not expected to transmit PUCCH/PUSCH/SRS on SSB symbols to be measured, and on 1 data symbol before each consecutive SSB symbols </w:t>
      </w:r>
      <w:r w:rsidRPr="008C6DE4">
        <w:rPr>
          <w:lang w:val="en-US" w:eastAsia="zh-CN"/>
        </w:rPr>
        <w:t xml:space="preserve">to be measured </w:t>
      </w:r>
      <w:r w:rsidRPr="008C6DE4">
        <w:rPr>
          <w:lang w:val="en-US"/>
        </w:rPr>
        <w:t xml:space="preserve">and 1 data symbol after each consecutive SSB symbols </w:t>
      </w:r>
      <w:r w:rsidRPr="008C6DE4">
        <w:rPr>
          <w:lang w:val="en-US" w:eastAsia="zh-CN"/>
        </w:rPr>
        <w:t xml:space="preserve">to be measured </w:t>
      </w:r>
      <w:r w:rsidRPr="008C6DE4">
        <w:rPr>
          <w:lang w:val="en-US"/>
        </w:rPr>
        <w:t xml:space="preserve">within SMTC window duration. </w:t>
      </w:r>
      <w:r w:rsidRPr="008C6DE4">
        <w:t xml:space="preserve">If the high layer in TS 38.331 [2] </w:t>
      </w:r>
      <w:r w:rsidR="00E416E4" w:rsidRPr="008C6DE4">
        <w:t>signalling</w:t>
      </w:r>
      <w:r w:rsidRPr="008C6DE4">
        <w:t xml:space="preserve"> of </w:t>
      </w:r>
      <w:r w:rsidRPr="008C6DE4">
        <w:rPr>
          <w:i/>
        </w:rPr>
        <w:t>smtc2</w:t>
      </w:r>
      <w:r w:rsidRPr="008C6DE4">
        <w:rPr>
          <w:b/>
        </w:rPr>
        <w:t xml:space="preserve"> </w:t>
      </w:r>
      <w:r w:rsidRPr="008C6DE4">
        <w:t>is configured, the SMTC periodicity</w:t>
      </w:r>
      <w:r w:rsidRPr="008C6DE4">
        <w:rPr>
          <w:vertAlign w:val="subscript"/>
        </w:rPr>
        <w:t xml:space="preserve"> </w:t>
      </w:r>
      <w:r w:rsidRPr="008C6DE4">
        <w:t xml:space="preserve">follows </w:t>
      </w:r>
      <w:r w:rsidRPr="008C6DE4">
        <w:rPr>
          <w:i/>
        </w:rPr>
        <w:t>smtc2</w:t>
      </w:r>
      <w:r w:rsidRPr="008C6DE4">
        <w:t xml:space="preserve">; Otherwise SMTC periodicity follows </w:t>
      </w:r>
      <w:r w:rsidRPr="008C6DE4">
        <w:rPr>
          <w:i/>
        </w:rPr>
        <w:t>smtc1.</w:t>
      </w:r>
    </w:p>
    <w:p w14:paraId="103D49E9" w14:textId="77777777" w:rsidR="00DB7325" w:rsidRPr="008C6DE4" w:rsidRDefault="00DB7325" w:rsidP="00DB7325">
      <w:r w:rsidRPr="008C6DE4">
        <w:t xml:space="preserve">When the UE performs intra-frequency measurements in a TDD band, the following restrictions apply due to </w:t>
      </w:r>
      <w:r w:rsidRPr="008C6DE4">
        <w:rPr>
          <w:lang w:val="en-US"/>
        </w:rPr>
        <w:t>SS-RSRQ</w:t>
      </w:r>
      <w:r w:rsidRPr="008C6DE4">
        <w:t xml:space="preserve"> measurement </w:t>
      </w:r>
    </w:p>
    <w:p w14:paraId="7A682698" w14:textId="1AD4129B" w:rsidR="003D108B" w:rsidRPr="008C6DE4" w:rsidRDefault="003D108B" w:rsidP="003D108B">
      <w:pPr>
        <w:pStyle w:val="B10"/>
      </w:pPr>
      <w:r w:rsidRPr="008C6DE4">
        <w:rPr>
          <w:lang w:val="en-US"/>
        </w:rPr>
        <w:t>-</w:t>
      </w:r>
      <w:r w:rsidRPr="008C6DE4">
        <w:rPr>
          <w:lang w:val="en-US"/>
        </w:rPr>
        <w:tab/>
        <w:t xml:space="preserve">The UE is not expected to transmit PUCCH/PUSCH/SRS on SSB symbols to be measured, RSSI measurement symbols, and on 1 data symbol before each consecutive SSB to be measured/RSSI symbols and 1 data symbol after each consecutive SSB to be measured/RSSI symbols within SMTC window duration. </w:t>
      </w:r>
      <w:r w:rsidRPr="008C6DE4">
        <w:t xml:space="preserve">If the high layer signalling of </w:t>
      </w:r>
      <w:r w:rsidRPr="008C6DE4">
        <w:rPr>
          <w:i/>
        </w:rPr>
        <w:t>smtc2</w:t>
      </w:r>
      <w:r w:rsidRPr="008C6DE4">
        <w:rPr>
          <w:b/>
        </w:rPr>
        <w:t xml:space="preserve"> </w:t>
      </w:r>
      <w:r w:rsidRPr="008C6DE4">
        <w:t>is configured</w:t>
      </w:r>
      <w:r>
        <w:t xml:space="preserve"> </w:t>
      </w:r>
      <w:r w:rsidRPr="008C6DE4">
        <w:t>in TS 38.331 [2], the SMTC periodicity</w:t>
      </w:r>
      <w:r w:rsidRPr="008C6DE4">
        <w:rPr>
          <w:vertAlign w:val="subscript"/>
        </w:rPr>
        <w:t xml:space="preserve"> </w:t>
      </w:r>
      <w:r w:rsidRPr="008C6DE4">
        <w:t xml:space="preserve">follows </w:t>
      </w:r>
      <w:r w:rsidRPr="008C6DE4">
        <w:rPr>
          <w:i/>
        </w:rPr>
        <w:t>smtc2</w:t>
      </w:r>
      <w:r w:rsidRPr="008C6DE4">
        <w:t xml:space="preserve">; Otherwise the SMTC periodicity follows </w:t>
      </w:r>
      <w:r w:rsidRPr="008C6DE4">
        <w:rPr>
          <w:i/>
        </w:rPr>
        <w:t>smtc1</w:t>
      </w:r>
    </w:p>
    <w:p w14:paraId="028A714D" w14:textId="7A44F385" w:rsidR="00DB7325" w:rsidRPr="008C6DE4" w:rsidRDefault="00DB7325" w:rsidP="00DB7325">
      <w:r w:rsidRPr="008C6DE4">
        <w:t xml:space="preserve">When TDD intra-band carrier aggregation is performed, the scheduling restrictions due to a given serving cell should also apply to all other serving cells in the same band </w:t>
      </w:r>
      <w:r w:rsidRPr="008C6DE4">
        <w:rPr>
          <w:lang w:val="en-US"/>
        </w:rPr>
        <w:t>on the symbols</w:t>
      </w:r>
      <w:r w:rsidRPr="008C6DE4">
        <w:t xml:space="preserve"> that fully or partially overlap with aforementioned restricted symbols. </w:t>
      </w:r>
    </w:p>
    <w:p w14:paraId="1429420F" w14:textId="33937B63" w:rsidR="00DB7325" w:rsidRPr="008C6DE4" w:rsidRDefault="0048284E" w:rsidP="0048284E">
      <w:pPr>
        <w:pStyle w:val="Heading5"/>
      </w:pPr>
      <w:r w:rsidRPr="008C6DE4">
        <w:t>9.2.5.3.2</w:t>
      </w:r>
      <w:r w:rsidR="00DB7325" w:rsidRPr="008C6DE4">
        <w:tab/>
        <w:t>Scheduling availability of UE performing measurements with a different subcarrier spacing than PDSCH/PDCCH on FR1</w:t>
      </w:r>
    </w:p>
    <w:p w14:paraId="0DD7FDF0" w14:textId="77777777" w:rsidR="00DB7325" w:rsidRPr="008C6DE4" w:rsidRDefault="00DB7325" w:rsidP="00DB7325">
      <w:r w:rsidRPr="008C6DE4">
        <w:t xml:space="preserve">For UE which do not support </w:t>
      </w:r>
      <w:r w:rsidRPr="008C6DE4">
        <w:rPr>
          <w:i/>
        </w:rPr>
        <w:t xml:space="preserve">simultaneousRxDataSSB-DiffNumerology </w:t>
      </w:r>
      <w:r w:rsidRPr="008C6DE4">
        <w:t>[14] the following restrictions apply due to SS-RSRP/RSRQ/SINR measurement</w:t>
      </w:r>
    </w:p>
    <w:p w14:paraId="3DC9857C" w14:textId="60487C9D" w:rsidR="003D108B" w:rsidRPr="008C6DE4" w:rsidRDefault="003D108B" w:rsidP="003D108B">
      <w:pPr>
        <w:pStyle w:val="B10"/>
        <w:rPr>
          <w:lang w:eastAsia="zh-CN"/>
        </w:rPr>
      </w:pPr>
      <w:r w:rsidRPr="008C6DE4">
        <w:rPr>
          <w:lang w:val="en-US" w:eastAsia="zh-CN"/>
        </w:rPr>
        <w:t>-</w:t>
      </w:r>
      <w:r w:rsidRPr="008C6DE4">
        <w:rPr>
          <w:lang w:val="en-US" w:eastAsia="zh-CN"/>
        </w:rPr>
        <w:tab/>
        <w:t xml:space="preserve">If </w:t>
      </w:r>
      <w:r w:rsidRPr="008C6DE4">
        <w:rPr>
          <w:rFonts w:eastAsia="MS Mincho"/>
          <w:i/>
          <w:noProof/>
          <w:lang w:val="en-US" w:eastAsia="ja-JP"/>
        </w:rPr>
        <w:t>deriveSSB_IndexFromCell</w:t>
      </w:r>
      <w:r w:rsidRPr="008C6DE4">
        <w:rPr>
          <w:lang w:val="en-US" w:eastAsia="zh-CN"/>
        </w:rPr>
        <w:t xml:space="preserve"> is enabled the UE is not expected to transmit PUCCH/PUSCH/SRS or receive PDCCH/PDSCH/TRS/CSI-RS for CQI on SSB symbols to be measured, and on 1 data symbol before each consecutive SSB symbols to be measured and 1 data symbol after each consecutive SSB symbols to be measured within SMTC window duration. </w:t>
      </w:r>
      <w:r w:rsidRPr="008C6DE4">
        <w:t xml:space="preserve">If the high layer signalling of </w:t>
      </w:r>
      <w:r w:rsidRPr="008C6DE4">
        <w:rPr>
          <w:i/>
        </w:rPr>
        <w:t>smtc2</w:t>
      </w:r>
      <w:r w:rsidRPr="008C6DE4">
        <w:rPr>
          <w:b/>
        </w:rPr>
        <w:t xml:space="preserve"> </w:t>
      </w:r>
      <w:r w:rsidRPr="008C6DE4">
        <w:t>is configured</w:t>
      </w:r>
      <w:r>
        <w:t xml:space="preserve"> </w:t>
      </w:r>
      <w:r w:rsidRPr="008C6DE4">
        <w:t>in TS 38.331 [2], the SMTC periodicity</w:t>
      </w:r>
      <w:r w:rsidRPr="008C6DE4">
        <w:rPr>
          <w:vertAlign w:val="subscript"/>
        </w:rPr>
        <w:t xml:space="preserve"> </w:t>
      </w:r>
      <w:r w:rsidRPr="008C6DE4">
        <w:t xml:space="preserve">follows </w:t>
      </w:r>
      <w:r w:rsidRPr="008C6DE4">
        <w:rPr>
          <w:i/>
        </w:rPr>
        <w:t>smtc2</w:t>
      </w:r>
      <w:r w:rsidRPr="008C6DE4">
        <w:t xml:space="preserve">; Otherwise the SMTC periodicity follows </w:t>
      </w:r>
      <w:r w:rsidRPr="008C6DE4">
        <w:rPr>
          <w:i/>
        </w:rPr>
        <w:t>smtc1.</w:t>
      </w:r>
    </w:p>
    <w:p w14:paraId="7712B1A6" w14:textId="0333A456" w:rsidR="003D108B" w:rsidRPr="008C6DE4" w:rsidRDefault="003D108B" w:rsidP="003D108B">
      <w:pPr>
        <w:pStyle w:val="B10"/>
        <w:rPr>
          <w:lang w:eastAsia="zh-CN"/>
        </w:rPr>
      </w:pPr>
      <w:r w:rsidRPr="008C6DE4">
        <w:rPr>
          <w:lang w:val="en-US" w:eastAsia="zh-CN"/>
        </w:rPr>
        <w:t>-</w:t>
      </w:r>
      <w:r w:rsidRPr="008C6DE4">
        <w:rPr>
          <w:lang w:val="en-US" w:eastAsia="zh-CN"/>
        </w:rPr>
        <w:tab/>
        <w:t xml:space="preserve">If </w:t>
      </w:r>
      <w:r w:rsidRPr="008C6DE4">
        <w:rPr>
          <w:rFonts w:eastAsia="MS Mincho"/>
          <w:i/>
          <w:noProof/>
          <w:lang w:val="en-US" w:eastAsia="ja-JP"/>
        </w:rPr>
        <w:t>deriveSSB_IndexFromCell</w:t>
      </w:r>
      <w:r w:rsidRPr="008C6DE4">
        <w:rPr>
          <w:lang w:val="en-US" w:eastAsia="zh-CN"/>
        </w:rPr>
        <w:t xml:space="preserve"> is </w:t>
      </w:r>
      <w:r w:rsidRPr="008C6DE4">
        <w:rPr>
          <w:lang w:val="en-US" w:eastAsia="ko-KR"/>
        </w:rPr>
        <w:t xml:space="preserve">not </w:t>
      </w:r>
      <w:r w:rsidRPr="008C6DE4">
        <w:rPr>
          <w:lang w:val="en-US" w:eastAsia="zh-CN"/>
        </w:rPr>
        <w:t xml:space="preserve">enabled the UE is not expected to transmit PUCCH/PUSCH/SRS or receive PDCCH/PDSCH/TRS/CSI-RS for CQI on all symbols within SMTC window duration. </w:t>
      </w:r>
      <w:r w:rsidRPr="008C6DE4">
        <w:t xml:space="preserve">If the high layer signalling of </w:t>
      </w:r>
      <w:r w:rsidRPr="008C6DE4">
        <w:rPr>
          <w:i/>
        </w:rPr>
        <w:t>smtc2</w:t>
      </w:r>
      <w:r w:rsidRPr="008C6DE4">
        <w:rPr>
          <w:b/>
        </w:rPr>
        <w:t xml:space="preserve"> </w:t>
      </w:r>
      <w:r w:rsidRPr="008C6DE4">
        <w:t>is configured</w:t>
      </w:r>
      <w:r>
        <w:t xml:space="preserve"> </w:t>
      </w:r>
      <w:r w:rsidRPr="008C6DE4">
        <w:t>in TS 38.331 [2], the SMTC periodicity</w:t>
      </w:r>
      <w:r w:rsidRPr="008C6DE4">
        <w:rPr>
          <w:vertAlign w:val="subscript"/>
        </w:rPr>
        <w:t xml:space="preserve"> </w:t>
      </w:r>
      <w:r w:rsidRPr="008C6DE4">
        <w:t xml:space="preserve">follows </w:t>
      </w:r>
      <w:r w:rsidRPr="008C6DE4">
        <w:rPr>
          <w:i/>
        </w:rPr>
        <w:t>smtc2</w:t>
      </w:r>
      <w:r w:rsidRPr="008C6DE4">
        <w:t xml:space="preserve">; Otherwise the SMTC periodicity follows </w:t>
      </w:r>
      <w:r w:rsidRPr="008C6DE4">
        <w:rPr>
          <w:i/>
        </w:rPr>
        <w:t>smtc1.</w:t>
      </w:r>
    </w:p>
    <w:p w14:paraId="33A163A5" w14:textId="77777777" w:rsidR="005D7DC6" w:rsidRDefault="005D7DC6" w:rsidP="005D7DC6">
      <w:pPr>
        <w:ind w:left="568"/>
        <w:rPr>
          <w:lang w:val="en-US"/>
        </w:rPr>
      </w:pPr>
      <w:r>
        <w:rPr>
          <w:lang w:val="en-US"/>
        </w:rPr>
        <w:t>If the following conditions are met:</w:t>
      </w:r>
    </w:p>
    <w:p w14:paraId="51786E3B" w14:textId="77777777" w:rsidR="005D7DC6" w:rsidRDefault="005D7DC6" w:rsidP="005D7DC6">
      <w:pPr>
        <w:pStyle w:val="B10"/>
        <w:ind w:left="1136"/>
        <w:rPr>
          <w:lang w:eastAsia="ja-JP"/>
        </w:rPr>
      </w:pPr>
      <w:r>
        <w:rPr>
          <w:lang w:eastAsia="ja-JP"/>
        </w:rPr>
        <w:t>-</w:t>
      </w:r>
      <w:r>
        <w:rPr>
          <w:lang w:eastAsia="ja-JP"/>
        </w:rPr>
        <w:tab/>
        <w:t>The UE has been notified about system information update through paging,</w:t>
      </w:r>
    </w:p>
    <w:p w14:paraId="1429BD9B" w14:textId="77777777" w:rsidR="005D7DC6" w:rsidRDefault="005D7DC6" w:rsidP="005D7DC6">
      <w:pPr>
        <w:pStyle w:val="B10"/>
        <w:ind w:left="1136"/>
        <w:rPr>
          <w:lang w:eastAsia="ja-JP"/>
        </w:rPr>
      </w:pPr>
      <w:r>
        <w:rPr>
          <w:lang w:eastAsia="ja-JP"/>
        </w:rPr>
        <w:t>-</w:t>
      </w:r>
      <w:r>
        <w:rPr>
          <w:lang w:eastAsia="ja-JP"/>
        </w:rPr>
        <w:tab/>
        <w:t>The gap between the UE’s reception of PDCCH that UE monitors in the Type 2-PDCCH CSS set that notifies system information update, and the PDCCH that UE monitors in the Type0-PDCCH CSS set, is greater than 2 slots</w:t>
      </w:r>
    </w:p>
    <w:p w14:paraId="205B9391" w14:textId="77777777" w:rsidR="005D7DC6" w:rsidRDefault="005D7DC6" w:rsidP="005D7DC6">
      <w:pPr>
        <w:ind w:left="568"/>
        <w:rPr>
          <w:lang w:val="en-US"/>
        </w:rPr>
      </w:pPr>
      <w:r>
        <w:rPr>
          <w:rFonts w:eastAsia="MS Mincho"/>
          <w:lang w:eastAsia="ja-JP"/>
        </w:rPr>
        <w:t>The UE is expected to receive the PDCCH that the UE monitors in the Type0-PDCCH CSS set, and/or the corresponding PDSCH, on SSB symbols to be measured.</w:t>
      </w:r>
    </w:p>
    <w:p w14:paraId="5AF11EB0" w14:textId="423F1D8B" w:rsidR="00DB7325" w:rsidRPr="008C6DE4" w:rsidRDefault="00DB7325" w:rsidP="00DB7325">
      <w:pPr>
        <w:rPr>
          <w:lang w:val="en-US"/>
        </w:rPr>
      </w:pPr>
      <w:r w:rsidRPr="008C6DE4">
        <w:rPr>
          <w:lang w:val="en-US"/>
        </w:rPr>
        <w:t>When intra</w:t>
      </w:r>
      <w:r w:rsidRPr="008C6DE4">
        <w:rPr>
          <w:rFonts w:eastAsia="MS Mincho"/>
          <w:lang w:val="en-US" w:eastAsia="ja-JP"/>
        </w:rPr>
        <w:t>-</w:t>
      </w:r>
      <w:r w:rsidRPr="008C6DE4">
        <w:rPr>
          <w:lang w:val="en-US"/>
        </w:rPr>
        <w:t>band carrier aggregation is perfo</w:t>
      </w:r>
      <w:r w:rsidRPr="008C6DE4">
        <w:rPr>
          <w:rFonts w:eastAsia="MS Mincho"/>
          <w:lang w:val="en-US" w:eastAsia="ja-JP"/>
        </w:rPr>
        <w:t>r</w:t>
      </w:r>
      <w:r w:rsidRPr="008C6DE4">
        <w:rPr>
          <w:lang w:val="en-US"/>
        </w:rPr>
        <w:t>med, the scheduling restrictions due to a given serving cell should also apply to all other serving cells in the same band on the symbols</w:t>
      </w:r>
      <w:r w:rsidRPr="008C6DE4">
        <w:t xml:space="preserve"> that fully or partially overlap with aforementioned restricted symbols</w:t>
      </w:r>
      <w:r w:rsidRPr="008C6DE4">
        <w:rPr>
          <w:lang w:val="en-US"/>
        </w:rPr>
        <w:t>.</w:t>
      </w:r>
      <w:r w:rsidRPr="008C6DE4">
        <w:rPr>
          <w:rFonts w:eastAsia="MS Mincho"/>
          <w:lang w:val="en-US" w:eastAsia="ja-JP"/>
        </w:rPr>
        <w:t xml:space="preserve"> </w:t>
      </w:r>
    </w:p>
    <w:p w14:paraId="6F333E32" w14:textId="74F481B8" w:rsidR="00DB7325" w:rsidRPr="008C6DE4" w:rsidRDefault="0048284E" w:rsidP="0048284E">
      <w:pPr>
        <w:pStyle w:val="Heading5"/>
      </w:pPr>
      <w:r w:rsidRPr="008C6DE4">
        <w:t>9.2.5.3.3</w:t>
      </w:r>
      <w:r w:rsidR="00DB7325" w:rsidRPr="008C6DE4">
        <w:tab/>
        <w:t>Scheduling availability of UE performing measurements on FR2</w:t>
      </w:r>
    </w:p>
    <w:p w14:paraId="7763452E" w14:textId="77777777" w:rsidR="007B254C" w:rsidRPr="008C6DE4" w:rsidRDefault="007B254C" w:rsidP="007B254C">
      <w:r w:rsidRPr="008C6DE4">
        <w:t>The following scheduling restriction applies due to SS-RSRP or SS-SINR measurement on an FR2 intra-frequency cell</w:t>
      </w:r>
    </w:p>
    <w:p w14:paraId="20A56BDA" w14:textId="40999809" w:rsidR="003D108B" w:rsidRPr="008C6DE4" w:rsidRDefault="003D108B" w:rsidP="003D108B">
      <w:pPr>
        <w:pStyle w:val="B10"/>
      </w:pPr>
      <w:r w:rsidRPr="008C6DE4">
        <w:rPr>
          <w:lang w:val="en-US"/>
        </w:rPr>
        <w:tab/>
        <w:t>The UE is not expected to transmit PUCCH/PUSCH/SRS or receive PDCCH/PDSCH</w:t>
      </w:r>
      <w:r w:rsidRPr="008C6DE4">
        <w:rPr>
          <w:lang w:val="en-US" w:eastAsia="zh-CN"/>
        </w:rPr>
        <w:t>/TRS/CSI-RS for CQI</w:t>
      </w:r>
      <w:r w:rsidRPr="008C6DE4">
        <w:rPr>
          <w:lang w:val="en-US"/>
        </w:rPr>
        <w:t xml:space="preserve"> on SSB symbols to be measured, and on 1 data symbol before each consecutive SSB symbols to be measured and 1 data symbol after each consecutive SSB symbols to be measured within SMTC window duration (The signaling </w:t>
      </w:r>
      <w:r w:rsidRPr="008C6DE4">
        <w:rPr>
          <w:rFonts w:eastAsia="MS Mincho"/>
          <w:i/>
          <w:noProof/>
          <w:lang w:val="en-US" w:eastAsia="ja-JP"/>
        </w:rPr>
        <w:t>deriveSSB_IndexFromCell</w:t>
      </w:r>
      <w:r w:rsidRPr="008C6DE4">
        <w:rPr>
          <w:lang w:val="en-US"/>
        </w:rPr>
        <w:t xml:space="preserve"> is always enabled for FR2) . </w:t>
      </w:r>
      <w:r w:rsidRPr="008C6DE4">
        <w:t xml:space="preserve">If the high layer signalling of </w:t>
      </w:r>
      <w:r w:rsidRPr="008C6DE4">
        <w:rPr>
          <w:i/>
        </w:rPr>
        <w:t>smtc2</w:t>
      </w:r>
      <w:r w:rsidRPr="008C6DE4">
        <w:rPr>
          <w:b/>
        </w:rPr>
        <w:t xml:space="preserve"> </w:t>
      </w:r>
      <w:r w:rsidRPr="008C6DE4">
        <w:t>is configured</w:t>
      </w:r>
      <w:r>
        <w:t xml:space="preserve"> </w:t>
      </w:r>
      <w:r w:rsidRPr="008C6DE4">
        <w:t>in TS 38.331 [2], the SMTC periodicity</w:t>
      </w:r>
      <w:r w:rsidRPr="008C6DE4">
        <w:rPr>
          <w:vertAlign w:val="subscript"/>
        </w:rPr>
        <w:t xml:space="preserve"> </w:t>
      </w:r>
      <w:r w:rsidRPr="008C6DE4">
        <w:t xml:space="preserve">follows </w:t>
      </w:r>
      <w:r w:rsidRPr="008C6DE4">
        <w:rPr>
          <w:i/>
        </w:rPr>
        <w:t>smtc2</w:t>
      </w:r>
      <w:r w:rsidRPr="008C6DE4">
        <w:t xml:space="preserve">; Otherwise the SMTC periodicity follows </w:t>
      </w:r>
      <w:r w:rsidRPr="008C6DE4">
        <w:rPr>
          <w:i/>
        </w:rPr>
        <w:t>smtc1.</w:t>
      </w:r>
    </w:p>
    <w:p w14:paraId="0527410C" w14:textId="77777777" w:rsidR="003D108B" w:rsidRPr="008C6DE4" w:rsidRDefault="003D108B" w:rsidP="003D108B">
      <w:pPr>
        <w:rPr>
          <w:lang w:val="en-US"/>
        </w:rPr>
      </w:pPr>
      <w:r w:rsidRPr="008C6DE4">
        <w:rPr>
          <w:lang w:val="en-US"/>
        </w:rPr>
        <w:t>The following scheduling restriction applies to SS-RSRQ measurement on an FR2 intra-frequency cell</w:t>
      </w:r>
    </w:p>
    <w:p w14:paraId="4DF71B56" w14:textId="0E124013" w:rsidR="003D108B" w:rsidRPr="008C6DE4" w:rsidRDefault="003D108B" w:rsidP="003D108B">
      <w:pPr>
        <w:pStyle w:val="B10"/>
      </w:pPr>
      <w:r w:rsidRPr="008C6DE4">
        <w:rPr>
          <w:lang w:val="en-US"/>
        </w:rPr>
        <w:t>-</w:t>
      </w:r>
      <w:r w:rsidRPr="008C6DE4">
        <w:rPr>
          <w:lang w:val="en-US"/>
        </w:rPr>
        <w:tab/>
        <w:t>The UE is not expected to transmit PUCCH/PUSCH/SRS or receive PDCCH/PDSCH</w:t>
      </w:r>
      <w:r w:rsidRPr="008C6DE4">
        <w:rPr>
          <w:lang w:val="en-US" w:eastAsia="zh-CN"/>
        </w:rPr>
        <w:t>/TRS/CSI-RS for CQI</w:t>
      </w:r>
      <w:r w:rsidRPr="008C6DE4">
        <w:rPr>
          <w:lang w:val="en-US"/>
        </w:rPr>
        <w:t xml:space="preserve"> on SSB symbols to be measured, RSSI measurement symbols, and on 1 data symbol before each consecutive SSB to be measured/RSSI symbols and 1 data symbol after each consecutive SSB to be measured/RSSI symbols within SMTC window duration (The signaling </w:t>
      </w:r>
      <w:r w:rsidRPr="008C6DE4">
        <w:rPr>
          <w:rFonts w:eastAsia="MS Mincho"/>
          <w:i/>
          <w:noProof/>
          <w:lang w:val="en-US" w:eastAsia="ja-JP"/>
        </w:rPr>
        <w:t>deriveSSB_IndexFromCell</w:t>
      </w:r>
      <w:r w:rsidRPr="008C6DE4">
        <w:rPr>
          <w:i/>
          <w:iCs/>
          <w:lang w:val="en-US"/>
        </w:rPr>
        <w:t>c</w:t>
      </w:r>
      <w:r w:rsidRPr="008C6DE4">
        <w:rPr>
          <w:lang w:val="en-US"/>
        </w:rPr>
        <w:t xml:space="preserve"> is always enabled for FR2). </w:t>
      </w:r>
      <w:r w:rsidRPr="008C6DE4">
        <w:t xml:space="preserve">If the high layer signalling of </w:t>
      </w:r>
      <w:r w:rsidRPr="008C6DE4">
        <w:rPr>
          <w:i/>
        </w:rPr>
        <w:t>smtc2</w:t>
      </w:r>
      <w:r w:rsidRPr="008C6DE4">
        <w:rPr>
          <w:b/>
        </w:rPr>
        <w:t xml:space="preserve"> </w:t>
      </w:r>
      <w:r w:rsidRPr="008C6DE4">
        <w:t>is configured</w:t>
      </w:r>
      <w:r>
        <w:t xml:space="preserve"> </w:t>
      </w:r>
      <w:r w:rsidRPr="008C6DE4">
        <w:t>in TS 38.331 [2], the SMTC periodicity</w:t>
      </w:r>
      <w:r w:rsidRPr="008C6DE4">
        <w:rPr>
          <w:vertAlign w:val="subscript"/>
        </w:rPr>
        <w:t xml:space="preserve"> </w:t>
      </w:r>
      <w:r w:rsidRPr="008C6DE4">
        <w:t xml:space="preserve">follows </w:t>
      </w:r>
      <w:r w:rsidRPr="008C6DE4">
        <w:rPr>
          <w:i/>
        </w:rPr>
        <w:t>smtc2</w:t>
      </w:r>
      <w:r w:rsidRPr="008C6DE4">
        <w:t xml:space="preserve">; Otherwise the SMTC periodicity follows </w:t>
      </w:r>
      <w:r w:rsidRPr="008C6DE4">
        <w:rPr>
          <w:i/>
        </w:rPr>
        <w:t>smtc1.</w:t>
      </w:r>
    </w:p>
    <w:p w14:paraId="4D76A040" w14:textId="0A5D2A73" w:rsidR="00DB7325" w:rsidRPr="008C6DE4" w:rsidRDefault="00DB7325" w:rsidP="00DB7325">
      <w:pPr>
        <w:rPr>
          <w:rFonts w:eastAsia="MS Mincho"/>
          <w:lang w:val="en-US" w:eastAsia="ja-JP"/>
        </w:rPr>
      </w:pPr>
      <w:r w:rsidRPr="008C6DE4">
        <w:rPr>
          <w:lang w:val="en-US"/>
        </w:rPr>
        <w:t>When intra</w:t>
      </w:r>
      <w:r w:rsidRPr="008C6DE4">
        <w:rPr>
          <w:rFonts w:eastAsia="MS Mincho"/>
          <w:lang w:val="en-US" w:eastAsia="ja-JP"/>
        </w:rPr>
        <w:t>-</w:t>
      </w:r>
      <w:r w:rsidRPr="008C6DE4">
        <w:rPr>
          <w:lang w:val="en-US"/>
        </w:rPr>
        <w:t>band carrier aggregation is perfo</w:t>
      </w:r>
      <w:r w:rsidRPr="008C6DE4">
        <w:rPr>
          <w:rFonts w:eastAsia="MS Mincho"/>
          <w:lang w:val="en-US" w:eastAsia="ja-JP"/>
        </w:rPr>
        <w:t>r</w:t>
      </w:r>
      <w:r w:rsidRPr="008C6DE4">
        <w:rPr>
          <w:lang w:val="en-US"/>
        </w:rPr>
        <w:t>med, the scheduling restrictions due to a given serving cell should also apply to all other serving cells in the same band on the symbols</w:t>
      </w:r>
      <w:r w:rsidRPr="008C6DE4">
        <w:t xml:space="preserve"> that fully or partially overlap with aforementioned restricted symbols</w:t>
      </w:r>
      <w:r w:rsidRPr="008C6DE4">
        <w:rPr>
          <w:lang w:val="en-US"/>
        </w:rPr>
        <w:t>.</w:t>
      </w:r>
      <w:r w:rsidRPr="008C6DE4">
        <w:rPr>
          <w:rFonts w:eastAsia="MS Mincho"/>
          <w:lang w:val="en-US" w:eastAsia="ja-JP"/>
        </w:rPr>
        <w:t xml:space="preserve"> </w:t>
      </w:r>
    </w:p>
    <w:p w14:paraId="5AEE9164" w14:textId="49616271" w:rsidR="00DB7325" w:rsidRPr="008C6DE4" w:rsidRDefault="00DB7325" w:rsidP="00DB7325">
      <w:pPr>
        <w:rPr>
          <w:rFonts w:eastAsia="MS Mincho"/>
          <w:lang w:eastAsia="ja-JP"/>
        </w:rPr>
      </w:pPr>
      <w:r w:rsidRPr="008C6DE4">
        <w:rPr>
          <w:rFonts w:eastAsia="MS Mincho"/>
          <w:lang w:eastAsia="ja-JP"/>
        </w:rPr>
        <w:t>If following conditions are met:</w:t>
      </w:r>
    </w:p>
    <w:p w14:paraId="16A94DE9" w14:textId="3AF29E1D" w:rsidR="007B254C" w:rsidRPr="008C6DE4" w:rsidRDefault="003D108B" w:rsidP="003D108B">
      <w:pPr>
        <w:pStyle w:val="B10"/>
        <w:rPr>
          <w:lang w:eastAsia="ja-JP"/>
        </w:rPr>
      </w:pPr>
      <w:r>
        <w:rPr>
          <w:lang w:eastAsia="ja-JP"/>
        </w:rPr>
        <w:t>-</w:t>
      </w:r>
      <w:r>
        <w:rPr>
          <w:lang w:eastAsia="ja-JP"/>
        </w:rPr>
        <w:tab/>
      </w:r>
      <w:r w:rsidR="007B254C" w:rsidRPr="008C6DE4">
        <w:rPr>
          <w:lang w:eastAsia="ja-JP"/>
        </w:rPr>
        <w:t>The UE has been notified about system information update through paging,</w:t>
      </w:r>
    </w:p>
    <w:p w14:paraId="781E977E" w14:textId="4460E0C7" w:rsidR="007B254C" w:rsidRPr="008C6DE4" w:rsidRDefault="003D108B" w:rsidP="003D108B">
      <w:pPr>
        <w:pStyle w:val="B10"/>
        <w:rPr>
          <w:lang w:eastAsia="ja-JP"/>
        </w:rPr>
      </w:pPr>
      <w:r>
        <w:rPr>
          <w:lang w:eastAsia="ja-JP"/>
        </w:rPr>
        <w:t>-</w:t>
      </w:r>
      <w:r>
        <w:rPr>
          <w:lang w:eastAsia="ja-JP"/>
        </w:rPr>
        <w:tab/>
      </w:r>
      <w:r w:rsidR="007B254C" w:rsidRPr="008C6DE4">
        <w:rPr>
          <w:lang w:eastAsia="ja-JP"/>
        </w:rPr>
        <w:t>The gap between the UE’s reception of PDCCH that UE monitors in the Type 2-PDCCH CSS set that notifies system information update, and the PDCCH that UE monitors in the Type0-PDCCH CSS set, is greater than 2 slots,</w:t>
      </w:r>
    </w:p>
    <w:p w14:paraId="48A6B149" w14:textId="77777777" w:rsidR="007B254C" w:rsidRPr="008C6DE4" w:rsidRDefault="007B254C" w:rsidP="007B254C">
      <w:pPr>
        <w:rPr>
          <w:rFonts w:eastAsia="MS Mincho"/>
          <w:lang w:eastAsia="ja-JP"/>
        </w:rPr>
      </w:pPr>
      <w:r w:rsidRPr="008C6DE4">
        <w:rPr>
          <w:rFonts w:eastAsia="MS Mincho"/>
          <w:lang w:eastAsia="ja-JP"/>
        </w:rPr>
        <w:t xml:space="preserve">For the SSB and CORESET for RMSI scheduling multiplexing patterns 3, the UE is expected to receive the PDCCH that the UE monitors in the Type0-PDCCH CSS set, and the corresponding PDSCH, on SSB symbols to be measured; and </w:t>
      </w:r>
    </w:p>
    <w:p w14:paraId="3DEC28BE" w14:textId="77777777" w:rsidR="007B254C" w:rsidRPr="008C6DE4" w:rsidRDefault="007B254C" w:rsidP="007B254C">
      <w:pPr>
        <w:rPr>
          <w:rFonts w:eastAsia="MS Mincho"/>
          <w:lang w:eastAsia="ja-JP"/>
        </w:rPr>
      </w:pPr>
      <w:r w:rsidRPr="008C6DE4">
        <w:rPr>
          <w:rFonts w:eastAsia="MS Mincho"/>
          <w:lang w:eastAsia="ja-JP"/>
        </w:rPr>
        <w:t>For the SSB and CORESET for RMSI scheduling multiplexing patterns 2, the UE is expected to receive PDSCH that corresponds to the PDCCH that the UE monitors in the Type0-PDCCH CSS set, on SSB symbols to be measured.</w:t>
      </w:r>
    </w:p>
    <w:p w14:paraId="47E27D5B" w14:textId="0BCB2D45" w:rsidR="00DB7325" w:rsidRPr="008C6DE4" w:rsidRDefault="0048284E" w:rsidP="0048284E">
      <w:pPr>
        <w:pStyle w:val="Heading5"/>
      </w:pPr>
      <w:r w:rsidRPr="008C6DE4">
        <w:t>9.2.5.3.4</w:t>
      </w:r>
      <w:r w:rsidR="00DB7325" w:rsidRPr="008C6DE4">
        <w:tab/>
        <w:t>Scheduling availability of UE performing measurements on FR1 or FR2 in case of FR1-FR2 inter-band CA</w:t>
      </w:r>
    </w:p>
    <w:p w14:paraId="56EFE021" w14:textId="77777777" w:rsidR="00DB7325" w:rsidRPr="008C6DE4" w:rsidRDefault="00DB7325" w:rsidP="00DB7325">
      <w:r w:rsidRPr="008C6DE4">
        <w:t xml:space="preserve">There are no scheduling restrictions </w:t>
      </w:r>
      <w:r w:rsidRPr="008C6DE4">
        <w:rPr>
          <w:rFonts w:eastAsia="MS Mincho"/>
          <w:lang w:eastAsia="ja-JP"/>
        </w:rPr>
        <w:t xml:space="preserve">on FR1 serving cell(s) </w:t>
      </w:r>
      <w:r w:rsidRPr="008C6DE4">
        <w:t>due to measurements performed on FR</w:t>
      </w:r>
      <w:r w:rsidRPr="008C6DE4">
        <w:rPr>
          <w:rFonts w:eastAsia="MS Mincho"/>
          <w:lang w:eastAsia="ja-JP"/>
        </w:rPr>
        <w:t>2 serving cell frequency layer.</w:t>
      </w:r>
    </w:p>
    <w:p w14:paraId="4B76242F" w14:textId="77777777" w:rsidR="00DB7325" w:rsidRPr="008C6DE4" w:rsidRDefault="00DB7325" w:rsidP="00DB7325">
      <w:pPr>
        <w:rPr>
          <w:rFonts w:eastAsia="MS Mincho"/>
          <w:lang w:eastAsia="ja-JP"/>
        </w:rPr>
      </w:pPr>
      <w:r w:rsidRPr="008C6DE4">
        <w:t xml:space="preserve">There are no scheduling restrictions </w:t>
      </w:r>
      <w:r w:rsidRPr="008C6DE4">
        <w:rPr>
          <w:rFonts w:eastAsia="MS Mincho"/>
          <w:lang w:eastAsia="ja-JP"/>
        </w:rPr>
        <w:t xml:space="preserve">on FR2 serving cell(s) </w:t>
      </w:r>
      <w:r w:rsidRPr="008C6DE4">
        <w:t>due to measurements performed on FR</w:t>
      </w:r>
      <w:r w:rsidRPr="008C6DE4">
        <w:rPr>
          <w:rFonts w:eastAsia="MS Mincho"/>
          <w:lang w:eastAsia="ja-JP"/>
        </w:rPr>
        <w:t>1 serving cell frequency layer.</w:t>
      </w:r>
    </w:p>
    <w:p w14:paraId="0E5702E2" w14:textId="77777777" w:rsidR="00DB7325" w:rsidRPr="008C6DE4" w:rsidRDefault="00DB7325" w:rsidP="00DB7325">
      <w:pPr>
        <w:pStyle w:val="Heading4"/>
      </w:pPr>
      <w:r w:rsidRPr="008C6DE4">
        <w:t>9.2.5.4</w:t>
      </w:r>
      <w:r w:rsidRPr="008C6DE4">
        <w:tab/>
        <w:t>SFTD Measurements between PCell and PSCell</w:t>
      </w:r>
    </w:p>
    <w:p w14:paraId="3B16497B" w14:textId="77777777" w:rsidR="00DB7325" w:rsidRPr="008C6DE4" w:rsidRDefault="00DB7325" w:rsidP="00DB7325">
      <w:pPr>
        <w:pStyle w:val="Heading5"/>
        <w:rPr>
          <w:lang w:eastAsia="zh-CN"/>
        </w:rPr>
      </w:pPr>
      <w:r w:rsidRPr="008C6DE4">
        <w:rPr>
          <w:lang w:eastAsia="zh-CN"/>
        </w:rPr>
        <w:t>9.2.5.4.1</w:t>
      </w:r>
      <w:r w:rsidRPr="008C6DE4">
        <w:rPr>
          <w:lang w:eastAsia="zh-CN"/>
        </w:rPr>
        <w:tab/>
        <w:t>Introduction</w:t>
      </w:r>
    </w:p>
    <w:p w14:paraId="24B56416" w14:textId="05A46553" w:rsidR="003D108B" w:rsidRPr="008C6DE4" w:rsidRDefault="003D108B" w:rsidP="003D108B">
      <w:pPr>
        <w:rPr>
          <w:lang w:eastAsia="zh-CN"/>
        </w:rPr>
      </w:pPr>
      <w:r w:rsidRPr="008C6DE4">
        <w:t>This clause contains SFTD</w:t>
      </w:r>
      <w:r w:rsidRPr="008C6DE4">
        <w:rPr>
          <w:lang w:eastAsia="zh-CN"/>
        </w:rPr>
        <w:t xml:space="preserve"> measurement </w:t>
      </w:r>
      <w:r w:rsidRPr="008C6DE4">
        <w:t xml:space="preserve">requirements for UE which supports NR-DC and is configured with a PSCell in RRC_CONNECTED state. The UE shall perform SFTD measurement between PCell and PSCell, and report the SFTD result with/without SS-RSRP after the network requests with </w:t>
      </w:r>
      <w:r w:rsidRPr="008C6DE4">
        <w:rPr>
          <w:i/>
        </w:rPr>
        <w:t>reportType</w:t>
      </w:r>
      <w:r w:rsidRPr="008C6DE4">
        <w:t xml:space="preserve"> for the associated </w:t>
      </w:r>
      <w:r w:rsidRPr="008C6DE4">
        <w:rPr>
          <w:i/>
        </w:rPr>
        <w:t>reportConfig</w:t>
      </w:r>
      <w:r w:rsidRPr="008C6DE4">
        <w:t xml:space="preserve"> set to </w:t>
      </w:r>
      <w:r w:rsidRPr="008C6DE4">
        <w:rPr>
          <w:i/>
        </w:rPr>
        <w:t>reportSFTD</w:t>
      </w:r>
      <w:r w:rsidRPr="008C6DE4">
        <w:t xml:space="preserve">. The overall delay includes </w:t>
      </w:r>
      <w:r w:rsidRPr="008C6DE4">
        <w:rPr>
          <w:rFonts w:cs="v4.2.0"/>
        </w:rPr>
        <w:t xml:space="preserve">RRC procedure delay defined in clause 12 in </w:t>
      </w:r>
      <w:r w:rsidRPr="008C6DE4">
        <w:t>TS 38.331 [2], and SFTD measurement reporting delay in clause 9.2.5.4.3.</w:t>
      </w:r>
    </w:p>
    <w:p w14:paraId="67DA9323" w14:textId="77777777" w:rsidR="00DB7325" w:rsidRPr="008C6DE4" w:rsidRDefault="00DB7325" w:rsidP="00DB7325">
      <w:pPr>
        <w:pStyle w:val="Heading5"/>
      </w:pPr>
      <w:r w:rsidRPr="008C6DE4">
        <w:rPr>
          <w:lang w:eastAsia="zh-CN"/>
        </w:rPr>
        <w:t>9.2.5.4</w:t>
      </w:r>
      <w:r w:rsidRPr="008C6DE4">
        <w:t>.2</w:t>
      </w:r>
      <w:r w:rsidRPr="008C6DE4">
        <w:tab/>
        <w:t>SFTD Measurement delay</w:t>
      </w:r>
    </w:p>
    <w:p w14:paraId="7CD61413" w14:textId="58505CD0" w:rsidR="003D108B" w:rsidRPr="008C6DE4" w:rsidRDefault="003D108B" w:rsidP="003D108B">
      <w:r w:rsidRPr="008C6DE4">
        <w:t xml:space="preserve">When no DRX is used in either of PCell and PSCell, the physical layer measurement period of the SFTD measurement shall be </w:t>
      </w:r>
      <w:r w:rsidRPr="008C6DE4">
        <w:rPr>
          <w:rFonts w:cs="Arial"/>
        </w:rPr>
        <w:t>T</w:t>
      </w:r>
      <w:r w:rsidRPr="008C6DE4">
        <w:rPr>
          <w:rFonts w:cs="Arial"/>
          <w:vertAlign w:val="subscript"/>
        </w:rPr>
        <w:t xml:space="preserve">measure_SFTD1 </w:t>
      </w:r>
      <w:r w:rsidRPr="008C6DE4">
        <w:rPr>
          <w:rFonts w:cs="Arial"/>
        </w:rPr>
        <w:t xml:space="preserve">= </w:t>
      </w:r>
      <w:r w:rsidRPr="008C6DE4">
        <w:t>max(200,</w:t>
      </w:r>
      <w:r>
        <w:t xml:space="preserve"> </w:t>
      </w:r>
      <w:r w:rsidRPr="008C6DE4">
        <w:t>5 x SMTC period) ms, where the SMTC period refers to the maximum between the configured SMTC period in PCell and PSCell.</w:t>
      </w:r>
    </w:p>
    <w:p w14:paraId="38D90032" w14:textId="77777777" w:rsidR="00DB7325" w:rsidRPr="008C6DE4" w:rsidRDefault="00DB7325" w:rsidP="00DB7325">
      <w:r w:rsidRPr="008C6DE4">
        <w:t>When DRX is used in either of the PCell or the PSCell, or in both PCell and PSCell, the physical layer measurement period (T</w:t>
      </w:r>
      <w:r w:rsidRPr="008C6DE4">
        <w:rPr>
          <w:vertAlign w:val="subscript"/>
        </w:rPr>
        <w:t>measure_SFTD1</w:t>
      </w:r>
      <w:r w:rsidRPr="008C6DE4">
        <w:t>) of the SFTD measurement shall be as specified in Table 9.2.5.4.2-1.</w:t>
      </w:r>
    </w:p>
    <w:p w14:paraId="77E94BA3" w14:textId="77777777" w:rsidR="00DB7325" w:rsidRPr="008C6DE4" w:rsidRDefault="00DB7325" w:rsidP="00DB7325">
      <w:pPr>
        <w:pStyle w:val="TH"/>
      </w:pPr>
      <w:r w:rsidRPr="008C6DE4">
        <w:rPr>
          <w:snapToGrid w:val="0"/>
        </w:rPr>
        <w:t xml:space="preserve">Table 9.2.5.4.2-1: </w:t>
      </w:r>
      <w:r w:rsidRPr="008C6DE4">
        <w:t>SFTD measurement requirement when DRX is used</w:t>
      </w:r>
    </w:p>
    <w:tbl>
      <w:tblPr>
        <w:tblW w:w="34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3382"/>
      </w:tblGrid>
      <w:tr w:rsidR="00DD3199" w:rsidRPr="008C6DE4" w14:paraId="6F22EA08" w14:textId="77777777" w:rsidTr="00867D3A">
        <w:trPr>
          <w:cantSplit/>
          <w:jc w:val="center"/>
        </w:trPr>
        <w:tc>
          <w:tcPr>
            <w:tcW w:w="2419" w:type="pct"/>
            <w:tcBorders>
              <w:top w:val="single" w:sz="4" w:space="0" w:color="auto"/>
              <w:left w:val="single" w:sz="4" w:space="0" w:color="auto"/>
              <w:bottom w:val="single" w:sz="4" w:space="0" w:color="auto"/>
              <w:right w:val="single" w:sz="4" w:space="0" w:color="auto"/>
            </w:tcBorders>
            <w:hideMark/>
          </w:tcPr>
          <w:p w14:paraId="4C07A560" w14:textId="77777777" w:rsidR="00DB7325" w:rsidRPr="008C6DE4" w:rsidRDefault="00DB7325" w:rsidP="00867D3A">
            <w:pPr>
              <w:pStyle w:val="TAH"/>
              <w:rPr>
                <w:rFonts w:cs="Arial"/>
              </w:rPr>
            </w:pPr>
            <w:r w:rsidRPr="008C6DE4">
              <w:rPr>
                <w:rFonts w:cs="Arial"/>
              </w:rPr>
              <w:t>DRX cycle length (s)</w:t>
            </w:r>
            <w:r w:rsidRPr="008C6DE4">
              <w:rPr>
                <w:rFonts w:cs="Arial"/>
                <w:vertAlign w:val="superscript"/>
              </w:rPr>
              <w:t xml:space="preserve"> Note 3</w:t>
            </w:r>
          </w:p>
        </w:tc>
        <w:tc>
          <w:tcPr>
            <w:tcW w:w="2581" w:type="pct"/>
            <w:tcBorders>
              <w:top w:val="single" w:sz="4" w:space="0" w:color="auto"/>
              <w:left w:val="single" w:sz="4" w:space="0" w:color="auto"/>
              <w:bottom w:val="single" w:sz="4" w:space="0" w:color="auto"/>
              <w:right w:val="single" w:sz="4" w:space="0" w:color="auto"/>
            </w:tcBorders>
            <w:hideMark/>
          </w:tcPr>
          <w:p w14:paraId="5C6022C6" w14:textId="77777777" w:rsidR="00DB7325" w:rsidRPr="008C6DE4" w:rsidRDefault="00DB7325" w:rsidP="00867D3A">
            <w:pPr>
              <w:pStyle w:val="TAH"/>
              <w:rPr>
                <w:rFonts w:cs="Arial"/>
              </w:rPr>
            </w:pPr>
            <w:r w:rsidRPr="008C6DE4">
              <w:rPr>
                <w:rFonts w:cs="Arial"/>
              </w:rPr>
              <w:t>T</w:t>
            </w:r>
            <w:r w:rsidRPr="008C6DE4">
              <w:rPr>
                <w:rFonts w:cs="Arial"/>
                <w:vertAlign w:val="subscript"/>
              </w:rPr>
              <w:t>measure_</w:t>
            </w:r>
            <w:r w:rsidRPr="008C6DE4">
              <w:rPr>
                <w:rFonts w:cs="Arial"/>
                <w:vertAlign w:val="subscript"/>
                <w:lang w:eastAsia="ja-JP"/>
              </w:rPr>
              <w:t>SFTD</w:t>
            </w:r>
            <w:r w:rsidRPr="008C6DE4">
              <w:rPr>
                <w:rFonts w:cs="Arial"/>
                <w:vertAlign w:val="subscript"/>
              </w:rPr>
              <w:t xml:space="preserve">1 </w:t>
            </w:r>
            <w:r w:rsidRPr="008C6DE4">
              <w:rPr>
                <w:rFonts w:cs="Arial"/>
              </w:rPr>
              <w:t>(s)</w:t>
            </w:r>
          </w:p>
        </w:tc>
      </w:tr>
      <w:tr w:rsidR="003D108B" w:rsidRPr="008C6DE4" w14:paraId="2FE64E19" w14:textId="77777777" w:rsidTr="00867D3A">
        <w:trPr>
          <w:cantSplit/>
          <w:jc w:val="center"/>
        </w:trPr>
        <w:tc>
          <w:tcPr>
            <w:tcW w:w="2419" w:type="pct"/>
            <w:tcBorders>
              <w:top w:val="single" w:sz="4" w:space="0" w:color="auto"/>
              <w:left w:val="single" w:sz="4" w:space="0" w:color="auto"/>
              <w:bottom w:val="single" w:sz="4" w:space="0" w:color="auto"/>
              <w:right w:val="single" w:sz="4" w:space="0" w:color="auto"/>
            </w:tcBorders>
            <w:hideMark/>
          </w:tcPr>
          <w:p w14:paraId="29792886" w14:textId="372D3D8F" w:rsidR="003D108B" w:rsidRPr="008C6DE4" w:rsidRDefault="003D108B" w:rsidP="003D108B">
            <w:pPr>
              <w:pStyle w:val="TAC"/>
              <w:rPr>
                <w:rFonts w:cs="Arial"/>
              </w:rPr>
            </w:pPr>
            <w:r w:rsidRPr="008C6DE4">
              <w:rPr>
                <w:rFonts w:cs="Arial" w:hint="eastAsia"/>
                <w:lang w:val="en-US"/>
              </w:rPr>
              <w:t>≤</w:t>
            </w:r>
            <w:r w:rsidRPr="008C6DE4">
              <w:rPr>
                <w:rFonts w:cs="Arial"/>
              </w:rPr>
              <w:t>0.04</w:t>
            </w:r>
          </w:p>
        </w:tc>
        <w:tc>
          <w:tcPr>
            <w:tcW w:w="2581" w:type="pct"/>
            <w:tcBorders>
              <w:top w:val="single" w:sz="4" w:space="0" w:color="auto"/>
              <w:left w:val="single" w:sz="4" w:space="0" w:color="auto"/>
              <w:bottom w:val="single" w:sz="4" w:space="0" w:color="auto"/>
              <w:right w:val="single" w:sz="4" w:space="0" w:color="auto"/>
            </w:tcBorders>
            <w:hideMark/>
          </w:tcPr>
          <w:p w14:paraId="28145AA6" w14:textId="517A927C" w:rsidR="003D108B" w:rsidRPr="008C6DE4" w:rsidRDefault="003D108B" w:rsidP="003D108B">
            <w:pPr>
              <w:pStyle w:val="TAC"/>
              <w:rPr>
                <w:rFonts w:cs="Arial"/>
              </w:rPr>
            </w:pPr>
            <w:r w:rsidRPr="008C6DE4">
              <w:t>max(0.2,</w:t>
            </w:r>
            <w:r>
              <w:t xml:space="preserve"> </w:t>
            </w:r>
            <w:r w:rsidRPr="008C6DE4">
              <w:t>5 x SMTC period)</w:t>
            </w:r>
            <w:r w:rsidRPr="008C6DE4">
              <w:rPr>
                <w:rFonts w:cs="Arial"/>
              </w:rPr>
              <w:t xml:space="preserve"> (Note2)</w:t>
            </w:r>
          </w:p>
        </w:tc>
      </w:tr>
      <w:tr w:rsidR="00DD3199" w:rsidRPr="008C6DE4" w14:paraId="7E1F9F03" w14:textId="77777777" w:rsidTr="00867D3A">
        <w:trPr>
          <w:cantSplit/>
          <w:jc w:val="center"/>
        </w:trPr>
        <w:tc>
          <w:tcPr>
            <w:tcW w:w="2419" w:type="pct"/>
            <w:tcBorders>
              <w:top w:val="single" w:sz="4" w:space="0" w:color="auto"/>
              <w:left w:val="single" w:sz="4" w:space="0" w:color="auto"/>
              <w:bottom w:val="single" w:sz="4" w:space="0" w:color="auto"/>
              <w:right w:val="single" w:sz="4" w:space="0" w:color="auto"/>
            </w:tcBorders>
            <w:hideMark/>
          </w:tcPr>
          <w:p w14:paraId="314EECF9" w14:textId="77777777" w:rsidR="00DB7325" w:rsidRPr="008C6DE4" w:rsidRDefault="00DB7325" w:rsidP="00867D3A">
            <w:pPr>
              <w:pStyle w:val="TAC"/>
              <w:rPr>
                <w:rFonts w:cs="Arial"/>
                <w:snapToGrid w:val="0"/>
              </w:rPr>
            </w:pPr>
            <w:r w:rsidRPr="008C6DE4">
              <w:rPr>
                <w:rFonts w:cs="Arial"/>
              </w:rPr>
              <w:t>0.04&lt;DRX cycle</w:t>
            </w:r>
            <w:r w:rsidRPr="008C6DE4">
              <w:rPr>
                <w:rFonts w:cs="Arial" w:hint="eastAsia"/>
                <w:lang w:val="en-US"/>
              </w:rPr>
              <w:t>≤</w:t>
            </w:r>
            <w:r w:rsidRPr="008C6DE4">
              <w:rPr>
                <w:rFonts w:cs="Arial"/>
              </w:rPr>
              <w:t>0.32</w:t>
            </w:r>
          </w:p>
        </w:tc>
        <w:tc>
          <w:tcPr>
            <w:tcW w:w="2581" w:type="pct"/>
            <w:tcBorders>
              <w:top w:val="single" w:sz="4" w:space="0" w:color="auto"/>
              <w:left w:val="single" w:sz="4" w:space="0" w:color="auto"/>
              <w:bottom w:val="single" w:sz="4" w:space="0" w:color="auto"/>
              <w:right w:val="single" w:sz="4" w:space="0" w:color="auto"/>
            </w:tcBorders>
            <w:hideMark/>
          </w:tcPr>
          <w:p w14:paraId="3BE5E8C5" w14:textId="562FA3B1" w:rsidR="00DB7325" w:rsidRPr="008C6DE4" w:rsidRDefault="00DB7325" w:rsidP="00867D3A">
            <w:pPr>
              <w:pStyle w:val="TAC"/>
              <w:rPr>
                <w:rFonts w:cs="Arial"/>
                <w:snapToGrid w:val="0"/>
              </w:rPr>
            </w:pPr>
            <w:r w:rsidRPr="008C6DE4">
              <w:rPr>
                <w:rFonts w:cs="Arial"/>
              </w:rPr>
              <w:t>8 x max(DRX cycle, SMTC period)</w:t>
            </w:r>
          </w:p>
        </w:tc>
      </w:tr>
      <w:tr w:rsidR="00DD3199" w:rsidRPr="008C6DE4" w14:paraId="70EF69A9" w14:textId="77777777" w:rsidTr="00867D3A">
        <w:trPr>
          <w:cantSplit/>
          <w:jc w:val="center"/>
        </w:trPr>
        <w:tc>
          <w:tcPr>
            <w:tcW w:w="2419" w:type="pct"/>
            <w:tcBorders>
              <w:top w:val="single" w:sz="4" w:space="0" w:color="auto"/>
              <w:left w:val="single" w:sz="4" w:space="0" w:color="auto"/>
              <w:bottom w:val="single" w:sz="4" w:space="0" w:color="auto"/>
              <w:right w:val="single" w:sz="4" w:space="0" w:color="auto"/>
            </w:tcBorders>
            <w:hideMark/>
          </w:tcPr>
          <w:p w14:paraId="1E2420F1" w14:textId="77777777" w:rsidR="00DB7325" w:rsidRPr="008C6DE4" w:rsidRDefault="00DB7325" w:rsidP="00867D3A">
            <w:pPr>
              <w:pStyle w:val="TAC"/>
            </w:pPr>
            <w:r w:rsidRPr="008C6DE4">
              <w:t>0.32&lt;DRX cycle</w:t>
            </w:r>
            <w:r w:rsidRPr="008C6DE4">
              <w:rPr>
                <w:rFonts w:hint="eastAsia"/>
                <w:lang w:val="en-US"/>
              </w:rPr>
              <w:t>≤</w:t>
            </w:r>
            <w:r w:rsidRPr="008C6DE4">
              <w:t>10.24</w:t>
            </w:r>
          </w:p>
        </w:tc>
        <w:tc>
          <w:tcPr>
            <w:tcW w:w="2581" w:type="pct"/>
            <w:tcBorders>
              <w:top w:val="single" w:sz="4" w:space="0" w:color="auto"/>
              <w:left w:val="single" w:sz="4" w:space="0" w:color="auto"/>
              <w:bottom w:val="single" w:sz="4" w:space="0" w:color="auto"/>
              <w:right w:val="single" w:sz="4" w:space="0" w:color="auto"/>
            </w:tcBorders>
            <w:hideMark/>
          </w:tcPr>
          <w:p w14:paraId="6B1071EC" w14:textId="451049BB" w:rsidR="00DB7325" w:rsidRPr="008C6DE4" w:rsidRDefault="00DB7325" w:rsidP="00867D3A">
            <w:pPr>
              <w:pStyle w:val="TAC"/>
            </w:pPr>
            <w:r w:rsidRPr="008C6DE4">
              <w:t>5 x DRX cycle</w:t>
            </w:r>
          </w:p>
        </w:tc>
      </w:tr>
      <w:tr w:rsidR="00DB7325" w:rsidRPr="008C6DE4" w14:paraId="0201E9AA" w14:textId="77777777" w:rsidTr="00867D3A">
        <w:trPr>
          <w:cantSplit/>
          <w:jc w:val="center"/>
        </w:trPr>
        <w:tc>
          <w:tcPr>
            <w:tcW w:w="5000" w:type="pct"/>
            <w:gridSpan w:val="2"/>
            <w:tcBorders>
              <w:top w:val="single" w:sz="4" w:space="0" w:color="auto"/>
              <w:left w:val="single" w:sz="4" w:space="0" w:color="auto"/>
              <w:bottom w:val="single" w:sz="4" w:space="0" w:color="auto"/>
              <w:right w:val="single" w:sz="4" w:space="0" w:color="auto"/>
            </w:tcBorders>
            <w:hideMark/>
          </w:tcPr>
          <w:p w14:paraId="2BB56D36" w14:textId="77777777" w:rsidR="00DB7325" w:rsidRPr="008C6DE4" w:rsidRDefault="00DB7325" w:rsidP="00867D3A">
            <w:pPr>
              <w:pStyle w:val="TAN"/>
              <w:rPr>
                <w:rFonts w:cs="Arial"/>
              </w:rPr>
            </w:pPr>
            <w:r w:rsidRPr="008C6DE4">
              <w:rPr>
                <w:rFonts w:cs="Arial"/>
                <w:lang w:eastAsia="ja-JP"/>
              </w:rPr>
              <w:t>Note 1:</w:t>
            </w:r>
            <w:r w:rsidRPr="008C6DE4">
              <w:rPr>
                <w:rFonts w:cs="Arial"/>
                <w:lang w:eastAsia="ja-JP"/>
              </w:rPr>
              <w:tab/>
            </w:r>
            <w:r w:rsidRPr="008C6DE4">
              <w:t xml:space="preserve">SMTC period in this table refers to the maximum between the configured SMTC period in PCell and PSCell. </w:t>
            </w:r>
          </w:p>
          <w:p w14:paraId="6A2B6AFC" w14:textId="77777777" w:rsidR="00DB7325" w:rsidRPr="008C6DE4" w:rsidRDefault="00DB7325" w:rsidP="00867D3A">
            <w:pPr>
              <w:pStyle w:val="TAN"/>
              <w:rPr>
                <w:rFonts w:cs="Arial"/>
              </w:rPr>
            </w:pPr>
            <w:r w:rsidRPr="008C6DE4">
              <w:rPr>
                <w:rFonts w:cs="Arial"/>
              </w:rPr>
              <w:t>Note 2:</w:t>
            </w:r>
            <w:r w:rsidRPr="008C6DE4">
              <w:rPr>
                <w:rFonts w:cs="Arial"/>
                <w:lang w:eastAsia="ja-JP"/>
              </w:rPr>
              <w:tab/>
            </w:r>
            <w:r w:rsidRPr="008C6DE4">
              <w:rPr>
                <w:rFonts w:cs="Arial"/>
              </w:rPr>
              <w:t>Number of DRX cycles depends upon the DRX cycle in use</w:t>
            </w:r>
          </w:p>
          <w:p w14:paraId="1EB4327F" w14:textId="77777777" w:rsidR="00DB7325" w:rsidRPr="008C6DE4" w:rsidRDefault="00DB7325" w:rsidP="00867D3A">
            <w:pPr>
              <w:pStyle w:val="TAN"/>
              <w:rPr>
                <w:rFonts w:cs="Arial"/>
              </w:rPr>
            </w:pPr>
            <w:r w:rsidRPr="008C6DE4">
              <w:rPr>
                <w:rFonts w:cs="Arial"/>
                <w:lang w:eastAsia="ja-JP"/>
              </w:rPr>
              <w:t>Note 3:</w:t>
            </w:r>
            <w:r w:rsidRPr="008C6DE4">
              <w:rPr>
                <w:rFonts w:cs="Arial"/>
                <w:lang w:eastAsia="ja-JP"/>
              </w:rPr>
              <w:tab/>
              <w:t>DRX cycle length in this table refers to the DRX cycle length configured for PCell or PSCell. When DRX is used in both PCell and PSCell, DRX cycle length in this table refers to the longer of the DRX cycle lengths for PCell and PSCell.</w:t>
            </w:r>
          </w:p>
        </w:tc>
      </w:tr>
    </w:tbl>
    <w:p w14:paraId="1E6DC2BA" w14:textId="77777777" w:rsidR="00DB7325" w:rsidRPr="008C6DE4" w:rsidRDefault="00DB7325" w:rsidP="00DB7325">
      <w:pPr>
        <w:rPr>
          <w:lang w:val="en-US"/>
        </w:rPr>
      </w:pPr>
    </w:p>
    <w:p w14:paraId="73D4143D" w14:textId="77777777" w:rsidR="00DB7325" w:rsidRPr="008C6DE4" w:rsidRDefault="00DB7325" w:rsidP="00DB7325">
      <w:r w:rsidRPr="008C6DE4">
        <w:rPr>
          <w:lang w:val="en-US"/>
        </w:rPr>
        <w:t xml:space="preserve">If PSCell is changed without changing carrier frequency of PSCell, while the UE is performing SFTD measurements, the UE shall still meet SFTD measurement and accuracy requirements for the new PSCell. In this case the UE shall restart the SFTD measurement, and the total physical layer measurement period shall not exceed </w:t>
      </w:r>
      <w:r w:rsidRPr="008C6DE4">
        <w:t>T</w:t>
      </w:r>
      <w:r w:rsidRPr="008C6DE4">
        <w:rPr>
          <w:vertAlign w:val="subscript"/>
        </w:rPr>
        <w:t>measure_SFTD2</w:t>
      </w:r>
      <w:r w:rsidRPr="008C6DE4">
        <w:t xml:space="preserve"> as defined by the following expression:</w:t>
      </w:r>
    </w:p>
    <w:p w14:paraId="2A19619F" w14:textId="77777777" w:rsidR="00DB7325" w:rsidRPr="008C6DE4" w:rsidRDefault="00DB7325" w:rsidP="00DB7325">
      <w:pPr>
        <w:pStyle w:val="EQ"/>
        <w:jc w:val="center"/>
      </w:pPr>
      <w:r w:rsidRPr="008C6DE4">
        <w:t>T</w:t>
      </w:r>
      <w:r w:rsidRPr="008C6DE4">
        <w:rPr>
          <w:vertAlign w:val="subscript"/>
        </w:rPr>
        <w:t>measure_SFTD2</w:t>
      </w:r>
      <w:r w:rsidRPr="008C6DE4">
        <w:t xml:space="preserve"> = (M+1)*(T</w:t>
      </w:r>
      <w:r w:rsidRPr="008C6DE4">
        <w:rPr>
          <w:vertAlign w:val="subscript"/>
        </w:rPr>
        <w:t>measure_SFTD1</w:t>
      </w:r>
      <w:r w:rsidRPr="008C6DE4">
        <w:t>) + M*T</w:t>
      </w:r>
      <w:r w:rsidRPr="008C6DE4">
        <w:rPr>
          <w:vertAlign w:val="subscript"/>
        </w:rPr>
        <w:t>PSCell_change_NRDC</w:t>
      </w:r>
    </w:p>
    <w:p w14:paraId="2AC2D52C" w14:textId="77777777" w:rsidR="00DB7325" w:rsidRPr="008C6DE4" w:rsidRDefault="00DB7325" w:rsidP="00DB7325">
      <w:r w:rsidRPr="008C6DE4">
        <w:t>where:</w:t>
      </w:r>
    </w:p>
    <w:p w14:paraId="0F78CC9C" w14:textId="77777777" w:rsidR="00DB7325" w:rsidRPr="008C6DE4" w:rsidRDefault="00DB7325" w:rsidP="00DB7325">
      <w:pPr>
        <w:pStyle w:val="B10"/>
      </w:pPr>
      <w:r w:rsidRPr="008C6DE4">
        <w:t>M is the number of times the NR PSCell is changed over the measurement period (T</w:t>
      </w:r>
      <w:r w:rsidRPr="008C6DE4">
        <w:rPr>
          <w:vertAlign w:val="subscript"/>
        </w:rPr>
        <w:t>measure_SFTD2</w:t>
      </w:r>
      <w:r w:rsidRPr="008C6DE4">
        <w:t>), and</w:t>
      </w:r>
    </w:p>
    <w:p w14:paraId="5DAB42CA" w14:textId="08A343B9" w:rsidR="003D108B" w:rsidRPr="008C6DE4" w:rsidRDefault="003D108B" w:rsidP="003D108B">
      <w:pPr>
        <w:pStyle w:val="B10"/>
      </w:pPr>
      <w:r w:rsidRPr="008C6DE4">
        <w:t>T</w:t>
      </w:r>
      <w:r w:rsidRPr="008C6DE4">
        <w:rPr>
          <w:vertAlign w:val="subscript"/>
        </w:rPr>
        <w:t>PSCell_change_NRDC</w:t>
      </w:r>
      <w:r w:rsidRPr="008C6DE4">
        <w:t xml:space="preserve"> is the time necessary to change the PSCell; it can be up to 25 ms.</w:t>
      </w:r>
    </w:p>
    <w:p w14:paraId="58F0869E" w14:textId="77777777" w:rsidR="00DB7325" w:rsidRPr="008C6DE4" w:rsidRDefault="00DB7325" w:rsidP="00DB7325">
      <w:r w:rsidRPr="008C6DE4">
        <w:rPr>
          <w:lang w:val="en-US"/>
        </w:rPr>
        <w:t>If PCell is changed, or if PSCell is changed with different carrier frequency from PSCell,</w:t>
      </w:r>
      <w:r w:rsidRPr="008C6DE4">
        <w:t xml:space="preserve"> the UE shall terminate SFTD measurements.</w:t>
      </w:r>
    </w:p>
    <w:p w14:paraId="1E6930E5" w14:textId="1CE9715D" w:rsidR="00DB7325" w:rsidRPr="008C6DE4" w:rsidRDefault="00DB7325" w:rsidP="00DB7325">
      <w:r w:rsidRPr="008C6DE4">
        <w:t>The measurement accuracy for the SFTD measurement when DRX is used as well as when no DRX is used shall be as specified in the sub-clause 10.1.21.</w:t>
      </w:r>
    </w:p>
    <w:p w14:paraId="44857E55" w14:textId="77777777" w:rsidR="00DB7325" w:rsidRPr="008C6DE4" w:rsidRDefault="00DB7325" w:rsidP="00DB7325">
      <w:pPr>
        <w:pStyle w:val="Heading5"/>
      </w:pPr>
      <w:r w:rsidRPr="008C6DE4">
        <w:t>9.2.5.4.3</w:t>
      </w:r>
      <w:r w:rsidRPr="008C6DE4">
        <w:tab/>
        <w:t>SFTD Measurement Reporting Delay</w:t>
      </w:r>
    </w:p>
    <w:p w14:paraId="504C651C" w14:textId="77777777" w:rsidR="00DB7325" w:rsidRPr="008C6DE4" w:rsidRDefault="00DB7325" w:rsidP="00DB7325">
      <w:pPr>
        <w:rPr>
          <w:rFonts w:cs="v4.2.0"/>
        </w:rPr>
      </w:pPr>
      <w:r w:rsidRPr="008C6DE4">
        <w:rPr>
          <w:iCs/>
        </w:rPr>
        <w:t xml:space="preserve">The SFTD measurement reporting delay is defined as the time between a command that will trigger an SFTD measurement report and the point when the UE starts to transmit the measurement report over the air interface. </w:t>
      </w:r>
      <w:r w:rsidRPr="008C6DE4">
        <w:rPr>
          <w:rFonts w:cs="v4.2.0"/>
        </w:rPr>
        <w:t>This requirement assumes that the measurement report is not delayed by other RRC signalling on the DCCH.</w:t>
      </w:r>
      <w:r w:rsidRPr="008C6DE4">
        <w:rPr>
          <w:rFonts w:cs="v4.2.0"/>
          <w:lang w:eastAsia="zh-CN"/>
        </w:rPr>
        <w:t xml:space="preserve"> </w:t>
      </w:r>
      <w:r w:rsidRPr="008C6DE4">
        <w:rPr>
          <w:rFonts w:cs="v4.2.0"/>
        </w:rPr>
        <w:t>This measurement reporting delay excludes a delay uncertainty resulted when inserting the measurement report to the TTI of the uplink DCCH. The delay uncertainty is: 2 x TTI</w:t>
      </w:r>
      <w:r w:rsidRPr="008C6DE4">
        <w:rPr>
          <w:rFonts w:cs="v4.2.0"/>
          <w:vertAlign w:val="subscript"/>
        </w:rPr>
        <w:t>DCCH</w:t>
      </w:r>
      <w:r w:rsidRPr="008C6DE4">
        <w:rPr>
          <w:rFonts w:cs="v4.2.0"/>
          <w:lang w:eastAsia="zh-CN"/>
        </w:rPr>
        <w:t xml:space="preserve">. This measurement reporting delay excludes any delay caused by no UL resources available for UE to send the measurement report. </w:t>
      </w:r>
    </w:p>
    <w:p w14:paraId="1DCFC209" w14:textId="77777777" w:rsidR="00DB7325" w:rsidRPr="008C6DE4" w:rsidRDefault="00DB7325" w:rsidP="00DB7325">
      <w:r w:rsidRPr="008C6DE4">
        <w:t xml:space="preserve">The SFTD measurement reporting delay shall be less than </w:t>
      </w:r>
      <w:r w:rsidRPr="008C6DE4">
        <w:rPr>
          <w:rFonts w:cs="Arial"/>
          <w:lang w:eastAsia="zh-CN"/>
        </w:rPr>
        <w:t>measurement period</w:t>
      </w:r>
      <w:r w:rsidRPr="008C6DE4">
        <w:t xml:space="preserve"> defined in clause </w:t>
      </w:r>
      <w:r w:rsidRPr="008C6DE4">
        <w:rPr>
          <w:lang w:eastAsia="zh-CN"/>
        </w:rPr>
        <w:t>9.2.5.4</w:t>
      </w:r>
      <w:r w:rsidRPr="008C6DE4">
        <w:t>.2</w:t>
      </w:r>
      <w:r w:rsidRPr="008C6DE4">
        <w:rPr>
          <w:rFonts w:cs="v4.2.0"/>
        </w:rPr>
        <w:t xml:space="preserve"> plus the RRC procedure delay defined in </w:t>
      </w:r>
      <w:r w:rsidRPr="008C6DE4">
        <w:t>TS 38.331 [2].</w:t>
      </w:r>
    </w:p>
    <w:bookmarkEnd w:id="179"/>
    <w:p w14:paraId="46538519" w14:textId="0883803B" w:rsidR="00DB7325" w:rsidRPr="008C6DE4" w:rsidRDefault="00DB7325" w:rsidP="00DB7325">
      <w:pPr>
        <w:pStyle w:val="Heading3"/>
      </w:pPr>
      <w:r w:rsidRPr="008C6DE4">
        <w:t>9.2.6</w:t>
      </w:r>
      <w:r w:rsidRPr="008C6DE4">
        <w:tab/>
      </w:r>
      <w:r w:rsidR="003D108B" w:rsidRPr="008C6DE4">
        <w:t>Intra</w:t>
      </w:r>
      <w:r w:rsidR="003D108B">
        <w:t>-</w:t>
      </w:r>
      <w:r w:rsidR="003D108B" w:rsidRPr="008C6DE4">
        <w:t>frequency</w:t>
      </w:r>
      <w:r w:rsidRPr="008C6DE4">
        <w:t xml:space="preserve"> measurements with measurement gaps</w:t>
      </w:r>
    </w:p>
    <w:p w14:paraId="0D25E1E8" w14:textId="39351C94" w:rsidR="00DB7325" w:rsidRPr="008C6DE4" w:rsidRDefault="0048284E" w:rsidP="0048284E">
      <w:pPr>
        <w:pStyle w:val="Heading4"/>
      </w:pPr>
      <w:r w:rsidRPr="008C6DE4">
        <w:t>9.2.6.1</w:t>
      </w:r>
      <w:r w:rsidR="00DB7325" w:rsidRPr="008C6DE4">
        <w:tab/>
        <w:t>Void</w:t>
      </w:r>
    </w:p>
    <w:p w14:paraId="01584240" w14:textId="052DF2BC" w:rsidR="00DB7325" w:rsidRPr="008C6DE4" w:rsidRDefault="0048284E" w:rsidP="0048284E">
      <w:pPr>
        <w:pStyle w:val="Heading4"/>
      </w:pPr>
      <w:r w:rsidRPr="008C6DE4">
        <w:t>9.2.6.2</w:t>
      </w:r>
      <w:r w:rsidR="00DB7325" w:rsidRPr="008C6DE4">
        <w:tab/>
      </w:r>
      <w:r w:rsidR="003D108B" w:rsidRPr="008C6DE4">
        <w:t>Intra</w:t>
      </w:r>
      <w:r w:rsidR="003D108B">
        <w:t>-</w:t>
      </w:r>
      <w:r w:rsidR="003D108B" w:rsidRPr="008C6DE4">
        <w:t>frequency cell identification</w:t>
      </w:r>
    </w:p>
    <w:p w14:paraId="235C9B6A" w14:textId="7A69BA3D" w:rsidR="003D108B" w:rsidRPr="008C6DE4" w:rsidRDefault="003D108B" w:rsidP="003D108B">
      <w:pPr>
        <w:rPr>
          <w:rFonts w:cs="v4.2.0"/>
        </w:rPr>
      </w:pPr>
      <w:r w:rsidRPr="008C6DE4">
        <w:rPr>
          <w:rFonts w:cs="v4.2.0"/>
        </w:rPr>
        <w:t>The UE shall be able to identify a new detectable intra</w:t>
      </w:r>
      <w:r>
        <w:rPr>
          <w:rFonts w:cs="v4.2.0"/>
        </w:rPr>
        <w:t>-</w:t>
      </w:r>
      <w:r w:rsidRPr="008C6DE4">
        <w:rPr>
          <w:rFonts w:cs="v4.2.0"/>
        </w:rPr>
        <w:t>frequency cell within T</w:t>
      </w:r>
      <w:r w:rsidRPr="008C6DE4">
        <w:rPr>
          <w:rFonts w:cs="v4.2.0"/>
          <w:vertAlign w:val="subscript"/>
        </w:rPr>
        <w:t>identify_intra_without_index</w:t>
      </w:r>
      <w:r w:rsidRPr="008C6DE4">
        <w:rPr>
          <w:rFonts w:cs="v4.2.0"/>
        </w:rPr>
        <w:t xml:space="preserve"> if UE is not indicated to report SSB based RRM measurement result with the associated SSB index </w:t>
      </w:r>
      <w:r w:rsidRPr="008C6DE4">
        <w:t>(</w:t>
      </w:r>
      <w:r w:rsidRPr="008C6DE4">
        <w:rPr>
          <w:i/>
        </w:rPr>
        <w:t xml:space="preserve">reportQuantityRsIndexes </w:t>
      </w:r>
      <w:r w:rsidRPr="008C6DE4">
        <w:rPr>
          <w:lang w:eastAsia="ko-KR"/>
        </w:rPr>
        <w:t>or</w:t>
      </w:r>
      <w:r w:rsidRPr="008C6DE4">
        <w:rPr>
          <w:i/>
          <w:lang w:eastAsia="ko-KR"/>
        </w:rPr>
        <w:t xml:space="preserve"> maxNrofRSIndexesToReport </w:t>
      </w:r>
      <w:r w:rsidRPr="008C6DE4">
        <w:rPr>
          <w:lang w:eastAsia="ko-KR"/>
        </w:rPr>
        <w:t xml:space="preserve">is not </w:t>
      </w:r>
      <w:r w:rsidRPr="008C6DE4">
        <w:t>configured)</w:t>
      </w:r>
      <w:r w:rsidRPr="008C6DE4">
        <w:rPr>
          <w:rFonts w:cs="v4.2.0"/>
        </w:rPr>
        <w:t>, or the UE has been indicated that the neighbour cell is synchronous with the serving cell (</w:t>
      </w:r>
      <w:r w:rsidRPr="008C6DE4">
        <w:rPr>
          <w:i/>
          <w:iCs/>
          <w:lang w:val="en-US"/>
        </w:rPr>
        <w:t>deriveSSB-IndexFromCell</w:t>
      </w:r>
      <w:r w:rsidRPr="008C6DE4">
        <w:rPr>
          <w:rFonts w:cs="v4.2.0"/>
        </w:rPr>
        <w:t xml:space="preserve"> is enabled). Otherwise UE shall be able to identify a new detectable intra frequency cell within T</w:t>
      </w:r>
      <w:r w:rsidRPr="008C6DE4">
        <w:rPr>
          <w:rFonts w:cs="v4.2.0"/>
          <w:vertAlign w:val="subscript"/>
        </w:rPr>
        <w:t>identify_intra_with_index.</w:t>
      </w:r>
      <w:r w:rsidRPr="008C6DE4">
        <w:rPr>
          <w:lang w:eastAsia="zh-CN"/>
        </w:rPr>
        <w:t xml:space="preserve"> The UE shall be able to identify a new detectable intra frequency SS block of an already detected cell within</w:t>
      </w:r>
      <w:r w:rsidRPr="008C6DE4">
        <w:t xml:space="preserve"> T</w:t>
      </w:r>
      <w:r w:rsidRPr="008C6DE4">
        <w:rPr>
          <w:vertAlign w:val="subscript"/>
        </w:rPr>
        <w:t>identify_intra_without_index</w:t>
      </w:r>
      <w:r w:rsidRPr="008C6DE4">
        <w:rPr>
          <w:vertAlign w:val="subscript"/>
          <w:lang w:eastAsia="zh-CN"/>
        </w:rPr>
        <w:t>.</w:t>
      </w:r>
      <w:r w:rsidRPr="008C6DE4">
        <w:rPr>
          <w:lang w:val="en-US"/>
        </w:rPr>
        <w:t xml:space="preserve"> It is assumed that </w:t>
      </w:r>
      <w:r w:rsidRPr="008C6DE4">
        <w:rPr>
          <w:i/>
          <w:iCs/>
          <w:lang w:val="en-US"/>
        </w:rPr>
        <w:t>deriveSSB-IndexFromCell</w:t>
      </w:r>
      <w:r w:rsidRPr="008C6DE4">
        <w:rPr>
          <w:lang w:val="en-US"/>
        </w:rPr>
        <w:t xml:space="preserve"> is always enabled for </w:t>
      </w:r>
      <w:r w:rsidRPr="008C6DE4">
        <w:rPr>
          <w:lang w:val="en-US" w:eastAsia="zh-CN"/>
        </w:rPr>
        <w:t xml:space="preserve">FR1 TDD and </w:t>
      </w:r>
      <w:r w:rsidRPr="008C6DE4">
        <w:rPr>
          <w:lang w:val="en-US"/>
        </w:rPr>
        <w:t>FR2.</w:t>
      </w:r>
    </w:p>
    <w:p w14:paraId="3349A784" w14:textId="77777777" w:rsidR="00DB7325" w:rsidRPr="008C6DE4" w:rsidRDefault="00DB7325" w:rsidP="00C049F6">
      <w:pPr>
        <w:pStyle w:val="EQ"/>
      </w:pPr>
      <w:r w:rsidRPr="008C6DE4">
        <w:tab/>
        <w:t>T</w:t>
      </w:r>
      <w:r w:rsidRPr="008C6DE4">
        <w:rPr>
          <w:vertAlign w:val="subscript"/>
        </w:rPr>
        <w:t xml:space="preserve">identify_intra_without_index </w:t>
      </w:r>
      <w:r w:rsidRPr="008C6DE4">
        <w:t>= T</w:t>
      </w:r>
      <w:r w:rsidRPr="008C6DE4">
        <w:rPr>
          <w:vertAlign w:val="subscript"/>
        </w:rPr>
        <w:t>PSS/SSS_sync_intra</w:t>
      </w:r>
      <w:r w:rsidRPr="008C6DE4">
        <w:t xml:space="preserve"> + T</w:t>
      </w:r>
      <w:r w:rsidRPr="008C6DE4">
        <w:rPr>
          <w:vertAlign w:val="subscript"/>
        </w:rPr>
        <w:t xml:space="preserve"> SSB_measurement_period_intra</w:t>
      </w:r>
      <w:r w:rsidRPr="008C6DE4">
        <w:t xml:space="preserve">  ms</w:t>
      </w:r>
    </w:p>
    <w:p w14:paraId="2BAC4364" w14:textId="77777777" w:rsidR="00DB7325" w:rsidRPr="008C6DE4" w:rsidRDefault="00DB7325" w:rsidP="00C049F6">
      <w:pPr>
        <w:pStyle w:val="EQ"/>
        <w:rPr>
          <w:lang w:val="en-US"/>
        </w:rPr>
      </w:pPr>
      <w:r w:rsidRPr="008C6DE4">
        <w:tab/>
        <w:t>T</w:t>
      </w:r>
      <w:r w:rsidRPr="008C6DE4">
        <w:rPr>
          <w:vertAlign w:val="subscript"/>
        </w:rPr>
        <w:t xml:space="preserve">identify_intra_with_index </w:t>
      </w:r>
      <w:r w:rsidRPr="008C6DE4">
        <w:t>= T</w:t>
      </w:r>
      <w:r w:rsidRPr="008C6DE4">
        <w:rPr>
          <w:vertAlign w:val="subscript"/>
        </w:rPr>
        <w:t>PSS/SSS_sync_ntra</w:t>
      </w:r>
      <w:r w:rsidRPr="008C6DE4">
        <w:t xml:space="preserve"> + T</w:t>
      </w:r>
      <w:r w:rsidRPr="008C6DE4">
        <w:rPr>
          <w:vertAlign w:val="subscript"/>
        </w:rPr>
        <w:t xml:space="preserve"> SSB_measurement_period_intra </w:t>
      </w:r>
      <w:r w:rsidRPr="008C6DE4">
        <w:t>+ T</w:t>
      </w:r>
      <w:r w:rsidRPr="008C6DE4">
        <w:rPr>
          <w:vertAlign w:val="subscript"/>
        </w:rPr>
        <w:t>SSB_time_index_intra</w:t>
      </w:r>
    </w:p>
    <w:p w14:paraId="0AA219A7" w14:textId="77777777" w:rsidR="00DB7325" w:rsidRPr="008C6DE4" w:rsidRDefault="00DB7325" w:rsidP="00DB7325">
      <w:pPr>
        <w:rPr>
          <w:lang w:val="en-US"/>
        </w:rPr>
      </w:pPr>
      <w:r w:rsidRPr="008C6DE4">
        <w:rPr>
          <w:lang w:val="en-US"/>
        </w:rPr>
        <w:t>Where:</w:t>
      </w:r>
    </w:p>
    <w:p w14:paraId="07BECDFC" w14:textId="77777777" w:rsidR="00DB7325" w:rsidRPr="008C6DE4" w:rsidRDefault="00DB7325" w:rsidP="00AA1864">
      <w:pPr>
        <w:pStyle w:val="B10"/>
      </w:pPr>
      <w:r w:rsidRPr="008C6DE4">
        <w:rPr>
          <w:lang w:val="en-US"/>
        </w:rPr>
        <w:tab/>
      </w:r>
      <w:r w:rsidRPr="008C6DE4">
        <w:t>T</w:t>
      </w:r>
      <w:r w:rsidRPr="008C6DE4">
        <w:rPr>
          <w:vertAlign w:val="subscript"/>
        </w:rPr>
        <w:t>PSS/SSS_sync_intra</w:t>
      </w:r>
      <w:r w:rsidRPr="008C6DE4">
        <w:t>: it is the time period used in PSS/SSS detection given in table 9.2.6.2-1 or 9.2.6.2-2.</w:t>
      </w:r>
    </w:p>
    <w:p w14:paraId="3DF1021E" w14:textId="77777777" w:rsidR="00DB7325" w:rsidRPr="008C6DE4" w:rsidRDefault="00DB7325" w:rsidP="00AA1864">
      <w:pPr>
        <w:pStyle w:val="B10"/>
      </w:pPr>
      <w:r w:rsidRPr="008C6DE4">
        <w:tab/>
        <w:t>T</w:t>
      </w:r>
      <w:r w:rsidRPr="008C6DE4">
        <w:rPr>
          <w:vertAlign w:val="subscript"/>
        </w:rPr>
        <w:t>SSB_time_index_intra</w:t>
      </w:r>
      <w:r w:rsidRPr="008C6DE4">
        <w:t>: it is the time period used to acquire the index of the SSB being measured given in table 9.2.6.2-3.</w:t>
      </w:r>
    </w:p>
    <w:p w14:paraId="133FE7BA" w14:textId="2C40460E" w:rsidR="00C049F6" w:rsidRPr="008C6DE4" w:rsidRDefault="00C049F6" w:rsidP="00C049F6">
      <w:pPr>
        <w:pStyle w:val="B10"/>
      </w:pPr>
      <w:r w:rsidRPr="008C6DE4">
        <w:tab/>
        <w:t>T</w:t>
      </w:r>
      <w:r w:rsidRPr="008C6DE4">
        <w:rPr>
          <w:vertAlign w:val="subscript"/>
        </w:rPr>
        <w:t xml:space="preserve"> SSB_measurement_period_intra</w:t>
      </w:r>
      <w:r w:rsidRPr="008C6DE4">
        <w:t>: equal to a measurement period of SSB based measurement given in table 9.2.6.</w:t>
      </w:r>
      <w:r>
        <w:t>3</w:t>
      </w:r>
      <w:r w:rsidRPr="008C6DE4">
        <w:t>-1 or 9.2.6.</w:t>
      </w:r>
      <w:r>
        <w:t>3</w:t>
      </w:r>
      <w:r w:rsidRPr="008C6DE4">
        <w:t>-2.</w:t>
      </w:r>
    </w:p>
    <w:p w14:paraId="131C5425" w14:textId="77777777" w:rsidR="00DB7325" w:rsidRPr="008C6DE4" w:rsidRDefault="00DB7325" w:rsidP="00AA1864">
      <w:pPr>
        <w:pStyle w:val="B10"/>
      </w:pPr>
      <w:r w:rsidRPr="008C6DE4">
        <w:tab/>
        <w:t>CSSF</w:t>
      </w:r>
      <w:r w:rsidRPr="008C6DE4">
        <w:rPr>
          <w:vertAlign w:val="subscript"/>
        </w:rPr>
        <w:t>intra</w:t>
      </w:r>
      <w:r w:rsidRPr="008C6DE4">
        <w:t>: it is a carrier specific scaling factor and is determined according to CSSF</w:t>
      </w:r>
      <w:r w:rsidRPr="008C6DE4">
        <w:rPr>
          <w:vertAlign w:val="subscript"/>
        </w:rPr>
        <w:t xml:space="preserve">within_gap,i </w:t>
      </w:r>
      <w:r w:rsidRPr="008C6DE4">
        <w:t xml:space="preserve">in clause 9.1.5.2 for measurement conducted within measurement gaps. </w:t>
      </w:r>
    </w:p>
    <w:p w14:paraId="40D4D4C0" w14:textId="6850F749" w:rsidR="00DB7325" w:rsidRPr="008C6DE4" w:rsidRDefault="00AA1864" w:rsidP="00AA1864">
      <w:pPr>
        <w:pStyle w:val="B10"/>
      </w:pPr>
      <w:r w:rsidRPr="008C6DE4">
        <w:tab/>
      </w:r>
      <w:r w:rsidR="00DB7325" w:rsidRPr="008C6DE4">
        <w:t>M</w:t>
      </w:r>
      <w:r w:rsidR="00DB7325" w:rsidRPr="008C6DE4">
        <w:rPr>
          <w:vertAlign w:val="subscript"/>
        </w:rPr>
        <w:t>pss/sss_sync_with_gaps</w:t>
      </w:r>
      <w:r w:rsidR="00DB7325" w:rsidRPr="008C6DE4">
        <w:t xml:space="preserve"> : For a UE supporting FR2 power class 1, M</w:t>
      </w:r>
      <w:r w:rsidR="00DB7325" w:rsidRPr="008C6DE4">
        <w:rPr>
          <w:vertAlign w:val="subscript"/>
        </w:rPr>
        <w:t>pss/sss_sync with_gaps</w:t>
      </w:r>
      <w:r w:rsidR="00DB7325" w:rsidRPr="008C6DE4">
        <w:t>=40. For a UE supporting FR2 power class 2, M</w:t>
      </w:r>
      <w:r w:rsidR="00DB7325" w:rsidRPr="008C6DE4">
        <w:rPr>
          <w:vertAlign w:val="subscript"/>
        </w:rPr>
        <w:t>pss/sss_sync with_gaps</w:t>
      </w:r>
      <w:r w:rsidR="00DB7325" w:rsidRPr="008C6DE4">
        <w:t xml:space="preserve"> =24.  For a UE supporting FR2 power class 3, M</w:t>
      </w:r>
      <w:r w:rsidR="00DB7325" w:rsidRPr="008C6DE4">
        <w:rPr>
          <w:vertAlign w:val="subscript"/>
        </w:rPr>
        <w:t>pss/sss_sync with_gaps</w:t>
      </w:r>
      <w:r w:rsidR="00DB7325" w:rsidRPr="008C6DE4">
        <w:t xml:space="preserve"> =24. For a UE supporting power class 4, M</w:t>
      </w:r>
      <w:r w:rsidR="00DB7325" w:rsidRPr="008C6DE4">
        <w:rPr>
          <w:vertAlign w:val="subscript"/>
        </w:rPr>
        <w:t>pss/sss_sync with_gaps</w:t>
      </w:r>
      <w:r w:rsidR="00DB7325" w:rsidRPr="008C6DE4">
        <w:t xml:space="preserve"> =24</w:t>
      </w:r>
    </w:p>
    <w:p w14:paraId="3FF2A444" w14:textId="052BA8BB" w:rsidR="00DB7325" w:rsidRPr="008C6DE4" w:rsidRDefault="00AA1864" w:rsidP="00AA1864">
      <w:pPr>
        <w:pStyle w:val="B10"/>
      </w:pPr>
      <w:r w:rsidRPr="008C6DE4">
        <w:tab/>
      </w:r>
      <w:r w:rsidR="00DB7325" w:rsidRPr="008C6DE4">
        <w:t>M</w:t>
      </w:r>
      <w:r w:rsidR="00DB7325" w:rsidRPr="008C6DE4">
        <w:rPr>
          <w:vertAlign w:val="subscript"/>
        </w:rPr>
        <w:t>meas_period_ with_gaps</w:t>
      </w:r>
      <w:r w:rsidR="00DB7325" w:rsidRPr="008C6DE4">
        <w:t>: For a UE supporting power class 1, M</w:t>
      </w:r>
      <w:r w:rsidR="00DB7325" w:rsidRPr="008C6DE4">
        <w:rPr>
          <w:vertAlign w:val="subscript"/>
        </w:rPr>
        <w:t>meas_period_ with_gaps</w:t>
      </w:r>
      <w:r w:rsidR="00DB7325" w:rsidRPr="008C6DE4">
        <w:t xml:space="preserve"> =40. For a UE supporting power class 2, M</w:t>
      </w:r>
      <w:r w:rsidR="00DB7325" w:rsidRPr="008C6DE4">
        <w:rPr>
          <w:vertAlign w:val="subscript"/>
        </w:rPr>
        <w:t>meas_period_ with_gaps</w:t>
      </w:r>
      <w:r w:rsidR="00DB7325" w:rsidRPr="008C6DE4">
        <w:t xml:space="preserve"> =24. For a UE supporting power class 3, M</w:t>
      </w:r>
      <w:r w:rsidR="00DB7325" w:rsidRPr="008C6DE4">
        <w:rPr>
          <w:vertAlign w:val="subscript"/>
        </w:rPr>
        <w:t>meas_period_ with_gaps</w:t>
      </w:r>
      <w:r w:rsidR="00DB7325" w:rsidRPr="008C6DE4">
        <w:t xml:space="preserve"> =24. For a UE supporting power class 4, M</w:t>
      </w:r>
      <w:r w:rsidR="00DB7325" w:rsidRPr="008C6DE4">
        <w:rPr>
          <w:vertAlign w:val="subscript"/>
        </w:rPr>
        <w:t>meas_period with_gaps</w:t>
      </w:r>
      <w:r w:rsidR="00DB7325" w:rsidRPr="008C6DE4">
        <w:t xml:space="preserve"> =24.</w:t>
      </w:r>
    </w:p>
    <w:p w14:paraId="740A0F6B" w14:textId="38CC4C78" w:rsidR="00C62EFA" w:rsidRPr="008C6DE4" w:rsidRDefault="00C62EFA" w:rsidP="00C62EFA">
      <w:r w:rsidRPr="008C6DE4">
        <w:rPr>
          <w:lang w:val="en-US"/>
        </w:rPr>
        <w:t xml:space="preserve">If the higher layer signaling in TS 38.331 [2] </w:t>
      </w:r>
      <w:r w:rsidRPr="008C6DE4">
        <w:t xml:space="preserve">of </w:t>
      </w:r>
      <w:r w:rsidRPr="008C6DE4">
        <w:rPr>
          <w:i/>
        </w:rPr>
        <w:t>smtc2</w:t>
      </w:r>
      <w:r w:rsidRPr="008C6DE4">
        <w:t xml:space="preserve"> is present and smtc1 is fully overlapping with measurement gaps and smtc2 is partially overlapping with measurement gaps, requirements are not specified for T</w:t>
      </w:r>
      <w:r w:rsidRPr="008C6DE4">
        <w:rPr>
          <w:vertAlign w:val="subscript"/>
        </w:rPr>
        <w:t xml:space="preserve">identify_intra_without_index </w:t>
      </w:r>
      <w:r w:rsidRPr="008C6DE4">
        <w:t>or T</w:t>
      </w:r>
      <w:r w:rsidRPr="008C6DE4">
        <w:rPr>
          <w:vertAlign w:val="subscript"/>
        </w:rPr>
        <w:t>identify_intra_with_index.</w:t>
      </w:r>
    </w:p>
    <w:p w14:paraId="40FE6A9E" w14:textId="29F9F582" w:rsidR="00C62EFA" w:rsidRPr="008C6DE4" w:rsidRDefault="00A407B4" w:rsidP="00C62EFA">
      <w:r w:rsidRPr="008C6DE4">
        <w:t xml:space="preserve">If </w:t>
      </w:r>
      <w:r>
        <w:t>M</w:t>
      </w:r>
      <w:r w:rsidRPr="008C6DE4">
        <w:t xml:space="preserve">CG DRX is in use, cell identification requirements </w:t>
      </w:r>
      <w:r>
        <w:t xml:space="preserve">for </w:t>
      </w:r>
      <w:r w:rsidRPr="008C6DE4">
        <w:t>intra</w:t>
      </w:r>
      <w:r>
        <w:t>-</w:t>
      </w:r>
      <w:r w:rsidRPr="008C6DE4">
        <w:t xml:space="preserve">frequency </w:t>
      </w:r>
      <w:r>
        <w:t>measurement in MCG</w:t>
      </w:r>
      <w:r w:rsidRPr="008C6DE4">
        <w:t xml:space="preserve"> specified in Table 9.2.6.2-1, Table 9.2.6.2-2, and Table 9.2.6.2-3 shall depend on the </w:t>
      </w:r>
      <w:r>
        <w:t>M</w:t>
      </w:r>
      <w:r w:rsidRPr="008C6DE4">
        <w:t xml:space="preserve">CG DRX cycle. If SCG DRX is in use, cell identification requirements </w:t>
      </w:r>
      <w:r>
        <w:t xml:space="preserve">for </w:t>
      </w:r>
      <w:r w:rsidRPr="008C6DE4">
        <w:t>intra</w:t>
      </w:r>
      <w:r>
        <w:t>-</w:t>
      </w:r>
      <w:r w:rsidRPr="008C6DE4">
        <w:t xml:space="preserve">frequency </w:t>
      </w:r>
      <w:r>
        <w:t>measurement in SCG</w:t>
      </w:r>
      <w:r w:rsidRPr="008C6DE4">
        <w:t xml:space="preserve"> specified in Table 9.2.6.2-1, Table 9.2.6.2-2, and Table 9.2.6.2-3 shall depend on the SCG DRX cycle. O</w:t>
      </w:r>
      <w:r w:rsidRPr="008C6DE4">
        <w:rPr>
          <w:lang w:eastAsia="zh-CN"/>
        </w:rPr>
        <w:t>therwise</w:t>
      </w:r>
      <w:r w:rsidRPr="008C6DE4">
        <w:t>,</w:t>
      </w:r>
      <w:r w:rsidRPr="008C6DE4">
        <w:rPr>
          <w:lang w:eastAsia="zh-CN"/>
        </w:rPr>
        <w:t xml:space="preserve"> the requirements </w:t>
      </w:r>
      <w:r w:rsidRPr="008C6DE4">
        <w:t>for when DRX is not in use shall apply</w:t>
      </w:r>
      <w:r w:rsidR="00C62EFA" w:rsidRPr="008C6DE4">
        <w:t>.</w:t>
      </w:r>
    </w:p>
    <w:p w14:paraId="18B86411" w14:textId="109E7914" w:rsidR="00C62EFA" w:rsidRPr="008C6DE4" w:rsidRDefault="00C62EFA" w:rsidP="00C62EFA">
      <w:pPr>
        <w:keepNext/>
        <w:keepLines/>
        <w:spacing w:before="60"/>
        <w:jc w:val="center"/>
      </w:pPr>
      <w:r w:rsidRPr="008C6DE4">
        <w:rPr>
          <w:rFonts w:ascii="Arial" w:hAnsi="Arial"/>
          <w:b/>
        </w:rPr>
        <w:t>Table 9.2.6.2-1: Time period for PSS/SSS detection (FR1)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349D7362"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1745304D"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545AA5F4"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PSS/SSS_sync_intra</w:t>
            </w:r>
          </w:p>
        </w:tc>
      </w:tr>
      <w:tr w:rsidR="00DD3199" w:rsidRPr="008C6DE4" w14:paraId="13310DB0"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1760461A" w14:textId="77777777" w:rsidR="00DB7325" w:rsidRPr="008C6DE4" w:rsidRDefault="00DB7325" w:rsidP="00867D3A">
            <w:pPr>
              <w:keepNext/>
              <w:keepLines/>
              <w:spacing w:after="0"/>
              <w:jc w:val="cente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636E2291" w14:textId="77777777" w:rsidR="00DB7325" w:rsidRPr="008C6DE4" w:rsidRDefault="00DB7325" w:rsidP="00867D3A">
            <w:pPr>
              <w:keepNext/>
              <w:keepLines/>
              <w:spacing w:after="0"/>
              <w:jc w:val="center"/>
            </w:pPr>
            <w:r w:rsidRPr="008C6DE4">
              <w:rPr>
                <w:rFonts w:ascii="Arial" w:hAnsi="Arial"/>
                <w:sz w:val="18"/>
              </w:rPr>
              <w:t>max(600ms, 5 x max(MGRP, SMTC period)) x CSSF</w:t>
            </w:r>
            <w:r w:rsidRPr="008C6DE4">
              <w:rPr>
                <w:rFonts w:ascii="Arial" w:hAnsi="Arial"/>
                <w:sz w:val="18"/>
                <w:vertAlign w:val="subscript"/>
              </w:rPr>
              <w:t>intra</w:t>
            </w:r>
          </w:p>
        </w:tc>
      </w:tr>
      <w:tr w:rsidR="00DD3199" w:rsidRPr="008C6DE4" w14:paraId="13475888"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5BE6D9D3" w14:textId="77777777" w:rsidR="00DB7325" w:rsidRPr="008C6DE4" w:rsidRDefault="00DB7325" w:rsidP="00867D3A">
            <w:pPr>
              <w:keepNext/>
              <w:keepLines/>
              <w:spacing w:after="0"/>
              <w:jc w:val="cente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423F5908" w14:textId="77777777" w:rsidR="00DB7325" w:rsidRPr="008C6DE4" w:rsidRDefault="00DB7325" w:rsidP="00867D3A">
            <w:pPr>
              <w:keepNext/>
              <w:keepLines/>
              <w:spacing w:after="0"/>
              <w:jc w:val="center"/>
              <w:rPr>
                <w:b/>
              </w:rPr>
            </w:pPr>
            <w:r w:rsidRPr="008C6DE4">
              <w:rPr>
                <w:rFonts w:ascii="Arial" w:hAnsi="Arial"/>
                <w:sz w:val="18"/>
              </w:rPr>
              <w:t>max(600ms, ceil(1.5x 5) x max(MGRP, SMTC period,DRX cycle)) x CSSF</w:t>
            </w:r>
            <w:r w:rsidRPr="008C6DE4">
              <w:rPr>
                <w:rFonts w:ascii="Arial" w:hAnsi="Arial"/>
                <w:sz w:val="18"/>
                <w:vertAlign w:val="subscript"/>
              </w:rPr>
              <w:t>intra</w:t>
            </w:r>
            <w:r w:rsidRPr="008C6DE4">
              <w:rPr>
                <w:rFonts w:ascii="Arial" w:hAnsi="Arial"/>
                <w:sz w:val="18"/>
                <w:vertAlign w:val="superscript"/>
              </w:rPr>
              <w:t xml:space="preserve"> </w:t>
            </w:r>
          </w:p>
        </w:tc>
      </w:tr>
      <w:tr w:rsidR="00DB7325" w:rsidRPr="008C6DE4" w14:paraId="69B1D363"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331C1DF7" w14:textId="77777777" w:rsidR="00DB7325" w:rsidRPr="008C6DE4" w:rsidRDefault="00DB7325" w:rsidP="00867D3A">
            <w:pPr>
              <w:keepNext/>
              <w:keepLines/>
              <w:spacing w:after="0"/>
              <w:jc w:val="center"/>
              <w:rPr>
                <w:b/>
              </w:rPr>
            </w:pPr>
            <w:r w:rsidRPr="008C6DE4">
              <w:rPr>
                <w:rFonts w:ascii="Arial" w:hAnsi="Arial"/>
                <w:sz w:val="18"/>
              </w:rPr>
              <w:t>DRX cycle&gt;320ms</w:t>
            </w:r>
          </w:p>
        </w:tc>
        <w:tc>
          <w:tcPr>
            <w:tcW w:w="4621" w:type="dxa"/>
            <w:tcBorders>
              <w:top w:val="single" w:sz="4" w:space="0" w:color="auto"/>
              <w:left w:val="single" w:sz="4" w:space="0" w:color="auto"/>
              <w:bottom w:val="single" w:sz="4" w:space="0" w:color="auto"/>
              <w:right w:val="single" w:sz="4" w:space="0" w:color="auto"/>
            </w:tcBorders>
            <w:hideMark/>
          </w:tcPr>
          <w:p w14:paraId="58B66E49" w14:textId="77777777" w:rsidR="00DB7325" w:rsidRPr="008C6DE4" w:rsidRDefault="00DB7325" w:rsidP="00867D3A">
            <w:pPr>
              <w:keepNext/>
              <w:keepLines/>
              <w:spacing w:after="0"/>
              <w:jc w:val="center"/>
              <w:rPr>
                <w:b/>
              </w:rPr>
            </w:pPr>
            <w:r w:rsidRPr="008C6DE4">
              <w:rPr>
                <w:rFonts w:ascii="Arial" w:hAnsi="Arial"/>
                <w:sz w:val="18"/>
              </w:rPr>
              <w:t>5 x max(MGRP, DRX cycle) x CSSF</w:t>
            </w:r>
            <w:r w:rsidRPr="008C6DE4">
              <w:rPr>
                <w:rFonts w:ascii="Arial" w:hAnsi="Arial"/>
                <w:sz w:val="18"/>
                <w:vertAlign w:val="subscript"/>
              </w:rPr>
              <w:t>intra</w:t>
            </w:r>
          </w:p>
        </w:tc>
      </w:tr>
    </w:tbl>
    <w:p w14:paraId="66077A3E" w14:textId="77777777" w:rsidR="00DB7325" w:rsidRPr="008C6DE4" w:rsidRDefault="00DB7325" w:rsidP="00DB7325"/>
    <w:p w14:paraId="044017B4" w14:textId="2A97B3CE" w:rsidR="00C62EFA" w:rsidRPr="008C6DE4" w:rsidRDefault="00C62EFA" w:rsidP="00C62EFA">
      <w:pPr>
        <w:keepNext/>
        <w:keepLines/>
        <w:spacing w:before="60"/>
        <w:jc w:val="center"/>
      </w:pPr>
      <w:r w:rsidRPr="008C6DE4">
        <w:rPr>
          <w:rFonts w:ascii="Arial" w:hAnsi="Arial"/>
          <w:b/>
        </w:rPr>
        <w:t>Table 9.2.6.2-2: Time period for PSS/SSS detection (FR2)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302CFC6A"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667970E6"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5BED0D88"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PSS/SSS_sync_intra</w:t>
            </w:r>
          </w:p>
        </w:tc>
      </w:tr>
      <w:tr w:rsidR="00DD3199" w:rsidRPr="008C6DE4" w14:paraId="114A5EEF"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48DC3876" w14:textId="77777777" w:rsidR="00DB7325" w:rsidRPr="008C6DE4" w:rsidRDefault="00DB7325" w:rsidP="00867D3A">
            <w:pPr>
              <w:keepNext/>
              <w:keepLines/>
              <w:spacing w:after="0"/>
              <w:jc w:val="cente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436EEB6C" w14:textId="77777777" w:rsidR="00DB7325" w:rsidRPr="008C6DE4" w:rsidRDefault="00DB7325" w:rsidP="00867D3A">
            <w:pPr>
              <w:keepNext/>
              <w:keepLines/>
              <w:spacing w:after="0"/>
              <w:jc w:val="center"/>
            </w:pPr>
            <w:r w:rsidRPr="008C6DE4">
              <w:rPr>
                <w:rFonts w:ascii="Arial" w:hAnsi="Arial"/>
                <w:sz w:val="18"/>
              </w:rPr>
              <w:t>max(600ms, M</w:t>
            </w:r>
            <w:r w:rsidRPr="008C6DE4">
              <w:rPr>
                <w:rFonts w:ascii="Arial" w:hAnsi="Arial"/>
                <w:sz w:val="18"/>
                <w:vertAlign w:val="subscript"/>
              </w:rPr>
              <w:t>pss/sss_sync_with_gaps</w:t>
            </w:r>
            <w:r w:rsidRPr="008C6DE4">
              <w:rPr>
                <w:rFonts w:ascii="Arial" w:hAnsi="Arial"/>
                <w:sz w:val="18"/>
              </w:rPr>
              <w:t xml:space="preserve"> x max(MGRP, SMTC period)) x CSSF</w:t>
            </w:r>
            <w:r w:rsidRPr="008C6DE4">
              <w:rPr>
                <w:rFonts w:ascii="Arial" w:hAnsi="Arial"/>
                <w:sz w:val="18"/>
                <w:vertAlign w:val="subscript"/>
              </w:rPr>
              <w:t>intra</w:t>
            </w:r>
          </w:p>
        </w:tc>
      </w:tr>
      <w:tr w:rsidR="00DD3199" w:rsidRPr="008C6DE4" w14:paraId="673AE34E"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6D28C259" w14:textId="77777777" w:rsidR="00DB7325" w:rsidRPr="008C6DE4" w:rsidRDefault="00DB7325" w:rsidP="00867D3A">
            <w:pPr>
              <w:keepNext/>
              <w:keepLines/>
              <w:spacing w:after="0"/>
              <w:jc w:val="cente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4FB4D421" w14:textId="77777777" w:rsidR="00DB7325" w:rsidRPr="008C6DE4" w:rsidRDefault="00DB7325" w:rsidP="00867D3A">
            <w:pPr>
              <w:keepNext/>
              <w:keepLines/>
              <w:spacing w:after="0"/>
              <w:jc w:val="center"/>
              <w:rPr>
                <w:b/>
              </w:rPr>
            </w:pPr>
            <w:r w:rsidRPr="008C6DE4">
              <w:rPr>
                <w:rFonts w:ascii="Arial" w:hAnsi="Arial"/>
                <w:sz w:val="18"/>
              </w:rPr>
              <w:t>max(600ms, ceil(1.5x M</w:t>
            </w:r>
            <w:r w:rsidRPr="008C6DE4">
              <w:rPr>
                <w:rFonts w:ascii="Arial" w:hAnsi="Arial"/>
                <w:sz w:val="18"/>
                <w:vertAlign w:val="subscript"/>
              </w:rPr>
              <w:t>pss/sss_sync_with_gaps</w:t>
            </w:r>
            <w:r w:rsidRPr="008C6DE4">
              <w:rPr>
                <w:rFonts w:ascii="Arial" w:hAnsi="Arial"/>
                <w:sz w:val="18"/>
              </w:rPr>
              <w:t>) x max(MGRP, SMTC period, DRX cycle))</w:t>
            </w:r>
            <w:r w:rsidRPr="008C6DE4">
              <w:rPr>
                <w:rFonts w:ascii="Arial" w:hAnsi="Arial"/>
                <w:sz w:val="18"/>
                <w:vertAlign w:val="superscript"/>
              </w:rPr>
              <w:t xml:space="preserve"> </w:t>
            </w:r>
            <w:r w:rsidRPr="008C6DE4">
              <w:rPr>
                <w:rFonts w:ascii="Arial" w:hAnsi="Arial"/>
                <w:sz w:val="18"/>
              </w:rPr>
              <w:t>x CSSF</w:t>
            </w:r>
            <w:r w:rsidRPr="008C6DE4">
              <w:rPr>
                <w:rFonts w:ascii="Arial" w:hAnsi="Arial"/>
                <w:sz w:val="18"/>
                <w:vertAlign w:val="subscript"/>
              </w:rPr>
              <w:t>intra</w:t>
            </w:r>
          </w:p>
        </w:tc>
      </w:tr>
      <w:tr w:rsidR="00DB7325" w:rsidRPr="008C6DE4" w14:paraId="61EE5F75"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592F2810" w14:textId="77777777" w:rsidR="00DB7325" w:rsidRPr="008C6DE4" w:rsidRDefault="00DB7325" w:rsidP="00867D3A">
            <w:pPr>
              <w:keepNext/>
              <w:keepLines/>
              <w:spacing w:after="0"/>
              <w:jc w:val="center"/>
              <w:rPr>
                <w:b/>
              </w:rPr>
            </w:pPr>
            <w:r w:rsidRPr="008C6DE4">
              <w:rPr>
                <w:rFonts w:ascii="Arial" w:hAnsi="Arial"/>
                <w:sz w:val="18"/>
              </w:rPr>
              <w:t>DRX cycle&gt;320ms</w:t>
            </w:r>
          </w:p>
        </w:tc>
        <w:tc>
          <w:tcPr>
            <w:tcW w:w="4621" w:type="dxa"/>
            <w:tcBorders>
              <w:top w:val="single" w:sz="4" w:space="0" w:color="auto"/>
              <w:left w:val="single" w:sz="4" w:space="0" w:color="auto"/>
              <w:bottom w:val="single" w:sz="4" w:space="0" w:color="auto"/>
              <w:right w:val="single" w:sz="4" w:space="0" w:color="auto"/>
            </w:tcBorders>
            <w:hideMark/>
          </w:tcPr>
          <w:p w14:paraId="0120C9E7" w14:textId="77777777" w:rsidR="00DB7325" w:rsidRPr="008C6DE4" w:rsidRDefault="00DB7325" w:rsidP="00867D3A">
            <w:pPr>
              <w:keepNext/>
              <w:keepLines/>
              <w:spacing w:after="0"/>
              <w:jc w:val="center"/>
              <w:rPr>
                <w:b/>
              </w:rPr>
            </w:pPr>
            <w:r w:rsidRPr="008C6DE4">
              <w:rPr>
                <w:rFonts w:ascii="Arial" w:hAnsi="Arial"/>
                <w:sz w:val="18"/>
              </w:rPr>
              <w:t>M</w:t>
            </w:r>
            <w:r w:rsidRPr="008C6DE4">
              <w:rPr>
                <w:rFonts w:ascii="Arial" w:hAnsi="Arial"/>
                <w:sz w:val="18"/>
                <w:vertAlign w:val="subscript"/>
              </w:rPr>
              <w:t>pss/sss_sync_with_gaps</w:t>
            </w:r>
            <w:r w:rsidRPr="008C6DE4">
              <w:rPr>
                <w:rFonts w:ascii="Arial" w:hAnsi="Arial"/>
                <w:sz w:val="18"/>
              </w:rPr>
              <w:t xml:space="preserve"> x max(MGRP, DRX cycle) x CSSF</w:t>
            </w:r>
            <w:r w:rsidRPr="008C6DE4">
              <w:rPr>
                <w:rFonts w:ascii="Arial" w:hAnsi="Arial"/>
                <w:sz w:val="18"/>
                <w:vertAlign w:val="subscript"/>
              </w:rPr>
              <w:t>intra</w:t>
            </w:r>
          </w:p>
        </w:tc>
      </w:tr>
    </w:tbl>
    <w:p w14:paraId="10D102B8" w14:textId="77777777" w:rsidR="00DB7325" w:rsidRPr="008C6DE4" w:rsidRDefault="00DB7325" w:rsidP="00DB7325"/>
    <w:p w14:paraId="340D6231" w14:textId="18D9C0E0" w:rsidR="00C62EFA" w:rsidRPr="008C6DE4" w:rsidRDefault="00C62EFA" w:rsidP="00C62EFA">
      <w:pPr>
        <w:keepNext/>
        <w:keepLines/>
        <w:spacing w:before="60"/>
        <w:jc w:val="center"/>
      </w:pPr>
      <w:r w:rsidRPr="008C6DE4">
        <w:rPr>
          <w:rFonts w:ascii="Arial" w:hAnsi="Arial"/>
          <w:b/>
        </w:rPr>
        <w:t>Table 9.2.6.2-3: Time period for time index detection (FR1)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1D0BAB4A"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755C8851"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79E68F12"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SSB_time_index_intra</w:t>
            </w:r>
          </w:p>
        </w:tc>
      </w:tr>
      <w:tr w:rsidR="00DD3199" w:rsidRPr="008C6DE4" w14:paraId="66D38134"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63B6F233" w14:textId="77777777" w:rsidR="00DB7325" w:rsidRPr="008C6DE4" w:rsidRDefault="00DB7325" w:rsidP="00867D3A">
            <w:pPr>
              <w:keepNext/>
              <w:keepLines/>
              <w:spacing w:after="0"/>
              <w:jc w:val="cente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7C7670D4" w14:textId="77777777" w:rsidR="00DB7325" w:rsidRPr="008C6DE4" w:rsidRDefault="00DB7325" w:rsidP="00867D3A">
            <w:pPr>
              <w:keepNext/>
              <w:keepLines/>
              <w:spacing w:after="0"/>
              <w:jc w:val="center"/>
            </w:pPr>
            <w:r w:rsidRPr="008C6DE4">
              <w:rPr>
                <w:rFonts w:ascii="Arial" w:hAnsi="Arial"/>
                <w:sz w:val="18"/>
              </w:rPr>
              <w:t>max(120ms, 3 x max(MGRP, SMTC period)) x CSSF</w:t>
            </w:r>
            <w:r w:rsidRPr="008C6DE4">
              <w:rPr>
                <w:rFonts w:ascii="Arial" w:hAnsi="Arial"/>
                <w:sz w:val="18"/>
                <w:vertAlign w:val="subscript"/>
              </w:rPr>
              <w:t>intra</w:t>
            </w:r>
          </w:p>
        </w:tc>
      </w:tr>
      <w:tr w:rsidR="00DD3199" w:rsidRPr="008C6DE4" w14:paraId="4702D007"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5B10A266" w14:textId="77777777" w:rsidR="00DB7325" w:rsidRPr="008C6DE4" w:rsidRDefault="00DB7325" w:rsidP="00867D3A">
            <w:pPr>
              <w:keepNext/>
              <w:keepLines/>
              <w:spacing w:after="0"/>
              <w:jc w:val="cente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2832FC39" w14:textId="77777777" w:rsidR="00DB7325" w:rsidRPr="008C6DE4" w:rsidRDefault="00DB7325" w:rsidP="00867D3A">
            <w:pPr>
              <w:keepNext/>
              <w:keepLines/>
              <w:spacing w:after="0"/>
              <w:jc w:val="center"/>
              <w:rPr>
                <w:b/>
              </w:rPr>
            </w:pPr>
            <w:r w:rsidRPr="008C6DE4">
              <w:rPr>
                <w:rFonts w:ascii="Arial" w:hAnsi="Arial"/>
                <w:sz w:val="18"/>
              </w:rPr>
              <w:t>max(120ms, ceil(1.5x 3) x max(MGRP, SMTC period,DRX cycle) x CSSF</w:t>
            </w:r>
            <w:r w:rsidRPr="008C6DE4">
              <w:rPr>
                <w:rFonts w:ascii="Arial" w:hAnsi="Arial"/>
                <w:sz w:val="18"/>
                <w:vertAlign w:val="subscript"/>
              </w:rPr>
              <w:t>intra</w:t>
            </w:r>
            <w:r w:rsidRPr="008C6DE4">
              <w:rPr>
                <w:rFonts w:ascii="Arial" w:hAnsi="Arial"/>
                <w:sz w:val="18"/>
              </w:rPr>
              <w:t>)</w:t>
            </w:r>
            <w:r w:rsidRPr="008C6DE4">
              <w:rPr>
                <w:rFonts w:ascii="Arial" w:hAnsi="Arial"/>
                <w:sz w:val="18"/>
                <w:vertAlign w:val="superscript"/>
              </w:rPr>
              <w:t xml:space="preserve"> </w:t>
            </w:r>
          </w:p>
        </w:tc>
      </w:tr>
      <w:tr w:rsidR="00DB7325" w:rsidRPr="008C6DE4" w14:paraId="412D5656"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51F374A8" w14:textId="77777777" w:rsidR="00DB7325" w:rsidRPr="008C6DE4" w:rsidRDefault="00DB7325" w:rsidP="00867D3A">
            <w:pPr>
              <w:keepNext/>
              <w:keepLines/>
              <w:spacing w:after="0"/>
              <w:jc w:val="center"/>
              <w:rPr>
                <w:b/>
              </w:rPr>
            </w:pPr>
            <w:r w:rsidRPr="008C6DE4">
              <w:rPr>
                <w:rFonts w:ascii="Arial" w:hAnsi="Arial"/>
                <w:sz w:val="18"/>
              </w:rPr>
              <w:t>DRX cycle&gt;320ms</w:t>
            </w:r>
          </w:p>
        </w:tc>
        <w:tc>
          <w:tcPr>
            <w:tcW w:w="4621" w:type="dxa"/>
            <w:tcBorders>
              <w:top w:val="single" w:sz="4" w:space="0" w:color="auto"/>
              <w:left w:val="single" w:sz="4" w:space="0" w:color="auto"/>
              <w:bottom w:val="single" w:sz="4" w:space="0" w:color="auto"/>
              <w:right w:val="single" w:sz="4" w:space="0" w:color="auto"/>
            </w:tcBorders>
            <w:hideMark/>
          </w:tcPr>
          <w:p w14:paraId="03CF4240" w14:textId="77777777" w:rsidR="00DB7325" w:rsidRPr="008C6DE4" w:rsidRDefault="00DB7325" w:rsidP="00867D3A">
            <w:pPr>
              <w:keepNext/>
              <w:keepLines/>
              <w:spacing w:after="0"/>
              <w:jc w:val="center"/>
              <w:rPr>
                <w:b/>
              </w:rPr>
            </w:pPr>
            <w:r w:rsidRPr="008C6DE4">
              <w:rPr>
                <w:rFonts w:ascii="Arial" w:hAnsi="Arial"/>
                <w:sz w:val="18"/>
              </w:rPr>
              <w:t>3 x max(MGRP, DRX cycle) x CSSF</w:t>
            </w:r>
            <w:r w:rsidRPr="008C6DE4">
              <w:rPr>
                <w:rFonts w:ascii="Arial" w:hAnsi="Arial"/>
                <w:sz w:val="18"/>
                <w:vertAlign w:val="subscript"/>
              </w:rPr>
              <w:t>intra</w:t>
            </w:r>
          </w:p>
        </w:tc>
      </w:tr>
    </w:tbl>
    <w:p w14:paraId="0355E6DB" w14:textId="77777777" w:rsidR="00DB7325" w:rsidRPr="008C6DE4" w:rsidRDefault="00DB7325" w:rsidP="00DB7325"/>
    <w:p w14:paraId="11860939" w14:textId="77777777" w:rsidR="00DB7325" w:rsidRPr="008C6DE4" w:rsidRDefault="00DB7325" w:rsidP="00DB7325">
      <w:pPr>
        <w:pStyle w:val="TH"/>
      </w:pPr>
      <w:r w:rsidRPr="008C6DE4">
        <w:t>Table 9.2.6.2-7: Void</w:t>
      </w:r>
    </w:p>
    <w:p w14:paraId="5E1C82E2" w14:textId="77777777" w:rsidR="00DB7325" w:rsidRPr="008C6DE4" w:rsidRDefault="00DB7325" w:rsidP="00DB7325">
      <w:pPr>
        <w:pStyle w:val="TH"/>
      </w:pPr>
      <w:r w:rsidRPr="008C6DE4">
        <w:t>Table 9.2.6.2-8: Void</w:t>
      </w:r>
    </w:p>
    <w:p w14:paraId="60E093CC" w14:textId="77777777" w:rsidR="00C62EFA" w:rsidRPr="008C6DE4" w:rsidRDefault="00C62EFA" w:rsidP="00C62EFA">
      <w:pPr>
        <w:pStyle w:val="Heading4"/>
      </w:pPr>
      <w:r w:rsidRPr="008C6DE4">
        <w:t>9.2.6.3</w:t>
      </w:r>
      <w:r w:rsidRPr="008C6DE4">
        <w:tab/>
        <w:t>Intra</w:t>
      </w:r>
      <w:r>
        <w:t>-</w:t>
      </w:r>
      <w:r w:rsidRPr="008C6DE4">
        <w:t>frequency Measurement Period</w:t>
      </w:r>
    </w:p>
    <w:p w14:paraId="2292D68C" w14:textId="77777777" w:rsidR="00C62EFA" w:rsidRPr="008C6DE4" w:rsidRDefault="00C62EFA" w:rsidP="00C62EFA">
      <w:r w:rsidRPr="008C6DE4">
        <w:t>The measurement period for FR1 intra</w:t>
      </w:r>
      <w:r>
        <w:t>-</w:t>
      </w:r>
      <w:r w:rsidRPr="008C6DE4">
        <w:t>frequency measurements with gaps is as shown in table 9.2.6.3-1.</w:t>
      </w:r>
    </w:p>
    <w:p w14:paraId="763D7FBD" w14:textId="74C91F73" w:rsidR="00C62EFA" w:rsidRPr="008C6DE4" w:rsidRDefault="00C62EFA" w:rsidP="00C62EFA">
      <w:r w:rsidRPr="008C6DE4">
        <w:t>The measurement period for FR2 intra</w:t>
      </w:r>
      <w:r>
        <w:t>-</w:t>
      </w:r>
      <w:r w:rsidRPr="008C6DE4">
        <w:t>frequency measurements with gaps is as shown in table 9.2.6.3-2.</w:t>
      </w:r>
    </w:p>
    <w:p w14:paraId="305A6F6B" w14:textId="251B2787" w:rsidR="00C62EFA" w:rsidRPr="008C6DE4" w:rsidRDefault="00A407B4" w:rsidP="00C62EFA">
      <w:r w:rsidRPr="008C6DE4">
        <w:t xml:space="preserve">If </w:t>
      </w:r>
      <w:r>
        <w:t>M</w:t>
      </w:r>
      <w:r w:rsidRPr="008C6DE4">
        <w:t xml:space="preserve">CG DRX is in use, measurement period requirements </w:t>
      </w:r>
      <w:r>
        <w:t xml:space="preserve">for </w:t>
      </w:r>
      <w:r w:rsidRPr="008C6DE4">
        <w:t>intra</w:t>
      </w:r>
      <w:r>
        <w:t>-</w:t>
      </w:r>
      <w:r w:rsidRPr="008C6DE4">
        <w:t>frequency</w:t>
      </w:r>
      <w:r>
        <w:t xml:space="preserve"> measurement</w:t>
      </w:r>
      <w:r w:rsidRPr="008C6DE4">
        <w:t xml:space="preserve"> </w:t>
      </w:r>
      <w:r>
        <w:t>in MCG</w:t>
      </w:r>
      <w:r w:rsidRPr="008C6DE4">
        <w:t xml:space="preserve"> specified in Table 9.2.6.3-1</w:t>
      </w:r>
      <w:r>
        <w:t xml:space="preserve"> </w:t>
      </w:r>
      <w:r w:rsidRPr="008C6DE4">
        <w:t xml:space="preserve">and Table 9.2.6.3-2, shall depend on the </w:t>
      </w:r>
      <w:r>
        <w:t>M</w:t>
      </w:r>
      <w:r w:rsidRPr="008C6DE4">
        <w:t>CG DRX cycle.</w:t>
      </w:r>
      <w:r>
        <w:t xml:space="preserve"> </w:t>
      </w:r>
      <w:r w:rsidRPr="008C6DE4">
        <w:t xml:space="preserve">If SCG DRX is in use, measurement period requirements </w:t>
      </w:r>
      <w:r>
        <w:t xml:space="preserve">for </w:t>
      </w:r>
      <w:r w:rsidRPr="008C6DE4">
        <w:t>intra</w:t>
      </w:r>
      <w:r>
        <w:t>-</w:t>
      </w:r>
      <w:r w:rsidRPr="008C6DE4">
        <w:t xml:space="preserve">frequency </w:t>
      </w:r>
      <w:r>
        <w:t>measurement in SCG</w:t>
      </w:r>
      <w:r w:rsidRPr="008C6DE4">
        <w:t xml:space="preserve"> specified in Table 9.2.6.3-1</w:t>
      </w:r>
      <w:r>
        <w:t xml:space="preserve"> </w:t>
      </w:r>
      <w:r w:rsidRPr="008C6DE4">
        <w:t>and Table 9.2.6.3-2, shall depend on the SCG DRX cycle. O</w:t>
      </w:r>
      <w:r w:rsidRPr="008C6DE4">
        <w:rPr>
          <w:lang w:eastAsia="zh-CN"/>
        </w:rPr>
        <w:t>therwise</w:t>
      </w:r>
      <w:r w:rsidRPr="008C6DE4">
        <w:t>,</w:t>
      </w:r>
      <w:r w:rsidRPr="008C6DE4">
        <w:rPr>
          <w:lang w:eastAsia="zh-CN"/>
        </w:rPr>
        <w:t xml:space="preserve"> the requirements </w:t>
      </w:r>
      <w:r w:rsidRPr="008C6DE4">
        <w:t>for when DRX is not in use shall apply</w:t>
      </w:r>
      <w:r w:rsidR="00C62EFA" w:rsidRPr="008C6DE4">
        <w:t>.</w:t>
      </w:r>
    </w:p>
    <w:p w14:paraId="7D25BC04" w14:textId="62C862F4" w:rsidR="00C62EFA" w:rsidRPr="008C6DE4" w:rsidRDefault="00C62EFA" w:rsidP="00C62EFA">
      <w:pPr>
        <w:pStyle w:val="TH"/>
      </w:pPr>
      <w:r w:rsidRPr="008C6DE4">
        <w:t>Table 9.2.6.3-1: Measurement period for intra</w:t>
      </w:r>
      <w:r>
        <w:t>-</w:t>
      </w:r>
      <w:r w:rsidRPr="008C6DE4">
        <w:t>frequency measurements with gaps(FR1)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178C55CB"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364A0738"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5103BD91"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 xml:space="preserve"> SSB_measurement_period_intra</w:t>
            </w:r>
            <w:r w:rsidRPr="008C6DE4">
              <w:rPr>
                <w:rFonts w:ascii="Arial" w:hAnsi="Arial"/>
                <w:b/>
                <w:sz w:val="18"/>
              </w:rPr>
              <w:t xml:space="preserve">  </w:t>
            </w:r>
          </w:p>
        </w:tc>
      </w:tr>
      <w:tr w:rsidR="00DD3199" w:rsidRPr="008C6DE4" w14:paraId="6C5B10F2"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7DC418B8" w14:textId="77777777" w:rsidR="00DB7325" w:rsidRPr="008C6DE4" w:rsidRDefault="00DB7325" w:rsidP="00867D3A">
            <w:pPr>
              <w:keepNext/>
              <w:keepLines/>
              <w:spacing w:after="0"/>
              <w:jc w:val="cente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66F55216" w14:textId="77777777" w:rsidR="00DB7325" w:rsidRPr="008C6DE4" w:rsidRDefault="00DB7325" w:rsidP="00867D3A">
            <w:pPr>
              <w:keepNext/>
              <w:keepLines/>
              <w:spacing w:after="0"/>
              <w:jc w:val="center"/>
            </w:pPr>
            <w:r w:rsidRPr="008C6DE4">
              <w:rPr>
                <w:rFonts w:ascii="Arial" w:hAnsi="Arial"/>
                <w:sz w:val="18"/>
              </w:rPr>
              <w:t>max(200ms, 5 x max(MGRP, SMTC period)) x CSSF</w:t>
            </w:r>
            <w:r w:rsidRPr="008C6DE4">
              <w:rPr>
                <w:rFonts w:ascii="Arial" w:hAnsi="Arial"/>
                <w:sz w:val="18"/>
                <w:vertAlign w:val="subscript"/>
              </w:rPr>
              <w:t>intra</w:t>
            </w:r>
          </w:p>
        </w:tc>
      </w:tr>
      <w:tr w:rsidR="00DD3199" w:rsidRPr="008C6DE4" w14:paraId="59A3CC75"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7CA616E3" w14:textId="77777777" w:rsidR="00DB7325" w:rsidRPr="008C6DE4" w:rsidRDefault="00DB7325" w:rsidP="00867D3A">
            <w:pPr>
              <w:keepNext/>
              <w:keepLines/>
              <w:spacing w:after="0"/>
              <w:jc w:val="cente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0AC8EFCA" w14:textId="77777777" w:rsidR="00DB7325" w:rsidRPr="008C6DE4" w:rsidRDefault="00DB7325" w:rsidP="00867D3A">
            <w:pPr>
              <w:keepNext/>
              <w:keepLines/>
              <w:spacing w:after="0"/>
              <w:jc w:val="center"/>
              <w:rPr>
                <w:b/>
              </w:rPr>
            </w:pPr>
            <w:r w:rsidRPr="008C6DE4">
              <w:rPr>
                <w:rFonts w:ascii="Arial" w:hAnsi="Arial"/>
                <w:sz w:val="18"/>
              </w:rPr>
              <w:t>max(200ms, ceil(1.5x 5) x max(MGRP, SMTC period,DRX cycle))</w:t>
            </w:r>
            <w:r w:rsidRPr="008C6DE4">
              <w:rPr>
                <w:rFonts w:ascii="Arial" w:hAnsi="Arial"/>
                <w:sz w:val="18"/>
                <w:vertAlign w:val="superscript"/>
              </w:rPr>
              <w:t xml:space="preserve"> </w:t>
            </w:r>
            <w:r w:rsidRPr="008C6DE4">
              <w:rPr>
                <w:rFonts w:ascii="Arial" w:hAnsi="Arial"/>
                <w:sz w:val="18"/>
              </w:rPr>
              <w:t>x CSSF</w:t>
            </w:r>
            <w:r w:rsidRPr="008C6DE4">
              <w:rPr>
                <w:rFonts w:ascii="Arial" w:hAnsi="Arial"/>
                <w:sz w:val="18"/>
                <w:vertAlign w:val="subscript"/>
              </w:rPr>
              <w:t>intra</w:t>
            </w:r>
          </w:p>
        </w:tc>
      </w:tr>
      <w:tr w:rsidR="00DB7325" w:rsidRPr="008C6DE4" w14:paraId="7E5A9897"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7BE7878E" w14:textId="77777777" w:rsidR="00DB7325" w:rsidRPr="008C6DE4" w:rsidRDefault="00DB7325" w:rsidP="00867D3A">
            <w:pPr>
              <w:keepNext/>
              <w:keepLines/>
              <w:spacing w:after="0"/>
              <w:jc w:val="center"/>
              <w:rPr>
                <w:b/>
              </w:rPr>
            </w:pPr>
            <w:r w:rsidRPr="008C6DE4">
              <w:rPr>
                <w:rFonts w:ascii="Arial" w:hAnsi="Arial"/>
                <w:sz w:val="18"/>
              </w:rPr>
              <w:t>DRX cycle&gt;320ms</w:t>
            </w:r>
          </w:p>
        </w:tc>
        <w:tc>
          <w:tcPr>
            <w:tcW w:w="4621" w:type="dxa"/>
            <w:tcBorders>
              <w:top w:val="single" w:sz="4" w:space="0" w:color="auto"/>
              <w:left w:val="single" w:sz="4" w:space="0" w:color="auto"/>
              <w:bottom w:val="single" w:sz="4" w:space="0" w:color="auto"/>
              <w:right w:val="single" w:sz="4" w:space="0" w:color="auto"/>
            </w:tcBorders>
            <w:hideMark/>
          </w:tcPr>
          <w:p w14:paraId="7C4857BB" w14:textId="77777777" w:rsidR="00DB7325" w:rsidRPr="008C6DE4" w:rsidRDefault="00DB7325" w:rsidP="00867D3A">
            <w:pPr>
              <w:keepNext/>
              <w:keepLines/>
              <w:spacing w:after="0"/>
              <w:jc w:val="center"/>
              <w:rPr>
                <w:b/>
              </w:rPr>
            </w:pPr>
            <w:r w:rsidRPr="008C6DE4">
              <w:rPr>
                <w:rFonts w:ascii="Arial" w:hAnsi="Arial"/>
                <w:sz w:val="18"/>
              </w:rPr>
              <w:t>5 x max(MGRP, DRX cycle) x CSSF</w:t>
            </w:r>
            <w:r w:rsidRPr="008C6DE4">
              <w:rPr>
                <w:rFonts w:ascii="Arial" w:hAnsi="Arial"/>
                <w:sz w:val="18"/>
                <w:vertAlign w:val="subscript"/>
              </w:rPr>
              <w:t>intra</w:t>
            </w:r>
          </w:p>
        </w:tc>
      </w:tr>
    </w:tbl>
    <w:p w14:paraId="749CDC34" w14:textId="77777777" w:rsidR="00DB7325" w:rsidRPr="008C6DE4" w:rsidRDefault="00DB7325" w:rsidP="00DB7325"/>
    <w:p w14:paraId="7E724F6D" w14:textId="3C89254C" w:rsidR="00C62EFA" w:rsidRPr="008C6DE4" w:rsidRDefault="00C62EFA" w:rsidP="00C62EFA">
      <w:pPr>
        <w:pStyle w:val="TH"/>
      </w:pPr>
      <w:r w:rsidRPr="008C6DE4">
        <w:t>Table 9.2.6.3-2: Measurement period for intra</w:t>
      </w:r>
      <w:r>
        <w:t>-</w:t>
      </w:r>
      <w:r w:rsidRPr="008C6DE4">
        <w:t>frequency measurements with gaps(FR2)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1"/>
      </w:tblGrid>
      <w:tr w:rsidR="00DD3199" w:rsidRPr="008C6DE4" w14:paraId="090C9C8A"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05FC4C02"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DRX cycle</w:t>
            </w:r>
          </w:p>
        </w:tc>
        <w:tc>
          <w:tcPr>
            <w:tcW w:w="4621" w:type="dxa"/>
            <w:tcBorders>
              <w:top w:val="single" w:sz="4" w:space="0" w:color="auto"/>
              <w:left w:val="single" w:sz="4" w:space="0" w:color="auto"/>
              <w:bottom w:val="single" w:sz="4" w:space="0" w:color="auto"/>
              <w:right w:val="single" w:sz="4" w:space="0" w:color="auto"/>
            </w:tcBorders>
            <w:hideMark/>
          </w:tcPr>
          <w:p w14:paraId="3AFCA32C" w14:textId="77777777" w:rsidR="00DB7325" w:rsidRPr="008C6DE4" w:rsidRDefault="00DB7325"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 xml:space="preserve"> SSB_measurement_period_intra</w:t>
            </w:r>
            <w:r w:rsidRPr="008C6DE4">
              <w:rPr>
                <w:rFonts w:ascii="Arial" w:hAnsi="Arial"/>
                <w:b/>
                <w:sz w:val="18"/>
              </w:rPr>
              <w:t xml:space="preserve">  </w:t>
            </w:r>
          </w:p>
        </w:tc>
      </w:tr>
      <w:tr w:rsidR="00DD3199" w:rsidRPr="008C6DE4" w14:paraId="5456FE77"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43DE0D89" w14:textId="77777777" w:rsidR="00DB7325" w:rsidRPr="008C6DE4" w:rsidRDefault="00DB7325" w:rsidP="00867D3A">
            <w:pPr>
              <w:keepNext/>
              <w:keepLines/>
              <w:spacing w:after="0"/>
              <w:jc w:val="center"/>
            </w:pPr>
            <w:r w:rsidRPr="008C6DE4">
              <w:rPr>
                <w:rFonts w:ascii="Arial" w:hAnsi="Arial"/>
                <w:sz w:val="18"/>
              </w:rPr>
              <w:t>No DRX</w:t>
            </w:r>
          </w:p>
        </w:tc>
        <w:tc>
          <w:tcPr>
            <w:tcW w:w="4621" w:type="dxa"/>
            <w:tcBorders>
              <w:top w:val="single" w:sz="4" w:space="0" w:color="auto"/>
              <w:left w:val="single" w:sz="4" w:space="0" w:color="auto"/>
              <w:bottom w:val="single" w:sz="4" w:space="0" w:color="auto"/>
              <w:right w:val="single" w:sz="4" w:space="0" w:color="auto"/>
            </w:tcBorders>
            <w:hideMark/>
          </w:tcPr>
          <w:p w14:paraId="38BA0B79" w14:textId="77777777" w:rsidR="00DB7325" w:rsidRPr="008C6DE4" w:rsidRDefault="00DB7325" w:rsidP="00867D3A">
            <w:pPr>
              <w:keepNext/>
              <w:keepLines/>
              <w:spacing w:after="0"/>
              <w:jc w:val="center"/>
            </w:pPr>
            <w:r w:rsidRPr="008C6DE4">
              <w:rPr>
                <w:rFonts w:ascii="Arial" w:hAnsi="Arial"/>
                <w:sz w:val="18"/>
              </w:rPr>
              <w:t>max(400ms, M</w:t>
            </w:r>
            <w:r w:rsidRPr="008C6DE4">
              <w:rPr>
                <w:rFonts w:ascii="Arial" w:hAnsi="Arial"/>
                <w:sz w:val="18"/>
                <w:vertAlign w:val="subscript"/>
              </w:rPr>
              <w:t>meas_period with_gaps</w:t>
            </w:r>
            <w:r w:rsidRPr="008C6DE4">
              <w:rPr>
                <w:rFonts w:ascii="Arial" w:hAnsi="Arial"/>
                <w:sz w:val="18"/>
              </w:rPr>
              <w:t xml:space="preserve">  x max(MGRP, SMTC period)) x CSSF</w:t>
            </w:r>
            <w:r w:rsidRPr="008C6DE4">
              <w:rPr>
                <w:rFonts w:ascii="Arial" w:hAnsi="Arial"/>
                <w:sz w:val="18"/>
                <w:vertAlign w:val="subscript"/>
              </w:rPr>
              <w:t>intra</w:t>
            </w:r>
          </w:p>
        </w:tc>
      </w:tr>
      <w:tr w:rsidR="00DD3199" w:rsidRPr="008C6DE4" w14:paraId="578EDB85"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286D0F72" w14:textId="77777777" w:rsidR="00DB7325" w:rsidRPr="008C6DE4" w:rsidRDefault="00DB7325" w:rsidP="00867D3A">
            <w:pPr>
              <w:keepNext/>
              <w:keepLines/>
              <w:spacing w:after="0"/>
              <w:jc w:val="center"/>
            </w:pPr>
            <w:r w:rsidRPr="008C6DE4">
              <w:rPr>
                <w:rFonts w:ascii="Arial" w:hAnsi="Arial"/>
                <w:sz w:val="18"/>
              </w:rPr>
              <w:t>DRX cycle</w:t>
            </w:r>
            <w:r w:rsidRPr="008C6DE4">
              <w:rPr>
                <w:rFonts w:ascii="Arial" w:hAnsi="Arial" w:hint="eastAsia"/>
                <w:sz w:val="18"/>
                <w:lang w:val="en-US"/>
              </w:rPr>
              <w:t>≤</w:t>
            </w:r>
            <w:r w:rsidRPr="008C6DE4">
              <w:rPr>
                <w:rFonts w:ascii="Arial" w:hAnsi="Arial"/>
                <w:sz w:val="18"/>
              </w:rPr>
              <w:t xml:space="preserve"> 320ms</w:t>
            </w:r>
          </w:p>
        </w:tc>
        <w:tc>
          <w:tcPr>
            <w:tcW w:w="4621" w:type="dxa"/>
            <w:tcBorders>
              <w:top w:val="single" w:sz="4" w:space="0" w:color="auto"/>
              <w:left w:val="single" w:sz="4" w:space="0" w:color="auto"/>
              <w:bottom w:val="single" w:sz="4" w:space="0" w:color="auto"/>
              <w:right w:val="single" w:sz="4" w:space="0" w:color="auto"/>
            </w:tcBorders>
            <w:hideMark/>
          </w:tcPr>
          <w:p w14:paraId="7AF657AF" w14:textId="77777777" w:rsidR="00DB7325" w:rsidRPr="008C6DE4" w:rsidRDefault="00DB7325" w:rsidP="00867D3A">
            <w:pPr>
              <w:keepNext/>
              <w:keepLines/>
              <w:spacing w:after="0"/>
              <w:jc w:val="center"/>
              <w:rPr>
                <w:b/>
              </w:rPr>
            </w:pPr>
            <w:r w:rsidRPr="008C6DE4">
              <w:rPr>
                <w:rFonts w:ascii="Arial" w:hAnsi="Arial"/>
                <w:sz w:val="18"/>
              </w:rPr>
              <w:t>max(400ms, ceil(1.5 x M</w:t>
            </w:r>
            <w:r w:rsidRPr="008C6DE4">
              <w:rPr>
                <w:rFonts w:ascii="Arial" w:hAnsi="Arial"/>
                <w:sz w:val="18"/>
                <w:vertAlign w:val="subscript"/>
              </w:rPr>
              <w:t>meas_period with_gaps</w:t>
            </w:r>
            <w:r w:rsidRPr="008C6DE4">
              <w:rPr>
                <w:rFonts w:ascii="Arial" w:hAnsi="Arial"/>
                <w:sz w:val="18"/>
              </w:rPr>
              <w:t>) x max(MGRP, SMTC period, DRX cycle))</w:t>
            </w:r>
            <w:r w:rsidRPr="008C6DE4">
              <w:rPr>
                <w:rFonts w:ascii="Arial" w:hAnsi="Arial"/>
                <w:sz w:val="18"/>
                <w:vertAlign w:val="superscript"/>
              </w:rPr>
              <w:t xml:space="preserve"> Note 1</w:t>
            </w:r>
            <w:r w:rsidRPr="008C6DE4">
              <w:rPr>
                <w:rFonts w:ascii="Arial" w:hAnsi="Arial"/>
                <w:sz w:val="18"/>
              </w:rPr>
              <w:t xml:space="preserve"> x CSSF</w:t>
            </w:r>
            <w:r w:rsidRPr="008C6DE4">
              <w:rPr>
                <w:rFonts w:ascii="Arial" w:hAnsi="Arial"/>
                <w:sz w:val="18"/>
                <w:vertAlign w:val="subscript"/>
              </w:rPr>
              <w:t>intra</w:t>
            </w:r>
          </w:p>
        </w:tc>
      </w:tr>
      <w:tr w:rsidR="00DD3199" w:rsidRPr="008C6DE4" w14:paraId="6D5277A0" w14:textId="77777777" w:rsidTr="00867D3A">
        <w:tc>
          <w:tcPr>
            <w:tcW w:w="4620" w:type="dxa"/>
            <w:tcBorders>
              <w:top w:val="single" w:sz="4" w:space="0" w:color="auto"/>
              <w:left w:val="single" w:sz="4" w:space="0" w:color="auto"/>
              <w:bottom w:val="single" w:sz="4" w:space="0" w:color="auto"/>
              <w:right w:val="single" w:sz="4" w:space="0" w:color="auto"/>
            </w:tcBorders>
            <w:hideMark/>
          </w:tcPr>
          <w:p w14:paraId="1E885C67" w14:textId="77777777" w:rsidR="00DB7325" w:rsidRPr="008C6DE4" w:rsidRDefault="00DB7325" w:rsidP="00867D3A">
            <w:pPr>
              <w:keepNext/>
              <w:keepLines/>
              <w:spacing w:after="0"/>
              <w:jc w:val="center"/>
              <w:rPr>
                <w:b/>
              </w:rPr>
            </w:pPr>
            <w:r w:rsidRPr="008C6DE4">
              <w:rPr>
                <w:rFonts w:ascii="Arial" w:hAnsi="Arial"/>
                <w:sz w:val="18"/>
              </w:rPr>
              <w:t>DRX cycle&gt;320ms</w:t>
            </w:r>
          </w:p>
        </w:tc>
        <w:tc>
          <w:tcPr>
            <w:tcW w:w="4621" w:type="dxa"/>
            <w:tcBorders>
              <w:top w:val="single" w:sz="4" w:space="0" w:color="auto"/>
              <w:left w:val="single" w:sz="4" w:space="0" w:color="auto"/>
              <w:bottom w:val="single" w:sz="4" w:space="0" w:color="auto"/>
              <w:right w:val="single" w:sz="4" w:space="0" w:color="auto"/>
            </w:tcBorders>
            <w:hideMark/>
          </w:tcPr>
          <w:p w14:paraId="704DA226" w14:textId="77777777" w:rsidR="00DB7325" w:rsidRPr="008C6DE4" w:rsidRDefault="00DB7325" w:rsidP="00867D3A">
            <w:pPr>
              <w:keepNext/>
              <w:keepLines/>
              <w:spacing w:after="0"/>
              <w:jc w:val="center"/>
              <w:rPr>
                <w:b/>
              </w:rPr>
            </w:pPr>
            <w:r w:rsidRPr="008C6DE4">
              <w:rPr>
                <w:rFonts w:ascii="Arial" w:hAnsi="Arial"/>
                <w:sz w:val="18"/>
              </w:rPr>
              <w:t>M</w:t>
            </w:r>
            <w:r w:rsidRPr="008C6DE4">
              <w:rPr>
                <w:rFonts w:ascii="Arial" w:hAnsi="Arial"/>
                <w:sz w:val="18"/>
                <w:vertAlign w:val="subscript"/>
              </w:rPr>
              <w:t>meas_period with_gaps</w:t>
            </w:r>
            <w:r w:rsidRPr="008C6DE4">
              <w:rPr>
                <w:rFonts w:ascii="Arial" w:hAnsi="Arial"/>
                <w:sz w:val="18"/>
              </w:rPr>
              <w:t xml:space="preserve">  x max(MGRP, DRX cycle) x CSSF</w:t>
            </w:r>
            <w:r w:rsidRPr="008C6DE4">
              <w:rPr>
                <w:rFonts w:ascii="Arial" w:hAnsi="Arial"/>
                <w:sz w:val="18"/>
                <w:vertAlign w:val="subscript"/>
              </w:rPr>
              <w:t>intra</w:t>
            </w:r>
          </w:p>
        </w:tc>
      </w:tr>
    </w:tbl>
    <w:p w14:paraId="19A715C6" w14:textId="2FF07297" w:rsidR="00565C8A" w:rsidRPr="008C6DE4" w:rsidRDefault="0048284E" w:rsidP="0048284E">
      <w:pPr>
        <w:pStyle w:val="Heading2"/>
      </w:pPr>
      <w:r w:rsidRPr="008C6DE4">
        <w:t>9.3</w:t>
      </w:r>
      <w:r w:rsidR="00565C8A" w:rsidRPr="008C6DE4">
        <w:tab/>
        <w:t>NR inter-frequency measurements</w:t>
      </w:r>
    </w:p>
    <w:p w14:paraId="39FB1469" w14:textId="41C60ECC" w:rsidR="00565C8A" w:rsidRPr="008C6DE4" w:rsidRDefault="0048284E" w:rsidP="0048284E">
      <w:pPr>
        <w:pStyle w:val="Heading3"/>
      </w:pPr>
      <w:r w:rsidRPr="008C6DE4">
        <w:rPr>
          <w:rFonts w:eastAsia="Malgun Gothic"/>
        </w:rPr>
        <w:t>9.3.1</w:t>
      </w:r>
      <w:r w:rsidR="00565C8A" w:rsidRPr="008C6DE4">
        <w:rPr>
          <w:rFonts w:eastAsia="Malgun Gothic"/>
        </w:rPr>
        <w:tab/>
        <w:t>Introduction</w:t>
      </w:r>
    </w:p>
    <w:p w14:paraId="44C90FD2" w14:textId="77777777" w:rsidR="0075735D" w:rsidRPr="008C6DE4" w:rsidRDefault="0075735D" w:rsidP="0075735D">
      <w:pPr>
        <w:rPr>
          <w:rFonts w:eastAsia="Malgun Gothic"/>
        </w:rPr>
      </w:pPr>
      <w:r w:rsidRPr="008C6DE4">
        <w:rPr>
          <w:rFonts w:eastAsia="Malgun Gothic"/>
        </w:rPr>
        <w:t>A measurement is defined as an SSB based inter-frequency measurement provided it is not defined as an intra-frequency measurement according to clause 9.2.</w:t>
      </w:r>
    </w:p>
    <w:p w14:paraId="043D1757" w14:textId="446A57F7" w:rsidR="00565C8A" w:rsidRPr="008C6DE4" w:rsidRDefault="00565C8A" w:rsidP="00565C8A">
      <w:pPr>
        <w:rPr>
          <w:rFonts w:eastAsia="Malgun Gothic"/>
        </w:rPr>
      </w:pPr>
      <w:r w:rsidRPr="008C6DE4">
        <w:rPr>
          <w:rFonts w:eastAsia="Malgun Gothic"/>
        </w:rPr>
        <w:t>The UE shall be able to identify new inter-frequency cells and perform SS-RSRP, SS-RSRQ, and SS-SINR measurements of identified inter-frequency cells if carrier frequency information is provided by PCell or PSCell, even if no explicit neighbour list with physical layer cell identities is provided.</w:t>
      </w:r>
    </w:p>
    <w:p w14:paraId="36B523C5" w14:textId="77777777" w:rsidR="00565C8A" w:rsidRPr="008C6DE4" w:rsidRDefault="00565C8A" w:rsidP="00565C8A">
      <w:pPr>
        <w:rPr>
          <w:rFonts w:eastAsia="Malgun Gothic"/>
        </w:rPr>
      </w:pPr>
      <w:r w:rsidRPr="008C6DE4">
        <w:rPr>
          <w:rFonts w:eastAsia="Malgun Gothic"/>
        </w:rPr>
        <w:t>SSB based measurements are configured along with a measurement timing configuration (SMTC) per carrier, which provides periodicity, duration and offset information on a window of up to 5ms where the measurements on the configured inter-frequency carrier are to be performed. For inter-frequency connected mode measurements, one measurement window periodicity may be configured per inter-frequency measurement object.</w:t>
      </w:r>
    </w:p>
    <w:p w14:paraId="5E2A1B20" w14:textId="06CBDA96" w:rsidR="00565C8A" w:rsidRPr="008C6DE4" w:rsidRDefault="00C10A68" w:rsidP="00565C8A">
      <w:r w:rsidRPr="004C0A94">
        <w:rPr>
          <w:rFonts w:eastAsia="Malgun Gothic"/>
        </w:rPr>
        <w:t>When measurement gaps are needed, the UE is not expected to detect SSB</w:t>
      </w:r>
      <w:r w:rsidRPr="004C0A94">
        <w:t xml:space="preserve"> </w:t>
      </w:r>
      <w:r>
        <w:t>and measure RSSI of RSRQ</w:t>
      </w:r>
      <w:r w:rsidRPr="004C0A94">
        <w:rPr>
          <w:rFonts w:eastAsia="Malgun Gothic"/>
        </w:rPr>
        <w:t xml:space="preserve"> on an inter-frequency measurement object which starts earlier than the gap starting time + switching time, nor detect SSB </w:t>
      </w:r>
      <w:r>
        <w:t>and measure RSSI of RSRQ</w:t>
      </w:r>
      <w:r w:rsidRPr="006563EA">
        <w:t xml:space="preserve"> </w:t>
      </w:r>
      <w:r w:rsidRPr="004C0A94">
        <w:rPr>
          <w:rFonts w:eastAsia="Malgun Gothic"/>
        </w:rPr>
        <w:t xml:space="preserve">which ends later than the gap end – switching time. </w:t>
      </w:r>
      <w:r w:rsidR="00565C8A" w:rsidRPr="008C6DE4">
        <w:rPr>
          <w:rFonts w:eastAsia="Malgun Gothic"/>
        </w:rPr>
        <w:t>When the inter-frequency cells are in FR2 and the per-FR gap is configured to the UE in EN-DC</w:t>
      </w:r>
      <w:r w:rsidR="00565C8A" w:rsidRPr="008C6DE4">
        <w:rPr>
          <w:rFonts w:eastAsia="Malgun Gothic"/>
          <w:lang w:eastAsia="zh-CN"/>
        </w:rPr>
        <w:t xml:space="preserve">, SA NR, </w:t>
      </w:r>
      <w:r w:rsidR="00565C8A" w:rsidRPr="008C6DE4">
        <w:rPr>
          <w:rFonts w:eastAsia="Malgun Gothic"/>
        </w:rPr>
        <w:t>NE-DC and NR-DC, or the serving cells are in FR2, the inter-frequency cells are in FR2 and the per-UE gap is configured to the UE in SA NR and NR-DC, the switching time is 0.25ms. Otherwise the switching time is 0.5ms.</w:t>
      </w:r>
    </w:p>
    <w:p w14:paraId="105F7D4F" w14:textId="417DC6F9" w:rsidR="00565C8A" w:rsidRPr="008C6DE4" w:rsidRDefault="0048284E" w:rsidP="0048284E">
      <w:pPr>
        <w:pStyle w:val="Heading3"/>
      </w:pPr>
      <w:bookmarkStart w:id="180" w:name="_Toc5952703"/>
      <w:r w:rsidRPr="008C6DE4">
        <w:t>9.3.2</w:t>
      </w:r>
      <w:r w:rsidR="00565C8A" w:rsidRPr="008C6DE4">
        <w:tab/>
        <w:t>Requirements applicability</w:t>
      </w:r>
      <w:bookmarkEnd w:id="180"/>
    </w:p>
    <w:p w14:paraId="3A56FBA4" w14:textId="77777777" w:rsidR="00565C8A" w:rsidRPr="008C6DE4" w:rsidRDefault="00565C8A" w:rsidP="00565C8A">
      <w:r w:rsidRPr="008C6DE4">
        <w:t>The requirements in clause 9.3 apply, provided:</w:t>
      </w:r>
    </w:p>
    <w:p w14:paraId="3600A868" w14:textId="77777777" w:rsidR="00565C8A" w:rsidRPr="008C6DE4" w:rsidRDefault="00565C8A" w:rsidP="00565C8A">
      <w:pPr>
        <w:ind w:left="568" w:hanging="284"/>
      </w:pPr>
      <w:r w:rsidRPr="008C6DE4">
        <w:t>-</w:t>
      </w:r>
      <w:r w:rsidRPr="008C6DE4">
        <w:tab/>
        <w:t>The cell being identified or measured is detectable.</w:t>
      </w:r>
    </w:p>
    <w:p w14:paraId="524971DA" w14:textId="77777777" w:rsidR="00565C8A" w:rsidRPr="008C6DE4" w:rsidRDefault="00565C8A" w:rsidP="00565C8A">
      <w:pPr>
        <w:rPr>
          <w:rFonts w:cs="v4.2.0"/>
        </w:rPr>
      </w:pPr>
      <w:r w:rsidRPr="008C6DE4">
        <w:t>An inter-frequency cell shall be considered detectable</w:t>
      </w:r>
      <w:r w:rsidRPr="008C6DE4">
        <w:rPr>
          <w:rFonts w:cs="v4.2.0"/>
        </w:rPr>
        <w:t xml:space="preserve"> when</w:t>
      </w:r>
      <w:r w:rsidRPr="008C6DE4">
        <w:rPr>
          <w:rFonts w:cs="v4.2.0"/>
          <w:lang w:eastAsia="ko-KR"/>
        </w:rPr>
        <w:t xml:space="preserve"> for each relevant SSB</w:t>
      </w:r>
      <w:r w:rsidRPr="008C6DE4">
        <w:rPr>
          <w:rFonts w:cs="v4.2.0"/>
        </w:rPr>
        <w:t>:</w:t>
      </w:r>
    </w:p>
    <w:p w14:paraId="66A18A64" w14:textId="77777777" w:rsidR="00565C8A" w:rsidRPr="008C6DE4" w:rsidRDefault="00565C8A" w:rsidP="00565C8A">
      <w:pPr>
        <w:ind w:left="568" w:hanging="284"/>
      </w:pPr>
      <w:r w:rsidRPr="008C6DE4">
        <w:t>-</w:t>
      </w:r>
      <w:r w:rsidRPr="008C6DE4">
        <w:tab/>
        <w:t>SS-RSRP related side conditions given in clauses 10.1.4 and 10.1.5 for FR1 and FR2, respectively, for a corresponding Band,</w:t>
      </w:r>
    </w:p>
    <w:p w14:paraId="5E470222" w14:textId="77777777" w:rsidR="00565C8A" w:rsidRPr="008C6DE4" w:rsidRDefault="00565C8A" w:rsidP="00565C8A">
      <w:pPr>
        <w:ind w:left="568" w:hanging="284"/>
      </w:pPr>
      <w:r w:rsidRPr="008C6DE4">
        <w:t>-</w:t>
      </w:r>
      <w:r w:rsidRPr="008C6DE4">
        <w:tab/>
        <w:t>SS-RSRQ related side conditions given in clauses 10.1.9 and 10.1.10 for FR1 and FR2, respectively, for a corresponding Band,</w:t>
      </w:r>
    </w:p>
    <w:p w14:paraId="6529AA17" w14:textId="77777777" w:rsidR="00565C8A" w:rsidRPr="008C6DE4" w:rsidRDefault="00565C8A" w:rsidP="00565C8A">
      <w:pPr>
        <w:ind w:left="568" w:hanging="284"/>
      </w:pPr>
      <w:r w:rsidRPr="008C6DE4">
        <w:t>-</w:t>
      </w:r>
      <w:r w:rsidRPr="008C6DE4">
        <w:tab/>
        <w:t>SS-SINR related side conditions given in clauses 10.1.14 and 10.1.15 for FR1 and FR2, respectively, for a corresponding Band,</w:t>
      </w:r>
    </w:p>
    <w:p w14:paraId="0A6F2919" w14:textId="77777777" w:rsidR="00565C8A" w:rsidRPr="008C6DE4" w:rsidRDefault="00565C8A" w:rsidP="00565C8A">
      <w:pPr>
        <w:ind w:left="568" w:hanging="284"/>
        <w:rPr>
          <w:rFonts w:cs="v4.2.0"/>
        </w:rPr>
      </w:pPr>
      <w:r w:rsidRPr="008C6DE4">
        <w:t>-</w:t>
      </w:r>
      <w:r w:rsidRPr="008C6DE4">
        <w:tab/>
        <w:t xml:space="preserve">SSB_RP and SSB </w:t>
      </w:r>
      <w:r w:rsidRPr="008C6DE4">
        <w:rPr>
          <w:lang w:val="en-US"/>
        </w:rPr>
        <w:t>Ês/Iot</w:t>
      </w:r>
      <w:r w:rsidRPr="008C6DE4">
        <w:t xml:space="preserve"> according to Annex B.2.3 for a corresponding Band.</w:t>
      </w:r>
    </w:p>
    <w:p w14:paraId="65885768" w14:textId="5B793080" w:rsidR="00565C8A" w:rsidRPr="008C6DE4" w:rsidRDefault="0048284E" w:rsidP="0048284E">
      <w:pPr>
        <w:pStyle w:val="Heading4"/>
      </w:pPr>
      <w:bookmarkStart w:id="181" w:name="_Toc5952704"/>
      <w:r w:rsidRPr="008C6DE4">
        <w:t>9.3.2.1</w:t>
      </w:r>
      <w:r w:rsidR="00565C8A" w:rsidRPr="008C6DE4">
        <w:tab/>
        <w:t>Void</w:t>
      </w:r>
      <w:bookmarkEnd w:id="181"/>
    </w:p>
    <w:p w14:paraId="3A8E1AE1" w14:textId="0E8F9BB5" w:rsidR="00565C8A" w:rsidRPr="008C6DE4" w:rsidRDefault="0048284E" w:rsidP="0048284E">
      <w:pPr>
        <w:pStyle w:val="Heading4"/>
      </w:pPr>
      <w:bookmarkStart w:id="182" w:name="_Toc5952705"/>
      <w:r w:rsidRPr="008C6DE4">
        <w:t>9.3.2.2</w:t>
      </w:r>
      <w:r w:rsidR="00565C8A" w:rsidRPr="008C6DE4">
        <w:tab/>
        <w:t>Void</w:t>
      </w:r>
      <w:bookmarkEnd w:id="182"/>
    </w:p>
    <w:p w14:paraId="78AA0B5E" w14:textId="6536DB24" w:rsidR="00565C8A" w:rsidRPr="008C6DE4" w:rsidRDefault="0048284E" w:rsidP="0048284E">
      <w:pPr>
        <w:pStyle w:val="Heading3"/>
      </w:pPr>
      <w:bookmarkStart w:id="183" w:name="_Toc5952706"/>
      <w:r w:rsidRPr="008C6DE4">
        <w:t>9.3.3</w:t>
      </w:r>
      <w:r w:rsidR="00565C8A" w:rsidRPr="008C6DE4">
        <w:tab/>
        <w:t>Number of cells and number of SSB</w:t>
      </w:r>
      <w:bookmarkEnd w:id="183"/>
    </w:p>
    <w:p w14:paraId="2E8308FD" w14:textId="36B6FEC4" w:rsidR="00565C8A" w:rsidRPr="008C6DE4" w:rsidRDefault="0048284E" w:rsidP="0048284E">
      <w:pPr>
        <w:pStyle w:val="Heading4"/>
      </w:pPr>
      <w:r w:rsidRPr="008C6DE4">
        <w:t>9.3.3.1</w:t>
      </w:r>
      <w:r w:rsidR="00565C8A" w:rsidRPr="008C6DE4">
        <w:tab/>
        <w:t>Requirements for FR1</w:t>
      </w:r>
    </w:p>
    <w:p w14:paraId="73FCA4DA" w14:textId="77777777" w:rsidR="00565C8A" w:rsidRPr="008C6DE4" w:rsidRDefault="00565C8A" w:rsidP="00565C8A">
      <w:r w:rsidRPr="008C6DE4">
        <w:t xml:space="preserve">For each inter-frequency layer, during each layer 1 measurement period, the UE shall be capable of performing </w:t>
      </w:r>
      <w:r w:rsidRPr="008C6DE4">
        <w:rPr>
          <w:rFonts w:cs="v4.2.0"/>
        </w:rPr>
        <w:t>SS-RSRP, SS-RSRQ, and SS-SINR measurements for</w:t>
      </w:r>
      <w:r w:rsidRPr="008C6DE4">
        <w:t xml:space="preserve"> at least: </w:t>
      </w:r>
    </w:p>
    <w:p w14:paraId="3E4D4252" w14:textId="77777777" w:rsidR="00565C8A" w:rsidRPr="008C6DE4" w:rsidRDefault="00565C8A" w:rsidP="00565C8A">
      <w:pPr>
        <w:ind w:left="568" w:hanging="284"/>
      </w:pPr>
      <w:r w:rsidRPr="008C6DE4">
        <w:t>-</w:t>
      </w:r>
      <w:r w:rsidRPr="008C6DE4">
        <w:tab/>
        <w:t>4 identified cells, and</w:t>
      </w:r>
    </w:p>
    <w:p w14:paraId="34F618D5" w14:textId="77777777" w:rsidR="00565C8A" w:rsidRPr="008C6DE4" w:rsidRDefault="00565C8A" w:rsidP="00565C8A">
      <w:pPr>
        <w:ind w:left="568" w:hanging="284"/>
      </w:pPr>
      <w:r w:rsidRPr="008C6DE4">
        <w:t>-</w:t>
      </w:r>
      <w:r w:rsidRPr="008C6DE4">
        <w:tab/>
        <w:t>7 SSBs with different SSB index and/or PCI on the inter-frequency layer.</w:t>
      </w:r>
    </w:p>
    <w:p w14:paraId="6023836F" w14:textId="70BE84F1" w:rsidR="00565C8A" w:rsidRPr="008C6DE4" w:rsidRDefault="0048284E" w:rsidP="0048284E">
      <w:pPr>
        <w:pStyle w:val="Heading4"/>
      </w:pPr>
      <w:r w:rsidRPr="008C6DE4">
        <w:t>9.3.3.2</w:t>
      </w:r>
      <w:r w:rsidR="00565C8A" w:rsidRPr="008C6DE4">
        <w:tab/>
        <w:t>Requirements for FR2</w:t>
      </w:r>
    </w:p>
    <w:p w14:paraId="4D763448" w14:textId="77777777" w:rsidR="00565C8A" w:rsidRPr="008C6DE4" w:rsidRDefault="00565C8A" w:rsidP="00565C8A">
      <w:r w:rsidRPr="008C6DE4">
        <w:t xml:space="preserve">For each inter-frequency layer, during each layer 1 measurement period, the UE shall be capable of performing </w:t>
      </w:r>
      <w:r w:rsidRPr="008C6DE4">
        <w:rPr>
          <w:rFonts w:cs="v4.2.0"/>
        </w:rPr>
        <w:t>SS-RSRP, SS-RSRQ, and SS-SINR measurements for</w:t>
      </w:r>
      <w:r w:rsidRPr="008C6DE4">
        <w:t xml:space="preserve"> at least:</w:t>
      </w:r>
    </w:p>
    <w:p w14:paraId="4AC08AC4" w14:textId="77777777" w:rsidR="00565C8A" w:rsidRPr="008C6DE4" w:rsidRDefault="00565C8A" w:rsidP="00565C8A">
      <w:pPr>
        <w:ind w:left="568" w:hanging="284"/>
      </w:pPr>
      <w:r w:rsidRPr="008C6DE4">
        <w:t>-</w:t>
      </w:r>
      <w:r w:rsidRPr="008C6DE4">
        <w:tab/>
        <w:t>4 identified cells, and</w:t>
      </w:r>
    </w:p>
    <w:p w14:paraId="57986E86" w14:textId="77777777" w:rsidR="00565C8A" w:rsidRPr="008C6DE4" w:rsidRDefault="00565C8A" w:rsidP="00565C8A">
      <w:pPr>
        <w:ind w:left="568" w:hanging="284"/>
      </w:pPr>
      <w:r w:rsidRPr="008C6DE4">
        <w:t>-</w:t>
      </w:r>
      <w:r w:rsidRPr="008C6DE4">
        <w:tab/>
        <w:t xml:space="preserve">10 SSBs with different SSB index and/or PCI on the inter-frequency layer, and </w:t>
      </w:r>
    </w:p>
    <w:p w14:paraId="0DD4E50C" w14:textId="18B384B8" w:rsidR="00565C8A" w:rsidRPr="008C6DE4" w:rsidRDefault="00565C8A" w:rsidP="00565C8A">
      <w:pPr>
        <w:ind w:left="568" w:hanging="284"/>
      </w:pPr>
      <w:r w:rsidRPr="008C6DE4">
        <w:t>-</w:t>
      </w:r>
      <w:r w:rsidRPr="008C6DE4">
        <w:tab/>
      </w:r>
      <w:r w:rsidR="00C94054" w:rsidRPr="008C6DE4">
        <w:t>1 SSB per identified cell.</w:t>
      </w:r>
    </w:p>
    <w:p w14:paraId="3B63B315" w14:textId="7468BBB5" w:rsidR="00565C8A" w:rsidRPr="008C6DE4" w:rsidRDefault="0048284E" w:rsidP="0048284E">
      <w:pPr>
        <w:pStyle w:val="Heading3"/>
      </w:pPr>
      <w:bookmarkStart w:id="184" w:name="_Toc5952707"/>
      <w:bookmarkStart w:id="185" w:name="_Hlk2700093"/>
      <w:bookmarkStart w:id="186" w:name="_Toc5952714"/>
      <w:r w:rsidRPr="008C6DE4">
        <w:t>9.3.4</w:t>
      </w:r>
      <w:r w:rsidR="00565C8A" w:rsidRPr="008C6DE4">
        <w:tab/>
      </w:r>
      <w:bookmarkEnd w:id="184"/>
      <w:r w:rsidR="00C62EFA" w:rsidRPr="008C6DE4">
        <w:t>Inter</w:t>
      </w:r>
      <w:r w:rsidR="00C62EFA">
        <w:t>-</w:t>
      </w:r>
      <w:r w:rsidR="00C62EFA" w:rsidRPr="008C6DE4">
        <w:t>frequency cell identification</w:t>
      </w:r>
    </w:p>
    <w:p w14:paraId="7ADA0F88" w14:textId="77777777" w:rsidR="00565C8A" w:rsidRPr="008C6DE4" w:rsidRDefault="00565C8A" w:rsidP="00565C8A">
      <w:pPr>
        <w:tabs>
          <w:tab w:val="left" w:pos="567"/>
        </w:tabs>
        <w:rPr>
          <w:vertAlign w:val="subscript"/>
          <w:lang w:eastAsia="zh-CN"/>
        </w:rPr>
      </w:pPr>
      <w:r w:rsidRPr="008C6DE4">
        <w:rPr>
          <w:rFonts w:cs="v4.2.0"/>
        </w:rPr>
        <w:t>When measurement gaps are provided, or the UE supports capability of conducting such measurements without gaps, the UE shall be able to identify a new detectable inter frequency cell within T</w:t>
      </w:r>
      <w:r w:rsidRPr="008C6DE4">
        <w:rPr>
          <w:rFonts w:cs="v4.2.0"/>
          <w:vertAlign w:val="subscript"/>
        </w:rPr>
        <w:t>identify_inter_without_</w:t>
      </w:r>
      <w:r w:rsidRPr="008C6DE4">
        <w:rPr>
          <w:rFonts w:eastAsia="Malgun Gothic" w:cs="v4.2.0"/>
          <w:vertAlign w:val="subscript"/>
          <w:lang w:eastAsia="ko-KR"/>
        </w:rPr>
        <w:t>index</w:t>
      </w:r>
      <w:r w:rsidRPr="008C6DE4">
        <w:rPr>
          <w:rFonts w:cs="v4.2.0"/>
        </w:rPr>
        <w:t xml:space="preserve"> </w:t>
      </w:r>
      <w:r w:rsidRPr="008C6DE4">
        <w:t>if UE is not indicated to report SSB based RRM measurement result with the associated SSB index (</w:t>
      </w:r>
      <w:r w:rsidRPr="008C6DE4">
        <w:rPr>
          <w:i/>
        </w:rPr>
        <w:t xml:space="preserve">reportQuantityRsIndexes </w:t>
      </w:r>
      <w:r w:rsidRPr="008C6DE4">
        <w:rPr>
          <w:lang w:eastAsia="ko-KR"/>
        </w:rPr>
        <w:t>or</w:t>
      </w:r>
      <w:r w:rsidRPr="008C6DE4">
        <w:rPr>
          <w:i/>
          <w:lang w:eastAsia="ko-KR"/>
        </w:rPr>
        <w:t xml:space="preserve"> maxNrofRSIndexesToReport </w:t>
      </w:r>
      <w:r w:rsidRPr="008C6DE4">
        <w:rPr>
          <w:lang w:eastAsia="ko-KR"/>
        </w:rPr>
        <w:t xml:space="preserve">is not </w:t>
      </w:r>
      <w:r w:rsidRPr="008C6DE4">
        <w:t>configured)</w:t>
      </w:r>
      <w:r w:rsidRPr="008C6DE4">
        <w:rPr>
          <w:rFonts w:cs="v4.2.0"/>
        </w:rPr>
        <w:t>. Otherwise UE shall be able to identify a new detectable inter frequency cell within T</w:t>
      </w:r>
      <w:r w:rsidRPr="008C6DE4">
        <w:rPr>
          <w:rFonts w:cs="v4.2.0"/>
          <w:vertAlign w:val="subscript"/>
        </w:rPr>
        <w:t>identify_inter_with_index</w:t>
      </w:r>
      <w:r w:rsidRPr="008C6DE4">
        <w:rPr>
          <w:lang w:eastAsia="zh-CN"/>
        </w:rPr>
        <w:t>. The UE shall be able to identify a new detectable inter frequency SS block of an already detected cell within</w:t>
      </w:r>
      <w:r w:rsidRPr="008C6DE4">
        <w:t xml:space="preserve"> T</w:t>
      </w:r>
      <w:r w:rsidRPr="008C6DE4">
        <w:rPr>
          <w:vertAlign w:val="subscript"/>
        </w:rPr>
        <w:t>identify_inter_without_index</w:t>
      </w:r>
      <w:r w:rsidRPr="008C6DE4">
        <w:rPr>
          <w:vertAlign w:val="subscript"/>
          <w:lang w:eastAsia="zh-CN"/>
        </w:rPr>
        <w:t>.</w:t>
      </w:r>
    </w:p>
    <w:p w14:paraId="1A92CB9F" w14:textId="77777777" w:rsidR="00565C8A" w:rsidRPr="008C6DE4" w:rsidRDefault="00565C8A" w:rsidP="00565C8A">
      <w:pPr>
        <w:jc w:val="center"/>
      </w:pPr>
      <w:r w:rsidRPr="008C6DE4">
        <w:t>T</w:t>
      </w:r>
      <w:r w:rsidRPr="008C6DE4">
        <w:rPr>
          <w:vertAlign w:val="subscript"/>
        </w:rPr>
        <w:t xml:space="preserve">identify_inter_without_index </w:t>
      </w:r>
      <w:r w:rsidRPr="008C6DE4">
        <w:t>= (T</w:t>
      </w:r>
      <w:r w:rsidRPr="008C6DE4">
        <w:rPr>
          <w:vertAlign w:val="subscript"/>
        </w:rPr>
        <w:t>PSS/SSS_sync_inter</w:t>
      </w:r>
      <w:r w:rsidRPr="008C6DE4">
        <w:t xml:space="preserve"> + T</w:t>
      </w:r>
      <w:r w:rsidRPr="008C6DE4">
        <w:rPr>
          <w:vertAlign w:val="subscript"/>
        </w:rPr>
        <w:t xml:space="preserve"> SSB_measurement_period_inter</w:t>
      </w:r>
      <w:r w:rsidRPr="008C6DE4">
        <w:t>) ms</w:t>
      </w:r>
    </w:p>
    <w:p w14:paraId="0C9A45F1" w14:textId="77777777" w:rsidR="00565C8A" w:rsidRPr="008C6DE4" w:rsidRDefault="00565C8A" w:rsidP="00565C8A">
      <w:pPr>
        <w:jc w:val="center"/>
      </w:pPr>
      <w:r w:rsidRPr="008C6DE4">
        <w:t>T</w:t>
      </w:r>
      <w:r w:rsidRPr="008C6DE4">
        <w:rPr>
          <w:vertAlign w:val="subscript"/>
        </w:rPr>
        <w:t xml:space="preserve">identify_inter_with_index </w:t>
      </w:r>
      <w:r w:rsidRPr="008C6DE4">
        <w:t>= (T</w:t>
      </w:r>
      <w:r w:rsidRPr="008C6DE4">
        <w:rPr>
          <w:vertAlign w:val="subscript"/>
        </w:rPr>
        <w:t>PSS/SSS_sync_inter</w:t>
      </w:r>
      <w:r w:rsidRPr="008C6DE4">
        <w:t xml:space="preserve"> + T</w:t>
      </w:r>
      <w:r w:rsidRPr="008C6DE4">
        <w:rPr>
          <w:vertAlign w:val="subscript"/>
        </w:rPr>
        <w:t xml:space="preserve"> SSB_measurement_period_inter </w:t>
      </w:r>
      <w:r w:rsidRPr="008C6DE4">
        <w:t>+ T</w:t>
      </w:r>
      <w:r w:rsidRPr="008C6DE4">
        <w:rPr>
          <w:vertAlign w:val="subscript"/>
        </w:rPr>
        <w:t>SSB_time_index_inter</w:t>
      </w:r>
      <w:r w:rsidRPr="008C6DE4">
        <w:t>) ms</w:t>
      </w:r>
    </w:p>
    <w:p w14:paraId="1579E45A" w14:textId="77777777" w:rsidR="00565C8A" w:rsidRPr="008C6DE4" w:rsidRDefault="00565C8A" w:rsidP="00565C8A">
      <w:r w:rsidRPr="008C6DE4">
        <w:t>Where:</w:t>
      </w:r>
    </w:p>
    <w:bookmarkEnd w:id="185"/>
    <w:p w14:paraId="2074B92F" w14:textId="77777777" w:rsidR="002D6CD8" w:rsidRPr="008C6DE4" w:rsidRDefault="002D6CD8" w:rsidP="002D6CD8">
      <w:pPr>
        <w:ind w:left="568" w:hanging="284"/>
      </w:pPr>
      <w:r w:rsidRPr="008C6DE4">
        <w:rPr>
          <w:lang w:val="en-US"/>
        </w:rPr>
        <w:tab/>
      </w:r>
      <w:r w:rsidRPr="008C6DE4">
        <w:t>T</w:t>
      </w:r>
      <w:r w:rsidRPr="008C6DE4">
        <w:rPr>
          <w:vertAlign w:val="subscript"/>
        </w:rPr>
        <w:t>PSS/SSS_sync_inter</w:t>
      </w:r>
      <w:r w:rsidRPr="008C6DE4">
        <w:t>: it is the time period used in PSS/SSS detection given in table 9.3.4-1 and table 9.3.4-2.</w:t>
      </w:r>
    </w:p>
    <w:p w14:paraId="38F10589" w14:textId="77777777" w:rsidR="002D6CD8" w:rsidRPr="008C6DE4" w:rsidRDefault="002D6CD8" w:rsidP="002D6CD8">
      <w:pPr>
        <w:ind w:left="568" w:hanging="284"/>
      </w:pPr>
      <w:r w:rsidRPr="008C6DE4">
        <w:tab/>
        <w:t>T</w:t>
      </w:r>
      <w:r w:rsidRPr="008C6DE4">
        <w:rPr>
          <w:vertAlign w:val="subscript"/>
        </w:rPr>
        <w:t>SSB_time_index_inter</w:t>
      </w:r>
      <w:r w:rsidRPr="008C6DE4">
        <w:t>: it is the time period used to acquire the index of the SSB being measured given in table 9.3.4-3 and table 9.3.4-4.</w:t>
      </w:r>
    </w:p>
    <w:p w14:paraId="116E1ADC" w14:textId="39F743D6" w:rsidR="002D6CD8" w:rsidRPr="008C6DE4" w:rsidRDefault="002D6CD8" w:rsidP="002D6CD8">
      <w:pPr>
        <w:ind w:left="568" w:hanging="284"/>
      </w:pPr>
      <w:r w:rsidRPr="008C6DE4">
        <w:tab/>
        <w:t>T</w:t>
      </w:r>
      <w:r w:rsidRPr="008C6DE4">
        <w:rPr>
          <w:vertAlign w:val="subscript"/>
        </w:rPr>
        <w:t>SSB_measurement_period_inter</w:t>
      </w:r>
      <w:r w:rsidRPr="008C6DE4">
        <w:t>: equal to a measurement period of SSB based measurement given in table 9.3.5-1 and table 9.3.5-2.</w:t>
      </w:r>
    </w:p>
    <w:p w14:paraId="48092557" w14:textId="77777777" w:rsidR="002D6CD8" w:rsidRPr="008C6DE4" w:rsidRDefault="002D6CD8" w:rsidP="002D6CD8">
      <w:pPr>
        <w:ind w:left="568"/>
      </w:pPr>
      <w:r w:rsidRPr="008C6DE4">
        <w:t>M</w:t>
      </w:r>
      <w:r w:rsidRPr="008C6DE4">
        <w:rPr>
          <w:vertAlign w:val="subscript"/>
        </w:rPr>
        <w:t>pss/sss_sync_inter</w:t>
      </w:r>
      <w:r w:rsidRPr="008C6DE4">
        <w:t>: For a UE supporting FR2 power class 1, M</w:t>
      </w:r>
      <w:r w:rsidRPr="008C6DE4">
        <w:rPr>
          <w:vertAlign w:val="subscript"/>
        </w:rPr>
        <w:t xml:space="preserve">pss/sss_sync_inter </w:t>
      </w:r>
      <w:r w:rsidRPr="008C6DE4">
        <w:t>= 64 samples. For a UE supporting FR2 power class 2, M</w:t>
      </w:r>
      <w:r w:rsidRPr="008C6DE4">
        <w:rPr>
          <w:vertAlign w:val="subscript"/>
        </w:rPr>
        <w:t xml:space="preserve">pss/sss_sync_inter </w:t>
      </w:r>
      <w:r w:rsidRPr="008C6DE4">
        <w:t>= 40 samples. For a UE supporting FR2 power class 3, M</w:t>
      </w:r>
      <w:r w:rsidRPr="008C6DE4">
        <w:rPr>
          <w:vertAlign w:val="subscript"/>
        </w:rPr>
        <w:t xml:space="preserve">pss/sss_sync_inter </w:t>
      </w:r>
      <w:r w:rsidRPr="008C6DE4">
        <w:t>= 40 samples. For a UE supporting FR2 power class 4, M</w:t>
      </w:r>
      <w:r w:rsidRPr="008C6DE4">
        <w:rPr>
          <w:vertAlign w:val="subscript"/>
        </w:rPr>
        <w:t xml:space="preserve">pss/sss_sync_inter </w:t>
      </w:r>
      <w:r w:rsidRPr="008C6DE4">
        <w:t>= 40 samples.</w:t>
      </w:r>
    </w:p>
    <w:p w14:paraId="21EA5605" w14:textId="2A0338F4" w:rsidR="002D6CD8" w:rsidRPr="008C6DE4" w:rsidRDefault="002D6CD8" w:rsidP="002D6CD8">
      <w:pPr>
        <w:ind w:left="568"/>
      </w:pPr>
      <w:r w:rsidRPr="008C6DE4">
        <w:t>M</w:t>
      </w:r>
      <w:r w:rsidRPr="008C6DE4">
        <w:rPr>
          <w:vertAlign w:val="subscript"/>
        </w:rPr>
        <w:t>SSB_index_inter</w:t>
      </w:r>
      <w:r w:rsidRPr="008C6DE4">
        <w:t>: For a UE supporting FR2 power class 1, M</w:t>
      </w:r>
      <w:r w:rsidRPr="008C6DE4">
        <w:rPr>
          <w:vertAlign w:val="subscript"/>
        </w:rPr>
        <w:t>SSB_index_inter</w:t>
      </w:r>
      <w:r w:rsidRPr="008C6DE4">
        <w:t xml:space="preserve"> = 40 samples. For a UE supporting FR2 power class 2, M</w:t>
      </w:r>
      <w:r w:rsidRPr="008C6DE4">
        <w:rPr>
          <w:vertAlign w:val="subscript"/>
        </w:rPr>
        <w:t xml:space="preserve">SSB_index_inter </w:t>
      </w:r>
      <w:r w:rsidRPr="008C6DE4">
        <w:t>= 24 samples. For a UE supporting FR2 power class 3, M</w:t>
      </w:r>
      <w:r w:rsidRPr="008C6DE4">
        <w:rPr>
          <w:vertAlign w:val="subscript"/>
        </w:rPr>
        <w:t>SSB_index_inter</w:t>
      </w:r>
      <w:r w:rsidRPr="008C6DE4">
        <w:t xml:space="preserve"> = 24 samples. For a UE supporting FR2 power class 4, M</w:t>
      </w:r>
      <w:r w:rsidRPr="008C6DE4">
        <w:rPr>
          <w:vertAlign w:val="subscript"/>
        </w:rPr>
        <w:t>SSB_index_inter</w:t>
      </w:r>
      <w:r w:rsidRPr="008C6DE4">
        <w:t xml:space="preserve"> = 24 samples.</w:t>
      </w:r>
    </w:p>
    <w:p w14:paraId="35F2C85F" w14:textId="76885C09" w:rsidR="002D6CD8" w:rsidRPr="008C6DE4" w:rsidRDefault="002D6CD8" w:rsidP="002D6CD8">
      <w:pPr>
        <w:ind w:left="568"/>
        <w:rPr>
          <w:lang w:eastAsia="zh-CN"/>
        </w:rPr>
      </w:pPr>
      <w:r w:rsidRPr="008C6DE4">
        <w:t>M</w:t>
      </w:r>
      <w:r w:rsidRPr="008C6DE4">
        <w:rPr>
          <w:vertAlign w:val="subscript"/>
        </w:rPr>
        <w:t>meas_period_inter</w:t>
      </w:r>
      <w:r w:rsidRPr="008C6DE4">
        <w:t>: For a UE supporting FR2 power class 1, M</w:t>
      </w:r>
      <w:r w:rsidRPr="008C6DE4">
        <w:rPr>
          <w:vertAlign w:val="subscript"/>
        </w:rPr>
        <w:t>meas_period_inter</w:t>
      </w:r>
      <w:r w:rsidRPr="008C6DE4">
        <w:t xml:space="preserve"> =64 samples. For a UE supporting FR2 power class 2, M</w:t>
      </w:r>
      <w:r w:rsidRPr="008C6DE4">
        <w:rPr>
          <w:vertAlign w:val="subscript"/>
        </w:rPr>
        <w:t>meas_period_inter</w:t>
      </w:r>
      <w:r w:rsidRPr="008C6DE4">
        <w:t>=40 samples. For a UE supporting FR2 power class 3, M</w:t>
      </w:r>
      <w:r w:rsidRPr="008C6DE4">
        <w:rPr>
          <w:vertAlign w:val="subscript"/>
        </w:rPr>
        <w:t>meas_period_inter</w:t>
      </w:r>
      <w:r w:rsidRPr="008C6DE4">
        <w:t xml:space="preserve"> =40 samples. For a UE supporting FR2 power class 4, M</w:t>
      </w:r>
      <w:r w:rsidRPr="008C6DE4">
        <w:rPr>
          <w:vertAlign w:val="subscript"/>
        </w:rPr>
        <w:t>meas_period_inter</w:t>
      </w:r>
      <w:r w:rsidRPr="008C6DE4">
        <w:t xml:space="preserve"> = 40 samples.</w:t>
      </w:r>
    </w:p>
    <w:p w14:paraId="3DFDB416" w14:textId="77777777" w:rsidR="002D6CD8" w:rsidRPr="008C6DE4" w:rsidRDefault="002D6CD8" w:rsidP="002D6CD8">
      <w:pPr>
        <w:ind w:left="568" w:hanging="284"/>
      </w:pPr>
      <w:r w:rsidRPr="008C6DE4">
        <w:tab/>
        <w:t>CSSF</w:t>
      </w:r>
      <w:r w:rsidRPr="008C6DE4">
        <w:rPr>
          <w:vertAlign w:val="subscript"/>
        </w:rPr>
        <w:t>inter</w:t>
      </w:r>
      <w:r w:rsidRPr="008C6DE4">
        <w:t>: it is a carrier specific scaling factor and is determined according to CSSF</w:t>
      </w:r>
      <w:r w:rsidRPr="008C6DE4">
        <w:rPr>
          <w:vertAlign w:val="subscript"/>
        </w:rPr>
        <w:t xml:space="preserve">within_gap,i </w:t>
      </w:r>
      <w:r w:rsidRPr="008C6DE4">
        <w:t>in clause 9.1.5.2 for measurement conducted within measurement gaps.</w:t>
      </w:r>
    </w:p>
    <w:p w14:paraId="42D0E22D" w14:textId="77777777" w:rsidR="00565C8A" w:rsidRPr="008C6DE4" w:rsidRDefault="00565C8A" w:rsidP="00565C8A">
      <w:pPr>
        <w:keepNext/>
        <w:keepLines/>
        <w:spacing w:before="60"/>
        <w:jc w:val="center"/>
        <w:rPr>
          <w:rFonts w:ascii="Arial" w:hAnsi="Arial"/>
          <w:b/>
        </w:rPr>
      </w:pPr>
      <w:r w:rsidRPr="008C6DE4">
        <w:rPr>
          <w:rFonts w:ascii="Arial" w:hAnsi="Arial"/>
          <w:b/>
        </w:rPr>
        <w:t>Table 9.3.4-1: Time period for PSS/SSS detection, (Frequency range 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119"/>
      </w:tblGrid>
      <w:tr w:rsidR="00DD3199" w:rsidRPr="008C6DE4" w14:paraId="20EC25BF" w14:textId="77777777" w:rsidTr="00AE2158">
        <w:tc>
          <w:tcPr>
            <w:tcW w:w="2122" w:type="dxa"/>
            <w:shd w:val="clear" w:color="auto" w:fill="auto"/>
          </w:tcPr>
          <w:p w14:paraId="6281ABE4" w14:textId="77777777" w:rsidR="00565C8A" w:rsidRPr="008C6DE4" w:rsidRDefault="00565C8A" w:rsidP="00867D3A">
            <w:pPr>
              <w:keepNext/>
              <w:keepLines/>
              <w:spacing w:after="0"/>
              <w:jc w:val="center"/>
              <w:rPr>
                <w:rFonts w:ascii="Arial" w:hAnsi="Arial"/>
                <w:b/>
                <w:sz w:val="18"/>
              </w:rPr>
            </w:pPr>
            <w:r w:rsidRPr="008C6DE4">
              <w:rPr>
                <w:rFonts w:ascii="Arial" w:hAnsi="Arial"/>
                <w:b/>
                <w:sz w:val="18"/>
              </w:rPr>
              <w:t>Condition</w:t>
            </w:r>
            <w:r w:rsidRPr="008C6DE4">
              <w:rPr>
                <w:rFonts w:ascii="Arial" w:hAnsi="Arial"/>
                <w:b/>
                <w:sz w:val="18"/>
                <w:vertAlign w:val="superscript"/>
              </w:rPr>
              <w:t xml:space="preserve"> NOTE1,2</w:t>
            </w:r>
          </w:p>
        </w:tc>
        <w:tc>
          <w:tcPr>
            <w:tcW w:w="7119" w:type="dxa"/>
            <w:shd w:val="clear" w:color="auto" w:fill="auto"/>
          </w:tcPr>
          <w:p w14:paraId="23AC37FA" w14:textId="77777777" w:rsidR="00565C8A" w:rsidRPr="008C6DE4" w:rsidRDefault="00565C8A"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PSS/SSS_sync_inter</w:t>
            </w:r>
          </w:p>
        </w:tc>
      </w:tr>
      <w:tr w:rsidR="002D6CD8" w:rsidRPr="008C6DE4" w14:paraId="595B374D" w14:textId="77777777" w:rsidTr="00AE2158">
        <w:tc>
          <w:tcPr>
            <w:tcW w:w="2122" w:type="dxa"/>
            <w:shd w:val="clear" w:color="auto" w:fill="auto"/>
          </w:tcPr>
          <w:p w14:paraId="1E70E582" w14:textId="77777777" w:rsidR="002D6CD8" w:rsidRPr="008C6DE4" w:rsidRDefault="002D6CD8" w:rsidP="002D6CD8">
            <w:pPr>
              <w:keepNext/>
              <w:keepLines/>
              <w:spacing w:after="0"/>
              <w:jc w:val="center"/>
              <w:rPr>
                <w:rFonts w:ascii="Arial" w:hAnsi="Arial"/>
                <w:sz w:val="18"/>
              </w:rPr>
            </w:pPr>
            <w:r w:rsidRPr="008C6DE4">
              <w:rPr>
                <w:rFonts w:ascii="Arial" w:hAnsi="Arial"/>
                <w:sz w:val="18"/>
              </w:rPr>
              <w:t>No DRX</w:t>
            </w:r>
          </w:p>
        </w:tc>
        <w:tc>
          <w:tcPr>
            <w:tcW w:w="7119" w:type="dxa"/>
            <w:shd w:val="clear" w:color="auto" w:fill="auto"/>
          </w:tcPr>
          <w:p w14:paraId="6C216CE3" w14:textId="6D612246" w:rsidR="002D6CD8" w:rsidRPr="008C6DE4" w:rsidRDefault="002D6CD8" w:rsidP="002D6CD8">
            <w:pPr>
              <w:keepNext/>
              <w:keepLines/>
              <w:spacing w:after="0"/>
              <w:jc w:val="center"/>
              <w:rPr>
                <w:rFonts w:ascii="Arial" w:hAnsi="Arial"/>
                <w:sz w:val="18"/>
              </w:rPr>
            </w:pPr>
            <w:r w:rsidRPr="008C6DE4">
              <w:rPr>
                <w:rFonts w:ascii="Arial" w:hAnsi="Arial"/>
                <w:sz w:val="18"/>
                <w:lang w:val="fr-FR"/>
              </w:rPr>
              <w:t xml:space="preserve"> Max(600ms, 8 </w:t>
            </w:r>
            <w:r w:rsidRPr="008C6DE4">
              <w:rPr>
                <w:rFonts w:ascii="Arial" w:hAnsi="Arial" w:cs="Arial"/>
                <w:sz w:val="18"/>
                <w:szCs w:val="18"/>
                <w:lang w:val="fr-FR"/>
              </w:rPr>
              <w:sym w:font="Symbol" w:char="F0B4"/>
            </w:r>
            <w:r w:rsidRPr="008C6DE4">
              <w:rPr>
                <w:rFonts w:ascii="Arial" w:hAnsi="Arial"/>
                <w:sz w:val="18"/>
                <w:lang w:val="fr-FR"/>
              </w:rPr>
              <w:t xml:space="preserve"> Max(MGRP, SMTC period))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2D6CD8" w:rsidRPr="008C6DE4" w14:paraId="70B5C15F" w14:textId="77777777" w:rsidTr="00AE2158">
        <w:tc>
          <w:tcPr>
            <w:tcW w:w="2122" w:type="dxa"/>
            <w:shd w:val="clear" w:color="auto" w:fill="auto"/>
          </w:tcPr>
          <w:p w14:paraId="1B65621C" w14:textId="77777777" w:rsidR="002D6CD8" w:rsidRPr="008C6DE4" w:rsidRDefault="002D6CD8" w:rsidP="002D6CD8">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hint="eastAsia"/>
                <w:sz w:val="18"/>
              </w:rPr>
              <w:t>≤</w:t>
            </w:r>
            <w:r w:rsidRPr="008C6DE4">
              <w:rPr>
                <w:rFonts w:ascii="Arial" w:hAnsi="Arial"/>
                <w:sz w:val="18"/>
              </w:rPr>
              <w:t xml:space="preserve"> 320ms</w:t>
            </w:r>
          </w:p>
        </w:tc>
        <w:tc>
          <w:tcPr>
            <w:tcW w:w="7119" w:type="dxa"/>
            <w:shd w:val="clear" w:color="auto" w:fill="auto"/>
          </w:tcPr>
          <w:p w14:paraId="1B719D8C" w14:textId="3CFE5452" w:rsidR="002D6CD8" w:rsidRPr="008C6DE4" w:rsidRDefault="002D6CD8" w:rsidP="002D6CD8">
            <w:pPr>
              <w:keepNext/>
              <w:keepLines/>
              <w:spacing w:after="0"/>
              <w:jc w:val="center"/>
              <w:rPr>
                <w:rFonts w:ascii="Arial" w:hAnsi="Arial"/>
                <w:b/>
                <w:sz w:val="18"/>
              </w:rPr>
            </w:pPr>
            <w:r w:rsidRPr="008C6DE4">
              <w:rPr>
                <w:rFonts w:ascii="Arial" w:hAnsi="Arial"/>
                <w:sz w:val="18"/>
                <w:lang w:val="fr-FR"/>
              </w:rPr>
              <w:t xml:space="preserve">Max(600ms, Ceil(8*1.5) </w:t>
            </w:r>
            <w:r w:rsidRPr="008C6DE4">
              <w:rPr>
                <w:rFonts w:ascii="Arial" w:hAnsi="Arial" w:cs="Arial"/>
                <w:sz w:val="18"/>
                <w:szCs w:val="18"/>
                <w:lang w:val="fr-FR"/>
              </w:rPr>
              <w:sym w:font="Symbol" w:char="F0B4"/>
            </w:r>
            <w:r w:rsidRPr="008C6DE4">
              <w:rPr>
                <w:rFonts w:ascii="Arial" w:hAnsi="Arial"/>
                <w:sz w:val="18"/>
                <w:lang w:val="fr-FR"/>
              </w:rPr>
              <w:t xml:space="preserve"> Max(MGRP, SMTC period, DRX cycle))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2D6CD8" w:rsidRPr="008C6DE4" w14:paraId="5EC8FB73" w14:textId="77777777" w:rsidTr="00AE2158">
        <w:tc>
          <w:tcPr>
            <w:tcW w:w="2122" w:type="dxa"/>
            <w:shd w:val="clear" w:color="auto" w:fill="auto"/>
          </w:tcPr>
          <w:p w14:paraId="07C85E97" w14:textId="77777777" w:rsidR="002D6CD8" w:rsidRPr="008C6DE4" w:rsidRDefault="002D6CD8" w:rsidP="002D6CD8">
            <w:pPr>
              <w:keepNext/>
              <w:keepLines/>
              <w:spacing w:after="0"/>
              <w:jc w:val="center"/>
              <w:rPr>
                <w:rFonts w:ascii="Arial" w:hAnsi="Arial"/>
                <w:b/>
                <w:sz w:val="18"/>
              </w:rPr>
            </w:pPr>
            <w:r w:rsidRPr="008C6DE4">
              <w:rPr>
                <w:rFonts w:ascii="Arial" w:hAnsi="Arial"/>
                <w:sz w:val="18"/>
              </w:rPr>
              <w:t>DRX cycle &gt; 320ms</w:t>
            </w:r>
            <w:r w:rsidRPr="008C6DE4" w:rsidDel="00C24B54">
              <w:rPr>
                <w:rFonts w:ascii="Arial" w:hAnsi="Arial"/>
                <w:b/>
                <w:sz w:val="18"/>
              </w:rPr>
              <w:t xml:space="preserve"> </w:t>
            </w:r>
          </w:p>
        </w:tc>
        <w:tc>
          <w:tcPr>
            <w:tcW w:w="7119" w:type="dxa"/>
            <w:shd w:val="clear" w:color="auto" w:fill="auto"/>
          </w:tcPr>
          <w:p w14:paraId="2CE16ABF" w14:textId="35825C62" w:rsidR="002D6CD8" w:rsidRPr="008C6DE4" w:rsidRDefault="002D6CD8" w:rsidP="002D6CD8">
            <w:pPr>
              <w:keepNext/>
              <w:keepLines/>
              <w:spacing w:after="0"/>
              <w:jc w:val="center"/>
              <w:rPr>
                <w:rFonts w:ascii="Arial" w:hAnsi="Arial"/>
                <w:b/>
                <w:sz w:val="18"/>
              </w:rPr>
            </w:pPr>
            <w:r w:rsidRPr="008C6DE4">
              <w:rPr>
                <w:rFonts w:ascii="Arial" w:hAnsi="Arial"/>
                <w:sz w:val="18"/>
                <w:lang w:val="fr-FR"/>
              </w:rPr>
              <w:t xml:space="preserve">8 </w:t>
            </w:r>
            <w:r w:rsidRPr="008C6DE4">
              <w:rPr>
                <w:rFonts w:ascii="Arial" w:hAnsi="Arial" w:cs="Arial"/>
                <w:sz w:val="18"/>
                <w:szCs w:val="18"/>
                <w:lang w:val="fr-FR"/>
              </w:rPr>
              <w:sym w:font="Symbol" w:char="F0B4"/>
            </w:r>
            <w:r w:rsidRPr="008C6DE4">
              <w:rPr>
                <w:rFonts w:ascii="Arial" w:hAnsi="Arial"/>
                <w:sz w:val="18"/>
                <w:lang w:val="fr-FR"/>
              </w:rPr>
              <w:t xml:space="preserve"> DRX cycle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565C8A" w:rsidRPr="008C6DE4" w14:paraId="07126458" w14:textId="77777777" w:rsidTr="00867D3A">
        <w:tc>
          <w:tcPr>
            <w:tcW w:w="9241" w:type="dxa"/>
            <w:gridSpan w:val="2"/>
            <w:shd w:val="clear" w:color="auto" w:fill="auto"/>
          </w:tcPr>
          <w:p w14:paraId="5F63515A" w14:textId="77777777" w:rsidR="00565C8A" w:rsidRPr="008C6DE4" w:rsidRDefault="00565C8A" w:rsidP="00867D3A">
            <w:pPr>
              <w:keepNext/>
              <w:keepLines/>
              <w:spacing w:after="0"/>
              <w:ind w:left="851" w:hanging="851"/>
              <w:rPr>
                <w:rFonts w:ascii="Arial" w:hAnsi="Arial"/>
                <w:sz w:val="18"/>
              </w:rPr>
            </w:pPr>
            <w:r w:rsidRPr="008C6DE4">
              <w:rPr>
                <w:rFonts w:ascii="Arial" w:hAnsi="Arial"/>
                <w:sz w:val="18"/>
              </w:rPr>
              <w:t xml:space="preserve">NOTE 1: </w:t>
            </w:r>
            <w:r w:rsidRPr="008C6DE4">
              <w:rPr>
                <w:rFonts w:ascii="Arial" w:hAnsi="Arial"/>
                <w:sz w:val="18"/>
              </w:rPr>
              <w:tab/>
              <w:t>DRX or non DRX requirements apply according to the conditions described in clause 3.6.1</w:t>
            </w:r>
          </w:p>
          <w:p w14:paraId="0034DD17" w14:textId="77777777" w:rsidR="00565C8A" w:rsidRPr="008C6DE4" w:rsidRDefault="00565C8A" w:rsidP="00867D3A">
            <w:pPr>
              <w:keepNext/>
              <w:keepLines/>
              <w:spacing w:after="0"/>
              <w:ind w:left="851" w:hanging="851"/>
              <w:rPr>
                <w:rFonts w:ascii="Arial" w:hAnsi="Arial"/>
                <w:sz w:val="18"/>
              </w:rPr>
            </w:pPr>
            <w:r w:rsidRPr="008C6DE4">
              <w:rPr>
                <w:rFonts w:ascii="Arial" w:hAnsi="Arial"/>
                <w:sz w:val="18"/>
              </w:rPr>
              <w:t xml:space="preserve">NOTE 2: </w:t>
            </w:r>
            <w:r w:rsidRPr="008C6DE4">
              <w:rPr>
                <w:rFonts w:ascii="Arial" w:hAnsi="Arial"/>
                <w:sz w:val="18"/>
              </w:rPr>
              <w:tab/>
              <w:t>In EN-DC operation, the parameters, timers and scheduling requests referred to in clause 3.6.1 are for the secondary cell group. The DRX cycle is the DRX cycle of the secondary cell group.</w:t>
            </w:r>
          </w:p>
        </w:tc>
      </w:tr>
    </w:tbl>
    <w:p w14:paraId="67A04528" w14:textId="77777777" w:rsidR="00565C8A" w:rsidRPr="008C6DE4" w:rsidRDefault="00565C8A" w:rsidP="00565C8A">
      <w:pPr>
        <w:rPr>
          <w:lang w:eastAsia="zh-CN"/>
        </w:rPr>
      </w:pPr>
    </w:p>
    <w:p w14:paraId="0A89F8CD" w14:textId="77777777" w:rsidR="00565C8A" w:rsidRPr="008C6DE4" w:rsidRDefault="00565C8A" w:rsidP="00565C8A">
      <w:pPr>
        <w:keepNext/>
        <w:keepLines/>
        <w:spacing w:before="60"/>
        <w:jc w:val="center"/>
        <w:rPr>
          <w:rFonts w:ascii="Arial" w:hAnsi="Arial"/>
          <w:b/>
        </w:rPr>
      </w:pPr>
      <w:r w:rsidRPr="008C6DE4">
        <w:rPr>
          <w:rFonts w:ascii="Arial" w:hAnsi="Arial"/>
          <w:b/>
        </w:rPr>
        <w:t>Table 9.3.4-2: Time period for PSS/SSS detection, (Frequency range FR2)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119"/>
      </w:tblGrid>
      <w:tr w:rsidR="00DD3199" w:rsidRPr="008C6DE4" w14:paraId="44229A7E" w14:textId="77777777" w:rsidTr="00AE2158">
        <w:tc>
          <w:tcPr>
            <w:tcW w:w="2122" w:type="dxa"/>
            <w:shd w:val="clear" w:color="auto" w:fill="auto"/>
          </w:tcPr>
          <w:p w14:paraId="6A1A7C87" w14:textId="77777777" w:rsidR="00565C8A" w:rsidRPr="008C6DE4" w:rsidRDefault="00565C8A" w:rsidP="00867D3A">
            <w:pPr>
              <w:keepNext/>
              <w:keepLines/>
              <w:spacing w:after="0"/>
              <w:jc w:val="center"/>
              <w:rPr>
                <w:rFonts w:ascii="Arial" w:hAnsi="Arial"/>
                <w:b/>
                <w:sz w:val="18"/>
              </w:rPr>
            </w:pPr>
            <w:r w:rsidRPr="008C6DE4">
              <w:rPr>
                <w:rFonts w:ascii="Arial" w:hAnsi="Arial"/>
                <w:b/>
                <w:sz w:val="18"/>
              </w:rPr>
              <w:t>Condition</w:t>
            </w:r>
            <w:r w:rsidRPr="008C6DE4">
              <w:rPr>
                <w:rFonts w:ascii="Arial" w:hAnsi="Arial"/>
                <w:b/>
                <w:sz w:val="18"/>
                <w:vertAlign w:val="superscript"/>
              </w:rPr>
              <w:t xml:space="preserve"> NOTE1,2</w:t>
            </w:r>
          </w:p>
        </w:tc>
        <w:tc>
          <w:tcPr>
            <w:tcW w:w="7119" w:type="dxa"/>
            <w:shd w:val="clear" w:color="auto" w:fill="auto"/>
          </w:tcPr>
          <w:p w14:paraId="15283FC1" w14:textId="77777777" w:rsidR="00565C8A" w:rsidRPr="008C6DE4" w:rsidRDefault="00565C8A"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PSS/SSS_sync_inter</w:t>
            </w:r>
          </w:p>
        </w:tc>
      </w:tr>
      <w:tr w:rsidR="002D6CD8" w:rsidRPr="008C6DE4" w14:paraId="736CB13B" w14:textId="77777777" w:rsidTr="00AE2158">
        <w:tc>
          <w:tcPr>
            <w:tcW w:w="2122" w:type="dxa"/>
            <w:shd w:val="clear" w:color="auto" w:fill="auto"/>
          </w:tcPr>
          <w:p w14:paraId="7E8DA345" w14:textId="77777777" w:rsidR="002D6CD8" w:rsidRPr="008C6DE4" w:rsidRDefault="002D6CD8" w:rsidP="002D6CD8">
            <w:pPr>
              <w:keepNext/>
              <w:keepLines/>
              <w:spacing w:after="0"/>
              <w:jc w:val="center"/>
              <w:rPr>
                <w:rFonts w:ascii="Arial" w:hAnsi="Arial"/>
                <w:sz w:val="18"/>
              </w:rPr>
            </w:pPr>
            <w:r w:rsidRPr="008C6DE4">
              <w:rPr>
                <w:rFonts w:ascii="Arial" w:hAnsi="Arial"/>
                <w:sz w:val="18"/>
              </w:rPr>
              <w:t>No DRX</w:t>
            </w:r>
          </w:p>
        </w:tc>
        <w:tc>
          <w:tcPr>
            <w:tcW w:w="7119" w:type="dxa"/>
            <w:shd w:val="clear" w:color="auto" w:fill="auto"/>
          </w:tcPr>
          <w:p w14:paraId="1ABD838E" w14:textId="59A192F0" w:rsidR="002D6CD8" w:rsidRPr="008C6DE4" w:rsidRDefault="002D6CD8" w:rsidP="002D6CD8">
            <w:pPr>
              <w:keepNext/>
              <w:keepLines/>
              <w:spacing w:after="0"/>
              <w:jc w:val="center"/>
              <w:rPr>
                <w:rFonts w:ascii="Arial" w:hAnsi="Arial"/>
                <w:sz w:val="18"/>
              </w:rPr>
            </w:pPr>
            <w:r w:rsidRPr="008C6DE4">
              <w:rPr>
                <w:rFonts w:ascii="Arial" w:hAnsi="Arial"/>
                <w:sz w:val="18"/>
                <w:lang w:val="fr-FR"/>
              </w:rPr>
              <w:t>Max(600ms, M</w:t>
            </w:r>
            <w:r w:rsidRPr="008C6DE4">
              <w:rPr>
                <w:rFonts w:ascii="Arial" w:hAnsi="Arial"/>
                <w:sz w:val="18"/>
                <w:vertAlign w:val="subscript"/>
                <w:lang w:val="fr-FR"/>
              </w:rPr>
              <w:t>pss/sss_sync_inter</w:t>
            </w:r>
            <w:r w:rsidRPr="008C6DE4">
              <w:rPr>
                <w:rFonts w:ascii="Arial" w:hAnsi="Arial"/>
                <w:sz w:val="18"/>
                <w:lang w:val="fr-FR"/>
              </w:rPr>
              <w:t xml:space="preserve"> </w:t>
            </w:r>
            <w:r w:rsidRPr="008C6DE4">
              <w:rPr>
                <w:rFonts w:ascii="Arial" w:hAnsi="Arial" w:cs="Arial"/>
                <w:sz w:val="18"/>
                <w:szCs w:val="18"/>
                <w:lang w:val="fr-FR"/>
              </w:rPr>
              <w:sym w:font="Symbol" w:char="F0B4"/>
            </w:r>
            <w:r w:rsidRPr="008C6DE4">
              <w:rPr>
                <w:rFonts w:ascii="Arial" w:hAnsi="Arial"/>
                <w:sz w:val="18"/>
                <w:lang w:val="fr-FR"/>
              </w:rPr>
              <w:t xml:space="preserve"> Max(MGRP, SMTC period))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2D6CD8" w:rsidRPr="008C6DE4" w14:paraId="68A0AA01" w14:textId="77777777" w:rsidTr="00AE2158">
        <w:tc>
          <w:tcPr>
            <w:tcW w:w="2122" w:type="dxa"/>
            <w:shd w:val="clear" w:color="auto" w:fill="auto"/>
          </w:tcPr>
          <w:p w14:paraId="2BD80BB0" w14:textId="77777777" w:rsidR="002D6CD8" w:rsidRPr="008C6DE4" w:rsidRDefault="002D6CD8" w:rsidP="002D6CD8">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hint="eastAsia"/>
                <w:sz w:val="18"/>
              </w:rPr>
              <w:t>≤</w:t>
            </w:r>
            <w:r w:rsidRPr="008C6DE4">
              <w:rPr>
                <w:rFonts w:ascii="Arial" w:hAnsi="Arial"/>
                <w:sz w:val="18"/>
              </w:rPr>
              <w:t xml:space="preserve"> 320ms</w:t>
            </w:r>
          </w:p>
        </w:tc>
        <w:tc>
          <w:tcPr>
            <w:tcW w:w="7119" w:type="dxa"/>
            <w:shd w:val="clear" w:color="auto" w:fill="auto"/>
          </w:tcPr>
          <w:p w14:paraId="1A451E1B" w14:textId="588BAF5A" w:rsidR="002D6CD8" w:rsidRPr="008C6DE4" w:rsidRDefault="002D6CD8" w:rsidP="002D6CD8">
            <w:pPr>
              <w:keepNext/>
              <w:keepLines/>
              <w:spacing w:after="0"/>
              <w:jc w:val="center"/>
              <w:rPr>
                <w:rFonts w:ascii="Arial" w:hAnsi="Arial"/>
                <w:b/>
                <w:sz w:val="18"/>
              </w:rPr>
            </w:pPr>
            <w:r w:rsidRPr="008C6DE4">
              <w:rPr>
                <w:rFonts w:ascii="Arial" w:hAnsi="Arial"/>
                <w:sz w:val="18"/>
                <w:lang w:val="fr-FR"/>
              </w:rPr>
              <w:t xml:space="preserve">Max(600ms, (1.5 </w:t>
            </w:r>
            <w:r w:rsidRPr="008C6DE4">
              <w:rPr>
                <w:rFonts w:ascii="Arial" w:hAnsi="Arial" w:cs="Arial"/>
                <w:sz w:val="18"/>
                <w:szCs w:val="18"/>
                <w:lang w:val="fr-FR"/>
              </w:rPr>
              <w:sym w:font="Symbol" w:char="F0B4"/>
            </w:r>
            <w:r w:rsidRPr="008C6DE4">
              <w:rPr>
                <w:rFonts w:ascii="Arial" w:hAnsi="Arial"/>
                <w:sz w:val="18"/>
                <w:lang w:val="fr-FR"/>
              </w:rPr>
              <w:t xml:space="preserve"> M</w:t>
            </w:r>
            <w:r w:rsidRPr="008C6DE4">
              <w:rPr>
                <w:rFonts w:ascii="Arial" w:hAnsi="Arial"/>
                <w:sz w:val="18"/>
                <w:vertAlign w:val="subscript"/>
                <w:lang w:val="fr-FR"/>
              </w:rPr>
              <w:t>pss/sss_sync_inter</w:t>
            </w:r>
            <w:r w:rsidRPr="008C6DE4">
              <w:rPr>
                <w:rFonts w:ascii="Arial" w:hAnsi="Arial"/>
                <w:sz w:val="18"/>
                <w:lang w:val="fr-FR"/>
              </w:rPr>
              <w:t xml:space="preserve">) </w:t>
            </w:r>
            <w:r w:rsidRPr="008C6DE4">
              <w:rPr>
                <w:rFonts w:ascii="Arial" w:hAnsi="Arial" w:cs="Arial"/>
                <w:sz w:val="18"/>
                <w:szCs w:val="18"/>
                <w:lang w:val="fr-FR"/>
              </w:rPr>
              <w:sym w:font="Symbol" w:char="F0B4"/>
            </w:r>
            <w:r w:rsidRPr="008C6DE4">
              <w:rPr>
                <w:rFonts w:ascii="Arial" w:hAnsi="Arial"/>
                <w:sz w:val="18"/>
                <w:lang w:val="fr-FR"/>
              </w:rPr>
              <w:t xml:space="preserve"> Max(MGRP, SMTC period, DRX cycle))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2D6CD8" w:rsidRPr="008C6DE4" w14:paraId="59643ACD" w14:textId="77777777" w:rsidTr="00AE2158">
        <w:tc>
          <w:tcPr>
            <w:tcW w:w="2122" w:type="dxa"/>
            <w:shd w:val="clear" w:color="auto" w:fill="auto"/>
          </w:tcPr>
          <w:p w14:paraId="76A6CB0A" w14:textId="77777777" w:rsidR="002D6CD8" w:rsidRPr="008C6DE4" w:rsidRDefault="002D6CD8" w:rsidP="002D6CD8">
            <w:pPr>
              <w:keepNext/>
              <w:keepLines/>
              <w:spacing w:after="0"/>
              <w:jc w:val="center"/>
              <w:rPr>
                <w:rFonts w:ascii="Arial" w:hAnsi="Arial"/>
                <w:b/>
                <w:sz w:val="18"/>
              </w:rPr>
            </w:pPr>
            <w:r w:rsidRPr="008C6DE4">
              <w:rPr>
                <w:rFonts w:ascii="Arial" w:hAnsi="Arial"/>
                <w:sz w:val="18"/>
              </w:rPr>
              <w:t>DRX cycle &gt; 320ms</w:t>
            </w:r>
          </w:p>
        </w:tc>
        <w:tc>
          <w:tcPr>
            <w:tcW w:w="7119" w:type="dxa"/>
            <w:shd w:val="clear" w:color="auto" w:fill="auto"/>
          </w:tcPr>
          <w:p w14:paraId="77C8474D" w14:textId="167ADA3C" w:rsidR="002D6CD8" w:rsidRPr="008C6DE4" w:rsidRDefault="002D6CD8" w:rsidP="002D6CD8">
            <w:pPr>
              <w:keepNext/>
              <w:keepLines/>
              <w:spacing w:after="0"/>
              <w:jc w:val="center"/>
              <w:rPr>
                <w:rFonts w:ascii="Arial" w:hAnsi="Arial"/>
                <w:b/>
                <w:sz w:val="18"/>
              </w:rPr>
            </w:pPr>
            <w:r w:rsidRPr="008C6DE4">
              <w:rPr>
                <w:rFonts w:ascii="Arial" w:hAnsi="Arial"/>
                <w:sz w:val="18"/>
                <w:lang w:val="fr-FR"/>
              </w:rPr>
              <w:t>M</w:t>
            </w:r>
            <w:r w:rsidRPr="008C6DE4">
              <w:rPr>
                <w:rFonts w:ascii="Arial" w:hAnsi="Arial"/>
                <w:sz w:val="18"/>
                <w:vertAlign w:val="subscript"/>
                <w:lang w:val="fr-FR"/>
              </w:rPr>
              <w:t>pss/sss_sync_inter</w:t>
            </w:r>
            <w:r w:rsidRPr="008C6DE4">
              <w:rPr>
                <w:rFonts w:ascii="Arial" w:hAnsi="Arial"/>
                <w:sz w:val="18"/>
                <w:lang w:val="fr-FR"/>
              </w:rPr>
              <w:t xml:space="preserve"> </w:t>
            </w:r>
            <w:r w:rsidRPr="008C6DE4">
              <w:rPr>
                <w:rFonts w:ascii="Arial" w:hAnsi="Arial" w:cs="Arial"/>
                <w:sz w:val="18"/>
                <w:szCs w:val="18"/>
                <w:lang w:val="fr-FR"/>
              </w:rPr>
              <w:sym w:font="Symbol" w:char="F0B4"/>
            </w:r>
            <w:r w:rsidRPr="008C6DE4">
              <w:rPr>
                <w:rFonts w:ascii="Arial" w:hAnsi="Arial"/>
                <w:sz w:val="18"/>
                <w:lang w:val="fr-FR"/>
              </w:rPr>
              <w:t xml:space="preserve"> DRX cycle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565C8A" w:rsidRPr="008C6DE4" w14:paraId="2D1D3026" w14:textId="77777777" w:rsidTr="00867D3A">
        <w:tc>
          <w:tcPr>
            <w:tcW w:w="9241" w:type="dxa"/>
            <w:gridSpan w:val="2"/>
            <w:shd w:val="clear" w:color="auto" w:fill="auto"/>
          </w:tcPr>
          <w:p w14:paraId="75309E9D" w14:textId="77777777" w:rsidR="00565C8A" w:rsidRPr="008C6DE4" w:rsidRDefault="00565C8A" w:rsidP="00867D3A">
            <w:pPr>
              <w:keepNext/>
              <w:keepLines/>
              <w:spacing w:after="0"/>
              <w:ind w:left="851" w:hanging="851"/>
              <w:rPr>
                <w:rFonts w:ascii="Arial" w:hAnsi="Arial"/>
                <w:sz w:val="18"/>
              </w:rPr>
            </w:pPr>
            <w:r w:rsidRPr="008C6DE4">
              <w:rPr>
                <w:rFonts w:ascii="Arial" w:hAnsi="Arial"/>
                <w:sz w:val="18"/>
              </w:rPr>
              <w:t xml:space="preserve">NOTE 1: </w:t>
            </w:r>
            <w:r w:rsidRPr="008C6DE4">
              <w:rPr>
                <w:rFonts w:ascii="Arial" w:hAnsi="Arial"/>
                <w:sz w:val="18"/>
              </w:rPr>
              <w:tab/>
              <w:t>DRX or non DRX requirements apply according to the conditions described in clause 3.6.1</w:t>
            </w:r>
          </w:p>
          <w:p w14:paraId="6541EC90" w14:textId="77777777" w:rsidR="00565C8A" w:rsidRPr="008C6DE4" w:rsidRDefault="00565C8A" w:rsidP="00867D3A">
            <w:pPr>
              <w:keepNext/>
              <w:keepLines/>
              <w:spacing w:after="0"/>
              <w:ind w:left="851" w:hanging="851"/>
              <w:rPr>
                <w:rFonts w:ascii="Arial" w:hAnsi="Arial"/>
                <w:i/>
                <w:sz w:val="18"/>
              </w:rPr>
            </w:pPr>
            <w:r w:rsidRPr="008C6DE4">
              <w:rPr>
                <w:rFonts w:ascii="Arial" w:hAnsi="Arial"/>
                <w:sz w:val="18"/>
              </w:rPr>
              <w:t xml:space="preserve">NOTE 2: </w:t>
            </w:r>
            <w:r w:rsidRPr="008C6DE4">
              <w:rPr>
                <w:rFonts w:ascii="Arial" w:hAnsi="Arial"/>
                <w:sz w:val="18"/>
              </w:rPr>
              <w:tab/>
              <w:t>In EN-DC operation, the parameters, timers and scheduling requests referred to in clause 3.6.1 are for the secondary cell group. The DRX cycle is the DRX cycle of the secondary cell group.</w:t>
            </w:r>
          </w:p>
        </w:tc>
      </w:tr>
    </w:tbl>
    <w:p w14:paraId="53CCE17E" w14:textId="77777777" w:rsidR="00565C8A" w:rsidRPr="008C6DE4" w:rsidRDefault="00565C8A" w:rsidP="00565C8A"/>
    <w:p w14:paraId="75F387BF" w14:textId="77777777" w:rsidR="00565C8A" w:rsidRPr="008C6DE4" w:rsidRDefault="00565C8A" w:rsidP="00565C8A">
      <w:pPr>
        <w:keepNext/>
        <w:keepLines/>
        <w:spacing w:before="60"/>
        <w:jc w:val="center"/>
        <w:rPr>
          <w:rFonts w:ascii="Arial" w:hAnsi="Arial"/>
          <w:b/>
        </w:rPr>
      </w:pPr>
      <w:r w:rsidRPr="008C6DE4">
        <w:rPr>
          <w:rFonts w:ascii="Arial" w:hAnsi="Arial"/>
          <w:b/>
        </w:rPr>
        <w:t>Table 9.3.4-3: Time period for time index detection (Frequency range 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119"/>
      </w:tblGrid>
      <w:tr w:rsidR="00DD3199" w:rsidRPr="008C6DE4" w14:paraId="39C787A0" w14:textId="77777777" w:rsidTr="00AE2158">
        <w:tc>
          <w:tcPr>
            <w:tcW w:w="2122" w:type="dxa"/>
            <w:shd w:val="clear" w:color="auto" w:fill="auto"/>
          </w:tcPr>
          <w:p w14:paraId="1AAB9696" w14:textId="77777777" w:rsidR="00565C8A" w:rsidRPr="008C6DE4" w:rsidRDefault="00565C8A" w:rsidP="00867D3A">
            <w:pPr>
              <w:keepNext/>
              <w:keepLines/>
              <w:spacing w:after="0"/>
              <w:jc w:val="center"/>
              <w:rPr>
                <w:rFonts w:ascii="Arial" w:hAnsi="Arial"/>
                <w:b/>
                <w:sz w:val="18"/>
              </w:rPr>
            </w:pPr>
            <w:r w:rsidRPr="008C6DE4">
              <w:rPr>
                <w:rFonts w:ascii="Arial" w:hAnsi="Arial"/>
                <w:b/>
                <w:sz w:val="18"/>
              </w:rPr>
              <w:t>Condition</w:t>
            </w:r>
            <w:r w:rsidRPr="008C6DE4">
              <w:rPr>
                <w:rFonts w:ascii="Arial" w:hAnsi="Arial"/>
                <w:b/>
                <w:sz w:val="18"/>
                <w:vertAlign w:val="superscript"/>
              </w:rPr>
              <w:t xml:space="preserve"> NOTE1,2</w:t>
            </w:r>
          </w:p>
        </w:tc>
        <w:tc>
          <w:tcPr>
            <w:tcW w:w="7119" w:type="dxa"/>
            <w:shd w:val="clear" w:color="auto" w:fill="auto"/>
          </w:tcPr>
          <w:p w14:paraId="43BCB70F" w14:textId="77777777" w:rsidR="00565C8A" w:rsidRPr="008C6DE4" w:rsidRDefault="00565C8A"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SSB_time_index_inter</w:t>
            </w:r>
          </w:p>
        </w:tc>
      </w:tr>
      <w:tr w:rsidR="004D30E9" w:rsidRPr="008C6DE4" w14:paraId="6689FEC7" w14:textId="77777777" w:rsidTr="00AE2158">
        <w:tc>
          <w:tcPr>
            <w:tcW w:w="2122" w:type="dxa"/>
            <w:shd w:val="clear" w:color="auto" w:fill="auto"/>
          </w:tcPr>
          <w:p w14:paraId="36AAE269" w14:textId="77777777" w:rsidR="004D30E9" w:rsidRPr="008C6DE4" w:rsidRDefault="004D30E9" w:rsidP="004D30E9">
            <w:pPr>
              <w:keepNext/>
              <w:keepLines/>
              <w:spacing w:after="0"/>
              <w:jc w:val="center"/>
              <w:rPr>
                <w:rFonts w:ascii="Arial" w:hAnsi="Arial"/>
                <w:sz w:val="18"/>
              </w:rPr>
            </w:pPr>
            <w:r w:rsidRPr="008C6DE4">
              <w:rPr>
                <w:rFonts w:ascii="Arial" w:hAnsi="Arial"/>
                <w:sz w:val="18"/>
              </w:rPr>
              <w:t>No DRX</w:t>
            </w:r>
          </w:p>
        </w:tc>
        <w:tc>
          <w:tcPr>
            <w:tcW w:w="7119" w:type="dxa"/>
            <w:shd w:val="clear" w:color="auto" w:fill="auto"/>
          </w:tcPr>
          <w:p w14:paraId="54BCB574" w14:textId="164701D5" w:rsidR="004D30E9" w:rsidRPr="008C6DE4" w:rsidRDefault="004D30E9" w:rsidP="004D30E9">
            <w:pPr>
              <w:keepNext/>
              <w:keepLines/>
              <w:spacing w:after="0"/>
              <w:jc w:val="center"/>
              <w:rPr>
                <w:rFonts w:ascii="Arial" w:hAnsi="Arial"/>
                <w:sz w:val="18"/>
              </w:rPr>
            </w:pPr>
            <w:r w:rsidRPr="008C6DE4">
              <w:rPr>
                <w:rFonts w:ascii="Arial" w:hAnsi="Arial"/>
                <w:sz w:val="18"/>
                <w:lang w:val="fr-FR"/>
              </w:rPr>
              <w:t xml:space="preserve">Max(120ms, 3 </w:t>
            </w:r>
            <w:r w:rsidRPr="008C6DE4">
              <w:rPr>
                <w:rFonts w:ascii="Arial" w:hAnsi="Arial" w:cs="Arial"/>
                <w:sz w:val="18"/>
                <w:szCs w:val="18"/>
                <w:lang w:val="fr-FR"/>
              </w:rPr>
              <w:sym w:font="Symbol" w:char="F0B4"/>
            </w:r>
            <w:r w:rsidRPr="008C6DE4">
              <w:rPr>
                <w:rFonts w:ascii="Arial" w:hAnsi="Arial"/>
                <w:sz w:val="18"/>
                <w:lang w:val="fr-FR"/>
              </w:rPr>
              <w:t xml:space="preserve"> Max(MGRP, SMTC period))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4D30E9" w:rsidRPr="008C6DE4" w14:paraId="3A8BC95F" w14:textId="77777777" w:rsidTr="00AE2158">
        <w:tc>
          <w:tcPr>
            <w:tcW w:w="2122" w:type="dxa"/>
            <w:shd w:val="clear" w:color="auto" w:fill="auto"/>
          </w:tcPr>
          <w:p w14:paraId="56FFF7C0" w14:textId="77777777" w:rsidR="004D30E9" w:rsidRPr="008C6DE4" w:rsidRDefault="004D30E9" w:rsidP="004D30E9">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hint="eastAsia"/>
                <w:sz w:val="18"/>
              </w:rPr>
              <w:t>≤</w:t>
            </w:r>
            <w:r w:rsidRPr="008C6DE4">
              <w:rPr>
                <w:rFonts w:ascii="Arial" w:hAnsi="Arial"/>
                <w:sz w:val="18"/>
              </w:rPr>
              <w:t xml:space="preserve"> 320ms</w:t>
            </w:r>
          </w:p>
        </w:tc>
        <w:tc>
          <w:tcPr>
            <w:tcW w:w="7119" w:type="dxa"/>
            <w:shd w:val="clear" w:color="auto" w:fill="auto"/>
          </w:tcPr>
          <w:p w14:paraId="34D06A53" w14:textId="79B6B2B0" w:rsidR="004D30E9" w:rsidRPr="008C6DE4" w:rsidRDefault="004D30E9" w:rsidP="004D30E9">
            <w:pPr>
              <w:keepNext/>
              <w:keepLines/>
              <w:spacing w:after="0"/>
              <w:jc w:val="center"/>
              <w:rPr>
                <w:rFonts w:ascii="Arial" w:hAnsi="Arial"/>
                <w:b/>
                <w:sz w:val="18"/>
              </w:rPr>
            </w:pPr>
            <w:r w:rsidRPr="008C6DE4">
              <w:rPr>
                <w:rFonts w:ascii="Arial" w:hAnsi="Arial"/>
                <w:sz w:val="18"/>
                <w:lang w:val="fr-FR"/>
              </w:rPr>
              <w:t xml:space="preserve">Max(120ms, Ceil(3 </w:t>
            </w:r>
            <w:r w:rsidRPr="008C6DE4">
              <w:rPr>
                <w:rFonts w:ascii="Arial" w:hAnsi="Arial" w:cs="Arial"/>
                <w:sz w:val="18"/>
                <w:szCs w:val="18"/>
                <w:lang w:val="fr-FR"/>
              </w:rPr>
              <w:sym w:font="Symbol" w:char="F0B4"/>
            </w:r>
            <w:r w:rsidRPr="008C6DE4">
              <w:rPr>
                <w:rFonts w:ascii="Arial" w:hAnsi="Arial"/>
                <w:sz w:val="18"/>
                <w:lang w:val="fr-FR"/>
              </w:rPr>
              <w:t xml:space="preserve"> 1.5) </w:t>
            </w:r>
            <w:r w:rsidRPr="008C6DE4">
              <w:rPr>
                <w:rFonts w:ascii="Arial" w:hAnsi="Arial" w:cs="Arial"/>
                <w:sz w:val="18"/>
                <w:szCs w:val="18"/>
                <w:lang w:val="fr-FR"/>
              </w:rPr>
              <w:sym w:font="Symbol" w:char="F0B4"/>
            </w:r>
            <w:r w:rsidRPr="008C6DE4">
              <w:rPr>
                <w:rFonts w:ascii="Arial" w:hAnsi="Arial"/>
                <w:sz w:val="18"/>
                <w:lang w:val="fr-FR"/>
              </w:rPr>
              <w:t xml:space="preserve"> Max(MGRP, SMTC period, DRX cycle))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4D30E9" w:rsidRPr="008C6DE4" w14:paraId="4931B077" w14:textId="77777777" w:rsidTr="00AE2158">
        <w:tc>
          <w:tcPr>
            <w:tcW w:w="2122" w:type="dxa"/>
            <w:shd w:val="clear" w:color="auto" w:fill="auto"/>
          </w:tcPr>
          <w:p w14:paraId="1FB90579" w14:textId="77777777" w:rsidR="004D30E9" w:rsidRPr="008C6DE4" w:rsidRDefault="004D30E9" w:rsidP="004D30E9">
            <w:pPr>
              <w:keepNext/>
              <w:keepLines/>
              <w:spacing w:after="0"/>
              <w:jc w:val="center"/>
              <w:rPr>
                <w:rFonts w:ascii="Arial" w:hAnsi="Arial"/>
                <w:b/>
                <w:sz w:val="18"/>
              </w:rPr>
            </w:pPr>
            <w:r w:rsidRPr="008C6DE4">
              <w:rPr>
                <w:rFonts w:ascii="Arial" w:hAnsi="Arial"/>
                <w:sz w:val="18"/>
              </w:rPr>
              <w:t>DRX cycle &gt; 320ms</w:t>
            </w:r>
          </w:p>
        </w:tc>
        <w:tc>
          <w:tcPr>
            <w:tcW w:w="7119" w:type="dxa"/>
            <w:shd w:val="clear" w:color="auto" w:fill="auto"/>
          </w:tcPr>
          <w:p w14:paraId="1813C322" w14:textId="502232D4" w:rsidR="004D30E9" w:rsidRPr="008C6DE4" w:rsidRDefault="004D30E9" w:rsidP="004D30E9">
            <w:pPr>
              <w:keepNext/>
              <w:keepLines/>
              <w:spacing w:after="0"/>
              <w:jc w:val="center"/>
              <w:rPr>
                <w:rFonts w:ascii="Arial" w:hAnsi="Arial"/>
                <w:b/>
                <w:sz w:val="18"/>
              </w:rPr>
            </w:pPr>
            <w:r w:rsidRPr="008C6DE4">
              <w:rPr>
                <w:rFonts w:ascii="Arial" w:hAnsi="Arial"/>
                <w:sz w:val="18"/>
                <w:lang w:val="fr-FR"/>
              </w:rPr>
              <w:t xml:space="preserve">3 </w:t>
            </w:r>
            <w:r w:rsidRPr="008C6DE4">
              <w:rPr>
                <w:rFonts w:ascii="Arial" w:hAnsi="Arial" w:cs="Arial"/>
                <w:sz w:val="18"/>
                <w:szCs w:val="18"/>
                <w:lang w:val="fr-FR"/>
              </w:rPr>
              <w:sym w:font="Symbol" w:char="F0B4"/>
            </w:r>
            <w:r w:rsidRPr="008C6DE4">
              <w:rPr>
                <w:rFonts w:ascii="Arial" w:hAnsi="Arial"/>
                <w:sz w:val="18"/>
                <w:lang w:val="fr-FR"/>
              </w:rPr>
              <w:t xml:space="preserve"> DRX cycle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565C8A" w:rsidRPr="008C6DE4" w14:paraId="08580EA6" w14:textId="77777777" w:rsidTr="00867D3A">
        <w:tc>
          <w:tcPr>
            <w:tcW w:w="9241" w:type="dxa"/>
            <w:gridSpan w:val="2"/>
            <w:shd w:val="clear" w:color="auto" w:fill="auto"/>
          </w:tcPr>
          <w:p w14:paraId="124B9927" w14:textId="77777777" w:rsidR="00565C8A" w:rsidRPr="008C6DE4" w:rsidRDefault="00565C8A" w:rsidP="00867D3A">
            <w:pPr>
              <w:keepNext/>
              <w:keepLines/>
              <w:spacing w:after="0"/>
              <w:ind w:left="851" w:hanging="851"/>
              <w:rPr>
                <w:rFonts w:ascii="Arial" w:hAnsi="Arial"/>
                <w:sz w:val="18"/>
              </w:rPr>
            </w:pPr>
            <w:r w:rsidRPr="008C6DE4">
              <w:rPr>
                <w:rFonts w:ascii="Arial" w:hAnsi="Arial"/>
                <w:sz w:val="18"/>
              </w:rPr>
              <w:t xml:space="preserve">NOTE 1: </w:t>
            </w:r>
            <w:r w:rsidRPr="008C6DE4">
              <w:rPr>
                <w:rFonts w:ascii="Arial" w:hAnsi="Arial"/>
                <w:sz w:val="18"/>
              </w:rPr>
              <w:tab/>
              <w:t>DRX or non DRX requirements apply according to the conditions described in clause 3.6.1</w:t>
            </w:r>
          </w:p>
          <w:p w14:paraId="793F316D" w14:textId="77777777" w:rsidR="00565C8A" w:rsidRPr="008C6DE4" w:rsidRDefault="00565C8A" w:rsidP="00867D3A">
            <w:pPr>
              <w:keepNext/>
              <w:keepLines/>
              <w:spacing w:after="0"/>
              <w:ind w:left="851" w:hanging="851"/>
              <w:rPr>
                <w:rFonts w:ascii="Arial" w:hAnsi="Arial"/>
                <w:sz w:val="18"/>
              </w:rPr>
            </w:pPr>
            <w:r w:rsidRPr="008C6DE4">
              <w:rPr>
                <w:rFonts w:ascii="Arial" w:hAnsi="Arial"/>
                <w:sz w:val="18"/>
              </w:rPr>
              <w:t xml:space="preserve">NOTE 2: </w:t>
            </w:r>
            <w:r w:rsidRPr="008C6DE4">
              <w:rPr>
                <w:rFonts w:ascii="Arial" w:hAnsi="Arial"/>
                <w:sz w:val="18"/>
              </w:rPr>
              <w:tab/>
              <w:t>In EN-DC operation, the parameters, timers and scheduling requests referred to in clause 3.6.1 are for the secondary cell group. The DRX cycle is the DRX cycle of the secondary cell group.</w:t>
            </w:r>
          </w:p>
        </w:tc>
      </w:tr>
    </w:tbl>
    <w:p w14:paraId="3536A716" w14:textId="77777777" w:rsidR="00565C8A" w:rsidRPr="008C6DE4" w:rsidRDefault="00565C8A" w:rsidP="00565C8A"/>
    <w:p w14:paraId="0CB4B3FD" w14:textId="77777777" w:rsidR="00565C8A" w:rsidRPr="008C6DE4" w:rsidRDefault="00565C8A" w:rsidP="00565C8A">
      <w:pPr>
        <w:keepNext/>
        <w:keepLines/>
        <w:spacing w:before="60"/>
        <w:jc w:val="center"/>
        <w:rPr>
          <w:rFonts w:ascii="Arial" w:hAnsi="Arial"/>
          <w:b/>
        </w:rPr>
      </w:pPr>
      <w:r w:rsidRPr="008C6DE4">
        <w:rPr>
          <w:rFonts w:ascii="Arial" w:hAnsi="Arial"/>
          <w:b/>
        </w:rPr>
        <w:t>Table 9.3.4-4: Time period for time index detection (Frequency range FR2)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119"/>
      </w:tblGrid>
      <w:tr w:rsidR="00DD3199" w:rsidRPr="008C6DE4" w14:paraId="7EA619B1" w14:textId="77777777" w:rsidTr="00AE2158">
        <w:tc>
          <w:tcPr>
            <w:tcW w:w="2122" w:type="dxa"/>
            <w:shd w:val="clear" w:color="auto" w:fill="auto"/>
          </w:tcPr>
          <w:p w14:paraId="0B699ED8" w14:textId="77777777" w:rsidR="00565C8A" w:rsidRPr="008C6DE4" w:rsidRDefault="00565C8A" w:rsidP="00867D3A">
            <w:pPr>
              <w:keepNext/>
              <w:keepLines/>
              <w:spacing w:after="0"/>
              <w:jc w:val="center"/>
              <w:rPr>
                <w:rFonts w:ascii="Arial" w:hAnsi="Arial"/>
                <w:b/>
                <w:sz w:val="18"/>
              </w:rPr>
            </w:pPr>
            <w:r w:rsidRPr="008C6DE4">
              <w:rPr>
                <w:rFonts w:ascii="Arial" w:hAnsi="Arial"/>
                <w:b/>
                <w:sz w:val="18"/>
              </w:rPr>
              <w:t>Condition</w:t>
            </w:r>
            <w:r w:rsidRPr="008C6DE4">
              <w:rPr>
                <w:rFonts w:ascii="Arial" w:hAnsi="Arial"/>
                <w:b/>
                <w:sz w:val="18"/>
                <w:vertAlign w:val="superscript"/>
              </w:rPr>
              <w:t xml:space="preserve"> NOTE1,2</w:t>
            </w:r>
          </w:p>
        </w:tc>
        <w:tc>
          <w:tcPr>
            <w:tcW w:w="7119" w:type="dxa"/>
            <w:shd w:val="clear" w:color="auto" w:fill="auto"/>
          </w:tcPr>
          <w:p w14:paraId="6DFF8534" w14:textId="77777777" w:rsidR="00565C8A" w:rsidRPr="008C6DE4" w:rsidRDefault="00565C8A"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SSB_time_index_inter</w:t>
            </w:r>
          </w:p>
        </w:tc>
      </w:tr>
      <w:tr w:rsidR="004D30E9" w:rsidRPr="008C6DE4" w14:paraId="61E5CB57" w14:textId="77777777" w:rsidTr="00AE2158">
        <w:tc>
          <w:tcPr>
            <w:tcW w:w="2122" w:type="dxa"/>
            <w:shd w:val="clear" w:color="auto" w:fill="auto"/>
          </w:tcPr>
          <w:p w14:paraId="45349A9B" w14:textId="77777777" w:rsidR="004D30E9" w:rsidRPr="008C6DE4" w:rsidRDefault="004D30E9" w:rsidP="004D30E9">
            <w:pPr>
              <w:keepNext/>
              <w:keepLines/>
              <w:spacing w:after="0"/>
              <w:jc w:val="center"/>
              <w:rPr>
                <w:rFonts w:ascii="Arial" w:hAnsi="Arial"/>
                <w:sz w:val="18"/>
              </w:rPr>
            </w:pPr>
            <w:r w:rsidRPr="008C6DE4">
              <w:rPr>
                <w:rFonts w:ascii="Arial" w:hAnsi="Arial"/>
                <w:sz w:val="18"/>
              </w:rPr>
              <w:t>No DRX</w:t>
            </w:r>
          </w:p>
        </w:tc>
        <w:tc>
          <w:tcPr>
            <w:tcW w:w="7119" w:type="dxa"/>
            <w:shd w:val="clear" w:color="auto" w:fill="auto"/>
          </w:tcPr>
          <w:p w14:paraId="0E1BF72A" w14:textId="1C7C4B46" w:rsidR="004D30E9" w:rsidRPr="008C6DE4" w:rsidRDefault="004D30E9" w:rsidP="004D30E9">
            <w:pPr>
              <w:keepNext/>
              <w:keepLines/>
              <w:spacing w:after="0"/>
              <w:jc w:val="center"/>
              <w:rPr>
                <w:rFonts w:ascii="Arial" w:hAnsi="Arial"/>
                <w:sz w:val="18"/>
              </w:rPr>
            </w:pPr>
            <w:r w:rsidRPr="008C6DE4">
              <w:rPr>
                <w:rFonts w:ascii="Arial" w:hAnsi="Arial"/>
                <w:sz w:val="18"/>
                <w:lang w:val="fr-FR"/>
              </w:rPr>
              <w:t>Max(200ms, M</w:t>
            </w:r>
            <w:r w:rsidRPr="008C6DE4">
              <w:rPr>
                <w:rFonts w:ascii="Arial" w:hAnsi="Arial"/>
                <w:sz w:val="18"/>
                <w:vertAlign w:val="subscript"/>
                <w:lang w:val="fr-FR"/>
              </w:rPr>
              <w:t xml:space="preserve">SSB_index_inter </w:t>
            </w:r>
            <w:r w:rsidRPr="008C6DE4">
              <w:rPr>
                <w:rFonts w:ascii="Arial" w:hAnsi="Arial" w:cs="Arial"/>
                <w:sz w:val="18"/>
                <w:szCs w:val="18"/>
                <w:lang w:val="fr-FR"/>
              </w:rPr>
              <w:sym w:font="Symbol" w:char="F0B4"/>
            </w:r>
            <w:r w:rsidRPr="008C6DE4">
              <w:rPr>
                <w:rFonts w:ascii="Arial" w:hAnsi="Arial"/>
                <w:sz w:val="18"/>
                <w:lang w:val="fr-FR"/>
              </w:rPr>
              <w:t xml:space="preserve"> Max(MGRP, SMTC period))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4D30E9" w:rsidRPr="008C6DE4" w14:paraId="25C65BED" w14:textId="77777777" w:rsidTr="00AE2158">
        <w:tc>
          <w:tcPr>
            <w:tcW w:w="2122" w:type="dxa"/>
            <w:shd w:val="clear" w:color="auto" w:fill="auto"/>
          </w:tcPr>
          <w:p w14:paraId="47B6B494" w14:textId="77777777" w:rsidR="004D30E9" w:rsidRPr="008C6DE4" w:rsidRDefault="004D30E9" w:rsidP="004D30E9">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hint="eastAsia"/>
                <w:sz w:val="18"/>
              </w:rPr>
              <w:t>≤</w:t>
            </w:r>
            <w:r w:rsidRPr="008C6DE4">
              <w:rPr>
                <w:rFonts w:ascii="Arial" w:hAnsi="Arial"/>
                <w:sz w:val="18"/>
              </w:rPr>
              <w:t xml:space="preserve"> 320ms</w:t>
            </w:r>
          </w:p>
        </w:tc>
        <w:tc>
          <w:tcPr>
            <w:tcW w:w="7119" w:type="dxa"/>
            <w:shd w:val="clear" w:color="auto" w:fill="auto"/>
          </w:tcPr>
          <w:p w14:paraId="473A61CA" w14:textId="5C53D6C2" w:rsidR="004D30E9" w:rsidRPr="008C6DE4" w:rsidRDefault="004D30E9" w:rsidP="004D30E9">
            <w:pPr>
              <w:keepNext/>
              <w:keepLines/>
              <w:spacing w:after="0"/>
              <w:jc w:val="center"/>
              <w:rPr>
                <w:rFonts w:ascii="Arial" w:hAnsi="Arial"/>
                <w:b/>
                <w:sz w:val="18"/>
              </w:rPr>
            </w:pPr>
            <w:r w:rsidRPr="008C6DE4">
              <w:rPr>
                <w:rFonts w:ascii="Arial" w:hAnsi="Arial"/>
                <w:sz w:val="18"/>
                <w:lang w:val="fr-FR"/>
              </w:rPr>
              <w:t xml:space="preserve">Max(200ms, (1.5 </w:t>
            </w:r>
            <w:r w:rsidRPr="008C6DE4">
              <w:rPr>
                <w:rFonts w:ascii="Arial" w:hAnsi="Arial" w:cs="Arial"/>
                <w:sz w:val="18"/>
                <w:szCs w:val="18"/>
                <w:lang w:val="fr-FR"/>
              </w:rPr>
              <w:sym w:font="Symbol" w:char="F0B4"/>
            </w:r>
            <w:r w:rsidRPr="008C6DE4">
              <w:rPr>
                <w:rFonts w:ascii="Arial" w:hAnsi="Arial"/>
                <w:sz w:val="18"/>
                <w:lang w:val="fr-FR"/>
              </w:rPr>
              <w:t xml:space="preserve"> M</w:t>
            </w:r>
            <w:r w:rsidRPr="008C6DE4">
              <w:rPr>
                <w:rFonts w:ascii="Arial" w:hAnsi="Arial"/>
                <w:sz w:val="18"/>
                <w:vertAlign w:val="subscript"/>
                <w:lang w:val="fr-FR"/>
              </w:rPr>
              <w:t>SSB_index_inter</w:t>
            </w:r>
            <w:r w:rsidRPr="008C6DE4">
              <w:rPr>
                <w:rFonts w:ascii="Arial" w:hAnsi="Arial"/>
                <w:sz w:val="18"/>
                <w:lang w:val="fr-FR"/>
              </w:rPr>
              <w:t xml:space="preserve">) </w:t>
            </w:r>
            <w:r w:rsidRPr="008C6DE4">
              <w:rPr>
                <w:rFonts w:ascii="Arial" w:hAnsi="Arial" w:cs="Arial"/>
                <w:sz w:val="18"/>
                <w:szCs w:val="18"/>
                <w:lang w:val="fr-FR"/>
              </w:rPr>
              <w:sym w:font="Symbol" w:char="F0B4"/>
            </w:r>
            <w:r w:rsidRPr="008C6DE4">
              <w:rPr>
                <w:rFonts w:ascii="Arial" w:hAnsi="Arial"/>
                <w:sz w:val="18"/>
                <w:lang w:val="fr-FR"/>
              </w:rPr>
              <w:t xml:space="preserve"> Max(MGRP, SMTC period, DRX cycle))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4D30E9" w:rsidRPr="008C6DE4" w14:paraId="2CE34FE7" w14:textId="77777777" w:rsidTr="00AE2158">
        <w:tc>
          <w:tcPr>
            <w:tcW w:w="2122" w:type="dxa"/>
            <w:shd w:val="clear" w:color="auto" w:fill="auto"/>
          </w:tcPr>
          <w:p w14:paraId="45C148E5" w14:textId="77777777" w:rsidR="004D30E9" w:rsidRPr="008C6DE4" w:rsidRDefault="004D30E9" w:rsidP="004D30E9">
            <w:pPr>
              <w:keepNext/>
              <w:keepLines/>
              <w:spacing w:after="0"/>
              <w:jc w:val="center"/>
              <w:rPr>
                <w:rFonts w:ascii="Arial" w:hAnsi="Arial"/>
                <w:b/>
                <w:sz w:val="18"/>
              </w:rPr>
            </w:pPr>
            <w:r w:rsidRPr="008C6DE4">
              <w:rPr>
                <w:rFonts w:ascii="Arial" w:hAnsi="Arial"/>
                <w:sz w:val="18"/>
              </w:rPr>
              <w:t>DRX cycle &gt; 320ms</w:t>
            </w:r>
          </w:p>
        </w:tc>
        <w:tc>
          <w:tcPr>
            <w:tcW w:w="7119" w:type="dxa"/>
            <w:shd w:val="clear" w:color="auto" w:fill="auto"/>
          </w:tcPr>
          <w:p w14:paraId="23166311" w14:textId="4382452E" w:rsidR="004D30E9" w:rsidRPr="008C6DE4" w:rsidRDefault="004D30E9" w:rsidP="004D30E9">
            <w:pPr>
              <w:keepNext/>
              <w:keepLines/>
              <w:spacing w:after="0"/>
              <w:jc w:val="center"/>
              <w:rPr>
                <w:rFonts w:ascii="Arial" w:hAnsi="Arial"/>
                <w:b/>
                <w:sz w:val="18"/>
              </w:rPr>
            </w:pPr>
            <w:r w:rsidRPr="008C6DE4">
              <w:rPr>
                <w:rFonts w:ascii="Arial" w:hAnsi="Arial"/>
                <w:sz w:val="18"/>
                <w:lang w:val="fr-FR"/>
              </w:rPr>
              <w:t>M</w:t>
            </w:r>
            <w:r w:rsidRPr="008C6DE4">
              <w:rPr>
                <w:rFonts w:ascii="Arial" w:hAnsi="Arial"/>
                <w:sz w:val="18"/>
                <w:vertAlign w:val="subscript"/>
                <w:lang w:val="fr-FR"/>
              </w:rPr>
              <w:t>SSB_index_inter</w:t>
            </w:r>
            <w:r w:rsidRPr="008C6DE4">
              <w:rPr>
                <w:rFonts w:ascii="Arial" w:hAnsi="Arial"/>
                <w:sz w:val="18"/>
                <w:lang w:val="fr-FR"/>
              </w:rPr>
              <w:t xml:space="preserve"> </w:t>
            </w:r>
            <w:r w:rsidRPr="008C6DE4">
              <w:rPr>
                <w:rFonts w:ascii="Arial" w:hAnsi="Arial" w:cs="Arial"/>
                <w:sz w:val="18"/>
                <w:szCs w:val="18"/>
                <w:lang w:val="fr-FR"/>
              </w:rPr>
              <w:sym w:font="Symbol" w:char="F0B4"/>
            </w:r>
            <w:r w:rsidRPr="008C6DE4">
              <w:rPr>
                <w:rFonts w:ascii="Arial" w:hAnsi="Arial"/>
                <w:sz w:val="18"/>
                <w:lang w:val="fr-FR"/>
              </w:rPr>
              <w:t xml:space="preserve"> DRX cycle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565C8A" w:rsidRPr="008C6DE4" w14:paraId="706A5931" w14:textId="77777777" w:rsidTr="00867D3A">
        <w:tc>
          <w:tcPr>
            <w:tcW w:w="9241" w:type="dxa"/>
            <w:gridSpan w:val="2"/>
            <w:shd w:val="clear" w:color="auto" w:fill="auto"/>
          </w:tcPr>
          <w:p w14:paraId="277D2AC2" w14:textId="77777777" w:rsidR="00565C8A" w:rsidRPr="008C6DE4" w:rsidRDefault="00565C8A" w:rsidP="00867D3A">
            <w:pPr>
              <w:keepNext/>
              <w:keepLines/>
              <w:spacing w:after="0"/>
              <w:ind w:left="851" w:hanging="851"/>
              <w:rPr>
                <w:rFonts w:ascii="Arial" w:hAnsi="Arial"/>
                <w:sz w:val="18"/>
              </w:rPr>
            </w:pPr>
            <w:r w:rsidRPr="008C6DE4">
              <w:rPr>
                <w:rFonts w:ascii="Arial" w:hAnsi="Arial"/>
                <w:sz w:val="18"/>
              </w:rPr>
              <w:t xml:space="preserve">NOTE 1: </w:t>
            </w:r>
            <w:r w:rsidRPr="008C6DE4">
              <w:rPr>
                <w:rFonts w:ascii="Arial" w:hAnsi="Arial"/>
                <w:sz w:val="18"/>
              </w:rPr>
              <w:tab/>
              <w:t>DRX or non DRX requirements apply according to the conditions described in clause 3.6.1</w:t>
            </w:r>
          </w:p>
          <w:p w14:paraId="07DE2627" w14:textId="77777777" w:rsidR="00565C8A" w:rsidRPr="008C6DE4" w:rsidRDefault="00565C8A" w:rsidP="00867D3A">
            <w:pPr>
              <w:keepNext/>
              <w:keepLines/>
              <w:spacing w:after="0"/>
              <w:ind w:left="851" w:hanging="851"/>
              <w:rPr>
                <w:rFonts w:ascii="Arial" w:hAnsi="Arial"/>
                <w:sz w:val="18"/>
              </w:rPr>
            </w:pPr>
            <w:r w:rsidRPr="008C6DE4">
              <w:rPr>
                <w:rFonts w:ascii="Arial" w:hAnsi="Arial"/>
                <w:sz w:val="18"/>
              </w:rPr>
              <w:t xml:space="preserve">NOTE 2: </w:t>
            </w:r>
            <w:r w:rsidRPr="008C6DE4">
              <w:rPr>
                <w:rFonts w:ascii="Arial" w:hAnsi="Arial"/>
                <w:sz w:val="18"/>
              </w:rPr>
              <w:tab/>
              <w:t>In EN-DC operation, the parameters, timers and scheduling requests referred to in clause 3.6.1 are for the secondary cell group. The DRX cycle is the DRX cycle of the secondary cell group.</w:t>
            </w:r>
          </w:p>
        </w:tc>
      </w:tr>
    </w:tbl>
    <w:p w14:paraId="3AECA164" w14:textId="77777777" w:rsidR="00565C8A" w:rsidRPr="008C6DE4" w:rsidRDefault="00565C8A" w:rsidP="00565C8A"/>
    <w:p w14:paraId="22F84515" w14:textId="0CEF0A71" w:rsidR="00565C8A" w:rsidRPr="008C6DE4" w:rsidRDefault="0048284E" w:rsidP="0048284E">
      <w:pPr>
        <w:pStyle w:val="Heading4"/>
      </w:pPr>
      <w:bookmarkStart w:id="187" w:name="_Toc5952708"/>
      <w:r w:rsidRPr="008C6DE4">
        <w:t>9.3.4.1</w:t>
      </w:r>
      <w:r w:rsidR="00565C8A" w:rsidRPr="008C6DE4">
        <w:tab/>
        <w:t>Void</w:t>
      </w:r>
      <w:bookmarkEnd w:id="187"/>
    </w:p>
    <w:p w14:paraId="297F029C" w14:textId="79864326" w:rsidR="00565C8A" w:rsidRPr="008C6DE4" w:rsidRDefault="0048284E" w:rsidP="0048284E">
      <w:pPr>
        <w:pStyle w:val="Heading4"/>
      </w:pPr>
      <w:bookmarkStart w:id="188" w:name="_Toc5952709"/>
      <w:r w:rsidRPr="008C6DE4">
        <w:t>9.3.4.2</w:t>
      </w:r>
      <w:r w:rsidR="00565C8A" w:rsidRPr="008C6DE4">
        <w:tab/>
        <w:t>Void</w:t>
      </w:r>
      <w:bookmarkEnd w:id="188"/>
    </w:p>
    <w:p w14:paraId="7A567DBE" w14:textId="70F60C8E" w:rsidR="00C62EFA" w:rsidRPr="008C6DE4" w:rsidRDefault="00C62EFA" w:rsidP="00C62EFA">
      <w:pPr>
        <w:pStyle w:val="Heading3"/>
      </w:pPr>
      <w:bookmarkStart w:id="189" w:name="_Toc5952710"/>
      <w:r w:rsidRPr="008C6DE4">
        <w:t>9.3.5</w:t>
      </w:r>
      <w:r w:rsidRPr="008C6DE4">
        <w:tab/>
        <w:t>Inter</w:t>
      </w:r>
      <w:r>
        <w:t>-</w:t>
      </w:r>
      <w:r w:rsidRPr="008C6DE4">
        <w:t>frequency measurements</w:t>
      </w:r>
      <w:bookmarkEnd w:id="189"/>
    </w:p>
    <w:p w14:paraId="2A668D52" w14:textId="77777777" w:rsidR="00565C8A" w:rsidRPr="008C6DE4" w:rsidRDefault="00565C8A" w:rsidP="00565C8A">
      <w:pPr>
        <w:tabs>
          <w:tab w:val="left" w:pos="567"/>
        </w:tabs>
        <w:rPr>
          <w:rFonts w:cs="v4.2.0"/>
        </w:rPr>
      </w:pPr>
      <w:r w:rsidRPr="008C6DE4">
        <w:rPr>
          <w:rFonts w:cs="v4.2.0"/>
        </w:rPr>
        <w:t xml:space="preserve">When measurement gaps are provided for inter frequency measurements, or the UE supports capability of conducting such measurements without gaps, the UE physical layer shall be capable of reporting SS-RSRP, SS-RSRQ and SS-SINR measurements to higher layers with measurement accuracy as specified in sub-clauses </w:t>
      </w:r>
      <w:r w:rsidRPr="008C6DE4">
        <w:rPr>
          <w:iCs/>
        </w:rPr>
        <w:t>10.1.4, 10.1.5, 10.1.9, 10.1.10, 10.1.14 and 10.1.15</w:t>
      </w:r>
      <w:r w:rsidRPr="008C6DE4">
        <w:rPr>
          <w:rFonts w:cs="v4.2.0"/>
        </w:rPr>
        <w:t>, respectively,</w:t>
      </w:r>
      <w:r w:rsidRPr="008C6DE4" w:rsidDel="006735C9">
        <w:rPr>
          <w:rFonts w:cs="v4.2.0"/>
        </w:rPr>
        <w:t xml:space="preserve"> </w:t>
      </w:r>
      <w:r w:rsidRPr="008C6DE4">
        <w:t xml:space="preserve"> as shown in table 9.3.5-1 and 9.3.5-2</w:t>
      </w:r>
      <w:r w:rsidRPr="008C6DE4">
        <w:rPr>
          <w:rFonts w:cs="v4.2.0"/>
        </w:rPr>
        <w:t>:</w:t>
      </w:r>
    </w:p>
    <w:p w14:paraId="3B48586F" w14:textId="77777777" w:rsidR="00565C8A" w:rsidRPr="008C6DE4" w:rsidRDefault="00565C8A" w:rsidP="00565C8A">
      <w:pPr>
        <w:keepNext/>
        <w:keepLines/>
        <w:spacing w:before="60"/>
        <w:jc w:val="center"/>
        <w:rPr>
          <w:rFonts w:ascii="Arial" w:hAnsi="Arial"/>
          <w:b/>
        </w:rPr>
      </w:pPr>
      <w:r w:rsidRPr="008C6DE4">
        <w:rPr>
          <w:rFonts w:ascii="Arial" w:hAnsi="Arial"/>
          <w:b/>
        </w:rPr>
        <w:t>Table 9.3.5-1: Measurement period for inter-frequency measurements with gaps (Frequency FR1)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119"/>
      </w:tblGrid>
      <w:tr w:rsidR="00DD3199" w:rsidRPr="008C6DE4" w14:paraId="32F64764" w14:textId="77777777" w:rsidTr="00AE2158">
        <w:tc>
          <w:tcPr>
            <w:tcW w:w="2122" w:type="dxa"/>
            <w:shd w:val="clear" w:color="auto" w:fill="auto"/>
          </w:tcPr>
          <w:p w14:paraId="61756567" w14:textId="77777777" w:rsidR="00565C8A" w:rsidRPr="008C6DE4" w:rsidRDefault="00565C8A" w:rsidP="00867D3A">
            <w:pPr>
              <w:keepNext/>
              <w:keepLines/>
              <w:spacing w:after="0"/>
              <w:jc w:val="center"/>
              <w:rPr>
                <w:rFonts w:ascii="Arial" w:hAnsi="Arial"/>
                <w:b/>
                <w:sz w:val="18"/>
              </w:rPr>
            </w:pPr>
            <w:r w:rsidRPr="008C6DE4">
              <w:rPr>
                <w:rFonts w:ascii="Arial" w:hAnsi="Arial"/>
                <w:b/>
                <w:sz w:val="18"/>
              </w:rPr>
              <w:t>Condition</w:t>
            </w:r>
            <w:r w:rsidRPr="008C6DE4">
              <w:rPr>
                <w:rFonts w:ascii="Arial" w:hAnsi="Arial"/>
                <w:b/>
                <w:sz w:val="18"/>
                <w:vertAlign w:val="superscript"/>
              </w:rPr>
              <w:t xml:space="preserve"> NOTE1,2</w:t>
            </w:r>
          </w:p>
        </w:tc>
        <w:tc>
          <w:tcPr>
            <w:tcW w:w="7119" w:type="dxa"/>
            <w:shd w:val="clear" w:color="auto" w:fill="auto"/>
          </w:tcPr>
          <w:p w14:paraId="6FBFFA67" w14:textId="77777777" w:rsidR="00565C8A" w:rsidRPr="008C6DE4" w:rsidRDefault="00565C8A"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 xml:space="preserve"> SSB_measurement_period_inter</w:t>
            </w:r>
          </w:p>
        </w:tc>
      </w:tr>
      <w:tr w:rsidR="001A2AA2" w:rsidRPr="008C6DE4" w14:paraId="4041DB52" w14:textId="77777777" w:rsidTr="00AE2158">
        <w:tc>
          <w:tcPr>
            <w:tcW w:w="2122" w:type="dxa"/>
            <w:shd w:val="clear" w:color="auto" w:fill="auto"/>
          </w:tcPr>
          <w:p w14:paraId="2D1D987A" w14:textId="77777777" w:rsidR="001A2AA2" w:rsidRPr="008C6DE4" w:rsidRDefault="001A2AA2" w:rsidP="001A2AA2">
            <w:pPr>
              <w:keepNext/>
              <w:keepLines/>
              <w:spacing w:after="0"/>
              <w:jc w:val="center"/>
              <w:rPr>
                <w:rFonts w:ascii="Arial" w:hAnsi="Arial"/>
                <w:sz w:val="18"/>
              </w:rPr>
            </w:pPr>
            <w:r w:rsidRPr="008C6DE4">
              <w:rPr>
                <w:rFonts w:ascii="Arial" w:hAnsi="Arial"/>
                <w:sz w:val="18"/>
              </w:rPr>
              <w:t>No DRX</w:t>
            </w:r>
          </w:p>
        </w:tc>
        <w:tc>
          <w:tcPr>
            <w:tcW w:w="7119" w:type="dxa"/>
            <w:shd w:val="clear" w:color="auto" w:fill="auto"/>
          </w:tcPr>
          <w:p w14:paraId="636F4F4B" w14:textId="0D584198" w:rsidR="001A2AA2" w:rsidRPr="008C6DE4" w:rsidRDefault="001A2AA2" w:rsidP="001A2AA2">
            <w:pPr>
              <w:keepNext/>
              <w:keepLines/>
              <w:spacing w:after="0"/>
              <w:jc w:val="center"/>
              <w:rPr>
                <w:rFonts w:ascii="Arial" w:hAnsi="Arial"/>
                <w:sz w:val="18"/>
              </w:rPr>
            </w:pPr>
            <w:r w:rsidRPr="008C6DE4">
              <w:rPr>
                <w:rFonts w:ascii="Arial" w:hAnsi="Arial"/>
                <w:sz w:val="18"/>
                <w:lang w:val="fr-FR"/>
              </w:rPr>
              <w:t xml:space="preserve">Max(200ms, 8 </w:t>
            </w:r>
            <w:r w:rsidRPr="008C6DE4">
              <w:rPr>
                <w:rFonts w:ascii="Arial" w:hAnsi="Arial" w:cs="Arial"/>
                <w:sz w:val="18"/>
                <w:szCs w:val="18"/>
                <w:lang w:val="fr-FR"/>
              </w:rPr>
              <w:sym w:font="Symbol" w:char="F0B4"/>
            </w:r>
            <w:r w:rsidRPr="008C6DE4">
              <w:rPr>
                <w:rFonts w:ascii="Arial" w:hAnsi="Arial"/>
                <w:sz w:val="18"/>
                <w:lang w:val="fr-FR"/>
              </w:rPr>
              <w:t xml:space="preserve"> Max(MGRP, SMTC period</w:t>
            </w:r>
            <w:r w:rsidRPr="008C6DE4">
              <w:rPr>
                <w:rFonts w:ascii="Malgun Gothic" w:eastAsia="Malgun Gothic" w:hAnsi="Malgun Gothic" w:hint="eastAsia"/>
                <w:sz w:val="18"/>
                <w:lang w:val="fr-FR" w:eastAsia="zh-TW"/>
              </w:rPr>
              <w:t>)</w:t>
            </w:r>
            <w:r w:rsidRPr="008C6DE4">
              <w:rPr>
                <w:rFonts w:ascii="Arial" w:hAnsi="Arial"/>
                <w:sz w:val="18"/>
                <w:lang w:val="fr-FR"/>
              </w:rPr>
              <w:t xml:space="preserv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1A2AA2" w:rsidRPr="008C6DE4" w14:paraId="0C096CAB" w14:textId="77777777" w:rsidTr="00AE2158">
        <w:tc>
          <w:tcPr>
            <w:tcW w:w="2122" w:type="dxa"/>
            <w:shd w:val="clear" w:color="auto" w:fill="auto"/>
          </w:tcPr>
          <w:p w14:paraId="3987A1EB" w14:textId="77777777" w:rsidR="001A2AA2" w:rsidRPr="008C6DE4" w:rsidRDefault="001A2AA2" w:rsidP="001A2AA2">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hint="eastAsia"/>
                <w:sz w:val="18"/>
              </w:rPr>
              <w:t>≤</w:t>
            </w:r>
            <w:r w:rsidRPr="008C6DE4">
              <w:rPr>
                <w:rFonts w:ascii="Arial" w:hAnsi="Arial"/>
                <w:sz w:val="18"/>
              </w:rPr>
              <w:t xml:space="preserve"> 320ms</w:t>
            </w:r>
          </w:p>
        </w:tc>
        <w:tc>
          <w:tcPr>
            <w:tcW w:w="7119" w:type="dxa"/>
            <w:shd w:val="clear" w:color="auto" w:fill="auto"/>
          </w:tcPr>
          <w:p w14:paraId="235B9900" w14:textId="0C82AB6C" w:rsidR="001A2AA2" w:rsidRPr="008C6DE4" w:rsidRDefault="001A2AA2" w:rsidP="001A2AA2">
            <w:pPr>
              <w:keepNext/>
              <w:keepLines/>
              <w:spacing w:after="0"/>
              <w:jc w:val="center"/>
              <w:rPr>
                <w:rFonts w:ascii="Arial" w:hAnsi="Arial"/>
                <w:b/>
                <w:sz w:val="18"/>
              </w:rPr>
            </w:pPr>
            <w:r w:rsidRPr="008C6DE4">
              <w:rPr>
                <w:rFonts w:ascii="Arial" w:hAnsi="Arial"/>
                <w:sz w:val="18"/>
                <w:lang w:val="fr-FR"/>
              </w:rPr>
              <w:t>Max(200ms, Ceil</w:t>
            </w:r>
            <w:r w:rsidRPr="008C6DE4">
              <w:rPr>
                <w:rFonts w:ascii="Malgun Gothic" w:eastAsia="Malgun Gothic" w:hAnsi="Malgun Gothic" w:hint="eastAsia"/>
                <w:sz w:val="18"/>
                <w:lang w:val="fr-FR" w:eastAsia="zh-TW"/>
              </w:rPr>
              <w:t>(</w:t>
            </w:r>
            <w:r w:rsidRPr="008C6DE4">
              <w:rPr>
                <w:rFonts w:ascii="Arial" w:hAnsi="Arial"/>
                <w:sz w:val="18"/>
                <w:lang w:val="fr-FR"/>
              </w:rPr>
              <w:t xml:space="preserve">8 </w:t>
            </w:r>
            <w:r w:rsidRPr="008C6DE4">
              <w:rPr>
                <w:rFonts w:ascii="Arial" w:hAnsi="Arial" w:cs="Arial"/>
                <w:sz w:val="18"/>
                <w:szCs w:val="18"/>
                <w:lang w:val="fr-FR"/>
              </w:rPr>
              <w:sym w:font="Symbol" w:char="F0B4"/>
            </w:r>
            <w:r w:rsidRPr="008C6DE4">
              <w:rPr>
                <w:rFonts w:ascii="Arial" w:hAnsi="Arial"/>
                <w:sz w:val="18"/>
                <w:lang w:val="fr-FR"/>
              </w:rPr>
              <w:t xml:space="preserve"> 1.5</w:t>
            </w:r>
            <w:r w:rsidRPr="008C6DE4">
              <w:rPr>
                <w:rFonts w:ascii="Malgun Gothic" w:eastAsia="Malgun Gothic" w:hAnsi="Malgun Gothic" w:hint="eastAsia"/>
                <w:sz w:val="18"/>
                <w:lang w:val="fr-FR" w:eastAsia="zh-TW"/>
              </w:rPr>
              <w:t>)</w:t>
            </w:r>
            <w:r w:rsidRPr="008C6DE4">
              <w:rPr>
                <w:rFonts w:ascii="Arial" w:hAnsi="Arial"/>
                <w:sz w:val="18"/>
                <w:lang w:val="fr-FR"/>
              </w:rPr>
              <w:t xml:space="preserve"> </w:t>
            </w:r>
            <w:r w:rsidRPr="008C6DE4">
              <w:rPr>
                <w:rFonts w:ascii="Arial" w:hAnsi="Arial" w:cs="Arial"/>
                <w:sz w:val="18"/>
                <w:szCs w:val="18"/>
                <w:lang w:val="fr-FR"/>
              </w:rPr>
              <w:sym w:font="Symbol" w:char="F0B4"/>
            </w:r>
            <w:r w:rsidRPr="008C6DE4">
              <w:rPr>
                <w:rFonts w:ascii="Arial" w:hAnsi="Arial"/>
                <w:sz w:val="18"/>
                <w:lang w:val="fr-FR"/>
              </w:rPr>
              <w:t xml:space="preserve"> Max(MGRP, SMTC period, DRX cycle))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1A2AA2" w:rsidRPr="008C6DE4" w14:paraId="008447EC" w14:textId="77777777" w:rsidTr="00AE2158">
        <w:tc>
          <w:tcPr>
            <w:tcW w:w="2122" w:type="dxa"/>
            <w:shd w:val="clear" w:color="auto" w:fill="auto"/>
          </w:tcPr>
          <w:p w14:paraId="609AA387" w14:textId="77777777" w:rsidR="001A2AA2" w:rsidRPr="008C6DE4" w:rsidRDefault="001A2AA2" w:rsidP="001A2AA2">
            <w:pPr>
              <w:keepNext/>
              <w:keepLines/>
              <w:spacing w:after="0"/>
              <w:jc w:val="center"/>
              <w:rPr>
                <w:rFonts w:ascii="Arial" w:hAnsi="Arial"/>
                <w:b/>
                <w:sz w:val="18"/>
              </w:rPr>
            </w:pPr>
            <w:r w:rsidRPr="008C6DE4">
              <w:rPr>
                <w:rFonts w:ascii="Arial" w:hAnsi="Arial"/>
                <w:sz w:val="18"/>
              </w:rPr>
              <w:t>DRX cycle &gt; 320ms</w:t>
            </w:r>
          </w:p>
        </w:tc>
        <w:tc>
          <w:tcPr>
            <w:tcW w:w="7119" w:type="dxa"/>
            <w:shd w:val="clear" w:color="auto" w:fill="auto"/>
          </w:tcPr>
          <w:p w14:paraId="27804FDB" w14:textId="1C13265F" w:rsidR="001A2AA2" w:rsidRPr="008C6DE4" w:rsidRDefault="001A2AA2" w:rsidP="001A2AA2">
            <w:pPr>
              <w:keepNext/>
              <w:keepLines/>
              <w:spacing w:after="0"/>
              <w:jc w:val="center"/>
              <w:rPr>
                <w:rFonts w:ascii="Arial" w:hAnsi="Arial"/>
                <w:b/>
                <w:sz w:val="18"/>
              </w:rPr>
            </w:pPr>
            <w:r w:rsidRPr="008C6DE4">
              <w:rPr>
                <w:rFonts w:ascii="Arial" w:hAnsi="Arial"/>
                <w:sz w:val="18"/>
                <w:lang w:val="fr-FR"/>
              </w:rPr>
              <w:t xml:space="preserve">8 </w:t>
            </w:r>
            <w:r w:rsidRPr="008C6DE4">
              <w:rPr>
                <w:rFonts w:ascii="Arial" w:hAnsi="Arial" w:cs="Arial"/>
                <w:sz w:val="18"/>
                <w:szCs w:val="18"/>
                <w:lang w:val="fr-FR"/>
              </w:rPr>
              <w:sym w:font="Symbol" w:char="F0B4"/>
            </w:r>
            <w:r w:rsidRPr="008C6DE4">
              <w:rPr>
                <w:rFonts w:ascii="Arial" w:hAnsi="Arial"/>
                <w:sz w:val="18"/>
                <w:lang w:val="fr-FR"/>
              </w:rPr>
              <w:t xml:space="preserve"> DRX cycle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565C8A" w:rsidRPr="008C6DE4" w14:paraId="7B26D25F" w14:textId="77777777" w:rsidTr="00867D3A">
        <w:trPr>
          <w:trHeight w:val="70"/>
        </w:trPr>
        <w:tc>
          <w:tcPr>
            <w:tcW w:w="9241" w:type="dxa"/>
            <w:gridSpan w:val="2"/>
            <w:shd w:val="clear" w:color="auto" w:fill="auto"/>
          </w:tcPr>
          <w:p w14:paraId="6DC7E786" w14:textId="77777777" w:rsidR="00565C8A" w:rsidRPr="008C6DE4" w:rsidRDefault="00565C8A" w:rsidP="00867D3A">
            <w:pPr>
              <w:keepNext/>
              <w:keepLines/>
              <w:spacing w:after="0"/>
              <w:ind w:left="851" w:hanging="851"/>
              <w:rPr>
                <w:rFonts w:ascii="Arial" w:hAnsi="Arial"/>
                <w:sz w:val="18"/>
              </w:rPr>
            </w:pPr>
            <w:r w:rsidRPr="008C6DE4">
              <w:rPr>
                <w:rFonts w:ascii="Arial" w:hAnsi="Arial"/>
                <w:sz w:val="18"/>
              </w:rPr>
              <w:t xml:space="preserve">NOTE 1: </w:t>
            </w:r>
            <w:r w:rsidRPr="008C6DE4">
              <w:rPr>
                <w:rFonts w:ascii="Arial" w:hAnsi="Arial"/>
                <w:sz w:val="18"/>
              </w:rPr>
              <w:tab/>
              <w:t>DRX or non DRX requirements apply according to the conditions described in clause 3.6.1</w:t>
            </w:r>
          </w:p>
          <w:p w14:paraId="2909E1C4" w14:textId="77777777" w:rsidR="00565C8A" w:rsidRPr="008C6DE4" w:rsidRDefault="00565C8A" w:rsidP="00867D3A">
            <w:pPr>
              <w:keepNext/>
              <w:keepLines/>
              <w:spacing w:after="0"/>
              <w:ind w:left="851" w:hanging="851"/>
              <w:rPr>
                <w:rFonts w:ascii="Arial" w:hAnsi="Arial"/>
                <w:sz w:val="18"/>
              </w:rPr>
            </w:pPr>
            <w:r w:rsidRPr="008C6DE4">
              <w:rPr>
                <w:rFonts w:ascii="Arial" w:hAnsi="Arial"/>
                <w:sz w:val="18"/>
              </w:rPr>
              <w:t xml:space="preserve">NOTE 2: </w:t>
            </w:r>
            <w:r w:rsidRPr="008C6DE4">
              <w:rPr>
                <w:rFonts w:ascii="Arial" w:hAnsi="Arial"/>
                <w:sz w:val="18"/>
              </w:rPr>
              <w:tab/>
              <w:t>In EN-DC operation, the parameters, timers and scheduling requests referred to in clause 3.6.1 are for the secondary cell group. The DRX cycle is the DRX cycle of the secondary cell group.</w:t>
            </w:r>
          </w:p>
        </w:tc>
      </w:tr>
    </w:tbl>
    <w:p w14:paraId="1B61933B" w14:textId="77777777" w:rsidR="00565C8A" w:rsidRPr="008C6DE4" w:rsidRDefault="00565C8A" w:rsidP="00565C8A">
      <w:pPr>
        <w:rPr>
          <w:b/>
        </w:rPr>
      </w:pPr>
    </w:p>
    <w:p w14:paraId="0959F6B5" w14:textId="77777777" w:rsidR="00565C8A" w:rsidRPr="008C6DE4" w:rsidRDefault="00565C8A" w:rsidP="00565C8A">
      <w:pPr>
        <w:keepNext/>
        <w:keepLines/>
        <w:spacing w:before="60"/>
        <w:jc w:val="center"/>
        <w:rPr>
          <w:rFonts w:ascii="Arial" w:hAnsi="Arial"/>
          <w:b/>
        </w:rPr>
      </w:pPr>
      <w:r w:rsidRPr="008C6DE4">
        <w:rPr>
          <w:rFonts w:ascii="Arial" w:hAnsi="Arial"/>
          <w:b/>
        </w:rPr>
        <w:t>Table 9.3.5-2: Measurement period for inter-frequency measurements with gaps (Frequency FR2)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119"/>
      </w:tblGrid>
      <w:tr w:rsidR="00DD3199" w:rsidRPr="008C6DE4" w14:paraId="6C0C0A20" w14:textId="77777777" w:rsidTr="00AE2158">
        <w:tc>
          <w:tcPr>
            <w:tcW w:w="2122" w:type="dxa"/>
            <w:shd w:val="clear" w:color="auto" w:fill="auto"/>
          </w:tcPr>
          <w:p w14:paraId="5B5A410A" w14:textId="77777777" w:rsidR="00565C8A" w:rsidRPr="008C6DE4" w:rsidRDefault="00565C8A" w:rsidP="00867D3A">
            <w:pPr>
              <w:keepNext/>
              <w:keepLines/>
              <w:spacing w:after="0"/>
              <w:jc w:val="center"/>
              <w:rPr>
                <w:rFonts w:ascii="Arial" w:hAnsi="Arial"/>
                <w:b/>
                <w:sz w:val="18"/>
              </w:rPr>
            </w:pPr>
            <w:r w:rsidRPr="008C6DE4">
              <w:rPr>
                <w:rFonts w:ascii="Arial" w:hAnsi="Arial"/>
                <w:b/>
                <w:sz w:val="18"/>
              </w:rPr>
              <w:t>Condition</w:t>
            </w:r>
            <w:r w:rsidRPr="008C6DE4">
              <w:rPr>
                <w:rFonts w:ascii="Arial" w:hAnsi="Arial"/>
                <w:b/>
                <w:sz w:val="18"/>
                <w:vertAlign w:val="superscript"/>
              </w:rPr>
              <w:t xml:space="preserve"> NOTE1,2</w:t>
            </w:r>
          </w:p>
        </w:tc>
        <w:tc>
          <w:tcPr>
            <w:tcW w:w="7119" w:type="dxa"/>
            <w:shd w:val="clear" w:color="auto" w:fill="auto"/>
          </w:tcPr>
          <w:p w14:paraId="307DFAD2" w14:textId="77777777" w:rsidR="00565C8A" w:rsidRPr="008C6DE4" w:rsidRDefault="00565C8A"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sz w:val="18"/>
                <w:vertAlign w:val="subscript"/>
              </w:rPr>
              <w:t xml:space="preserve"> SSB_measurement_period_inter</w:t>
            </w:r>
          </w:p>
        </w:tc>
      </w:tr>
      <w:tr w:rsidR="001A2AA2" w:rsidRPr="008C6DE4" w14:paraId="4968E1C1" w14:textId="77777777" w:rsidTr="00AE2158">
        <w:tc>
          <w:tcPr>
            <w:tcW w:w="2122" w:type="dxa"/>
            <w:shd w:val="clear" w:color="auto" w:fill="auto"/>
          </w:tcPr>
          <w:p w14:paraId="24ED648A" w14:textId="77777777" w:rsidR="001A2AA2" w:rsidRPr="008C6DE4" w:rsidRDefault="001A2AA2" w:rsidP="001A2AA2">
            <w:pPr>
              <w:keepNext/>
              <w:keepLines/>
              <w:spacing w:after="0"/>
              <w:jc w:val="center"/>
              <w:rPr>
                <w:rFonts w:ascii="Arial" w:hAnsi="Arial"/>
                <w:sz w:val="18"/>
              </w:rPr>
            </w:pPr>
            <w:r w:rsidRPr="008C6DE4">
              <w:rPr>
                <w:rFonts w:ascii="Arial" w:hAnsi="Arial"/>
                <w:sz w:val="18"/>
              </w:rPr>
              <w:t>No DRX</w:t>
            </w:r>
          </w:p>
        </w:tc>
        <w:tc>
          <w:tcPr>
            <w:tcW w:w="7119" w:type="dxa"/>
            <w:shd w:val="clear" w:color="auto" w:fill="auto"/>
          </w:tcPr>
          <w:p w14:paraId="4236BFCD" w14:textId="1F908CA4" w:rsidR="001A2AA2" w:rsidRPr="008C6DE4" w:rsidRDefault="001A2AA2" w:rsidP="001A2AA2">
            <w:pPr>
              <w:keepNext/>
              <w:keepLines/>
              <w:spacing w:after="0"/>
              <w:jc w:val="center"/>
              <w:rPr>
                <w:rFonts w:ascii="Arial" w:hAnsi="Arial"/>
                <w:sz w:val="18"/>
              </w:rPr>
            </w:pPr>
            <w:r w:rsidRPr="008C6DE4">
              <w:rPr>
                <w:rFonts w:ascii="Arial" w:hAnsi="Arial"/>
                <w:sz w:val="18"/>
                <w:lang w:val="fr-FR"/>
              </w:rPr>
              <w:t>Max(400ms, M</w:t>
            </w:r>
            <w:r w:rsidRPr="008C6DE4">
              <w:rPr>
                <w:rFonts w:ascii="Arial" w:hAnsi="Arial"/>
                <w:sz w:val="18"/>
                <w:vertAlign w:val="subscript"/>
                <w:lang w:val="fr-FR"/>
              </w:rPr>
              <w:t xml:space="preserve">meas_period_inter </w:t>
            </w:r>
            <w:r w:rsidRPr="008C6DE4">
              <w:rPr>
                <w:rFonts w:ascii="Arial" w:hAnsi="Arial" w:cs="Arial"/>
                <w:sz w:val="18"/>
                <w:szCs w:val="18"/>
                <w:lang w:val="fr-FR"/>
              </w:rPr>
              <w:sym w:font="Symbol" w:char="F0B4"/>
            </w:r>
            <w:r w:rsidRPr="008C6DE4">
              <w:rPr>
                <w:rFonts w:ascii="Arial" w:hAnsi="Arial"/>
                <w:sz w:val="18"/>
                <w:lang w:val="fr-FR"/>
              </w:rPr>
              <w:t xml:space="preserve"> Max(MGRP, SMTC period))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1A2AA2" w:rsidRPr="008C6DE4" w14:paraId="5902C13D" w14:textId="77777777" w:rsidTr="00AE2158">
        <w:tc>
          <w:tcPr>
            <w:tcW w:w="2122" w:type="dxa"/>
            <w:shd w:val="clear" w:color="auto" w:fill="auto"/>
          </w:tcPr>
          <w:p w14:paraId="57A9917D" w14:textId="77777777" w:rsidR="001A2AA2" w:rsidRPr="008C6DE4" w:rsidRDefault="001A2AA2" w:rsidP="001A2AA2">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hint="eastAsia"/>
                <w:sz w:val="18"/>
              </w:rPr>
              <w:t>≤</w:t>
            </w:r>
            <w:r w:rsidRPr="008C6DE4">
              <w:rPr>
                <w:rFonts w:ascii="Arial" w:hAnsi="Arial"/>
                <w:sz w:val="18"/>
              </w:rPr>
              <w:t xml:space="preserve"> 320ms</w:t>
            </w:r>
          </w:p>
        </w:tc>
        <w:tc>
          <w:tcPr>
            <w:tcW w:w="7119" w:type="dxa"/>
            <w:shd w:val="clear" w:color="auto" w:fill="auto"/>
          </w:tcPr>
          <w:p w14:paraId="1F3F433A" w14:textId="2D8A4833" w:rsidR="001A2AA2" w:rsidRPr="008C6DE4" w:rsidRDefault="001A2AA2" w:rsidP="001A2AA2">
            <w:pPr>
              <w:keepNext/>
              <w:keepLines/>
              <w:spacing w:after="0"/>
              <w:jc w:val="center"/>
              <w:rPr>
                <w:rFonts w:ascii="Arial" w:hAnsi="Arial"/>
                <w:b/>
                <w:sz w:val="18"/>
              </w:rPr>
            </w:pPr>
            <w:r w:rsidRPr="008C6DE4">
              <w:rPr>
                <w:rFonts w:ascii="Arial" w:hAnsi="Arial"/>
                <w:sz w:val="18"/>
                <w:lang w:val="fr-FR"/>
              </w:rPr>
              <w:t xml:space="preserve">Max(400ms, (1.5 </w:t>
            </w:r>
            <w:r w:rsidRPr="008C6DE4">
              <w:rPr>
                <w:rFonts w:ascii="Arial" w:hAnsi="Arial" w:cs="Arial"/>
                <w:sz w:val="18"/>
                <w:szCs w:val="18"/>
                <w:lang w:val="fr-FR"/>
              </w:rPr>
              <w:sym w:font="Symbol" w:char="F0B4"/>
            </w:r>
            <w:r w:rsidRPr="008C6DE4">
              <w:rPr>
                <w:rFonts w:ascii="Arial" w:hAnsi="Arial"/>
                <w:sz w:val="18"/>
                <w:lang w:val="fr-FR"/>
              </w:rPr>
              <w:t xml:space="preserve"> M</w:t>
            </w:r>
            <w:r w:rsidRPr="008C6DE4">
              <w:rPr>
                <w:rFonts w:ascii="Arial" w:hAnsi="Arial"/>
                <w:sz w:val="18"/>
                <w:vertAlign w:val="subscript"/>
                <w:lang w:val="fr-FR"/>
              </w:rPr>
              <w:t>meas_period_inter</w:t>
            </w:r>
            <w:r w:rsidRPr="008C6DE4">
              <w:rPr>
                <w:rFonts w:ascii="Arial" w:hAnsi="Arial"/>
                <w:sz w:val="18"/>
                <w:lang w:val="fr-FR"/>
              </w:rPr>
              <w:t xml:space="preserve">) </w:t>
            </w:r>
            <w:r w:rsidRPr="008C6DE4">
              <w:rPr>
                <w:rFonts w:ascii="Arial" w:hAnsi="Arial" w:cs="Arial"/>
                <w:sz w:val="18"/>
                <w:szCs w:val="18"/>
                <w:lang w:val="fr-FR"/>
              </w:rPr>
              <w:sym w:font="Symbol" w:char="F0B4"/>
            </w:r>
            <w:r w:rsidRPr="008C6DE4">
              <w:rPr>
                <w:rFonts w:ascii="Arial" w:hAnsi="Arial"/>
                <w:sz w:val="18"/>
                <w:lang w:val="fr-FR"/>
              </w:rPr>
              <w:t xml:space="preserve"> Max(MGRP, SMTC period, DRX cycle))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1A2AA2" w:rsidRPr="008C6DE4" w14:paraId="54CC14BE" w14:textId="77777777" w:rsidTr="00AE2158">
        <w:tc>
          <w:tcPr>
            <w:tcW w:w="2122" w:type="dxa"/>
            <w:shd w:val="clear" w:color="auto" w:fill="auto"/>
          </w:tcPr>
          <w:p w14:paraId="59BC31B4" w14:textId="77777777" w:rsidR="001A2AA2" w:rsidRPr="008C6DE4" w:rsidRDefault="001A2AA2" w:rsidP="001A2AA2">
            <w:pPr>
              <w:keepNext/>
              <w:keepLines/>
              <w:spacing w:after="0"/>
              <w:jc w:val="center"/>
              <w:rPr>
                <w:rFonts w:ascii="Arial" w:hAnsi="Arial"/>
                <w:b/>
                <w:sz w:val="18"/>
              </w:rPr>
            </w:pPr>
            <w:r w:rsidRPr="008C6DE4">
              <w:rPr>
                <w:rFonts w:ascii="Arial" w:hAnsi="Arial"/>
                <w:sz w:val="18"/>
              </w:rPr>
              <w:t>DRX cycle &gt; 320ms</w:t>
            </w:r>
          </w:p>
        </w:tc>
        <w:tc>
          <w:tcPr>
            <w:tcW w:w="7119" w:type="dxa"/>
            <w:shd w:val="clear" w:color="auto" w:fill="auto"/>
          </w:tcPr>
          <w:p w14:paraId="23CB997D" w14:textId="0D03D570" w:rsidR="001A2AA2" w:rsidRPr="008C6DE4" w:rsidRDefault="001A2AA2" w:rsidP="001A2AA2">
            <w:pPr>
              <w:keepNext/>
              <w:keepLines/>
              <w:spacing w:after="0"/>
              <w:jc w:val="center"/>
              <w:rPr>
                <w:rFonts w:ascii="Arial" w:hAnsi="Arial"/>
                <w:b/>
                <w:sz w:val="18"/>
              </w:rPr>
            </w:pPr>
            <w:r w:rsidRPr="008C6DE4">
              <w:rPr>
                <w:rFonts w:ascii="Arial" w:hAnsi="Arial"/>
                <w:sz w:val="18"/>
                <w:lang w:val="fr-FR"/>
              </w:rPr>
              <w:t>M</w:t>
            </w:r>
            <w:r w:rsidRPr="008C6DE4">
              <w:rPr>
                <w:rFonts w:ascii="Arial" w:hAnsi="Arial"/>
                <w:sz w:val="18"/>
                <w:vertAlign w:val="subscript"/>
                <w:lang w:val="fr-FR"/>
              </w:rPr>
              <w:t>meas_period_inter</w:t>
            </w:r>
            <w:r w:rsidRPr="008C6DE4">
              <w:rPr>
                <w:rFonts w:ascii="Arial" w:hAnsi="Arial"/>
                <w:sz w:val="18"/>
                <w:lang w:val="fr-FR"/>
              </w:rPr>
              <w:t xml:space="preserve"> </w:t>
            </w:r>
            <w:r w:rsidRPr="008C6DE4">
              <w:rPr>
                <w:rFonts w:ascii="Arial" w:hAnsi="Arial" w:cs="Arial"/>
                <w:sz w:val="18"/>
                <w:szCs w:val="18"/>
                <w:lang w:val="fr-FR"/>
              </w:rPr>
              <w:sym w:font="Symbol" w:char="F0B4"/>
            </w:r>
            <w:r w:rsidRPr="008C6DE4">
              <w:rPr>
                <w:rFonts w:ascii="Arial" w:hAnsi="Arial"/>
                <w:sz w:val="18"/>
                <w:lang w:val="fr-FR"/>
              </w:rPr>
              <w:t xml:space="preserve"> DRX cycle </w:t>
            </w:r>
            <w:r w:rsidRPr="008C6DE4">
              <w:rPr>
                <w:rFonts w:ascii="Arial" w:hAnsi="Arial" w:cs="Arial"/>
                <w:sz w:val="18"/>
                <w:szCs w:val="18"/>
                <w:lang w:val="fr-FR"/>
              </w:rPr>
              <w:sym w:font="Symbol" w:char="F0B4"/>
            </w:r>
            <w:r w:rsidRPr="008C6DE4">
              <w:rPr>
                <w:rFonts w:ascii="Arial" w:hAnsi="Arial"/>
                <w:sz w:val="18"/>
                <w:lang w:val="fr-FR"/>
              </w:rPr>
              <w:t xml:space="preserve"> CSSF</w:t>
            </w:r>
            <w:r w:rsidRPr="008C6DE4">
              <w:rPr>
                <w:rFonts w:ascii="Arial" w:hAnsi="Arial"/>
                <w:sz w:val="18"/>
                <w:vertAlign w:val="subscript"/>
                <w:lang w:val="fr-FR"/>
              </w:rPr>
              <w:t>inter</w:t>
            </w:r>
          </w:p>
        </w:tc>
      </w:tr>
      <w:tr w:rsidR="00565C8A" w:rsidRPr="008C6DE4" w14:paraId="1F5E24A9" w14:textId="77777777" w:rsidTr="00867D3A">
        <w:trPr>
          <w:trHeight w:val="70"/>
        </w:trPr>
        <w:tc>
          <w:tcPr>
            <w:tcW w:w="9241" w:type="dxa"/>
            <w:gridSpan w:val="2"/>
            <w:shd w:val="clear" w:color="auto" w:fill="auto"/>
          </w:tcPr>
          <w:p w14:paraId="3444B00A" w14:textId="77777777" w:rsidR="00565C8A" w:rsidRPr="008C6DE4" w:rsidRDefault="00565C8A" w:rsidP="00867D3A">
            <w:pPr>
              <w:keepNext/>
              <w:keepLines/>
              <w:spacing w:after="0"/>
              <w:ind w:left="851" w:hanging="851"/>
              <w:rPr>
                <w:rFonts w:ascii="Arial" w:hAnsi="Arial"/>
                <w:sz w:val="18"/>
              </w:rPr>
            </w:pPr>
            <w:r w:rsidRPr="008C6DE4">
              <w:rPr>
                <w:rFonts w:ascii="Arial" w:hAnsi="Arial"/>
                <w:sz w:val="18"/>
              </w:rPr>
              <w:t xml:space="preserve">NOTE 1: </w:t>
            </w:r>
            <w:r w:rsidRPr="008C6DE4">
              <w:rPr>
                <w:rFonts w:ascii="Arial" w:hAnsi="Arial"/>
                <w:sz w:val="18"/>
              </w:rPr>
              <w:tab/>
              <w:t>DRX or non DRX requirements apply according to the conditions described in clause 3.6.1</w:t>
            </w:r>
          </w:p>
          <w:p w14:paraId="4A224281" w14:textId="77777777" w:rsidR="00565C8A" w:rsidRPr="008C6DE4" w:rsidRDefault="00565C8A" w:rsidP="00867D3A">
            <w:pPr>
              <w:keepNext/>
              <w:keepLines/>
              <w:spacing w:after="0"/>
              <w:ind w:left="851" w:hanging="851"/>
              <w:rPr>
                <w:rFonts w:ascii="Arial" w:hAnsi="Arial"/>
                <w:sz w:val="18"/>
              </w:rPr>
            </w:pPr>
            <w:r w:rsidRPr="008C6DE4">
              <w:rPr>
                <w:rFonts w:ascii="Arial" w:hAnsi="Arial"/>
                <w:sz w:val="18"/>
              </w:rPr>
              <w:t xml:space="preserve">NOTE 2: </w:t>
            </w:r>
            <w:r w:rsidRPr="008C6DE4">
              <w:rPr>
                <w:rFonts w:ascii="Arial" w:hAnsi="Arial"/>
                <w:sz w:val="18"/>
              </w:rPr>
              <w:tab/>
              <w:t>In EN-DC operation, the parameters, timers and scheduling requests referred to in clause 3.6.1 are for the secondary cell group. The DRX cycle is the DRX cycle of the secondary cell group.</w:t>
            </w:r>
          </w:p>
        </w:tc>
      </w:tr>
    </w:tbl>
    <w:p w14:paraId="79B11A0B" w14:textId="77777777" w:rsidR="00565C8A" w:rsidRPr="008C6DE4" w:rsidRDefault="00565C8A" w:rsidP="00565C8A">
      <w:pPr>
        <w:tabs>
          <w:tab w:val="left" w:pos="567"/>
        </w:tabs>
        <w:rPr>
          <w:rFonts w:cs="v4.2.0"/>
        </w:rPr>
      </w:pPr>
    </w:p>
    <w:p w14:paraId="1A41101C" w14:textId="28C20D2F" w:rsidR="00565C8A" w:rsidRPr="008C6DE4" w:rsidRDefault="0048284E" w:rsidP="0048284E">
      <w:pPr>
        <w:pStyle w:val="Heading4"/>
      </w:pPr>
      <w:bookmarkStart w:id="190" w:name="_Toc5952711"/>
      <w:r w:rsidRPr="008C6DE4">
        <w:t>9.3.5.1</w:t>
      </w:r>
      <w:r w:rsidR="00565C8A" w:rsidRPr="008C6DE4">
        <w:tab/>
        <w:t>Void</w:t>
      </w:r>
      <w:bookmarkEnd w:id="190"/>
    </w:p>
    <w:p w14:paraId="4D13BC3E" w14:textId="09CCB328" w:rsidR="00565C8A" w:rsidRPr="008C6DE4" w:rsidRDefault="0048284E" w:rsidP="0048284E">
      <w:pPr>
        <w:pStyle w:val="Heading4"/>
      </w:pPr>
      <w:bookmarkStart w:id="191" w:name="_Toc5952712"/>
      <w:r w:rsidRPr="008C6DE4">
        <w:t>9.3.5.2</w:t>
      </w:r>
      <w:r w:rsidR="00565C8A" w:rsidRPr="008C6DE4">
        <w:tab/>
        <w:t>Void</w:t>
      </w:r>
      <w:bookmarkEnd w:id="191"/>
    </w:p>
    <w:p w14:paraId="09296799" w14:textId="4617661D" w:rsidR="00565C8A" w:rsidRPr="008C6DE4" w:rsidRDefault="0048284E" w:rsidP="0048284E">
      <w:pPr>
        <w:pStyle w:val="Heading4"/>
      </w:pPr>
      <w:bookmarkStart w:id="192" w:name="_Toc5952713"/>
      <w:r w:rsidRPr="008C6DE4">
        <w:t>9.3.5.3</w:t>
      </w:r>
      <w:r w:rsidR="00565C8A" w:rsidRPr="008C6DE4">
        <w:tab/>
        <w:t>Void</w:t>
      </w:r>
      <w:bookmarkEnd w:id="192"/>
    </w:p>
    <w:bookmarkEnd w:id="186"/>
    <w:p w14:paraId="5D56BF41" w14:textId="5911CFAE" w:rsidR="00C62EFA" w:rsidRPr="008C6DE4" w:rsidRDefault="00C62EFA" w:rsidP="00C62EFA">
      <w:pPr>
        <w:pStyle w:val="Heading3"/>
      </w:pPr>
      <w:r w:rsidRPr="008C6DE4">
        <w:rPr>
          <w:rFonts w:eastAsia="Calibri"/>
        </w:rPr>
        <w:t>9.3.6</w:t>
      </w:r>
      <w:r w:rsidRPr="008C6DE4">
        <w:rPr>
          <w:rFonts w:eastAsia="Calibri"/>
        </w:rPr>
        <w:tab/>
      </w:r>
      <w:r w:rsidRPr="008C6DE4">
        <w:t>Inter</w:t>
      </w:r>
      <w:r>
        <w:t>-</w:t>
      </w:r>
      <w:r w:rsidRPr="008C6DE4">
        <w:t>frequency measurements reporting requirements</w:t>
      </w:r>
    </w:p>
    <w:p w14:paraId="5F8709AF" w14:textId="188757BE" w:rsidR="00565C8A" w:rsidRPr="008C6DE4" w:rsidRDefault="0048284E" w:rsidP="0048284E">
      <w:pPr>
        <w:pStyle w:val="Heading4"/>
      </w:pPr>
      <w:r w:rsidRPr="008C6DE4">
        <w:t>9.3.6.1</w:t>
      </w:r>
      <w:r w:rsidR="00565C8A" w:rsidRPr="008C6DE4">
        <w:tab/>
        <w:t>Periodic Reporting</w:t>
      </w:r>
    </w:p>
    <w:p w14:paraId="5A8B6DB1" w14:textId="77777777" w:rsidR="00565C8A" w:rsidRPr="008C6DE4" w:rsidRDefault="00565C8A" w:rsidP="00565C8A">
      <w:pPr>
        <w:tabs>
          <w:tab w:val="left" w:pos="567"/>
        </w:tabs>
        <w:rPr>
          <w:iCs/>
        </w:rPr>
      </w:pPr>
      <w:r w:rsidRPr="008C6DE4">
        <w:rPr>
          <w:iCs/>
        </w:rPr>
        <w:t>Reported SS-RSRP, SS-RSRQ, and SS-SINR measurements contained in periodically triggered measurement reports shall meet the requirements in clauses 10.1.4.1, 10.1.5.1, 10.1.9.1, 10.1.10.1, 10.1.14.1 and 10.1.15.1, respectively.</w:t>
      </w:r>
    </w:p>
    <w:p w14:paraId="31FC0774" w14:textId="7182DC24" w:rsidR="00565C8A" w:rsidRPr="008C6DE4" w:rsidRDefault="0048284E" w:rsidP="0048284E">
      <w:pPr>
        <w:pStyle w:val="Heading4"/>
      </w:pPr>
      <w:r w:rsidRPr="008C6DE4">
        <w:t>9.3.6.2</w:t>
      </w:r>
      <w:r w:rsidR="00565C8A" w:rsidRPr="008C6DE4">
        <w:tab/>
        <w:t>Event-triggered Periodic Reporting</w:t>
      </w:r>
    </w:p>
    <w:p w14:paraId="2CB6B30D" w14:textId="77777777" w:rsidR="00565C8A" w:rsidRPr="008C6DE4" w:rsidRDefault="00565C8A" w:rsidP="00565C8A">
      <w:pPr>
        <w:tabs>
          <w:tab w:val="left" w:pos="567"/>
        </w:tabs>
        <w:rPr>
          <w:iCs/>
        </w:rPr>
      </w:pPr>
      <w:r w:rsidRPr="008C6DE4">
        <w:rPr>
          <w:iCs/>
        </w:rPr>
        <w:t>Reported SS-RSRP, SS-RSRQ, and SS-SINR measurements contained in event triggered periodic measurement reports shall meet the requirements in clauses 10.1.4.1, 10.1.5.1, 10.1.9.1, 10.1.10.1, 10.1.14.1 and 10.1.15.1, respectively.</w:t>
      </w:r>
    </w:p>
    <w:p w14:paraId="77FFBF41" w14:textId="77777777" w:rsidR="00565C8A" w:rsidRPr="008C6DE4" w:rsidRDefault="00565C8A" w:rsidP="00565C8A">
      <w:pPr>
        <w:tabs>
          <w:tab w:val="left" w:pos="567"/>
        </w:tabs>
        <w:rPr>
          <w:iCs/>
        </w:rPr>
      </w:pPr>
      <w:r w:rsidRPr="008C6DE4">
        <w:rPr>
          <w:iCs/>
        </w:rPr>
        <w:t>The first report in event triggered periodic measurement reporting shall meet the requirements specified in clause 9.3.6.3.</w:t>
      </w:r>
    </w:p>
    <w:p w14:paraId="29591009" w14:textId="3B00BBBE" w:rsidR="00565C8A" w:rsidRPr="008C6DE4" w:rsidRDefault="0048284E" w:rsidP="0048284E">
      <w:pPr>
        <w:pStyle w:val="Heading4"/>
      </w:pPr>
      <w:bookmarkStart w:id="193" w:name="_Toc5952715"/>
      <w:r w:rsidRPr="008C6DE4">
        <w:t>9.3.6.3</w:t>
      </w:r>
      <w:r w:rsidR="00565C8A" w:rsidRPr="008C6DE4">
        <w:tab/>
        <w:t>Event-triggered Reporting</w:t>
      </w:r>
    </w:p>
    <w:p w14:paraId="58C8E0A4" w14:textId="77777777" w:rsidR="00565C8A" w:rsidRPr="008C6DE4" w:rsidRDefault="00565C8A" w:rsidP="00565C8A">
      <w:pPr>
        <w:tabs>
          <w:tab w:val="left" w:pos="567"/>
        </w:tabs>
        <w:rPr>
          <w:iCs/>
        </w:rPr>
      </w:pPr>
      <w:r w:rsidRPr="008C6DE4">
        <w:rPr>
          <w:iCs/>
        </w:rPr>
        <w:t>Reported SS-RSRP, SS-RSRQ, and SS-SINR measurements contained in event triggered measurement reports shall meet the requirements in clauses 10.1.4.1, 10.1.5.1, 10.1.9.1, 10.1.10.1, 10.1.14.1 and 10.1.15.1, respectively.</w:t>
      </w:r>
    </w:p>
    <w:p w14:paraId="2D5ED656" w14:textId="77777777" w:rsidR="00565C8A" w:rsidRPr="008C6DE4" w:rsidRDefault="00565C8A" w:rsidP="00565C8A">
      <w:pPr>
        <w:tabs>
          <w:tab w:val="left" w:pos="567"/>
        </w:tabs>
        <w:rPr>
          <w:iCs/>
        </w:rPr>
      </w:pPr>
      <w:r w:rsidRPr="008C6DE4">
        <w:rPr>
          <w:iCs/>
        </w:rPr>
        <w:t>The UE shall not send any event triggered measurement reports, as long as no reporting criteria are fulfilled.</w:t>
      </w:r>
    </w:p>
    <w:p w14:paraId="2A516428" w14:textId="671FD059" w:rsidR="00565C8A" w:rsidRPr="008C6DE4" w:rsidRDefault="00565C8A" w:rsidP="00565C8A">
      <w:pPr>
        <w:tabs>
          <w:tab w:val="left" w:pos="567"/>
        </w:tabs>
        <w:rPr>
          <w:iCs/>
        </w:rPr>
      </w:pPr>
      <w:r w:rsidRPr="008C6DE4">
        <w:rPr>
          <w:iCs/>
        </w:rPr>
        <w:t xml:space="preserve">The measurement reporting delay is defined as the time between an event that will trigger a measurement report and the point when the UE starts to transmit the measurement report over the air interface. This requirement assumes that the measurement report is not delayed by other RRC signalling on the DCCH. </w:t>
      </w:r>
      <w:r w:rsidR="001F3A37" w:rsidRPr="008C6DE4">
        <w:rPr>
          <w:iCs/>
        </w:rPr>
        <w:t xml:space="preserve">This measurement reporting delay excludes a delay uncertainty resulted when inserting the measurement report to the TTI of the uplink DCCH. The delay uncertainty is: 2 </w:t>
      </w:r>
      <w:r w:rsidR="001F3A37" w:rsidRPr="008C6DE4">
        <w:rPr>
          <w:lang w:eastAsia="ko-KR"/>
        </w:rPr>
        <w:t>×</w:t>
      </w:r>
      <w:r w:rsidR="001F3A37" w:rsidRPr="008C6DE4">
        <w:rPr>
          <w:iCs/>
        </w:rPr>
        <w:t xml:space="preserve"> TTI</w:t>
      </w:r>
      <w:r w:rsidR="001F3A37" w:rsidRPr="008C6DE4">
        <w:rPr>
          <w:iCs/>
          <w:vertAlign w:val="subscript"/>
        </w:rPr>
        <w:t>DCCH</w:t>
      </w:r>
      <w:r w:rsidR="001F3A37" w:rsidRPr="008C6DE4">
        <w:rPr>
          <w:iCs/>
        </w:rPr>
        <w:t>. This measurement reporting delay excludes a delay which caused by no UL resources for UE to send the measurement report.</w:t>
      </w:r>
    </w:p>
    <w:p w14:paraId="0F7C0DE1" w14:textId="77777777" w:rsidR="00565C8A" w:rsidRPr="008C6DE4" w:rsidRDefault="00565C8A" w:rsidP="00565C8A">
      <w:pPr>
        <w:tabs>
          <w:tab w:val="left" w:pos="567"/>
        </w:tabs>
        <w:rPr>
          <w:iCs/>
        </w:rPr>
      </w:pPr>
      <w:r w:rsidRPr="008C6DE4">
        <w:rPr>
          <w:iCs/>
        </w:rPr>
        <w:t xml:space="preserve">The event triggered measurement reporting delay, measured without L3 filtering shall be </w:t>
      </w:r>
      <w:r w:rsidRPr="008C6DE4">
        <w:rPr>
          <w:rFonts w:cs="v4.2.0"/>
        </w:rPr>
        <w:t>within T</w:t>
      </w:r>
      <w:r w:rsidRPr="008C6DE4">
        <w:rPr>
          <w:rFonts w:cs="v4.2.0"/>
          <w:vertAlign w:val="subscript"/>
        </w:rPr>
        <w:t>identify_inter_without_</w:t>
      </w:r>
      <w:r w:rsidRPr="008C6DE4">
        <w:rPr>
          <w:rFonts w:eastAsia="Malgun Gothic" w:cs="v4.2.0"/>
          <w:vertAlign w:val="subscript"/>
          <w:lang w:eastAsia="ko-KR"/>
        </w:rPr>
        <w:t>index</w:t>
      </w:r>
      <w:r w:rsidRPr="008C6DE4">
        <w:rPr>
          <w:rFonts w:cs="v4.2.0"/>
        </w:rPr>
        <w:t xml:space="preserve"> </w:t>
      </w:r>
      <w:r w:rsidRPr="008C6DE4">
        <w:t>if UE is not indicated to report SSB based RRM measurement result with the associated SSB index</w:t>
      </w:r>
      <w:r w:rsidRPr="008C6DE4">
        <w:rPr>
          <w:rFonts w:cs="v4.2.0"/>
        </w:rPr>
        <w:t>. Otherwise UE shall be able to identify a new detectable inter frequency cell within T</w:t>
      </w:r>
      <w:r w:rsidRPr="008C6DE4">
        <w:rPr>
          <w:rFonts w:cs="v4.2.0"/>
          <w:vertAlign w:val="subscript"/>
        </w:rPr>
        <w:t>identify_inter_with_index</w:t>
      </w:r>
      <w:r w:rsidRPr="008C6DE4">
        <w:rPr>
          <w:lang w:eastAsia="zh-CN"/>
        </w:rPr>
        <w:t>.</w:t>
      </w:r>
      <w:r w:rsidRPr="008C6DE4">
        <w:rPr>
          <w:iCs/>
        </w:rPr>
        <w:t xml:space="preserve"> Both </w:t>
      </w:r>
      <w:r w:rsidRPr="008C6DE4">
        <w:rPr>
          <w:rFonts w:cs="v4.2.0"/>
        </w:rPr>
        <w:t>T</w:t>
      </w:r>
      <w:r w:rsidRPr="008C6DE4">
        <w:rPr>
          <w:rFonts w:cs="v4.2.0"/>
          <w:vertAlign w:val="subscript"/>
        </w:rPr>
        <w:t>identify_inter_without_</w:t>
      </w:r>
      <w:r w:rsidRPr="008C6DE4">
        <w:rPr>
          <w:rFonts w:eastAsia="Malgun Gothic" w:cs="v4.2.0"/>
          <w:vertAlign w:val="subscript"/>
          <w:lang w:eastAsia="ko-KR"/>
        </w:rPr>
        <w:t>index</w:t>
      </w:r>
      <w:r w:rsidRPr="008C6DE4">
        <w:rPr>
          <w:iCs/>
        </w:rPr>
        <w:t xml:space="preserve"> and </w:t>
      </w:r>
      <w:r w:rsidRPr="008C6DE4">
        <w:rPr>
          <w:rFonts w:cs="v4.2.0"/>
        </w:rPr>
        <w:t>T</w:t>
      </w:r>
      <w:r w:rsidRPr="008C6DE4">
        <w:rPr>
          <w:rFonts w:cs="v4.2.0"/>
          <w:vertAlign w:val="subscript"/>
        </w:rPr>
        <w:t>identify_inter_with_index</w:t>
      </w:r>
      <w:r w:rsidRPr="008C6DE4">
        <w:rPr>
          <w:iCs/>
        </w:rPr>
        <w:t xml:space="preserve"> are defined in clause 9.3.4.</w:t>
      </w:r>
      <w:r w:rsidRPr="008C6DE4">
        <w:rPr>
          <w:iCs/>
          <w:vertAlign w:val="subscript"/>
        </w:rPr>
        <w:t xml:space="preserve"> </w:t>
      </w:r>
      <w:r w:rsidRPr="008C6DE4">
        <w:rPr>
          <w:iCs/>
        </w:rPr>
        <w:t>When L3 filtering is used an additional delay can be expected.</w:t>
      </w:r>
    </w:p>
    <w:p w14:paraId="4A1FB212" w14:textId="77777777" w:rsidR="005A78CD" w:rsidRPr="00DF2ABB" w:rsidRDefault="005A78CD" w:rsidP="005A78CD">
      <w:pPr>
        <w:tabs>
          <w:tab w:val="left" w:pos="567"/>
        </w:tabs>
        <w:rPr>
          <w:iCs/>
        </w:rPr>
      </w:pPr>
      <w:r w:rsidRPr="008C6DE4">
        <w:rPr>
          <w:iCs/>
        </w:rPr>
        <w:t xml:space="preserve">A cell is detectable only if at least one SSB measured from the cell being configured remains detectable during the time period </w:t>
      </w:r>
      <w:r w:rsidRPr="008C6DE4">
        <w:rPr>
          <w:rFonts w:cs="v4.2.0"/>
        </w:rPr>
        <w:t>T</w:t>
      </w:r>
      <w:r w:rsidRPr="008C6DE4">
        <w:rPr>
          <w:rFonts w:cs="v4.2.0"/>
          <w:vertAlign w:val="subscript"/>
        </w:rPr>
        <w:t>identify_inter_without_</w:t>
      </w:r>
      <w:r w:rsidRPr="008C6DE4">
        <w:rPr>
          <w:rFonts w:eastAsia="Malgun Gothic" w:cs="v4.2.0"/>
          <w:vertAlign w:val="subscript"/>
          <w:lang w:eastAsia="ko-KR"/>
        </w:rPr>
        <w:t>index</w:t>
      </w:r>
      <w:r w:rsidRPr="008C6DE4">
        <w:rPr>
          <w:iCs/>
        </w:rPr>
        <w:t xml:space="preserve"> or </w:t>
      </w:r>
      <w:r w:rsidRPr="008C6DE4">
        <w:rPr>
          <w:rFonts w:cs="v4.2.0"/>
        </w:rPr>
        <w:t>T</w:t>
      </w:r>
      <w:r w:rsidRPr="008C6DE4">
        <w:rPr>
          <w:rFonts w:cs="v4.2.0"/>
          <w:vertAlign w:val="subscript"/>
        </w:rPr>
        <w:t>identify_inter_with_index</w:t>
      </w:r>
      <w:r w:rsidRPr="008C6DE4">
        <w:rPr>
          <w:iCs/>
        </w:rPr>
        <w:t xml:space="preserve"> defined in clause 9.3.4. If a cell which has been detectable at least for the time period </w:t>
      </w:r>
      <w:r w:rsidRPr="008C6DE4">
        <w:rPr>
          <w:rFonts w:cs="v4.2.0"/>
        </w:rPr>
        <w:t>T</w:t>
      </w:r>
      <w:r w:rsidRPr="008C6DE4">
        <w:rPr>
          <w:rFonts w:cs="v4.2.0"/>
          <w:vertAlign w:val="subscript"/>
        </w:rPr>
        <w:t>identify_inter_without_</w:t>
      </w:r>
      <w:r w:rsidRPr="008C6DE4">
        <w:rPr>
          <w:rFonts w:eastAsia="Malgun Gothic" w:cs="v4.2.0"/>
          <w:vertAlign w:val="subscript"/>
          <w:lang w:eastAsia="ko-KR"/>
        </w:rPr>
        <w:t>index</w:t>
      </w:r>
      <w:r w:rsidRPr="008C6DE4">
        <w:rPr>
          <w:iCs/>
        </w:rPr>
        <w:t xml:space="preserve"> or </w:t>
      </w:r>
      <w:r w:rsidRPr="008C6DE4">
        <w:rPr>
          <w:rFonts w:cs="v4.2.0"/>
        </w:rPr>
        <w:t>T</w:t>
      </w:r>
      <w:r w:rsidRPr="008C6DE4">
        <w:rPr>
          <w:rFonts w:cs="v4.2.0"/>
          <w:vertAlign w:val="subscript"/>
        </w:rPr>
        <w:t>identify_inter_with_index</w:t>
      </w:r>
      <w:r w:rsidRPr="008C6DE4">
        <w:rPr>
          <w:iCs/>
        </w:rPr>
        <w:t xml:space="preserve"> defined in clause 9.3.4 </w:t>
      </w:r>
      <w:r w:rsidRPr="008C6DE4">
        <w:t xml:space="preserve">becomes undetectable for a period ≤ 5 seconds and then the cell becomes detectable again with the same spatial reception parameter </w:t>
      </w:r>
      <w:r w:rsidRPr="008C6DE4">
        <w:rPr>
          <w:iCs/>
        </w:rPr>
        <w:t xml:space="preserve">and then triggers the measurement report as per TS 38.331 [2], the event triggered measurement reporting delay shall be less than </w:t>
      </w:r>
      <w:r w:rsidRPr="008C6DE4">
        <w:t>T</w:t>
      </w:r>
      <w:r w:rsidRPr="008C6DE4">
        <w:rPr>
          <w:vertAlign w:val="subscript"/>
        </w:rPr>
        <w:t>SSB_measurement_period_inter</w:t>
      </w:r>
      <w:r w:rsidRPr="008C6DE4" w:rsidDel="00CF2BF7">
        <w:rPr>
          <w:iCs/>
        </w:rPr>
        <w:t xml:space="preserve"> </w:t>
      </w:r>
      <w:r w:rsidRPr="008C6DE4">
        <w:rPr>
          <w:iCs/>
        </w:rPr>
        <w:t xml:space="preserve">defined in clause 9.3.5 provided the timing to that cell has not changed more than </w:t>
      </w:r>
      <w:r w:rsidRPr="008C6DE4">
        <w:sym w:font="Symbol" w:char="F0B1"/>
      </w:r>
      <w:r w:rsidRPr="008C6DE4">
        <w:t xml:space="preserve"> 3200</w:t>
      </w:r>
      <w:r>
        <w:t>/</w:t>
      </w:r>
      <m:oMath>
        <m:sSup>
          <m:sSupPr>
            <m:ctrlPr>
              <w:rPr>
                <w:rFonts w:ascii="Cambria Math" w:hAnsi="Cambria Math" w:cs="Calibri Light"/>
                <w:color w:val="000000"/>
                <w:lang w:val=""/>
              </w:rPr>
            </m:ctrlPr>
          </m:sSupPr>
          <m:e>
            <m:r>
              <m:rPr>
                <m:sty m:val="p"/>
              </m:rPr>
              <w:rPr>
                <w:rFonts w:ascii="Cambria Math" w:hAnsi="Cambria Math" w:cs="Calibri Light"/>
                <w:color w:val="000000"/>
                <w:lang w:val=""/>
              </w:rPr>
              <m:t>2</m:t>
            </m:r>
          </m:e>
          <m:sup>
            <m:r>
              <w:rPr>
                <w:rFonts w:ascii="Cambria Math" w:hAnsi="Cambria Math" w:cs="Calibri Light"/>
                <w:color w:val="000000"/>
                <w:lang w:val=""/>
              </w:rPr>
              <m:t>µ</m:t>
            </m:r>
          </m:sup>
        </m:sSup>
      </m:oMath>
      <w:r w:rsidRPr="008C6DE4">
        <w:t xml:space="preserve"> Tc</w:t>
      </w:r>
      <w:r w:rsidRPr="008C6DE4">
        <w:rPr>
          <w:iCs/>
        </w:rPr>
        <w:t xml:space="preserve"> while measurement gap has not been available and the L3 filtering has not been used</w:t>
      </w:r>
      <w:r w:rsidRPr="00505EC3">
        <w:t xml:space="preserve">, where </w:t>
      </w:r>
      <w:r w:rsidRPr="00646401">
        <w:rPr>
          <w:i/>
        </w:rPr>
        <w:t>µ</w:t>
      </w:r>
      <w:r w:rsidRPr="00505EC3">
        <w:t xml:space="preserve"> is the SCS configuration as defined in clause 4</w:t>
      </w:r>
      <w:r>
        <w:t>.2</w:t>
      </w:r>
      <w:r>
        <w:rPr>
          <w:rFonts w:hint="eastAsia"/>
          <w:lang w:eastAsia="zh-TW"/>
        </w:rPr>
        <w:t xml:space="preserve"> </w:t>
      </w:r>
      <w:r>
        <w:t>of</w:t>
      </w:r>
      <w:r w:rsidRPr="00505EC3">
        <w:t xml:space="preserve"> TS 38.211 [3]</w:t>
      </w:r>
      <w:r w:rsidRPr="008C6DE4">
        <w:rPr>
          <w:iCs/>
        </w:rPr>
        <w:t>. When L3 filtering is used an additional delay can be expected.</w:t>
      </w:r>
    </w:p>
    <w:p w14:paraId="4F042CF7" w14:textId="56D6A59F" w:rsidR="00565C8A" w:rsidRPr="008C6DE4" w:rsidRDefault="0048284E" w:rsidP="0048284E">
      <w:pPr>
        <w:pStyle w:val="Heading3"/>
        <w:rPr>
          <w:lang w:eastAsia="ja-JP"/>
        </w:rPr>
      </w:pPr>
      <w:r w:rsidRPr="008C6DE4">
        <w:rPr>
          <w:lang w:eastAsia="ja-JP"/>
        </w:rPr>
        <w:t>9.3.7</w:t>
      </w:r>
      <w:r w:rsidR="00565C8A" w:rsidRPr="008C6DE4">
        <w:rPr>
          <w:lang w:eastAsia="ja-JP"/>
        </w:rPr>
        <w:tab/>
        <w:t>Void</w:t>
      </w:r>
      <w:bookmarkEnd w:id="193"/>
    </w:p>
    <w:p w14:paraId="3BA8763A" w14:textId="47D2E601" w:rsidR="00C62EFA" w:rsidRPr="008C6DE4" w:rsidRDefault="00C62EFA" w:rsidP="00C62EFA">
      <w:pPr>
        <w:pStyle w:val="Heading3"/>
      </w:pPr>
      <w:r w:rsidRPr="008C6DE4">
        <w:rPr>
          <w:rFonts w:eastAsia="Calibri"/>
        </w:rPr>
        <w:t>9.3.8</w:t>
      </w:r>
      <w:r w:rsidRPr="008C6DE4">
        <w:rPr>
          <w:rFonts w:eastAsia="Calibri"/>
        </w:rPr>
        <w:tab/>
      </w:r>
      <w:r w:rsidRPr="008C6DE4">
        <w:rPr>
          <w:rFonts w:eastAsia="Malgun Gothic"/>
        </w:rPr>
        <w:t>Inter</w:t>
      </w:r>
      <w:r>
        <w:rPr>
          <w:rFonts w:eastAsia="Malgun Gothic"/>
        </w:rPr>
        <w:t>-</w:t>
      </w:r>
      <w:r w:rsidRPr="008C6DE4">
        <w:rPr>
          <w:rFonts w:eastAsia="Malgun Gothic"/>
        </w:rPr>
        <w:t>frequency SFTD measurement requirements</w:t>
      </w:r>
    </w:p>
    <w:p w14:paraId="54385A13" w14:textId="0634A64A" w:rsidR="00565C8A" w:rsidRPr="008C6DE4" w:rsidRDefault="0048284E" w:rsidP="0048284E">
      <w:pPr>
        <w:pStyle w:val="Heading4"/>
      </w:pPr>
      <w:r w:rsidRPr="008C6DE4">
        <w:rPr>
          <w:rFonts w:eastAsia="Malgun Gothic"/>
        </w:rPr>
        <w:t>9.3.8.1</w:t>
      </w:r>
      <w:r w:rsidR="00565C8A" w:rsidRPr="008C6DE4">
        <w:rPr>
          <w:rFonts w:eastAsia="Malgun Gothic"/>
        </w:rPr>
        <w:tab/>
        <w:t>Introduction</w:t>
      </w:r>
    </w:p>
    <w:p w14:paraId="461B8CFA" w14:textId="4A88DC0B" w:rsidR="008C6E99" w:rsidRPr="008C6DE4" w:rsidRDefault="008C6E99" w:rsidP="008C6E99">
      <w:pPr>
        <w:rPr>
          <w:rFonts w:eastAsia="Malgun Gothic"/>
        </w:rPr>
      </w:pPr>
      <w:r w:rsidRPr="008C6DE4">
        <w:rPr>
          <w:rFonts w:eastAsia="Malgun Gothic"/>
        </w:rPr>
        <w:t>This clause contains requirements for a UE supporting NR inter-frequency SFTD measurement and is applicable in RRC_CONNECTED state. The UE shall</w:t>
      </w:r>
      <w:r w:rsidRPr="008C6DE4">
        <w:rPr>
          <w:rFonts w:eastAsia="Malgun Gothic"/>
          <w:lang w:eastAsia="ko-KR"/>
        </w:rPr>
        <w:t>, depending on network request,</w:t>
      </w:r>
      <w:r w:rsidRPr="008C6DE4">
        <w:rPr>
          <w:rFonts w:eastAsia="Malgun Gothic"/>
        </w:rPr>
        <w:t xml:space="preserve"> perform inter-frequency SFTD measurement and report SFTD result with or without SS-RSRP. The overall delay includes </w:t>
      </w:r>
      <w:r w:rsidRPr="008C6DE4">
        <w:rPr>
          <w:rFonts w:eastAsia="Malgun Gothic" w:cs="v4.2.0"/>
        </w:rPr>
        <w:t xml:space="preserve">RRC procedure delay defined in clause 12 in </w:t>
      </w:r>
      <w:r w:rsidRPr="008C6DE4">
        <w:rPr>
          <w:rFonts w:eastAsia="Malgun Gothic"/>
        </w:rPr>
        <w:t>TS 38.331 [2] and SFTD measurement reporting delay in clause 9.3.8.3.</w:t>
      </w:r>
    </w:p>
    <w:p w14:paraId="265E0EA9" w14:textId="77777777" w:rsidR="00565C8A" w:rsidRPr="008C6DE4" w:rsidRDefault="00565C8A" w:rsidP="00565C8A">
      <w:pPr>
        <w:rPr>
          <w:rFonts w:eastAsia="Malgun Gothic"/>
        </w:rPr>
      </w:pPr>
      <w:r w:rsidRPr="008C6DE4">
        <w:rPr>
          <w:rFonts w:eastAsia="Malgun Gothic"/>
        </w:rPr>
        <w:t>UE which fulfils the requirements in clause 9.3.8 is not supposed to fulfil the requirements defined in clause 9.2.5.4.</w:t>
      </w:r>
    </w:p>
    <w:p w14:paraId="01653680" w14:textId="4DC1122E" w:rsidR="00565C8A" w:rsidRPr="008C6DE4" w:rsidRDefault="0048284E" w:rsidP="0048284E">
      <w:pPr>
        <w:pStyle w:val="Heading4"/>
      </w:pPr>
      <w:r w:rsidRPr="008C6DE4">
        <w:rPr>
          <w:rFonts w:eastAsia="Malgun Gothic"/>
        </w:rPr>
        <w:t>9.3.8.2</w:t>
      </w:r>
      <w:r w:rsidR="00565C8A" w:rsidRPr="008C6DE4">
        <w:rPr>
          <w:rFonts w:eastAsia="Malgun Gothic"/>
        </w:rPr>
        <w:tab/>
        <w:t>SFTD Measurement delay</w:t>
      </w:r>
    </w:p>
    <w:p w14:paraId="22E87C75" w14:textId="6527BE8B" w:rsidR="00565C8A" w:rsidRPr="008C6DE4" w:rsidRDefault="00565C8A" w:rsidP="00565C8A">
      <w:pPr>
        <w:overflowPunct w:val="0"/>
        <w:autoSpaceDE w:val="0"/>
        <w:autoSpaceDN w:val="0"/>
        <w:adjustRightInd w:val="0"/>
        <w:textAlignment w:val="baseline"/>
        <w:rPr>
          <w:lang w:eastAsia="ko-KR"/>
        </w:rPr>
      </w:pPr>
      <w:r w:rsidRPr="008C6DE4">
        <w:rPr>
          <w:lang w:eastAsia="ko-KR"/>
        </w:rPr>
        <w:t xml:space="preserve">The requirements on SFTD measurement delay defined in this </w:t>
      </w:r>
      <w:r w:rsidR="00854981" w:rsidRPr="008C6DE4">
        <w:rPr>
          <w:lang w:eastAsia="ko-KR"/>
        </w:rPr>
        <w:t>clause</w:t>
      </w:r>
      <w:r w:rsidRPr="008C6DE4">
        <w:rPr>
          <w:lang w:eastAsia="ko-KR"/>
        </w:rPr>
        <w:t xml:space="preserve"> are applicable under the side condition SCH Ês/Iot </w:t>
      </w:r>
      <w:r w:rsidRPr="008C6DE4">
        <w:rPr>
          <w:rFonts w:hint="eastAsia"/>
          <w:lang w:eastAsia="ko-KR"/>
        </w:rPr>
        <w:t>≥</w:t>
      </w:r>
      <w:r w:rsidRPr="008C6DE4">
        <w:rPr>
          <w:lang w:eastAsia="ko-KR"/>
        </w:rPr>
        <w:t xml:space="preserve"> -3 dB for the inter-frequency neighbour</w:t>
      </w:r>
      <w:r w:rsidRPr="008C6DE4" w:rsidDel="00CE6361">
        <w:rPr>
          <w:lang w:eastAsia="ko-KR"/>
        </w:rPr>
        <w:t xml:space="preserve"> </w:t>
      </w:r>
      <w:r w:rsidRPr="008C6DE4">
        <w:rPr>
          <w:lang w:eastAsia="ko-KR"/>
        </w:rPr>
        <w:t>cell. Depending on configuration, the SFTD measurement may be carried out with or without the support of configured measurement gaps. In the current release, indication on whether to carry out the SFTD measurement with or without measurement gaps is implicit and depending on whether measurement gaps are configured.</w:t>
      </w:r>
    </w:p>
    <w:p w14:paraId="4BFB5192" w14:textId="5C86BBC1" w:rsidR="00565C8A" w:rsidRPr="008C6DE4" w:rsidRDefault="00565C8A" w:rsidP="00565C8A">
      <w:pPr>
        <w:overflowPunct w:val="0"/>
        <w:autoSpaceDE w:val="0"/>
        <w:autoSpaceDN w:val="0"/>
        <w:adjustRightInd w:val="0"/>
        <w:textAlignment w:val="baseline"/>
        <w:rPr>
          <w:lang w:eastAsia="ko-KR"/>
        </w:rPr>
      </w:pPr>
      <w:r w:rsidRPr="008C6DE4">
        <w:rPr>
          <w:lang w:eastAsia="ko-KR"/>
        </w:rPr>
        <w:t xml:space="preserve">The UE shall be able to detect, identify and measure SFTD of up to 3 of the strongest applicable inter-frequency neighbour cells on the carrier frequency provided in the SFTD measurement configuration. Further depending on the SFTD measurement configuration, the UE shall additionally report SS-RSRP for the one or more strongest cells. </w:t>
      </w:r>
      <w:r w:rsidR="008C6E99" w:rsidRPr="008C6DE4">
        <w:rPr>
          <w:lang w:eastAsia="ko-KR"/>
        </w:rPr>
        <w:t xml:space="preserve">The UE may or may not be configured with </w:t>
      </w:r>
      <w:r w:rsidR="008C6E99" w:rsidRPr="008C6DE4">
        <w:rPr>
          <w:i/>
          <w:lang w:eastAsia="zh-CN"/>
        </w:rPr>
        <w:t>cellsForWhichToReportSFTD</w:t>
      </w:r>
      <w:r w:rsidR="008C6E99" w:rsidRPr="008C6DE4">
        <w:rPr>
          <w:lang w:eastAsia="zh-CN"/>
        </w:rPr>
        <w:t xml:space="preserve">. The UE does not expect </w:t>
      </w:r>
      <w:r w:rsidR="008C6E99" w:rsidRPr="008C6DE4">
        <w:rPr>
          <w:i/>
          <w:lang w:eastAsia="zh-CN"/>
        </w:rPr>
        <w:t>cellsForWhichToReportSFTD</w:t>
      </w:r>
      <w:r w:rsidR="008C6E99" w:rsidRPr="008C6DE4">
        <w:rPr>
          <w:lang w:eastAsia="zh-CN"/>
        </w:rPr>
        <w:t xml:space="preserve"> to change during an ongoing SFTD measurement.</w:t>
      </w:r>
    </w:p>
    <w:p w14:paraId="037534CF" w14:textId="5EB79238" w:rsidR="00565C8A" w:rsidRPr="008C6DE4" w:rsidRDefault="00565C8A" w:rsidP="00565C8A">
      <w:pPr>
        <w:overflowPunct w:val="0"/>
        <w:autoSpaceDE w:val="0"/>
        <w:autoSpaceDN w:val="0"/>
        <w:adjustRightInd w:val="0"/>
        <w:textAlignment w:val="baseline"/>
        <w:rPr>
          <w:lang w:eastAsia="ko-KR"/>
        </w:rPr>
      </w:pPr>
      <w:r w:rsidRPr="008C6DE4">
        <w:rPr>
          <w:lang w:eastAsia="ko-KR"/>
        </w:rPr>
        <w:t xml:space="preserve">When no measurement gaps are provided, the UE shall be capable of finding the inter-frequency neighbour cell regardless of its SSB position in the SMTC period, provided that the carrier frequency where SFTD measurement is configured and the serving carrier(s) form a supported CA or NR-DC band combination of the UE. </w:t>
      </w:r>
      <w:r w:rsidRPr="008C6DE4">
        <w:rPr>
          <w:rFonts w:eastAsia="Malgun Gothic"/>
          <w:lang w:eastAsia="ko-KR"/>
        </w:rPr>
        <w:t xml:space="preserve">The SFTD measurement shall be conducted with sustained connection to the PCell and activated SCell(s) in MCG. </w:t>
      </w:r>
      <w:r w:rsidRPr="008C6DE4">
        <w:rPr>
          <w:lang w:eastAsia="ko-KR"/>
        </w:rPr>
        <w:t>Depending on capability, the UE may be allowed to cause a certain amount of interruptions for reconfiguration of the radio receiver, as specified in clause 8.2.2.2.6.</w:t>
      </w:r>
    </w:p>
    <w:p w14:paraId="42778E10" w14:textId="642F7AC8" w:rsidR="00565C8A" w:rsidRPr="008C6DE4" w:rsidRDefault="00565C8A" w:rsidP="00565C8A">
      <w:pPr>
        <w:overflowPunct w:val="0"/>
        <w:autoSpaceDE w:val="0"/>
        <w:autoSpaceDN w:val="0"/>
        <w:adjustRightInd w:val="0"/>
        <w:textAlignment w:val="baseline"/>
        <w:rPr>
          <w:lang w:eastAsia="ko-KR"/>
        </w:rPr>
      </w:pPr>
      <w:r w:rsidRPr="008C6DE4">
        <w:rPr>
          <w:lang w:eastAsia="ko-KR"/>
        </w:rPr>
        <w:t>When measurement gaps are provided, the UE shall be capable of finding the inter-frequency neighbour</w:t>
      </w:r>
      <w:r w:rsidRPr="008C6DE4" w:rsidDel="00CE6361">
        <w:rPr>
          <w:lang w:eastAsia="ko-KR"/>
        </w:rPr>
        <w:t xml:space="preserve"> </w:t>
      </w:r>
      <w:r w:rsidRPr="008C6DE4">
        <w:rPr>
          <w:lang w:eastAsia="ko-KR"/>
        </w:rPr>
        <w:t>cell under the additional condition that the SSB at least occasionally falls within the measurement gap.</w:t>
      </w:r>
    </w:p>
    <w:p w14:paraId="7F91E3BC" w14:textId="77777777" w:rsidR="00565C8A" w:rsidRPr="008C6DE4" w:rsidRDefault="00565C8A" w:rsidP="00565C8A">
      <w:pPr>
        <w:overflowPunct w:val="0"/>
        <w:autoSpaceDE w:val="0"/>
        <w:autoSpaceDN w:val="0"/>
        <w:adjustRightInd w:val="0"/>
        <w:textAlignment w:val="baseline"/>
        <w:rPr>
          <w:lang w:eastAsia="ko-KR"/>
        </w:rPr>
      </w:pPr>
      <w:r w:rsidRPr="008C6DE4">
        <w:rPr>
          <w:lang w:eastAsia="ko-KR"/>
        </w:rPr>
        <w:t>When no DRX is used, the UE shall be capable of determining SFTD within a physical layer measurement period of T</w:t>
      </w:r>
      <w:r w:rsidRPr="008C6DE4">
        <w:rPr>
          <w:vertAlign w:val="subscript"/>
          <w:lang w:eastAsia="ko-KR"/>
        </w:rPr>
        <w:t>measure_SFTD1</w:t>
      </w:r>
      <w:r w:rsidRPr="008C6DE4">
        <w:rPr>
          <w:lang w:eastAsia="ko-KR"/>
        </w:rPr>
        <w:t xml:space="preserve"> as follows:</w:t>
      </w:r>
    </w:p>
    <w:p w14:paraId="1ADAA107" w14:textId="77777777" w:rsidR="00565C8A" w:rsidRPr="008C6DE4" w:rsidRDefault="00565C8A" w:rsidP="00565C8A">
      <w:pPr>
        <w:overflowPunct w:val="0"/>
        <w:autoSpaceDE w:val="0"/>
        <w:autoSpaceDN w:val="0"/>
        <w:adjustRightInd w:val="0"/>
        <w:ind w:left="568" w:hanging="284"/>
        <w:textAlignment w:val="baseline"/>
        <w:rPr>
          <w:lang w:eastAsia="ko-KR"/>
        </w:rPr>
      </w:pPr>
      <w:r w:rsidRPr="008C6DE4">
        <w:rPr>
          <w:lang w:eastAsia="ko-KR"/>
        </w:rPr>
        <w:t>-</w:t>
      </w:r>
      <w:r w:rsidRPr="008C6DE4">
        <w:rPr>
          <w:lang w:eastAsia="ko-KR"/>
        </w:rPr>
        <w:tab/>
        <w:t>For SFTD measurements without measurement gaps, and without additional SS-RSRP reporting:</w:t>
      </w:r>
    </w:p>
    <w:p w14:paraId="50605B97" w14:textId="034E3B10" w:rsidR="00565C8A" w:rsidRPr="008C6DE4" w:rsidRDefault="00565C8A" w:rsidP="00565C8A">
      <w:pPr>
        <w:overflowPunct w:val="0"/>
        <w:autoSpaceDE w:val="0"/>
        <w:autoSpaceDN w:val="0"/>
        <w:adjustRightInd w:val="0"/>
        <w:ind w:left="851" w:hanging="284"/>
        <w:textAlignment w:val="baseline"/>
        <w:rPr>
          <w:lang w:eastAsia="ko-KR"/>
        </w:rPr>
      </w:pPr>
      <w:r w:rsidRPr="008C6DE4">
        <w:rPr>
          <w:lang w:eastAsia="ko-KR"/>
        </w:rPr>
        <w:t>-</w:t>
      </w:r>
      <w:r w:rsidRPr="008C6DE4">
        <w:rPr>
          <w:lang w:eastAsia="ko-KR"/>
        </w:rPr>
        <w:tab/>
        <w:t>For carrier frequency in FR1: T</w:t>
      </w:r>
      <w:r w:rsidRPr="008C6DE4">
        <w:rPr>
          <w:vertAlign w:val="subscript"/>
          <w:lang w:eastAsia="ko-KR"/>
        </w:rPr>
        <w:t xml:space="preserve">measure_SFTD1 </w:t>
      </w:r>
      <w:r w:rsidRPr="008C6DE4">
        <w:rPr>
          <w:lang w:eastAsia="ko-KR"/>
        </w:rPr>
        <w:t>= 14 SMTC periods</w:t>
      </w:r>
    </w:p>
    <w:p w14:paraId="1BA685BA" w14:textId="14D37C4A" w:rsidR="00565C8A" w:rsidRPr="008C6DE4" w:rsidRDefault="00565C8A" w:rsidP="00565C8A">
      <w:pPr>
        <w:overflowPunct w:val="0"/>
        <w:autoSpaceDE w:val="0"/>
        <w:autoSpaceDN w:val="0"/>
        <w:adjustRightInd w:val="0"/>
        <w:ind w:left="851" w:hanging="284"/>
        <w:textAlignment w:val="baseline"/>
        <w:rPr>
          <w:lang w:eastAsia="ko-KR"/>
        </w:rPr>
      </w:pPr>
      <w:r w:rsidRPr="008C6DE4">
        <w:rPr>
          <w:lang w:eastAsia="ko-KR"/>
        </w:rPr>
        <w:t>-</w:t>
      </w:r>
      <w:r w:rsidRPr="008C6DE4">
        <w:rPr>
          <w:lang w:eastAsia="ko-KR"/>
        </w:rPr>
        <w:tab/>
        <w:t>For carrier frequency in FR2: T</w:t>
      </w:r>
      <w:r w:rsidRPr="008C6DE4">
        <w:rPr>
          <w:vertAlign w:val="subscript"/>
          <w:lang w:eastAsia="ko-KR"/>
        </w:rPr>
        <w:t xml:space="preserve">measure_SFTD1 </w:t>
      </w:r>
      <w:r w:rsidRPr="008C6DE4">
        <w:rPr>
          <w:lang w:eastAsia="ko-KR"/>
        </w:rPr>
        <w:t>= 112 SMTC periods</w:t>
      </w:r>
    </w:p>
    <w:p w14:paraId="5E64EA30" w14:textId="77777777" w:rsidR="00565C8A" w:rsidRPr="008C6DE4" w:rsidRDefault="00565C8A" w:rsidP="00565C8A">
      <w:pPr>
        <w:overflowPunct w:val="0"/>
        <w:autoSpaceDE w:val="0"/>
        <w:autoSpaceDN w:val="0"/>
        <w:adjustRightInd w:val="0"/>
        <w:ind w:left="568" w:hanging="284"/>
        <w:textAlignment w:val="baseline"/>
        <w:rPr>
          <w:lang w:eastAsia="ko-KR"/>
        </w:rPr>
      </w:pPr>
      <w:r w:rsidRPr="008C6DE4">
        <w:rPr>
          <w:lang w:eastAsia="ko-KR"/>
        </w:rPr>
        <w:t>-</w:t>
      </w:r>
      <w:r w:rsidRPr="008C6DE4">
        <w:rPr>
          <w:lang w:eastAsia="ko-KR"/>
        </w:rPr>
        <w:tab/>
        <w:t>For SFTD measurements in measurement gaps, and without additional SS-RSRP reporting:</w:t>
      </w:r>
    </w:p>
    <w:p w14:paraId="3985ABEB" w14:textId="37DDD0D4" w:rsidR="002E0632" w:rsidRPr="008C6DE4" w:rsidRDefault="002E0632" w:rsidP="002E0632">
      <w:pPr>
        <w:overflowPunct w:val="0"/>
        <w:autoSpaceDE w:val="0"/>
        <w:autoSpaceDN w:val="0"/>
        <w:adjustRightInd w:val="0"/>
        <w:ind w:left="851" w:hanging="284"/>
        <w:textAlignment w:val="baseline"/>
        <w:rPr>
          <w:lang w:eastAsia="ko-KR"/>
        </w:rPr>
      </w:pPr>
      <w:r w:rsidRPr="008C6DE4">
        <w:rPr>
          <w:lang w:eastAsia="ko-KR"/>
        </w:rPr>
        <w:t>-</w:t>
      </w:r>
      <w:r w:rsidRPr="008C6DE4">
        <w:rPr>
          <w:lang w:eastAsia="ko-KR"/>
        </w:rPr>
        <w:tab/>
        <w:t>For carrier frequency in FR1: T</w:t>
      </w:r>
      <w:r w:rsidRPr="008C6DE4">
        <w:rPr>
          <w:vertAlign w:val="subscript"/>
          <w:lang w:eastAsia="ko-KR"/>
        </w:rPr>
        <w:t xml:space="preserve">measure_SFTD1 </w:t>
      </w:r>
      <w:r w:rsidRPr="008C6DE4">
        <w:rPr>
          <w:lang w:eastAsia="ko-KR"/>
        </w:rPr>
        <w:t xml:space="preserve">= </w:t>
      </w:r>
      <w:r w:rsidRPr="008C6DE4">
        <w:rPr>
          <w:rFonts w:eastAsia="Malgun Gothic"/>
        </w:rPr>
        <w:t>CSSF</w:t>
      </w:r>
      <w:r w:rsidRPr="008C6DE4">
        <w:rPr>
          <w:rFonts w:eastAsia="Malgun Gothic"/>
          <w:vertAlign w:val="subscript"/>
        </w:rPr>
        <w:t>inter</w:t>
      </w:r>
      <w:r w:rsidRPr="008C6DE4">
        <w:rPr>
          <w:vertAlign w:val="subscript"/>
          <w:lang w:eastAsia="ko-KR"/>
        </w:rPr>
        <w:t xml:space="preserve"> </w:t>
      </w:r>
      <w:r w:rsidRPr="008C6DE4">
        <w:rPr>
          <w:lang w:eastAsia="ko-KR"/>
        </w:rPr>
        <w:t>× 8 × Max(MGRP, SMTC period)</w:t>
      </w:r>
    </w:p>
    <w:p w14:paraId="58213215" w14:textId="53A11634" w:rsidR="002E0632" w:rsidRPr="008C6DE4" w:rsidRDefault="002E0632" w:rsidP="002E0632">
      <w:pPr>
        <w:overflowPunct w:val="0"/>
        <w:autoSpaceDE w:val="0"/>
        <w:autoSpaceDN w:val="0"/>
        <w:adjustRightInd w:val="0"/>
        <w:ind w:left="851" w:hanging="284"/>
        <w:textAlignment w:val="baseline"/>
        <w:rPr>
          <w:lang w:eastAsia="ko-KR"/>
        </w:rPr>
      </w:pPr>
      <w:r w:rsidRPr="008C6DE4">
        <w:rPr>
          <w:lang w:eastAsia="ko-KR"/>
        </w:rPr>
        <w:t>-</w:t>
      </w:r>
      <w:r w:rsidRPr="008C6DE4">
        <w:rPr>
          <w:lang w:eastAsia="ko-KR"/>
        </w:rPr>
        <w:tab/>
        <w:t>For carrier frequency in FR2: T</w:t>
      </w:r>
      <w:r w:rsidRPr="008C6DE4">
        <w:rPr>
          <w:vertAlign w:val="subscript"/>
          <w:lang w:eastAsia="ko-KR"/>
        </w:rPr>
        <w:t xml:space="preserve">measure_SFTD1 </w:t>
      </w:r>
      <w:r w:rsidRPr="008C6DE4">
        <w:rPr>
          <w:lang w:eastAsia="ko-KR"/>
        </w:rPr>
        <w:t xml:space="preserve">= </w:t>
      </w:r>
      <w:r w:rsidRPr="008C6DE4">
        <w:rPr>
          <w:rFonts w:eastAsia="Malgun Gothic"/>
        </w:rPr>
        <w:t>CSSF</w:t>
      </w:r>
      <w:r w:rsidRPr="008C6DE4">
        <w:rPr>
          <w:rFonts w:eastAsia="Malgun Gothic"/>
          <w:vertAlign w:val="subscript"/>
        </w:rPr>
        <w:t>inter</w:t>
      </w:r>
      <w:r w:rsidRPr="008C6DE4">
        <w:rPr>
          <w:vertAlign w:val="subscript"/>
          <w:lang w:eastAsia="ko-KR"/>
        </w:rPr>
        <w:t xml:space="preserve"> </w:t>
      </w:r>
      <w:r w:rsidRPr="008C6DE4">
        <w:rPr>
          <w:lang w:eastAsia="ko-KR"/>
        </w:rPr>
        <w:t>× 64 × Max(MGRP, SMTC period)</w:t>
      </w:r>
    </w:p>
    <w:p w14:paraId="14A4C077" w14:textId="77777777" w:rsidR="00565C8A" w:rsidRPr="008C6DE4" w:rsidRDefault="00565C8A" w:rsidP="00565C8A">
      <w:pPr>
        <w:overflowPunct w:val="0"/>
        <w:autoSpaceDE w:val="0"/>
        <w:autoSpaceDN w:val="0"/>
        <w:adjustRightInd w:val="0"/>
        <w:ind w:left="568" w:hanging="284"/>
        <w:textAlignment w:val="baseline"/>
        <w:rPr>
          <w:lang w:eastAsia="ko-KR"/>
        </w:rPr>
      </w:pPr>
      <w:r w:rsidRPr="008C6DE4">
        <w:rPr>
          <w:lang w:eastAsia="ko-KR"/>
        </w:rPr>
        <w:t>-</w:t>
      </w:r>
      <w:r w:rsidRPr="008C6DE4">
        <w:rPr>
          <w:lang w:eastAsia="ko-KR"/>
        </w:rPr>
        <w:tab/>
        <w:t>For SFTD measurements without measurement gaps, and with additional SS-RSRP reporting:</w:t>
      </w:r>
    </w:p>
    <w:p w14:paraId="0F784CC1" w14:textId="3AE2D6ED" w:rsidR="00565C8A" w:rsidRPr="008C6DE4" w:rsidRDefault="00565C8A" w:rsidP="00565C8A">
      <w:pPr>
        <w:overflowPunct w:val="0"/>
        <w:autoSpaceDE w:val="0"/>
        <w:autoSpaceDN w:val="0"/>
        <w:adjustRightInd w:val="0"/>
        <w:ind w:left="851" w:hanging="284"/>
        <w:textAlignment w:val="baseline"/>
        <w:rPr>
          <w:lang w:eastAsia="ko-KR"/>
        </w:rPr>
      </w:pPr>
      <w:r w:rsidRPr="008C6DE4">
        <w:rPr>
          <w:lang w:eastAsia="ko-KR"/>
        </w:rPr>
        <w:t>-</w:t>
      </w:r>
      <w:r w:rsidRPr="008C6DE4">
        <w:rPr>
          <w:lang w:eastAsia="ko-KR"/>
        </w:rPr>
        <w:tab/>
        <w:t>For carrier frequency in FR1: T</w:t>
      </w:r>
      <w:r w:rsidRPr="008C6DE4">
        <w:rPr>
          <w:vertAlign w:val="subscript"/>
          <w:lang w:eastAsia="ko-KR"/>
        </w:rPr>
        <w:t xml:space="preserve">measure_SFTD1 </w:t>
      </w:r>
      <w:r w:rsidRPr="008C6DE4">
        <w:rPr>
          <w:lang w:eastAsia="ko-KR"/>
        </w:rPr>
        <w:t>= 19 SMTC periods</w:t>
      </w:r>
    </w:p>
    <w:p w14:paraId="15255272" w14:textId="7DF39AE9" w:rsidR="00565C8A" w:rsidRPr="008C6DE4" w:rsidRDefault="00565C8A" w:rsidP="00565C8A">
      <w:pPr>
        <w:overflowPunct w:val="0"/>
        <w:autoSpaceDE w:val="0"/>
        <w:autoSpaceDN w:val="0"/>
        <w:adjustRightInd w:val="0"/>
        <w:ind w:left="851" w:hanging="284"/>
        <w:textAlignment w:val="baseline"/>
        <w:rPr>
          <w:lang w:eastAsia="ko-KR"/>
        </w:rPr>
      </w:pPr>
      <w:r w:rsidRPr="008C6DE4">
        <w:rPr>
          <w:lang w:eastAsia="ko-KR"/>
        </w:rPr>
        <w:t>-</w:t>
      </w:r>
      <w:r w:rsidRPr="008C6DE4">
        <w:rPr>
          <w:lang w:eastAsia="ko-KR"/>
        </w:rPr>
        <w:tab/>
        <w:t>For carrier frequency in FR2: T</w:t>
      </w:r>
      <w:r w:rsidRPr="008C6DE4">
        <w:rPr>
          <w:vertAlign w:val="subscript"/>
          <w:lang w:eastAsia="ko-KR"/>
        </w:rPr>
        <w:t xml:space="preserve">measure_SFTD1 </w:t>
      </w:r>
      <w:r w:rsidRPr="008C6DE4">
        <w:rPr>
          <w:lang w:eastAsia="ko-KR"/>
        </w:rPr>
        <w:t>= 152 SMTC periods</w:t>
      </w:r>
    </w:p>
    <w:p w14:paraId="53D89A15" w14:textId="77777777" w:rsidR="00565C8A" w:rsidRPr="008C6DE4" w:rsidRDefault="00565C8A" w:rsidP="00565C8A">
      <w:pPr>
        <w:overflowPunct w:val="0"/>
        <w:autoSpaceDE w:val="0"/>
        <w:autoSpaceDN w:val="0"/>
        <w:adjustRightInd w:val="0"/>
        <w:ind w:left="568" w:hanging="284"/>
        <w:textAlignment w:val="baseline"/>
        <w:rPr>
          <w:lang w:eastAsia="ko-KR"/>
        </w:rPr>
      </w:pPr>
      <w:r w:rsidRPr="008C6DE4">
        <w:rPr>
          <w:lang w:eastAsia="ko-KR"/>
        </w:rPr>
        <w:t>-</w:t>
      </w:r>
      <w:r w:rsidRPr="008C6DE4">
        <w:rPr>
          <w:lang w:eastAsia="ko-KR"/>
        </w:rPr>
        <w:tab/>
        <w:t>For SFTD measurements in measurement gaps, and with additional SS-RSRP reporting:</w:t>
      </w:r>
    </w:p>
    <w:p w14:paraId="740C88C7" w14:textId="65DDA3C7" w:rsidR="002E0632" w:rsidRPr="008C6DE4" w:rsidRDefault="002E0632" w:rsidP="002E0632">
      <w:pPr>
        <w:overflowPunct w:val="0"/>
        <w:autoSpaceDE w:val="0"/>
        <w:autoSpaceDN w:val="0"/>
        <w:adjustRightInd w:val="0"/>
        <w:ind w:left="851" w:hanging="284"/>
        <w:textAlignment w:val="baseline"/>
        <w:rPr>
          <w:lang w:eastAsia="ko-KR"/>
        </w:rPr>
      </w:pPr>
      <w:r w:rsidRPr="008C6DE4">
        <w:rPr>
          <w:lang w:eastAsia="ko-KR"/>
        </w:rPr>
        <w:t>-</w:t>
      </w:r>
      <w:r w:rsidRPr="008C6DE4">
        <w:rPr>
          <w:lang w:eastAsia="ko-KR"/>
        </w:rPr>
        <w:tab/>
        <w:t>For carrier frequency in FR1: T</w:t>
      </w:r>
      <w:r w:rsidRPr="008C6DE4">
        <w:rPr>
          <w:vertAlign w:val="subscript"/>
          <w:lang w:eastAsia="ko-KR"/>
        </w:rPr>
        <w:t xml:space="preserve">measure_SFTD1 </w:t>
      </w:r>
      <w:r w:rsidRPr="008C6DE4">
        <w:rPr>
          <w:lang w:eastAsia="ko-KR"/>
        </w:rPr>
        <w:t xml:space="preserve">= </w:t>
      </w:r>
      <w:r w:rsidRPr="008C6DE4">
        <w:rPr>
          <w:rFonts w:eastAsia="Malgun Gothic"/>
        </w:rPr>
        <w:t>CSSF</w:t>
      </w:r>
      <w:r w:rsidRPr="008C6DE4">
        <w:rPr>
          <w:rFonts w:eastAsia="Malgun Gothic"/>
          <w:vertAlign w:val="subscript"/>
        </w:rPr>
        <w:t>inter</w:t>
      </w:r>
      <w:r w:rsidRPr="008C6DE4">
        <w:rPr>
          <w:vertAlign w:val="subscript"/>
          <w:lang w:eastAsia="ko-KR"/>
        </w:rPr>
        <w:t xml:space="preserve"> </w:t>
      </w:r>
      <w:r w:rsidRPr="008C6DE4">
        <w:rPr>
          <w:lang w:eastAsia="ko-KR"/>
        </w:rPr>
        <w:t>× 13 × Max(MGRP, SMTC period)</w:t>
      </w:r>
    </w:p>
    <w:p w14:paraId="1FE839D3" w14:textId="02E0EFCD" w:rsidR="002E0632" w:rsidRPr="008C6DE4" w:rsidRDefault="002E0632" w:rsidP="002E0632">
      <w:pPr>
        <w:overflowPunct w:val="0"/>
        <w:autoSpaceDE w:val="0"/>
        <w:autoSpaceDN w:val="0"/>
        <w:adjustRightInd w:val="0"/>
        <w:ind w:left="851" w:hanging="284"/>
        <w:textAlignment w:val="baseline"/>
        <w:rPr>
          <w:lang w:eastAsia="ko-KR"/>
        </w:rPr>
      </w:pPr>
      <w:r w:rsidRPr="008C6DE4">
        <w:rPr>
          <w:lang w:eastAsia="ko-KR"/>
        </w:rPr>
        <w:t>-</w:t>
      </w:r>
      <w:r w:rsidRPr="008C6DE4">
        <w:rPr>
          <w:lang w:eastAsia="ko-KR"/>
        </w:rPr>
        <w:tab/>
        <w:t>For carrier frequency in FR2: T</w:t>
      </w:r>
      <w:r w:rsidRPr="008C6DE4">
        <w:rPr>
          <w:vertAlign w:val="subscript"/>
          <w:lang w:eastAsia="ko-KR"/>
        </w:rPr>
        <w:t xml:space="preserve">measure_SFTD1 </w:t>
      </w:r>
      <w:r w:rsidRPr="008C6DE4">
        <w:rPr>
          <w:lang w:eastAsia="ko-KR"/>
        </w:rPr>
        <w:t xml:space="preserve">= </w:t>
      </w:r>
      <w:r w:rsidRPr="008C6DE4">
        <w:rPr>
          <w:rFonts w:eastAsia="Malgun Gothic"/>
        </w:rPr>
        <w:t>CSSF</w:t>
      </w:r>
      <w:r w:rsidRPr="008C6DE4">
        <w:rPr>
          <w:rFonts w:eastAsia="Malgun Gothic"/>
          <w:vertAlign w:val="subscript"/>
        </w:rPr>
        <w:t>inter</w:t>
      </w:r>
      <w:r w:rsidRPr="008C6DE4">
        <w:rPr>
          <w:vertAlign w:val="subscript"/>
          <w:lang w:eastAsia="ko-KR"/>
        </w:rPr>
        <w:t xml:space="preserve"> </w:t>
      </w:r>
      <w:r w:rsidRPr="008C6DE4">
        <w:rPr>
          <w:lang w:eastAsia="ko-KR"/>
        </w:rPr>
        <w:t>× 104 × Max(MGRP, SMTC period)</w:t>
      </w:r>
    </w:p>
    <w:p w14:paraId="2AB44D85" w14:textId="77777777" w:rsidR="00565C8A" w:rsidRPr="008C6DE4" w:rsidRDefault="00565C8A" w:rsidP="00565C8A">
      <w:pPr>
        <w:overflowPunct w:val="0"/>
        <w:autoSpaceDE w:val="0"/>
        <w:autoSpaceDN w:val="0"/>
        <w:adjustRightInd w:val="0"/>
        <w:textAlignment w:val="baseline"/>
        <w:rPr>
          <w:lang w:eastAsia="ko-KR"/>
        </w:rPr>
      </w:pPr>
      <w:r w:rsidRPr="008C6DE4">
        <w:rPr>
          <w:lang w:eastAsia="ko-KR"/>
        </w:rPr>
        <w:t xml:space="preserve">where </w:t>
      </w:r>
      <w:r w:rsidRPr="008C6DE4">
        <w:rPr>
          <w:rFonts w:eastAsia="Malgun Gothic"/>
        </w:rPr>
        <w:t>CSSF</w:t>
      </w:r>
      <w:r w:rsidRPr="008C6DE4">
        <w:rPr>
          <w:rFonts w:eastAsia="Malgun Gothic"/>
          <w:vertAlign w:val="subscript"/>
        </w:rPr>
        <w:t>inter</w:t>
      </w:r>
      <w:r w:rsidRPr="008C6DE4">
        <w:rPr>
          <w:lang w:eastAsia="ko-KR"/>
        </w:rPr>
        <w:t xml:space="preserve"> is </w:t>
      </w:r>
      <w:r w:rsidRPr="008C6DE4">
        <w:rPr>
          <w:rFonts w:eastAsia="Malgun Gothic"/>
        </w:rPr>
        <w:t>a carrier specific scaling factor and is determined according to CSSF</w:t>
      </w:r>
      <w:r w:rsidRPr="008C6DE4">
        <w:rPr>
          <w:rFonts w:eastAsia="Malgun Gothic"/>
          <w:vertAlign w:val="subscript"/>
        </w:rPr>
        <w:t xml:space="preserve">within_gap,i </w:t>
      </w:r>
      <w:r w:rsidRPr="008C6DE4">
        <w:rPr>
          <w:rFonts w:eastAsia="Malgun Gothic"/>
        </w:rPr>
        <w:t>in clause 9.1.5.2 for measurement conducted within measurement gaps.</w:t>
      </w:r>
    </w:p>
    <w:p w14:paraId="620EBA43" w14:textId="77777777" w:rsidR="00565C8A" w:rsidRPr="008C6DE4" w:rsidRDefault="00565C8A" w:rsidP="00565C8A">
      <w:pPr>
        <w:overflowPunct w:val="0"/>
        <w:autoSpaceDE w:val="0"/>
        <w:autoSpaceDN w:val="0"/>
        <w:adjustRightInd w:val="0"/>
        <w:textAlignment w:val="baseline"/>
        <w:rPr>
          <w:lang w:eastAsia="ko-KR"/>
        </w:rPr>
      </w:pPr>
      <w:r w:rsidRPr="008C6DE4">
        <w:rPr>
          <w:lang w:eastAsia="ko-KR"/>
        </w:rPr>
        <w:t>When DRX is used, the same T</w:t>
      </w:r>
      <w:r w:rsidRPr="008C6DE4">
        <w:rPr>
          <w:vertAlign w:val="subscript"/>
          <w:lang w:eastAsia="ko-KR"/>
        </w:rPr>
        <w:t xml:space="preserve">measure_SFTD1 </w:t>
      </w:r>
      <w:r w:rsidRPr="008C6DE4">
        <w:rPr>
          <w:lang w:eastAsia="ko-KR"/>
        </w:rPr>
        <w:t>as for non-DRX applies, but the reporting delay depends on the DRX cycle length in use.</w:t>
      </w:r>
    </w:p>
    <w:p w14:paraId="6A0C7919" w14:textId="77777777" w:rsidR="00565C8A" w:rsidRPr="008C6DE4" w:rsidRDefault="00565C8A" w:rsidP="00565C8A">
      <w:pPr>
        <w:overflowPunct w:val="0"/>
        <w:autoSpaceDE w:val="0"/>
        <w:autoSpaceDN w:val="0"/>
        <w:adjustRightInd w:val="0"/>
        <w:textAlignment w:val="baseline"/>
        <w:rPr>
          <w:lang w:eastAsia="ko-KR"/>
        </w:rPr>
      </w:pPr>
      <w:r w:rsidRPr="008C6DE4">
        <w:rPr>
          <w:lang w:eastAsia="ko-KR"/>
        </w:rPr>
        <w:t>In case PCell is changed due to handover, the UE shall terminate the inter-frequency SFTD measurement.</w:t>
      </w:r>
    </w:p>
    <w:p w14:paraId="7B8EAF56" w14:textId="17F278F3" w:rsidR="00565C8A" w:rsidRPr="008C6DE4" w:rsidRDefault="00565C8A" w:rsidP="00565C8A">
      <w:pPr>
        <w:overflowPunct w:val="0"/>
        <w:autoSpaceDE w:val="0"/>
        <w:autoSpaceDN w:val="0"/>
        <w:adjustRightInd w:val="0"/>
        <w:textAlignment w:val="baseline"/>
        <w:rPr>
          <w:lang w:eastAsia="ko-KR"/>
        </w:rPr>
      </w:pPr>
      <w:r w:rsidRPr="008C6DE4">
        <w:rPr>
          <w:lang w:eastAsia="ko-KR"/>
        </w:rPr>
        <w:t>The measurement accuracy for the SFTD measurement shall fulfil the requirement in clause 10.1.21.3. The measurement accuracy for additionally reported SS-RSRP shall fulfil the requirement in clauses 10.1.4.1 and 10.1.5.1 for neighbour cell in FR1 and FR2, respectively.</w:t>
      </w:r>
    </w:p>
    <w:p w14:paraId="2BE96EBA" w14:textId="60C3BF2E" w:rsidR="00565C8A" w:rsidRPr="008C6DE4" w:rsidRDefault="0048284E" w:rsidP="0048284E">
      <w:pPr>
        <w:pStyle w:val="Heading4"/>
      </w:pPr>
      <w:r w:rsidRPr="008C6DE4">
        <w:rPr>
          <w:rFonts w:eastAsia="Malgun Gothic"/>
        </w:rPr>
        <w:t>9.3.8.3</w:t>
      </w:r>
      <w:r w:rsidR="00565C8A" w:rsidRPr="008C6DE4">
        <w:rPr>
          <w:rFonts w:eastAsia="Malgun Gothic"/>
        </w:rPr>
        <w:tab/>
        <w:t>SFTD Measurement reporting delay</w:t>
      </w:r>
    </w:p>
    <w:p w14:paraId="34E8122B" w14:textId="14AACE11" w:rsidR="002554EE" w:rsidRPr="008C6DE4" w:rsidRDefault="002554EE" w:rsidP="002554EE">
      <w:pPr>
        <w:rPr>
          <w:rFonts w:eastAsia="Malgun Gothic" w:cs="v4.2.0"/>
        </w:rPr>
      </w:pPr>
      <w:r w:rsidRPr="008C6DE4">
        <w:rPr>
          <w:rFonts w:eastAsia="Malgun Gothic"/>
        </w:rPr>
        <w:t xml:space="preserve">The SFTD measurement reporting delay is defined as the time between a command that will trigger an SFTD measurement report and the point when the UE starts to transmit the measurement report over the air interface. </w:t>
      </w:r>
      <w:r w:rsidRPr="008C6DE4">
        <w:rPr>
          <w:rFonts w:eastAsia="Malgun Gothic" w:cs="v4.2.0"/>
        </w:rPr>
        <w:t>This requirement assumes that the measurement report is not delayed by other RRC signalling on the DCCH.</w:t>
      </w:r>
      <w:r w:rsidRPr="008C6DE4">
        <w:rPr>
          <w:rFonts w:eastAsia="Malgun Gothic" w:cs="v4.2.0"/>
          <w:lang w:eastAsia="zh-CN"/>
        </w:rPr>
        <w:t xml:space="preserve"> </w:t>
      </w:r>
      <w:r w:rsidRPr="008C6DE4">
        <w:rPr>
          <w:rFonts w:eastAsia="Malgun Gothic" w:cs="v4.2.0"/>
        </w:rPr>
        <w:t xml:space="preserve">This measurement reporting delay excludes a delay uncertainty of 2 </w:t>
      </w:r>
      <w:r w:rsidRPr="008C6DE4">
        <w:rPr>
          <w:lang w:eastAsia="ko-KR"/>
        </w:rPr>
        <w:t>×</w:t>
      </w:r>
      <w:r w:rsidRPr="008C6DE4">
        <w:rPr>
          <w:rFonts w:eastAsia="Malgun Gothic" w:cs="v4.2.0"/>
        </w:rPr>
        <w:t xml:space="preserve"> TTI</w:t>
      </w:r>
      <w:r w:rsidRPr="008C6DE4">
        <w:rPr>
          <w:rFonts w:eastAsia="Malgun Gothic" w:cs="v4.2.0"/>
          <w:vertAlign w:val="subscript"/>
        </w:rPr>
        <w:t>DCCH</w:t>
      </w:r>
      <w:r w:rsidRPr="008C6DE4">
        <w:rPr>
          <w:rFonts w:eastAsia="Malgun Gothic" w:cs="v4.2.0"/>
        </w:rPr>
        <w:t xml:space="preserve"> resulting when inserting the measurement report to the TTI of the uplink DCCH.</w:t>
      </w:r>
      <w:r w:rsidRPr="008C6DE4">
        <w:rPr>
          <w:rFonts w:eastAsia="Malgun Gothic" w:cs="v4.2.0"/>
          <w:lang w:eastAsia="zh-CN"/>
        </w:rPr>
        <w:t xml:space="preserve"> This measurement reporting delay excludes any delay caused by lack of UL resources for UE to send the measurement report. </w:t>
      </w:r>
    </w:p>
    <w:p w14:paraId="4F92182B" w14:textId="77777777" w:rsidR="002554EE" w:rsidRPr="008C6DE4" w:rsidRDefault="002554EE" w:rsidP="002554EE">
      <w:pPr>
        <w:rPr>
          <w:lang w:eastAsia="ja-JP"/>
        </w:rPr>
      </w:pPr>
      <w:bookmarkStart w:id="194" w:name="_Toc520237532"/>
      <w:bookmarkEnd w:id="156"/>
      <w:r w:rsidRPr="008C6DE4">
        <w:rPr>
          <w:rFonts w:eastAsia="Malgun Gothic"/>
        </w:rPr>
        <w:t xml:space="preserve">The SFTD measurement reporting delay shall be less than </w:t>
      </w:r>
      <w:r w:rsidRPr="008C6DE4">
        <w:rPr>
          <w:rFonts w:eastAsia="Malgun Gothic" w:cs="Arial"/>
        </w:rPr>
        <w:t>T</w:t>
      </w:r>
      <w:r w:rsidRPr="008C6DE4">
        <w:rPr>
          <w:rFonts w:eastAsia="Malgun Gothic" w:cs="Arial"/>
          <w:vertAlign w:val="subscript"/>
        </w:rPr>
        <w:t>measure_</w:t>
      </w:r>
      <w:r w:rsidRPr="008C6DE4">
        <w:rPr>
          <w:rFonts w:eastAsia="Malgun Gothic" w:cs="Arial"/>
          <w:vertAlign w:val="subscript"/>
          <w:lang w:eastAsia="ja-JP"/>
        </w:rPr>
        <w:t>SFTD1</w:t>
      </w:r>
      <w:r w:rsidRPr="008C6DE4">
        <w:rPr>
          <w:rFonts w:eastAsia="Malgun Gothic"/>
        </w:rPr>
        <w:t xml:space="preserve"> defined in clause 9.3.8.2</w:t>
      </w:r>
      <w:r>
        <w:rPr>
          <w:rFonts w:eastAsia="Malgun Gothic"/>
        </w:rPr>
        <w:t xml:space="preserve"> </w:t>
      </w:r>
      <w:r w:rsidRPr="008C6DE4">
        <w:rPr>
          <w:rFonts w:cs="v4.2.0"/>
        </w:rPr>
        <w:t xml:space="preserve">plus the RRC procedure delay defined in </w:t>
      </w:r>
      <w:r w:rsidRPr="008C6DE4">
        <w:t>TS 38.331 [2]</w:t>
      </w:r>
      <w:r w:rsidRPr="008C6DE4">
        <w:rPr>
          <w:rFonts w:eastAsia="Malgun Gothic"/>
        </w:rPr>
        <w:t>.</w:t>
      </w:r>
    </w:p>
    <w:p w14:paraId="278BEFF4" w14:textId="77777777" w:rsidR="00352573" w:rsidRPr="008C6DE4" w:rsidRDefault="00352573" w:rsidP="00352573">
      <w:pPr>
        <w:pStyle w:val="Heading2"/>
      </w:pPr>
      <w:r w:rsidRPr="008C6DE4">
        <w:t>9.4</w:t>
      </w:r>
      <w:r w:rsidRPr="008C6DE4">
        <w:tab/>
        <w:t>Inter-RAT measurements</w:t>
      </w:r>
    </w:p>
    <w:p w14:paraId="3E81396F" w14:textId="77777777" w:rsidR="00352573" w:rsidRPr="008C6DE4" w:rsidRDefault="00352573" w:rsidP="00352573">
      <w:pPr>
        <w:pStyle w:val="Heading3"/>
      </w:pPr>
      <w:r w:rsidRPr="008C6DE4">
        <w:t>9.4.1</w:t>
      </w:r>
      <w:r w:rsidRPr="008C6DE4">
        <w:tab/>
        <w:t>Introduction</w:t>
      </w:r>
    </w:p>
    <w:p w14:paraId="7E853056" w14:textId="0155775A" w:rsidR="00352573" w:rsidRPr="008C6DE4" w:rsidRDefault="00352573" w:rsidP="00352573">
      <w:r w:rsidRPr="008C6DE4">
        <w:t xml:space="preserve">The requirements in this </w:t>
      </w:r>
      <w:r w:rsidR="00854981" w:rsidRPr="008C6DE4">
        <w:t>clause</w:t>
      </w:r>
      <w:r w:rsidRPr="008C6DE4">
        <w:t xml:space="preserve"> are specified for NR−E-UTRAN FDD and NR−E-UTRAN TDD measurements and are applicable without an explicit E-UTRAN neighbour cell list containing physical layer cell identities, for a UE:</w:t>
      </w:r>
    </w:p>
    <w:p w14:paraId="569C4B5A" w14:textId="77777777" w:rsidR="00352573" w:rsidRPr="008C6DE4" w:rsidRDefault="00352573" w:rsidP="00AB2118">
      <w:pPr>
        <w:pStyle w:val="B10"/>
      </w:pPr>
      <w:r w:rsidRPr="008C6DE4">
        <w:t>-</w:t>
      </w:r>
      <w:r w:rsidRPr="008C6DE4">
        <w:tab/>
        <w:t>in RRC_CONNECTED state, and</w:t>
      </w:r>
    </w:p>
    <w:p w14:paraId="45039C21" w14:textId="77777777" w:rsidR="00352573" w:rsidRPr="008C6DE4" w:rsidRDefault="00352573" w:rsidP="00AB2118">
      <w:pPr>
        <w:pStyle w:val="B10"/>
      </w:pPr>
      <w:r w:rsidRPr="008C6DE4">
        <w:t>-</w:t>
      </w:r>
      <w:r w:rsidRPr="008C6DE4">
        <w:tab/>
        <w:t>configured with SA or NR-DC operation mode or configured in NE-DC operation mode by PCell with NR</w:t>
      </w:r>
      <w:r w:rsidRPr="008C6DE4">
        <w:rPr>
          <w:rFonts w:eastAsia="MS Mincho"/>
        </w:rPr>
        <w:sym w:font="Symbol" w:char="F02D"/>
      </w:r>
      <w:r w:rsidRPr="008C6DE4">
        <w:t>E-UTRAN FDD or TDD measurement (RSRP, RSRQ, RS-SINR, RSTD, or E-CID) on E-UTRA non-serving frequency carrier, and</w:t>
      </w:r>
    </w:p>
    <w:p w14:paraId="36896F10" w14:textId="77777777" w:rsidR="00352573" w:rsidRPr="008C6DE4" w:rsidRDefault="00352573" w:rsidP="00AB2118">
      <w:pPr>
        <w:pStyle w:val="B10"/>
      </w:pPr>
      <w:r w:rsidRPr="008C6DE4">
        <w:t>-</w:t>
      </w:r>
      <w:r w:rsidRPr="008C6DE4">
        <w:tab/>
        <w:t>configured with an appropriate measurement gap pattern according to Table 9.1.2-3.</w:t>
      </w:r>
    </w:p>
    <w:p w14:paraId="4B59D162" w14:textId="77777777" w:rsidR="00CC306E" w:rsidRDefault="00CC306E" w:rsidP="00CC306E">
      <w:pPr>
        <w:rPr>
          <w:noProof/>
        </w:rPr>
      </w:pPr>
      <w:r w:rsidRPr="008C6DE4">
        <w:rPr>
          <w:rFonts w:eastAsia="MS Mincho"/>
        </w:rPr>
        <w:t>When the UE is in NE-DC operation mode and an NR</w:t>
      </w:r>
      <w:r w:rsidRPr="008C6DE4">
        <w:rPr>
          <w:rFonts w:eastAsia="MS Mincho"/>
        </w:rPr>
        <w:sym w:font="Symbol" w:char="F02D"/>
      </w:r>
      <w:r w:rsidRPr="008C6DE4">
        <w:rPr>
          <w:rFonts w:eastAsia="MS Mincho"/>
        </w:rPr>
        <w:t xml:space="preserve">E-UTRAN FDD or TDD measurement </w:t>
      </w:r>
      <w:r w:rsidRPr="008C6DE4">
        <w:t>(RSRP, RSRQ, RS-SINR, or E-CID</w:t>
      </w:r>
      <w:r w:rsidRPr="001323D8">
        <w:rPr>
          <w:lang w:val="en-US"/>
        </w:rPr>
        <w:t xml:space="preserve"> </w:t>
      </w:r>
      <w:r>
        <w:rPr>
          <w:lang w:val="en-US"/>
        </w:rPr>
        <w:t>RSRP and RSRQ</w:t>
      </w:r>
      <w:r w:rsidRPr="008C6DE4">
        <w:t xml:space="preserve">) </w:t>
      </w:r>
      <w:r w:rsidRPr="008C6DE4">
        <w:rPr>
          <w:rFonts w:eastAsia="MS Mincho"/>
        </w:rPr>
        <w:t xml:space="preserve">configured </w:t>
      </w:r>
      <w:r w:rsidRPr="008C6DE4">
        <w:rPr>
          <w:noProof/>
        </w:rPr>
        <w:t>by NR PCell is on a E-UTRA serving frequency carrier, then the corresponding E-UTRA intra-frequency measurements requirements specified in clause 8.19 of TS 36.133 [15] shall apply.</w:t>
      </w:r>
    </w:p>
    <w:p w14:paraId="4A38C11E" w14:textId="77777777" w:rsidR="00352573" w:rsidRPr="008C6DE4" w:rsidRDefault="00352573" w:rsidP="00352573">
      <w:r w:rsidRPr="008C6DE4">
        <w:t xml:space="preserve">Parameter </w:t>
      </w:r>
      <w:r w:rsidRPr="008C6DE4">
        <w:rPr>
          <w:rFonts w:cs="v4.2.0"/>
        </w:rPr>
        <w:t>T</w:t>
      </w:r>
      <w:r w:rsidRPr="008C6DE4">
        <w:rPr>
          <w:rFonts w:cs="v4.2.0"/>
          <w:vertAlign w:val="subscript"/>
        </w:rPr>
        <w:t>Inter1</w:t>
      </w:r>
      <w:r w:rsidRPr="008C6DE4">
        <w:t xml:space="preserve"> used in inter-RAT requirements in clause 9.4 is specified in Table 9.4.1-1.</w:t>
      </w:r>
    </w:p>
    <w:p w14:paraId="7E558B03" w14:textId="77777777" w:rsidR="00352573" w:rsidRPr="008C6DE4" w:rsidRDefault="00352573" w:rsidP="00352573">
      <w:pPr>
        <w:keepNext/>
        <w:keepLines/>
        <w:spacing w:before="60"/>
        <w:jc w:val="center"/>
      </w:pPr>
      <w:r w:rsidRPr="008C6DE4">
        <w:rPr>
          <w:rFonts w:ascii="Arial" w:hAnsi="Arial"/>
          <w:b/>
        </w:rPr>
        <w:t>Table 9.4.1-1: Minimum available time for inter-RAT measurements</w:t>
      </w:r>
    </w:p>
    <w:tbl>
      <w:tblPr>
        <w:tblW w:w="37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8"/>
        <w:gridCol w:w="1726"/>
        <w:gridCol w:w="1377"/>
        <w:gridCol w:w="1985"/>
      </w:tblGrid>
      <w:tr w:rsidR="00C62EFA" w:rsidRPr="008C6DE4" w14:paraId="1691255E" w14:textId="77777777" w:rsidTr="00867D3A">
        <w:trPr>
          <w:cantSplit/>
          <w:jc w:val="center"/>
        </w:trPr>
        <w:tc>
          <w:tcPr>
            <w:tcW w:w="1470" w:type="pct"/>
          </w:tcPr>
          <w:p w14:paraId="32C3009B" w14:textId="6EDD1D43" w:rsidR="00C62EFA" w:rsidRPr="008C6DE4" w:rsidRDefault="00C62EFA" w:rsidP="00C62EFA">
            <w:pPr>
              <w:pStyle w:val="TAH"/>
            </w:pPr>
            <w:r w:rsidRPr="008C6DE4">
              <w:t>Gap Pattern Id</w:t>
            </w:r>
          </w:p>
        </w:tc>
        <w:tc>
          <w:tcPr>
            <w:tcW w:w="1198" w:type="pct"/>
          </w:tcPr>
          <w:p w14:paraId="7DFB005D" w14:textId="4A93D228" w:rsidR="00C62EFA" w:rsidRPr="008C6DE4" w:rsidRDefault="00C62EFA" w:rsidP="00C62EFA">
            <w:pPr>
              <w:pStyle w:val="TAH"/>
            </w:pPr>
            <w:r w:rsidRPr="008C6DE4">
              <w:t>Measurement</w:t>
            </w:r>
            <w:r>
              <w:t xml:space="preserve"> </w:t>
            </w:r>
            <w:r w:rsidRPr="008C6DE4">
              <w:t>Gap Length (MGL, ms)</w:t>
            </w:r>
          </w:p>
        </w:tc>
        <w:tc>
          <w:tcPr>
            <w:tcW w:w="955" w:type="pct"/>
          </w:tcPr>
          <w:p w14:paraId="1C903781" w14:textId="77777777" w:rsidR="00C62EFA" w:rsidRPr="008C6DE4" w:rsidRDefault="00C62EFA" w:rsidP="00C62EFA">
            <w:pPr>
              <w:pStyle w:val="TAH"/>
            </w:pPr>
            <w:r w:rsidRPr="008C6DE4">
              <w:t>Measurement Gap Repetition Period</w:t>
            </w:r>
          </w:p>
          <w:p w14:paraId="2B9439BA" w14:textId="63AE085B" w:rsidR="00C62EFA" w:rsidRPr="008C6DE4" w:rsidRDefault="00C62EFA" w:rsidP="00C62EFA">
            <w:pPr>
              <w:pStyle w:val="TAH"/>
            </w:pPr>
            <w:r w:rsidRPr="008C6DE4">
              <w:t>(MGRP, ms)</w:t>
            </w:r>
          </w:p>
        </w:tc>
        <w:tc>
          <w:tcPr>
            <w:tcW w:w="1377" w:type="pct"/>
          </w:tcPr>
          <w:p w14:paraId="1F431DDC" w14:textId="77777777" w:rsidR="00C62EFA" w:rsidRPr="008C6DE4" w:rsidRDefault="00C62EFA" w:rsidP="00C62EFA">
            <w:pPr>
              <w:pStyle w:val="TAH"/>
            </w:pPr>
            <w:r w:rsidRPr="008C6DE4">
              <w:t>Minimum available time for inter-frequency and inter-RAT measurements during 480 ms period</w:t>
            </w:r>
          </w:p>
          <w:p w14:paraId="2DD9C617" w14:textId="6CDD41E2" w:rsidR="00C62EFA" w:rsidRPr="008C6DE4" w:rsidRDefault="00C62EFA" w:rsidP="00C62EFA">
            <w:pPr>
              <w:pStyle w:val="TAH"/>
            </w:pPr>
            <w:r w:rsidRPr="008C6DE4">
              <w:t>(Tinter1, ms)</w:t>
            </w:r>
          </w:p>
        </w:tc>
      </w:tr>
      <w:tr w:rsidR="00DD3199" w:rsidRPr="008C6DE4" w14:paraId="097AE562" w14:textId="77777777" w:rsidTr="00867D3A">
        <w:trPr>
          <w:cantSplit/>
          <w:jc w:val="center"/>
        </w:trPr>
        <w:tc>
          <w:tcPr>
            <w:tcW w:w="1470" w:type="pct"/>
          </w:tcPr>
          <w:p w14:paraId="595345CA" w14:textId="77777777" w:rsidR="00352573" w:rsidRPr="008C6DE4" w:rsidRDefault="00352573" w:rsidP="00C62EFA">
            <w:pPr>
              <w:pStyle w:val="TAC"/>
            </w:pPr>
            <w:r w:rsidRPr="008C6DE4">
              <w:t>0</w:t>
            </w:r>
          </w:p>
        </w:tc>
        <w:tc>
          <w:tcPr>
            <w:tcW w:w="1198" w:type="pct"/>
          </w:tcPr>
          <w:p w14:paraId="6AA92A86" w14:textId="77777777" w:rsidR="00352573" w:rsidRPr="008C6DE4" w:rsidRDefault="00352573" w:rsidP="00C62EFA">
            <w:pPr>
              <w:pStyle w:val="TAC"/>
            </w:pPr>
            <w:r w:rsidRPr="008C6DE4">
              <w:t>6</w:t>
            </w:r>
          </w:p>
        </w:tc>
        <w:tc>
          <w:tcPr>
            <w:tcW w:w="955" w:type="pct"/>
          </w:tcPr>
          <w:p w14:paraId="76D15634" w14:textId="77777777" w:rsidR="00352573" w:rsidRPr="008C6DE4" w:rsidRDefault="00352573" w:rsidP="00C62EFA">
            <w:pPr>
              <w:pStyle w:val="TAC"/>
            </w:pPr>
            <w:r w:rsidRPr="008C6DE4">
              <w:t>40</w:t>
            </w:r>
          </w:p>
        </w:tc>
        <w:tc>
          <w:tcPr>
            <w:tcW w:w="1377" w:type="pct"/>
          </w:tcPr>
          <w:p w14:paraId="57E50EF0" w14:textId="77777777" w:rsidR="00352573" w:rsidRPr="008C6DE4" w:rsidRDefault="00352573" w:rsidP="00C62EFA">
            <w:pPr>
              <w:pStyle w:val="TAC"/>
            </w:pPr>
            <w:r w:rsidRPr="008C6DE4">
              <w:t>60</w:t>
            </w:r>
          </w:p>
        </w:tc>
      </w:tr>
      <w:tr w:rsidR="00DD3199" w:rsidRPr="008C6DE4" w14:paraId="7AC53A8B" w14:textId="77777777" w:rsidTr="00867D3A">
        <w:trPr>
          <w:cantSplit/>
          <w:jc w:val="center"/>
        </w:trPr>
        <w:tc>
          <w:tcPr>
            <w:tcW w:w="1470" w:type="pct"/>
          </w:tcPr>
          <w:p w14:paraId="4ABE8C0F" w14:textId="77777777" w:rsidR="00352573" w:rsidRPr="008C6DE4" w:rsidRDefault="00352573" w:rsidP="00C62EFA">
            <w:pPr>
              <w:pStyle w:val="TAC"/>
            </w:pPr>
            <w:r w:rsidRPr="008C6DE4">
              <w:t>1</w:t>
            </w:r>
          </w:p>
        </w:tc>
        <w:tc>
          <w:tcPr>
            <w:tcW w:w="1198" w:type="pct"/>
          </w:tcPr>
          <w:p w14:paraId="0B1002C7" w14:textId="77777777" w:rsidR="00352573" w:rsidRPr="008C6DE4" w:rsidRDefault="00352573" w:rsidP="00C62EFA">
            <w:pPr>
              <w:pStyle w:val="TAC"/>
            </w:pPr>
            <w:r w:rsidRPr="008C6DE4">
              <w:t>6</w:t>
            </w:r>
          </w:p>
        </w:tc>
        <w:tc>
          <w:tcPr>
            <w:tcW w:w="955" w:type="pct"/>
          </w:tcPr>
          <w:p w14:paraId="00475248" w14:textId="77777777" w:rsidR="00352573" w:rsidRPr="008C6DE4" w:rsidRDefault="00352573" w:rsidP="00C62EFA">
            <w:pPr>
              <w:pStyle w:val="TAC"/>
            </w:pPr>
            <w:r w:rsidRPr="008C6DE4">
              <w:t>80</w:t>
            </w:r>
          </w:p>
        </w:tc>
        <w:tc>
          <w:tcPr>
            <w:tcW w:w="1377" w:type="pct"/>
          </w:tcPr>
          <w:p w14:paraId="4B2C3A4B" w14:textId="77777777" w:rsidR="00352573" w:rsidRPr="008C6DE4" w:rsidRDefault="00352573" w:rsidP="00C62EFA">
            <w:pPr>
              <w:pStyle w:val="TAC"/>
            </w:pPr>
            <w:r w:rsidRPr="008C6DE4">
              <w:t>30</w:t>
            </w:r>
          </w:p>
        </w:tc>
      </w:tr>
      <w:tr w:rsidR="00DD3199" w:rsidRPr="008C6DE4" w14:paraId="224A4C84" w14:textId="77777777" w:rsidTr="00867D3A">
        <w:trPr>
          <w:cantSplit/>
          <w:jc w:val="center"/>
        </w:trPr>
        <w:tc>
          <w:tcPr>
            <w:tcW w:w="1470" w:type="pct"/>
          </w:tcPr>
          <w:p w14:paraId="7B63D2EA" w14:textId="77777777" w:rsidR="00352573" w:rsidRPr="008C6DE4" w:rsidRDefault="00352573" w:rsidP="00C62EFA">
            <w:pPr>
              <w:pStyle w:val="TAC"/>
            </w:pPr>
            <w:r w:rsidRPr="008C6DE4">
              <w:t>2</w:t>
            </w:r>
          </w:p>
        </w:tc>
        <w:tc>
          <w:tcPr>
            <w:tcW w:w="1198" w:type="pct"/>
          </w:tcPr>
          <w:p w14:paraId="3F9F54EB" w14:textId="77777777" w:rsidR="00352573" w:rsidRPr="008C6DE4" w:rsidRDefault="00352573" w:rsidP="00C62EFA">
            <w:pPr>
              <w:pStyle w:val="TAC"/>
            </w:pPr>
            <w:r w:rsidRPr="008C6DE4">
              <w:t>3</w:t>
            </w:r>
          </w:p>
        </w:tc>
        <w:tc>
          <w:tcPr>
            <w:tcW w:w="955" w:type="pct"/>
          </w:tcPr>
          <w:p w14:paraId="5E89833A" w14:textId="77777777" w:rsidR="00352573" w:rsidRPr="008C6DE4" w:rsidRDefault="00352573" w:rsidP="00C62EFA">
            <w:pPr>
              <w:pStyle w:val="TAC"/>
            </w:pPr>
            <w:r w:rsidRPr="008C6DE4">
              <w:t>40</w:t>
            </w:r>
          </w:p>
        </w:tc>
        <w:tc>
          <w:tcPr>
            <w:tcW w:w="1377" w:type="pct"/>
          </w:tcPr>
          <w:p w14:paraId="5C7C2953" w14:textId="77777777" w:rsidR="00352573" w:rsidRPr="008C6DE4" w:rsidRDefault="00352573" w:rsidP="00C62EFA">
            <w:pPr>
              <w:pStyle w:val="TAC"/>
            </w:pPr>
            <w:r w:rsidRPr="008C6DE4">
              <w:rPr>
                <w:lang w:eastAsia="ko-KR"/>
              </w:rPr>
              <w:t>24</w:t>
            </w:r>
            <w:r w:rsidRPr="008C6DE4">
              <w:rPr>
                <w:vertAlign w:val="superscript"/>
                <w:lang w:eastAsia="ko-KR"/>
              </w:rPr>
              <w:t>Note</w:t>
            </w:r>
            <w:r w:rsidRPr="008C6DE4">
              <w:rPr>
                <w:vertAlign w:val="superscript"/>
              </w:rPr>
              <w:t xml:space="preserve"> 1</w:t>
            </w:r>
          </w:p>
        </w:tc>
      </w:tr>
      <w:tr w:rsidR="00DD3199" w:rsidRPr="008C6DE4" w14:paraId="7292F74A" w14:textId="77777777" w:rsidTr="00867D3A">
        <w:trPr>
          <w:cantSplit/>
          <w:jc w:val="center"/>
        </w:trPr>
        <w:tc>
          <w:tcPr>
            <w:tcW w:w="1470" w:type="pct"/>
          </w:tcPr>
          <w:p w14:paraId="176624FE" w14:textId="77777777" w:rsidR="00352573" w:rsidRPr="008C6DE4" w:rsidRDefault="00352573" w:rsidP="00C62EFA">
            <w:pPr>
              <w:pStyle w:val="TAC"/>
            </w:pPr>
            <w:r w:rsidRPr="008C6DE4">
              <w:t>3</w:t>
            </w:r>
          </w:p>
        </w:tc>
        <w:tc>
          <w:tcPr>
            <w:tcW w:w="1198" w:type="pct"/>
          </w:tcPr>
          <w:p w14:paraId="44A5F13A" w14:textId="77777777" w:rsidR="00352573" w:rsidRPr="008C6DE4" w:rsidRDefault="00352573" w:rsidP="00C62EFA">
            <w:pPr>
              <w:pStyle w:val="TAC"/>
            </w:pPr>
            <w:r w:rsidRPr="008C6DE4">
              <w:t>3</w:t>
            </w:r>
          </w:p>
        </w:tc>
        <w:tc>
          <w:tcPr>
            <w:tcW w:w="955" w:type="pct"/>
          </w:tcPr>
          <w:p w14:paraId="2D240674" w14:textId="77777777" w:rsidR="00352573" w:rsidRPr="008C6DE4" w:rsidRDefault="00352573" w:rsidP="00C62EFA">
            <w:pPr>
              <w:pStyle w:val="TAC"/>
            </w:pPr>
            <w:r w:rsidRPr="008C6DE4">
              <w:t>80</w:t>
            </w:r>
          </w:p>
        </w:tc>
        <w:tc>
          <w:tcPr>
            <w:tcW w:w="1377" w:type="pct"/>
          </w:tcPr>
          <w:p w14:paraId="5A185573" w14:textId="77777777" w:rsidR="00352573" w:rsidRPr="008C6DE4" w:rsidRDefault="00352573" w:rsidP="00C62EFA">
            <w:pPr>
              <w:pStyle w:val="TAC"/>
            </w:pPr>
            <w:r w:rsidRPr="008C6DE4">
              <w:rPr>
                <w:lang w:eastAsia="ko-KR"/>
              </w:rPr>
              <w:t>12</w:t>
            </w:r>
            <w:r w:rsidRPr="008C6DE4">
              <w:rPr>
                <w:vertAlign w:val="superscript"/>
                <w:lang w:eastAsia="ko-KR"/>
              </w:rPr>
              <w:t>Note</w:t>
            </w:r>
            <w:r w:rsidRPr="008C6DE4">
              <w:rPr>
                <w:vertAlign w:val="superscript"/>
              </w:rPr>
              <w:t xml:space="preserve"> 1</w:t>
            </w:r>
          </w:p>
        </w:tc>
      </w:tr>
      <w:tr w:rsidR="00DD3199" w:rsidRPr="008C6DE4" w14:paraId="28CEF7A4" w14:textId="77777777" w:rsidTr="00867D3A">
        <w:trPr>
          <w:cantSplit/>
          <w:jc w:val="center"/>
        </w:trPr>
        <w:tc>
          <w:tcPr>
            <w:tcW w:w="1470" w:type="pct"/>
          </w:tcPr>
          <w:p w14:paraId="0B25BBE9" w14:textId="77777777" w:rsidR="00352573" w:rsidRPr="008C6DE4" w:rsidRDefault="00352573" w:rsidP="00C62EFA">
            <w:pPr>
              <w:pStyle w:val="TAC"/>
            </w:pPr>
            <w:r w:rsidRPr="008C6DE4">
              <w:t>4</w:t>
            </w:r>
          </w:p>
        </w:tc>
        <w:tc>
          <w:tcPr>
            <w:tcW w:w="1198" w:type="pct"/>
          </w:tcPr>
          <w:p w14:paraId="41A68E05" w14:textId="77777777" w:rsidR="00352573" w:rsidRPr="008C6DE4" w:rsidRDefault="00352573" w:rsidP="00C62EFA">
            <w:pPr>
              <w:pStyle w:val="TAC"/>
            </w:pPr>
            <w:r w:rsidRPr="008C6DE4">
              <w:t>6</w:t>
            </w:r>
          </w:p>
        </w:tc>
        <w:tc>
          <w:tcPr>
            <w:tcW w:w="955" w:type="pct"/>
          </w:tcPr>
          <w:p w14:paraId="2DA32E62" w14:textId="77777777" w:rsidR="00352573" w:rsidRPr="008C6DE4" w:rsidRDefault="00352573" w:rsidP="00C62EFA">
            <w:pPr>
              <w:pStyle w:val="TAC"/>
            </w:pPr>
            <w:r w:rsidRPr="008C6DE4">
              <w:t>20</w:t>
            </w:r>
          </w:p>
        </w:tc>
        <w:tc>
          <w:tcPr>
            <w:tcW w:w="1377" w:type="pct"/>
          </w:tcPr>
          <w:p w14:paraId="683733E6" w14:textId="77777777" w:rsidR="00352573" w:rsidRPr="008C6DE4" w:rsidRDefault="00352573" w:rsidP="00C62EFA">
            <w:pPr>
              <w:pStyle w:val="TAC"/>
              <w:rPr>
                <w:lang w:eastAsia="ko-KR"/>
              </w:rPr>
            </w:pPr>
            <w:r w:rsidRPr="008C6DE4">
              <w:t>120</w:t>
            </w:r>
            <w:r w:rsidRPr="008C6DE4">
              <w:rPr>
                <w:vertAlign w:val="superscript"/>
                <w:lang w:eastAsia="ko-KR"/>
              </w:rPr>
              <w:t xml:space="preserve"> Note</w:t>
            </w:r>
            <w:r w:rsidRPr="008C6DE4">
              <w:rPr>
                <w:vertAlign w:val="superscript"/>
              </w:rPr>
              <w:t xml:space="preserve"> 1</w:t>
            </w:r>
          </w:p>
        </w:tc>
      </w:tr>
      <w:tr w:rsidR="00DD3199" w:rsidRPr="008C6DE4" w14:paraId="33FD727F" w14:textId="77777777" w:rsidTr="00867D3A">
        <w:trPr>
          <w:cantSplit/>
          <w:jc w:val="center"/>
        </w:trPr>
        <w:tc>
          <w:tcPr>
            <w:tcW w:w="1470" w:type="pct"/>
          </w:tcPr>
          <w:p w14:paraId="26FF1670" w14:textId="77777777" w:rsidR="00352573" w:rsidRPr="008C6DE4" w:rsidRDefault="00352573" w:rsidP="00C62EFA">
            <w:pPr>
              <w:pStyle w:val="TAC"/>
            </w:pPr>
            <w:r w:rsidRPr="008C6DE4">
              <w:t>6</w:t>
            </w:r>
          </w:p>
        </w:tc>
        <w:tc>
          <w:tcPr>
            <w:tcW w:w="1198" w:type="pct"/>
          </w:tcPr>
          <w:p w14:paraId="230C8195" w14:textId="77777777" w:rsidR="00352573" w:rsidRPr="008C6DE4" w:rsidRDefault="00352573" w:rsidP="00C62EFA">
            <w:pPr>
              <w:pStyle w:val="TAC"/>
            </w:pPr>
            <w:r w:rsidRPr="008C6DE4">
              <w:t>4</w:t>
            </w:r>
          </w:p>
        </w:tc>
        <w:tc>
          <w:tcPr>
            <w:tcW w:w="955" w:type="pct"/>
          </w:tcPr>
          <w:p w14:paraId="31D40221" w14:textId="77777777" w:rsidR="00352573" w:rsidRPr="008C6DE4" w:rsidRDefault="00352573" w:rsidP="00C62EFA">
            <w:pPr>
              <w:pStyle w:val="TAC"/>
            </w:pPr>
            <w:r w:rsidRPr="008C6DE4">
              <w:t>20</w:t>
            </w:r>
          </w:p>
        </w:tc>
        <w:tc>
          <w:tcPr>
            <w:tcW w:w="1377" w:type="pct"/>
          </w:tcPr>
          <w:p w14:paraId="2D626D07" w14:textId="77777777" w:rsidR="00352573" w:rsidRPr="008C6DE4" w:rsidRDefault="00352573" w:rsidP="00C62EFA">
            <w:pPr>
              <w:pStyle w:val="TAC"/>
              <w:rPr>
                <w:lang w:eastAsia="ko-KR"/>
              </w:rPr>
            </w:pPr>
            <w:r w:rsidRPr="008C6DE4">
              <w:t>72</w:t>
            </w:r>
            <w:r w:rsidRPr="008C6DE4">
              <w:rPr>
                <w:vertAlign w:val="superscript"/>
                <w:lang w:eastAsia="ko-KR"/>
              </w:rPr>
              <w:t xml:space="preserve"> Note</w:t>
            </w:r>
            <w:r w:rsidRPr="008C6DE4">
              <w:rPr>
                <w:vertAlign w:val="superscript"/>
              </w:rPr>
              <w:t xml:space="preserve"> 1,3,6</w:t>
            </w:r>
          </w:p>
        </w:tc>
      </w:tr>
      <w:tr w:rsidR="00DD3199" w:rsidRPr="008C6DE4" w14:paraId="7A7DE6D2" w14:textId="77777777" w:rsidTr="00867D3A">
        <w:trPr>
          <w:cantSplit/>
          <w:jc w:val="center"/>
        </w:trPr>
        <w:tc>
          <w:tcPr>
            <w:tcW w:w="1470" w:type="pct"/>
          </w:tcPr>
          <w:p w14:paraId="1D1E3A85" w14:textId="77777777" w:rsidR="00352573" w:rsidRPr="008C6DE4" w:rsidRDefault="00352573" w:rsidP="00C62EFA">
            <w:pPr>
              <w:pStyle w:val="TAC"/>
            </w:pPr>
            <w:r w:rsidRPr="008C6DE4">
              <w:t>7</w:t>
            </w:r>
          </w:p>
        </w:tc>
        <w:tc>
          <w:tcPr>
            <w:tcW w:w="1198" w:type="pct"/>
          </w:tcPr>
          <w:p w14:paraId="2BB7C5A0" w14:textId="77777777" w:rsidR="00352573" w:rsidRPr="008C6DE4" w:rsidRDefault="00352573" w:rsidP="00C62EFA">
            <w:pPr>
              <w:pStyle w:val="TAC"/>
            </w:pPr>
            <w:r w:rsidRPr="008C6DE4">
              <w:t>4</w:t>
            </w:r>
          </w:p>
        </w:tc>
        <w:tc>
          <w:tcPr>
            <w:tcW w:w="955" w:type="pct"/>
          </w:tcPr>
          <w:p w14:paraId="442565A3" w14:textId="77777777" w:rsidR="00352573" w:rsidRPr="008C6DE4" w:rsidRDefault="00352573" w:rsidP="00C62EFA">
            <w:pPr>
              <w:pStyle w:val="TAC"/>
            </w:pPr>
            <w:r w:rsidRPr="008C6DE4">
              <w:t>40</w:t>
            </w:r>
          </w:p>
        </w:tc>
        <w:tc>
          <w:tcPr>
            <w:tcW w:w="1377" w:type="pct"/>
          </w:tcPr>
          <w:p w14:paraId="69B9083C" w14:textId="77777777" w:rsidR="00352573" w:rsidRPr="008C6DE4" w:rsidRDefault="00352573" w:rsidP="00C62EFA">
            <w:pPr>
              <w:pStyle w:val="TAC"/>
              <w:rPr>
                <w:lang w:eastAsia="ko-KR"/>
              </w:rPr>
            </w:pPr>
            <w:r w:rsidRPr="008C6DE4">
              <w:t>36</w:t>
            </w:r>
            <w:r w:rsidRPr="008C6DE4">
              <w:rPr>
                <w:vertAlign w:val="superscript"/>
                <w:lang w:eastAsia="ko-KR"/>
              </w:rPr>
              <w:t xml:space="preserve"> Note</w:t>
            </w:r>
            <w:r w:rsidRPr="008C6DE4">
              <w:rPr>
                <w:vertAlign w:val="superscript"/>
              </w:rPr>
              <w:t xml:space="preserve"> 1,4,6</w:t>
            </w:r>
          </w:p>
        </w:tc>
      </w:tr>
      <w:tr w:rsidR="00DD3199" w:rsidRPr="008C6DE4" w14:paraId="2C83132E" w14:textId="77777777" w:rsidTr="00867D3A">
        <w:trPr>
          <w:cantSplit/>
          <w:jc w:val="center"/>
        </w:trPr>
        <w:tc>
          <w:tcPr>
            <w:tcW w:w="1470" w:type="pct"/>
          </w:tcPr>
          <w:p w14:paraId="4B0CFE40" w14:textId="77777777" w:rsidR="00352573" w:rsidRPr="008C6DE4" w:rsidRDefault="00352573" w:rsidP="00C62EFA">
            <w:pPr>
              <w:pStyle w:val="TAC"/>
            </w:pPr>
            <w:r w:rsidRPr="008C6DE4">
              <w:t>8</w:t>
            </w:r>
          </w:p>
        </w:tc>
        <w:tc>
          <w:tcPr>
            <w:tcW w:w="1198" w:type="pct"/>
          </w:tcPr>
          <w:p w14:paraId="4C82AFBF" w14:textId="77777777" w:rsidR="00352573" w:rsidRPr="008C6DE4" w:rsidRDefault="00352573" w:rsidP="00C62EFA">
            <w:pPr>
              <w:pStyle w:val="TAC"/>
            </w:pPr>
            <w:r w:rsidRPr="008C6DE4">
              <w:t>4</w:t>
            </w:r>
          </w:p>
        </w:tc>
        <w:tc>
          <w:tcPr>
            <w:tcW w:w="955" w:type="pct"/>
          </w:tcPr>
          <w:p w14:paraId="4C9D0BB3" w14:textId="77777777" w:rsidR="00352573" w:rsidRPr="008C6DE4" w:rsidRDefault="00352573" w:rsidP="00C62EFA">
            <w:pPr>
              <w:pStyle w:val="TAC"/>
            </w:pPr>
            <w:r w:rsidRPr="008C6DE4">
              <w:t>80</w:t>
            </w:r>
          </w:p>
        </w:tc>
        <w:tc>
          <w:tcPr>
            <w:tcW w:w="1377" w:type="pct"/>
          </w:tcPr>
          <w:p w14:paraId="3FD6BFA6" w14:textId="77777777" w:rsidR="00352573" w:rsidRPr="008C6DE4" w:rsidRDefault="00352573" w:rsidP="00C62EFA">
            <w:pPr>
              <w:pStyle w:val="TAC"/>
              <w:rPr>
                <w:lang w:eastAsia="ko-KR"/>
              </w:rPr>
            </w:pPr>
            <w:r w:rsidRPr="008C6DE4">
              <w:t>18</w:t>
            </w:r>
            <w:r w:rsidRPr="008C6DE4">
              <w:rPr>
                <w:vertAlign w:val="superscript"/>
                <w:lang w:eastAsia="ko-KR"/>
              </w:rPr>
              <w:t>Note</w:t>
            </w:r>
            <w:r w:rsidRPr="008C6DE4">
              <w:rPr>
                <w:vertAlign w:val="superscript"/>
              </w:rPr>
              <w:t xml:space="preserve"> 1,5,6</w:t>
            </w:r>
          </w:p>
        </w:tc>
      </w:tr>
      <w:tr w:rsidR="00DD3199" w:rsidRPr="008C6DE4" w14:paraId="732A59B3" w14:textId="77777777" w:rsidTr="00867D3A">
        <w:trPr>
          <w:cantSplit/>
          <w:jc w:val="center"/>
        </w:trPr>
        <w:tc>
          <w:tcPr>
            <w:tcW w:w="1470" w:type="pct"/>
          </w:tcPr>
          <w:p w14:paraId="3B839750" w14:textId="77777777" w:rsidR="00352573" w:rsidRPr="008C6DE4" w:rsidRDefault="00352573" w:rsidP="00C62EFA">
            <w:pPr>
              <w:pStyle w:val="TAC"/>
            </w:pPr>
            <w:r w:rsidRPr="008C6DE4">
              <w:t>10</w:t>
            </w:r>
          </w:p>
        </w:tc>
        <w:tc>
          <w:tcPr>
            <w:tcW w:w="1198" w:type="pct"/>
          </w:tcPr>
          <w:p w14:paraId="4250BC77" w14:textId="77777777" w:rsidR="00352573" w:rsidRPr="008C6DE4" w:rsidRDefault="00352573" w:rsidP="00C62EFA">
            <w:pPr>
              <w:pStyle w:val="TAC"/>
            </w:pPr>
            <w:r w:rsidRPr="008C6DE4">
              <w:t>3</w:t>
            </w:r>
          </w:p>
        </w:tc>
        <w:tc>
          <w:tcPr>
            <w:tcW w:w="955" w:type="pct"/>
          </w:tcPr>
          <w:p w14:paraId="2E5B0A5B" w14:textId="77777777" w:rsidR="00352573" w:rsidRPr="008C6DE4" w:rsidRDefault="00352573" w:rsidP="00C62EFA">
            <w:pPr>
              <w:pStyle w:val="TAC"/>
            </w:pPr>
            <w:r w:rsidRPr="008C6DE4">
              <w:t>20</w:t>
            </w:r>
          </w:p>
        </w:tc>
        <w:tc>
          <w:tcPr>
            <w:tcW w:w="1377" w:type="pct"/>
          </w:tcPr>
          <w:p w14:paraId="75A918D3" w14:textId="77777777" w:rsidR="00352573" w:rsidRPr="008C6DE4" w:rsidRDefault="00352573" w:rsidP="00C62EFA">
            <w:pPr>
              <w:pStyle w:val="TAC"/>
              <w:rPr>
                <w:lang w:eastAsia="ko-KR"/>
              </w:rPr>
            </w:pPr>
            <w:r w:rsidRPr="008C6DE4">
              <w:t>48</w:t>
            </w:r>
            <w:r w:rsidRPr="008C6DE4">
              <w:rPr>
                <w:vertAlign w:val="superscript"/>
                <w:lang w:eastAsia="ko-KR"/>
              </w:rPr>
              <w:t xml:space="preserve"> Note</w:t>
            </w:r>
            <w:r w:rsidRPr="008C6DE4">
              <w:rPr>
                <w:vertAlign w:val="superscript"/>
              </w:rPr>
              <w:t xml:space="preserve"> 1</w:t>
            </w:r>
          </w:p>
        </w:tc>
      </w:tr>
      <w:tr w:rsidR="00352573" w:rsidRPr="008C6DE4" w14:paraId="33CEDA46" w14:textId="77777777" w:rsidTr="00867D3A">
        <w:trPr>
          <w:cantSplit/>
          <w:jc w:val="center"/>
        </w:trPr>
        <w:tc>
          <w:tcPr>
            <w:tcW w:w="5000" w:type="pct"/>
            <w:gridSpan w:val="4"/>
          </w:tcPr>
          <w:p w14:paraId="7AB61F65" w14:textId="0DB9A382" w:rsidR="00C62EFA" w:rsidRPr="008C6DE4" w:rsidRDefault="00C62EFA" w:rsidP="00C62EFA">
            <w:pPr>
              <w:pStyle w:val="TAN"/>
            </w:pPr>
            <w:r w:rsidRPr="008C6DE4">
              <w:t>NOTE 1:</w:t>
            </w:r>
            <w:r w:rsidRPr="008C6DE4">
              <w:tab/>
              <w:t>When determin</w:t>
            </w:r>
            <w:r>
              <w:t>ing</w:t>
            </w:r>
            <w:r w:rsidRPr="008C6DE4">
              <w:t xml:space="preserve"> UE requirements using Tinter1 for gap pattern IDs 2</w:t>
            </w:r>
            <w:r w:rsidRPr="008C6DE4">
              <w:rPr>
                <w:lang w:eastAsia="zh-CN"/>
              </w:rPr>
              <w:t xml:space="preserve">, </w:t>
            </w:r>
            <w:r w:rsidRPr="008C6DE4">
              <w:t>3,</w:t>
            </w:r>
            <w:r w:rsidRPr="008C6DE4">
              <w:rPr>
                <w:lang w:eastAsia="zh-CN"/>
              </w:rPr>
              <w:t xml:space="preserve"> </w:t>
            </w:r>
            <w:r w:rsidRPr="008C6DE4">
              <w:t>4</w:t>
            </w:r>
            <w:r w:rsidRPr="008C6DE4">
              <w:rPr>
                <w:lang w:eastAsia="zh-CN"/>
              </w:rPr>
              <w:t>, 6, 7, 8, 10</w:t>
            </w:r>
            <w:r w:rsidRPr="008C6DE4">
              <w:t>, Tinter1 = 60 for gap pattern IDs 2</w:t>
            </w:r>
            <w:r w:rsidRPr="008C6DE4">
              <w:rPr>
                <w:lang w:eastAsia="zh-CN"/>
              </w:rPr>
              <w:t xml:space="preserve">, </w:t>
            </w:r>
            <w:r w:rsidRPr="008C6DE4">
              <w:t xml:space="preserve">4, 6, 7, 10, and Tinter1 = 30 for gap pattern IDs 3 </w:t>
            </w:r>
            <w:r w:rsidRPr="008C6DE4">
              <w:rPr>
                <w:lang w:eastAsia="zh-CN"/>
              </w:rPr>
              <w:t xml:space="preserve">and </w:t>
            </w:r>
            <w:r w:rsidRPr="008C6DE4">
              <w:t>8</w:t>
            </w:r>
            <w:r w:rsidRPr="008C6DE4">
              <w:rPr>
                <w:lang w:eastAsia="zh-CN"/>
              </w:rPr>
              <w:t xml:space="preserve"> </w:t>
            </w:r>
            <w:r w:rsidRPr="008C6DE4">
              <w:t>shall be used.</w:t>
            </w:r>
          </w:p>
          <w:p w14:paraId="37DF5A35" w14:textId="77777777" w:rsidR="00C62EFA" w:rsidRPr="008C6DE4" w:rsidRDefault="00C62EFA" w:rsidP="00C62EFA">
            <w:pPr>
              <w:pStyle w:val="TAN"/>
            </w:pPr>
            <w:r w:rsidRPr="008C6DE4">
              <w:t>NOTE 2:</w:t>
            </w:r>
            <w:r w:rsidRPr="008C6DE4">
              <w:tab/>
              <w:t xml:space="preserve">Measurement gaps pattern configurations applicability </w:t>
            </w:r>
            <w:r w:rsidRPr="008C6DE4">
              <w:rPr>
                <w:lang w:eastAsia="ko-KR"/>
              </w:rPr>
              <w:t>is</w:t>
            </w:r>
            <w:r w:rsidRPr="008C6DE4">
              <w:t xml:space="preserve"> as specified in Table 9.1.2-1.</w:t>
            </w:r>
          </w:p>
          <w:p w14:paraId="0E94681E" w14:textId="77777777" w:rsidR="00C62EFA" w:rsidRPr="008C6DE4" w:rsidRDefault="00C62EFA" w:rsidP="00C62EFA">
            <w:pPr>
              <w:pStyle w:val="TAN"/>
              <w:rPr>
                <w:lang w:val="en-US"/>
              </w:rPr>
            </w:pPr>
            <w:r w:rsidRPr="008C6DE4">
              <w:rPr>
                <w:lang w:val="en-US"/>
              </w:rPr>
              <w:t>NOTE 3:</w:t>
            </w:r>
            <w:r w:rsidRPr="008C6DE4">
              <w:rPr>
                <w:rFonts w:cs="Arial"/>
                <w:lang w:val="en-US"/>
              </w:rPr>
              <w:t xml:space="preserve"> </w:t>
            </w:r>
            <w:r w:rsidRPr="008C6DE4">
              <w:rPr>
                <w:rFonts w:cs="Arial"/>
                <w:lang w:val="en-US"/>
              </w:rPr>
              <w:tab/>
            </w:r>
            <w:r w:rsidRPr="008C6DE4">
              <w:rPr>
                <w:lang w:val="en-US"/>
              </w:rPr>
              <w:t>When this gap pattern is used, the T</w:t>
            </w:r>
            <w:r w:rsidRPr="008C6DE4">
              <w:rPr>
                <w:vertAlign w:val="subscript"/>
                <w:lang w:val="en-US"/>
              </w:rPr>
              <w:t>inter</w:t>
            </w:r>
            <w:r w:rsidRPr="008C6DE4">
              <w:rPr>
                <w:lang w:val="en-US"/>
              </w:rPr>
              <w:t xml:space="preserve"> for E-UTRA inter-frequency measurements is 48 ms corresponding to the first 3 ms of the 4 ms gap.</w:t>
            </w:r>
          </w:p>
          <w:p w14:paraId="6E6AF799" w14:textId="77777777" w:rsidR="00C62EFA" w:rsidRPr="008C6DE4" w:rsidRDefault="00C62EFA" w:rsidP="00C62EFA">
            <w:pPr>
              <w:pStyle w:val="TAN"/>
              <w:rPr>
                <w:lang w:val="en-US" w:eastAsia="zh-CN"/>
              </w:rPr>
            </w:pPr>
            <w:r w:rsidRPr="008C6DE4">
              <w:rPr>
                <w:lang w:val="en-US"/>
              </w:rPr>
              <w:t>NOTE 4:</w:t>
            </w:r>
            <w:r w:rsidRPr="008C6DE4">
              <w:rPr>
                <w:rFonts w:cs="Arial"/>
                <w:lang w:val="en-US"/>
              </w:rPr>
              <w:t xml:space="preserve"> </w:t>
            </w:r>
            <w:r w:rsidRPr="008C6DE4">
              <w:rPr>
                <w:rFonts w:cs="Arial"/>
                <w:lang w:val="en-US"/>
              </w:rPr>
              <w:tab/>
            </w:r>
            <w:r w:rsidRPr="008C6DE4">
              <w:rPr>
                <w:lang w:val="en-US"/>
              </w:rPr>
              <w:t>When this gap pattern is used, the T</w:t>
            </w:r>
            <w:r w:rsidRPr="008C6DE4">
              <w:rPr>
                <w:vertAlign w:val="subscript"/>
                <w:lang w:val="en-US"/>
              </w:rPr>
              <w:t>inter</w:t>
            </w:r>
            <w:r w:rsidRPr="008C6DE4">
              <w:rPr>
                <w:lang w:val="en-US"/>
              </w:rPr>
              <w:t xml:space="preserve"> for E-UTRA inter-frequency measurements is 24 ms corresponding to the first 3 ms of the 4 ms gap.</w:t>
            </w:r>
          </w:p>
          <w:p w14:paraId="18A9AB56" w14:textId="77777777" w:rsidR="00C62EFA" w:rsidRPr="008C6DE4" w:rsidRDefault="00C62EFA" w:rsidP="00C62EFA">
            <w:pPr>
              <w:pStyle w:val="TAN"/>
              <w:rPr>
                <w:lang w:val="en-US" w:eastAsia="zh-CN"/>
              </w:rPr>
            </w:pPr>
            <w:r w:rsidRPr="008C6DE4">
              <w:rPr>
                <w:lang w:val="en-US"/>
              </w:rPr>
              <w:t>NOTE 5:</w:t>
            </w:r>
            <w:r w:rsidRPr="008C6DE4">
              <w:rPr>
                <w:rFonts w:cs="Arial"/>
                <w:lang w:val="en-US"/>
              </w:rPr>
              <w:t xml:space="preserve"> </w:t>
            </w:r>
            <w:r w:rsidRPr="008C6DE4">
              <w:rPr>
                <w:rFonts w:cs="Arial"/>
                <w:lang w:val="en-US"/>
              </w:rPr>
              <w:tab/>
            </w:r>
            <w:r w:rsidRPr="008C6DE4">
              <w:rPr>
                <w:lang w:val="en-US"/>
              </w:rPr>
              <w:t>When this gap pattern is used, the T</w:t>
            </w:r>
            <w:r w:rsidRPr="008C6DE4">
              <w:rPr>
                <w:vertAlign w:val="subscript"/>
                <w:lang w:val="en-US"/>
              </w:rPr>
              <w:t>inter</w:t>
            </w:r>
            <w:r w:rsidRPr="008C6DE4">
              <w:rPr>
                <w:lang w:val="en-US"/>
              </w:rPr>
              <w:t xml:space="preserve"> for E-UTRA inter-frequency measurements is 12 ms corresponding to the first 3 ms of the 4 ms gap.</w:t>
            </w:r>
          </w:p>
          <w:p w14:paraId="096CF3BA" w14:textId="401EB45F" w:rsidR="00352573" w:rsidRPr="008C6DE4" w:rsidRDefault="00C62EFA" w:rsidP="00C62EFA">
            <w:pPr>
              <w:pStyle w:val="TAN"/>
              <w:rPr>
                <w:lang w:eastAsia="zh-CN"/>
              </w:rPr>
            </w:pPr>
            <w:r w:rsidRPr="008C6DE4">
              <w:rPr>
                <w:lang w:val="en-US"/>
              </w:rPr>
              <w:t>NOTE 6:</w:t>
            </w:r>
            <w:r w:rsidRPr="008C6DE4">
              <w:rPr>
                <w:rFonts w:cs="Arial"/>
                <w:lang w:val="en-US"/>
              </w:rPr>
              <w:t xml:space="preserve"> </w:t>
            </w:r>
            <w:r w:rsidRPr="008C6DE4">
              <w:rPr>
                <w:rFonts w:cs="Arial"/>
                <w:lang w:val="en-US"/>
              </w:rPr>
              <w:tab/>
            </w:r>
            <w:r w:rsidRPr="008C6DE4">
              <w:rPr>
                <w:lang w:val="en-US"/>
              </w:rPr>
              <w:t>This gap pattern is applicable for E-UTRA inter-frequency measurements only if gap based NR measurements are also configured.</w:t>
            </w:r>
          </w:p>
        </w:tc>
      </w:tr>
    </w:tbl>
    <w:p w14:paraId="21987E06" w14:textId="77777777" w:rsidR="00352573" w:rsidRPr="008C6DE4" w:rsidRDefault="00352573" w:rsidP="00352573"/>
    <w:p w14:paraId="72276529" w14:textId="261112F9" w:rsidR="00352573" w:rsidRPr="008C6DE4" w:rsidRDefault="00352573" w:rsidP="00352573">
      <w:pPr>
        <w:rPr>
          <w:iCs/>
          <w:lang w:val="en-US"/>
        </w:rPr>
      </w:pPr>
      <w:r w:rsidRPr="008C6DE4">
        <w:rPr>
          <w:iCs/>
          <w:lang w:val="en-US"/>
        </w:rPr>
        <w:t>A UE configured with gap pattern ID 2, 3 or 10 shall be able to detect a target cell, provided that</w:t>
      </w:r>
    </w:p>
    <w:p w14:paraId="6C60C832" w14:textId="55874F99" w:rsidR="00352573" w:rsidRPr="008C6DE4" w:rsidRDefault="00352573" w:rsidP="00352573">
      <w:pPr>
        <w:ind w:left="284"/>
        <w:rPr>
          <w:iCs/>
          <w:lang w:val="en-US"/>
        </w:rPr>
      </w:pPr>
      <w:r w:rsidRPr="008C6DE4">
        <w:rPr>
          <w:iCs/>
          <w:lang w:val="en-US"/>
        </w:rPr>
        <w:t xml:space="preserve">- the E-UTRA subframe #0 or #5 of the target E-UTRAN cell begins not earlier than 500 </w:t>
      </w:r>
      <w:r w:rsidRPr="008C6DE4">
        <w:rPr>
          <w:iCs/>
          <w:lang w:val="en-US"/>
        </w:rPr>
        <w:sym w:font="Symbol" w:char="F06D"/>
      </w:r>
      <w:r w:rsidRPr="008C6DE4">
        <w:rPr>
          <w:iCs/>
          <w:lang w:val="en-US"/>
        </w:rPr>
        <w:t xml:space="preserve">s from the start of the measurement gap, and </w:t>
      </w:r>
    </w:p>
    <w:p w14:paraId="57ED16C8" w14:textId="127E918D" w:rsidR="00352573" w:rsidRPr="008C6DE4" w:rsidRDefault="00352573" w:rsidP="00DD3199">
      <w:pPr>
        <w:ind w:left="284"/>
        <w:rPr>
          <w:iCs/>
          <w:lang w:val="en-US"/>
        </w:rPr>
      </w:pPr>
      <w:r w:rsidRPr="008C6DE4">
        <w:rPr>
          <w:iCs/>
          <w:lang w:val="en-US"/>
        </w:rPr>
        <w:t xml:space="preserve">- the E-UTRA subframe #0 or #5 of the target E-UTRAN cell ends not later than 500 </w:t>
      </w:r>
      <w:r w:rsidRPr="008C6DE4">
        <w:rPr>
          <w:iCs/>
          <w:lang w:val="en-US"/>
        </w:rPr>
        <w:sym w:font="Symbol" w:char="F06D"/>
      </w:r>
      <w:r w:rsidRPr="008C6DE4">
        <w:rPr>
          <w:iCs/>
          <w:lang w:val="en-US"/>
        </w:rPr>
        <w:t xml:space="preserve">s before the end of the measurement gap in case of FDD and not later than 750 </w:t>
      </w:r>
      <w:r w:rsidRPr="008C6DE4">
        <w:rPr>
          <w:iCs/>
          <w:lang w:val="en-US"/>
        </w:rPr>
        <w:sym w:font="Symbol" w:char="F06D"/>
      </w:r>
      <w:r w:rsidRPr="008C6DE4">
        <w:rPr>
          <w:iCs/>
          <w:lang w:val="en-US"/>
        </w:rPr>
        <w:t>s before the end of measurement gap in case of TDD.</w:t>
      </w:r>
    </w:p>
    <w:p w14:paraId="3D8FD0CC" w14:textId="22BDD189" w:rsidR="00352573" w:rsidRPr="008C6DE4" w:rsidRDefault="00352573" w:rsidP="00352573">
      <w:pPr>
        <w:rPr>
          <w:iCs/>
          <w:lang w:val="en-US"/>
        </w:rPr>
      </w:pPr>
      <w:r w:rsidRPr="008C6DE4">
        <w:rPr>
          <w:iCs/>
          <w:lang w:val="en-US"/>
        </w:rPr>
        <w:t>A UE configured with gap pattern ID 6, 7 or 8 shall be able to detect a target cell, provided that</w:t>
      </w:r>
    </w:p>
    <w:p w14:paraId="5149E94A" w14:textId="4179C571" w:rsidR="00352573" w:rsidRPr="008C6DE4" w:rsidRDefault="00352573" w:rsidP="00AE2158">
      <w:pPr>
        <w:ind w:left="284"/>
        <w:rPr>
          <w:iCs/>
          <w:lang w:val="en-US"/>
        </w:rPr>
      </w:pPr>
      <w:r w:rsidRPr="008C6DE4">
        <w:rPr>
          <w:iCs/>
          <w:lang w:val="en-US"/>
        </w:rPr>
        <w:t xml:space="preserve">- the E-UTRA subframe #0 or #5 of the target E-UTRAN cell begins not earlier than 500 </w:t>
      </w:r>
      <w:r w:rsidRPr="008C6DE4">
        <w:rPr>
          <w:iCs/>
          <w:lang w:val="en-US"/>
        </w:rPr>
        <w:sym w:font="Symbol" w:char="F06D"/>
      </w:r>
      <w:r w:rsidRPr="008C6DE4">
        <w:rPr>
          <w:iCs/>
          <w:lang w:val="en-US"/>
        </w:rPr>
        <w:t>s from the start of the measurement gap, and</w:t>
      </w:r>
    </w:p>
    <w:p w14:paraId="1B87AB27" w14:textId="77985FF5" w:rsidR="00352573" w:rsidRPr="008C6DE4" w:rsidRDefault="00352573" w:rsidP="00DD3199">
      <w:pPr>
        <w:ind w:left="284"/>
        <w:rPr>
          <w:rFonts w:cs="v4.2.0"/>
        </w:rPr>
      </w:pPr>
      <w:r w:rsidRPr="008C6DE4">
        <w:rPr>
          <w:iCs/>
          <w:lang w:val="en-US"/>
        </w:rPr>
        <w:t xml:space="preserve">- the E-UTRA subframe #0 or #5 of the target E-UTRAN cell ends no later than 1500 </w:t>
      </w:r>
      <w:r w:rsidRPr="008C6DE4">
        <w:rPr>
          <w:iCs/>
          <w:lang w:val="en-US"/>
        </w:rPr>
        <w:sym w:font="Symbol" w:char="F06D"/>
      </w:r>
      <w:r w:rsidRPr="008C6DE4">
        <w:rPr>
          <w:iCs/>
          <w:lang w:val="en-US"/>
        </w:rPr>
        <w:t xml:space="preserve">s before the end of the measurement gap in case of FDD and no later than 1750 </w:t>
      </w:r>
      <w:r w:rsidRPr="008C6DE4">
        <w:rPr>
          <w:iCs/>
          <w:lang w:val="en-US"/>
        </w:rPr>
        <w:sym w:font="Symbol" w:char="F06D"/>
      </w:r>
      <w:r w:rsidRPr="008C6DE4">
        <w:rPr>
          <w:iCs/>
          <w:lang w:val="en-US"/>
        </w:rPr>
        <w:t>s before the end of measurement gap in case of TDD.</w:t>
      </w:r>
    </w:p>
    <w:p w14:paraId="3EBDC6E4" w14:textId="77777777" w:rsidR="00352573" w:rsidRPr="008C6DE4" w:rsidRDefault="00352573" w:rsidP="00352573">
      <w:pPr>
        <w:pStyle w:val="Heading3"/>
        <w:rPr>
          <w:lang w:val="en-US"/>
        </w:rPr>
      </w:pPr>
      <w:r w:rsidRPr="008C6DE4">
        <w:rPr>
          <w:lang w:val="en-US"/>
        </w:rPr>
        <w:t>9.4.2</w:t>
      </w:r>
      <w:r w:rsidRPr="008C6DE4">
        <w:rPr>
          <w:lang w:val="en-US"/>
        </w:rPr>
        <w:tab/>
        <w:t>NR − E-UTRAN FDD measurements</w:t>
      </w:r>
    </w:p>
    <w:p w14:paraId="1183FCDC" w14:textId="4263D40E" w:rsidR="00352573" w:rsidRPr="008C6DE4" w:rsidRDefault="0048284E" w:rsidP="0048284E">
      <w:pPr>
        <w:pStyle w:val="Heading4"/>
      </w:pPr>
      <w:r w:rsidRPr="008C6DE4">
        <w:t>9.4.2.1</w:t>
      </w:r>
      <w:r w:rsidR="00352573" w:rsidRPr="008C6DE4">
        <w:tab/>
        <w:t>Introduction</w:t>
      </w:r>
    </w:p>
    <w:p w14:paraId="0F884A35" w14:textId="77777777" w:rsidR="00352573" w:rsidRPr="008C6DE4" w:rsidRDefault="00352573" w:rsidP="00352573">
      <w:r w:rsidRPr="008C6DE4">
        <w:t>The requirements are applicable for NR−E-UTRAN FDD RSRP, RSRQ, and RS-SINR measurements.</w:t>
      </w:r>
    </w:p>
    <w:p w14:paraId="7A939543" w14:textId="77777777" w:rsidR="00352573" w:rsidRPr="008C6DE4" w:rsidRDefault="00352573" w:rsidP="00352573">
      <w:r w:rsidRPr="008C6DE4">
        <w:t>In the requirements, an E-UTRAN FDD cell is considered to be detectable when:</w:t>
      </w:r>
    </w:p>
    <w:p w14:paraId="0AD22C85" w14:textId="77777777" w:rsidR="00352573" w:rsidRPr="008C6DE4" w:rsidRDefault="00352573" w:rsidP="00352573">
      <w:pPr>
        <w:ind w:left="568" w:hanging="284"/>
      </w:pPr>
      <w:r w:rsidRPr="008C6DE4">
        <w:t>-</w:t>
      </w:r>
      <w:r w:rsidRPr="008C6DE4">
        <w:tab/>
        <w:t>RSRP related conditions in the accuracy requirements in clause 10.2.2 are fulfilled for a corresponding Band, together with the corresponding side conditions in Annex B.2.3 and Annex B.3.3 of TS 36.133 [15],</w:t>
      </w:r>
    </w:p>
    <w:p w14:paraId="3C02A37D" w14:textId="77777777" w:rsidR="00352573" w:rsidRPr="008C6DE4" w:rsidRDefault="00352573" w:rsidP="00352573">
      <w:pPr>
        <w:ind w:left="568" w:hanging="284"/>
      </w:pPr>
      <w:r w:rsidRPr="008C6DE4">
        <w:t>-</w:t>
      </w:r>
      <w:r w:rsidRPr="008C6DE4">
        <w:tab/>
        <w:t>RSRQ related conditions in the accuracy requirements in clause 10.2.3 are fulfilled for a corresponding Band, together with the corresponding side conditions in Annex B.2.3 and Annex B.3.3 of TS 36.133 [15],</w:t>
      </w:r>
    </w:p>
    <w:p w14:paraId="4C46BC97" w14:textId="77777777" w:rsidR="00352573" w:rsidRPr="008C6DE4" w:rsidRDefault="00352573" w:rsidP="00352573">
      <w:pPr>
        <w:ind w:left="568" w:hanging="284"/>
      </w:pPr>
      <w:r w:rsidRPr="008C6DE4">
        <w:t>-</w:t>
      </w:r>
      <w:r w:rsidRPr="008C6DE4">
        <w:tab/>
        <w:t>RS-SINR related conditions in the accuracy requirements in clause 10.2.5 are fulfilled for a corresponding Band, together with the corresponding side conditions in Annex B.2.3 and Annex B.3.19 of TS 36.133 [15].</w:t>
      </w:r>
    </w:p>
    <w:p w14:paraId="50BDBFF3" w14:textId="0A3F489F" w:rsidR="00352573" w:rsidRPr="008C6DE4" w:rsidRDefault="0048284E" w:rsidP="0048284E">
      <w:pPr>
        <w:pStyle w:val="Heading4"/>
      </w:pPr>
      <w:bookmarkStart w:id="195" w:name="_Hlk4417687"/>
      <w:r w:rsidRPr="008C6DE4">
        <w:t>9.4.2.2</w:t>
      </w:r>
      <w:r w:rsidR="00352573" w:rsidRPr="008C6DE4">
        <w:tab/>
        <w:t>Requirements when no DRX is used</w:t>
      </w:r>
    </w:p>
    <w:bookmarkEnd w:id="195"/>
    <w:p w14:paraId="41590A8D" w14:textId="77777777" w:rsidR="002B714F" w:rsidRPr="008C6DE4" w:rsidRDefault="002B714F" w:rsidP="002B714F">
      <w:pPr>
        <w:rPr>
          <w:rFonts w:cs="v4.2.0"/>
        </w:rPr>
      </w:pPr>
      <w:r w:rsidRPr="008C6DE4">
        <w:rPr>
          <w:rFonts w:cs="v4.2.0"/>
        </w:rPr>
        <w:t xml:space="preserve">When the UE requires measurement gaps to identify and measure inter-RAT cells and an appropriate measurement gap pattern is scheduled, </w:t>
      </w:r>
      <w:r w:rsidRPr="0050332D">
        <w:rPr>
          <w:lang w:val="sv-SE" w:eastAsia="sv-SE"/>
        </w:rPr>
        <w:t>or the UE supports capability of conducting such measurements without gaps</w:t>
      </w:r>
      <w:r w:rsidRPr="0050332D">
        <w:rPr>
          <w:rFonts w:cs="v4.2.0"/>
        </w:rPr>
        <w:t>,</w:t>
      </w:r>
      <w:r>
        <w:rPr>
          <w:rFonts w:cs="v4.2.0"/>
        </w:rPr>
        <w:t xml:space="preserve"> </w:t>
      </w:r>
      <w:r w:rsidRPr="008C6DE4">
        <w:rPr>
          <w:rFonts w:cs="v4.2.0"/>
        </w:rPr>
        <w:t>the UE shall be able to identify a new detectable FDD cell within T</w:t>
      </w:r>
      <w:r w:rsidRPr="008C6DE4">
        <w:rPr>
          <w:rFonts w:cs="v4.2.0"/>
          <w:vertAlign w:val="subscript"/>
        </w:rPr>
        <w:t>Identify, E-UTRAN FDD</w:t>
      </w:r>
      <w:r w:rsidRPr="008C6DE4">
        <w:rPr>
          <w:rFonts w:cs="v4.2.0"/>
        </w:rPr>
        <w:t xml:space="preserve"> according to the following expression:</w:t>
      </w:r>
    </w:p>
    <w:p w14:paraId="4A93BE79" w14:textId="77777777" w:rsidR="00352573" w:rsidRPr="008C6DE4" w:rsidRDefault="00352573" w:rsidP="00352573">
      <w:pPr>
        <w:pStyle w:val="EQ"/>
        <w:rPr>
          <w:lang w:val="en-US"/>
        </w:rPr>
      </w:pPr>
      <w:r w:rsidRPr="008C6DE4">
        <w:rPr>
          <w:rFonts w:cs="v4.2.0"/>
          <w:noProof w:val="0"/>
          <w:lang w:val="en-US"/>
        </w:rPr>
        <w:tab/>
      </w:r>
      <m:oMath>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Identify,  E-UTRAN FDD</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BasicIdentify</m:t>
            </m:r>
          </m:sub>
        </m:sSub>
        <m:r>
          <m:rPr>
            <m:sty m:val="p"/>
          </m:rPr>
          <w:rPr>
            <w:rFonts w:ascii="Cambria Math" w:hAnsi="Cambria Math"/>
            <w:lang w:val="en-US"/>
          </w:rPr>
          <m:t>∙</m:t>
        </m:r>
        <m:f>
          <m:fPr>
            <m:ctrlPr>
              <w:rPr>
                <w:rFonts w:ascii="Cambria Math" w:hAnsi="Cambria Math"/>
                <w:lang w:val="en-US"/>
              </w:rPr>
            </m:ctrlPr>
          </m:fPr>
          <m:num>
            <m:r>
              <m:rPr>
                <m:sty m:val="p"/>
              </m:rPr>
              <w:rPr>
                <w:rFonts w:ascii="Cambria Math" w:hAnsi="Cambria Math"/>
                <w:lang w:val="en-US"/>
              </w:rPr>
              <m:t>480</m:t>
            </m:r>
          </m:num>
          <m:den>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Inter1</m:t>
                </m:r>
              </m:sub>
            </m:sSub>
          </m:den>
        </m:f>
        <m:r>
          <m:rPr>
            <m:sty m:val="p"/>
          </m:rPr>
          <w:rPr>
            <w:rFonts w:ascii="Cambria Math" w:hAnsi="Cambria Math"/>
            <w:lang w:val="en-US"/>
          </w:rPr>
          <m:t>∙</m:t>
        </m:r>
        <m:sSub>
          <m:sSubPr>
            <m:ctrlPr>
              <w:rPr>
                <w:rFonts w:ascii="Cambria Math" w:hAnsi="Cambria Math"/>
                <w:i/>
                <w:lang w:val="en-US"/>
              </w:rPr>
            </m:ctrlPr>
          </m:sSubPr>
          <m:e>
            <m:r>
              <m:rPr>
                <m:sty m:val="p"/>
              </m:rPr>
              <w:rPr>
                <w:rFonts w:ascii="Cambria Math" w:hAnsi="Cambria Math"/>
                <w:lang w:val="en-US"/>
              </w:rPr>
              <m:t>CSSF</m:t>
            </m:r>
          </m:e>
          <m:sub>
            <m:r>
              <m:rPr>
                <m:sty m:val="p"/>
              </m:rPr>
              <w:rPr>
                <w:rFonts w:ascii="Cambria Math" w:hAnsi="Cambria Math"/>
                <w:lang w:val="en-US"/>
              </w:rPr>
              <m:t>interRAT</m:t>
            </m:r>
          </m:sub>
        </m:sSub>
        <m:r>
          <m:rPr>
            <m:sty m:val="p"/>
          </m:rPr>
          <w:rPr>
            <w:rFonts w:ascii="Cambria Math" w:hAnsi="Cambria Math"/>
            <w:lang w:val="en-US"/>
          </w:rPr>
          <m:t xml:space="preserve">      </m:t>
        </m:r>
        <m:r>
          <w:rPr>
            <w:rFonts w:ascii="Cambria Math" w:hAnsi="Cambria Math"/>
            <w:lang w:val="en-US"/>
          </w:rPr>
          <m:t>ms</m:t>
        </m:r>
      </m:oMath>
      <w:r w:rsidRPr="008C6DE4">
        <w:rPr>
          <w:lang w:val="en-US"/>
        </w:rPr>
        <w:t>,</w:t>
      </w:r>
    </w:p>
    <w:p w14:paraId="20FEFAD4" w14:textId="77777777" w:rsidR="00352573" w:rsidRPr="008C6DE4" w:rsidRDefault="00352573" w:rsidP="00352573">
      <w:pPr>
        <w:pStyle w:val="EQ"/>
      </w:pPr>
      <w:r w:rsidRPr="008C6DE4">
        <w:t>where:</w:t>
      </w:r>
    </w:p>
    <w:p w14:paraId="70E96CCE" w14:textId="77777777" w:rsidR="00352573" w:rsidRPr="008C6DE4" w:rsidRDefault="00352573" w:rsidP="00352573">
      <w:pPr>
        <w:pStyle w:val="B3"/>
      </w:pPr>
      <w:r w:rsidRPr="008C6DE4">
        <w:t>T</w:t>
      </w:r>
      <w:r w:rsidRPr="008C6DE4">
        <w:rPr>
          <w:vertAlign w:val="subscript"/>
        </w:rPr>
        <w:t>BasicIdentify</w:t>
      </w:r>
      <w:r w:rsidRPr="008C6DE4">
        <w:t xml:space="preserve"> = 480 ms,</w:t>
      </w:r>
    </w:p>
    <w:p w14:paraId="46001A37" w14:textId="77777777" w:rsidR="00352573" w:rsidRPr="008C6DE4" w:rsidRDefault="00352573" w:rsidP="00352573">
      <w:pPr>
        <w:pStyle w:val="B3"/>
      </w:pPr>
      <w:r w:rsidRPr="008C6DE4">
        <w:t>T</w:t>
      </w:r>
      <w:r w:rsidRPr="008C6DE4">
        <w:rPr>
          <w:vertAlign w:val="subscript"/>
        </w:rPr>
        <w:t>Inter1</w:t>
      </w:r>
      <w:r w:rsidRPr="008C6DE4">
        <w:t xml:space="preserve"> </w:t>
      </w:r>
      <w:r w:rsidRPr="008C6DE4">
        <w:rPr>
          <w:lang w:eastAsia="zh-CN"/>
        </w:rPr>
        <w:t>is</w:t>
      </w:r>
      <w:r w:rsidRPr="008C6DE4">
        <w:t xml:space="preserve"> defined in clause 9.4.1,</w:t>
      </w:r>
    </w:p>
    <w:p w14:paraId="0CFA81BB" w14:textId="2033F61C" w:rsidR="00352573" w:rsidRPr="008C6DE4" w:rsidRDefault="00352573" w:rsidP="00352573">
      <w:pPr>
        <w:pStyle w:val="B3"/>
        <w:ind w:left="851" w:firstLine="0"/>
      </w:pPr>
      <w:r w:rsidRPr="008C6DE4">
        <w:t>CSSF</w:t>
      </w:r>
      <w:r w:rsidRPr="008C6DE4">
        <w:rPr>
          <w:vertAlign w:val="subscript"/>
        </w:rPr>
        <w:t>interRAT</w:t>
      </w:r>
      <w:r w:rsidRPr="008C6DE4" w:rsidDel="00D4226A">
        <w:t xml:space="preserve"> </w:t>
      </w:r>
      <w:r w:rsidRPr="008C6DE4">
        <w:t>= CSSF</w:t>
      </w:r>
      <w:r w:rsidRPr="008C6DE4">
        <w:rPr>
          <w:vertAlign w:val="subscript"/>
        </w:rPr>
        <w:t>within_gap,i</w:t>
      </w:r>
      <w:r w:rsidRPr="008C6DE4">
        <w:t xml:space="preserve"> is the scaling factor for the measured inter-RAT E-UTRA carrier </w:t>
      </w:r>
      <w:r w:rsidRPr="008C6DE4">
        <w:rPr>
          <w:i/>
        </w:rPr>
        <w:t>i</w:t>
      </w:r>
      <w:r w:rsidRPr="008C6DE4">
        <w:t xml:space="preserve"> which is calculated as specified in clause </w:t>
      </w:r>
      <w:r w:rsidRPr="008C6DE4">
        <w:rPr>
          <w:rFonts w:cs="Arial"/>
        </w:rPr>
        <w:t>9.1.5.2.</w:t>
      </w:r>
    </w:p>
    <w:p w14:paraId="014F9CEF" w14:textId="77777777" w:rsidR="00352573" w:rsidRPr="008C6DE4" w:rsidRDefault="00352573" w:rsidP="00352573">
      <w:pPr>
        <w:rPr>
          <w:rFonts w:cs="v4.2.0"/>
        </w:rPr>
      </w:pPr>
      <w:r w:rsidRPr="008C6DE4">
        <w:rPr>
          <w:rFonts w:cs="v4.2.0"/>
        </w:rPr>
        <w:t>Identification of a cell shall include detection of the cell and additionally performing a single measurement with measurement period of T</w:t>
      </w:r>
      <w:r w:rsidRPr="008C6DE4">
        <w:rPr>
          <w:rFonts w:cs="v4.2.0"/>
          <w:vertAlign w:val="subscript"/>
        </w:rPr>
        <w:t>Measure, E-UTRAN FDD</w:t>
      </w:r>
      <w:r w:rsidRPr="008C6DE4">
        <w:rPr>
          <w:rFonts w:cs="v4.2.0"/>
        </w:rPr>
        <w:t xml:space="preserve"> defined in Table 9.4.2.2-1.</w:t>
      </w:r>
    </w:p>
    <w:p w14:paraId="66442090" w14:textId="77777777" w:rsidR="00352573" w:rsidRPr="008C6DE4" w:rsidRDefault="00352573" w:rsidP="00352573">
      <w:pPr>
        <w:keepNext/>
        <w:keepLines/>
        <w:spacing w:before="60"/>
        <w:jc w:val="center"/>
      </w:pPr>
      <w:r w:rsidRPr="008C6DE4">
        <w:rPr>
          <w:rFonts w:ascii="Arial" w:hAnsi="Arial"/>
          <w:b/>
        </w:rPr>
        <w:t xml:space="preserve">Table 9.4.2.2-1: </w:t>
      </w:r>
      <w:r w:rsidRPr="008C6DE4">
        <w:rPr>
          <w:rFonts w:ascii="Arial" w:hAnsi="Arial"/>
        </w:rPr>
        <w:t>M</w:t>
      </w:r>
      <w:r w:rsidRPr="008C6DE4">
        <w:rPr>
          <w:rFonts w:ascii="Arial" w:hAnsi="Arial"/>
          <w:b/>
        </w:rPr>
        <w:t>easurement period and measurement bandwidth</w:t>
      </w:r>
    </w:p>
    <w:tbl>
      <w:tblPr>
        <w:tblW w:w="7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3970"/>
        <w:gridCol w:w="1651"/>
      </w:tblGrid>
      <w:tr w:rsidR="00DD3199" w:rsidRPr="008C6DE4" w14:paraId="6DB35657" w14:textId="77777777" w:rsidTr="00867D3A">
        <w:trPr>
          <w:cantSplit/>
          <w:trHeight w:val="444"/>
          <w:jc w:val="center"/>
        </w:trPr>
        <w:tc>
          <w:tcPr>
            <w:tcW w:w="1555" w:type="dxa"/>
          </w:tcPr>
          <w:p w14:paraId="5EA226CD" w14:textId="77777777" w:rsidR="00352573" w:rsidRPr="008C6DE4" w:rsidRDefault="00352573" w:rsidP="00867D3A">
            <w:pPr>
              <w:keepNext/>
              <w:keepLines/>
              <w:spacing w:after="0"/>
              <w:jc w:val="center"/>
            </w:pPr>
            <w:r w:rsidRPr="008C6DE4">
              <w:rPr>
                <w:rFonts w:ascii="Arial" w:hAnsi="Arial"/>
                <w:b/>
                <w:sz w:val="18"/>
              </w:rPr>
              <w:t>Configuration</w:t>
            </w:r>
          </w:p>
        </w:tc>
        <w:tc>
          <w:tcPr>
            <w:tcW w:w="3970" w:type="dxa"/>
          </w:tcPr>
          <w:p w14:paraId="0DB780C2" w14:textId="77777777" w:rsidR="00352573" w:rsidRPr="008C6DE4" w:rsidRDefault="00352573" w:rsidP="00867D3A">
            <w:pPr>
              <w:keepNext/>
              <w:keepLines/>
              <w:spacing w:after="0"/>
              <w:jc w:val="center"/>
            </w:pPr>
            <w:r w:rsidRPr="008C6DE4">
              <w:rPr>
                <w:rFonts w:ascii="Arial" w:hAnsi="Arial"/>
                <w:b/>
                <w:sz w:val="18"/>
              </w:rPr>
              <w:t>Physical Layer Measurement period: T</w:t>
            </w:r>
            <w:r w:rsidRPr="008C6DE4">
              <w:rPr>
                <w:rFonts w:ascii="Arial" w:hAnsi="Arial"/>
                <w:b/>
                <w:sz w:val="18"/>
                <w:vertAlign w:val="subscript"/>
              </w:rPr>
              <w:t>Measure, E-UTRAN FDD</w:t>
            </w:r>
            <w:r w:rsidRPr="008C6DE4">
              <w:rPr>
                <w:rFonts w:ascii="Arial" w:hAnsi="Arial"/>
                <w:b/>
                <w:sz w:val="18"/>
              </w:rPr>
              <w:t xml:space="preserve"> [ms] </w:t>
            </w:r>
          </w:p>
        </w:tc>
        <w:tc>
          <w:tcPr>
            <w:tcW w:w="1651" w:type="dxa"/>
          </w:tcPr>
          <w:p w14:paraId="53D356BC" w14:textId="77777777" w:rsidR="00352573" w:rsidRPr="008C6DE4" w:rsidRDefault="00352573" w:rsidP="00867D3A">
            <w:pPr>
              <w:keepNext/>
              <w:keepLines/>
              <w:spacing w:after="0"/>
              <w:jc w:val="center"/>
            </w:pPr>
            <w:r w:rsidRPr="008C6DE4">
              <w:rPr>
                <w:rFonts w:ascii="Arial" w:hAnsi="Arial"/>
                <w:b/>
                <w:sz w:val="18"/>
              </w:rPr>
              <w:t>Measurement bandwidth [RB]</w:t>
            </w:r>
          </w:p>
        </w:tc>
      </w:tr>
      <w:tr w:rsidR="00DD3199" w:rsidRPr="008C6DE4" w14:paraId="66EBDCD4" w14:textId="77777777" w:rsidTr="00867D3A">
        <w:trPr>
          <w:cantSplit/>
          <w:trHeight w:val="291"/>
          <w:jc w:val="center"/>
        </w:trPr>
        <w:tc>
          <w:tcPr>
            <w:tcW w:w="1555" w:type="dxa"/>
          </w:tcPr>
          <w:p w14:paraId="140444F7" w14:textId="77777777" w:rsidR="00352573" w:rsidRPr="008C6DE4" w:rsidRDefault="00352573" w:rsidP="00867D3A">
            <w:pPr>
              <w:keepNext/>
              <w:keepLines/>
              <w:spacing w:after="0"/>
              <w:jc w:val="center"/>
            </w:pPr>
            <w:r w:rsidRPr="008C6DE4">
              <w:rPr>
                <w:rFonts w:ascii="Arial" w:hAnsi="Arial"/>
                <w:sz w:val="18"/>
              </w:rPr>
              <w:t>0</w:t>
            </w:r>
          </w:p>
        </w:tc>
        <w:tc>
          <w:tcPr>
            <w:tcW w:w="3970" w:type="dxa"/>
          </w:tcPr>
          <w:p w14:paraId="02D666DD" w14:textId="77777777" w:rsidR="00352573" w:rsidRPr="008C6DE4" w:rsidRDefault="00352573" w:rsidP="00867D3A">
            <w:pPr>
              <w:keepNext/>
              <w:keepLines/>
              <w:spacing w:after="0"/>
              <w:jc w:val="center"/>
            </w:pPr>
            <w:r w:rsidRPr="008C6DE4">
              <w:rPr>
                <w:rFonts w:ascii="Arial" w:hAnsi="Arial"/>
                <w:sz w:val="18"/>
              </w:rPr>
              <w:t xml:space="preserve">480 x </w:t>
            </w:r>
            <w:r w:rsidRPr="008C6DE4">
              <w:rPr>
                <w:rFonts w:cs="v4.2.0"/>
              </w:rPr>
              <w:t>CSSF</w:t>
            </w:r>
            <w:r w:rsidRPr="008C6DE4">
              <w:rPr>
                <w:rFonts w:cs="v4.2.0"/>
                <w:vertAlign w:val="subscript"/>
              </w:rPr>
              <w:t>interRAT</w:t>
            </w:r>
          </w:p>
        </w:tc>
        <w:tc>
          <w:tcPr>
            <w:tcW w:w="1651" w:type="dxa"/>
          </w:tcPr>
          <w:p w14:paraId="7634E96C" w14:textId="77777777" w:rsidR="00352573" w:rsidRPr="008C6DE4" w:rsidRDefault="00352573" w:rsidP="00867D3A">
            <w:pPr>
              <w:keepNext/>
              <w:keepLines/>
              <w:spacing w:after="0"/>
              <w:jc w:val="center"/>
            </w:pPr>
            <w:r w:rsidRPr="008C6DE4">
              <w:rPr>
                <w:rFonts w:ascii="Arial" w:hAnsi="Arial"/>
                <w:sz w:val="18"/>
              </w:rPr>
              <w:t>6</w:t>
            </w:r>
          </w:p>
        </w:tc>
      </w:tr>
      <w:tr w:rsidR="00DD3199" w:rsidRPr="008C6DE4" w14:paraId="2A384137" w14:textId="77777777" w:rsidTr="00867D3A">
        <w:trPr>
          <w:cantSplit/>
          <w:trHeight w:val="153"/>
          <w:jc w:val="center"/>
        </w:trPr>
        <w:tc>
          <w:tcPr>
            <w:tcW w:w="1555" w:type="dxa"/>
          </w:tcPr>
          <w:p w14:paraId="0183A6E2" w14:textId="77777777" w:rsidR="00352573" w:rsidRPr="008C6DE4" w:rsidRDefault="00352573" w:rsidP="00867D3A">
            <w:pPr>
              <w:keepNext/>
              <w:keepLines/>
              <w:spacing w:after="0"/>
              <w:jc w:val="center"/>
            </w:pPr>
            <w:r w:rsidRPr="008C6DE4">
              <w:rPr>
                <w:rFonts w:ascii="Arial" w:hAnsi="Arial"/>
                <w:sz w:val="18"/>
              </w:rPr>
              <w:t>1 (Note 1)</w:t>
            </w:r>
          </w:p>
        </w:tc>
        <w:tc>
          <w:tcPr>
            <w:tcW w:w="3970" w:type="dxa"/>
          </w:tcPr>
          <w:p w14:paraId="32A5D4DD" w14:textId="77777777" w:rsidR="00352573" w:rsidRPr="008C6DE4" w:rsidRDefault="00352573" w:rsidP="00867D3A">
            <w:pPr>
              <w:keepNext/>
              <w:keepLines/>
              <w:spacing w:after="0"/>
              <w:jc w:val="center"/>
            </w:pPr>
            <w:r w:rsidRPr="008C6DE4">
              <w:rPr>
                <w:rFonts w:ascii="Arial" w:hAnsi="Arial"/>
                <w:sz w:val="18"/>
              </w:rPr>
              <w:t xml:space="preserve">240 x </w:t>
            </w:r>
            <w:r w:rsidRPr="008C6DE4">
              <w:rPr>
                <w:rFonts w:cs="v4.2.0"/>
              </w:rPr>
              <w:t>CSSF</w:t>
            </w:r>
            <w:r w:rsidRPr="008C6DE4">
              <w:rPr>
                <w:rFonts w:cs="v4.2.0"/>
                <w:vertAlign w:val="subscript"/>
              </w:rPr>
              <w:t>interRAT</w:t>
            </w:r>
          </w:p>
        </w:tc>
        <w:tc>
          <w:tcPr>
            <w:tcW w:w="1651" w:type="dxa"/>
          </w:tcPr>
          <w:p w14:paraId="1EE3F4EF" w14:textId="77777777" w:rsidR="00352573" w:rsidRPr="008C6DE4" w:rsidRDefault="00352573" w:rsidP="00867D3A">
            <w:pPr>
              <w:keepNext/>
              <w:keepLines/>
              <w:spacing w:after="0"/>
              <w:jc w:val="center"/>
            </w:pPr>
            <w:r w:rsidRPr="008C6DE4">
              <w:rPr>
                <w:rFonts w:ascii="Arial" w:hAnsi="Arial"/>
                <w:sz w:val="18"/>
              </w:rPr>
              <w:t>50</w:t>
            </w:r>
          </w:p>
        </w:tc>
      </w:tr>
      <w:tr w:rsidR="00352573" w:rsidRPr="008C6DE4" w14:paraId="3E9492FA" w14:textId="77777777" w:rsidTr="00867D3A">
        <w:trPr>
          <w:cantSplit/>
          <w:trHeight w:val="153"/>
          <w:jc w:val="center"/>
        </w:trPr>
        <w:tc>
          <w:tcPr>
            <w:tcW w:w="7176" w:type="dxa"/>
            <w:gridSpan w:val="3"/>
          </w:tcPr>
          <w:p w14:paraId="4B2AA8A5" w14:textId="77777777" w:rsidR="00352573" w:rsidRPr="008C6DE4" w:rsidRDefault="00352573" w:rsidP="00867D3A">
            <w:pPr>
              <w:keepNext/>
              <w:keepLines/>
              <w:spacing w:after="0"/>
            </w:pPr>
            <w:r w:rsidRPr="008C6DE4">
              <w:rPr>
                <w:rFonts w:ascii="Arial" w:hAnsi="Arial"/>
                <w:sz w:val="18"/>
              </w:rPr>
              <w:t>NOTE 1:</w:t>
            </w:r>
            <w:r w:rsidRPr="008C6DE4">
              <w:rPr>
                <w:rFonts w:ascii="Arial" w:hAnsi="Arial"/>
                <w:sz w:val="18"/>
              </w:rPr>
              <w:tab/>
              <w:t>This configuration is optional.</w:t>
            </w:r>
          </w:p>
        </w:tc>
      </w:tr>
    </w:tbl>
    <w:p w14:paraId="64D7587C" w14:textId="77777777" w:rsidR="00352573" w:rsidRPr="008C6DE4" w:rsidRDefault="00352573" w:rsidP="00352573">
      <w:pPr>
        <w:rPr>
          <w:rFonts w:cs="v4.2.0"/>
        </w:rPr>
      </w:pPr>
    </w:p>
    <w:p w14:paraId="5C69FAA7" w14:textId="77777777" w:rsidR="002B714F" w:rsidRPr="00691C10" w:rsidRDefault="002B714F" w:rsidP="002B714F">
      <w:pPr>
        <w:rPr>
          <w:rFonts w:cs="v4.2.0"/>
        </w:rPr>
      </w:pPr>
      <w:r w:rsidRPr="00E31CBF">
        <w:rPr>
          <w:rFonts w:cs="v4.2.0"/>
        </w:rPr>
        <w:t xml:space="preserve">When measurement gaps are scheduled for E-UTRAN FDD inter-RAT measurements, </w:t>
      </w:r>
      <w:r w:rsidRPr="00E31CBF">
        <w:rPr>
          <w:lang w:val="sv-SE" w:eastAsia="sv-SE"/>
        </w:rPr>
        <w:t>or</w:t>
      </w:r>
      <w:r w:rsidRPr="0050332D">
        <w:rPr>
          <w:lang w:val="sv-SE" w:eastAsia="sv-SE"/>
        </w:rPr>
        <w:t xml:space="preserve"> the UE supports capability of conducting such measurements without gaps</w:t>
      </w:r>
      <w:r w:rsidRPr="0050332D">
        <w:rPr>
          <w:rFonts w:cs="v4.2.0"/>
        </w:rPr>
        <w:t>,</w:t>
      </w:r>
      <w:r>
        <w:rPr>
          <w:rFonts w:cs="v4.2.0"/>
        </w:rPr>
        <w:t xml:space="preserve"> </w:t>
      </w:r>
      <w:r w:rsidRPr="00691C10">
        <w:rPr>
          <w:rFonts w:cs="v4.2.0"/>
        </w:rPr>
        <w:t xml:space="preserve">the UE physical layer shall be capable of reporting RSRP, RSRQ, and RS-SINR measurements to higher layers with measurement period </w:t>
      </w:r>
      <w:r w:rsidRPr="008451D5">
        <w:rPr>
          <w:bCs/>
          <w:szCs w:val="22"/>
        </w:rPr>
        <w:t>T</w:t>
      </w:r>
      <w:r w:rsidRPr="008451D5">
        <w:rPr>
          <w:bCs/>
          <w:szCs w:val="22"/>
          <w:vertAlign w:val="subscript"/>
        </w:rPr>
        <w:t>Measure, E-UTRAN FDD</w:t>
      </w:r>
      <w:r w:rsidRPr="008C6DE4">
        <w:rPr>
          <w:rFonts w:ascii="Arial" w:hAnsi="Arial"/>
          <w:b/>
          <w:sz w:val="18"/>
        </w:rPr>
        <w:t xml:space="preserve"> </w:t>
      </w:r>
      <w:r w:rsidRPr="00691C10">
        <w:rPr>
          <w:rFonts w:cs="v4.2.0"/>
        </w:rPr>
        <w:t xml:space="preserve">given by table </w:t>
      </w:r>
      <w:r w:rsidRPr="008C6DE4">
        <w:t>9.4.2.</w:t>
      </w:r>
      <w:r>
        <w:t>2</w:t>
      </w:r>
      <w:r w:rsidRPr="008C6DE4">
        <w:t>-</w:t>
      </w:r>
      <w:r>
        <w:t>1</w:t>
      </w:r>
      <w:r w:rsidRPr="00691C10">
        <w:rPr>
          <w:rFonts w:cs="v4.2.0"/>
        </w:rPr>
        <w:t>.</w:t>
      </w:r>
    </w:p>
    <w:p w14:paraId="68C1C9E2" w14:textId="77777777" w:rsidR="002B714F" w:rsidRPr="008C6DE4" w:rsidRDefault="002B714F" w:rsidP="002B714F">
      <w:pPr>
        <w:rPr>
          <w:lang w:eastAsia="ko-KR"/>
        </w:rPr>
      </w:pPr>
      <w:r w:rsidRPr="008C6DE4">
        <w:t xml:space="preserve">The UE shall be capable of identifying and performing </w:t>
      </w:r>
      <w:r w:rsidRPr="008C6DE4">
        <w:rPr>
          <w:rFonts w:cs="v4.2.0"/>
        </w:rPr>
        <w:t>NR – E-UTRAN</w:t>
      </w:r>
      <w:r w:rsidRPr="008C6DE4">
        <w:t xml:space="preserve"> FDD RSRP, RSRQ, and RS-SINR measurements of at least 4 identified E-UTRAN FDD cells per E-UTRA FDD carrier frequency layer during each layer 1 measurement period, for up to 7 E-UTRA FDD carrier frequency layers.</w:t>
      </w:r>
    </w:p>
    <w:p w14:paraId="73F681BC" w14:textId="77777777" w:rsidR="00352573" w:rsidRPr="008C6DE4" w:rsidRDefault="00352573" w:rsidP="00352573">
      <w:pPr>
        <w:rPr>
          <w:rFonts w:cs="v4.2.0"/>
        </w:rPr>
      </w:pPr>
      <w:r w:rsidRPr="008C6DE4">
        <w:rPr>
          <w:rFonts w:cs="v4.2.0"/>
        </w:rPr>
        <w:t>If higher layer filtering is used, an additional cell identification delay can be expected.</w:t>
      </w:r>
    </w:p>
    <w:p w14:paraId="52DBF305" w14:textId="77777777" w:rsidR="00352573" w:rsidRPr="008C6DE4" w:rsidRDefault="00352573" w:rsidP="00352573">
      <w:pPr>
        <w:rPr>
          <w:rFonts w:cs="v4.2.0"/>
        </w:rPr>
      </w:pPr>
      <w:r w:rsidRPr="008C6DE4">
        <w:rPr>
          <w:rFonts w:cs="v4.2.0"/>
        </w:rPr>
        <w:t>The NR – E-UTRAN FDD RSRP measurement accuracy for all measured cells shall be as specified in clause 10.2.2. The NR – E-UTRAN FDD RSRQ measurement accuracy for all measured cells shall be as specified in clause 10.2.3. The NR – E-UTRAN FDD RS-SINR measurement accuracy for all measured cells shall be as specified in clause 10.2.5.</w:t>
      </w:r>
    </w:p>
    <w:p w14:paraId="5B06EC0B" w14:textId="5A0B572F" w:rsidR="00352573" w:rsidRPr="008C6DE4" w:rsidRDefault="0048284E" w:rsidP="0048284E">
      <w:pPr>
        <w:pStyle w:val="Heading4"/>
      </w:pPr>
      <w:r w:rsidRPr="008C6DE4">
        <w:t>9.4.2.3</w:t>
      </w:r>
      <w:r w:rsidR="00352573" w:rsidRPr="008C6DE4">
        <w:tab/>
        <w:t>Requirements when DRX is used</w:t>
      </w:r>
    </w:p>
    <w:p w14:paraId="339A4B0C" w14:textId="77777777" w:rsidR="00352573" w:rsidRPr="008C6DE4" w:rsidRDefault="00352573" w:rsidP="00352573">
      <w:pPr>
        <w:keepLines/>
        <w:tabs>
          <w:tab w:val="center" w:pos="4536"/>
          <w:tab w:val="right" w:pos="9072"/>
        </w:tabs>
      </w:pPr>
      <w:r w:rsidRPr="008C6DE4">
        <w:rPr>
          <w:rFonts w:cs="v4.2.0"/>
          <w:noProof/>
        </w:rPr>
        <w:t xml:space="preserve">When DRX is in use and </w:t>
      </w:r>
      <w:r w:rsidRPr="008C6DE4">
        <w:rPr>
          <w:noProof/>
        </w:rPr>
        <w:t>measurement gaps are configured</w:t>
      </w:r>
      <w:r w:rsidRPr="008C6DE4">
        <w:rPr>
          <w:rFonts w:cs="v4.2.0"/>
          <w:noProof/>
          <w:lang w:eastAsia="zh-CN"/>
        </w:rPr>
        <w:t>,</w:t>
      </w:r>
      <w:r w:rsidRPr="008C6DE4">
        <w:rPr>
          <w:rFonts w:cs="v4.2.0"/>
          <w:noProof/>
        </w:rPr>
        <w:t xml:space="preserve"> the UE shall be able to identify a new detectable E-UTRAN FDD cell within T</w:t>
      </w:r>
      <w:r w:rsidRPr="008C6DE4">
        <w:rPr>
          <w:rFonts w:cs="v4.2.0"/>
          <w:noProof/>
          <w:vertAlign w:val="subscript"/>
        </w:rPr>
        <w:t>Identify, E-UTRAN FDD</w:t>
      </w:r>
      <w:r w:rsidRPr="008C6DE4">
        <w:rPr>
          <w:rFonts w:cs="v4.2.0"/>
          <w:noProof/>
        </w:rPr>
        <w:t xml:space="preserve"> specified in Table 9.4.2.3-1.</w:t>
      </w:r>
    </w:p>
    <w:p w14:paraId="413DD829" w14:textId="77777777" w:rsidR="00352573" w:rsidRPr="008C6DE4" w:rsidRDefault="00352573" w:rsidP="00352573">
      <w:pPr>
        <w:pStyle w:val="TH"/>
      </w:pPr>
      <w:r w:rsidRPr="008C6DE4">
        <w:t>Table 9.4.2.3-1: Requirement to identify a newly detectable E-UTRAN FDD cell</w:t>
      </w:r>
    </w:p>
    <w:tbl>
      <w:tblPr>
        <w:tblW w:w="3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699"/>
        <w:gridCol w:w="2688"/>
      </w:tblGrid>
      <w:tr w:rsidR="00DD3199" w:rsidRPr="008C6DE4" w14:paraId="069D0A65" w14:textId="77777777" w:rsidTr="00867D3A">
        <w:trPr>
          <w:cantSplit/>
          <w:jc w:val="center"/>
        </w:trPr>
        <w:tc>
          <w:tcPr>
            <w:tcW w:w="1413" w:type="pct"/>
            <w:tcBorders>
              <w:top w:val="single" w:sz="4" w:space="0" w:color="auto"/>
              <w:left w:val="single" w:sz="4" w:space="0" w:color="auto"/>
              <w:bottom w:val="single" w:sz="4" w:space="0" w:color="auto"/>
              <w:right w:val="single" w:sz="4" w:space="0" w:color="auto"/>
            </w:tcBorders>
            <w:hideMark/>
          </w:tcPr>
          <w:p w14:paraId="7C9A7DB3" w14:textId="77777777" w:rsidR="00352573" w:rsidRPr="008C6DE4" w:rsidRDefault="00352573" w:rsidP="00867D3A">
            <w:pPr>
              <w:keepNext/>
              <w:keepLines/>
              <w:spacing w:after="0"/>
              <w:jc w:val="center"/>
            </w:pPr>
            <w:r w:rsidRPr="008C6DE4">
              <w:rPr>
                <w:rFonts w:ascii="Arial" w:hAnsi="Arial"/>
                <w:b/>
                <w:sz w:val="18"/>
              </w:rPr>
              <w:t>DRX cycle length (s)</w:t>
            </w:r>
          </w:p>
        </w:tc>
        <w:tc>
          <w:tcPr>
            <w:tcW w:w="3587" w:type="pct"/>
            <w:gridSpan w:val="2"/>
            <w:tcBorders>
              <w:top w:val="single" w:sz="4" w:space="0" w:color="auto"/>
              <w:left w:val="single" w:sz="4" w:space="0" w:color="auto"/>
              <w:bottom w:val="single" w:sz="4" w:space="0" w:color="auto"/>
              <w:right w:val="single" w:sz="4" w:space="0" w:color="auto"/>
            </w:tcBorders>
            <w:hideMark/>
          </w:tcPr>
          <w:p w14:paraId="4DD52FF1" w14:textId="77777777" w:rsidR="00352573" w:rsidRPr="008C6DE4" w:rsidRDefault="00352573" w:rsidP="00867D3A">
            <w:pPr>
              <w:keepNext/>
              <w:keepLines/>
              <w:spacing w:after="0"/>
              <w:jc w:val="center"/>
            </w:pPr>
            <w:r w:rsidRPr="008C6DE4">
              <w:rPr>
                <w:rFonts w:ascii="Arial" w:hAnsi="Arial"/>
                <w:b/>
                <w:sz w:val="18"/>
              </w:rPr>
              <w:t>T</w:t>
            </w:r>
            <w:r w:rsidRPr="008C6DE4">
              <w:rPr>
                <w:rFonts w:ascii="Arial" w:hAnsi="Arial"/>
                <w:b/>
                <w:sz w:val="18"/>
                <w:vertAlign w:val="subscript"/>
              </w:rPr>
              <w:t xml:space="preserve">Identify, E-UTRAN FDD </w:t>
            </w:r>
            <w:r w:rsidRPr="008C6DE4">
              <w:rPr>
                <w:rFonts w:ascii="Arial" w:hAnsi="Arial"/>
                <w:b/>
                <w:sz w:val="18"/>
              </w:rPr>
              <w:t>(s) (DRX cycles)</w:t>
            </w:r>
          </w:p>
        </w:tc>
      </w:tr>
      <w:tr w:rsidR="00DD3199" w:rsidRPr="008C6DE4" w14:paraId="14380657" w14:textId="77777777" w:rsidTr="00867D3A">
        <w:trPr>
          <w:cantSplit/>
          <w:jc w:val="center"/>
        </w:trPr>
        <w:tc>
          <w:tcPr>
            <w:tcW w:w="1413" w:type="pct"/>
            <w:tcBorders>
              <w:top w:val="single" w:sz="4" w:space="0" w:color="auto"/>
              <w:left w:val="single" w:sz="4" w:space="0" w:color="auto"/>
              <w:bottom w:val="single" w:sz="4" w:space="0" w:color="auto"/>
              <w:right w:val="single" w:sz="4" w:space="0" w:color="auto"/>
            </w:tcBorders>
          </w:tcPr>
          <w:p w14:paraId="51A47000" w14:textId="77777777" w:rsidR="00352573" w:rsidRPr="008C6DE4" w:rsidRDefault="00352573" w:rsidP="00867D3A">
            <w:pPr>
              <w:pStyle w:val="TAC"/>
            </w:pPr>
          </w:p>
        </w:tc>
        <w:tc>
          <w:tcPr>
            <w:tcW w:w="1797" w:type="pct"/>
            <w:tcBorders>
              <w:top w:val="single" w:sz="4" w:space="0" w:color="auto"/>
              <w:left w:val="single" w:sz="4" w:space="0" w:color="auto"/>
              <w:bottom w:val="single" w:sz="4" w:space="0" w:color="auto"/>
              <w:right w:val="single" w:sz="4" w:space="0" w:color="auto"/>
            </w:tcBorders>
            <w:hideMark/>
          </w:tcPr>
          <w:p w14:paraId="2C698964" w14:textId="77777777" w:rsidR="00352573" w:rsidRPr="008C6DE4" w:rsidRDefault="00352573" w:rsidP="00867D3A">
            <w:pPr>
              <w:pStyle w:val="TAC"/>
            </w:pPr>
            <w:r w:rsidRPr="008C6DE4">
              <w:t>Gap period = 40 ms, 20 ms</w:t>
            </w:r>
          </w:p>
        </w:tc>
        <w:tc>
          <w:tcPr>
            <w:tcW w:w="1790" w:type="pct"/>
            <w:tcBorders>
              <w:top w:val="single" w:sz="4" w:space="0" w:color="auto"/>
              <w:left w:val="single" w:sz="4" w:space="0" w:color="auto"/>
              <w:bottom w:val="single" w:sz="4" w:space="0" w:color="auto"/>
              <w:right w:val="single" w:sz="4" w:space="0" w:color="auto"/>
            </w:tcBorders>
            <w:hideMark/>
          </w:tcPr>
          <w:p w14:paraId="67C88F8D" w14:textId="77777777" w:rsidR="00352573" w:rsidRPr="008C6DE4" w:rsidRDefault="00352573" w:rsidP="00867D3A">
            <w:pPr>
              <w:pStyle w:val="TAC"/>
            </w:pPr>
            <w:r w:rsidRPr="008C6DE4">
              <w:t>Gap period = 80 ms</w:t>
            </w:r>
          </w:p>
        </w:tc>
      </w:tr>
      <w:tr w:rsidR="00DD3199" w:rsidRPr="008C6DE4" w14:paraId="5056AD50" w14:textId="77777777" w:rsidTr="00867D3A">
        <w:trPr>
          <w:cantSplit/>
          <w:jc w:val="center"/>
        </w:trPr>
        <w:tc>
          <w:tcPr>
            <w:tcW w:w="1413" w:type="pct"/>
            <w:tcBorders>
              <w:top w:val="single" w:sz="4" w:space="0" w:color="auto"/>
              <w:left w:val="single" w:sz="4" w:space="0" w:color="auto"/>
              <w:bottom w:val="single" w:sz="4" w:space="0" w:color="auto"/>
              <w:right w:val="single" w:sz="4" w:space="0" w:color="auto"/>
            </w:tcBorders>
            <w:hideMark/>
          </w:tcPr>
          <w:p w14:paraId="44580395" w14:textId="77777777" w:rsidR="00352573" w:rsidRPr="008C6DE4" w:rsidRDefault="00352573" w:rsidP="00867D3A">
            <w:pPr>
              <w:pStyle w:val="TAC"/>
            </w:pPr>
            <w:r w:rsidRPr="008C6DE4">
              <w:rPr>
                <w:rFonts w:hint="eastAsia"/>
              </w:rPr>
              <w:t>≤</w:t>
            </w:r>
            <w:r w:rsidRPr="008C6DE4">
              <w:t>0.16</w:t>
            </w:r>
          </w:p>
        </w:tc>
        <w:tc>
          <w:tcPr>
            <w:tcW w:w="1797" w:type="pct"/>
            <w:tcBorders>
              <w:top w:val="single" w:sz="4" w:space="0" w:color="auto"/>
              <w:left w:val="single" w:sz="4" w:space="0" w:color="auto"/>
              <w:bottom w:val="single" w:sz="4" w:space="0" w:color="auto"/>
              <w:right w:val="single" w:sz="4" w:space="0" w:color="auto"/>
            </w:tcBorders>
            <w:hideMark/>
          </w:tcPr>
          <w:p w14:paraId="7F8E4C02" w14:textId="77777777" w:rsidR="00352573" w:rsidRPr="008C6DE4" w:rsidRDefault="00352573" w:rsidP="00867D3A">
            <w:pPr>
              <w:pStyle w:val="TAC"/>
            </w:pPr>
            <w:r w:rsidRPr="008C6DE4">
              <w:t>Non-DRX requirements in clause 9.4.2.2 apply</w:t>
            </w:r>
          </w:p>
        </w:tc>
        <w:tc>
          <w:tcPr>
            <w:tcW w:w="1790" w:type="pct"/>
            <w:tcBorders>
              <w:top w:val="single" w:sz="4" w:space="0" w:color="auto"/>
              <w:left w:val="single" w:sz="4" w:space="0" w:color="auto"/>
              <w:bottom w:val="single" w:sz="4" w:space="0" w:color="auto"/>
              <w:right w:val="single" w:sz="4" w:space="0" w:color="auto"/>
            </w:tcBorders>
            <w:hideMark/>
          </w:tcPr>
          <w:p w14:paraId="1106E39D" w14:textId="77777777" w:rsidR="00352573" w:rsidRPr="008C6DE4" w:rsidRDefault="00352573" w:rsidP="00867D3A">
            <w:pPr>
              <w:pStyle w:val="TAC"/>
            </w:pPr>
            <w:r w:rsidRPr="008C6DE4">
              <w:t>Non-DRX requirements in clause 9.4.2.2 apply</w:t>
            </w:r>
          </w:p>
        </w:tc>
      </w:tr>
      <w:tr w:rsidR="003E60C2" w:rsidRPr="008C6DE4" w14:paraId="5F37D2FB" w14:textId="77777777" w:rsidTr="00867D3A">
        <w:trPr>
          <w:cantSplit/>
          <w:jc w:val="center"/>
        </w:trPr>
        <w:tc>
          <w:tcPr>
            <w:tcW w:w="1413" w:type="pct"/>
            <w:tcBorders>
              <w:top w:val="single" w:sz="4" w:space="0" w:color="auto"/>
              <w:left w:val="single" w:sz="4" w:space="0" w:color="auto"/>
              <w:bottom w:val="single" w:sz="4" w:space="0" w:color="auto"/>
              <w:right w:val="single" w:sz="4" w:space="0" w:color="auto"/>
            </w:tcBorders>
            <w:hideMark/>
          </w:tcPr>
          <w:p w14:paraId="2843C781" w14:textId="77777777" w:rsidR="003E60C2" w:rsidRPr="008C6DE4" w:rsidRDefault="003E60C2" w:rsidP="003E60C2">
            <w:pPr>
              <w:pStyle w:val="TAC"/>
            </w:pPr>
            <w:r w:rsidRPr="008C6DE4">
              <w:t>0.256</w:t>
            </w:r>
          </w:p>
        </w:tc>
        <w:tc>
          <w:tcPr>
            <w:tcW w:w="1797" w:type="pct"/>
            <w:tcBorders>
              <w:top w:val="single" w:sz="4" w:space="0" w:color="auto"/>
              <w:left w:val="single" w:sz="4" w:space="0" w:color="auto"/>
              <w:bottom w:val="single" w:sz="4" w:space="0" w:color="auto"/>
              <w:right w:val="single" w:sz="4" w:space="0" w:color="auto"/>
            </w:tcBorders>
            <w:hideMark/>
          </w:tcPr>
          <w:p w14:paraId="4B4979DA" w14:textId="106B4487" w:rsidR="003E60C2" w:rsidRPr="008C6DE4" w:rsidRDefault="003E60C2" w:rsidP="003E60C2">
            <w:pPr>
              <w:pStyle w:val="TAC"/>
            </w:pPr>
            <w:r w:rsidRPr="008C6DE4">
              <w:t>5.12*</w:t>
            </w:r>
            <w:r w:rsidRPr="008C6DE4">
              <w:rPr>
                <w:rFonts w:cs="v4.2.0"/>
              </w:rPr>
              <w:t xml:space="preserve"> CSSF</w:t>
            </w:r>
            <w:r w:rsidRPr="008C6DE4">
              <w:rPr>
                <w:rFonts w:cs="v4.2.0"/>
                <w:vertAlign w:val="subscript"/>
              </w:rPr>
              <w:t>interRAT</w:t>
            </w:r>
            <w:r w:rsidRPr="008C6DE4">
              <w:t xml:space="preserve"> (20*</w:t>
            </w:r>
            <w:r w:rsidRPr="008C6DE4">
              <w:rPr>
                <w:rFonts w:cs="v4.2.0"/>
              </w:rPr>
              <w:t>CSSF</w:t>
            </w:r>
            <w:r w:rsidRPr="008C6DE4">
              <w:rPr>
                <w:rFonts w:cs="v4.2.0"/>
                <w:vertAlign w:val="subscript"/>
              </w:rPr>
              <w:t>interRAT</w:t>
            </w:r>
            <w:r w:rsidRPr="008C6DE4">
              <w:t>)</w:t>
            </w:r>
          </w:p>
        </w:tc>
        <w:tc>
          <w:tcPr>
            <w:tcW w:w="1790" w:type="pct"/>
            <w:tcBorders>
              <w:top w:val="single" w:sz="4" w:space="0" w:color="auto"/>
              <w:left w:val="single" w:sz="4" w:space="0" w:color="auto"/>
              <w:bottom w:val="single" w:sz="4" w:space="0" w:color="auto"/>
              <w:right w:val="single" w:sz="4" w:space="0" w:color="auto"/>
            </w:tcBorders>
            <w:hideMark/>
          </w:tcPr>
          <w:p w14:paraId="5CD47FCD" w14:textId="7E30B520" w:rsidR="003E60C2" w:rsidRPr="008C6DE4" w:rsidRDefault="003E60C2" w:rsidP="003E60C2">
            <w:pPr>
              <w:pStyle w:val="TAC"/>
            </w:pPr>
            <w:r w:rsidRPr="008C6DE4">
              <w:t>7.68*</w:t>
            </w:r>
            <w:r w:rsidRPr="008C6DE4">
              <w:rPr>
                <w:rFonts w:cs="v4.2.0"/>
              </w:rPr>
              <w:t xml:space="preserve"> CSSF</w:t>
            </w:r>
            <w:r w:rsidRPr="008C6DE4">
              <w:rPr>
                <w:rFonts w:cs="v4.2.0"/>
                <w:vertAlign w:val="subscript"/>
              </w:rPr>
              <w:t>interRAT</w:t>
            </w:r>
            <w:r w:rsidRPr="008C6DE4">
              <w:t xml:space="preserve"> (30*</w:t>
            </w:r>
            <w:r w:rsidRPr="008C6DE4">
              <w:rPr>
                <w:rFonts w:cs="v4.2.0"/>
              </w:rPr>
              <w:t>CSSF</w:t>
            </w:r>
            <w:r w:rsidRPr="008C6DE4">
              <w:rPr>
                <w:rFonts w:cs="v4.2.0"/>
                <w:vertAlign w:val="subscript"/>
              </w:rPr>
              <w:t>interRAT</w:t>
            </w:r>
            <w:r w:rsidRPr="008C6DE4">
              <w:t>)</w:t>
            </w:r>
          </w:p>
        </w:tc>
      </w:tr>
      <w:tr w:rsidR="003E60C2" w:rsidRPr="008C6DE4" w14:paraId="59928B01" w14:textId="77777777" w:rsidTr="00867D3A">
        <w:trPr>
          <w:cantSplit/>
          <w:jc w:val="center"/>
        </w:trPr>
        <w:tc>
          <w:tcPr>
            <w:tcW w:w="1413" w:type="pct"/>
            <w:tcBorders>
              <w:top w:val="single" w:sz="4" w:space="0" w:color="auto"/>
              <w:left w:val="single" w:sz="4" w:space="0" w:color="auto"/>
              <w:bottom w:val="single" w:sz="4" w:space="0" w:color="auto"/>
              <w:right w:val="single" w:sz="4" w:space="0" w:color="auto"/>
            </w:tcBorders>
            <w:hideMark/>
          </w:tcPr>
          <w:p w14:paraId="7BA5DC85" w14:textId="77777777" w:rsidR="003E60C2" w:rsidRPr="008C6DE4" w:rsidRDefault="003E60C2" w:rsidP="003E60C2">
            <w:pPr>
              <w:pStyle w:val="TAC"/>
            </w:pPr>
            <w:r w:rsidRPr="008C6DE4">
              <w:t>0.32</w:t>
            </w:r>
          </w:p>
        </w:tc>
        <w:tc>
          <w:tcPr>
            <w:tcW w:w="1797" w:type="pct"/>
            <w:tcBorders>
              <w:top w:val="single" w:sz="4" w:space="0" w:color="auto"/>
              <w:left w:val="single" w:sz="4" w:space="0" w:color="auto"/>
              <w:bottom w:val="single" w:sz="4" w:space="0" w:color="auto"/>
              <w:right w:val="single" w:sz="4" w:space="0" w:color="auto"/>
            </w:tcBorders>
            <w:hideMark/>
          </w:tcPr>
          <w:p w14:paraId="2509C564" w14:textId="2DA18DE1" w:rsidR="003E60C2" w:rsidRPr="008C6DE4" w:rsidRDefault="003E60C2" w:rsidP="003E60C2">
            <w:pPr>
              <w:pStyle w:val="TAC"/>
            </w:pPr>
            <w:r w:rsidRPr="008C6DE4">
              <w:t>6.4*</w:t>
            </w:r>
            <w:r w:rsidRPr="008C6DE4">
              <w:rPr>
                <w:rFonts w:cs="v4.2.0"/>
              </w:rPr>
              <w:t xml:space="preserve"> CSSF</w:t>
            </w:r>
            <w:r w:rsidRPr="008C6DE4">
              <w:rPr>
                <w:rFonts w:cs="v4.2.0"/>
                <w:vertAlign w:val="subscript"/>
              </w:rPr>
              <w:t>interRAT</w:t>
            </w:r>
            <w:r w:rsidRPr="008C6DE4">
              <w:t xml:space="preserve"> (20*</w:t>
            </w:r>
            <w:r w:rsidRPr="008C6DE4">
              <w:rPr>
                <w:rFonts w:cs="v4.2.0"/>
              </w:rPr>
              <w:t>CSSF</w:t>
            </w:r>
            <w:r w:rsidRPr="008C6DE4">
              <w:rPr>
                <w:rFonts w:cs="v4.2.0"/>
                <w:vertAlign w:val="subscript"/>
              </w:rPr>
              <w:t>interRAT</w:t>
            </w:r>
            <w:r w:rsidRPr="008C6DE4">
              <w:t>)</w:t>
            </w:r>
          </w:p>
        </w:tc>
        <w:tc>
          <w:tcPr>
            <w:tcW w:w="1790" w:type="pct"/>
            <w:tcBorders>
              <w:top w:val="single" w:sz="4" w:space="0" w:color="auto"/>
              <w:left w:val="single" w:sz="4" w:space="0" w:color="auto"/>
              <w:bottom w:val="single" w:sz="4" w:space="0" w:color="auto"/>
              <w:right w:val="single" w:sz="4" w:space="0" w:color="auto"/>
            </w:tcBorders>
            <w:hideMark/>
          </w:tcPr>
          <w:p w14:paraId="02E6568A" w14:textId="29CCB0F4" w:rsidR="003E60C2" w:rsidRPr="008C6DE4" w:rsidRDefault="003E60C2" w:rsidP="003E60C2">
            <w:pPr>
              <w:pStyle w:val="TAC"/>
              <w:rPr>
                <w:lang w:val="sv-SE"/>
              </w:rPr>
            </w:pPr>
            <w:r w:rsidRPr="008C6DE4">
              <w:rPr>
                <w:lang w:val="sv-SE"/>
              </w:rPr>
              <w:t>7.68*</w:t>
            </w:r>
            <w:r w:rsidRPr="008C6DE4">
              <w:rPr>
                <w:rFonts w:cs="v4.2.0"/>
              </w:rPr>
              <w:t xml:space="preserve"> CSSF</w:t>
            </w:r>
            <w:r w:rsidRPr="008C6DE4">
              <w:rPr>
                <w:rFonts w:cs="v4.2.0"/>
                <w:vertAlign w:val="subscript"/>
              </w:rPr>
              <w:t>interRAT</w:t>
            </w:r>
            <w:r w:rsidRPr="008C6DE4">
              <w:rPr>
                <w:lang w:val="sv-SE"/>
              </w:rPr>
              <w:t xml:space="preserve"> (24*</w:t>
            </w:r>
            <w:r w:rsidRPr="008C6DE4">
              <w:rPr>
                <w:rFonts w:cs="v4.2.0"/>
              </w:rPr>
              <w:t>CSSF</w:t>
            </w:r>
            <w:r w:rsidRPr="008C6DE4">
              <w:rPr>
                <w:rFonts w:cs="v4.2.0"/>
                <w:vertAlign w:val="subscript"/>
              </w:rPr>
              <w:t>interRAT</w:t>
            </w:r>
            <w:r w:rsidRPr="008C6DE4">
              <w:rPr>
                <w:lang w:val="sv-SE"/>
              </w:rPr>
              <w:t>)</w:t>
            </w:r>
          </w:p>
        </w:tc>
      </w:tr>
      <w:tr w:rsidR="00DD3199" w:rsidRPr="008C6DE4" w14:paraId="406A0304" w14:textId="77777777" w:rsidTr="00867D3A">
        <w:trPr>
          <w:cantSplit/>
          <w:jc w:val="center"/>
        </w:trPr>
        <w:tc>
          <w:tcPr>
            <w:tcW w:w="1413" w:type="pct"/>
            <w:tcBorders>
              <w:top w:val="single" w:sz="4" w:space="0" w:color="auto"/>
              <w:left w:val="single" w:sz="4" w:space="0" w:color="auto"/>
              <w:bottom w:val="single" w:sz="4" w:space="0" w:color="auto"/>
              <w:right w:val="single" w:sz="4" w:space="0" w:color="auto"/>
            </w:tcBorders>
            <w:hideMark/>
          </w:tcPr>
          <w:p w14:paraId="65EB78E9" w14:textId="77777777" w:rsidR="00352573" w:rsidRPr="008C6DE4" w:rsidRDefault="00352573" w:rsidP="00867D3A">
            <w:pPr>
              <w:pStyle w:val="TAC"/>
            </w:pPr>
            <w:r w:rsidRPr="008C6DE4">
              <w:t xml:space="preserve">0.32&lt; DRX-cycle </w:t>
            </w:r>
            <w:r w:rsidRPr="008C6DE4">
              <w:rPr>
                <w:rFonts w:hint="eastAsia"/>
              </w:rPr>
              <w:t>≤</w:t>
            </w:r>
            <w:r w:rsidRPr="008C6DE4">
              <w:t>10.24</w:t>
            </w:r>
          </w:p>
        </w:tc>
        <w:tc>
          <w:tcPr>
            <w:tcW w:w="1797" w:type="pct"/>
            <w:tcBorders>
              <w:top w:val="single" w:sz="4" w:space="0" w:color="auto"/>
              <w:left w:val="single" w:sz="4" w:space="0" w:color="auto"/>
              <w:bottom w:val="single" w:sz="4" w:space="0" w:color="auto"/>
              <w:right w:val="single" w:sz="4" w:space="0" w:color="auto"/>
            </w:tcBorders>
            <w:hideMark/>
          </w:tcPr>
          <w:p w14:paraId="158A616F" w14:textId="77777777" w:rsidR="00352573" w:rsidRPr="008C6DE4" w:rsidRDefault="00352573" w:rsidP="00867D3A">
            <w:pPr>
              <w:pStyle w:val="TAC"/>
            </w:pPr>
            <w:r w:rsidRPr="008C6DE4">
              <w:t>Note1 (20*</w:t>
            </w:r>
            <w:r w:rsidRPr="008C6DE4">
              <w:rPr>
                <w:rFonts w:cs="v4.2.0"/>
              </w:rPr>
              <w:t>CSSF</w:t>
            </w:r>
            <w:r w:rsidRPr="008C6DE4">
              <w:rPr>
                <w:rFonts w:cs="v4.2.0"/>
                <w:vertAlign w:val="subscript"/>
              </w:rPr>
              <w:t>interRAT</w:t>
            </w:r>
            <w:r w:rsidRPr="008C6DE4">
              <w:t>)</w:t>
            </w:r>
          </w:p>
        </w:tc>
        <w:tc>
          <w:tcPr>
            <w:tcW w:w="1790" w:type="pct"/>
            <w:tcBorders>
              <w:top w:val="single" w:sz="4" w:space="0" w:color="auto"/>
              <w:left w:val="single" w:sz="4" w:space="0" w:color="auto"/>
              <w:bottom w:val="single" w:sz="4" w:space="0" w:color="auto"/>
              <w:right w:val="single" w:sz="4" w:space="0" w:color="auto"/>
            </w:tcBorders>
            <w:hideMark/>
          </w:tcPr>
          <w:p w14:paraId="78C88A2E" w14:textId="77777777" w:rsidR="00352573" w:rsidRPr="008C6DE4" w:rsidRDefault="00352573" w:rsidP="00867D3A">
            <w:pPr>
              <w:pStyle w:val="TAC"/>
            </w:pPr>
            <w:r w:rsidRPr="008C6DE4">
              <w:t>Note1 (20*</w:t>
            </w:r>
            <w:r w:rsidRPr="008C6DE4">
              <w:rPr>
                <w:rFonts w:cs="v4.2.0"/>
              </w:rPr>
              <w:t>CSSF</w:t>
            </w:r>
            <w:r w:rsidRPr="008C6DE4">
              <w:rPr>
                <w:rFonts w:cs="v4.2.0"/>
                <w:vertAlign w:val="subscript"/>
              </w:rPr>
              <w:t>interRAT</w:t>
            </w:r>
            <w:r w:rsidRPr="008C6DE4">
              <w:t>)</w:t>
            </w:r>
          </w:p>
        </w:tc>
      </w:tr>
      <w:tr w:rsidR="00352573" w:rsidRPr="008C6DE4" w14:paraId="5B4A4D84" w14:textId="77777777" w:rsidTr="00867D3A">
        <w:trPr>
          <w:cantSplit/>
          <w:jc w:val="center"/>
        </w:trPr>
        <w:tc>
          <w:tcPr>
            <w:tcW w:w="5000" w:type="pct"/>
            <w:gridSpan w:val="3"/>
            <w:tcBorders>
              <w:top w:val="single" w:sz="4" w:space="0" w:color="auto"/>
              <w:left w:val="single" w:sz="4" w:space="0" w:color="auto"/>
              <w:bottom w:val="single" w:sz="4" w:space="0" w:color="auto"/>
              <w:right w:val="single" w:sz="4" w:space="0" w:color="auto"/>
            </w:tcBorders>
            <w:hideMark/>
          </w:tcPr>
          <w:p w14:paraId="3E02977B" w14:textId="77777777" w:rsidR="00352573" w:rsidRPr="008C6DE4" w:rsidRDefault="00352573" w:rsidP="00867D3A">
            <w:pPr>
              <w:keepNext/>
              <w:keepLines/>
              <w:spacing w:after="0"/>
              <w:ind w:left="851" w:hanging="851"/>
            </w:pPr>
            <w:r w:rsidRPr="008C6DE4">
              <w:rPr>
                <w:rFonts w:ascii="Arial" w:hAnsi="Arial"/>
                <w:sz w:val="18"/>
              </w:rPr>
              <w:t>NOTE 1:</w:t>
            </w:r>
            <w:r w:rsidRPr="008C6DE4">
              <w:rPr>
                <w:rFonts w:ascii="Arial" w:hAnsi="Arial"/>
                <w:sz w:val="18"/>
              </w:rPr>
              <w:tab/>
              <w:t>The time depends on the DRX cycle length.</w:t>
            </w:r>
          </w:p>
          <w:p w14:paraId="047A1A29" w14:textId="77777777" w:rsidR="00352573" w:rsidRPr="008C6DE4" w:rsidRDefault="00352573" w:rsidP="00867D3A">
            <w:pPr>
              <w:keepNext/>
              <w:keepLines/>
              <w:spacing w:after="0"/>
              <w:ind w:left="851" w:hanging="851"/>
            </w:pPr>
            <w:r w:rsidRPr="008C6DE4">
              <w:rPr>
                <w:rFonts w:ascii="Arial" w:hAnsi="Arial"/>
                <w:sz w:val="18"/>
              </w:rPr>
              <w:t>NOTE 2:</w:t>
            </w:r>
            <w:r w:rsidRPr="008C6DE4">
              <w:rPr>
                <w:rFonts w:ascii="Arial" w:hAnsi="Arial"/>
                <w:sz w:val="18"/>
              </w:rPr>
              <w:tab/>
            </w:r>
            <w:r w:rsidRPr="008C6DE4">
              <w:rPr>
                <w:rFonts w:cs="v4.2.0"/>
              </w:rPr>
              <w:t>CSSF</w:t>
            </w:r>
            <w:r w:rsidRPr="008C6DE4">
              <w:rPr>
                <w:rFonts w:cs="v4.2.0"/>
                <w:vertAlign w:val="subscript"/>
              </w:rPr>
              <w:t>interRAT</w:t>
            </w:r>
            <w:r w:rsidRPr="008C6DE4">
              <w:rPr>
                <w:rFonts w:ascii="Arial" w:hAnsi="Arial"/>
                <w:sz w:val="18"/>
              </w:rPr>
              <w:t xml:space="preserve"> is as defined in clause 9.4.2.2.</w:t>
            </w:r>
          </w:p>
        </w:tc>
      </w:tr>
    </w:tbl>
    <w:p w14:paraId="4C8CAAC0" w14:textId="77777777" w:rsidR="00352573" w:rsidRPr="008C6DE4" w:rsidRDefault="00352573" w:rsidP="00352573"/>
    <w:p w14:paraId="4B7F73DF" w14:textId="77777777" w:rsidR="00352573" w:rsidRPr="008C6DE4" w:rsidRDefault="00352573" w:rsidP="00352573">
      <w:pPr>
        <w:rPr>
          <w:lang w:eastAsia="zh-CN"/>
        </w:rPr>
      </w:pPr>
      <w:r w:rsidRPr="008C6DE4">
        <w:t xml:space="preserve">When DRX is in use, the UE shall be capable of performing </w:t>
      </w:r>
      <w:r w:rsidRPr="008C6DE4">
        <w:rPr>
          <w:rFonts w:cs="v4.2.0"/>
        </w:rPr>
        <w:t>NR – E-UTRAN</w:t>
      </w:r>
      <w:r w:rsidRPr="008C6DE4">
        <w:t xml:space="preserve"> FDD RSRP, RSRQ, and RS-SINR measurements of at least 4 identified E-UTRAN FDD cells per E-UTRA FDD frequency layer during each layer 1 measurement period, for up to 7 E-UTRA FDD carrier frequency layers, and the UE physical layer shall be capable of reporting </w:t>
      </w:r>
      <w:r w:rsidRPr="008C6DE4">
        <w:rPr>
          <w:rFonts w:cs="v4.2.0"/>
        </w:rPr>
        <w:t>NR – E-UTRAN</w:t>
      </w:r>
      <w:r w:rsidRPr="008C6DE4">
        <w:t xml:space="preserve"> FDD RSRP, RSRQ, and RS-SINR measurements to higher layers with the measurement period </w:t>
      </w:r>
      <w:r w:rsidRPr="008C6DE4">
        <w:rPr>
          <w:rFonts w:cs="Arial"/>
        </w:rPr>
        <w:t>T</w:t>
      </w:r>
      <w:r w:rsidRPr="008C6DE4">
        <w:rPr>
          <w:rFonts w:cs="Arial"/>
          <w:vertAlign w:val="subscript"/>
        </w:rPr>
        <w:t>measure, E-UTRAN FDD</w:t>
      </w:r>
      <w:r w:rsidRPr="008C6DE4">
        <w:t xml:space="preserve"> specified in Table 9.4.2.3-2.</w:t>
      </w:r>
    </w:p>
    <w:p w14:paraId="738D0FF8" w14:textId="77777777" w:rsidR="00352573" w:rsidRPr="008C6DE4" w:rsidRDefault="00352573" w:rsidP="00352573">
      <w:pPr>
        <w:keepNext/>
        <w:keepLines/>
        <w:spacing w:before="60"/>
        <w:jc w:val="center"/>
      </w:pPr>
      <w:r w:rsidRPr="008C6DE4">
        <w:rPr>
          <w:rFonts w:ascii="Arial" w:hAnsi="Arial"/>
          <w:b/>
        </w:rPr>
        <w:t>Table 9.4.2.3-2: Requirement to measure E-UTRAN FDD cells</w:t>
      </w:r>
    </w:p>
    <w:tbl>
      <w:tblPr>
        <w:tblW w:w="3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8"/>
        <w:gridCol w:w="4253"/>
      </w:tblGrid>
      <w:tr w:rsidR="00DD3199" w:rsidRPr="008C6DE4" w14:paraId="7B46E1E1" w14:textId="77777777" w:rsidTr="00BD3223">
        <w:trPr>
          <w:cantSplit/>
          <w:jc w:val="center"/>
        </w:trPr>
        <w:tc>
          <w:tcPr>
            <w:tcW w:w="2169" w:type="pct"/>
            <w:tcBorders>
              <w:top w:val="single" w:sz="4" w:space="0" w:color="auto"/>
              <w:left w:val="single" w:sz="4" w:space="0" w:color="auto"/>
              <w:bottom w:val="single" w:sz="4" w:space="0" w:color="auto"/>
              <w:right w:val="single" w:sz="4" w:space="0" w:color="auto"/>
            </w:tcBorders>
            <w:hideMark/>
          </w:tcPr>
          <w:p w14:paraId="05AA94C2" w14:textId="77777777" w:rsidR="00352573" w:rsidRPr="008C6DE4" w:rsidRDefault="00352573" w:rsidP="00867D3A">
            <w:pPr>
              <w:keepNext/>
              <w:keepLines/>
              <w:spacing w:after="0"/>
              <w:jc w:val="center"/>
            </w:pPr>
            <w:r w:rsidRPr="008C6DE4">
              <w:rPr>
                <w:rFonts w:ascii="Arial" w:hAnsi="Arial"/>
                <w:b/>
                <w:sz w:val="18"/>
              </w:rPr>
              <w:t>DRX cycle length (s)</w:t>
            </w:r>
          </w:p>
        </w:tc>
        <w:tc>
          <w:tcPr>
            <w:tcW w:w="2831" w:type="pct"/>
            <w:tcBorders>
              <w:top w:val="single" w:sz="4" w:space="0" w:color="auto"/>
              <w:left w:val="single" w:sz="4" w:space="0" w:color="auto"/>
              <w:bottom w:val="single" w:sz="4" w:space="0" w:color="auto"/>
              <w:right w:val="single" w:sz="4" w:space="0" w:color="auto"/>
            </w:tcBorders>
            <w:hideMark/>
          </w:tcPr>
          <w:p w14:paraId="7C198D19" w14:textId="77777777" w:rsidR="00352573" w:rsidRPr="008C6DE4" w:rsidRDefault="00352573" w:rsidP="00867D3A">
            <w:pPr>
              <w:keepNext/>
              <w:keepLines/>
              <w:spacing w:after="0"/>
              <w:jc w:val="center"/>
            </w:pPr>
            <w:r w:rsidRPr="008C6DE4">
              <w:rPr>
                <w:rFonts w:ascii="Arial" w:hAnsi="Arial"/>
                <w:b/>
                <w:sz w:val="18"/>
              </w:rPr>
              <w:t>T</w:t>
            </w:r>
            <w:r w:rsidRPr="008C6DE4">
              <w:rPr>
                <w:rFonts w:ascii="Arial" w:hAnsi="Arial"/>
                <w:b/>
                <w:sz w:val="18"/>
                <w:vertAlign w:val="subscript"/>
              </w:rPr>
              <w:t xml:space="preserve">measure, E-UTRAN FDD </w:t>
            </w:r>
            <w:r w:rsidRPr="008C6DE4">
              <w:rPr>
                <w:rFonts w:ascii="Arial" w:hAnsi="Arial"/>
                <w:b/>
                <w:sz w:val="18"/>
              </w:rPr>
              <w:t xml:space="preserve">(s) (DRX cycles) </w:t>
            </w:r>
          </w:p>
        </w:tc>
      </w:tr>
      <w:tr w:rsidR="00DD3199" w:rsidRPr="008C6DE4" w14:paraId="66955044" w14:textId="77777777" w:rsidTr="00BD3223">
        <w:trPr>
          <w:cantSplit/>
          <w:jc w:val="center"/>
        </w:trPr>
        <w:tc>
          <w:tcPr>
            <w:tcW w:w="2169" w:type="pct"/>
            <w:tcBorders>
              <w:top w:val="single" w:sz="4" w:space="0" w:color="auto"/>
              <w:left w:val="single" w:sz="4" w:space="0" w:color="auto"/>
              <w:bottom w:val="single" w:sz="4" w:space="0" w:color="auto"/>
              <w:right w:val="single" w:sz="4" w:space="0" w:color="auto"/>
            </w:tcBorders>
            <w:hideMark/>
          </w:tcPr>
          <w:p w14:paraId="695460DC" w14:textId="77777777" w:rsidR="00352573" w:rsidRPr="008C6DE4" w:rsidRDefault="00352573" w:rsidP="00867D3A">
            <w:pPr>
              <w:keepNext/>
              <w:keepLines/>
              <w:spacing w:after="0"/>
              <w:jc w:val="center"/>
            </w:pPr>
            <w:r w:rsidRPr="008C6DE4">
              <w:rPr>
                <w:rFonts w:ascii="Arial" w:hAnsi="Arial" w:hint="eastAsia"/>
                <w:sz w:val="18"/>
              </w:rPr>
              <w:t>≤</w:t>
            </w:r>
            <w:r w:rsidRPr="008C6DE4">
              <w:rPr>
                <w:rFonts w:ascii="Arial" w:hAnsi="Arial"/>
                <w:sz w:val="18"/>
              </w:rPr>
              <w:t>0.08</w:t>
            </w:r>
          </w:p>
        </w:tc>
        <w:tc>
          <w:tcPr>
            <w:tcW w:w="2831" w:type="pct"/>
            <w:tcBorders>
              <w:top w:val="single" w:sz="4" w:space="0" w:color="auto"/>
              <w:left w:val="single" w:sz="4" w:space="0" w:color="auto"/>
              <w:bottom w:val="single" w:sz="4" w:space="0" w:color="auto"/>
              <w:right w:val="single" w:sz="4" w:space="0" w:color="auto"/>
            </w:tcBorders>
            <w:hideMark/>
          </w:tcPr>
          <w:p w14:paraId="6514B5F4" w14:textId="77777777" w:rsidR="00352573" w:rsidRPr="008C6DE4" w:rsidRDefault="00352573" w:rsidP="00867D3A">
            <w:pPr>
              <w:keepNext/>
              <w:keepLines/>
              <w:spacing w:after="0"/>
              <w:jc w:val="center"/>
            </w:pPr>
            <w:r w:rsidRPr="008C6DE4">
              <w:rPr>
                <w:rFonts w:ascii="Arial" w:hAnsi="Arial"/>
                <w:sz w:val="18"/>
              </w:rPr>
              <w:t>Non-DRX requirements in clause 9.4.2.2 apply</w:t>
            </w:r>
          </w:p>
        </w:tc>
      </w:tr>
      <w:tr w:rsidR="00DD3199" w:rsidRPr="008C6DE4" w14:paraId="4ECE008F" w14:textId="77777777" w:rsidTr="00BD3223">
        <w:trPr>
          <w:cantSplit/>
          <w:jc w:val="center"/>
        </w:trPr>
        <w:tc>
          <w:tcPr>
            <w:tcW w:w="2169" w:type="pct"/>
            <w:tcBorders>
              <w:top w:val="single" w:sz="4" w:space="0" w:color="auto"/>
              <w:left w:val="single" w:sz="4" w:space="0" w:color="auto"/>
              <w:bottom w:val="single" w:sz="4" w:space="0" w:color="auto"/>
              <w:right w:val="single" w:sz="4" w:space="0" w:color="auto"/>
            </w:tcBorders>
            <w:hideMark/>
          </w:tcPr>
          <w:p w14:paraId="09353FDC" w14:textId="2CAD4DAB" w:rsidR="00352573" w:rsidRPr="008C6DE4" w:rsidRDefault="00BD3223" w:rsidP="00867D3A">
            <w:pPr>
              <w:keepNext/>
              <w:keepLines/>
              <w:spacing w:after="0"/>
              <w:ind w:left="720"/>
            </w:pPr>
            <w:r w:rsidRPr="008C6DE4">
              <w:rPr>
                <w:rFonts w:ascii="Arial" w:hAnsi="Arial"/>
                <w:sz w:val="18"/>
                <w:lang w:val="en-US" w:eastAsia="zh-CN"/>
              </w:rPr>
              <w:t>0.08</w:t>
            </w:r>
            <w:r w:rsidRPr="008C6DE4">
              <w:rPr>
                <w:rFonts w:ascii="Arial" w:hAnsi="Arial"/>
                <w:sz w:val="18"/>
              </w:rPr>
              <w:t>&lt; DRX-cycle ≤10.24</w:t>
            </w:r>
          </w:p>
        </w:tc>
        <w:tc>
          <w:tcPr>
            <w:tcW w:w="2831" w:type="pct"/>
            <w:tcBorders>
              <w:top w:val="single" w:sz="4" w:space="0" w:color="auto"/>
              <w:left w:val="single" w:sz="4" w:space="0" w:color="auto"/>
              <w:bottom w:val="single" w:sz="4" w:space="0" w:color="auto"/>
              <w:right w:val="single" w:sz="4" w:space="0" w:color="auto"/>
            </w:tcBorders>
            <w:hideMark/>
          </w:tcPr>
          <w:p w14:paraId="5ADF97C3" w14:textId="77777777" w:rsidR="00352573" w:rsidRPr="008C6DE4" w:rsidRDefault="00352573" w:rsidP="00867D3A">
            <w:pPr>
              <w:keepNext/>
              <w:keepLines/>
              <w:spacing w:after="0"/>
              <w:jc w:val="center"/>
            </w:pPr>
            <w:r w:rsidRPr="008C6DE4">
              <w:rPr>
                <w:rFonts w:ascii="Arial" w:hAnsi="Arial"/>
                <w:sz w:val="18"/>
              </w:rPr>
              <w:t>Note1 (5*</w:t>
            </w:r>
            <w:r w:rsidRPr="008C6DE4">
              <w:rPr>
                <w:rFonts w:cs="v4.2.0"/>
              </w:rPr>
              <w:t xml:space="preserve"> CSSF</w:t>
            </w:r>
            <w:r w:rsidRPr="008C6DE4">
              <w:rPr>
                <w:rFonts w:cs="v4.2.0"/>
                <w:vertAlign w:val="subscript"/>
              </w:rPr>
              <w:t>interRAT</w:t>
            </w:r>
            <w:r w:rsidRPr="008C6DE4">
              <w:rPr>
                <w:rFonts w:ascii="Arial" w:hAnsi="Arial"/>
                <w:sz w:val="18"/>
              </w:rPr>
              <w:t>)</w:t>
            </w:r>
          </w:p>
        </w:tc>
      </w:tr>
      <w:tr w:rsidR="00352573" w:rsidRPr="008C6DE4" w14:paraId="0F6BC319" w14:textId="77777777" w:rsidTr="00BD3223">
        <w:trPr>
          <w:cantSplit/>
          <w:jc w:val="center"/>
        </w:trPr>
        <w:tc>
          <w:tcPr>
            <w:tcW w:w="5000" w:type="pct"/>
            <w:gridSpan w:val="2"/>
            <w:tcBorders>
              <w:top w:val="single" w:sz="4" w:space="0" w:color="auto"/>
              <w:left w:val="single" w:sz="4" w:space="0" w:color="auto"/>
              <w:bottom w:val="single" w:sz="4" w:space="0" w:color="auto"/>
              <w:right w:val="single" w:sz="4" w:space="0" w:color="auto"/>
            </w:tcBorders>
            <w:hideMark/>
          </w:tcPr>
          <w:p w14:paraId="4FF85D4B" w14:textId="77777777" w:rsidR="00352573" w:rsidRPr="008C6DE4" w:rsidRDefault="00352573" w:rsidP="00867D3A">
            <w:pPr>
              <w:pStyle w:val="TAN"/>
            </w:pPr>
            <w:r w:rsidRPr="008C6DE4">
              <w:t>NOTE 1:</w:t>
            </w:r>
            <w:r w:rsidRPr="008C6DE4">
              <w:tab/>
              <w:t>The time depends on the DRX cycle length.</w:t>
            </w:r>
          </w:p>
          <w:p w14:paraId="061FDCF1" w14:textId="77777777" w:rsidR="00352573" w:rsidRPr="008C6DE4" w:rsidRDefault="00352573" w:rsidP="00867D3A">
            <w:pPr>
              <w:pStyle w:val="TAN"/>
            </w:pPr>
            <w:r w:rsidRPr="008C6DE4">
              <w:t>NOTE 2:</w:t>
            </w:r>
            <w:r w:rsidRPr="008C6DE4">
              <w:tab/>
            </w:r>
            <w:r w:rsidRPr="008C6DE4">
              <w:rPr>
                <w:rFonts w:cs="v4.2.0"/>
              </w:rPr>
              <w:t>CSSF</w:t>
            </w:r>
            <w:r w:rsidRPr="008C6DE4">
              <w:rPr>
                <w:rFonts w:cs="v4.2.0"/>
                <w:vertAlign w:val="subscript"/>
              </w:rPr>
              <w:t>interRAT</w:t>
            </w:r>
            <w:r w:rsidRPr="008C6DE4">
              <w:t xml:space="preserve"> is as defined in clause 9.4.2.2.</w:t>
            </w:r>
          </w:p>
        </w:tc>
      </w:tr>
    </w:tbl>
    <w:p w14:paraId="34285CBE" w14:textId="77777777" w:rsidR="00352573" w:rsidRPr="008C6DE4" w:rsidRDefault="00352573" w:rsidP="00352573">
      <w:pPr>
        <w:rPr>
          <w:rFonts w:cs="v4.2.0"/>
        </w:rPr>
      </w:pPr>
    </w:p>
    <w:p w14:paraId="0B7AA384" w14:textId="77777777" w:rsidR="00352573" w:rsidRPr="008C6DE4" w:rsidRDefault="00352573" w:rsidP="00352573">
      <w:pPr>
        <w:rPr>
          <w:rFonts w:cs="v4.2.0"/>
        </w:rPr>
      </w:pPr>
      <w:r w:rsidRPr="008C6DE4">
        <w:rPr>
          <w:rFonts w:cs="v4.2.0"/>
        </w:rPr>
        <w:t>If higher layer filtering is used, an additional cell identification delay can be expected.</w:t>
      </w:r>
    </w:p>
    <w:p w14:paraId="7ADFC528" w14:textId="77777777" w:rsidR="00352573" w:rsidRPr="008C6DE4" w:rsidRDefault="00352573" w:rsidP="00352573">
      <w:pPr>
        <w:rPr>
          <w:rFonts w:cs="v4.2.0"/>
        </w:rPr>
      </w:pPr>
      <w:r w:rsidRPr="008C6DE4">
        <w:rPr>
          <w:rFonts w:cs="v4.2.0"/>
        </w:rPr>
        <w:t>The NR – E-UTRAN FDD RSRP measurement accuracy for all measured cells shall be as specified in clause 10.2.2. The NR – E-UTRAN FDD RSRQ measurement accuracy for all measured cells shall be as specified in clause 10.2.3. The NR – E-UTRAN FDD RS-SINR measurement accuracy for all measured cells shall be as specified in clause 10.2.5.</w:t>
      </w:r>
    </w:p>
    <w:p w14:paraId="759B974C" w14:textId="3C6992C8" w:rsidR="00352573" w:rsidRPr="008C6DE4" w:rsidRDefault="0048284E" w:rsidP="0048284E">
      <w:pPr>
        <w:pStyle w:val="Heading4"/>
      </w:pPr>
      <w:r w:rsidRPr="008C6DE4">
        <w:t>9.4.2.4</w:t>
      </w:r>
      <w:r w:rsidR="00352573" w:rsidRPr="008C6DE4">
        <w:tab/>
        <w:t>Measurement reporting requirements</w:t>
      </w:r>
    </w:p>
    <w:p w14:paraId="6D0843E8" w14:textId="3BCFAA6D" w:rsidR="00352573" w:rsidRPr="008C6DE4" w:rsidRDefault="0048284E" w:rsidP="0048284E">
      <w:pPr>
        <w:pStyle w:val="Heading5"/>
      </w:pPr>
      <w:r w:rsidRPr="008C6DE4">
        <w:t>9.4.2.4.1</w:t>
      </w:r>
      <w:r w:rsidR="00352573" w:rsidRPr="008C6DE4">
        <w:tab/>
        <w:t>Periodic Reporting</w:t>
      </w:r>
    </w:p>
    <w:p w14:paraId="7121FA83" w14:textId="77777777" w:rsidR="00352573" w:rsidRPr="008C6DE4" w:rsidRDefault="00352573" w:rsidP="00352573">
      <w:pPr>
        <w:rPr>
          <w:rFonts w:cs="v4.2.0"/>
        </w:rPr>
      </w:pPr>
      <w:r w:rsidRPr="008C6DE4">
        <w:rPr>
          <w:rFonts w:cs="v4.2.0"/>
        </w:rPr>
        <w:t>The reported NR – E-UTRAN FDD RSRP, RSRQ, and RS-SINR measurements contained in periodically triggered measurement reports shall meet the requirements in clauses 10.2.2, 10.2.3, and 10.2.5, respectively.</w:t>
      </w:r>
    </w:p>
    <w:p w14:paraId="3F946EB3" w14:textId="3F03A275" w:rsidR="00352573" w:rsidRPr="008C6DE4" w:rsidRDefault="0048284E" w:rsidP="0048284E">
      <w:pPr>
        <w:pStyle w:val="Heading5"/>
      </w:pPr>
      <w:r w:rsidRPr="008C6DE4">
        <w:t>9.4.2.4.2</w:t>
      </w:r>
      <w:r w:rsidR="00352573" w:rsidRPr="008C6DE4">
        <w:tab/>
        <w:t>Event-Triggered Periodic Reporting</w:t>
      </w:r>
    </w:p>
    <w:p w14:paraId="3C678D4A" w14:textId="77777777" w:rsidR="00352573" w:rsidRPr="008C6DE4" w:rsidRDefault="00352573" w:rsidP="00352573">
      <w:pPr>
        <w:rPr>
          <w:rFonts w:cs="v4.2.0"/>
        </w:rPr>
      </w:pPr>
      <w:r w:rsidRPr="008C6DE4">
        <w:rPr>
          <w:rFonts w:cs="v4.2.0"/>
        </w:rPr>
        <w:t>The reported NR – E-UTRAN FDD RSRP, RSRQ, and RS-SINR measurements contained in event-triggered periodic measurement reports shall meet the requirements in clauses 10.2.2, 10.2.3, and 10.2.5, respectively.</w:t>
      </w:r>
    </w:p>
    <w:p w14:paraId="6BA41590" w14:textId="77777777" w:rsidR="00352573" w:rsidRPr="008C6DE4" w:rsidRDefault="00352573" w:rsidP="00352573">
      <w:pPr>
        <w:rPr>
          <w:rFonts w:cs="v4.2.0"/>
        </w:rPr>
      </w:pPr>
      <w:r w:rsidRPr="008C6DE4">
        <w:rPr>
          <w:rFonts w:cs="v4.2.0"/>
        </w:rPr>
        <w:t>The first report in event-triggered periodic measurement reporting shall meet the requirements specified in clause 9.4.2.4.3.</w:t>
      </w:r>
    </w:p>
    <w:p w14:paraId="10DC32AC" w14:textId="2865521D" w:rsidR="00352573" w:rsidRPr="008C6DE4" w:rsidRDefault="0048284E" w:rsidP="0048284E">
      <w:pPr>
        <w:pStyle w:val="Heading5"/>
      </w:pPr>
      <w:r w:rsidRPr="008C6DE4">
        <w:t>9.4.2.4.3</w:t>
      </w:r>
      <w:r w:rsidR="00352573" w:rsidRPr="008C6DE4">
        <w:tab/>
        <w:t>Event-Triggered Reporting</w:t>
      </w:r>
    </w:p>
    <w:p w14:paraId="6A909F9D" w14:textId="77777777" w:rsidR="00352573" w:rsidRPr="008C6DE4" w:rsidRDefault="00352573" w:rsidP="00352573">
      <w:pPr>
        <w:rPr>
          <w:rFonts w:cs="v4.2.0"/>
        </w:rPr>
      </w:pPr>
      <w:r w:rsidRPr="008C6DE4">
        <w:rPr>
          <w:rFonts w:cs="v4.2.0"/>
        </w:rPr>
        <w:t>The reported NR – E-UTRAN FDD RSRP, RSRQ, and RS-SINR measurements contained in event-triggered measurement reports shall meet the requirements in clauses 10.2.2, 10.2.3, and 10.2.5, respectively.</w:t>
      </w:r>
    </w:p>
    <w:p w14:paraId="49482D8A" w14:textId="04755D5A" w:rsidR="00352573" w:rsidRPr="008C6DE4" w:rsidRDefault="00352573" w:rsidP="00352573">
      <w:pPr>
        <w:rPr>
          <w:rFonts w:cs="v4.2.0"/>
        </w:rPr>
      </w:pPr>
      <w:r w:rsidRPr="008C6DE4">
        <w:rPr>
          <w:rFonts w:cs="v4.2.0"/>
        </w:rPr>
        <w:t xml:space="preserve">The UE shall not send any event-triggered measurement reports as long as </w:t>
      </w:r>
      <w:r w:rsidRPr="008C6DE4">
        <w:rPr>
          <w:rFonts w:cs="v4.2.0"/>
          <w:lang w:eastAsia="zh-CN"/>
        </w:rPr>
        <w:t>no</w:t>
      </w:r>
      <w:r w:rsidRPr="008C6DE4">
        <w:rPr>
          <w:rFonts w:cs="v4.2.0"/>
        </w:rPr>
        <w:t xml:space="preserve"> reporting criteria </w:t>
      </w:r>
      <w:r w:rsidRPr="008C6DE4">
        <w:rPr>
          <w:rFonts w:cs="v4.2.0"/>
          <w:lang w:eastAsia="zh-CN"/>
        </w:rPr>
        <w:t>are</w:t>
      </w:r>
      <w:r w:rsidRPr="008C6DE4">
        <w:rPr>
          <w:rFonts w:cs="v4.2.0"/>
        </w:rPr>
        <w:t xml:space="preserve"> fulfilled.</w:t>
      </w:r>
    </w:p>
    <w:p w14:paraId="7107E95C" w14:textId="77777777" w:rsidR="00352573" w:rsidRPr="008C6DE4" w:rsidRDefault="00352573" w:rsidP="00352573">
      <w:pPr>
        <w:rPr>
          <w:rFonts w:cs="v4.2.0"/>
          <w:lang w:eastAsia="zh-CN"/>
        </w:rPr>
      </w:pPr>
      <w:r w:rsidRPr="008C6DE4">
        <w:rPr>
          <w:rFonts w:cs="v4.2.0"/>
        </w:rPr>
        <w:t>The measurement reporting delay is defined as the time between an event that will trigger a measurement report and the point when the UE starts to transmit the measurement report over the air interface. This requirement assumes that that the measurement report is not delayed by other RRC signalling on the DCCH.</w:t>
      </w:r>
      <w:r w:rsidRPr="008C6DE4">
        <w:rPr>
          <w:rFonts w:cs="v4.2.0"/>
          <w:lang w:eastAsia="zh-CN"/>
        </w:rPr>
        <w:t xml:space="preserve"> </w:t>
      </w:r>
      <w:r w:rsidRPr="008C6DE4">
        <w:rPr>
          <w:rFonts w:cs="v4.2.0"/>
        </w:rPr>
        <w:t>This measurement reporting delay excludes a delay uncertainty resulted when inserting the measurement report to the TTI of the uplink DCCH. The delay uncertainty is: 2 x TTI</w:t>
      </w:r>
      <w:r w:rsidRPr="008C6DE4">
        <w:rPr>
          <w:rFonts w:cs="v4.2.0"/>
          <w:vertAlign w:val="subscript"/>
        </w:rPr>
        <w:t>DCCH</w:t>
      </w:r>
      <w:r w:rsidRPr="008C6DE4">
        <w:rPr>
          <w:rFonts w:cs="v4.2.0"/>
          <w:lang w:eastAsia="zh-CN"/>
        </w:rPr>
        <w:t xml:space="preserve"> </w:t>
      </w:r>
      <w:r w:rsidRPr="008C6DE4">
        <w:t>where TTI</w:t>
      </w:r>
      <w:r w:rsidRPr="008C6DE4">
        <w:rPr>
          <w:vertAlign w:val="subscript"/>
        </w:rPr>
        <w:t>DCCH</w:t>
      </w:r>
      <w:r w:rsidRPr="008C6DE4">
        <w:t xml:space="preserve"> is the duration of subframe or slot or subslot when the measurement report is transmitted on the PUSCH with subframe or slot or subslot duration</w:t>
      </w:r>
      <w:r w:rsidRPr="008C6DE4">
        <w:rPr>
          <w:rFonts w:cs="v4.2.0"/>
          <w:lang w:eastAsia="zh-CN"/>
        </w:rPr>
        <w:t>. This measurement reporting delay excludes a delay which caused by no UL resources for UE to send the measurement report.</w:t>
      </w:r>
    </w:p>
    <w:p w14:paraId="579073A5" w14:textId="77777777" w:rsidR="00352573" w:rsidRPr="008C6DE4" w:rsidRDefault="00352573" w:rsidP="00352573">
      <w:pPr>
        <w:rPr>
          <w:rFonts w:cs="v4.2.0"/>
        </w:rPr>
      </w:pPr>
      <w:r w:rsidRPr="008C6DE4">
        <w:rPr>
          <w:rFonts w:cs="v4.2.0"/>
        </w:rPr>
        <w:t xml:space="preserve">The event triggered measurement reporting delay, measured without L3 filtering shall be less than T </w:t>
      </w:r>
      <w:r w:rsidRPr="008C6DE4">
        <w:rPr>
          <w:rFonts w:cs="v4.2.0"/>
          <w:vertAlign w:val="subscript"/>
        </w:rPr>
        <w:t>Identify, E-UTRAN FDD</w:t>
      </w:r>
      <w:r w:rsidRPr="008C6DE4">
        <w:rPr>
          <w:rFonts w:cs="v4.2.0"/>
        </w:rPr>
        <w:t xml:space="preserve"> defined in clauses 9.4.2.2 and 9.4.2.3 without DRX and with DRX, respectively</w:t>
      </w:r>
      <w:r w:rsidRPr="008C6DE4">
        <w:rPr>
          <w:rFonts w:cs="v4.2.0"/>
          <w:lang w:eastAsia="zh-CN"/>
        </w:rPr>
        <w:t>.</w:t>
      </w:r>
      <w:r w:rsidRPr="008C6DE4">
        <w:rPr>
          <w:rFonts w:cs="v4.2.0"/>
          <w:vertAlign w:val="subscript"/>
        </w:rPr>
        <w:t xml:space="preserve"> </w:t>
      </w:r>
      <w:r w:rsidRPr="008C6DE4">
        <w:rPr>
          <w:rFonts w:cs="v4.2.0"/>
        </w:rPr>
        <w:t>When L3 filtering is used, an additional delay can be expected.</w:t>
      </w:r>
    </w:p>
    <w:p w14:paraId="5BB15948" w14:textId="77777777" w:rsidR="00352573" w:rsidRPr="008C6DE4" w:rsidRDefault="00352573" w:rsidP="00352573">
      <w:pPr>
        <w:rPr>
          <w:lang w:eastAsia="zh-CN"/>
        </w:rPr>
      </w:pPr>
      <w:r w:rsidRPr="008C6DE4">
        <w:t>If a cell which has been detectable at least for the time period T</w:t>
      </w:r>
      <w:r w:rsidRPr="008C6DE4">
        <w:rPr>
          <w:vertAlign w:val="subscript"/>
        </w:rPr>
        <w:t>Identify, E-UTRAN FDD</w:t>
      </w:r>
      <w:r w:rsidRPr="008C6DE4">
        <w:rPr>
          <w:rFonts w:cs="v4.2.0"/>
        </w:rPr>
        <w:t xml:space="preserve"> becomes undetectable for a period </w:t>
      </w:r>
      <w:r w:rsidRPr="008C6DE4">
        <w:rPr>
          <w:rFonts w:hint="eastAsia"/>
        </w:rPr>
        <w:t>≤</w:t>
      </w:r>
      <w:r w:rsidRPr="008C6DE4">
        <w:t xml:space="preserve"> 5 seconds and then the cell becomes detectable again and </w:t>
      </w:r>
      <w:r w:rsidRPr="008C6DE4">
        <w:rPr>
          <w:rFonts w:cs="v4.2.0"/>
        </w:rPr>
        <w:t xml:space="preserve">triggers an event as </w:t>
      </w:r>
      <w:r w:rsidRPr="008C6DE4">
        <w:rPr>
          <w:rFonts w:cs="v4.2.0"/>
          <w:lang w:eastAsia="zh-CN"/>
        </w:rPr>
        <w:t xml:space="preserve">per </w:t>
      </w:r>
      <w:r w:rsidRPr="008C6DE4">
        <w:t>TS 38.331 [2], the event triggered measurement reporting delay shall be less than</w:t>
      </w:r>
      <w:r w:rsidRPr="008C6DE4">
        <w:rPr>
          <w:rFonts w:cs="v4.2.0"/>
        </w:rPr>
        <w:t xml:space="preserve"> T</w:t>
      </w:r>
      <w:r w:rsidRPr="008C6DE4">
        <w:rPr>
          <w:rFonts w:cs="v4.2.0"/>
          <w:vertAlign w:val="subscript"/>
        </w:rPr>
        <w:t>Measure, E-UTRAN FDD</w:t>
      </w:r>
      <w:r w:rsidRPr="008C6DE4">
        <w:t xml:space="preserve"> provided the timing to that cell has not changed more than </w:t>
      </w:r>
      <w:r w:rsidRPr="008C6DE4">
        <w:rPr>
          <w:lang w:eastAsia="zh-CN"/>
        </w:rPr>
        <w:sym w:font="Symbol" w:char="F0B1"/>
      </w:r>
      <w:r w:rsidRPr="008C6DE4">
        <w:rPr>
          <w:lang w:eastAsia="zh-CN"/>
        </w:rPr>
        <w:t xml:space="preserve"> 50 Ts </w:t>
      </w:r>
      <w:r w:rsidRPr="008C6DE4">
        <w:t xml:space="preserve">while </w:t>
      </w:r>
      <w:r w:rsidRPr="008C6DE4">
        <w:rPr>
          <w:rFonts w:cs="v4.2.0"/>
        </w:rPr>
        <w:t>measurement</w:t>
      </w:r>
      <w:r w:rsidRPr="008C6DE4">
        <w:t xml:space="preserve"> gap has not been available and the L3 filter has not been used.</w:t>
      </w:r>
    </w:p>
    <w:p w14:paraId="3DBAFEEA" w14:textId="77777777" w:rsidR="00352573" w:rsidRPr="008C6DE4" w:rsidRDefault="00352573" w:rsidP="00352573">
      <w:pPr>
        <w:pStyle w:val="Heading3"/>
        <w:rPr>
          <w:noProof/>
          <w:lang w:val="en-US"/>
        </w:rPr>
      </w:pPr>
      <w:r w:rsidRPr="008C6DE4">
        <w:rPr>
          <w:lang w:val="en-US"/>
        </w:rPr>
        <w:t>9.4.3</w:t>
      </w:r>
      <w:r w:rsidRPr="008C6DE4">
        <w:rPr>
          <w:lang w:val="en-US"/>
        </w:rPr>
        <w:tab/>
        <w:t>NR − E-UTRAN TDD measurements</w:t>
      </w:r>
    </w:p>
    <w:p w14:paraId="49D23617" w14:textId="7C979D70" w:rsidR="00352573" w:rsidRPr="008C6DE4" w:rsidRDefault="0048284E" w:rsidP="0048284E">
      <w:pPr>
        <w:pStyle w:val="Heading4"/>
      </w:pPr>
      <w:r w:rsidRPr="008C6DE4">
        <w:t>9.4.3.1</w:t>
      </w:r>
      <w:r w:rsidR="00352573" w:rsidRPr="008C6DE4">
        <w:tab/>
        <w:t>Introduction</w:t>
      </w:r>
    </w:p>
    <w:p w14:paraId="2071FD74" w14:textId="77777777" w:rsidR="00352573" w:rsidRPr="008C6DE4" w:rsidRDefault="00352573" w:rsidP="00352573">
      <w:r w:rsidRPr="008C6DE4">
        <w:t>The requirements are applicable for NR−E-UTRAN TDD RSRP, RSRQ, and RS-SINR measurements.</w:t>
      </w:r>
    </w:p>
    <w:p w14:paraId="50151099" w14:textId="77777777" w:rsidR="00352573" w:rsidRPr="008C6DE4" w:rsidRDefault="00352573" w:rsidP="00352573">
      <w:r w:rsidRPr="008C6DE4">
        <w:t>In the requirements, an E-UTRAN TDD cell is considered to be detectable when:</w:t>
      </w:r>
    </w:p>
    <w:p w14:paraId="532AA608" w14:textId="77777777" w:rsidR="00352573" w:rsidRPr="008C6DE4" w:rsidRDefault="00352573" w:rsidP="00352573">
      <w:pPr>
        <w:ind w:left="568" w:hanging="284"/>
      </w:pPr>
      <w:r w:rsidRPr="008C6DE4">
        <w:t>-</w:t>
      </w:r>
      <w:r w:rsidRPr="008C6DE4">
        <w:tab/>
        <w:t>RSRP related conditions in the accuracy requirements in clause 10.2.2 are fulfilled for a corresponding Band, together with the corresponding side conditions in Annex B.2.3 and Annex B.3.3 of TS 36.133 [15],</w:t>
      </w:r>
    </w:p>
    <w:p w14:paraId="263062B1" w14:textId="77777777" w:rsidR="00352573" w:rsidRPr="008C6DE4" w:rsidRDefault="00352573" w:rsidP="00352573">
      <w:pPr>
        <w:ind w:left="568" w:hanging="284"/>
      </w:pPr>
      <w:r w:rsidRPr="008C6DE4">
        <w:t>-</w:t>
      </w:r>
      <w:r w:rsidRPr="008C6DE4">
        <w:tab/>
        <w:t>RSRQ related conditions in the accuracy requirements in clause 10.2.3 are fulfilled for a corresponding Band, together with the corresponding side conditions in Annex B.2.3 and Annex B.3.3 of TS 36.133 [15],</w:t>
      </w:r>
    </w:p>
    <w:p w14:paraId="2946D55A" w14:textId="77777777" w:rsidR="00352573" w:rsidRPr="008C6DE4" w:rsidRDefault="00352573" w:rsidP="00352573">
      <w:pPr>
        <w:ind w:left="568" w:hanging="284"/>
        <w:rPr>
          <w:rFonts w:cs="v4.2.0"/>
        </w:rPr>
      </w:pPr>
      <w:r w:rsidRPr="008C6DE4">
        <w:tab/>
        <w:t>RS-SINR related conditions in the accuracy requirements in clause 10.2.5 are fulfilled for a corresponding Band, together with the corresponding side conditions in Annex B.2.3 and Annex B.3.19 of TS 36.133 [15].</w:t>
      </w:r>
    </w:p>
    <w:p w14:paraId="1D73A840" w14:textId="223124F4" w:rsidR="00352573" w:rsidRPr="008C6DE4" w:rsidRDefault="0048284E" w:rsidP="0048284E">
      <w:pPr>
        <w:pStyle w:val="Heading4"/>
      </w:pPr>
      <w:r w:rsidRPr="008C6DE4">
        <w:t>9.4.3.2</w:t>
      </w:r>
      <w:r w:rsidR="00352573" w:rsidRPr="008C6DE4">
        <w:tab/>
        <w:t>Requirements when no DRX is used</w:t>
      </w:r>
    </w:p>
    <w:p w14:paraId="2D5B0EFF" w14:textId="77777777" w:rsidR="002B714F" w:rsidRPr="008C6DE4" w:rsidRDefault="002B714F" w:rsidP="002B714F">
      <w:pPr>
        <w:rPr>
          <w:rFonts w:cs="v4.2.0"/>
        </w:rPr>
      </w:pPr>
      <w:r w:rsidRPr="008C6DE4">
        <w:rPr>
          <w:rFonts w:cs="v4.2.0"/>
        </w:rPr>
        <w:t xml:space="preserve">When the UE requires measurement gaps to identify and measure inter-RAT cells and an appropriate measurement gap pattern is scheduled, </w:t>
      </w:r>
      <w:r w:rsidRPr="0050332D">
        <w:rPr>
          <w:lang w:val="sv-SE" w:eastAsia="sv-SE"/>
        </w:rPr>
        <w:t>or the UE supports capability of conducting such measurements without gaps</w:t>
      </w:r>
      <w:r w:rsidRPr="0050332D">
        <w:rPr>
          <w:rFonts w:cs="v4.2.0"/>
        </w:rPr>
        <w:t>,</w:t>
      </w:r>
      <w:r>
        <w:rPr>
          <w:rFonts w:cs="v4.2.0"/>
        </w:rPr>
        <w:t xml:space="preserve"> </w:t>
      </w:r>
      <w:r w:rsidRPr="008C6DE4">
        <w:rPr>
          <w:rFonts w:cs="v4.2.0"/>
        </w:rPr>
        <w:t>the UE shall be able to identify a new detectable TDD cell within T</w:t>
      </w:r>
      <w:r w:rsidRPr="008C6DE4">
        <w:rPr>
          <w:rFonts w:cs="v4.2.0"/>
          <w:vertAlign w:val="subscript"/>
        </w:rPr>
        <w:t>Identify, E-UTRAN TDD</w:t>
      </w:r>
      <w:r w:rsidRPr="008C6DE4">
        <w:rPr>
          <w:rFonts w:cs="v4.2.0"/>
        </w:rPr>
        <w:t xml:space="preserve"> according to the following expression:</w:t>
      </w:r>
    </w:p>
    <w:p w14:paraId="204A6ABF" w14:textId="77777777" w:rsidR="00352573" w:rsidRPr="008C6DE4" w:rsidRDefault="00352573" w:rsidP="00352573">
      <w:pPr>
        <w:pStyle w:val="B10"/>
        <w:rPr>
          <w:rFonts w:cs="v4.2.0"/>
        </w:rPr>
      </w:pPr>
      <w:r w:rsidRPr="008C6DE4">
        <w:rPr>
          <w:lang w:eastAsia="zh-CN"/>
        </w:rPr>
        <w:t>-</w:t>
      </w:r>
      <w:r w:rsidRPr="008C6DE4">
        <w:rPr>
          <w:lang w:eastAsia="zh-CN"/>
        </w:rPr>
        <w:tab/>
        <w:t>When configuration 0 or configuration 1 in Table 9.4.3.2-1 is applied</w:t>
      </w:r>
      <w:r w:rsidRPr="008C6DE4">
        <w:rPr>
          <w:rFonts w:cs="v4.2.0"/>
        </w:rPr>
        <w:t>,</w:t>
      </w:r>
    </w:p>
    <w:p w14:paraId="61EDEFFC" w14:textId="77777777" w:rsidR="00352573" w:rsidRPr="008C6DE4" w:rsidRDefault="00352573" w:rsidP="00352573">
      <w:pPr>
        <w:pStyle w:val="EQ"/>
        <w:rPr>
          <w:rFonts w:cs="v4.2.0"/>
        </w:rPr>
      </w:pPr>
      <w:r w:rsidRPr="008C6DE4">
        <w:rPr>
          <w:rFonts w:cs="v4.2.0"/>
          <w:lang w:val="en-US"/>
        </w:rPr>
        <w:tab/>
      </w:r>
      <w:r w:rsidRPr="008C6DE4">
        <w:rPr>
          <w:rFonts w:cs="v4.2.0"/>
        </w:rPr>
        <w:t xml:space="preserve"> </w:t>
      </w:r>
      <m:oMath>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Identify,  E-UTRAN TDD</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BasicIdentify</m:t>
            </m:r>
          </m:sub>
        </m:sSub>
        <m:r>
          <m:rPr>
            <m:sty m:val="p"/>
          </m:rPr>
          <w:rPr>
            <w:rFonts w:ascii="Cambria Math" w:hAnsi="Cambria Math"/>
            <w:lang w:val="en-US"/>
          </w:rPr>
          <m:t>∙</m:t>
        </m:r>
        <m:f>
          <m:fPr>
            <m:ctrlPr>
              <w:rPr>
                <w:rFonts w:ascii="Cambria Math" w:hAnsi="Cambria Math"/>
                <w:lang w:val="en-US"/>
              </w:rPr>
            </m:ctrlPr>
          </m:fPr>
          <m:num>
            <m:r>
              <m:rPr>
                <m:sty m:val="p"/>
              </m:rPr>
              <w:rPr>
                <w:rFonts w:ascii="Cambria Math" w:hAnsi="Cambria Math"/>
                <w:lang w:val="en-US"/>
              </w:rPr>
              <m:t>480</m:t>
            </m:r>
          </m:num>
          <m:den>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Inter1</m:t>
                </m:r>
              </m:sub>
            </m:sSub>
          </m:den>
        </m:f>
        <m:r>
          <m:rPr>
            <m:sty m:val="p"/>
          </m:rPr>
          <w:rPr>
            <w:rFonts w:ascii="Cambria Math" w:hAnsi="Cambria Math"/>
            <w:lang w:val="en-US"/>
          </w:rPr>
          <m:t>∙</m:t>
        </m:r>
        <m:sSub>
          <m:sSubPr>
            <m:ctrlPr>
              <w:rPr>
                <w:rFonts w:ascii="Cambria Math" w:hAnsi="Cambria Math"/>
                <w:i/>
                <w:lang w:val="en-US"/>
              </w:rPr>
            </m:ctrlPr>
          </m:sSubPr>
          <m:e>
            <m:r>
              <m:rPr>
                <m:sty m:val="p"/>
              </m:rPr>
              <w:rPr>
                <w:rFonts w:ascii="Cambria Math" w:hAnsi="Cambria Math"/>
                <w:lang w:val="en-US"/>
              </w:rPr>
              <m:t>CSSF</m:t>
            </m:r>
          </m:e>
          <m:sub>
            <m:r>
              <m:rPr>
                <m:sty m:val="p"/>
              </m:rPr>
              <w:rPr>
                <w:rFonts w:ascii="Cambria Math" w:hAnsi="Cambria Math"/>
                <w:lang w:val="en-US"/>
              </w:rPr>
              <m:t>interRAT</m:t>
            </m:r>
          </m:sub>
        </m:sSub>
        <m:r>
          <m:rPr>
            <m:sty m:val="p"/>
          </m:rPr>
          <w:rPr>
            <w:rFonts w:ascii="Cambria Math" w:hAnsi="Cambria Math"/>
            <w:lang w:val="en-US"/>
          </w:rPr>
          <m:t xml:space="preserve">      </m:t>
        </m:r>
        <m:r>
          <w:rPr>
            <w:rFonts w:ascii="Cambria Math" w:hAnsi="Cambria Math"/>
            <w:lang w:val="en-US"/>
          </w:rPr>
          <m:t>ms</m:t>
        </m:r>
      </m:oMath>
      <w:r w:rsidRPr="008C6DE4">
        <w:rPr>
          <w:rFonts w:cs="v4.2.0"/>
        </w:rPr>
        <w:t>,</w:t>
      </w:r>
    </w:p>
    <w:p w14:paraId="001C8525" w14:textId="77777777" w:rsidR="00352573" w:rsidRPr="008C6DE4" w:rsidRDefault="00352573" w:rsidP="00352573">
      <w:pPr>
        <w:ind w:left="568" w:hanging="284"/>
        <w:rPr>
          <w:rFonts w:cs="v4.2.0"/>
        </w:rPr>
      </w:pPr>
      <w:r w:rsidRPr="008C6DE4">
        <w:rPr>
          <w:lang w:eastAsia="zh-CN"/>
        </w:rPr>
        <w:t>-</w:t>
      </w:r>
      <w:r w:rsidRPr="008C6DE4">
        <w:rPr>
          <w:lang w:eastAsia="zh-CN"/>
        </w:rPr>
        <w:tab/>
        <w:t>When configuration 2 or configuration 3 in Table 9.4.3.2-1 is applied</w:t>
      </w:r>
      <w:r w:rsidRPr="008C6DE4">
        <w:rPr>
          <w:rFonts w:cs="v4.2.0"/>
        </w:rPr>
        <w:t>,</w:t>
      </w:r>
    </w:p>
    <w:p w14:paraId="612C93D0" w14:textId="77777777" w:rsidR="00352573" w:rsidRPr="008C6DE4" w:rsidRDefault="00352573" w:rsidP="00352573">
      <w:pPr>
        <w:pStyle w:val="EQ"/>
        <w:rPr>
          <w:rFonts w:cs="v4.2.0"/>
        </w:rPr>
      </w:pPr>
      <w:r w:rsidRPr="008C6DE4">
        <w:rPr>
          <w:rFonts w:cs="v4.2.0"/>
          <w:noProof w:val="0"/>
          <w:lang w:val="en-US"/>
        </w:rPr>
        <w:tab/>
      </w:r>
      <m:oMath>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Identify,  E-UTRAN TDD</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BasicIdentify</m:t>
            </m:r>
          </m:sub>
        </m:sSub>
        <m:r>
          <m:rPr>
            <m:sty m:val="p"/>
          </m:rPr>
          <w:rPr>
            <w:rFonts w:ascii="Cambria Math" w:hAnsi="Cambria Math"/>
            <w:lang w:val="en-US"/>
          </w:rPr>
          <m:t>∙</m:t>
        </m:r>
        <m:f>
          <m:fPr>
            <m:ctrlPr>
              <w:rPr>
                <w:rFonts w:ascii="Cambria Math" w:hAnsi="Cambria Math"/>
                <w:lang w:val="en-US"/>
              </w:rPr>
            </m:ctrlPr>
          </m:fPr>
          <m:num>
            <m:r>
              <m:rPr>
                <m:sty m:val="p"/>
              </m:rPr>
              <w:rPr>
                <w:rFonts w:ascii="Cambria Math" w:hAnsi="Cambria Math"/>
                <w:lang w:val="en-US"/>
              </w:rPr>
              <m:t>480</m:t>
            </m:r>
          </m:num>
          <m:den>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Inter1</m:t>
                </m:r>
              </m:sub>
            </m:sSub>
          </m:den>
        </m:f>
        <m:r>
          <m:rPr>
            <m:sty m:val="p"/>
          </m:rPr>
          <w:rPr>
            <w:rFonts w:ascii="Cambria Math" w:hAnsi="Cambria Math"/>
            <w:lang w:val="en-US"/>
          </w:rPr>
          <m:t>∙</m:t>
        </m:r>
        <m:sSub>
          <m:sSubPr>
            <m:ctrlPr>
              <w:rPr>
                <w:rFonts w:ascii="Cambria Math" w:hAnsi="Cambria Math"/>
                <w:i/>
                <w:lang w:val="en-US"/>
              </w:rPr>
            </m:ctrlPr>
          </m:sSubPr>
          <m:e>
            <m:r>
              <m:rPr>
                <m:sty m:val="p"/>
              </m:rPr>
              <w:rPr>
                <w:rFonts w:ascii="Cambria Math" w:hAnsi="Cambria Math"/>
                <w:lang w:val="en-US"/>
              </w:rPr>
              <m:t>CSSF</m:t>
            </m:r>
          </m:e>
          <m:sub>
            <m:r>
              <m:rPr>
                <m:sty m:val="p"/>
              </m:rPr>
              <w:rPr>
                <w:rFonts w:ascii="Cambria Math" w:hAnsi="Cambria Math"/>
                <w:lang w:val="en-US"/>
              </w:rPr>
              <m:t>interRAT</m:t>
            </m:r>
          </m:sub>
        </m:sSub>
        <m:r>
          <m:rPr>
            <m:sty m:val="p"/>
          </m:rPr>
          <w:rPr>
            <w:rFonts w:ascii="Cambria Math" w:hAnsi="Cambria Math"/>
            <w:lang w:val="en-US"/>
          </w:rPr>
          <m:t>+240∙</m:t>
        </m:r>
        <m:sSub>
          <m:sSubPr>
            <m:ctrlPr>
              <w:rPr>
                <w:rFonts w:ascii="Cambria Math" w:hAnsi="Cambria Math"/>
                <w:i/>
                <w:lang w:val="en-US"/>
              </w:rPr>
            </m:ctrlPr>
          </m:sSubPr>
          <m:e>
            <m:r>
              <m:rPr>
                <m:sty m:val="p"/>
              </m:rPr>
              <w:rPr>
                <w:rFonts w:ascii="Cambria Math" w:hAnsi="Cambria Math"/>
                <w:lang w:val="en-US"/>
              </w:rPr>
              <m:t>CSSF</m:t>
            </m:r>
          </m:e>
          <m:sub>
            <m:r>
              <m:rPr>
                <m:sty m:val="p"/>
              </m:rPr>
              <w:rPr>
                <w:rFonts w:ascii="Cambria Math" w:hAnsi="Cambria Math"/>
                <w:lang w:val="en-US"/>
              </w:rPr>
              <m:t>interRAT</m:t>
            </m:r>
          </m:sub>
        </m:sSub>
        <m:r>
          <m:rPr>
            <m:sty m:val="p"/>
          </m:rPr>
          <w:rPr>
            <w:rFonts w:ascii="Cambria Math" w:hAnsi="Cambria Math"/>
            <w:lang w:val="en-US"/>
          </w:rPr>
          <m:t xml:space="preserve">      </m:t>
        </m:r>
        <m:r>
          <w:rPr>
            <w:rFonts w:ascii="Cambria Math" w:hAnsi="Cambria Math"/>
            <w:lang w:val="en-US"/>
          </w:rPr>
          <m:t>ms</m:t>
        </m:r>
      </m:oMath>
      <w:r w:rsidRPr="008C6DE4">
        <w:rPr>
          <w:rFonts w:cs="v4.2.0"/>
          <w:lang w:val="en-US"/>
        </w:rPr>
        <w:t>,</w:t>
      </w:r>
    </w:p>
    <w:p w14:paraId="062F7553" w14:textId="77777777" w:rsidR="00352573" w:rsidRPr="008C6DE4" w:rsidRDefault="00352573" w:rsidP="00352573">
      <w:r w:rsidRPr="008C6DE4">
        <w:t>where:</w:t>
      </w:r>
    </w:p>
    <w:p w14:paraId="65B49C16" w14:textId="77777777" w:rsidR="00352573" w:rsidRPr="008C6DE4" w:rsidRDefault="00352573" w:rsidP="00352573">
      <w:pPr>
        <w:ind w:left="720"/>
      </w:pPr>
      <w:r w:rsidRPr="008C6DE4">
        <w:rPr>
          <w:rFonts w:cs="v4.2.0"/>
        </w:rPr>
        <w:t>T</w:t>
      </w:r>
      <w:r w:rsidRPr="008C6DE4">
        <w:rPr>
          <w:rFonts w:cs="v4.2.0"/>
          <w:vertAlign w:val="subscript"/>
        </w:rPr>
        <w:t>BasicIdentify</w:t>
      </w:r>
      <w:r w:rsidRPr="008C6DE4">
        <w:rPr>
          <w:rFonts w:cs="v4.2.0"/>
        </w:rPr>
        <w:t xml:space="preserve"> = 480 ms,</w:t>
      </w:r>
    </w:p>
    <w:p w14:paraId="5CD4D4E7" w14:textId="77777777" w:rsidR="00352573" w:rsidRPr="008C6DE4" w:rsidRDefault="00352573" w:rsidP="00352573">
      <w:pPr>
        <w:ind w:left="284" w:firstLine="436"/>
        <w:rPr>
          <w:rFonts w:cs="v4.2.0"/>
        </w:rPr>
      </w:pPr>
      <w:r w:rsidRPr="008C6DE4">
        <w:rPr>
          <w:rFonts w:cs="v4.2.0"/>
        </w:rPr>
        <w:t>T</w:t>
      </w:r>
      <w:r w:rsidRPr="008C6DE4">
        <w:rPr>
          <w:rFonts w:cs="v4.2.0"/>
          <w:vertAlign w:val="subscript"/>
        </w:rPr>
        <w:t>Inter1</w:t>
      </w:r>
      <w:r w:rsidRPr="008C6DE4">
        <w:rPr>
          <w:rFonts w:cs="v4.2.0"/>
        </w:rPr>
        <w:t xml:space="preserve"> </w:t>
      </w:r>
      <w:r w:rsidRPr="008C6DE4">
        <w:rPr>
          <w:rFonts w:cs="v4.2.0"/>
          <w:lang w:eastAsia="zh-CN"/>
        </w:rPr>
        <w:t>is</w:t>
      </w:r>
      <w:r w:rsidRPr="008C6DE4">
        <w:rPr>
          <w:rFonts w:cs="v4.2.0"/>
        </w:rPr>
        <w:t xml:space="preserve"> defined in clause 9.4.1,</w:t>
      </w:r>
    </w:p>
    <w:p w14:paraId="6BF884BF" w14:textId="600A18B5" w:rsidR="00352573" w:rsidRPr="008C6DE4" w:rsidRDefault="00352573" w:rsidP="00352573">
      <w:pPr>
        <w:ind w:left="284" w:firstLine="436"/>
        <w:rPr>
          <w:rFonts w:cs="v4.2.0"/>
        </w:rPr>
      </w:pPr>
      <w:r w:rsidRPr="008C6DE4">
        <w:rPr>
          <w:rFonts w:cs="v4.2.0"/>
        </w:rPr>
        <w:t>CSSF</w:t>
      </w:r>
      <w:r w:rsidRPr="008C6DE4">
        <w:rPr>
          <w:rFonts w:cs="v4.2.0"/>
          <w:vertAlign w:val="subscript"/>
        </w:rPr>
        <w:t>interRAT</w:t>
      </w:r>
      <w:r w:rsidRPr="008C6DE4" w:rsidDel="00D4226A">
        <w:rPr>
          <w:rFonts w:cs="v4.2.0"/>
        </w:rPr>
        <w:t xml:space="preserve"> </w:t>
      </w:r>
      <w:r w:rsidRPr="008C6DE4">
        <w:rPr>
          <w:rFonts w:cs="v4.2.0"/>
        </w:rPr>
        <w:t>= CSSF</w:t>
      </w:r>
      <w:r w:rsidRPr="008C6DE4">
        <w:rPr>
          <w:rFonts w:cs="v4.2.0"/>
          <w:vertAlign w:val="subscript"/>
        </w:rPr>
        <w:t>within_gap,i</w:t>
      </w:r>
      <w:r w:rsidRPr="008C6DE4">
        <w:t xml:space="preserve"> </w:t>
      </w:r>
      <w:r w:rsidRPr="008C6DE4">
        <w:rPr>
          <w:rFonts w:cs="v4.2.0"/>
        </w:rPr>
        <w:t xml:space="preserve">is the scaling factor for the measured inter-RAT E-UTRA carrier </w:t>
      </w:r>
      <w:r w:rsidRPr="008C6DE4">
        <w:rPr>
          <w:i/>
        </w:rPr>
        <w:t>i</w:t>
      </w:r>
      <w:r w:rsidRPr="008C6DE4">
        <w:rPr>
          <w:rFonts w:cs="v4.2.0"/>
        </w:rPr>
        <w:t xml:space="preserve"> which is calculated as specified in clause </w:t>
      </w:r>
      <w:r w:rsidRPr="008C6DE4">
        <w:rPr>
          <w:rFonts w:cs="Arial"/>
        </w:rPr>
        <w:t>9.1.5.2.</w:t>
      </w:r>
    </w:p>
    <w:p w14:paraId="380983A1" w14:textId="77777777" w:rsidR="00352573" w:rsidRPr="008C6DE4" w:rsidRDefault="00352573" w:rsidP="00352573">
      <w:pPr>
        <w:rPr>
          <w:rFonts w:cs="v4.2.0"/>
        </w:rPr>
      </w:pPr>
      <w:r w:rsidRPr="008C6DE4">
        <w:rPr>
          <w:rFonts w:cs="v4.2.0"/>
        </w:rPr>
        <w:t>Identification of a cell shall include detection of the cell and additionally performing a single measurement with measurement period of T</w:t>
      </w:r>
      <w:r w:rsidRPr="008C6DE4">
        <w:rPr>
          <w:rFonts w:cs="v4.2.0"/>
          <w:vertAlign w:val="subscript"/>
        </w:rPr>
        <w:t>Measure, E-UTRAN TDD</w:t>
      </w:r>
      <w:r w:rsidRPr="008C6DE4">
        <w:rPr>
          <w:rFonts w:cs="v4.2.0"/>
        </w:rPr>
        <w:t xml:space="preserve"> defined in Table 9.4.3.2-1.</w:t>
      </w:r>
    </w:p>
    <w:p w14:paraId="600B9539" w14:textId="77777777" w:rsidR="00352573" w:rsidRPr="008C6DE4" w:rsidRDefault="00352573" w:rsidP="00352573">
      <w:pPr>
        <w:keepNext/>
        <w:keepLines/>
        <w:spacing w:before="60"/>
        <w:jc w:val="center"/>
      </w:pPr>
      <w:r w:rsidRPr="008C6DE4">
        <w:rPr>
          <w:rFonts w:ascii="Arial" w:hAnsi="Arial"/>
          <w:b/>
        </w:rPr>
        <w:t>Table 9.4.3.2-1: T</w:t>
      </w:r>
      <w:r w:rsidRPr="008C6DE4">
        <w:rPr>
          <w:rFonts w:ascii="Arial" w:hAnsi="Arial"/>
          <w:b/>
          <w:vertAlign w:val="subscript"/>
        </w:rPr>
        <w:t>Measure, E-UTRAN TDD</w:t>
      </w:r>
      <w:r w:rsidRPr="008C6DE4">
        <w:rPr>
          <w:rFonts w:ascii="Arial" w:hAnsi="Arial"/>
          <w:b/>
        </w:rPr>
        <w:t xml:space="preserve"> for different configurations</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417"/>
        <w:gridCol w:w="1310"/>
        <w:gridCol w:w="1383"/>
        <w:gridCol w:w="993"/>
        <w:gridCol w:w="992"/>
        <w:gridCol w:w="1562"/>
      </w:tblGrid>
      <w:tr w:rsidR="00DD3199" w:rsidRPr="008C6DE4" w14:paraId="29EB254D" w14:textId="77777777" w:rsidTr="00867D3A">
        <w:trPr>
          <w:cantSplit/>
          <w:trHeight w:val="430"/>
          <w:jc w:val="center"/>
        </w:trPr>
        <w:tc>
          <w:tcPr>
            <w:tcW w:w="1451" w:type="dxa"/>
            <w:tcBorders>
              <w:top w:val="single" w:sz="4" w:space="0" w:color="auto"/>
              <w:left w:val="single" w:sz="4" w:space="0" w:color="auto"/>
              <w:bottom w:val="single" w:sz="4" w:space="0" w:color="auto"/>
              <w:right w:val="single" w:sz="4" w:space="0" w:color="auto"/>
            </w:tcBorders>
          </w:tcPr>
          <w:p w14:paraId="37688E77" w14:textId="77777777" w:rsidR="00352573" w:rsidRPr="008C6DE4" w:rsidRDefault="00352573" w:rsidP="00867D3A">
            <w:pPr>
              <w:pStyle w:val="TAH"/>
            </w:pPr>
            <w:r w:rsidRPr="008C6DE4">
              <w:t>Configuration</w:t>
            </w:r>
          </w:p>
        </w:tc>
        <w:tc>
          <w:tcPr>
            <w:tcW w:w="1417" w:type="dxa"/>
            <w:vMerge w:val="restart"/>
            <w:tcBorders>
              <w:top w:val="single" w:sz="4" w:space="0" w:color="auto"/>
              <w:left w:val="single" w:sz="4" w:space="0" w:color="auto"/>
              <w:bottom w:val="single" w:sz="4" w:space="0" w:color="auto"/>
              <w:right w:val="single" w:sz="4" w:space="0" w:color="auto"/>
            </w:tcBorders>
          </w:tcPr>
          <w:p w14:paraId="412E2E24" w14:textId="2579AB26" w:rsidR="00352573" w:rsidRPr="008C6DE4" w:rsidRDefault="00E70A72" w:rsidP="00867D3A">
            <w:pPr>
              <w:pStyle w:val="TAH"/>
            </w:pPr>
            <w:r w:rsidRPr="008C6DE4">
              <w:t>Measurement bandwidth (RB)</w:t>
            </w:r>
          </w:p>
        </w:tc>
        <w:tc>
          <w:tcPr>
            <w:tcW w:w="2693" w:type="dxa"/>
            <w:gridSpan w:val="2"/>
            <w:tcBorders>
              <w:top w:val="single" w:sz="4" w:space="0" w:color="auto"/>
              <w:left w:val="single" w:sz="4" w:space="0" w:color="auto"/>
              <w:bottom w:val="single" w:sz="4" w:space="0" w:color="auto"/>
              <w:right w:val="single" w:sz="4" w:space="0" w:color="auto"/>
            </w:tcBorders>
          </w:tcPr>
          <w:p w14:paraId="23ACFCC9" w14:textId="77777777" w:rsidR="00352573" w:rsidRPr="008C6DE4" w:rsidRDefault="00352573" w:rsidP="00867D3A">
            <w:pPr>
              <w:pStyle w:val="TAH"/>
            </w:pPr>
            <w:r w:rsidRPr="008C6DE4">
              <w:t>Number of UL/DL sub-frames per half frame (5 ms)</w:t>
            </w:r>
          </w:p>
        </w:tc>
        <w:tc>
          <w:tcPr>
            <w:tcW w:w="1985" w:type="dxa"/>
            <w:gridSpan w:val="2"/>
            <w:tcBorders>
              <w:top w:val="single" w:sz="4" w:space="0" w:color="auto"/>
              <w:left w:val="single" w:sz="4" w:space="0" w:color="auto"/>
              <w:bottom w:val="single" w:sz="4" w:space="0" w:color="auto"/>
              <w:right w:val="single" w:sz="4" w:space="0" w:color="auto"/>
            </w:tcBorders>
          </w:tcPr>
          <w:p w14:paraId="3E6A7F77" w14:textId="77777777" w:rsidR="00352573" w:rsidRPr="008C6DE4" w:rsidRDefault="00352573" w:rsidP="00867D3A">
            <w:pPr>
              <w:pStyle w:val="TAH"/>
            </w:pPr>
            <w:r w:rsidRPr="008C6DE4">
              <w:t>DwPTS</w:t>
            </w:r>
          </w:p>
          <w:p w14:paraId="16A8C6E8" w14:textId="77777777" w:rsidR="00352573" w:rsidRPr="008C6DE4" w:rsidRDefault="00352573" w:rsidP="00867D3A">
            <w:pPr>
              <w:pStyle w:val="TAH"/>
            </w:pPr>
          </w:p>
        </w:tc>
        <w:tc>
          <w:tcPr>
            <w:tcW w:w="1562" w:type="dxa"/>
            <w:tcBorders>
              <w:top w:val="single" w:sz="4" w:space="0" w:color="auto"/>
              <w:left w:val="single" w:sz="4" w:space="0" w:color="auto"/>
              <w:bottom w:val="single" w:sz="4" w:space="0" w:color="auto"/>
              <w:right w:val="single" w:sz="4" w:space="0" w:color="auto"/>
            </w:tcBorders>
          </w:tcPr>
          <w:p w14:paraId="63E3817B" w14:textId="00B2CE06" w:rsidR="00352573" w:rsidRPr="008C6DE4" w:rsidRDefault="00E70A72" w:rsidP="00867D3A">
            <w:pPr>
              <w:pStyle w:val="TAH"/>
            </w:pPr>
            <w:r w:rsidRPr="008C6DE4">
              <w:t>T</w:t>
            </w:r>
            <w:r w:rsidRPr="008C6DE4">
              <w:rPr>
                <w:vertAlign w:val="subscript"/>
              </w:rPr>
              <w:t>Measure, E-UTRAN TDD</w:t>
            </w:r>
            <w:r w:rsidRPr="008C6DE4">
              <w:t xml:space="preserve"> (ms)</w:t>
            </w:r>
          </w:p>
        </w:tc>
      </w:tr>
      <w:tr w:rsidR="00DD3199" w:rsidRPr="008C6DE4" w14:paraId="2F15BC4E" w14:textId="77777777" w:rsidTr="00867D3A">
        <w:trPr>
          <w:cantSplit/>
          <w:jc w:val="center"/>
        </w:trPr>
        <w:tc>
          <w:tcPr>
            <w:tcW w:w="1451" w:type="dxa"/>
            <w:tcBorders>
              <w:top w:val="single" w:sz="4" w:space="0" w:color="auto"/>
              <w:left w:val="single" w:sz="4" w:space="0" w:color="auto"/>
              <w:bottom w:val="single" w:sz="4" w:space="0" w:color="auto"/>
              <w:right w:val="single" w:sz="4" w:space="0" w:color="auto"/>
            </w:tcBorders>
            <w:vAlign w:val="center"/>
          </w:tcPr>
          <w:p w14:paraId="3D02B7BD" w14:textId="77777777" w:rsidR="00352573" w:rsidRPr="008C6DE4" w:rsidRDefault="00352573" w:rsidP="00867D3A">
            <w:pPr>
              <w:pStyle w:val="TAH"/>
              <w:rPr>
                <w:rFonts w:cs="Arial"/>
                <w:bCs/>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C4FB36A" w14:textId="77777777" w:rsidR="00352573" w:rsidRPr="008C6DE4" w:rsidRDefault="00352573" w:rsidP="00867D3A">
            <w:pPr>
              <w:pStyle w:val="TAH"/>
              <w:rPr>
                <w:rFonts w:cs="Arial"/>
                <w:bCs/>
                <w:szCs w:val="18"/>
              </w:rPr>
            </w:pPr>
          </w:p>
        </w:tc>
        <w:tc>
          <w:tcPr>
            <w:tcW w:w="1310" w:type="dxa"/>
            <w:tcBorders>
              <w:top w:val="single" w:sz="4" w:space="0" w:color="auto"/>
              <w:left w:val="single" w:sz="4" w:space="0" w:color="auto"/>
              <w:bottom w:val="single" w:sz="4" w:space="0" w:color="auto"/>
              <w:right w:val="single" w:sz="4" w:space="0" w:color="auto"/>
            </w:tcBorders>
          </w:tcPr>
          <w:p w14:paraId="08A2B69D" w14:textId="77777777" w:rsidR="00352573" w:rsidRPr="008C6DE4" w:rsidRDefault="00352573" w:rsidP="00867D3A">
            <w:pPr>
              <w:pStyle w:val="TAH"/>
            </w:pPr>
            <w:r w:rsidRPr="008C6DE4">
              <w:t>DL</w:t>
            </w:r>
          </w:p>
        </w:tc>
        <w:tc>
          <w:tcPr>
            <w:tcW w:w="1383" w:type="dxa"/>
            <w:tcBorders>
              <w:top w:val="single" w:sz="4" w:space="0" w:color="auto"/>
              <w:left w:val="single" w:sz="4" w:space="0" w:color="auto"/>
              <w:bottom w:val="single" w:sz="4" w:space="0" w:color="auto"/>
              <w:right w:val="single" w:sz="4" w:space="0" w:color="auto"/>
            </w:tcBorders>
          </w:tcPr>
          <w:p w14:paraId="654454FD" w14:textId="77777777" w:rsidR="00352573" w:rsidRPr="008C6DE4" w:rsidRDefault="00352573" w:rsidP="00867D3A">
            <w:pPr>
              <w:pStyle w:val="TAH"/>
            </w:pPr>
            <w:r w:rsidRPr="008C6DE4">
              <w:t>UL</w:t>
            </w:r>
          </w:p>
        </w:tc>
        <w:tc>
          <w:tcPr>
            <w:tcW w:w="993" w:type="dxa"/>
            <w:tcBorders>
              <w:top w:val="single" w:sz="4" w:space="0" w:color="auto"/>
              <w:left w:val="single" w:sz="4" w:space="0" w:color="auto"/>
              <w:bottom w:val="single" w:sz="4" w:space="0" w:color="auto"/>
              <w:right w:val="single" w:sz="4" w:space="0" w:color="auto"/>
            </w:tcBorders>
          </w:tcPr>
          <w:p w14:paraId="097D5158" w14:textId="77777777" w:rsidR="00352573" w:rsidRPr="008C6DE4" w:rsidRDefault="00352573" w:rsidP="00867D3A">
            <w:pPr>
              <w:pStyle w:val="TAH"/>
            </w:pPr>
            <w:r w:rsidRPr="008C6DE4">
              <w:t>Normal CP</w:t>
            </w:r>
          </w:p>
        </w:tc>
        <w:tc>
          <w:tcPr>
            <w:tcW w:w="992" w:type="dxa"/>
            <w:tcBorders>
              <w:top w:val="single" w:sz="4" w:space="0" w:color="auto"/>
              <w:left w:val="single" w:sz="4" w:space="0" w:color="auto"/>
              <w:bottom w:val="single" w:sz="4" w:space="0" w:color="auto"/>
              <w:right w:val="single" w:sz="4" w:space="0" w:color="auto"/>
            </w:tcBorders>
          </w:tcPr>
          <w:p w14:paraId="27A651DF" w14:textId="77777777" w:rsidR="00352573" w:rsidRPr="008C6DE4" w:rsidRDefault="00352573" w:rsidP="00867D3A">
            <w:pPr>
              <w:pStyle w:val="TAH"/>
            </w:pPr>
            <w:r w:rsidRPr="008C6DE4">
              <w:t>Extended CP</w:t>
            </w:r>
          </w:p>
        </w:tc>
        <w:tc>
          <w:tcPr>
            <w:tcW w:w="1562" w:type="dxa"/>
            <w:tcBorders>
              <w:top w:val="single" w:sz="4" w:space="0" w:color="auto"/>
              <w:left w:val="single" w:sz="4" w:space="0" w:color="auto"/>
              <w:bottom w:val="single" w:sz="4" w:space="0" w:color="auto"/>
              <w:right w:val="single" w:sz="4" w:space="0" w:color="auto"/>
            </w:tcBorders>
          </w:tcPr>
          <w:p w14:paraId="329F94A1" w14:textId="77777777" w:rsidR="00352573" w:rsidRPr="008C6DE4" w:rsidRDefault="00352573" w:rsidP="00867D3A">
            <w:pPr>
              <w:pStyle w:val="TAH"/>
            </w:pPr>
          </w:p>
        </w:tc>
      </w:tr>
      <w:tr w:rsidR="00DD3199" w:rsidRPr="008C6DE4" w14:paraId="27C90A6B" w14:textId="77777777" w:rsidTr="00867D3A">
        <w:trPr>
          <w:cantSplit/>
          <w:jc w:val="center"/>
        </w:trPr>
        <w:tc>
          <w:tcPr>
            <w:tcW w:w="1451" w:type="dxa"/>
            <w:tcBorders>
              <w:top w:val="single" w:sz="4" w:space="0" w:color="auto"/>
              <w:left w:val="single" w:sz="4" w:space="0" w:color="auto"/>
              <w:bottom w:val="single" w:sz="4" w:space="0" w:color="auto"/>
              <w:right w:val="single" w:sz="4" w:space="0" w:color="auto"/>
            </w:tcBorders>
          </w:tcPr>
          <w:p w14:paraId="6FE5D1AD" w14:textId="77777777" w:rsidR="00352573" w:rsidRPr="008C6DE4" w:rsidRDefault="00352573" w:rsidP="00867D3A">
            <w:pPr>
              <w:pStyle w:val="TAC"/>
            </w:pPr>
            <w:r w:rsidRPr="008C6DE4">
              <w:t>0</w:t>
            </w:r>
          </w:p>
        </w:tc>
        <w:tc>
          <w:tcPr>
            <w:tcW w:w="1417" w:type="dxa"/>
            <w:tcBorders>
              <w:top w:val="single" w:sz="4" w:space="0" w:color="auto"/>
              <w:left w:val="single" w:sz="4" w:space="0" w:color="auto"/>
              <w:bottom w:val="single" w:sz="4" w:space="0" w:color="auto"/>
              <w:right w:val="single" w:sz="4" w:space="0" w:color="auto"/>
            </w:tcBorders>
          </w:tcPr>
          <w:p w14:paraId="5EA9D5C7" w14:textId="77777777" w:rsidR="00352573" w:rsidRPr="008C6DE4" w:rsidRDefault="00352573" w:rsidP="00867D3A">
            <w:pPr>
              <w:pStyle w:val="TAC"/>
            </w:pPr>
            <w:r w:rsidRPr="008C6DE4">
              <w:t>6</w:t>
            </w:r>
          </w:p>
        </w:tc>
        <w:tc>
          <w:tcPr>
            <w:tcW w:w="1310" w:type="dxa"/>
            <w:tcBorders>
              <w:top w:val="single" w:sz="4" w:space="0" w:color="auto"/>
              <w:left w:val="single" w:sz="4" w:space="0" w:color="auto"/>
              <w:bottom w:val="single" w:sz="4" w:space="0" w:color="auto"/>
              <w:right w:val="single" w:sz="4" w:space="0" w:color="auto"/>
            </w:tcBorders>
          </w:tcPr>
          <w:p w14:paraId="347B1DEB" w14:textId="77777777" w:rsidR="00352573" w:rsidRPr="008C6DE4" w:rsidRDefault="00352573" w:rsidP="00867D3A">
            <w:pPr>
              <w:pStyle w:val="TAC"/>
            </w:pPr>
            <w:r w:rsidRPr="008C6DE4">
              <w:t>2</w:t>
            </w:r>
          </w:p>
        </w:tc>
        <w:tc>
          <w:tcPr>
            <w:tcW w:w="1383" w:type="dxa"/>
            <w:tcBorders>
              <w:top w:val="single" w:sz="4" w:space="0" w:color="auto"/>
              <w:left w:val="single" w:sz="4" w:space="0" w:color="auto"/>
              <w:bottom w:val="single" w:sz="4" w:space="0" w:color="auto"/>
              <w:right w:val="single" w:sz="4" w:space="0" w:color="auto"/>
            </w:tcBorders>
          </w:tcPr>
          <w:p w14:paraId="7237860D" w14:textId="77777777" w:rsidR="00352573" w:rsidRPr="008C6DE4" w:rsidRDefault="00352573" w:rsidP="00867D3A">
            <w:pPr>
              <w:pStyle w:val="TAC"/>
            </w:pPr>
            <w:r w:rsidRPr="008C6DE4">
              <w:t>2</w:t>
            </w:r>
          </w:p>
        </w:tc>
        <w:tc>
          <w:tcPr>
            <w:tcW w:w="993" w:type="dxa"/>
            <w:tcBorders>
              <w:top w:val="single" w:sz="4" w:space="0" w:color="auto"/>
              <w:left w:val="single" w:sz="4" w:space="0" w:color="auto"/>
              <w:bottom w:val="single" w:sz="4" w:space="0" w:color="auto"/>
              <w:right w:val="single" w:sz="4" w:space="0" w:color="auto"/>
            </w:tcBorders>
          </w:tcPr>
          <w:p w14:paraId="571E9E14" w14:textId="77777777" w:rsidR="00352573" w:rsidRPr="008C6DE4" w:rsidRDefault="00352573" w:rsidP="00867D3A">
            <w:pPr>
              <w:pStyle w:val="TAC"/>
            </w:pPr>
            <w:r w:rsidRPr="008C6DE4">
              <w:rPr>
                <w:noProof/>
                <w:position w:val="-10"/>
                <w:lang w:val="en-US" w:eastAsia="zh-CN"/>
              </w:rPr>
              <w:drawing>
                <wp:inline distT="0" distB="0" distL="0" distR="0" wp14:anchorId="6A25F200" wp14:editId="4CC1E734">
                  <wp:extent cx="502920" cy="182880"/>
                  <wp:effectExtent l="0" t="0" r="0" b="762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02920" cy="182880"/>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14:paraId="4CA33AC2" w14:textId="77777777" w:rsidR="00352573" w:rsidRPr="008C6DE4" w:rsidRDefault="00352573" w:rsidP="00867D3A">
            <w:pPr>
              <w:pStyle w:val="TAC"/>
            </w:pPr>
            <w:r w:rsidRPr="008C6DE4">
              <w:rPr>
                <w:noProof/>
                <w:position w:val="-10"/>
                <w:lang w:val="en-US" w:eastAsia="zh-CN"/>
              </w:rPr>
              <w:drawing>
                <wp:inline distT="0" distB="0" distL="0" distR="0" wp14:anchorId="45CFA3BC" wp14:editId="49C94813">
                  <wp:extent cx="480060" cy="182880"/>
                  <wp:effectExtent l="0" t="0" r="0" b="7620"/>
                  <wp:docPr id="2944" name="Picture 2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80060" cy="182880"/>
                          </a:xfrm>
                          <a:prstGeom prst="rect">
                            <a:avLst/>
                          </a:prstGeom>
                          <a:noFill/>
                          <a:ln>
                            <a:noFill/>
                          </a:ln>
                        </pic:spPr>
                      </pic:pic>
                    </a:graphicData>
                  </a:graphic>
                </wp:inline>
              </w:drawing>
            </w:r>
          </w:p>
        </w:tc>
        <w:tc>
          <w:tcPr>
            <w:tcW w:w="1562" w:type="dxa"/>
            <w:tcBorders>
              <w:top w:val="single" w:sz="4" w:space="0" w:color="auto"/>
              <w:left w:val="single" w:sz="4" w:space="0" w:color="auto"/>
              <w:bottom w:val="single" w:sz="4" w:space="0" w:color="auto"/>
              <w:right w:val="single" w:sz="4" w:space="0" w:color="auto"/>
            </w:tcBorders>
          </w:tcPr>
          <w:p w14:paraId="2D1207FC" w14:textId="77777777" w:rsidR="00352573" w:rsidRPr="008C6DE4" w:rsidRDefault="00352573" w:rsidP="00867D3A">
            <w:pPr>
              <w:pStyle w:val="TAC"/>
            </w:pPr>
            <w:r w:rsidRPr="008C6DE4">
              <w:t xml:space="preserve">480 x </w:t>
            </w:r>
            <w:r w:rsidRPr="008C6DE4">
              <w:rPr>
                <w:rFonts w:cs="v4.2.0"/>
              </w:rPr>
              <w:t>CSSF</w:t>
            </w:r>
            <w:r w:rsidRPr="008C6DE4">
              <w:rPr>
                <w:rFonts w:cs="v4.2.0"/>
                <w:vertAlign w:val="subscript"/>
              </w:rPr>
              <w:t>interRAT</w:t>
            </w:r>
          </w:p>
        </w:tc>
      </w:tr>
      <w:tr w:rsidR="00DD3199" w:rsidRPr="008C6DE4" w14:paraId="23E4A38E" w14:textId="77777777" w:rsidTr="00867D3A">
        <w:trPr>
          <w:cantSplit/>
          <w:jc w:val="center"/>
        </w:trPr>
        <w:tc>
          <w:tcPr>
            <w:tcW w:w="1451" w:type="dxa"/>
            <w:tcBorders>
              <w:top w:val="single" w:sz="4" w:space="0" w:color="auto"/>
              <w:left w:val="single" w:sz="4" w:space="0" w:color="auto"/>
              <w:bottom w:val="single" w:sz="4" w:space="0" w:color="auto"/>
              <w:right w:val="single" w:sz="4" w:space="0" w:color="auto"/>
            </w:tcBorders>
          </w:tcPr>
          <w:p w14:paraId="66A1635D" w14:textId="77777777" w:rsidR="00352573" w:rsidRPr="008C6DE4" w:rsidRDefault="00352573" w:rsidP="00867D3A">
            <w:pPr>
              <w:pStyle w:val="TAC"/>
            </w:pPr>
            <w:r w:rsidRPr="008C6DE4">
              <w:t>1 (Note 1)</w:t>
            </w:r>
          </w:p>
        </w:tc>
        <w:tc>
          <w:tcPr>
            <w:tcW w:w="1417" w:type="dxa"/>
            <w:tcBorders>
              <w:top w:val="single" w:sz="4" w:space="0" w:color="auto"/>
              <w:left w:val="single" w:sz="4" w:space="0" w:color="auto"/>
              <w:bottom w:val="single" w:sz="4" w:space="0" w:color="auto"/>
              <w:right w:val="single" w:sz="4" w:space="0" w:color="auto"/>
            </w:tcBorders>
          </w:tcPr>
          <w:p w14:paraId="586DE556" w14:textId="77777777" w:rsidR="00352573" w:rsidRPr="008C6DE4" w:rsidRDefault="00352573" w:rsidP="00867D3A">
            <w:pPr>
              <w:pStyle w:val="TAC"/>
            </w:pPr>
            <w:r w:rsidRPr="008C6DE4">
              <w:t>50</w:t>
            </w:r>
          </w:p>
        </w:tc>
        <w:tc>
          <w:tcPr>
            <w:tcW w:w="1310" w:type="dxa"/>
            <w:tcBorders>
              <w:top w:val="single" w:sz="4" w:space="0" w:color="auto"/>
              <w:left w:val="single" w:sz="4" w:space="0" w:color="auto"/>
              <w:bottom w:val="single" w:sz="4" w:space="0" w:color="auto"/>
              <w:right w:val="single" w:sz="4" w:space="0" w:color="auto"/>
            </w:tcBorders>
          </w:tcPr>
          <w:p w14:paraId="0B040C6E" w14:textId="77777777" w:rsidR="00352573" w:rsidRPr="008C6DE4" w:rsidRDefault="00352573" w:rsidP="00867D3A">
            <w:pPr>
              <w:pStyle w:val="TAC"/>
            </w:pPr>
            <w:r w:rsidRPr="008C6DE4">
              <w:t>2</w:t>
            </w:r>
          </w:p>
        </w:tc>
        <w:tc>
          <w:tcPr>
            <w:tcW w:w="1383" w:type="dxa"/>
            <w:tcBorders>
              <w:top w:val="single" w:sz="4" w:space="0" w:color="auto"/>
              <w:left w:val="single" w:sz="4" w:space="0" w:color="auto"/>
              <w:bottom w:val="single" w:sz="4" w:space="0" w:color="auto"/>
              <w:right w:val="single" w:sz="4" w:space="0" w:color="auto"/>
            </w:tcBorders>
          </w:tcPr>
          <w:p w14:paraId="355D98ED" w14:textId="77777777" w:rsidR="00352573" w:rsidRPr="008C6DE4" w:rsidRDefault="00352573" w:rsidP="00867D3A">
            <w:pPr>
              <w:pStyle w:val="TAC"/>
            </w:pPr>
            <w:r w:rsidRPr="008C6DE4">
              <w:t>2</w:t>
            </w:r>
          </w:p>
        </w:tc>
        <w:tc>
          <w:tcPr>
            <w:tcW w:w="993" w:type="dxa"/>
            <w:tcBorders>
              <w:top w:val="single" w:sz="4" w:space="0" w:color="auto"/>
              <w:left w:val="single" w:sz="4" w:space="0" w:color="auto"/>
              <w:bottom w:val="single" w:sz="4" w:space="0" w:color="auto"/>
              <w:right w:val="single" w:sz="4" w:space="0" w:color="auto"/>
            </w:tcBorders>
          </w:tcPr>
          <w:p w14:paraId="62C08214" w14:textId="77777777" w:rsidR="00352573" w:rsidRPr="008C6DE4" w:rsidRDefault="00352573" w:rsidP="00867D3A">
            <w:pPr>
              <w:pStyle w:val="TAC"/>
            </w:pPr>
            <w:r w:rsidRPr="008C6DE4">
              <w:rPr>
                <w:noProof/>
                <w:position w:val="-10"/>
                <w:lang w:val="en-US" w:eastAsia="zh-CN"/>
              </w:rPr>
              <w:drawing>
                <wp:inline distT="0" distB="0" distL="0" distR="0" wp14:anchorId="49DEE681" wp14:editId="073DC865">
                  <wp:extent cx="502920" cy="182880"/>
                  <wp:effectExtent l="0" t="0" r="0" b="7620"/>
                  <wp:docPr id="2945" name="Picture 2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02920" cy="182880"/>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14:paraId="0E4B2C22" w14:textId="77777777" w:rsidR="00352573" w:rsidRPr="008C6DE4" w:rsidRDefault="00352573" w:rsidP="00867D3A">
            <w:pPr>
              <w:pStyle w:val="TAC"/>
            </w:pPr>
            <w:r w:rsidRPr="008C6DE4">
              <w:rPr>
                <w:noProof/>
                <w:position w:val="-10"/>
                <w:lang w:val="en-US" w:eastAsia="zh-CN"/>
              </w:rPr>
              <w:drawing>
                <wp:inline distT="0" distB="0" distL="0" distR="0" wp14:anchorId="683D82E3" wp14:editId="1AD32126">
                  <wp:extent cx="480060" cy="182880"/>
                  <wp:effectExtent l="0" t="0" r="0" b="7620"/>
                  <wp:docPr id="2946" name="Picture 2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80060" cy="182880"/>
                          </a:xfrm>
                          <a:prstGeom prst="rect">
                            <a:avLst/>
                          </a:prstGeom>
                          <a:noFill/>
                          <a:ln>
                            <a:noFill/>
                          </a:ln>
                        </pic:spPr>
                      </pic:pic>
                    </a:graphicData>
                  </a:graphic>
                </wp:inline>
              </w:drawing>
            </w:r>
          </w:p>
        </w:tc>
        <w:tc>
          <w:tcPr>
            <w:tcW w:w="1562" w:type="dxa"/>
            <w:tcBorders>
              <w:top w:val="single" w:sz="4" w:space="0" w:color="auto"/>
              <w:left w:val="single" w:sz="4" w:space="0" w:color="auto"/>
              <w:bottom w:val="single" w:sz="4" w:space="0" w:color="auto"/>
              <w:right w:val="single" w:sz="4" w:space="0" w:color="auto"/>
            </w:tcBorders>
          </w:tcPr>
          <w:p w14:paraId="74E8D948" w14:textId="77777777" w:rsidR="00352573" w:rsidRPr="008C6DE4" w:rsidRDefault="00352573" w:rsidP="00867D3A">
            <w:pPr>
              <w:pStyle w:val="TAC"/>
            </w:pPr>
            <w:r w:rsidRPr="008C6DE4">
              <w:t xml:space="preserve">240 x </w:t>
            </w:r>
            <w:r w:rsidRPr="008C6DE4">
              <w:rPr>
                <w:rFonts w:cs="v4.2.0"/>
              </w:rPr>
              <w:t>CSSF</w:t>
            </w:r>
            <w:r w:rsidRPr="008C6DE4">
              <w:rPr>
                <w:rFonts w:cs="v4.2.0"/>
                <w:vertAlign w:val="subscript"/>
              </w:rPr>
              <w:t>interRAT</w:t>
            </w:r>
          </w:p>
        </w:tc>
      </w:tr>
      <w:tr w:rsidR="00DD3199" w:rsidRPr="008C6DE4" w14:paraId="11A68EE3" w14:textId="77777777" w:rsidTr="00867D3A">
        <w:trPr>
          <w:cantSplit/>
          <w:jc w:val="center"/>
        </w:trPr>
        <w:tc>
          <w:tcPr>
            <w:tcW w:w="1451" w:type="dxa"/>
            <w:tcBorders>
              <w:top w:val="single" w:sz="4" w:space="0" w:color="auto"/>
              <w:left w:val="single" w:sz="4" w:space="0" w:color="auto"/>
              <w:bottom w:val="single" w:sz="4" w:space="0" w:color="auto"/>
              <w:right w:val="single" w:sz="4" w:space="0" w:color="auto"/>
            </w:tcBorders>
          </w:tcPr>
          <w:p w14:paraId="156356EE" w14:textId="77777777" w:rsidR="00352573" w:rsidRPr="008C6DE4" w:rsidRDefault="00352573" w:rsidP="00867D3A">
            <w:pPr>
              <w:pStyle w:val="TAC"/>
              <w:rPr>
                <w:lang w:eastAsia="zh-CN"/>
              </w:rPr>
            </w:pPr>
            <w:r w:rsidRPr="008C6DE4">
              <w:rPr>
                <w:lang w:eastAsia="zh-CN"/>
              </w:rPr>
              <w:t>2</w:t>
            </w:r>
          </w:p>
        </w:tc>
        <w:tc>
          <w:tcPr>
            <w:tcW w:w="1417" w:type="dxa"/>
            <w:tcBorders>
              <w:top w:val="single" w:sz="4" w:space="0" w:color="auto"/>
              <w:left w:val="single" w:sz="4" w:space="0" w:color="auto"/>
              <w:bottom w:val="single" w:sz="4" w:space="0" w:color="auto"/>
              <w:right w:val="single" w:sz="4" w:space="0" w:color="auto"/>
            </w:tcBorders>
          </w:tcPr>
          <w:p w14:paraId="1F0AA1DC" w14:textId="77777777" w:rsidR="00352573" w:rsidRPr="008C6DE4" w:rsidRDefault="00352573" w:rsidP="00867D3A">
            <w:pPr>
              <w:pStyle w:val="TAC"/>
              <w:rPr>
                <w:lang w:eastAsia="zh-CN"/>
              </w:rPr>
            </w:pPr>
            <w:r w:rsidRPr="008C6DE4">
              <w:rPr>
                <w:lang w:eastAsia="zh-CN"/>
              </w:rPr>
              <w:t>6</w:t>
            </w:r>
          </w:p>
        </w:tc>
        <w:tc>
          <w:tcPr>
            <w:tcW w:w="1310" w:type="dxa"/>
            <w:tcBorders>
              <w:top w:val="single" w:sz="4" w:space="0" w:color="auto"/>
              <w:left w:val="single" w:sz="4" w:space="0" w:color="auto"/>
              <w:bottom w:val="single" w:sz="4" w:space="0" w:color="auto"/>
              <w:right w:val="single" w:sz="4" w:space="0" w:color="auto"/>
            </w:tcBorders>
          </w:tcPr>
          <w:p w14:paraId="75F02DA4" w14:textId="77777777" w:rsidR="00352573" w:rsidRPr="008C6DE4" w:rsidRDefault="00352573" w:rsidP="00867D3A">
            <w:pPr>
              <w:pStyle w:val="TAC"/>
              <w:rPr>
                <w:lang w:eastAsia="zh-CN"/>
              </w:rPr>
            </w:pPr>
            <w:r w:rsidRPr="008C6DE4">
              <w:rPr>
                <w:lang w:eastAsia="zh-CN"/>
              </w:rPr>
              <w:t>1</w:t>
            </w:r>
          </w:p>
        </w:tc>
        <w:tc>
          <w:tcPr>
            <w:tcW w:w="1383" w:type="dxa"/>
            <w:tcBorders>
              <w:top w:val="single" w:sz="4" w:space="0" w:color="auto"/>
              <w:left w:val="single" w:sz="4" w:space="0" w:color="auto"/>
              <w:bottom w:val="single" w:sz="4" w:space="0" w:color="auto"/>
              <w:right w:val="single" w:sz="4" w:space="0" w:color="auto"/>
            </w:tcBorders>
          </w:tcPr>
          <w:p w14:paraId="1A13D9AD" w14:textId="77777777" w:rsidR="00352573" w:rsidRPr="008C6DE4" w:rsidRDefault="00352573" w:rsidP="00867D3A">
            <w:pPr>
              <w:pStyle w:val="TAC"/>
              <w:rPr>
                <w:lang w:eastAsia="zh-CN"/>
              </w:rPr>
            </w:pPr>
            <w:r w:rsidRPr="008C6DE4">
              <w:rPr>
                <w:lang w:eastAsia="zh-CN"/>
              </w:rPr>
              <w:t>3</w:t>
            </w:r>
          </w:p>
        </w:tc>
        <w:tc>
          <w:tcPr>
            <w:tcW w:w="993" w:type="dxa"/>
            <w:tcBorders>
              <w:top w:val="single" w:sz="4" w:space="0" w:color="auto"/>
              <w:left w:val="single" w:sz="4" w:space="0" w:color="auto"/>
              <w:bottom w:val="single" w:sz="4" w:space="0" w:color="auto"/>
              <w:right w:val="single" w:sz="4" w:space="0" w:color="auto"/>
            </w:tcBorders>
          </w:tcPr>
          <w:p w14:paraId="0692874F" w14:textId="77777777" w:rsidR="00352573" w:rsidRPr="008C6DE4" w:rsidRDefault="00352573" w:rsidP="00867D3A">
            <w:pPr>
              <w:pStyle w:val="TAC"/>
              <w:rPr>
                <w:noProof/>
                <w:position w:val="-10"/>
                <w:lang w:val="en-US" w:eastAsia="zh-CN"/>
              </w:rPr>
            </w:pPr>
            <w:r w:rsidRPr="008C6DE4">
              <w:rPr>
                <w:noProof/>
                <w:position w:val="-10"/>
                <w:lang w:val="en-US" w:eastAsia="zh-CN"/>
              </w:rPr>
              <w:drawing>
                <wp:inline distT="0" distB="0" distL="0" distR="0" wp14:anchorId="30AB6AC0" wp14:editId="3B2B0737">
                  <wp:extent cx="502920" cy="182880"/>
                  <wp:effectExtent l="0" t="0" r="0" b="7620"/>
                  <wp:docPr id="2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02920" cy="182880"/>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14:paraId="3E5DA3C9" w14:textId="77777777" w:rsidR="00352573" w:rsidRPr="008C6DE4" w:rsidRDefault="00352573" w:rsidP="00867D3A">
            <w:pPr>
              <w:pStyle w:val="TAC"/>
              <w:rPr>
                <w:noProof/>
                <w:position w:val="-10"/>
                <w:lang w:val="en-US" w:eastAsia="zh-CN"/>
              </w:rPr>
            </w:pPr>
            <w:r w:rsidRPr="008C6DE4">
              <w:rPr>
                <w:noProof/>
                <w:position w:val="-10"/>
                <w:lang w:val="en-US" w:eastAsia="zh-CN"/>
              </w:rPr>
              <w:drawing>
                <wp:inline distT="0" distB="0" distL="0" distR="0" wp14:anchorId="7CC09D0C" wp14:editId="0455CDEC">
                  <wp:extent cx="480060" cy="182880"/>
                  <wp:effectExtent l="0" t="0" r="0" b="7620"/>
                  <wp:docPr id="28"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80060" cy="182880"/>
                          </a:xfrm>
                          <a:prstGeom prst="rect">
                            <a:avLst/>
                          </a:prstGeom>
                          <a:noFill/>
                          <a:ln>
                            <a:noFill/>
                          </a:ln>
                        </pic:spPr>
                      </pic:pic>
                    </a:graphicData>
                  </a:graphic>
                </wp:inline>
              </w:drawing>
            </w:r>
          </w:p>
        </w:tc>
        <w:tc>
          <w:tcPr>
            <w:tcW w:w="1562" w:type="dxa"/>
            <w:tcBorders>
              <w:top w:val="single" w:sz="4" w:space="0" w:color="auto"/>
              <w:left w:val="single" w:sz="4" w:space="0" w:color="auto"/>
              <w:bottom w:val="single" w:sz="4" w:space="0" w:color="auto"/>
              <w:right w:val="single" w:sz="4" w:space="0" w:color="auto"/>
            </w:tcBorders>
          </w:tcPr>
          <w:p w14:paraId="296137CD" w14:textId="77777777" w:rsidR="00352573" w:rsidRPr="008C6DE4" w:rsidRDefault="00352573" w:rsidP="00867D3A">
            <w:pPr>
              <w:pStyle w:val="TAC"/>
              <w:rPr>
                <w:lang w:eastAsia="zh-CN"/>
              </w:rPr>
            </w:pPr>
            <w:r w:rsidRPr="008C6DE4">
              <w:rPr>
                <w:lang w:eastAsia="zh-CN"/>
              </w:rPr>
              <w:t>720</w:t>
            </w:r>
            <w:r w:rsidRPr="008C6DE4">
              <w:t xml:space="preserve"> x </w:t>
            </w:r>
            <w:r w:rsidRPr="008C6DE4">
              <w:rPr>
                <w:rFonts w:cs="v4.2.0"/>
              </w:rPr>
              <w:t>CSSF</w:t>
            </w:r>
            <w:r w:rsidRPr="008C6DE4">
              <w:rPr>
                <w:rFonts w:cs="v4.2.0"/>
                <w:vertAlign w:val="subscript"/>
              </w:rPr>
              <w:t>interRAT</w:t>
            </w:r>
          </w:p>
        </w:tc>
      </w:tr>
      <w:tr w:rsidR="00DD3199" w:rsidRPr="008C6DE4" w14:paraId="5F73FD91" w14:textId="77777777" w:rsidTr="00867D3A">
        <w:trPr>
          <w:cantSplit/>
          <w:jc w:val="center"/>
        </w:trPr>
        <w:tc>
          <w:tcPr>
            <w:tcW w:w="1451" w:type="dxa"/>
            <w:tcBorders>
              <w:top w:val="single" w:sz="4" w:space="0" w:color="auto"/>
              <w:left w:val="single" w:sz="4" w:space="0" w:color="auto"/>
              <w:bottom w:val="single" w:sz="4" w:space="0" w:color="auto"/>
              <w:right w:val="single" w:sz="4" w:space="0" w:color="auto"/>
            </w:tcBorders>
          </w:tcPr>
          <w:p w14:paraId="3DC46505" w14:textId="77777777" w:rsidR="00352573" w:rsidRPr="008C6DE4" w:rsidRDefault="00352573" w:rsidP="00867D3A">
            <w:pPr>
              <w:pStyle w:val="TAC"/>
              <w:rPr>
                <w:lang w:eastAsia="zh-CN"/>
              </w:rPr>
            </w:pPr>
            <w:r w:rsidRPr="008C6DE4">
              <w:rPr>
                <w:lang w:eastAsia="zh-CN"/>
              </w:rPr>
              <w:t>3 (Note 1)</w:t>
            </w:r>
          </w:p>
        </w:tc>
        <w:tc>
          <w:tcPr>
            <w:tcW w:w="1417" w:type="dxa"/>
            <w:tcBorders>
              <w:top w:val="single" w:sz="4" w:space="0" w:color="auto"/>
              <w:left w:val="single" w:sz="4" w:space="0" w:color="auto"/>
              <w:bottom w:val="single" w:sz="4" w:space="0" w:color="auto"/>
              <w:right w:val="single" w:sz="4" w:space="0" w:color="auto"/>
            </w:tcBorders>
          </w:tcPr>
          <w:p w14:paraId="32644064" w14:textId="77777777" w:rsidR="00352573" w:rsidRPr="008C6DE4" w:rsidRDefault="00352573" w:rsidP="00867D3A">
            <w:pPr>
              <w:pStyle w:val="TAC"/>
              <w:rPr>
                <w:lang w:eastAsia="zh-CN"/>
              </w:rPr>
            </w:pPr>
            <w:r w:rsidRPr="008C6DE4">
              <w:rPr>
                <w:lang w:eastAsia="zh-CN"/>
              </w:rPr>
              <w:t>50</w:t>
            </w:r>
          </w:p>
        </w:tc>
        <w:tc>
          <w:tcPr>
            <w:tcW w:w="1310" w:type="dxa"/>
            <w:tcBorders>
              <w:top w:val="single" w:sz="4" w:space="0" w:color="auto"/>
              <w:left w:val="single" w:sz="4" w:space="0" w:color="auto"/>
              <w:bottom w:val="single" w:sz="4" w:space="0" w:color="auto"/>
              <w:right w:val="single" w:sz="4" w:space="0" w:color="auto"/>
            </w:tcBorders>
          </w:tcPr>
          <w:p w14:paraId="4B07126C" w14:textId="77777777" w:rsidR="00352573" w:rsidRPr="008C6DE4" w:rsidRDefault="00352573" w:rsidP="00867D3A">
            <w:pPr>
              <w:pStyle w:val="TAC"/>
              <w:rPr>
                <w:lang w:eastAsia="zh-CN"/>
              </w:rPr>
            </w:pPr>
            <w:r w:rsidRPr="008C6DE4">
              <w:rPr>
                <w:lang w:eastAsia="zh-CN"/>
              </w:rPr>
              <w:t>1</w:t>
            </w:r>
          </w:p>
        </w:tc>
        <w:tc>
          <w:tcPr>
            <w:tcW w:w="1383" w:type="dxa"/>
            <w:tcBorders>
              <w:top w:val="single" w:sz="4" w:space="0" w:color="auto"/>
              <w:left w:val="single" w:sz="4" w:space="0" w:color="auto"/>
              <w:bottom w:val="single" w:sz="4" w:space="0" w:color="auto"/>
              <w:right w:val="single" w:sz="4" w:space="0" w:color="auto"/>
            </w:tcBorders>
          </w:tcPr>
          <w:p w14:paraId="695A87C2" w14:textId="77777777" w:rsidR="00352573" w:rsidRPr="008C6DE4" w:rsidRDefault="00352573" w:rsidP="00867D3A">
            <w:pPr>
              <w:pStyle w:val="TAC"/>
              <w:rPr>
                <w:lang w:eastAsia="zh-CN"/>
              </w:rPr>
            </w:pPr>
            <w:r w:rsidRPr="008C6DE4">
              <w:rPr>
                <w:lang w:eastAsia="zh-CN"/>
              </w:rPr>
              <w:t>3</w:t>
            </w:r>
          </w:p>
        </w:tc>
        <w:tc>
          <w:tcPr>
            <w:tcW w:w="993" w:type="dxa"/>
            <w:tcBorders>
              <w:top w:val="single" w:sz="4" w:space="0" w:color="auto"/>
              <w:left w:val="single" w:sz="4" w:space="0" w:color="auto"/>
              <w:bottom w:val="single" w:sz="4" w:space="0" w:color="auto"/>
              <w:right w:val="single" w:sz="4" w:space="0" w:color="auto"/>
            </w:tcBorders>
          </w:tcPr>
          <w:p w14:paraId="5117051A" w14:textId="77777777" w:rsidR="00352573" w:rsidRPr="008C6DE4" w:rsidRDefault="00352573" w:rsidP="00867D3A">
            <w:pPr>
              <w:pStyle w:val="TAC"/>
              <w:rPr>
                <w:noProof/>
                <w:position w:val="-10"/>
                <w:lang w:val="en-US" w:eastAsia="zh-CN"/>
              </w:rPr>
            </w:pPr>
            <w:r w:rsidRPr="008C6DE4">
              <w:rPr>
                <w:noProof/>
                <w:position w:val="-10"/>
                <w:lang w:val="en-US" w:eastAsia="zh-CN"/>
              </w:rPr>
              <w:drawing>
                <wp:inline distT="0" distB="0" distL="0" distR="0" wp14:anchorId="6AC99440" wp14:editId="524939F5">
                  <wp:extent cx="502920" cy="182880"/>
                  <wp:effectExtent l="0" t="0" r="0" b="7620"/>
                  <wp:docPr id="29"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02920" cy="182880"/>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14:paraId="7B2B984C" w14:textId="77777777" w:rsidR="00352573" w:rsidRPr="008C6DE4" w:rsidRDefault="00352573" w:rsidP="00867D3A">
            <w:pPr>
              <w:pStyle w:val="TAC"/>
              <w:rPr>
                <w:noProof/>
                <w:position w:val="-10"/>
                <w:lang w:val="en-US" w:eastAsia="zh-CN"/>
              </w:rPr>
            </w:pPr>
            <w:r w:rsidRPr="008C6DE4">
              <w:rPr>
                <w:noProof/>
                <w:position w:val="-10"/>
                <w:lang w:val="en-US" w:eastAsia="zh-CN"/>
              </w:rPr>
              <w:drawing>
                <wp:inline distT="0" distB="0" distL="0" distR="0" wp14:anchorId="5E415C9F" wp14:editId="0C8B19D4">
                  <wp:extent cx="480060" cy="182880"/>
                  <wp:effectExtent l="0" t="0" r="0" b="7620"/>
                  <wp:docPr id="3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80060" cy="182880"/>
                          </a:xfrm>
                          <a:prstGeom prst="rect">
                            <a:avLst/>
                          </a:prstGeom>
                          <a:noFill/>
                          <a:ln>
                            <a:noFill/>
                          </a:ln>
                        </pic:spPr>
                      </pic:pic>
                    </a:graphicData>
                  </a:graphic>
                </wp:inline>
              </w:drawing>
            </w:r>
          </w:p>
        </w:tc>
        <w:tc>
          <w:tcPr>
            <w:tcW w:w="1562" w:type="dxa"/>
            <w:tcBorders>
              <w:top w:val="single" w:sz="4" w:space="0" w:color="auto"/>
              <w:left w:val="single" w:sz="4" w:space="0" w:color="auto"/>
              <w:bottom w:val="single" w:sz="4" w:space="0" w:color="auto"/>
              <w:right w:val="single" w:sz="4" w:space="0" w:color="auto"/>
            </w:tcBorders>
          </w:tcPr>
          <w:p w14:paraId="527EA45A" w14:textId="77777777" w:rsidR="00352573" w:rsidRPr="008C6DE4" w:rsidRDefault="00352573" w:rsidP="00867D3A">
            <w:pPr>
              <w:pStyle w:val="TAC"/>
            </w:pPr>
            <w:r w:rsidRPr="008C6DE4">
              <w:t xml:space="preserve">480 x </w:t>
            </w:r>
            <w:r w:rsidRPr="008C6DE4">
              <w:rPr>
                <w:rFonts w:cs="v4.2.0"/>
              </w:rPr>
              <w:t>CSSF</w:t>
            </w:r>
            <w:r w:rsidRPr="008C6DE4">
              <w:rPr>
                <w:rFonts w:cs="v4.2.0"/>
                <w:vertAlign w:val="subscript"/>
              </w:rPr>
              <w:t>interRAT</w:t>
            </w:r>
          </w:p>
        </w:tc>
      </w:tr>
      <w:tr w:rsidR="00352573" w:rsidRPr="008C6DE4" w14:paraId="434E6BDB" w14:textId="77777777" w:rsidTr="00867D3A">
        <w:trPr>
          <w:cantSplit/>
          <w:jc w:val="center"/>
        </w:trPr>
        <w:tc>
          <w:tcPr>
            <w:tcW w:w="9108" w:type="dxa"/>
            <w:gridSpan w:val="7"/>
            <w:tcBorders>
              <w:top w:val="single" w:sz="4" w:space="0" w:color="auto"/>
              <w:left w:val="single" w:sz="4" w:space="0" w:color="auto"/>
              <w:bottom w:val="single" w:sz="4" w:space="0" w:color="auto"/>
              <w:right w:val="single" w:sz="4" w:space="0" w:color="auto"/>
            </w:tcBorders>
          </w:tcPr>
          <w:p w14:paraId="7FF02AA0" w14:textId="7A97A1CB" w:rsidR="0033264D" w:rsidRPr="008C6DE4" w:rsidRDefault="00352573" w:rsidP="0033264D">
            <w:pPr>
              <w:pStyle w:val="TAN"/>
            </w:pPr>
            <w:r w:rsidRPr="008C6DE4">
              <w:t>NOTE 1:</w:t>
            </w:r>
            <w:r w:rsidRPr="008C6DE4">
              <w:tab/>
              <w:t>This configuration is optional.</w:t>
            </w:r>
          </w:p>
          <w:p w14:paraId="6F12E7AB" w14:textId="1B703768" w:rsidR="00352573" w:rsidRPr="008C6DE4" w:rsidRDefault="00352573" w:rsidP="00867D3A">
            <w:pPr>
              <w:pStyle w:val="TAN"/>
            </w:pPr>
            <w:r w:rsidRPr="008C6DE4">
              <w:t>NOTE 2:</w:t>
            </w:r>
            <w:r w:rsidRPr="008C6DE4">
              <w:rPr>
                <w:rFonts w:cs="Arial"/>
              </w:rPr>
              <w:tab/>
              <w:t>Void</w:t>
            </w:r>
          </w:p>
        </w:tc>
      </w:tr>
    </w:tbl>
    <w:p w14:paraId="328C7738" w14:textId="77777777" w:rsidR="00352573" w:rsidRPr="008C6DE4" w:rsidRDefault="00352573" w:rsidP="00352573">
      <w:pPr>
        <w:rPr>
          <w:noProof/>
        </w:rPr>
      </w:pPr>
    </w:p>
    <w:p w14:paraId="4CDB6B16" w14:textId="77777777" w:rsidR="002B714F" w:rsidRPr="00691C10" w:rsidRDefault="002B714F" w:rsidP="002B714F">
      <w:pPr>
        <w:rPr>
          <w:rFonts w:cs="v4.2.0"/>
        </w:rPr>
      </w:pPr>
      <w:r w:rsidRPr="00691C10">
        <w:rPr>
          <w:rFonts w:cs="v4.2.0"/>
        </w:rPr>
        <w:t xml:space="preserve">When measurement gaps are scheduled for </w:t>
      </w:r>
      <w:r w:rsidRPr="008C6DE4">
        <w:rPr>
          <w:rFonts w:cs="v4.2.0"/>
        </w:rPr>
        <w:t>E-UTRAN</w:t>
      </w:r>
      <w:r>
        <w:rPr>
          <w:rFonts w:cs="v4.2.0"/>
        </w:rPr>
        <w:t xml:space="preserve"> T</w:t>
      </w:r>
      <w:r w:rsidRPr="00691C10">
        <w:rPr>
          <w:rFonts w:cs="v4.2.0"/>
        </w:rPr>
        <w:t>DD inter</w:t>
      </w:r>
      <w:r>
        <w:rPr>
          <w:rFonts w:cs="v4.2.0"/>
        </w:rPr>
        <w:t xml:space="preserve">-RAT </w:t>
      </w:r>
      <w:r w:rsidRPr="00691C10">
        <w:rPr>
          <w:rFonts w:cs="v4.2.0"/>
        </w:rPr>
        <w:t xml:space="preserve">measurements, </w:t>
      </w:r>
      <w:r w:rsidRPr="0050332D">
        <w:rPr>
          <w:lang w:val="sv-SE" w:eastAsia="sv-SE"/>
        </w:rPr>
        <w:t>or the UE supports capability of conducting such measurements without gaps</w:t>
      </w:r>
      <w:r w:rsidRPr="0050332D">
        <w:rPr>
          <w:rFonts w:cs="v4.2.0"/>
        </w:rPr>
        <w:t>,</w:t>
      </w:r>
      <w:r>
        <w:rPr>
          <w:rFonts w:cs="v4.2.0"/>
        </w:rPr>
        <w:t xml:space="preserve"> </w:t>
      </w:r>
      <w:r w:rsidRPr="00691C10">
        <w:rPr>
          <w:rFonts w:cs="v4.2.0"/>
        </w:rPr>
        <w:t xml:space="preserve">the UE physical layer shall be capable of reporting RSRP, RSRQ, and RS-SINR measurements to higher layers with measurement period </w:t>
      </w:r>
      <w:r w:rsidRPr="008C6DE4">
        <w:rPr>
          <w:rFonts w:cs="Arial"/>
        </w:rPr>
        <w:t>T</w:t>
      </w:r>
      <w:r w:rsidRPr="008C6DE4">
        <w:rPr>
          <w:rFonts w:cs="Arial"/>
          <w:vertAlign w:val="subscript"/>
        </w:rPr>
        <w:t>measure, E-UTRAN TDD</w:t>
      </w:r>
      <w:r w:rsidRPr="00691C10">
        <w:rPr>
          <w:rFonts w:cs="v4.2.0"/>
        </w:rPr>
        <w:t xml:space="preserve"> given by table </w:t>
      </w:r>
      <w:r w:rsidRPr="008C6DE4">
        <w:t>9.4.</w:t>
      </w:r>
      <w:r>
        <w:t>3</w:t>
      </w:r>
      <w:r w:rsidRPr="008C6DE4">
        <w:t>.</w:t>
      </w:r>
      <w:r>
        <w:t>2</w:t>
      </w:r>
      <w:r w:rsidRPr="008C6DE4">
        <w:t>-</w:t>
      </w:r>
      <w:r>
        <w:t>1</w:t>
      </w:r>
      <w:r w:rsidRPr="00691C10">
        <w:rPr>
          <w:rFonts w:cs="v4.2.0"/>
        </w:rPr>
        <w:t>.</w:t>
      </w:r>
    </w:p>
    <w:p w14:paraId="18A808F4" w14:textId="77777777" w:rsidR="002B714F" w:rsidRPr="008C6DE4" w:rsidRDefault="002B714F" w:rsidP="002B714F">
      <w:pPr>
        <w:rPr>
          <w:lang w:eastAsia="ko-KR"/>
        </w:rPr>
      </w:pPr>
      <w:r w:rsidRPr="008C6DE4">
        <w:t xml:space="preserve">The UE shall be capable of identifying and performing </w:t>
      </w:r>
      <w:r w:rsidRPr="008C6DE4">
        <w:rPr>
          <w:rFonts w:cs="v4.2.0"/>
        </w:rPr>
        <w:t>NR – E-UTRAN</w:t>
      </w:r>
      <w:r w:rsidRPr="008C6DE4">
        <w:t xml:space="preserve"> TDD RSRP, RSRQ, and RS-SINR measurements of at least 4 identified E-UTRAN TDD cells per E-UTRA TDD carrier frequency layer during each layer 1 measurement period, for up to 7 E-UTRA TDD carrier frequency layers.</w:t>
      </w:r>
    </w:p>
    <w:p w14:paraId="420AA0F3" w14:textId="77777777" w:rsidR="00352573" w:rsidRPr="008C6DE4" w:rsidRDefault="00352573" w:rsidP="00352573">
      <w:pPr>
        <w:rPr>
          <w:rFonts w:cs="v4.2.0"/>
        </w:rPr>
      </w:pPr>
      <w:r w:rsidRPr="008C6DE4">
        <w:rPr>
          <w:rFonts w:cs="v4.2.0"/>
        </w:rPr>
        <w:t>If higher layer filtering is used, an additional cell identification delay can be expected.</w:t>
      </w:r>
    </w:p>
    <w:p w14:paraId="2CCD6BB0" w14:textId="77777777" w:rsidR="00352573" w:rsidRPr="008C6DE4" w:rsidRDefault="00352573" w:rsidP="00352573">
      <w:pPr>
        <w:rPr>
          <w:rFonts w:cs="v4.2.0"/>
        </w:rPr>
      </w:pPr>
      <w:r w:rsidRPr="008C6DE4">
        <w:rPr>
          <w:rFonts w:cs="v4.2.0"/>
        </w:rPr>
        <w:t>The NR – E-UTRAN TDD RSRP measurement accuracy for all measured cells shall be as specified in clause 10.2.2. The NR – E-UTRAN TDD RSRQ measurement accuracy for all measured cells shall be as specified in clause 10.2.3. The NR – E-UTRAN TDD RS-SINR measurement accuracy for all measured cells shall be as specified in clause 10.2.5.</w:t>
      </w:r>
    </w:p>
    <w:p w14:paraId="5FA8F782" w14:textId="41A5D0A3" w:rsidR="00352573" w:rsidRPr="008C6DE4" w:rsidRDefault="0048284E" w:rsidP="0048284E">
      <w:pPr>
        <w:pStyle w:val="Heading4"/>
      </w:pPr>
      <w:r w:rsidRPr="008C6DE4">
        <w:t>9.4.3.3</w:t>
      </w:r>
      <w:r w:rsidR="00352573" w:rsidRPr="008C6DE4">
        <w:tab/>
        <w:t>Requirements when DRX is used</w:t>
      </w:r>
    </w:p>
    <w:p w14:paraId="702C1562" w14:textId="77777777" w:rsidR="00352573" w:rsidRPr="008C6DE4" w:rsidRDefault="00352573" w:rsidP="00352573">
      <w:pPr>
        <w:keepLines/>
        <w:tabs>
          <w:tab w:val="center" w:pos="4536"/>
          <w:tab w:val="right" w:pos="9072"/>
        </w:tabs>
      </w:pPr>
      <w:r w:rsidRPr="008C6DE4">
        <w:rPr>
          <w:rFonts w:cs="v4.2.0"/>
          <w:noProof/>
        </w:rPr>
        <w:t xml:space="preserve">When DRX is in use and </w:t>
      </w:r>
      <w:r w:rsidRPr="008C6DE4">
        <w:rPr>
          <w:noProof/>
        </w:rPr>
        <w:t>measurement gaps are configured</w:t>
      </w:r>
      <w:r w:rsidRPr="008C6DE4">
        <w:rPr>
          <w:rFonts w:cs="v4.2.0"/>
          <w:noProof/>
          <w:lang w:eastAsia="zh-CN"/>
        </w:rPr>
        <w:t>,</w:t>
      </w:r>
      <w:r w:rsidRPr="008C6DE4">
        <w:rPr>
          <w:rFonts w:cs="v4.2.0"/>
          <w:noProof/>
        </w:rPr>
        <w:t xml:space="preserve"> the UE shall be able to identify a new detectable E-UTRAN TDD cell within T</w:t>
      </w:r>
      <w:r w:rsidRPr="008C6DE4">
        <w:rPr>
          <w:rFonts w:cs="v4.2.0"/>
          <w:noProof/>
          <w:vertAlign w:val="subscript"/>
        </w:rPr>
        <w:t>Identify, E-UTRAN TDD</w:t>
      </w:r>
      <w:r w:rsidRPr="008C6DE4">
        <w:rPr>
          <w:rFonts w:cs="v4.2.0"/>
          <w:noProof/>
        </w:rPr>
        <w:t xml:space="preserve"> specified in Table 9.4.3.3-1.</w:t>
      </w:r>
    </w:p>
    <w:p w14:paraId="663D44AA" w14:textId="77777777" w:rsidR="00352573" w:rsidRPr="008C6DE4" w:rsidRDefault="00352573" w:rsidP="00352573">
      <w:pPr>
        <w:keepNext/>
        <w:keepLines/>
        <w:spacing w:before="60"/>
        <w:jc w:val="center"/>
      </w:pPr>
      <w:r w:rsidRPr="008C6DE4">
        <w:rPr>
          <w:rFonts w:ascii="Arial" w:hAnsi="Arial"/>
          <w:b/>
        </w:rPr>
        <w:t>Table 9.4.3.3-1: Requirement to identify a newly detectable E-UTRAN TDD cell</w:t>
      </w:r>
    </w:p>
    <w:tbl>
      <w:tblPr>
        <w:tblW w:w="37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2543"/>
        <w:gridCol w:w="2492"/>
      </w:tblGrid>
      <w:tr w:rsidR="00DD3199" w:rsidRPr="008C6DE4" w14:paraId="564668AA" w14:textId="77777777" w:rsidTr="00867D3A">
        <w:trPr>
          <w:cantSplit/>
          <w:jc w:val="center"/>
        </w:trPr>
        <w:tc>
          <w:tcPr>
            <w:tcW w:w="1557" w:type="pct"/>
            <w:tcBorders>
              <w:top w:val="single" w:sz="4" w:space="0" w:color="auto"/>
              <w:left w:val="single" w:sz="4" w:space="0" w:color="auto"/>
              <w:bottom w:val="single" w:sz="4" w:space="0" w:color="auto"/>
              <w:right w:val="single" w:sz="4" w:space="0" w:color="auto"/>
            </w:tcBorders>
            <w:hideMark/>
          </w:tcPr>
          <w:p w14:paraId="57801588" w14:textId="77777777" w:rsidR="00352573" w:rsidRPr="008C6DE4" w:rsidRDefault="00352573" w:rsidP="00867D3A">
            <w:pPr>
              <w:keepNext/>
              <w:keepLines/>
              <w:spacing w:after="0"/>
              <w:jc w:val="center"/>
            </w:pPr>
            <w:r w:rsidRPr="008C6DE4">
              <w:rPr>
                <w:rFonts w:ascii="Arial" w:hAnsi="Arial"/>
                <w:b/>
                <w:sz w:val="18"/>
              </w:rPr>
              <w:t>DRX cycle length (s)</w:t>
            </w:r>
          </w:p>
        </w:tc>
        <w:tc>
          <w:tcPr>
            <w:tcW w:w="3443" w:type="pct"/>
            <w:gridSpan w:val="2"/>
            <w:tcBorders>
              <w:top w:val="single" w:sz="4" w:space="0" w:color="auto"/>
              <w:left w:val="single" w:sz="4" w:space="0" w:color="auto"/>
              <w:bottom w:val="single" w:sz="4" w:space="0" w:color="auto"/>
              <w:right w:val="single" w:sz="4" w:space="0" w:color="auto"/>
            </w:tcBorders>
            <w:hideMark/>
          </w:tcPr>
          <w:p w14:paraId="67C6F232" w14:textId="77777777" w:rsidR="00352573" w:rsidRPr="008C6DE4" w:rsidRDefault="00352573" w:rsidP="00867D3A">
            <w:pPr>
              <w:keepNext/>
              <w:keepLines/>
              <w:spacing w:after="0"/>
              <w:jc w:val="center"/>
            </w:pPr>
            <w:r w:rsidRPr="008C6DE4">
              <w:rPr>
                <w:rFonts w:ascii="Arial" w:hAnsi="Arial"/>
                <w:b/>
                <w:sz w:val="18"/>
              </w:rPr>
              <w:t>T</w:t>
            </w:r>
            <w:r w:rsidRPr="008C6DE4">
              <w:rPr>
                <w:rFonts w:ascii="Arial" w:hAnsi="Arial"/>
                <w:b/>
                <w:sz w:val="18"/>
                <w:vertAlign w:val="subscript"/>
              </w:rPr>
              <w:t xml:space="preserve">Identify, E-UTRAN TDD </w:t>
            </w:r>
            <w:r w:rsidRPr="008C6DE4">
              <w:rPr>
                <w:rFonts w:ascii="Arial" w:hAnsi="Arial"/>
                <w:b/>
                <w:sz w:val="18"/>
              </w:rPr>
              <w:t>(s) (DRX cycles)</w:t>
            </w:r>
          </w:p>
        </w:tc>
      </w:tr>
      <w:tr w:rsidR="00DD3199" w:rsidRPr="008C6DE4" w14:paraId="0910B2EB" w14:textId="77777777" w:rsidTr="00867D3A">
        <w:trPr>
          <w:cantSplit/>
          <w:jc w:val="center"/>
        </w:trPr>
        <w:tc>
          <w:tcPr>
            <w:tcW w:w="1557" w:type="pct"/>
            <w:tcBorders>
              <w:top w:val="single" w:sz="4" w:space="0" w:color="auto"/>
              <w:left w:val="single" w:sz="4" w:space="0" w:color="auto"/>
              <w:bottom w:val="single" w:sz="4" w:space="0" w:color="auto"/>
              <w:right w:val="single" w:sz="4" w:space="0" w:color="auto"/>
            </w:tcBorders>
          </w:tcPr>
          <w:p w14:paraId="662A2F4D" w14:textId="77777777" w:rsidR="00352573" w:rsidRPr="008C6DE4" w:rsidRDefault="00352573" w:rsidP="00867D3A">
            <w:pPr>
              <w:keepNext/>
              <w:keepLines/>
              <w:spacing w:after="0"/>
              <w:jc w:val="center"/>
            </w:pPr>
          </w:p>
        </w:tc>
        <w:tc>
          <w:tcPr>
            <w:tcW w:w="1739" w:type="pct"/>
            <w:tcBorders>
              <w:top w:val="single" w:sz="4" w:space="0" w:color="auto"/>
              <w:left w:val="single" w:sz="4" w:space="0" w:color="auto"/>
              <w:bottom w:val="single" w:sz="4" w:space="0" w:color="auto"/>
              <w:right w:val="single" w:sz="4" w:space="0" w:color="auto"/>
            </w:tcBorders>
            <w:hideMark/>
          </w:tcPr>
          <w:p w14:paraId="7B658C3D" w14:textId="77777777" w:rsidR="00352573" w:rsidRPr="008C6DE4" w:rsidRDefault="00352573" w:rsidP="00867D3A">
            <w:pPr>
              <w:keepNext/>
              <w:keepLines/>
              <w:spacing w:after="0"/>
              <w:jc w:val="center"/>
            </w:pPr>
            <w:r w:rsidRPr="008C6DE4">
              <w:rPr>
                <w:rFonts w:ascii="Arial" w:hAnsi="Arial"/>
              </w:rPr>
              <w:t>Gap period = 40 ms, 20 ms</w:t>
            </w:r>
          </w:p>
        </w:tc>
        <w:tc>
          <w:tcPr>
            <w:tcW w:w="1704" w:type="pct"/>
            <w:tcBorders>
              <w:top w:val="single" w:sz="4" w:space="0" w:color="auto"/>
              <w:left w:val="single" w:sz="4" w:space="0" w:color="auto"/>
              <w:bottom w:val="single" w:sz="4" w:space="0" w:color="auto"/>
              <w:right w:val="single" w:sz="4" w:space="0" w:color="auto"/>
            </w:tcBorders>
            <w:hideMark/>
          </w:tcPr>
          <w:p w14:paraId="01C1F640" w14:textId="77777777" w:rsidR="00352573" w:rsidRPr="008C6DE4" w:rsidRDefault="00352573" w:rsidP="00867D3A">
            <w:pPr>
              <w:keepNext/>
              <w:keepLines/>
              <w:spacing w:after="0"/>
              <w:jc w:val="center"/>
            </w:pPr>
            <w:r w:rsidRPr="008C6DE4">
              <w:rPr>
                <w:rFonts w:ascii="Arial" w:hAnsi="Arial"/>
              </w:rPr>
              <w:t>Gap period = 80 ms</w:t>
            </w:r>
          </w:p>
        </w:tc>
      </w:tr>
      <w:tr w:rsidR="00DD3199" w:rsidRPr="008C6DE4" w14:paraId="552A69FA" w14:textId="77777777" w:rsidTr="00867D3A">
        <w:trPr>
          <w:cantSplit/>
          <w:jc w:val="center"/>
        </w:trPr>
        <w:tc>
          <w:tcPr>
            <w:tcW w:w="1557" w:type="pct"/>
            <w:tcBorders>
              <w:top w:val="single" w:sz="4" w:space="0" w:color="auto"/>
              <w:left w:val="single" w:sz="4" w:space="0" w:color="auto"/>
              <w:bottom w:val="single" w:sz="4" w:space="0" w:color="auto"/>
              <w:right w:val="single" w:sz="4" w:space="0" w:color="auto"/>
            </w:tcBorders>
            <w:hideMark/>
          </w:tcPr>
          <w:p w14:paraId="60ACA7A8" w14:textId="77777777" w:rsidR="00352573" w:rsidRPr="008C6DE4" w:rsidRDefault="00352573" w:rsidP="00867D3A">
            <w:pPr>
              <w:keepNext/>
              <w:keepLines/>
              <w:spacing w:after="0"/>
              <w:jc w:val="center"/>
            </w:pPr>
            <w:r w:rsidRPr="008C6DE4">
              <w:rPr>
                <w:rFonts w:ascii="Arial" w:hAnsi="Arial" w:hint="eastAsia"/>
                <w:sz w:val="18"/>
              </w:rPr>
              <w:t>≤</w:t>
            </w:r>
            <w:r w:rsidRPr="008C6DE4">
              <w:rPr>
                <w:rFonts w:ascii="Arial" w:hAnsi="Arial"/>
                <w:sz w:val="18"/>
              </w:rPr>
              <w:t>0.16</w:t>
            </w:r>
          </w:p>
        </w:tc>
        <w:tc>
          <w:tcPr>
            <w:tcW w:w="1739" w:type="pct"/>
            <w:tcBorders>
              <w:top w:val="single" w:sz="4" w:space="0" w:color="auto"/>
              <w:left w:val="single" w:sz="4" w:space="0" w:color="auto"/>
              <w:bottom w:val="single" w:sz="4" w:space="0" w:color="auto"/>
              <w:right w:val="single" w:sz="4" w:space="0" w:color="auto"/>
            </w:tcBorders>
            <w:hideMark/>
          </w:tcPr>
          <w:p w14:paraId="5AA8B109" w14:textId="77777777" w:rsidR="00352573" w:rsidRPr="008C6DE4" w:rsidRDefault="00352573" w:rsidP="00867D3A">
            <w:pPr>
              <w:keepNext/>
              <w:keepLines/>
              <w:spacing w:after="0"/>
              <w:jc w:val="center"/>
            </w:pPr>
            <w:r w:rsidRPr="008C6DE4">
              <w:rPr>
                <w:rFonts w:ascii="Arial" w:hAnsi="Arial"/>
                <w:sz w:val="18"/>
              </w:rPr>
              <w:t>Non-DRX requirements in clause 9.4.3.2 apply</w:t>
            </w:r>
          </w:p>
        </w:tc>
        <w:tc>
          <w:tcPr>
            <w:tcW w:w="1704" w:type="pct"/>
            <w:tcBorders>
              <w:top w:val="single" w:sz="4" w:space="0" w:color="auto"/>
              <w:left w:val="single" w:sz="4" w:space="0" w:color="auto"/>
              <w:bottom w:val="single" w:sz="4" w:space="0" w:color="auto"/>
              <w:right w:val="single" w:sz="4" w:space="0" w:color="auto"/>
            </w:tcBorders>
            <w:hideMark/>
          </w:tcPr>
          <w:p w14:paraId="149C8F19" w14:textId="77777777" w:rsidR="00352573" w:rsidRPr="008C6DE4" w:rsidRDefault="00352573" w:rsidP="00867D3A">
            <w:pPr>
              <w:keepNext/>
              <w:keepLines/>
              <w:spacing w:after="0"/>
              <w:jc w:val="center"/>
            </w:pPr>
            <w:r w:rsidRPr="008C6DE4">
              <w:rPr>
                <w:rFonts w:ascii="Arial" w:hAnsi="Arial"/>
                <w:sz w:val="18"/>
              </w:rPr>
              <w:t>Non-DRX requirements in clause 9.4.3.2 apply</w:t>
            </w:r>
          </w:p>
        </w:tc>
      </w:tr>
      <w:tr w:rsidR="005219ED" w:rsidRPr="008C6DE4" w14:paraId="1F3F644B" w14:textId="77777777" w:rsidTr="00867D3A">
        <w:trPr>
          <w:cantSplit/>
          <w:jc w:val="center"/>
        </w:trPr>
        <w:tc>
          <w:tcPr>
            <w:tcW w:w="1557" w:type="pct"/>
            <w:tcBorders>
              <w:top w:val="single" w:sz="4" w:space="0" w:color="auto"/>
              <w:left w:val="single" w:sz="4" w:space="0" w:color="auto"/>
              <w:bottom w:val="single" w:sz="4" w:space="0" w:color="auto"/>
              <w:right w:val="single" w:sz="4" w:space="0" w:color="auto"/>
            </w:tcBorders>
            <w:hideMark/>
          </w:tcPr>
          <w:p w14:paraId="573088FD" w14:textId="77777777" w:rsidR="005219ED" w:rsidRPr="008C6DE4" w:rsidRDefault="005219ED" w:rsidP="005219ED">
            <w:pPr>
              <w:pStyle w:val="TAC"/>
            </w:pPr>
            <w:r w:rsidRPr="008C6DE4">
              <w:t>0.256</w:t>
            </w:r>
          </w:p>
        </w:tc>
        <w:tc>
          <w:tcPr>
            <w:tcW w:w="1739" w:type="pct"/>
            <w:tcBorders>
              <w:top w:val="single" w:sz="4" w:space="0" w:color="auto"/>
              <w:left w:val="single" w:sz="4" w:space="0" w:color="auto"/>
              <w:bottom w:val="single" w:sz="4" w:space="0" w:color="auto"/>
              <w:right w:val="single" w:sz="4" w:space="0" w:color="auto"/>
            </w:tcBorders>
            <w:hideMark/>
          </w:tcPr>
          <w:p w14:paraId="7C0444B2" w14:textId="66965BDF" w:rsidR="005219ED" w:rsidRPr="008C6DE4" w:rsidRDefault="005219ED" w:rsidP="005219ED">
            <w:pPr>
              <w:pStyle w:val="TAC"/>
            </w:pPr>
            <w:r w:rsidRPr="008C6DE4">
              <w:t>5.12*</w:t>
            </w:r>
            <w:r w:rsidRPr="008C6DE4">
              <w:rPr>
                <w:rFonts w:cs="v4.2.0"/>
              </w:rPr>
              <w:t xml:space="preserve"> CSSF</w:t>
            </w:r>
            <w:r w:rsidRPr="008C6DE4">
              <w:rPr>
                <w:rFonts w:cs="v4.2.0"/>
                <w:vertAlign w:val="subscript"/>
              </w:rPr>
              <w:t>interRAT</w:t>
            </w:r>
            <w:r w:rsidRPr="008C6DE4">
              <w:t xml:space="preserve"> (20*</w:t>
            </w:r>
            <w:r w:rsidRPr="008C6DE4">
              <w:rPr>
                <w:rFonts w:cs="v4.2.0"/>
              </w:rPr>
              <w:t>CSSF</w:t>
            </w:r>
            <w:r w:rsidRPr="008C6DE4">
              <w:rPr>
                <w:rFonts w:cs="v4.2.0"/>
                <w:vertAlign w:val="subscript"/>
              </w:rPr>
              <w:t>interRAT</w:t>
            </w:r>
            <w:r w:rsidRPr="008C6DE4">
              <w:t>)</w:t>
            </w:r>
          </w:p>
        </w:tc>
        <w:tc>
          <w:tcPr>
            <w:tcW w:w="1704" w:type="pct"/>
            <w:tcBorders>
              <w:top w:val="single" w:sz="4" w:space="0" w:color="auto"/>
              <w:left w:val="single" w:sz="4" w:space="0" w:color="auto"/>
              <w:bottom w:val="single" w:sz="4" w:space="0" w:color="auto"/>
              <w:right w:val="single" w:sz="4" w:space="0" w:color="auto"/>
            </w:tcBorders>
            <w:hideMark/>
          </w:tcPr>
          <w:p w14:paraId="4ACC6B5B" w14:textId="314F73D9" w:rsidR="005219ED" w:rsidRPr="008C6DE4" w:rsidRDefault="005219ED" w:rsidP="005219ED">
            <w:pPr>
              <w:pStyle w:val="TAC"/>
            </w:pPr>
            <w:r w:rsidRPr="008C6DE4">
              <w:t>7.68*</w:t>
            </w:r>
            <w:r w:rsidRPr="008C6DE4">
              <w:rPr>
                <w:rFonts w:cs="v4.2.0"/>
              </w:rPr>
              <w:t xml:space="preserve"> CSSF</w:t>
            </w:r>
            <w:r w:rsidRPr="008C6DE4">
              <w:rPr>
                <w:rFonts w:cs="v4.2.0"/>
                <w:vertAlign w:val="subscript"/>
              </w:rPr>
              <w:t>interRAT</w:t>
            </w:r>
            <w:r w:rsidRPr="008C6DE4">
              <w:t xml:space="preserve"> (30*</w:t>
            </w:r>
            <w:r w:rsidRPr="008C6DE4">
              <w:rPr>
                <w:rFonts w:cs="v4.2.0"/>
              </w:rPr>
              <w:t>CSSF</w:t>
            </w:r>
            <w:r w:rsidRPr="008C6DE4">
              <w:rPr>
                <w:rFonts w:cs="v4.2.0"/>
                <w:vertAlign w:val="subscript"/>
              </w:rPr>
              <w:t>interRAT</w:t>
            </w:r>
            <w:r w:rsidRPr="008C6DE4">
              <w:t>)</w:t>
            </w:r>
          </w:p>
        </w:tc>
      </w:tr>
      <w:tr w:rsidR="005219ED" w:rsidRPr="008C6DE4" w14:paraId="072618CD" w14:textId="77777777" w:rsidTr="00867D3A">
        <w:trPr>
          <w:cantSplit/>
          <w:jc w:val="center"/>
        </w:trPr>
        <w:tc>
          <w:tcPr>
            <w:tcW w:w="1557" w:type="pct"/>
            <w:tcBorders>
              <w:top w:val="single" w:sz="4" w:space="0" w:color="auto"/>
              <w:left w:val="single" w:sz="4" w:space="0" w:color="auto"/>
              <w:bottom w:val="single" w:sz="4" w:space="0" w:color="auto"/>
              <w:right w:val="single" w:sz="4" w:space="0" w:color="auto"/>
            </w:tcBorders>
            <w:hideMark/>
          </w:tcPr>
          <w:p w14:paraId="5DF749BE" w14:textId="77777777" w:rsidR="005219ED" w:rsidRPr="008C6DE4" w:rsidRDefault="005219ED" w:rsidP="005219ED">
            <w:pPr>
              <w:pStyle w:val="TAC"/>
            </w:pPr>
            <w:r w:rsidRPr="008C6DE4">
              <w:t>0.32</w:t>
            </w:r>
          </w:p>
        </w:tc>
        <w:tc>
          <w:tcPr>
            <w:tcW w:w="1739" w:type="pct"/>
            <w:tcBorders>
              <w:top w:val="single" w:sz="4" w:space="0" w:color="auto"/>
              <w:left w:val="single" w:sz="4" w:space="0" w:color="auto"/>
              <w:bottom w:val="single" w:sz="4" w:space="0" w:color="auto"/>
              <w:right w:val="single" w:sz="4" w:space="0" w:color="auto"/>
            </w:tcBorders>
            <w:hideMark/>
          </w:tcPr>
          <w:p w14:paraId="72D4D636" w14:textId="501C181C" w:rsidR="005219ED" w:rsidRPr="008C6DE4" w:rsidRDefault="005219ED" w:rsidP="005219ED">
            <w:pPr>
              <w:pStyle w:val="TAC"/>
            </w:pPr>
            <w:r w:rsidRPr="008C6DE4">
              <w:t>6.4*</w:t>
            </w:r>
            <w:r w:rsidRPr="008C6DE4">
              <w:rPr>
                <w:rFonts w:cs="v4.2.0"/>
              </w:rPr>
              <w:t xml:space="preserve"> CSSF</w:t>
            </w:r>
            <w:r w:rsidRPr="008C6DE4">
              <w:rPr>
                <w:rFonts w:cs="v4.2.0"/>
                <w:vertAlign w:val="subscript"/>
              </w:rPr>
              <w:t>interRAT</w:t>
            </w:r>
            <w:r w:rsidRPr="008C6DE4">
              <w:t xml:space="preserve"> (20*</w:t>
            </w:r>
            <w:r w:rsidRPr="008C6DE4">
              <w:rPr>
                <w:rFonts w:cs="v4.2.0"/>
              </w:rPr>
              <w:t>CSSF</w:t>
            </w:r>
            <w:r w:rsidRPr="008C6DE4">
              <w:rPr>
                <w:rFonts w:cs="v4.2.0"/>
                <w:vertAlign w:val="subscript"/>
              </w:rPr>
              <w:t>interRAT</w:t>
            </w:r>
            <w:r w:rsidRPr="008C6DE4">
              <w:t>)</w:t>
            </w:r>
          </w:p>
        </w:tc>
        <w:tc>
          <w:tcPr>
            <w:tcW w:w="1704" w:type="pct"/>
            <w:tcBorders>
              <w:top w:val="single" w:sz="4" w:space="0" w:color="auto"/>
              <w:left w:val="single" w:sz="4" w:space="0" w:color="auto"/>
              <w:bottom w:val="single" w:sz="4" w:space="0" w:color="auto"/>
              <w:right w:val="single" w:sz="4" w:space="0" w:color="auto"/>
            </w:tcBorders>
            <w:hideMark/>
          </w:tcPr>
          <w:p w14:paraId="6A2ACDCD" w14:textId="60D5C090" w:rsidR="005219ED" w:rsidRPr="008C6DE4" w:rsidRDefault="005219ED" w:rsidP="005219ED">
            <w:pPr>
              <w:pStyle w:val="TAC"/>
              <w:rPr>
                <w:lang w:val="sv-SE"/>
              </w:rPr>
            </w:pPr>
            <w:r w:rsidRPr="008C6DE4">
              <w:rPr>
                <w:lang w:val="sv-SE"/>
              </w:rPr>
              <w:t>7.68*</w:t>
            </w:r>
            <w:r w:rsidRPr="008C6DE4">
              <w:rPr>
                <w:rFonts w:cs="v4.2.0"/>
              </w:rPr>
              <w:t xml:space="preserve"> CSSF</w:t>
            </w:r>
            <w:r w:rsidRPr="008C6DE4">
              <w:rPr>
                <w:rFonts w:cs="v4.2.0"/>
                <w:vertAlign w:val="subscript"/>
              </w:rPr>
              <w:t>interRAT</w:t>
            </w:r>
            <w:r w:rsidRPr="008C6DE4">
              <w:rPr>
                <w:lang w:val="sv-SE"/>
              </w:rPr>
              <w:t xml:space="preserve"> (24*</w:t>
            </w:r>
            <w:r w:rsidRPr="008C6DE4">
              <w:rPr>
                <w:rFonts w:cs="v4.2.0"/>
              </w:rPr>
              <w:t>CSSF</w:t>
            </w:r>
            <w:r w:rsidRPr="008C6DE4">
              <w:rPr>
                <w:rFonts w:cs="v4.2.0"/>
                <w:vertAlign w:val="subscript"/>
              </w:rPr>
              <w:t>interRAT</w:t>
            </w:r>
            <w:r w:rsidRPr="008C6DE4">
              <w:rPr>
                <w:lang w:val="sv-SE"/>
              </w:rPr>
              <w:t>)</w:t>
            </w:r>
          </w:p>
        </w:tc>
      </w:tr>
      <w:tr w:rsidR="00DD3199" w:rsidRPr="008C6DE4" w14:paraId="0008296F" w14:textId="77777777" w:rsidTr="00867D3A">
        <w:trPr>
          <w:cantSplit/>
          <w:jc w:val="center"/>
        </w:trPr>
        <w:tc>
          <w:tcPr>
            <w:tcW w:w="1557" w:type="pct"/>
            <w:tcBorders>
              <w:top w:val="single" w:sz="4" w:space="0" w:color="auto"/>
              <w:left w:val="single" w:sz="4" w:space="0" w:color="auto"/>
              <w:bottom w:val="single" w:sz="4" w:space="0" w:color="auto"/>
              <w:right w:val="single" w:sz="4" w:space="0" w:color="auto"/>
            </w:tcBorders>
            <w:hideMark/>
          </w:tcPr>
          <w:p w14:paraId="5B923674" w14:textId="77777777" w:rsidR="00352573" w:rsidRPr="008C6DE4" w:rsidRDefault="00352573" w:rsidP="00867D3A">
            <w:pPr>
              <w:pStyle w:val="TAC"/>
            </w:pPr>
            <w:r w:rsidRPr="008C6DE4">
              <w:t xml:space="preserve">0.32&lt; DRX-cycle </w:t>
            </w:r>
            <w:r w:rsidRPr="008C6DE4">
              <w:rPr>
                <w:rFonts w:hint="eastAsia"/>
              </w:rPr>
              <w:t>≤</w:t>
            </w:r>
            <w:r w:rsidRPr="008C6DE4">
              <w:t>10.24</w:t>
            </w:r>
          </w:p>
        </w:tc>
        <w:tc>
          <w:tcPr>
            <w:tcW w:w="1739" w:type="pct"/>
            <w:tcBorders>
              <w:top w:val="single" w:sz="4" w:space="0" w:color="auto"/>
              <w:left w:val="single" w:sz="4" w:space="0" w:color="auto"/>
              <w:bottom w:val="single" w:sz="4" w:space="0" w:color="auto"/>
              <w:right w:val="single" w:sz="4" w:space="0" w:color="auto"/>
            </w:tcBorders>
            <w:hideMark/>
          </w:tcPr>
          <w:p w14:paraId="133FF302" w14:textId="77777777" w:rsidR="00352573" w:rsidRPr="008C6DE4" w:rsidRDefault="00352573" w:rsidP="00867D3A">
            <w:pPr>
              <w:pStyle w:val="TAC"/>
            </w:pPr>
            <w:r w:rsidRPr="008C6DE4">
              <w:t>Note1 (20*</w:t>
            </w:r>
            <w:r w:rsidRPr="008C6DE4">
              <w:rPr>
                <w:rFonts w:cs="v4.2.0"/>
              </w:rPr>
              <w:t>CSSF</w:t>
            </w:r>
            <w:r w:rsidRPr="008C6DE4">
              <w:rPr>
                <w:rFonts w:cs="v4.2.0"/>
                <w:vertAlign w:val="subscript"/>
              </w:rPr>
              <w:t>interRAT</w:t>
            </w:r>
            <w:r w:rsidRPr="008C6DE4">
              <w:t>)</w:t>
            </w:r>
          </w:p>
        </w:tc>
        <w:tc>
          <w:tcPr>
            <w:tcW w:w="1704" w:type="pct"/>
            <w:tcBorders>
              <w:top w:val="single" w:sz="4" w:space="0" w:color="auto"/>
              <w:left w:val="single" w:sz="4" w:space="0" w:color="auto"/>
              <w:bottom w:val="single" w:sz="4" w:space="0" w:color="auto"/>
              <w:right w:val="single" w:sz="4" w:space="0" w:color="auto"/>
            </w:tcBorders>
            <w:hideMark/>
          </w:tcPr>
          <w:p w14:paraId="175A58AA" w14:textId="77777777" w:rsidR="00352573" w:rsidRPr="008C6DE4" w:rsidRDefault="00352573" w:rsidP="00867D3A">
            <w:pPr>
              <w:pStyle w:val="TAC"/>
            </w:pPr>
            <w:r w:rsidRPr="008C6DE4">
              <w:t>Note1 (20*</w:t>
            </w:r>
            <w:r w:rsidRPr="008C6DE4">
              <w:rPr>
                <w:rFonts w:cs="v4.2.0"/>
              </w:rPr>
              <w:t>CSSF</w:t>
            </w:r>
            <w:r w:rsidRPr="008C6DE4">
              <w:rPr>
                <w:rFonts w:cs="v4.2.0"/>
                <w:vertAlign w:val="subscript"/>
              </w:rPr>
              <w:t>interRAT</w:t>
            </w:r>
            <w:r w:rsidRPr="008C6DE4">
              <w:t>)</w:t>
            </w:r>
          </w:p>
        </w:tc>
      </w:tr>
      <w:tr w:rsidR="00352573" w:rsidRPr="008C6DE4" w14:paraId="6C926EC3" w14:textId="77777777" w:rsidTr="00867D3A">
        <w:trPr>
          <w:cantSplit/>
          <w:jc w:val="center"/>
        </w:trPr>
        <w:tc>
          <w:tcPr>
            <w:tcW w:w="5000" w:type="pct"/>
            <w:gridSpan w:val="3"/>
            <w:tcBorders>
              <w:top w:val="single" w:sz="4" w:space="0" w:color="auto"/>
              <w:left w:val="single" w:sz="4" w:space="0" w:color="auto"/>
              <w:bottom w:val="single" w:sz="4" w:space="0" w:color="auto"/>
              <w:right w:val="single" w:sz="4" w:space="0" w:color="auto"/>
            </w:tcBorders>
            <w:hideMark/>
          </w:tcPr>
          <w:p w14:paraId="542A393A" w14:textId="77777777" w:rsidR="00352573" w:rsidRPr="008C6DE4" w:rsidRDefault="00352573" w:rsidP="00867D3A">
            <w:pPr>
              <w:pStyle w:val="TAN"/>
            </w:pPr>
            <w:r w:rsidRPr="008C6DE4">
              <w:t>NOTE 1:</w:t>
            </w:r>
            <w:r w:rsidRPr="008C6DE4">
              <w:tab/>
              <w:t>The time depends on the DRX cycle length.</w:t>
            </w:r>
          </w:p>
          <w:p w14:paraId="72E23EDC" w14:textId="77777777" w:rsidR="00352573" w:rsidRPr="008C6DE4" w:rsidRDefault="00352573" w:rsidP="00867D3A">
            <w:pPr>
              <w:pStyle w:val="TAN"/>
            </w:pPr>
            <w:r w:rsidRPr="008C6DE4">
              <w:t>NOTE 2:</w:t>
            </w:r>
            <w:r w:rsidRPr="008C6DE4">
              <w:rPr>
                <w:rFonts w:cs="Arial"/>
              </w:rPr>
              <w:tab/>
            </w:r>
            <w:r w:rsidRPr="008C6DE4">
              <w:rPr>
                <w:rFonts w:cs="v4.2.0"/>
              </w:rPr>
              <w:t xml:space="preserve"> CSSF</w:t>
            </w:r>
            <w:r w:rsidRPr="008C6DE4">
              <w:rPr>
                <w:rFonts w:cs="v4.2.0"/>
                <w:vertAlign w:val="subscript"/>
              </w:rPr>
              <w:t>interRAT</w:t>
            </w:r>
            <w:r w:rsidRPr="008C6DE4">
              <w:t xml:space="preserve"> is as defined in clause 9.4.3.2.</w:t>
            </w:r>
          </w:p>
        </w:tc>
      </w:tr>
    </w:tbl>
    <w:p w14:paraId="48B01DF5" w14:textId="77777777" w:rsidR="00352573" w:rsidRPr="008C6DE4" w:rsidRDefault="00352573" w:rsidP="00352573"/>
    <w:p w14:paraId="277A283B" w14:textId="77777777" w:rsidR="00352573" w:rsidRPr="008C6DE4" w:rsidRDefault="00352573" w:rsidP="00352573">
      <w:pPr>
        <w:rPr>
          <w:lang w:eastAsia="zh-CN"/>
        </w:rPr>
      </w:pPr>
      <w:r w:rsidRPr="008C6DE4">
        <w:t xml:space="preserve">When DRX is in use, the UE shall be capable of performing </w:t>
      </w:r>
      <w:r w:rsidRPr="008C6DE4">
        <w:rPr>
          <w:rFonts w:cs="v4.2.0"/>
        </w:rPr>
        <w:t>NR – E-UTRAN</w:t>
      </w:r>
      <w:r w:rsidRPr="008C6DE4">
        <w:t xml:space="preserve"> TDD RSRP, RSRQ, and RS-SINR measurements of at least 4 identified E-UTRAN TDD cells per E-UTRA TDD frequency layer during each layer 1 measurement period, for up to 7 E-UTRA TDD carrier frequency layers, and the UE physical layer shall be capable of reporting </w:t>
      </w:r>
      <w:r w:rsidRPr="008C6DE4">
        <w:rPr>
          <w:rFonts w:cs="v4.2.0"/>
        </w:rPr>
        <w:t>NR – E-UTRAN</w:t>
      </w:r>
      <w:r w:rsidRPr="008C6DE4">
        <w:t xml:space="preserve"> TDD RSRP, RSRQ, and RS-SINR measurements to higher layers with the measurement period </w:t>
      </w:r>
      <w:r w:rsidRPr="008C6DE4">
        <w:rPr>
          <w:rFonts w:cs="Arial"/>
        </w:rPr>
        <w:t>T</w:t>
      </w:r>
      <w:r w:rsidRPr="008C6DE4">
        <w:rPr>
          <w:rFonts w:cs="Arial"/>
          <w:vertAlign w:val="subscript"/>
        </w:rPr>
        <w:t>measure, E-UTRAN TDD</w:t>
      </w:r>
      <w:r w:rsidRPr="008C6DE4">
        <w:t xml:space="preserve"> specified in Table 9.4.3.3-2.</w:t>
      </w:r>
    </w:p>
    <w:p w14:paraId="14662C50" w14:textId="77777777" w:rsidR="00352573" w:rsidRPr="008C6DE4" w:rsidRDefault="00352573" w:rsidP="00352573">
      <w:pPr>
        <w:keepNext/>
        <w:keepLines/>
        <w:spacing w:before="60"/>
        <w:jc w:val="center"/>
      </w:pPr>
      <w:r w:rsidRPr="008C6DE4">
        <w:rPr>
          <w:rFonts w:ascii="Arial" w:hAnsi="Arial"/>
          <w:b/>
        </w:rPr>
        <w:t>Table 9.4.3.3-2: Requirement to measure E-UTRAN TDD cells</w:t>
      </w:r>
    </w:p>
    <w:tbl>
      <w:tblPr>
        <w:tblW w:w="33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4"/>
        <w:gridCol w:w="4200"/>
      </w:tblGrid>
      <w:tr w:rsidR="00DD3199" w:rsidRPr="008C6DE4" w14:paraId="5B0AD6E3" w14:textId="77777777" w:rsidTr="00867D3A">
        <w:trPr>
          <w:cantSplit/>
          <w:jc w:val="center"/>
        </w:trPr>
        <w:tc>
          <w:tcPr>
            <w:tcW w:w="1705" w:type="pct"/>
          </w:tcPr>
          <w:p w14:paraId="2EBEBA7A" w14:textId="77777777" w:rsidR="00352573" w:rsidRPr="008C6DE4" w:rsidRDefault="00352573" w:rsidP="00867D3A">
            <w:pPr>
              <w:keepNext/>
              <w:keepLines/>
              <w:spacing w:after="0"/>
              <w:jc w:val="center"/>
            </w:pPr>
            <w:r w:rsidRPr="008C6DE4">
              <w:rPr>
                <w:rFonts w:ascii="Arial" w:hAnsi="Arial"/>
                <w:b/>
                <w:sz w:val="18"/>
              </w:rPr>
              <w:t>DRX cycle length (s)</w:t>
            </w:r>
          </w:p>
        </w:tc>
        <w:tc>
          <w:tcPr>
            <w:tcW w:w="3295" w:type="pct"/>
          </w:tcPr>
          <w:p w14:paraId="6604A3BF" w14:textId="77777777" w:rsidR="00352573" w:rsidRPr="008C6DE4" w:rsidRDefault="00352573" w:rsidP="00867D3A">
            <w:pPr>
              <w:keepNext/>
              <w:keepLines/>
              <w:spacing w:after="0"/>
              <w:jc w:val="center"/>
            </w:pPr>
            <w:r w:rsidRPr="008C6DE4">
              <w:rPr>
                <w:rFonts w:ascii="Arial" w:hAnsi="Arial"/>
                <w:b/>
                <w:sz w:val="18"/>
              </w:rPr>
              <w:t>T</w:t>
            </w:r>
            <w:r w:rsidRPr="008C6DE4">
              <w:rPr>
                <w:rFonts w:ascii="Arial" w:hAnsi="Arial"/>
                <w:b/>
                <w:sz w:val="18"/>
                <w:vertAlign w:val="subscript"/>
              </w:rPr>
              <w:t xml:space="preserve">measure, E-UTRAN TDD </w:t>
            </w:r>
            <w:r w:rsidRPr="008C6DE4">
              <w:rPr>
                <w:rFonts w:ascii="Arial" w:hAnsi="Arial"/>
                <w:b/>
                <w:sz w:val="18"/>
              </w:rPr>
              <w:t>(s) (DRX cycles)</w:t>
            </w:r>
          </w:p>
        </w:tc>
      </w:tr>
      <w:tr w:rsidR="00DD3199" w:rsidRPr="008C6DE4" w14:paraId="14AFA55D" w14:textId="77777777" w:rsidTr="00867D3A">
        <w:trPr>
          <w:cantSplit/>
          <w:trHeight w:val="152"/>
          <w:jc w:val="center"/>
        </w:trPr>
        <w:tc>
          <w:tcPr>
            <w:tcW w:w="1705" w:type="pct"/>
          </w:tcPr>
          <w:p w14:paraId="49E2B002" w14:textId="77777777" w:rsidR="00352573" w:rsidRPr="008C6DE4" w:rsidRDefault="00352573" w:rsidP="00867D3A">
            <w:pPr>
              <w:keepNext/>
              <w:keepLines/>
              <w:spacing w:after="0"/>
              <w:jc w:val="center"/>
            </w:pPr>
            <w:r w:rsidRPr="008C6DE4">
              <w:rPr>
                <w:rFonts w:ascii="Arial" w:hAnsi="Arial" w:hint="eastAsia"/>
                <w:sz w:val="18"/>
              </w:rPr>
              <w:t>≤</w:t>
            </w:r>
            <w:r w:rsidRPr="008C6DE4">
              <w:rPr>
                <w:rFonts w:ascii="Arial" w:hAnsi="Arial"/>
                <w:sz w:val="18"/>
              </w:rPr>
              <w:t>0.08</w:t>
            </w:r>
          </w:p>
        </w:tc>
        <w:tc>
          <w:tcPr>
            <w:tcW w:w="3295" w:type="pct"/>
          </w:tcPr>
          <w:p w14:paraId="18872BFF" w14:textId="77777777" w:rsidR="00352573" w:rsidRPr="008C6DE4" w:rsidRDefault="00352573" w:rsidP="00867D3A">
            <w:pPr>
              <w:keepNext/>
              <w:keepLines/>
              <w:spacing w:after="0"/>
              <w:jc w:val="center"/>
            </w:pPr>
            <w:r w:rsidRPr="008C6DE4">
              <w:rPr>
                <w:rFonts w:ascii="Arial" w:hAnsi="Arial"/>
                <w:sz w:val="18"/>
              </w:rPr>
              <w:t>Non-DRX Requirements in clause 9.4.3.2 apply</w:t>
            </w:r>
          </w:p>
        </w:tc>
      </w:tr>
      <w:tr w:rsidR="00DD3199" w:rsidRPr="008C6DE4" w14:paraId="50CB148F" w14:textId="77777777" w:rsidTr="00867D3A">
        <w:trPr>
          <w:cantSplit/>
          <w:trHeight w:val="704"/>
          <w:jc w:val="center"/>
        </w:trPr>
        <w:tc>
          <w:tcPr>
            <w:tcW w:w="1705" w:type="pct"/>
          </w:tcPr>
          <w:p w14:paraId="31679E74" w14:textId="77777777" w:rsidR="00352573" w:rsidRPr="008C6DE4" w:rsidRDefault="00352573" w:rsidP="00867D3A">
            <w:pPr>
              <w:keepNext/>
              <w:keepLines/>
              <w:spacing w:after="0"/>
              <w:jc w:val="center"/>
            </w:pPr>
            <w:r w:rsidRPr="008C6DE4">
              <w:rPr>
                <w:rFonts w:ascii="Arial" w:hAnsi="Arial"/>
                <w:sz w:val="18"/>
              </w:rPr>
              <w:t>0.128</w:t>
            </w:r>
          </w:p>
        </w:tc>
        <w:tc>
          <w:tcPr>
            <w:tcW w:w="3295" w:type="pct"/>
          </w:tcPr>
          <w:p w14:paraId="1C349DC0" w14:textId="77777777" w:rsidR="00A306B6" w:rsidRPr="008C6DE4" w:rsidRDefault="00A306B6" w:rsidP="00A306B6">
            <w:pPr>
              <w:keepNext/>
              <w:keepLines/>
              <w:spacing w:after="0"/>
              <w:jc w:val="center"/>
            </w:pPr>
            <w:r w:rsidRPr="008C6DE4">
              <w:rPr>
                <w:rFonts w:ascii="Arial" w:hAnsi="Arial"/>
                <w:sz w:val="18"/>
              </w:rPr>
              <w:t xml:space="preserve">For configuration 2 </w:t>
            </w:r>
            <w:r w:rsidRPr="008C6DE4">
              <w:rPr>
                <w:rFonts w:ascii="Arial" w:hAnsi="Arial"/>
                <w:sz w:val="18"/>
                <w:vertAlign w:val="superscript"/>
              </w:rPr>
              <w:t>Note3</w:t>
            </w:r>
            <w:r w:rsidRPr="008C6DE4">
              <w:rPr>
                <w:rFonts w:ascii="Arial" w:hAnsi="Arial"/>
                <w:sz w:val="18"/>
              </w:rPr>
              <w:t>, non-DRX requirements in clause 9.4.3.2 apply,</w:t>
            </w:r>
          </w:p>
          <w:p w14:paraId="1B02AD9D" w14:textId="2994915D" w:rsidR="00352573" w:rsidRPr="008C6DE4" w:rsidRDefault="00A306B6" w:rsidP="00A306B6">
            <w:pPr>
              <w:keepNext/>
              <w:keepLines/>
              <w:spacing w:after="0"/>
              <w:jc w:val="center"/>
            </w:pPr>
            <w:r w:rsidRPr="008C6DE4">
              <w:rPr>
                <w:rFonts w:ascii="Arial" w:hAnsi="Arial"/>
                <w:sz w:val="18"/>
              </w:rPr>
              <w:t>Otherwise: Note1 (5*</w:t>
            </w:r>
            <w:r w:rsidRPr="008C6DE4">
              <w:rPr>
                <w:rFonts w:cs="v4.2.0"/>
              </w:rPr>
              <w:t>CSSF</w:t>
            </w:r>
            <w:r w:rsidRPr="008C6DE4">
              <w:rPr>
                <w:rFonts w:cs="v4.2.0"/>
                <w:vertAlign w:val="subscript"/>
              </w:rPr>
              <w:t>interRAT</w:t>
            </w:r>
            <w:r w:rsidRPr="008C6DE4">
              <w:rPr>
                <w:rFonts w:ascii="Arial" w:hAnsi="Arial"/>
                <w:sz w:val="18"/>
              </w:rPr>
              <w:t>)</w:t>
            </w:r>
          </w:p>
        </w:tc>
      </w:tr>
      <w:tr w:rsidR="00DD3199" w:rsidRPr="008C6DE4" w14:paraId="788857FF" w14:textId="77777777" w:rsidTr="00867D3A">
        <w:trPr>
          <w:cantSplit/>
          <w:jc w:val="center"/>
        </w:trPr>
        <w:tc>
          <w:tcPr>
            <w:tcW w:w="1705" w:type="pct"/>
          </w:tcPr>
          <w:p w14:paraId="19E09874" w14:textId="77777777" w:rsidR="00352573" w:rsidRPr="008C6DE4" w:rsidRDefault="00352573" w:rsidP="00867D3A">
            <w:pPr>
              <w:keepNext/>
              <w:keepLines/>
              <w:spacing w:after="0"/>
              <w:jc w:val="center"/>
            </w:pPr>
            <w:r w:rsidRPr="008C6DE4">
              <w:rPr>
                <w:rFonts w:ascii="Arial" w:hAnsi="Arial"/>
                <w:sz w:val="18"/>
              </w:rPr>
              <w:t>0.128&lt;DRX-cycle</w:t>
            </w:r>
            <w:r w:rsidRPr="008C6DE4">
              <w:rPr>
                <w:rFonts w:ascii="Arial" w:hAnsi="Arial" w:hint="eastAsia"/>
                <w:sz w:val="18"/>
              </w:rPr>
              <w:t>≤</w:t>
            </w:r>
            <w:r w:rsidRPr="008C6DE4">
              <w:rPr>
                <w:rFonts w:ascii="Arial" w:hAnsi="Arial"/>
                <w:sz w:val="18"/>
              </w:rPr>
              <w:t>10.24</w:t>
            </w:r>
          </w:p>
        </w:tc>
        <w:tc>
          <w:tcPr>
            <w:tcW w:w="3295" w:type="pct"/>
          </w:tcPr>
          <w:p w14:paraId="58456033" w14:textId="77777777" w:rsidR="00352573" w:rsidRPr="008C6DE4" w:rsidRDefault="00352573" w:rsidP="00867D3A">
            <w:pPr>
              <w:keepNext/>
              <w:keepLines/>
              <w:spacing w:after="0"/>
              <w:jc w:val="center"/>
            </w:pPr>
            <w:r w:rsidRPr="008C6DE4">
              <w:rPr>
                <w:rFonts w:ascii="Arial" w:hAnsi="Arial"/>
                <w:sz w:val="18"/>
              </w:rPr>
              <w:t>Note1 (5*</w:t>
            </w:r>
            <w:r w:rsidRPr="008C6DE4">
              <w:rPr>
                <w:rFonts w:cs="v4.2.0"/>
              </w:rPr>
              <w:t>CSSF</w:t>
            </w:r>
            <w:r w:rsidRPr="008C6DE4">
              <w:rPr>
                <w:rFonts w:cs="v4.2.0"/>
                <w:vertAlign w:val="subscript"/>
              </w:rPr>
              <w:t>interRAT</w:t>
            </w:r>
            <w:r w:rsidRPr="008C6DE4">
              <w:rPr>
                <w:rFonts w:ascii="Arial" w:hAnsi="Arial"/>
                <w:sz w:val="18"/>
              </w:rPr>
              <w:t>)</w:t>
            </w:r>
          </w:p>
        </w:tc>
      </w:tr>
      <w:tr w:rsidR="00352573" w:rsidRPr="008C6DE4" w14:paraId="51B6C212" w14:textId="77777777" w:rsidTr="00867D3A">
        <w:trPr>
          <w:cantSplit/>
          <w:jc w:val="center"/>
        </w:trPr>
        <w:tc>
          <w:tcPr>
            <w:tcW w:w="5000" w:type="pct"/>
            <w:gridSpan w:val="2"/>
          </w:tcPr>
          <w:p w14:paraId="21A4B8D1" w14:textId="77777777" w:rsidR="00352573" w:rsidRPr="008C6DE4" w:rsidRDefault="00352573" w:rsidP="00867D3A">
            <w:pPr>
              <w:pStyle w:val="TAN"/>
            </w:pPr>
            <w:r w:rsidRPr="008C6DE4">
              <w:t>NOTE 1:</w:t>
            </w:r>
            <w:r w:rsidRPr="008C6DE4">
              <w:rPr>
                <w:rFonts w:cs="Arial"/>
              </w:rPr>
              <w:tab/>
            </w:r>
            <w:r w:rsidRPr="008C6DE4">
              <w:t>The time depends on the DRX cycle length.</w:t>
            </w:r>
          </w:p>
          <w:p w14:paraId="6221E6BC" w14:textId="6773A055" w:rsidR="00352573" w:rsidRPr="008C6DE4" w:rsidRDefault="00352573" w:rsidP="00867D3A">
            <w:pPr>
              <w:pStyle w:val="TAN"/>
            </w:pPr>
            <w:r w:rsidRPr="008C6DE4">
              <w:rPr>
                <w:rFonts w:cs="Arial"/>
              </w:rPr>
              <w:t>NOTE 2:</w:t>
            </w:r>
            <w:r w:rsidRPr="008C6DE4">
              <w:rPr>
                <w:rFonts w:cs="Arial"/>
              </w:rPr>
              <w:tab/>
            </w:r>
            <w:r w:rsidRPr="008C6DE4">
              <w:rPr>
                <w:rFonts w:cs="v4.2.0"/>
              </w:rPr>
              <w:t>CSSF</w:t>
            </w:r>
            <w:r w:rsidRPr="008C6DE4">
              <w:rPr>
                <w:rFonts w:cs="v4.2.0"/>
                <w:vertAlign w:val="subscript"/>
              </w:rPr>
              <w:t>interRAT</w:t>
            </w:r>
            <w:r w:rsidRPr="008C6DE4">
              <w:t xml:space="preserve"> is as defined in clause 9.4.3.2.</w:t>
            </w:r>
          </w:p>
          <w:p w14:paraId="4752E20C" w14:textId="7E964F78" w:rsidR="00A306B6" w:rsidRPr="008C6DE4" w:rsidRDefault="00A306B6" w:rsidP="00867D3A">
            <w:pPr>
              <w:pStyle w:val="TAN"/>
              <w:rPr>
                <w:rFonts w:cs="Arial"/>
              </w:rPr>
            </w:pPr>
            <w:r w:rsidRPr="008C6DE4">
              <w:rPr>
                <w:rFonts w:cs="Arial"/>
              </w:rPr>
              <w:t>NOTE 3:</w:t>
            </w:r>
            <w:r w:rsidRPr="008C6DE4">
              <w:rPr>
                <w:rFonts w:cs="Arial"/>
              </w:rPr>
              <w:tab/>
              <w:t>See Table 9.4.3.2-1.</w:t>
            </w:r>
          </w:p>
        </w:tc>
      </w:tr>
    </w:tbl>
    <w:p w14:paraId="6B4012F7" w14:textId="77777777" w:rsidR="00352573" w:rsidRPr="008C6DE4" w:rsidRDefault="00352573" w:rsidP="00352573"/>
    <w:p w14:paraId="14247330" w14:textId="77777777" w:rsidR="00352573" w:rsidRPr="008C6DE4" w:rsidRDefault="00352573" w:rsidP="00352573">
      <w:pPr>
        <w:rPr>
          <w:rFonts w:cs="v4.2.0"/>
        </w:rPr>
      </w:pPr>
      <w:r w:rsidRPr="008C6DE4">
        <w:rPr>
          <w:rFonts w:cs="v4.2.0"/>
        </w:rPr>
        <w:t>If higher layer filtering is used, an additional cell identification delay can be expected.</w:t>
      </w:r>
    </w:p>
    <w:p w14:paraId="5563A9D0" w14:textId="77777777" w:rsidR="00352573" w:rsidRPr="008C6DE4" w:rsidRDefault="00352573" w:rsidP="00352573">
      <w:pPr>
        <w:rPr>
          <w:rFonts w:cs="v4.2.0"/>
        </w:rPr>
      </w:pPr>
      <w:r w:rsidRPr="008C6DE4">
        <w:rPr>
          <w:rFonts w:cs="v4.2.0"/>
        </w:rPr>
        <w:t>The NR – E-UTRAN TDD RSRP measurement accuracy for all measured cells shall be as specified in clause 10.2.2. The NR – E-UTRAN TDD RSRQ measurement accuracy for all measured cells shall be as specified in clause 10.2.3. The NR – E-UTRAN TDD RS-SINR measurement accuracy for all measured cells shall be as specified in clause 10.2.5.</w:t>
      </w:r>
    </w:p>
    <w:p w14:paraId="6B76854C" w14:textId="35854F40" w:rsidR="00352573" w:rsidRPr="008C6DE4" w:rsidRDefault="0048284E" w:rsidP="0048284E">
      <w:pPr>
        <w:pStyle w:val="Heading4"/>
      </w:pPr>
      <w:r w:rsidRPr="008C6DE4">
        <w:t>9.4.3.4</w:t>
      </w:r>
      <w:r w:rsidR="00352573" w:rsidRPr="008C6DE4">
        <w:tab/>
        <w:t>Measurement reporting requirements</w:t>
      </w:r>
    </w:p>
    <w:p w14:paraId="3CE4B4AA" w14:textId="7CD96C86" w:rsidR="00352573" w:rsidRPr="008C6DE4" w:rsidRDefault="0048284E" w:rsidP="0048284E">
      <w:pPr>
        <w:pStyle w:val="Heading5"/>
      </w:pPr>
      <w:r w:rsidRPr="008C6DE4">
        <w:t>9.4.3.4.1</w:t>
      </w:r>
      <w:r w:rsidR="00352573" w:rsidRPr="008C6DE4">
        <w:tab/>
        <w:t>Periodic Reporting</w:t>
      </w:r>
    </w:p>
    <w:p w14:paraId="2CF3A192" w14:textId="77777777" w:rsidR="00352573" w:rsidRPr="008C6DE4" w:rsidRDefault="00352573" w:rsidP="00352573">
      <w:pPr>
        <w:rPr>
          <w:rFonts w:cs="v4.2.0"/>
        </w:rPr>
      </w:pPr>
      <w:r w:rsidRPr="008C6DE4">
        <w:rPr>
          <w:rFonts w:cs="v4.2.0"/>
        </w:rPr>
        <w:t>The reported NR – E-UTRAN TDD RSRP, RSRQ, and RS-SINR measurements contained in periodically triggered measurement reports shall meet the requirements in clauses 10.2.2, 10.2.3, and 10.2.5, respectively.</w:t>
      </w:r>
    </w:p>
    <w:p w14:paraId="198A2047" w14:textId="3DE166C7" w:rsidR="00352573" w:rsidRPr="008C6DE4" w:rsidRDefault="0048284E" w:rsidP="0048284E">
      <w:pPr>
        <w:pStyle w:val="Heading5"/>
      </w:pPr>
      <w:r w:rsidRPr="008C6DE4">
        <w:t>9.4.3.4.2</w:t>
      </w:r>
      <w:r w:rsidR="00352573" w:rsidRPr="008C6DE4">
        <w:tab/>
        <w:t>Event-Triggered Periodic Reporting</w:t>
      </w:r>
    </w:p>
    <w:p w14:paraId="63050D25" w14:textId="77777777" w:rsidR="00352573" w:rsidRPr="008C6DE4" w:rsidRDefault="00352573" w:rsidP="00352573">
      <w:pPr>
        <w:rPr>
          <w:rFonts w:cs="v4.2.0"/>
        </w:rPr>
      </w:pPr>
      <w:r w:rsidRPr="008C6DE4">
        <w:rPr>
          <w:rFonts w:cs="v4.2.0"/>
        </w:rPr>
        <w:t>The reported NR – E-UTRAN TDD RSRP, RSRQ, and RS-SINR measurements contained in event-triggered periodic measurement reports shall meet the requirements in clauses 10.2.2, 10.2.3, and 10.2.5, respectively.</w:t>
      </w:r>
    </w:p>
    <w:p w14:paraId="53D63DF9" w14:textId="77777777" w:rsidR="00352573" w:rsidRPr="008C6DE4" w:rsidRDefault="00352573" w:rsidP="00352573">
      <w:pPr>
        <w:rPr>
          <w:rFonts w:cs="v4.2.0"/>
        </w:rPr>
      </w:pPr>
      <w:r w:rsidRPr="008C6DE4">
        <w:rPr>
          <w:rFonts w:cs="v4.2.0"/>
        </w:rPr>
        <w:t>The first report in event-triggered periodic measurement reporting shall meet the requirements specified in clause 9.4.3.4.3.</w:t>
      </w:r>
    </w:p>
    <w:p w14:paraId="5D146B1F" w14:textId="5119E9A8" w:rsidR="00352573" w:rsidRPr="008C6DE4" w:rsidRDefault="0048284E" w:rsidP="0048284E">
      <w:pPr>
        <w:pStyle w:val="Heading5"/>
      </w:pPr>
      <w:r w:rsidRPr="008C6DE4">
        <w:t>9.4.3.4.3</w:t>
      </w:r>
      <w:r w:rsidR="00352573" w:rsidRPr="008C6DE4">
        <w:tab/>
        <w:t>Event-Triggered Reporting</w:t>
      </w:r>
    </w:p>
    <w:p w14:paraId="735E7327" w14:textId="77777777" w:rsidR="00352573" w:rsidRPr="008C6DE4" w:rsidRDefault="00352573" w:rsidP="00352573">
      <w:pPr>
        <w:rPr>
          <w:rFonts w:cs="v4.2.0"/>
        </w:rPr>
      </w:pPr>
      <w:r w:rsidRPr="008C6DE4">
        <w:rPr>
          <w:rFonts w:cs="v4.2.0"/>
        </w:rPr>
        <w:t>The reported NR – E-UTRAN TDD RSRP, RSRQ, and RS-SINR measurements contained in event-triggered measurement reports shall meet the requirements in clauses 10.2.2, 10.2.3, and 10.2.5, respectively.</w:t>
      </w:r>
    </w:p>
    <w:p w14:paraId="097498C8" w14:textId="7E62B363" w:rsidR="00352573" w:rsidRPr="008C6DE4" w:rsidRDefault="00352573" w:rsidP="00352573">
      <w:pPr>
        <w:rPr>
          <w:rFonts w:cs="v4.2.0"/>
        </w:rPr>
      </w:pPr>
      <w:r w:rsidRPr="008C6DE4">
        <w:rPr>
          <w:rFonts w:cs="v4.2.0"/>
        </w:rPr>
        <w:t xml:space="preserve">The UE shall not send any event-triggered measurement reports as long as </w:t>
      </w:r>
      <w:r w:rsidRPr="008C6DE4">
        <w:rPr>
          <w:rFonts w:cs="v4.2.0"/>
          <w:lang w:eastAsia="zh-CN"/>
        </w:rPr>
        <w:t>no</w:t>
      </w:r>
      <w:r w:rsidRPr="008C6DE4">
        <w:rPr>
          <w:rFonts w:cs="v4.2.0"/>
        </w:rPr>
        <w:t xml:space="preserve"> reporting criteria </w:t>
      </w:r>
      <w:r w:rsidRPr="008C6DE4">
        <w:rPr>
          <w:rFonts w:cs="v4.2.0"/>
          <w:lang w:eastAsia="zh-CN"/>
        </w:rPr>
        <w:t>are</w:t>
      </w:r>
      <w:r w:rsidRPr="008C6DE4">
        <w:rPr>
          <w:rFonts w:cs="v4.2.0"/>
        </w:rPr>
        <w:t xml:space="preserve"> fulfilled.</w:t>
      </w:r>
    </w:p>
    <w:p w14:paraId="5915DCA3" w14:textId="77777777" w:rsidR="00352573" w:rsidRPr="008C6DE4" w:rsidRDefault="00352573" w:rsidP="00352573">
      <w:pPr>
        <w:rPr>
          <w:rFonts w:cs="v4.2.0"/>
          <w:lang w:eastAsia="zh-CN"/>
        </w:rPr>
      </w:pPr>
      <w:r w:rsidRPr="008C6DE4">
        <w:rPr>
          <w:rFonts w:cs="v4.2.0"/>
        </w:rPr>
        <w:t>The measurement reporting delay is defined as the time between an event that will trigger a measurement report and the point when the UE starts to transmit the measurement report over the air interface. This requirement assumes that that the measurement report is not delayed by other RRC signalling on the DCCH.</w:t>
      </w:r>
      <w:r w:rsidRPr="008C6DE4">
        <w:rPr>
          <w:rFonts w:cs="v4.2.0"/>
          <w:lang w:eastAsia="zh-CN"/>
        </w:rPr>
        <w:t xml:space="preserve"> </w:t>
      </w:r>
      <w:r w:rsidRPr="008C6DE4">
        <w:rPr>
          <w:rFonts w:cs="v4.2.0"/>
        </w:rPr>
        <w:t>This measurement reporting delay excludes a delay uncertainty resulted when inserting the measurement report to the TTI of the uplink DCCH. The delay uncertainty is: 2 x TTI</w:t>
      </w:r>
      <w:r w:rsidRPr="008C6DE4">
        <w:rPr>
          <w:rFonts w:cs="v4.2.0"/>
          <w:vertAlign w:val="subscript"/>
        </w:rPr>
        <w:t>DCCH</w:t>
      </w:r>
      <w:r w:rsidRPr="008C6DE4">
        <w:rPr>
          <w:rFonts w:cs="v4.2.0"/>
          <w:lang w:eastAsia="zh-CN"/>
        </w:rPr>
        <w:t xml:space="preserve"> </w:t>
      </w:r>
      <w:r w:rsidRPr="008C6DE4">
        <w:t>where TTI</w:t>
      </w:r>
      <w:r w:rsidRPr="008C6DE4">
        <w:rPr>
          <w:vertAlign w:val="subscript"/>
        </w:rPr>
        <w:t>DCCH</w:t>
      </w:r>
      <w:r w:rsidRPr="008C6DE4">
        <w:t xml:space="preserve"> is the duration of subframe or slot or subslot when the measurement report is transmitted on the PUSCH with subframe or slot or subslot duration</w:t>
      </w:r>
      <w:r w:rsidRPr="008C6DE4">
        <w:rPr>
          <w:rFonts w:cs="v4.2.0"/>
          <w:lang w:eastAsia="zh-CN"/>
        </w:rPr>
        <w:t>. This measurement reporting delay excludes a delay which caused by no UL resources for UE to send the measurement report.</w:t>
      </w:r>
    </w:p>
    <w:p w14:paraId="36BE4AF5" w14:textId="77777777" w:rsidR="00352573" w:rsidRPr="008C6DE4" w:rsidRDefault="00352573" w:rsidP="00352573">
      <w:pPr>
        <w:rPr>
          <w:rFonts w:cs="v4.2.0"/>
        </w:rPr>
      </w:pPr>
      <w:r w:rsidRPr="008C6DE4">
        <w:rPr>
          <w:rFonts w:cs="v4.2.0"/>
        </w:rPr>
        <w:t xml:space="preserve">The event triggered measurement reporting delay, measured without L3 filtering shall be less than T </w:t>
      </w:r>
      <w:r w:rsidRPr="008C6DE4">
        <w:rPr>
          <w:rFonts w:cs="v4.2.0"/>
          <w:vertAlign w:val="subscript"/>
        </w:rPr>
        <w:t>Identify, E-UTRAN TDD</w:t>
      </w:r>
      <w:r w:rsidRPr="008C6DE4">
        <w:rPr>
          <w:rFonts w:cs="v4.2.0"/>
        </w:rPr>
        <w:t xml:space="preserve"> defined in clauses 9.4.3.2 and 9.4.3.3 without DRX and with DRX, respectively</w:t>
      </w:r>
      <w:r w:rsidRPr="008C6DE4">
        <w:rPr>
          <w:rFonts w:cs="v4.2.0"/>
          <w:lang w:eastAsia="zh-CN"/>
        </w:rPr>
        <w:t>.</w:t>
      </w:r>
      <w:r w:rsidRPr="008C6DE4">
        <w:rPr>
          <w:rFonts w:cs="v4.2.0"/>
          <w:vertAlign w:val="subscript"/>
        </w:rPr>
        <w:t xml:space="preserve"> </w:t>
      </w:r>
      <w:r w:rsidRPr="008C6DE4">
        <w:rPr>
          <w:rFonts w:cs="v4.2.0"/>
        </w:rPr>
        <w:t>When L3 filtering is used, an additional delay can be expected.</w:t>
      </w:r>
    </w:p>
    <w:p w14:paraId="3D4E6881" w14:textId="77777777" w:rsidR="00352573" w:rsidRPr="008C6DE4" w:rsidRDefault="00352573" w:rsidP="00352573">
      <w:pPr>
        <w:rPr>
          <w:lang w:eastAsia="zh-CN"/>
        </w:rPr>
      </w:pPr>
      <w:r w:rsidRPr="008C6DE4">
        <w:t>If a cell which has been detectable at least for the time period T</w:t>
      </w:r>
      <w:r w:rsidRPr="008C6DE4">
        <w:rPr>
          <w:vertAlign w:val="subscript"/>
        </w:rPr>
        <w:t>Identify, E-UTRAN TDD</w:t>
      </w:r>
      <w:r w:rsidRPr="008C6DE4">
        <w:rPr>
          <w:rFonts w:cs="v4.2.0"/>
        </w:rPr>
        <w:t xml:space="preserve"> becomes undetectable for a period </w:t>
      </w:r>
      <w:r w:rsidRPr="008C6DE4">
        <w:rPr>
          <w:rFonts w:hint="eastAsia"/>
        </w:rPr>
        <w:t>≤</w:t>
      </w:r>
      <w:r w:rsidRPr="008C6DE4">
        <w:t xml:space="preserve"> 5 seconds and then the cell becomes detectable again and </w:t>
      </w:r>
      <w:r w:rsidRPr="008C6DE4">
        <w:rPr>
          <w:rFonts w:cs="v4.2.0"/>
        </w:rPr>
        <w:t xml:space="preserve">triggers an event as </w:t>
      </w:r>
      <w:r w:rsidRPr="008C6DE4">
        <w:rPr>
          <w:rFonts w:cs="v4.2.0"/>
          <w:lang w:eastAsia="zh-CN"/>
        </w:rPr>
        <w:t xml:space="preserve">per </w:t>
      </w:r>
      <w:r w:rsidRPr="008C6DE4">
        <w:t>TS 38.331 [2], the event triggered measurement reporting delay shall be less than</w:t>
      </w:r>
      <w:r w:rsidRPr="008C6DE4">
        <w:rPr>
          <w:rFonts w:cs="v4.2.0"/>
        </w:rPr>
        <w:t xml:space="preserve"> T</w:t>
      </w:r>
      <w:r w:rsidRPr="008C6DE4">
        <w:rPr>
          <w:rFonts w:cs="v4.2.0"/>
          <w:vertAlign w:val="subscript"/>
        </w:rPr>
        <w:t>Measure, E-UTRAN TDD</w:t>
      </w:r>
      <w:r w:rsidRPr="008C6DE4">
        <w:t xml:space="preserve"> provided the timing to that cell has not changed more than </w:t>
      </w:r>
      <w:r w:rsidRPr="008C6DE4">
        <w:rPr>
          <w:lang w:eastAsia="zh-CN"/>
        </w:rPr>
        <w:sym w:font="Symbol" w:char="F0B1"/>
      </w:r>
      <w:r w:rsidRPr="008C6DE4">
        <w:rPr>
          <w:lang w:eastAsia="zh-CN"/>
        </w:rPr>
        <w:t xml:space="preserve"> 50 Ts </w:t>
      </w:r>
      <w:r w:rsidRPr="008C6DE4">
        <w:t xml:space="preserve">while </w:t>
      </w:r>
      <w:r w:rsidRPr="008C6DE4">
        <w:rPr>
          <w:rFonts w:cs="v4.2.0"/>
        </w:rPr>
        <w:t>measurement</w:t>
      </w:r>
      <w:r w:rsidRPr="008C6DE4">
        <w:t xml:space="preserve"> gap has not been available and the L3 filter has not been used.</w:t>
      </w:r>
    </w:p>
    <w:p w14:paraId="040BEBFE" w14:textId="77777777" w:rsidR="00352573" w:rsidRPr="008C6DE4" w:rsidRDefault="00352573" w:rsidP="00352573">
      <w:pPr>
        <w:pStyle w:val="Heading3"/>
        <w:rPr>
          <w:lang w:val="en-US"/>
        </w:rPr>
      </w:pPr>
      <w:r w:rsidRPr="008C6DE4">
        <w:rPr>
          <w:lang w:val="en-US"/>
        </w:rPr>
        <w:t>9.4.4</w:t>
      </w:r>
      <w:r w:rsidRPr="008C6DE4">
        <w:rPr>
          <w:lang w:val="en-US"/>
        </w:rPr>
        <w:tab/>
        <w:t>Inter-RAT RSTD measurements</w:t>
      </w:r>
    </w:p>
    <w:p w14:paraId="58691B8E" w14:textId="5A438099" w:rsidR="00352573" w:rsidRPr="008C6DE4" w:rsidRDefault="0048284E" w:rsidP="0048284E">
      <w:pPr>
        <w:pStyle w:val="Heading4"/>
        <w:rPr>
          <w:lang w:val="en-US"/>
        </w:rPr>
      </w:pPr>
      <w:r w:rsidRPr="008C6DE4">
        <w:rPr>
          <w:lang w:val="en-US"/>
        </w:rPr>
        <w:t>9.4.4.1</w:t>
      </w:r>
      <w:r w:rsidR="00352573" w:rsidRPr="008C6DE4">
        <w:rPr>
          <w:lang w:val="en-US"/>
        </w:rPr>
        <w:tab/>
        <w:t>NR − E-UTRAN FDD RSTD measurements</w:t>
      </w:r>
    </w:p>
    <w:p w14:paraId="5352FDD6" w14:textId="78654004" w:rsidR="00352573" w:rsidRPr="008C6DE4" w:rsidRDefault="0048284E" w:rsidP="0048284E">
      <w:pPr>
        <w:pStyle w:val="Heading5"/>
      </w:pPr>
      <w:r w:rsidRPr="008C6DE4">
        <w:t>9.4.4.1.1</w:t>
      </w:r>
      <w:r w:rsidR="00352573" w:rsidRPr="008C6DE4">
        <w:tab/>
        <w:t>Introduction</w:t>
      </w:r>
    </w:p>
    <w:p w14:paraId="31E0E01F" w14:textId="464FCDF9" w:rsidR="00352573" w:rsidRDefault="00352573" w:rsidP="00352573">
      <w:r w:rsidRPr="008C6DE4">
        <w:t>The requirements are applicable for NR−E-UTRAN FDD RSTD measurements requested via LPP [22, 27].</w:t>
      </w:r>
    </w:p>
    <w:p w14:paraId="010A06B9" w14:textId="77777777" w:rsidR="00AB2118" w:rsidRDefault="00AB2118" w:rsidP="00AB2118">
      <w:pPr>
        <w:rPr>
          <w:noProof/>
        </w:rPr>
      </w:pPr>
      <w:r w:rsidRPr="008C6DE4">
        <w:rPr>
          <w:rFonts w:eastAsia="MS Mincho"/>
        </w:rPr>
        <w:t>When the UE is in NE-DC operation mode and an NR</w:t>
      </w:r>
      <w:r w:rsidRPr="008C6DE4">
        <w:rPr>
          <w:rFonts w:eastAsia="MS Mincho"/>
        </w:rPr>
        <w:sym w:font="Symbol" w:char="F02D"/>
      </w:r>
      <w:r w:rsidRPr="008C6DE4">
        <w:rPr>
          <w:rFonts w:eastAsia="MS Mincho"/>
        </w:rPr>
        <w:t xml:space="preserve">E-UTRAN FDD </w:t>
      </w:r>
      <w:r>
        <w:rPr>
          <w:rFonts w:eastAsia="MS Mincho"/>
        </w:rPr>
        <w:t xml:space="preserve">RSTD </w:t>
      </w:r>
      <w:r w:rsidRPr="008C6DE4">
        <w:rPr>
          <w:rFonts w:eastAsia="MS Mincho"/>
        </w:rPr>
        <w:t>measurement</w:t>
      </w:r>
      <w:r w:rsidRPr="008C6DE4">
        <w:t xml:space="preserve"> </w:t>
      </w:r>
      <w:r w:rsidRPr="008C6DE4">
        <w:rPr>
          <w:rFonts w:eastAsia="MS Mincho"/>
        </w:rPr>
        <w:t xml:space="preserve">configured </w:t>
      </w:r>
      <w:r w:rsidRPr="008C6DE4">
        <w:rPr>
          <w:noProof/>
        </w:rPr>
        <w:t xml:space="preserve">by NR PCell is on a E-UTRA serving frequency carrier, then the corresponding E-UTRA intra-frequency measurements requirements </w:t>
      </w:r>
      <w:r>
        <w:rPr>
          <w:noProof/>
        </w:rPr>
        <w:t xml:space="preserve">as follows </w:t>
      </w:r>
      <w:r w:rsidRPr="008C6DE4">
        <w:rPr>
          <w:noProof/>
        </w:rPr>
        <w:t>shall apply.</w:t>
      </w:r>
    </w:p>
    <w:p w14:paraId="78B0A8EA" w14:textId="492FD6E1" w:rsidR="00AB2118" w:rsidRDefault="00AB2118" w:rsidP="00AB2118">
      <w:pPr>
        <w:pStyle w:val="B10"/>
      </w:pPr>
      <w:r>
        <w:rPr>
          <w:lang w:eastAsia="zh-CN"/>
        </w:rPr>
        <w:t>-</w:t>
      </w:r>
      <w:r>
        <w:rPr>
          <w:lang w:eastAsia="zh-CN"/>
        </w:rPr>
        <w:tab/>
        <w:t>M</w:t>
      </w:r>
      <w:r w:rsidRPr="00B910B8">
        <w:rPr>
          <w:rFonts w:hint="eastAsia"/>
          <w:lang w:eastAsia="zh-CN"/>
        </w:rPr>
        <w:t>easurements</w:t>
      </w:r>
      <w:r w:rsidRPr="00B910B8">
        <w:rPr>
          <w:rFonts w:hint="eastAsia"/>
        </w:rPr>
        <w:t xml:space="preserve"> </w:t>
      </w:r>
      <w:r>
        <w:t xml:space="preserve">configured on E-UTRA PSCC </w:t>
      </w:r>
      <w:r w:rsidRPr="00B910B8">
        <w:t>shall meet E-UTRAN OTDOA intra-frequency measurements requirements in clause 8.1.2.5.</w:t>
      </w:r>
      <w:r w:rsidRPr="00B910B8">
        <w:rPr>
          <w:rFonts w:hint="eastAsia"/>
        </w:rPr>
        <w:t xml:space="preserve"> </w:t>
      </w:r>
      <w:r w:rsidRPr="00B910B8">
        <w:t>The applicable measurement accuracy requirements are in clause 9</w:t>
      </w:r>
      <w:r w:rsidRPr="00B910B8">
        <w:rPr>
          <w:rFonts w:hint="eastAsia"/>
          <w:lang w:eastAsia="zh-CN"/>
        </w:rPr>
        <w:t>.1.</w:t>
      </w:r>
      <w:r w:rsidRPr="00B910B8">
        <w:rPr>
          <w:lang w:eastAsia="zh-CN"/>
        </w:rPr>
        <w:t>10.</w:t>
      </w:r>
    </w:p>
    <w:p w14:paraId="7E9DA684" w14:textId="568DED86" w:rsidR="00AB2118" w:rsidRPr="008C6DE4" w:rsidRDefault="00AB2118" w:rsidP="00AB2118">
      <w:pPr>
        <w:pStyle w:val="B10"/>
      </w:pPr>
      <w:r>
        <w:rPr>
          <w:lang w:eastAsia="zh-CN"/>
        </w:rPr>
        <w:t>-</w:t>
      </w:r>
      <w:r>
        <w:rPr>
          <w:lang w:eastAsia="zh-CN"/>
        </w:rPr>
        <w:tab/>
        <w:t>M</w:t>
      </w:r>
      <w:r w:rsidRPr="00B910B8">
        <w:rPr>
          <w:rFonts w:hint="eastAsia"/>
          <w:lang w:eastAsia="zh-CN"/>
        </w:rPr>
        <w:t>easurements</w:t>
      </w:r>
      <w:r w:rsidRPr="00B910B8">
        <w:rPr>
          <w:rFonts w:hint="eastAsia"/>
        </w:rPr>
        <w:t xml:space="preserve"> </w:t>
      </w:r>
      <w:r>
        <w:t xml:space="preserve">configured on E-UTRA SCC </w:t>
      </w:r>
      <w:r w:rsidRPr="00B910B8">
        <w:t>shall meet</w:t>
      </w:r>
      <w:r w:rsidRPr="00B910B8">
        <w:rPr>
          <w:rFonts w:hint="eastAsia"/>
        </w:rPr>
        <w:t xml:space="preserve"> </w:t>
      </w:r>
      <w:r w:rsidRPr="00B910B8">
        <w:t xml:space="preserve">all applicable requirements in clause 8.4, except that </w:t>
      </w:r>
      <w:r w:rsidRPr="00F42F7F">
        <w:rPr>
          <w:rFonts w:eastAsia="Malgun Gothic"/>
        </w:rPr>
        <w:t>t</w:t>
      </w:r>
      <w:r w:rsidRPr="00F42F7F">
        <w:rPr>
          <w:rFonts w:eastAsia="Malgun Gothic" w:hint="eastAsia"/>
        </w:rPr>
        <w:t>he term</w:t>
      </w:r>
      <w:r w:rsidRPr="00F42F7F">
        <w:rPr>
          <w:rFonts w:eastAsia="Malgun Gothic"/>
        </w:rPr>
        <w:t>s</w:t>
      </w:r>
      <w:r w:rsidRPr="00F42F7F">
        <w:rPr>
          <w:rFonts w:eastAsia="Malgun Gothic" w:hint="eastAsia"/>
        </w:rPr>
        <w:t xml:space="preserve"> </w:t>
      </w:r>
      <w:r w:rsidRPr="00F42F7F">
        <w:rPr>
          <w:rFonts w:eastAsia="Malgun Gothic"/>
        </w:rPr>
        <w:t>PCell and primary component carrier shall be deemed to be swapped with PSCell and PSCC</w:t>
      </w:r>
      <w:r w:rsidRPr="00B910B8">
        <w:t>.</w:t>
      </w:r>
      <w:r w:rsidRPr="00B910B8">
        <w:rPr>
          <w:rFonts w:hint="eastAsia"/>
        </w:rPr>
        <w:t xml:space="preserve"> </w:t>
      </w:r>
      <w:r w:rsidRPr="00B910B8">
        <w:t>The applicable measurement accuracy requirements are in clause 9</w:t>
      </w:r>
      <w:r w:rsidRPr="00B910B8">
        <w:rPr>
          <w:rFonts w:hint="eastAsia"/>
          <w:lang w:eastAsia="zh-CN"/>
        </w:rPr>
        <w:t>.1.</w:t>
      </w:r>
      <w:r w:rsidRPr="00B910B8">
        <w:rPr>
          <w:lang w:eastAsia="zh-CN"/>
        </w:rPr>
        <w:t>12</w:t>
      </w:r>
      <w:r w:rsidRPr="00B910B8">
        <w:t xml:space="preserve">, except that </w:t>
      </w:r>
      <w:r w:rsidRPr="00F42F7F">
        <w:rPr>
          <w:rFonts w:eastAsia="Malgun Gothic"/>
        </w:rPr>
        <w:t>t</w:t>
      </w:r>
      <w:r w:rsidRPr="00F42F7F">
        <w:rPr>
          <w:rFonts w:eastAsia="Malgun Gothic" w:hint="eastAsia"/>
        </w:rPr>
        <w:t>he term</w:t>
      </w:r>
      <w:r w:rsidRPr="00F42F7F">
        <w:rPr>
          <w:rFonts w:eastAsia="Malgun Gothic"/>
        </w:rPr>
        <w:t>s</w:t>
      </w:r>
      <w:r w:rsidRPr="00F42F7F">
        <w:rPr>
          <w:rFonts w:eastAsia="Malgun Gothic" w:hint="eastAsia"/>
        </w:rPr>
        <w:t xml:space="preserve"> </w:t>
      </w:r>
      <w:r w:rsidRPr="00F42F7F">
        <w:rPr>
          <w:rFonts w:eastAsia="Malgun Gothic"/>
        </w:rPr>
        <w:t>PCell and primary component carrier shall be deemed to be swapped with PSCell and PSCC.</w:t>
      </w:r>
    </w:p>
    <w:p w14:paraId="1B02D5E3" w14:textId="77777777" w:rsidR="00352573" w:rsidRPr="008C6DE4" w:rsidRDefault="00352573" w:rsidP="00352573">
      <w:r w:rsidRPr="008C6DE4">
        <w:t>The requirements in clause 9.4.4.1 apply when:</w:t>
      </w:r>
    </w:p>
    <w:p w14:paraId="56D42A06" w14:textId="77777777" w:rsidR="00352573" w:rsidRPr="008C6DE4" w:rsidRDefault="00352573" w:rsidP="00352573">
      <w:pPr>
        <w:pStyle w:val="B10"/>
      </w:pPr>
      <w:r w:rsidRPr="008C6DE4">
        <w:t>-</w:t>
      </w:r>
      <w:r w:rsidRPr="008C6DE4">
        <w:tab/>
        <w:t xml:space="preserve">the UE is provided with the LTE timing information via LPP [27], including both </w:t>
      </w:r>
      <w:r w:rsidRPr="008C6DE4">
        <w:rPr>
          <w:i/>
          <w:snapToGrid w:val="0"/>
        </w:rPr>
        <w:t>nr-LTE-SFN-Offset</w:t>
      </w:r>
      <w:r w:rsidRPr="008C6DE4">
        <w:t xml:space="preserve"> and </w:t>
      </w:r>
      <w:r w:rsidRPr="008C6DE4">
        <w:rPr>
          <w:i/>
        </w:rPr>
        <w:t>nr-LTE-fineTiming-Offset</w:t>
      </w:r>
      <w:r w:rsidRPr="008C6DE4">
        <w:t>, or</w:t>
      </w:r>
    </w:p>
    <w:p w14:paraId="245D09BD" w14:textId="77777777" w:rsidR="00352573" w:rsidRPr="008C6DE4" w:rsidRDefault="00352573" w:rsidP="00352573">
      <w:pPr>
        <w:pStyle w:val="B10"/>
      </w:pPr>
      <w:r w:rsidRPr="008C6DE4">
        <w:t>-</w:t>
      </w:r>
      <w:r w:rsidRPr="008C6DE4">
        <w:tab/>
        <w:t xml:space="preserve">the UE is not provided with </w:t>
      </w:r>
      <w:r w:rsidRPr="008C6DE4">
        <w:rPr>
          <w:i/>
          <w:snapToGrid w:val="0"/>
        </w:rPr>
        <w:t>nr-LTE-SFN-Offset</w:t>
      </w:r>
      <w:r w:rsidRPr="008C6DE4">
        <w:t xml:space="preserve"> or </w:t>
      </w:r>
      <w:r w:rsidRPr="008C6DE4">
        <w:rPr>
          <w:i/>
        </w:rPr>
        <w:t>nr-LTE-fineTiming-Offset</w:t>
      </w:r>
      <w:r w:rsidRPr="008C6DE4">
        <w:t>, or</w:t>
      </w:r>
    </w:p>
    <w:p w14:paraId="204B5E2C" w14:textId="77777777" w:rsidR="00352573" w:rsidRPr="008C6DE4" w:rsidRDefault="00352573" w:rsidP="00352573">
      <w:pPr>
        <w:pStyle w:val="B10"/>
      </w:pPr>
      <w:r w:rsidRPr="008C6DE4">
        <w:t>-</w:t>
      </w:r>
      <w:r w:rsidRPr="008C6DE4">
        <w:tab/>
        <w:t xml:space="preserve">the UE is provided with </w:t>
      </w:r>
      <w:r w:rsidRPr="008C6DE4">
        <w:rPr>
          <w:i/>
          <w:snapToGrid w:val="0"/>
        </w:rPr>
        <w:t>nr-LTE-SFN-Offset</w:t>
      </w:r>
      <w:r w:rsidRPr="008C6DE4">
        <w:rPr>
          <w:snapToGrid w:val="0"/>
        </w:rPr>
        <w:t xml:space="preserve"> but not with </w:t>
      </w:r>
      <w:r w:rsidRPr="008C6DE4">
        <w:rPr>
          <w:i/>
        </w:rPr>
        <w:t>nr-LTE-fineTiming-Offset</w:t>
      </w:r>
      <w:r w:rsidRPr="008C6DE4">
        <w:t>.</w:t>
      </w:r>
    </w:p>
    <w:p w14:paraId="75EC1F12" w14:textId="00641111" w:rsidR="00157E18" w:rsidRPr="008C6DE4" w:rsidRDefault="00352573" w:rsidP="002777B2">
      <w:pPr>
        <w:pStyle w:val="B10"/>
        <w:ind w:left="1" w:hanging="1"/>
        <w:rPr>
          <w:rFonts w:eastAsia="MS Mincho"/>
        </w:rPr>
      </w:pPr>
      <w:r w:rsidRPr="008C6DE4">
        <w:t xml:space="preserve">When the UE is not aware of the SFN of at least one LTE cell in the OTDOA assistance data, the UE may be using </w:t>
      </w:r>
      <w:r w:rsidR="00157E18" w:rsidRPr="008C6DE4">
        <w:t xml:space="preserve">When the UE is not aware of the SFN of at least one LTE cell in the OTDOA assistance data, the UE may be using autonomous gaps to acquire SFN of the OTDOA assistance data reference cell prior to requesting measurement gaps for performing the requested E-UTRA RSTD measurements before the </w:t>
      </w:r>
      <w:r w:rsidR="00157E18" w:rsidRPr="008C6DE4">
        <w:rPr>
          <w:rFonts w:eastAsia="MS Mincho" w:cs="v4.2.0"/>
          <w:noProof/>
          <w:position w:val="-14"/>
          <w:lang w:val="en-US" w:eastAsia="zh-CN"/>
        </w:rPr>
        <w:drawing>
          <wp:inline distT="0" distB="0" distL="0" distR="0" wp14:anchorId="47204C53" wp14:editId="7C3B0CB9">
            <wp:extent cx="1365250" cy="241300"/>
            <wp:effectExtent l="0" t="0" r="6350" b="63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365250" cy="241300"/>
                    </a:xfrm>
                    <a:prstGeom prst="rect">
                      <a:avLst/>
                    </a:prstGeom>
                    <a:noFill/>
                    <a:ln>
                      <a:noFill/>
                    </a:ln>
                  </pic:spPr>
                </pic:pic>
              </a:graphicData>
            </a:graphic>
          </wp:inline>
        </w:drawing>
      </w:r>
      <w:r w:rsidR="00157E18" w:rsidRPr="008C6DE4">
        <w:rPr>
          <w:rFonts w:eastAsia="MS Mincho" w:cs="v4.2.0"/>
          <w:lang w:val="en-US"/>
        </w:rPr>
        <w:t xml:space="preserve"> </w:t>
      </w:r>
      <w:r w:rsidR="00157E18" w:rsidRPr="008C6DE4">
        <w:t>time period</w:t>
      </w:r>
      <w:r w:rsidR="00157E18" w:rsidRPr="008C6DE4">
        <w:rPr>
          <w:rFonts w:eastAsia="MS Mincho" w:cs="v4.2.0"/>
        </w:rPr>
        <w:t xml:space="preserve"> starts while meeting all the requirements in clause 9.4.4.1.2, provided that </w:t>
      </w:r>
      <w:r w:rsidR="00157E18" w:rsidRPr="008C6DE4">
        <w:t xml:space="preserve">the OTDOA assistance data is provided to allow sufficient time for the UE to acquire the SFN before the </w:t>
      </w:r>
      <w:r w:rsidR="00157E18" w:rsidRPr="008C6DE4">
        <w:rPr>
          <w:rFonts w:eastAsia="MS Mincho" w:cs="v4.2.0"/>
          <w:noProof/>
          <w:position w:val="-14"/>
          <w:lang w:val="en-US" w:eastAsia="zh-CN"/>
        </w:rPr>
        <w:drawing>
          <wp:inline distT="0" distB="0" distL="0" distR="0" wp14:anchorId="3D1CF3DB" wp14:editId="6205DB56">
            <wp:extent cx="1365250" cy="241300"/>
            <wp:effectExtent l="0" t="0" r="635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365250" cy="241300"/>
                    </a:xfrm>
                    <a:prstGeom prst="rect">
                      <a:avLst/>
                    </a:prstGeom>
                    <a:noFill/>
                    <a:ln>
                      <a:noFill/>
                    </a:ln>
                  </pic:spPr>
                </pic:pic>
              </a:graphicData>
            </a:graphic>
          </wp:inline>
        </w:drawing>
      </w:r>
      <w:r w:rsidR="00157E18" w:rsidRPr="008C6DE4">
        <w:rPr>
          <w:rFonts w:eastAsia="MS Mincho"/>
        </w:rPr>
        <w:t xml:space="preserve"> starts.</w:t>
      </w:r>
    </w:p>
    <w:p w14:paraId="7E70E853" w14:textId="41AA86B4" w:rsidR="00157E18" w:rsidRPr="008C6DE4" w:rsidRDefault="00157E18" w:rsidP="002777B2">
      <w:pPr>
        <w:pStyle w:val="B10"/>
        <w:ind w:left="1" w:hanging="1"/>
        <w:rPr>
          <w:rFonts w:eastAsia="Times New Roman"/>
        </w:rPr>
      </w:pPr>
      <w:r w:rsidRPr="008C6DE4">
        <w:t xml:space="preserve">When the UE is not aware of and cannot derive the subframe timing difference between the NR serving cell and the OTDOA assistance data reference cell, the UE may need to request measurement gaps to perform cell detection for the OTDOA assistance data reference cell prior to requesting measurement gaps for performing the requested E-UTRA RSTD measurements before the </w:t>
      </w:r>
      <w:r w:rsidRPr="008C6DE4">
        <w:rPr>
          <w:rFonts w:eastAsia="MS Mincho" w:cs="v4.2.0"/>
          <w:noProof/>
          <w:position w:val="-14"/>
          <w:lang w:val="en-US" w:eastAsia="zh-CN"/>
        </w:rPr>
        <w:drawing>
          <wp:inline distT="0" distB="0" distL="0" distR="0" wp14:anchorId="1AC3DB06" wp14:editId="06A6A23C">
            <wp:extent cx="1365250" cy="2349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365250" cy="234950"/>
                    </a:xfrm>
                    <a:prstGeom prst="rect">
                      <a:avLst/>
                    </a:prstGeom>
                    <a:noFill/>
                    <a:ln>
                      <a:noFill/>
                    </a:ln>
                  </pic:spPr>
                </pic:pic>
              </a:graphicData>
            </a:graphic>
          </wp:inline>
        </w:drawing>
      </w:r>
      <w:r w:rsidRPr="008C6DE4">
        <w:rPr>
          <w:rFonts w:eastAsia="MS Mincho" w:cs="v4.2.0"/>
          <w:lang w:val="en-US"/>
        </w:rPr>
        <w:t xml:space="preserve"> </w:t>
      </w:r>
      <w:r w:rsidRPr="008C6DE4">
        <w:t>time period</w:t>
      </w:r>
      <w:r w:rsidRPr="008C6DE4">
        <w:rPr>
          <w:rFonts w:eastAsia="MS Mincho" w:cs="v4.2.0"/>
        </w:rPr>
        <w:t xml:space="preserve"> starts while meeting all the requirements in clause 9.4.4.1.2, provided that </w:t>
      </w:r>
      <w:r w:rsidRPr="008C6DE4">
        <w:t xml:space="preserve">the OTDOA assistance data is provided to allow sufficient time for the UE to detect the cell before the </w:t>
      </w:r>
      <w:r w:rsidRPr="008C6DE4">
        <w:rPr>
          <w:rFonts w:eastAsia="MS Mincho" w:cs="v4.2.0"/>
          <w:noProof/>
          <w:position w:val="-14"/>
          <w:lang w:val="en-US" w:eastAsia="zh-CN"/>
        </w:rPr>
        <w:drawing>
          <wp:inline distT="0" distB="0" distL="0" distR="0" wp14:anchorId="66B62D13" wp14:editId="33E6B774">
            <wp:extent cx="1365250" cy="2349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365250" cy="234950"/>
                    </a:xfrm>
                    <a:prstGeom prst="rect">
                      <a:avLst/>
                    </a:prstGeom>
                    <a:noFill/>
                    <a:ln>
                      <a:noFill/>
                    </a:ln>
                  </pic:spPr>
                </pic:pic>
              </a:graphicData>
            </a:graphic>
          </wp:inline>
        </w:drawing>
      </w:r>
      <w:r w:rsidRPr="008C6DE4">
        <w:rPr>
          <w:rFonts w:eastAsia="MS Mincho"/>
        </w:rPr>
        <w:t xml:space="preserve"> starts</w:t>
      </w:r>
      <w:r w:rsidRPr="008C6DE4">
        <w:t>.</w:t>
      </w:r>
    </w:p>
    <w:p w14:paraId="21E99ECA" w14:textId="2D984F20" w:rsidR="00352573" w:rsidRPr="008C6DE4" w:rsidRDefault="00352573" w:rsidP="00C62EFA">
      <w:pPr>
        <w:pStyle w:val="Heading5"/>
      </w:pPr>
      <w:r w:rsidRPr="008C6DE4">
        <w:t>9.4.4.1.2</w:t>
      </w:r>
      <w:r w:rsidRPr="008C6DE4">
        <w:tab/>
        <w:t>Requirements</w:t>
      </w:r>
    </w:p>
    <w:p w14:paraId="1A7D6B26" w14:textId="77777777" w:rsidR="00352573" w:rsidRPr="008C6DE4" w:rsidRDefault="00352573" w:rsidP="00352573">
      <w:pPr>
        <w:rPr>
          <w:rFonts w:eastAsia="MS Mincho" w:cs="v4.2.0"/>
        </w:rPr>
      </w:pPr>
      <w:r w:rsidRPr="008C6DE4">
        <w:t xml:space="preserve">When the physical layer cell identities of neighbour cells together with the OTDOA assistance data are provided, the UE shall be able to detect and measure inter-RAT E-UTRAN FDD RSTD, specified in </w:t>
      </w:r>
      <w:r w:rsidRPr="008C6DE4">
        <w:rPr>
          <w:noProof/>
        </w:rPr>
        <w:t>TS 38.215</w:t>
      </w:r>
      <w:r w:rsidRPr="008C6DE4">
        <w:t xml:space="preserve"> [4], for at least </w:t>
      </w:r>
      <w:r w:rsidRPr="008C6DE4">
        <w:rPr>
          <w:i/>
        </w:rPr>
        <w:t>n</w:t>
      </w:r>
      <w:r w:rsidRPr="008C6DE4">
        <w:t xml:space="preserve">=16 cells, including the reference cell, within </w:t>
      </w:r>
      <w:r w:rsidRPr="008C6DE4">
        <w:rPr>
          <w:rFonts w:eastAsia="MS Mincho" w:cs="v4.2.0"/>
          <w:noProof/>
          <w:position w:val="-14"/>
          <w:lang w:val="en-US" w:eastAsia="zh-CN"/>
        </w:rPr>
        <w:drawing>
          <wp:inline distT="0" distB="0" distL="0" distR="0" wp14:anchorId="67EEAA4C" wp14:editId="4A080405">
            <wp:extent cx="1363980" cy="236220"/>
            <wp:effectExtent l="0" t="0" r="0" b="0"/>
            <wp:docPr id="2959" name="Picture 2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363980" cy="236220"/>
                    </a:xfrm>
                    <a:prstGeom prst="rect">
                      <a:avLst/>
                    </a:prstGeom>
                    <a:noFill/>
                    <a:ln>
                      <a:noFill/>
                    </a:ln>
                  </pic:spPr>
                </pic:pic>
              </a:graphicData>
            </a:graphic>
          </wp:inline>
        </w:drawing>
      </w:r>
      <w:r w:rsidRPr="008C6DE4">
        <w:rPr>
          <w:rFonts w:eastAsia="MS Mincho" w:cs="v4.2.0"/>
        </w:rPr>
        <w:t xml:space="preserve"> ms as given below:</w:t>
      </w:r>
    </w:p>
    <w:p w14:paraId="58845A62" w14:textId="77777777" w:rsidR="00352573" w:rsidRPr="008C6DE4" w:rsidRDefault="00352573" w:rsidP="00352573">
      <w:pPr>
        <w:pStyle w:val="EQ"/>
      </w:pPr>
      <w:r w:rsidRPr="008C6DE4">
        <w:tab/>
      </w:r>
      <w:r w:rsidRPr="008C6DE4">
        <w:rPr>
          <w:position w:val="-14"/>
          <w:lang w:val="en-US" w:eastAsia="zh-CN"/>
        </w:rPr>
        <w:drawing>
          <wp:inline distT="0" distB="0" distL="0" distR="0" wp14:anchorId="308F0890" wp14:editId="7A48407E">
            <wp:extent cx="3002280" cy="236220"/>
            <wp:effectExtent l="0" t="0" r="7620" b="0"/>
            <wp:docPr id="2960" name="Picture 2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5"/>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002280" cy="236220"/>
                    </a:xfrm>
                    <a:prstGeom prst="rect">
                      <a:avLst/>
                    </a:prstGeom>
                    <a:noFill/>
                    <a:ln>
                      <a:noFill/>
                    </a:ln>
                  </pic:spPr>
                </pic:pic>
              </a:graphicData>
            </a:graphic>
          </wp:inline>
        </w:drawing>
      </w:r>
      <w:r w:rsidRPr="008C6DE4">
        <w:t>,</w:t>
      </w:r>
    </w:p>
    <w:p w14:paraId="688C49AD" w14:textId="77777777" w:rsidR="00352573" w:rsidRPr="008C6DE4" w:rsidRDefault="00352573" w:rsidP="00352573">
      <w:pPr>
        <w:rPr>
          <w:rFonts w:eastAsia="MS Mincho" w:cs="v4.2.0"/>
        </w:rPr>
      </w:pPr>
      <w:r w:rsidRPr="008C6DE4">
        <w:rPr>
          <w:rFonts w:eastAsia="MS Mincho" w:cs="v4.2.0"/>
        </w:rPr>
        <w:t>where</w:t>
      </w:r>
    </w:p>
    <w:p w14:paraId="68F35726" w14:textId="77777777" w:rsidR="00352573" w:rsidRPr="008C6DE4" w:rsidRDefault="00352573" w:rsidP="00352573">
      <w:pPr>
        <w:spacing w:after="0"/>
        <w:rPr>
          <w:rFonts w:eastAsia="MS Mincho" w:cs="v4.2.0"/>
        </w:rPr>
      </w:pPr>
      <w:r w:rsidRPr="008C6DE4">
        <w:rPr>
          <w:rFonts w:eastAsia="MS Mincho" w:cs="v4.2.0"/>
          <w:noProof/>
          <w:position w:val="-14"/>
          <w:lang w:val="en-US" w:eastAsia="zh-CN"/>
        </w:rPr>
        <w:drawing>
          <wp:inline distT="0" distB="0" distL="0" distR="0" wp14:anchorId="40DF2D37" wp14:editId="4CD6722B">
            <wp:extent cx="1363980" cy="236220"/>
            <wp:effectExtent l="0" t="0" r="0" b="0"/>
            <wp:docPr id="2961" name="Picture 2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363980" cy="236220"/>
                    </a:xfrm>
                    <a:prstGeom prst="rect">
                      <a:avLst/>
                    </a:prstGeom>
                    <a:noFill/>
                    <a:ln>
                      <a:noFill/>
                    </a:ln>
                  </pic:spPr>
                </pic:pic>
              </a:graphicData>
            </a:graphic>
          </wp:inline>
        </w:drawing>
      </w:r>
      <w:r w:rsidRPr="008C6DE4">
        <w:rPr>
          <w:rFonts w:eastAsia="MS Mincho" w:cs="v4.2.0"/>
        </w:rPr>
        <w:t xml:space="preserve"> is the total time for detecting and measuring at least </w:t>
      </w:r>
      <w:r w:rsidRPr="008C6DE4">
        <w:rPr>
          <w:rFonts w:eastAsia="MS Mincho" w:cs="v4.2.0"/>
          <w:i/>
        </w:rPr>
        <w:t>n</w:t>
      </w:r>
      <w:r w:rsidRPr="008C6DE4">
        <w:rPr>
          <w:rFonts w:eastAsia="MS Mincho" w:cs="v4.2.0"/>
        </w:rPr>
        <w:t xml:space="preserve"> cells,</w:t>
      </w:r>
    </w:p>
    <w:p w14:paraId="5A633CD2" w14:textId="77777777" w:rsidR="00352573" w:rsidRPr="008C6DE4" w:rsidRDefault="00352573" w:rsidP="00352573">
      <w:pPr>
        <w:spacing w:after="0"/>
        <w:rPr>
          <w:rFonts w:eastAsia="MS Mincho" w:cs="v4.2.0"/>
        </w:rPr>
      </w:pPr>
      <w:r w:rsidRPr="008C6DE4">
        <w:rPr>
          <w:rFonts w:eastAsia="MS Mincho" w:cs="v4.2.0"/>
          <w:noProof/>
          <w:position w:val="-12"/>
          <w:sz w:val="2"/>
          <w:lang w:val="en-US" w:eastAsia="zh-CN"/>
        </w:rPr>
        <w:drawing>
          <wp:inline distT="0" distB="0" distL="0" distR="0" wp14:anchorId="59E6B7A2" wp14:editId="031F9DCB">
            <wp:extent cx="274320" cy="228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74320" cy="228600"/>
                    </a:xfrm>
                    <a:prstGeom prst="rect">
                      <a:avLst/>
                    </a:prstGeom>
                    <a:noFill/>
                    <a:ln>
                      <a:noFill/>
                    </a:ln>
                  </pic:spPr>
                </pic:pic>
              </a:graphicData>
            </a:graphic>
          </wp:inline>
        </w:drawing>
      </w:r>
      <w:r w:rsidRPr="008C6DE4">
        <w:rPr>
          <w:rFonts w:eastAsia="MS Mincho" w:cs="v4.2.0"/>
        </w:rPr>
        <w:t xml:space="preserve"> is the </w:t>
      </w:r>
      <w:r w:rsidRPr="008C6DE4">
        <w:rPr>
          <w:rFonts w:cs="v4.2.0"/>
        </w:rPr>
        <w:t xml:space="preserve">largest value of the </w:t>
      </w:r>
      <w:r w:rsidRPr="008C6DE4">
        <w:t>cell-specific positioning subframe configuration period,</w:t>
      </w:r>
      <w:r w:rsidRPr="008C6DE4">
        <w:rPr>
          <w:rFonts w:eastAsia="MS Mincho" w:cs="v4.2.0"/>
        </w:rPr>
        <w:t xml:space="preserve"> defined in TS 36.211 [23], </w:t>
      </w:r>
      <w:r w:rsidRPr="008C6DE4">
        <w:rPr>
          <w:rFonts w:cs="v4.2.0"/>
        </w:rPr>
        <w:t xml:space="preserve">among the measured </w:t>
      </w:r>
      <w:r w:rsidRPr="008C6DE4">
        <w:rPr>
          <w:rFonts w:cs="v4.2.0"/>
          <w:i/>
        </w:rPr>
        <w:t>n</w:t>
      </w:r>
      <w:r w:rsidRPr="008C6DE4">
        <w:rPr>
          <w:rFonts w:cs="v4.2.0"/>
        </w:rPr>
        <w:t xml:space="preserve"> cells including the reference cell,</w:t>
      </w:r>
    </w:p>
    <w:p w14:paraId="2C213356" w14:textId="77777777" w:rsidR="00352573" w:rsidRPr="008C6DE4" w:rsidRDefault="00352573" w:rsidP="00352573">
      <w:pPr>
        <w:spacing w:after="0"/>
      </w:pPr>
      <w:r w:rsidRPr="008C6DE4">
        <w:rPr>
          <w:noProof/>
          <w:position w:val="-4"/>
          <w:lang w:val="en-US" w:eastAsia="zh-CN"/>
        </w:rPr>
        <w:drawing>
          <wp:inline distT="0" distB="0" distL="0" distR="0" wp14:anchorId="6EF52359" wp14:editId="4D5A0CC9">
            <wp:extent cx="198120" cy="160020"/>
            <wp:effectExtent l="0" t="0" r="0" b="0"/>
            <wp:docPr id="2962" name="Picture 2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98120" cy="160020"/>
                    </a:xfrm>
                    <a:prstGeom prst="rect">
                      <a:avLst/>
                    </a:prstGeom>
                    <a:noFill/>
                    <a:ln>
                      <a:noFill/>
                    </a:ln>
                  </pic:spPr>
                </pic:pic>
              </a:graphicData>
            </a:graphic>
          </wp:inline>
        </w:drawing>
      </w:r>
      <w:r w:rsidRPr="008C6DE4">
        <w:t xml:space="preserve"> is the number of PRS positioning occasions as defined in Table 9.4.4.1.2-1, where each PRS positioning occasion comprises of </w:t>
      </w:r>
      <w:r w:rsidRPr="008C6DE4">
        <w:rPr>
          <w:noProof/>
          <w:position w:val="-12"/>
          <w:lang w:val="en-US" w:eastAsia="zh-CN"/>
        </w:rPr>
        <w:drawing>
          <wp:inline distT="0" distB="0" distL="0" distR="0" wp14:anchorId="12A96ABE" wp14:editId="0870A7D6">
            <wp:extent cx="342900" cy="228600"/>
            <wp:effectExtent l="0" t="0" r="0" b="0"/>
            <wp:docPr id="2963" name="Picture 2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42900" cy="228600"/>
                    </a:xfrm>
                    <a:prstGeom prst="rect">
                      <a:avLst/>
                    </a:prstGeom>
                    <a:noFill/>
                    <a:ln>
                      <a:noFill/>
                    </a:ln>
                  </pic:spPr>
                </pic:pic>
              </a:graphicData>
            </a:graphic>
          </wp:inline>
        </w:drawing>
      </w:r>
      <w:r w:rsidRPr="008C6DE4">
        <w:t xml:space="preserve"> (1</w:t>
      </w:r>
      <w:r w:rsidRPr="008C6DE4">
        <w:rPr>
          <w:rFonts w:hint="eastAsia"/>
        </w:rPr>
        <w:t>≤</w:t>
      </w:r>
      <w:r w:rsidRPr="008C6DE4">
        <w:rPr>
          <w:noProof/>
          <w:position w:val="-12"/>
          <w:lang w:val="en-US" w:eastAsia="zh-CN"/>
        </w:rPr>
        <w:drawing>
          <wp:inline distT="0" distB="0" distL="0" distR="0" wp14:anchorId="64E361AE" wp14:editId="02273F1C">
            <wp:extent cx="342900" cy="228600"/>
            <wp:effectExtent l="0" t="0" r="0" b="0"/>
            <wp:docPr id="2964" name="Picture 2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42900" cy="228600"/>
                    </a:xfrm>
                    <a:prstGeom prst="rect">
                      <a:avLst/>
                    </a:prstGeom>
                    <a:noFill/>
                    <a:ln>
                      <a:noFill/>
                    </a:ln>
                  </pic:spPr>
                </pic:pic>
              </a:graphicData>
            </a:graphic>
          </wp:inline>
        </w:drawing>
      </w:r>
      <w:r w:rsidRPr="008C6DE4">
        <w:rPr>
          <w:rFonts w:hint="eastAsia"/>
        </w:rPr>
        <w:t>≤</w:t>
      </w:r>
      <w:r w:rsidRPr="008C6DE4">
        <w:t xml:space="preserve">6) consecutive downlink positioning subframes defined in </w:t>
      </w:r>
      <w:r w:rsidRPr="008C6DE4">
        <w:rPr>
          <w:rFonts w:eastAsia="MS Mincho" w:cs="v4.2.0"/>
        </w:rPr>
        <w:t>TS 36.211 [23]</w:t>
      </w:r>
      <w:r w:rsidRPr="008C6DE4">
        <w:t>,</w:t>
      </w:r>
    </w:p>
    <w:p w14:paraId="10BB2510" w14:textId="2B88E2CA" w:rsidR="00352573" w:rsidRPr="008C6DE4" w:rsidRDefault="00352573" w:rsidP="00352573">
      <w:pPr>
        <w:spacing w:after="0"/>
      </w:pPr>
      <w:r w:rsidRPr="008C6DE4">
        <w:rPr>
          <w:rFonts w:cs="v4.2.0"/>
        </w:rPr>
        <w:t>CSSF</w:t>
      </w:r>
      <w:r w:rsidRPr="008C6DE4">
        <w:rPr>
          <w:rFonts w:cs="v4.2.0"/>
          <w:vertAlign w:val="subscript"/>
        </w:rPr>
        <w:t>interRAT</w:t>
      </w:r>
      <w:r w:rsidRPr="008C6DE4">
        <w:rPr>
          <w:rFonts w:cs="v4.2.0"/>
        </w:rPr>
        <w:t>=CSSF</w:t>
      </w:r>
      <w:r w:rsidRPr="008C6DE4">
        <w:rPr>
          <w:rFonts w:cs="v4.2.0"/>
          <w:vertAlign w:val="subscript"/>
        </w:rPr>
        <w:t>within_gap,i</w:t>
      </w:r>
      <w:r w:rsidRPr="008C6DE4">
        <w:t xml:space="preserve"> is the scaling factor determined by the gap sharing scheme for the RSTD measurements on the carrier frequency </w:t>
      </w:r>
      <w:r w:rsidRPr="008C6DE4">
        <w:rPr>
          <w:i/>
        </w:rPr>
        <w:t>i</w:t>
      </w:r>
      <w:r w:rsidRPr="008C6DE4">
        <w:t xml:space="preserve"> as defined in clause 9.1.5.2,</w:t>
      </w:r>
    </w:p>
    <w:p w14:paraId="7689A0D7" w14:textId="77777777" w:rsidR="00352573" w:rsidRPr="008C6DE4" w:rsidRDefault="00352573" w:rsidP="00352573">
      <w:pPr>
        <w:rPr>
          <w:rFonts w:eastAsia="MS Mincho" w:cs="v4.2.0"/>
        </w:rPr>
      </w:pPr>
      <w:r w:rsidRPr="008C6DE4">
        <w:rPr>
          <w:noProof/>
          <w:position w:val="-4"/>
          <w:lang w:val="en-US" w:eastAsia="zh-CN"/>
        </w:rPr>
        <w:drawing>
          <wp:inline distT="0" distB="0" distL="0" distR="0" wp14:anchorId="36ACC20E" wp14:editId="1C9D655D">
            <wp:extent cx="144780" cy="160020"/>
            <wp:effectExtent l="0" t="0" r="7620" b="0"/>
            <wp:docPr id="2965" name="Picture 2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160020"/>
                    </a:xfrm>
                    <a:prstGeom prst="rect">
                      <a:avLst/>
                    </a:prstGeom>
                    <a:noFill/>
                    <a:ln>
                      <a:noFill/>
                    </a:ln>
                  </pic:spPr>
                </pic:pic>
              </a:graphicData>
            </a:graphic>
          </wp:inline>
        </w:drawing>
      </w:r>
      <w:r w:rsidRPr="008C6DE4">
        <w:t xml:space="preserve"> = </w:t>
      </w:r>
      <w:r w:rsidRPr="008C6DE4">
        <w:rPr>
          <w:noProof/>
          <w:position w:val="-28"/>
          <w:lang w:val="en-US" w:eastAsia="zh-CN"/>
        </w:rPr>
        <w:drawing>
          <wp:inline distT="0" distB="0" distL="0" distR="0" wp14:anchorId="5D4655D5" wp14:editId="6E57BD4B">
            <wp:extent cx="647700" cy="426720"/>
            <wp:effectExtent l="0" t="0" r="0" b="0"/>
            <wp:docPr id="2966" name="Picture 2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647700" cy="426720"/>
                    </a:xfrm>
                    <a:prstGeom prst="rect">
                      <a:avLst/>
                    </a:prstGeom>
                    <a:noFill/>
                    <a:ln>
                      <a:noFill/>
                    </a:ln>
                  </pic:spPr>
                </pic:pic>
              </a:graphicData>
            </a:graphic>
          </wp:inline>
        </w:drawing>
      </w:r>
      <w:r w:rsidRPr="008C6DE4">
        <w:t xml:space="preserve"> ms is the measurement time for a single PRS positioning occasion which includes the sampling time and the processing time</w:t>
      </w:r>
      <w:r w:rsidRPr="008C6DE4">
        <w:rPr>
          <w:rFonts w:eastAsia="MS Mincho" w:cs="v4.2.0"/>
        </w:rPr>
        <w:t>, and</w:t>
      </w:r>
    </w:p>
    <w:p w14:paraId="18EC43A1" w14:textId="77777777" w:rsidR="00352573" w:rsidRPr="008C6DE4" w:rsidRDefault="00352573" w:rsidP="00352573">
      <w:pPr>
        <w:rPr>
          <w:rFonts w:eastAsia="MS Mincho"/>
        </w:rPr>
      </w:pPr>
      <w:r w:rsidRPr="008C6DE4">
        <w:rPr>
          <w:rFonts w:eastAsia="MS Mincho"/>
        </w:rPr>
        <w:t>the</w:t>
      </w:r>
      <w:r w:rsidRPr="008C6DE4">
        <w:rPr>
          <w:rFonts w:eastAsia="MS Mincho"/>
          <w:i/>
        </w:rPr>
        <w:t xml:space="preserve"> n </w:t>
      </w:r>
      <w:r w:rsidRPr="008C6DE4">
        <w:rPr>
          <w:rFonts w:eastAsia="MS Mincho"/>
        </w:rPr>
        <w:t>cells are distributed on up to two E-UTRAN FDD carrier frequencies.</w:t>
      </w:r>
    </w:p>
    <w:p w14:paraId="3AEB4424" w14:textId="77777777" w:rsidR="00352573" w:rsidRPr="008C6DE4" w:rsidRDefault="00352573" w:rsidP="00352573">
      <w:pPr>
        <w:keepNext/>
        <w:keepLines/>
        <w:spacing w:before="60"/>
        <w:jc w:val="center"/>
      </w:pPr>
      <w:r w:rsidRPr="008C6DE4">
        <w:rPr>
          <w:rFonts w:ascii="Arial" w:hAnsi="Arial"/>
          <w:b/>
        </w:rPr>
        <w:t xml:space="preserve">Table 9.4.4.1.2-1: Number of PRS positioning occasions within </w:t>
      </w:r>
      <w:r w:rsidRPr="008C6DE4">
        <w:rPr>
          <w:rFonts w:ascii="Arial" w:hAnsi="Arial"/>
          <w:b/>
          <w:noProof/>
          <w:position w:val="-14"/>
          <w:lang w:val="en-US" w:eastAsia="zh-CN"/>
        </w:rPr>
        <w:drawing>
          <wp:inline distT="0" distB="0" distL="0" distR="0" wp14:anchorId="3705DC2F" wp14:editId="76DCCD50">
            <wp:extent cx="1363980" cy="236220"/>
            <wp:effectExtent l="0" t="0" r="0" b="0"/>
            <wp:docPr id="2967" name="Picture 2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363980" cy="236220"/>
                    </a:xfrm>
                    <a:prstGeom prst="rect">
                      <a:avLst/>
                    </a:prstGeom>
                    <a:noFill/>
                    <a:ln>
                      <a:noFill/>
                    </a:ln>
                  </pic:spPr>
                </pic:pic>
              </a:graphicData>
            </a:graphic>
          </wp:inline>
        </w:drawing>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977"/>
        <w:gridCol w:w="2977"/>
      </w:tblGrid>
      <w:tr w:rsidR="00DD3199" w:rsidRPr="008C6DE4" w14:paraId="08144EA2" w14:textId="77777777" w:rsidTr="00867D3A">
        <w:trPr>
          <w:cantSplit/>
          <w:trHeight w:val="308"/>
        </w:trPr>
        <w:tc>
          <w:tcPr>
            <w:tcW w:w="2693" w:type="dxa"/>
            <w:vMerge w:val="restart"/>
          </w:tcPr>
          <w:p w14:paraId="6EA1EBF2" w14:textId="04841C30" w:rsidR="00352573" w:rsidRPr="008C6DE4" w:rsidRDefault="00352573" w:rsidP="00867D3A">
            <w:pPr>
              <w:keepNext/>
              <w:keepLines/>
              <w:spacing w:after="0"/>
              <w:jc w:val="center"/>
            </w:pPr>
            <w:r w:rsidRPr="008C6DE4">
              <w:rPr>
                <w:rFonts w:ascii="Arial" w:hAnsi="Arial"/>
                <w:b/>
                <w:sz w:val="18"/>
              </w:rPr>
              <w:t>Positioning subframe configuration period</w:t>
            </w:r>
            <w:r w:rsidRPr="008C6DE4">
              <w:rPr>
                <w:rFonts w:ascii="Arial" w:hAnsi="Arial"/>
                <w:b/>
                <w:noProof/>
                <w:position w:val="-12"/>
                <w:sz w:val="18"/>
                <w:lang w:val="en-US" w:eastAsia="zh-CN"/>
              </w:rPr>
              <w:drawing>
                <wp:inline distT="0" distB="0" distL="0" distR="0" wp14:anchorId="0FBD78E4" wp14:editId="72D37BFF">
                  <wp:extent cx="274320" cy="228600"/>
                  <wp:effectExtent l="0" t="0" r="0" b="0"/>
                  <wp:docPr id="2968" name="Picture 2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74320" cy="228600"/>
                          </a:xfrm>
                          <a:prstGeom prst="rect">
                            <a:avLst/>
                          </a:prstGeom>
                          <a:noFill/>
                          <a:ln>
                            <a:noFill/>
                          </a:ln>
                        </pic:spPr>
                      </pic:pic>
                    </a:graphicData>
                  </a:graphic>
                </wp:inline>
              </w:drawing>
            </w:r>
          </w:p>
        </w:tc>
        <w:tc>
          <w:tcPr>
            <w:tcW w:w="5954" w:type="dxa"/>
            <w:gridSpan w:val="2"/>
          </w:tcPr>
          <w:p w14:paraId="54E59F12" w14:textId="5B3A0EAA" w:rsidR="00352573" w:rsidRPr="008C6DE4" w:rsidRDefault="00352573" w:rsidP="00867D3A">
            <w:pPr>
              <w:keepNext/>
              <w:keepLines/>
              <w:spacing w:after="0"/>
              <w:jc w:val="center"/>
            </w:pPr>
            <w:r w:rsidRPr="008C6DE4">
              <w:rPr>
                <w:rFonts w:ascii="Arial" w:hAnsi="Arial"/>
                <w:b/>
                <w:sz w:val="18"/>
              </w:rPr>
              <w:t xml:space="preserve"> Number of PRS positioning occasions</w:t>
            </w:r>
            <w:r w:rsidRPr="008C6DE4">
              <w:rPr>
                <w:rFonts w:ascii="Arial" w:hAnsi="Arial"/>
                <w:b/>
                <w:noProof/>
                <w:position w:val="-4"/>
                <w:sz w:val="18"/>
                <w:lang w:val="en-US" w:eastAsia="zh-CN"/>
              </w:rPr>
              <w:drawing>
                <wp:inline distT="0" distB="0" distL="0" distR="0" wp14:anchorId="3648D62E" wp14:editId="234D75F5">
                  <wp:extent cx="198120" cy="160020"/>
                  <wp:effectExtent l="0" t="0" r="0" b="0"/>
                  <wp:docPr id="2969" name="Picture 2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98120" cy="160020"/>
                          </a:xfrm>
                          <a:prstGeom prst="rect">
                            <a:avLst/>
                          </a:prstGeom>
                          <a:noFill/>
                          <a:ln>
                            <a:noFill/>
                          </a:ln>
                        </pic:spPr>
                      </pic:pic>
                    </a:graphicData>
                  </a:graphic>
                </wp:inline>
              </w:drawing>
            </w:r>
          </w:p>
        </w:tc>
      </w:tr>
      <w:tr w:rsidR="00DD3199" w:rsidRPr="008C6DE4" w14:paraId="5730BA59" w14:textId="77777777" w:rsidTr="00867D3A">
        <w:trPr>
          <w:cantSplit/>
          <w:trHeight w:val="307"/>
        </w:trPr>
        <w:tc>
          <w:tcPr>
            <w:tcW w:w="2693" w:type="dxa"/>
            <w:vMerge/>
          </w:tcPr>
          <w:p w14:paraId="0E194F35" w14:textId="77777777" w:rsidR="00352573" w:rsidRPr="008C6DE4" w:rsidRDefault="00352573" w:rsidP="00867D3A">
            <w:pPr>
              <w:keepNext/>
              <w:keepLines/>
              <w:spacing w:after="0"/>
              <w:jc w:val="center"/>
            </w:pPr>
          </w:p>
        </w:tc>
        <w:tc>
          <w:tcPr>
            <w:tcW w:w="2977" w:type="dxa"/>
          </w:tcPr>
          <w:p w14:paraId="7C005A20" w14:textId="77777777" w:rsidR="00352573" w:rsidRPr="008C6DE4" w:rsidRDefault="00352573" w:rsidP="00867D3A">
            <w:pPr>
              <w:keepNext/>
              <w:keepLines/>
              <w:spacing w:after="0"/>
              <w:jc w:val="center"/>
            </w:pPr>
            <w:r w:rsidRPr="008C6DE4">
              <w:rPr>
                <w:rFonts w:ascii="Arial" w:hAnsi="Arial"/>
                <w:b/>
                <w:sz w:val="18"/>
              </w:rPr>
              <w:t xml:space="preserve">f2 </w:t>
            </w:r>
            <w:r w:rsidRPr="008C6DE4">
              <w:rPr>
                <w:rFonts w:ascii="Arial" w:hAnsi="Arial"/>
                <w:b/>
                <w:sz w:val="18"/>
                <w:vertAlign w:val="superscript"/>
              </w:rPr>
              <w:t>Note1</w:t>
            </w:r>
          </w:p>
        </w:tc>
        <w:tc>
          <w:tcPr>
            <w:tcW w:w="2977" w:type="dxa"/>
          </w:tcPr>
          <w:p w14:paraId="348E6E78" w14:textId="77777777" w:rsidR="00352573" w:rsidRPr="008C6DE4" w:rsidRDefault="00352573" w:rsidP="00867D3A">
            <w:pPr>
              <w:keepNext/>
              <w:keepLines/>
              <w:spacing w:after="0"/>
              <w:jc w:val="center"/>
            </w:pPr>
            <w:r w:rsidRPr="008C6DE4">
              <w:rPr>
                <w:rFonts w:ascii="Arial" w:hAnsi="Arial"/>
                <w:b/>
                <w:sz w:val="18"/>
              </w:rPr>
              <w:t xml:space="preserve">f1 and f2 </w:t>
            </w:r>
            <w:r w:rsidRPr="008C6DE4">
              <w:rPr>
                <w:rFonts w:ascii="Arial" w:hAnsi="Arial"/>
                <w:b/>
                <w:sz w:val="18"/>
                <w:vertAlign w:val="superscript"/>
              </w:rPr>
              <w:t>Note2</w:t>
            </w:r>
          </w:p>
        </w:tc>
      </w:tr>
      <w:tr w:rsidR="00DD3199" w:rsidRPr="008C6DE4" w14:paraId="17243D31" w14:textId="77777777" w:rsidTr="00867D3A">
        <w:trPr>
          <w:cantSplit/>
        </w:trPr>
        <w:tc>
          <w:tcPr>
            <w:tcW w:w="2693" w:type="dxa"/>
            <w:vAlign w:val="center"/>
          </w:tcPr>
          <w:p w14:paraId="0369D07D" w14:textId="77777777" w:rsidR="00352573" w:rsidRPr="008C6DE4" w:rsidRDefault="00352573" w:rsidP="00867D3A">
            <w:pPr>
              <w:pStyle w:val="TAC"/>
            </w:pPr>
            <w:r w:rsidRPr="008C6DE4">
              <w:t>160 ms</w:t>
            </w:r>
          </w:p>
        </w:tc>
        <w:tc>
          <w:tcPr>
            <w:tcW w:w="2977" w:type="dxa"/>
            <w:vAlign w:val="center"/>
          </w:tcPr>
          <w:p w14:paraId="0D6FEAF5" w14:textId="77777777" w:rsidR="00352573" w:rsidRPr="008C6DE4" w:rsidRDefault="00352573" w:rsidP="00867D3A">
            <w:pPr>
              <w:pStyle w:val="TAC"/>
            </w:pPr>
            <w:r w:rsidRPr="008C6DE4">
              <w:t xml:space="preserve">16 </w:t>
            </w:r>
            <w:r w:rsidRPr="008C6DE4">
              <w:rPr>
                <w:rFonts w:cs="Arial"/>
                <w:lang w:eastAsia="zh-CN"/>
              </w:rPr>
              <w:t xml:space="preserve">× </w:t>
            </w:r>
            <w:r w:rsidRPr="008C6DE4">
              <w:rPr>
                <w:rFonts w:cs="v4.2.0"/>
              </w:rPr>
              <w:t>CSSF</w:t>
            </w:r>
            <w:r w:rsidRPr="008C6DE4">
              <w:rPr>
                <w:rFonts w:cs="v4.2.0"/>
                <w:vertAlign w:val="subscript"/>
              </w:rPr>
              <w:t>interRAT</w:t>
            </w:r>
          </w:p>
        </w:tc>
        <w:tc>
          <w:tcPr>
            <w:tcW w:w="2977" w:type="dxa"/>
            <w:vAlign w:val="center"/>
          </w:tcPr>
          <w:p w14:paraId="19957E8A" w14:textId="77777777" w:rsidR="00352573" w:rsidRPr="008C6DE4" w:rsidRDefault="00352573" w:rsidP="00867D3A">
            <w:pPr>
              <w:pStyle w:val="TAC"/>
            </w:pPr>
            <w:r w:rsidRPr="008C6DE4">
              <w:t xml:space="preserve">32 </w:t>
            </w:r>
            <w:r w:rsidRPr="008C6DE4">
              <w:rPr>
                <w:rFonts w:cs="Arial"/>
                <w:lang w:eastAsia="zh-CN"/>
              </w:rPr>
              <w:t xml:space="preserve">× </w:t>
            </w:r>
            <w:r w:rsidRPr="008C6DE4">
              <w:rPr>
                <w:rFonts w:cs="v4.2.0"/>
              </w:rPr>
              <w:t>CSSF</w:t>
            </w:r>
            <w:r w:rsidRPr="008C6DE4">
              <w:rPr>
                <w:rFonts w:cs="v4.2.0"/>
                <w:vertAlign w:val="subscript"/>
              </w:rPr>
              <w:t>interRAT</w:t>
            </w:r>
          </w:p>
        </w:tc>
      </w:tr>
      <w:tr w:rsidR="00DD3199" w:rsidRPr="008C6DE4" w14:paraId="673AB353" w14:textId="77777777" w:rsidTr="00867D3A">
        <w:trPr>
          <w:cantSplit/>
        </w:trPr>
        <w:tc>
          <w:tcPr>
            <w:tcW w:w="2693" w:type="dxa"/>
            <w:vAlign w:val="center"/>
          </w:tcPr>
          <w:p w14:paraId="644C3819" w14:textId="77777777" w:rsidR="00352573" w:rsidRPr="008C6DE4" w:rsidRDefault="00352573" w:rsidP="00867D3A">
            <w:pPr>
              <w:pStyle w:val="TAC"/>
            </w:pPr>
            <w:r w:rsidRPr="008C6DE4">
              <w:t>&gt;160 ms</w:t>
            </w:r>
          </w:p>
        </w:tc>
        <w:tc>
          <w:tcPr>
            <w:tcW w:w="2977" w:type="dxa"/>
            <w:vAlign w:val="center"/>
          </w:tcPr>
          <w:p w14:paraId="5B10F2DE" w14:textId="77777777" w:rsidR="00352573" w:rsidRPr="008C6DE4" w:rsidRDefault="00352573" w:rsidP="00867D3A">
            <w:pPr>
              <w:pStyle w:val="TAC"/>
            </w:pPr>
            <w:r w:rsidRPr="008C6DE4">
              <w:t xml:space="preserve">8 </w:t>
            </w:r>
            <w:r w:rsidRPr="008C6DE4">
              <w:rPr>
                <w:rFonts w:cs="Arial"/>
                <w:lang w:eastAsia="zh-CN"/>
              </w:rPr>
              <w:t xml:space="preserve">× </w:t>
            </w:r>
            <w:r w:rsidRPr="008C6DE4">
              <w:rPr>
                <w:rFonts w:cs="v4.2.0"/>
              </w:rPr>
              <w:t>CSSF</w:t>
            </w:r>
            <w:r w:rsidRPr="008C6DE4">
              <w:rPr>
                <w:rFonts w:cs="v4.2.0"/>
                <w:vertAlign w:val="subscript"/>
              </w:rPr>
              <w:t>interRAT</w:t>
            </w:r>
          </w:p>
        </w:tc>
        <w:tc>
          <w:tcPr>
            <w:tcW w:w="2977" w:type="dxa"/>
            <w:vAlign w:val="center"/>
          </w:tcPr>
          <w:p w14:paraId="34421C0B" w14:textId="77777777" w:rsidR="00352573" w:rsidRPr="008C6DE4" w:rsidRDefault="00352573" w:rsidP="00867D3A">
            <w:pPr>
              <w:pStyle w:val="TAC"/>
            </w:pPr>
            <w:r w:rsidRPr="008C6DE4">
              <w:t xml:space="preserve">16 </w:t>
            </w:r>
            <w:r w:rsidRPr="008C6DE4">
              <w:rPr>
                <w:rFonts w:cs="Arial"/>
                <w:lang w:eastAsia="zh-CN"/>
              </w:rPr>
              <w:t xml:space="preserve">× </w:t>
            </w:r>
            <w:r w:rsidRPr="008C6DE4">
              <w:rPr>
                <w:rFonts w:cs="v4.2.0"/>
              </w:rPr>
              <w:t>CSSF</w:t>
            </w:r>
            <w:r w:rsidRPr="008C6DE4">
              <w:rPr>
                <w:rFonts w:cs="v4.2.0"/>
                <w:vertAlign w:val="subscript"/>
              </w:rPr>
              <w:t>interRAT</w:t>
            </w:r>
          </w:p>
        </w:tc>
      </w:tr>
      <w:tr w:rsidR="00352573" w:rsidRPr="008C6DE4" w14:paraId="23C31B0F" w14:textId="77777777" w:rsidTr="00867D3A">
        <w:trPr>
          <w:cantSplit/>
        </w:trPr>
        <w:tc>
          <w:tcPr>
            <w:tcW w:w="8647" w:type="dxa"/>
            <w:gridSpan w:val="3"/>
            <w:vAlign w:val="center"/>
          </w:tcPr>
          <w:p w14:paraId="51FE757B" w14:textId="77777777" w:rsidR="00352573" w:rsidRPr="008C6DE4" w:rsidRDefault="00352573" w:rsidP="00867D3A">
            <w:pPr>
              <w:pStyle w:val="TAN"/>
            </w:pPr>
            <w:r w:rsidRPr="008C6DE4">
              <w:t>NOTE 1:</w:t>
            </w:r>
            <w:r w:rsidRPr="008C6DE4">
              <w:tab/>
              <w:t>When inter-RAT E-UTRAN FDD RSTD measurements are performed over the reference cell and neighbour cells, which belong to the E-UTRAN FDD carrier frequency f2.</w:t>
            </w:r>
          </w:p>
          <w:p w14:paraId="29EDD2F7" w14:textId="77777777" w:rsidR="00352573" w:rsidRPr="008C6DE4" w:rsidRDefault="00352573" w:rsidP="00867D3A">
            <w:pPr>
              <w:pStyle w:val="TAN"/>
            </w:pPr>
            <w:r w:rsidRPr="008C6DE4">
              <w:t>NOTE 2:</w:t>
            </w:r>
            <w:r w:rsidRPr="008C6DE4">
              <w:tab/>
              <w:t>When inter-RAT E-UTRAN FDD RSTD measurements are performed over the reference cell and the neighbour cells, which belong to the E-UTRAN FDD carrier frequency f1 and the E-UTRAN FDD carrier frequency f2 respectively.</w:t>
            </w:r>
          </w:p>
        </w:tc>
      </w:tr>
    </w:tbl>
    <w:p w14:paraId="0EF1D350" w14:textId="77777777" w:rsidR="00352573" w:rsidRPr="008C6DE4" w:rsidRDefault="00352573" w:rsidP="00352573"/>
    <w:p w14:paraId="6E4454C3" w14:textId="77777777" w:rsidR="00352573" w:rsidRPr="008C6DE4" w:rsidRDefault="00352573" w:rsidP="00352573">
      <w:r w:rsidRPr="008C6DE4">
        <w:rPr>
          <w:rFonts w:eastAsia="MS Mincho" w:cs="v4.2.0"/>
        </w:rPr>
        <w:t xml:space="preserve">The UE physical layer shall be capable of reporting RSTD for the reference cell and all the neighbor cells </w:t>
      </w:r>
      <w:r w:rsidRPr="008C6DE4">
        <w:rPr>
          <w:rFonts w:eastAsia="MS Mincho" w:cs="v4.2.0"/>
          <w:i/>
        </w:rPr>
        <w:t>i</w:t>
      </w:r>
      <w:r w:rsidRPr="008C6DE4">
        <w:rPr>
          <w:rFonts w:eastAsia="MS Mincho" w:cs="v4.2.0"/>
        </w:rPr>
        <w:t xml:space="preserve"> out of at least (</w:t>
      </w:r>
      <w:r w:rsidRPr="008C6DE4">
        <w:rPr>
          <w:rFonts w:eastAsia="MS Mincho" w:cs="v4.2.0"/>
          <w:i/>
        </w:rPr>
        <w:t>n</w:t>
      </w:r>
      <w:r w:rsidRPr="008C6DE4">
        <w:rPr>
          <w:rFonts w:eastAsia="MS Mincho" w:cs="v4.2.0"/>
        </w:rPr>
        <w:t xml:space="preserve">-1) neighbor cells </w:t>
      </w:r>
      <w:r w:rsidRPr="008C6DE4">
        <w:t xml:space="preserve">within </w:t>
      </w:r>
      <w:r w:rsidRPr="008C6DE4">
        <w:rPr>
          <w:rFonts w:eastAsia="MS Mincho" w:cs="v4.2.0"/>
          <w:noProof/>
          <w:position w:val="-14"/>
          <w:lang w:val="en-US" w:eastAsia="zh-CN"/>
        </w:rPr>
        <w:drawing>
          <wp:inline distT="0" distB="0" distL="0" distR="0" wp14:anchorId="6DB30A46" wp14:editId="089E0A35">
            <wp:extent cx="1363980" cy="2362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363980" cy="236220"/>
                    </a:xfrm>
                    <a:prstGeom prst="rect">
                      <a:avLst/>
                    </a:prstGeom>
                    <a:noFill/>
                    <a:ln>
                      <a:noFill/>
                    </a:ln>
                  </pic:spPr>
                </pic:pic>
              </a:graphicData>
            </a:graphic>
          </wp:inline>
        </w:drawing>
      </w:r>
      <w:r w:rsidRPr="008C6DE4">
        <w:t xml:space="preserve"> provided:</w:t>
      </w:r>
    </w:p>
    <w:p w14:paraId="4E74BF97" w14:textId="77777777" w:rsidR="00352573" w:rsidRPr="008C6DE4" w:rsidRDefault="00352573" w:rsidP="00352573">
      <w:pPr>
        <w:spacing w:after="0"/>
        <w:rPr>
          <w:rFonts w:cs="v4.2.0"/>
        </w:rPr>
      </w:pPr>
      <w:r w:rsidRPr="008C6DE4">
        <w:rPr>
          <w:rFonts w:eastAsia="MS Mincho" w:cs="v4.2.0"/>
          <w:noProof/>
          <w:position w:val="-16"/>
          <w:lang w:val="en-US" w:eastAsia="zh-CN"/>
        </w:rPr>
        <w:drawing>
          <wp:inline distT="0" distB="0" distL="0" distR="0" wp14:anchorId="31FA4096" wp14:editId="688C9035">
            <wp:extent cx="982980" cy="27432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982980" cy="274320"/>
                    </a:xfrm>
                    <a:prstGeom prst="rect">
                      <a:avLst/>
                    </a:prstGeom>
                    <a:noFill/>
                    <a:ln>
                      <a:noFill/>
                    </a:ln>
                  </pic:spPr>
                </pic:pic>
              </a:graphicData>
            </a:graphic>
          </wp:inline>
        </w:drawing>
      </w:r>
      <w:r w:rsidRPr="008C6DE4">
        <w:sym w:font="Symbol" w:char="F0B3"/>
      </w:r>
      <w:r w:rsidRPr="008C6DE4">
        <w:t>-6 dB</w:t>
      </w:r>
      <w:r w:rsidRPr="008C6DE4">
        <w:rPr>
          <w:rFonts w:cs="v4.2.0"/>
        </w:rPr>
        <w:t xml:space="preserve"> for all Frequency Bands for the reference cell,</w:t>
      </w:r>
    </w:p>
    <w:p w14:paraId="6FE6DC58" w14:textId="77777777" w:rsidR="00352573" w:rsidRPr="008C6DE4" w:rsidRDefault="00352573" w:rsidP="00352573">
      <w:pPr>
        <w:spacing w:after="0"/>
        <w:rPr>
          <w:rFonts w:cs="v4.2.0"/>
        </w:rPr>
      </w:pPr>
      <w:r w:rsidRPr="008C6DE4">
        <w:rPr>
          <w:rFonts w:eastAsia="MS Mincho" w:cs="v4.2.0"/>
          <w:noProof/>
          <w:position w:val="-12"/>
          <w:lang w:val="en-US" w:eastAsia="zh-CN"/>
        </w:rPr>
        <w:drawing>
          <wp:inline distT="0" distB="0" distL="0" distR="0" wp14:anchorId="738539A9" wp14:editId="590204A0">
            <wp:extent cx="845820" cy="259080"/>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8"/>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45820" cy="259080"/>
                    </a:xfrm>
                    <a:prstGeom prst="rect">
                      <a:avLst/>
                    </a:prstGeom>
                    <a:noFill/>
                    <a:ln>
                      <a:noFill/>
                    </a:ln>
                  </pic:spPr>
                </pic:pic>
              </a:graphicData>
            </a:graphic>
          </wp:inline>
        </w:drawing>
      </w:r>
      <w:r w:rsidRPr="008C6DE4">
        <w:sym w:font="Symbol" w:char="F0B3"/>
      </w:r>
      <w:r w:rsidRPr="008C6DE4">
        <w:t>-13 dB</w:t>
      </w:r>
      <w:r w:rsidRPr="008C6DE4">
        <w:rPr>
          <w:rFonts w:cs="v4.2.0"/>
        </w:rPr>
        <w:t xml:space="preserve"> for all Frequency Bands for neighbour cell </w:t>
      </w:r>
      <w:r w:rsidRPr="008C6DE4">
        <w:rPr>
          <w:rFonts w:cs="v4.2.0"/>
          <w:i/>
        </w:rPr>
        <w:t>i</w:t>
      </w:r>
      <w:r w:rsidRPr="008C6DE4">
        <w:rPr>
          <w:rFonts w:cs="v4.2.0"/>
        </w:rPr>
        <w:t>,</w:t>
      </w:r>
    </w:p>
    <w:p w14:paraId="06A009AB" w14:textId="77777777" w:rsidR="00352573" w:rsidRPr="008C6DE4" w:rsidRDefault="00352573" w:rsidP="00352573">
      <w:pPr>
        <w:spacing w:after="0"/>
        <w:rPr>
          <w:rFonts w:cs="v4.2.0"/>
        </w:rPr>
      </w:pPr>
      <w:r w:rsidRPr="008C6DE4">
        <w:rPr>
          <w:rFonts w:eastAsia="MS Mincho" w:cs="v4.2.0"/>
          <w:noProof/>
          <w:position w:val="-16"/>
          <w:lang w:val="en-US" w:eastAsia="zh-CN"/>
        </w:rPr>
        <w:drawing>
          <wp:inline distT="0" distB="0" distL="0" distR="0" wp14:anchorId="3D784E42" wp14:editId="4B5F158A">
            <wp:extent cx="982980" cy="274320"/>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982980" cy="274320"/>
                    </a:xfrm>
                    <a:prstGeom prst="rect">
                      <a:avLst/>
                    </a:prstGeom>
                    <a:noFill/>
                    <a:ln>
                      <a:noFill/>
                    </a:ln>
                  </pic:spPr>
                </pic:pic>
              </a:graphicData>
            </a:graphic>
          </wp:inline>
        </w:drawing>
      </w:r>
      <w:r w:rsidRPr="008C6DE4">
        <w:rPr>
          <w:rFonts w:eastAsia="MS Mincho" w:cs="v4.2.0"/>
        </w:rPr>
        <w:t xml:space="preserve"> and  </w:t>
      </w:r>
      <w:r w:rsidRPr="008C6DE4">
        <w:rPr>
          <w:rFonts w:eastAsia="MS Mincho" w:cs="v4.2.0"/>
          <w:noProof/>
          <w:position w:val="-12"/>
          <w:lang w:val="en-US" w:eastAsia="zh-CN"/>
        </w:rPr>
        <w:drawing>
          <wp:inline distT="0" distB="0" distL="0" distR="0" wp14:anchorId="19CA27A0" wp14:editId="7B5EEC74">
            <wp:extent cx="845820" cy="259080"/>
            <wp:effectExtent l="0" t="0" r="0" b="7620"/>
            <wp:docPr id="2970" name="Picture 2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45820" cy="259080"/>
                    </a:xfrm>
                    <a:prstGeom prst="rect">
                      <a:avLst/>
                    </a:prstGeom>
                    <a:noFill/>
                    <a:ln>
                      <a:noFill/>
                    </a:ln>
                  </pic:spPr>
                </pic:pic>
              </a:graphicData>
            </a:graphic>
          </wp:inline>
        </w:drawing>
      </w:r>
      <w:r w:rsidRPr="008C6DE4">
        <w:rPr>
          <w:rFonts w:eastAsia="MS Mincho" w:cs="v4.2.0"/>
        </w:rPr>
        <w:t xml:space="preserve"> c</w:t>
      </w:r>
      <w:r w:rsidRPr="008C6DE4">
        <w:rPr>
          <w:rFonts w:cs="v4.2.0"/>
        </w:rPr>
        <w:t xml:space="preserve">onditions apply for all subframes of at least </w:t>
      </w:r>
      <w:r w:rsidRPr="008C6DE4">
        <w:rPr>
          <w:noProof/>
          <w:position w:val="-24"/>
          <w:lang w:val="en-US" w:eastAsia="zh-CN"/>
        </w:rPr>
        <w:drawing>
          <wp:inline distT="0" distB="0" distL="0" distR="0" wp14:anchorId="03A21B5A" wp14:editId="7CFFECE3">
            <wp:extent cx="464820" cy="388620"/>
            <wp:effectExtent l="0" t="0" r="0" b="0"/>
            <wp:docPr id="2973" name="Picture 2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464820" cy="388620"/>
                    </a:xfrm>
                    <a:prstGeom prst="rect">
                      <a:avLst/>
                    </a:prstGeom>
                    <a:noFill/>
                    <a:ln>
                      <a:noFill/>
                    </a:ln>
                  </pic:spPr>
                </pic:pic>
              </a:graphicData>
            </a:graphic>
          </wp:inline>
        </w:drawing>
      </w:r>
      <w:r w:rsidRPr="008C6DE4">
        <w:rPr>
          <w:rFonts w:eastAsia="MS Mincho" w:cs="v4.2.0"/>
        </w:rPr>
        <w:t xml:space="preserve"> PRS positioning occasions,</w:t>
      </w:r>
    </w:p>
    <w:p w14:paraId="449F959A" w14:textId="77777777" w:rsidR="00352573" w:rsidRPr="008C6DE4" w:rsidRDefault="00352573" w:rsidP="00352573">
      <w:pPr>
        <w:spacing w:after="0"/>
      </w:pPr>
      <w:r w:rsidRPr="008C6DE4">
        <w:t>PRP 1,2|</w:t>
      </w:r>
      <w:r w:rsidRPr="008C6DE4">
        <w:rPr>
          <w:vertAlign w:val="subscript"/>
        </w:rPr>
        <w:t>dBm</w:t>
      </w:r>
      <w:r w:rsidRPr="008C6DE4">
        <w:t xml:space="preserve"> according to TS 36.133 [15, Annex B.2.6] for a corresponding Band,</w:t>
      </w:r>
    </w:p>
    <w:p w14:paraId="393AFC6D" w14:textId="77777777" w:rsidR="00352573" w:rsidRPr="008C6DE4" w:rsidRDefault="00352573" w:rsidP="00352573">
      <w:pPr>
        <w:spacing w:after="0"/>
        <w:rPr>
          <w:rFonts w:eastAsia="MS Mincho" w:cs="v4.2.0"/>
        </w:rPr>
      </w:pPr>
    </w:p>
    <w:p w14:paraId="26F2C661" w14:textId="563EFE55" w:rsidR="00352573" w:rsidRPr="008C6DE4" w:rsidRDefault="00352573" w:rsidP="00352573">
      <w:pPr>
        <w:spacing w:after="0"/>
        <w:rPr>
          <w:rFonts w:eastAsia="MS Mincho" w:cs="v4.2.0"/>
        </w:rPr>
      </w:pPr>
      <w:r w:rsidRPr="008C6DE4">
        <w:rPr>
          <w:rFonts w:eastAsia="MS Mincho" w:cs="v4.2.0"/>
          <w:noProof/>
          <w:position w:val="-12"/>
          <w:lang w:val="en-US" w:eastAsia="zh-CN"/>
        </w:rPr>
        <w:drawing>
          <wp:inline distT="0" distB="0" distL="0" distR="0" wp14:anchorId="012FAC37" wp14:editId="1CEE7540">
            <wp:extent cx="769620" cy="259080"/>
            <wp:effectExtent l="0" t="0" r="0" b="762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2"/>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769620" cy="259080"/>
                    </a:xfrm>
                    <a:prstGeom prst="rect">
                      <a:avLst/>
                    </a:prstGeom>
                    <a:noFill/>
                    <a:ln>
                      <a:noFill/>
                    </a:ln>
                  </pic:spPr>
                </pic:pic>
              </a:graphicData>
            </a:graphic>
          </wp:inline>
        </w:drawing>
      </w:r>
      <w:r w:rsidRPr="008C6DE4">
        <w:rPr>
          <w:rFonts w:eastAsia="MS Mincho" w:cs="v4.2.0"/>
        </w:rPr>
        <w:t xml:space="preserve"> is defined as the ratio of the average received energy per PRS </w:t>
      </w:r>
      <w:r w:rsidR="003A5914" w:rsidRPr="008C6DE4">
        <w:rPr>
          <w:rFonts w:eastAsia="MS Mincho" w:cs="v4.2.0"/>
        </w:rPr>
        <w:t>resource element</w:t>
      </w:r>
      <w:r w:rsidRPr="008C6DE4">
        <w:rPr>
          <w:rFonts w:eastAsia="MS Mincho" w:cs="v4.2.0"/>
        </w:rPr>
        <w:t xml:space="preserve"> during the useful part of the symbol to the average received power spectral density of the total noise and </w:t>
      </w:r>
      <w:r w:rsidR="003A5914" w:rsidRPr="008C6DE4">
        <w:rPr>
          <w:rFonts w:eastAsia="MS Mincho" w:cs="v4.2.0"/>
        </w:rPr>
        <w:t>i</w:t>
      </w:r>
      <w:r w:rsidRPr="008C6DE4">
        <w:rPr>
          <w:rFonts w:eastAsia="MS Mincho" w:cs="v4.2.0"/>
        </w:rPr>
        <w:t xml:space="preserve">nterference for this </w:t>
      </w:r>
      <w:r w:rsidR="003A5914" w:rsidRPr="008C6DE4">
        <w:rPr>
          <w:rFonts w:eastAsia="MS Mincho" w:cs="v4.2.0"/>
        </w:rPr>
        <w:t>resource element</w:t>
      </w:r>
      <w:r w:rsidRPr="008C6DE4">
        <w:rPr>
          <w:rFonts w:eastAsia="MS Mincho" w:cs="v4.2.0"/>
        </w:rPr>
        <w:t xml:space="preserve">, where the ratio is measured over all </w:t>
      </w:r>
      <w:r w:rsidR="00044517" w:rsidRPr="008C6DE4">
        <w:rPr>
          <w:rFonts w:eastAsia="MS Mincho" w:cs="v4.2.0"/>
        </w:rPr>
        <w:t xml:space="preserve">resource elements </w:t>
      </w:r>
      <w:r w:rsidRPr="008C6DE4">
        <w:rPr>
          <w:rFonts w:eastAsia="MS Mincho" w:cs="v4.2.0"/>
        </w:rPr>
        <w:t>which carry PRS.</w:t>
      </w:r>
    </w:p>
    <w:p w14:paraId="4AB1367A" w14:textId="77777777" w:rsidR="00352573" w:rsidRPr="008C6DE4" w:rsidRDefault="00352573" w:rsidP="00352573">
      <w:pPr>
        <w:rPr>
          <w:rFonts w:eastAsia="MS Mincho"/>
        </w:rPr>
      </w:pPr>
    </w:p>
    <w:p w14:paraId="0B83CBDA" w14:textId="77777777" w:rsidR="00352573" w:rsidRPr="008C6DE4" w:rsidRDefault="00352573" w:rsidP="00352573">
      <w:pPr>
        <w:rPr>
          <w:snapToGrid w:val="0"/>
        </w:rPr>
      </w:pPr>
      <w:r w:rsidRPr="008C6DE4">
        <w:rPr>
          <w:rFonts w:eastAsia="MS Mincho"/>
        </w:rPr>
        <w:t xml:space="preserve">The time </w:t>
      </w:r>
      <w:r w:rsidRPr="008C6DE4">
        <w:rPr>
          <w:rFonts w:eastAsia="MS Mincho" w:cs="v4.2.0"/>
          <w:noProof/>
          <w:position w:val="-14"/>
          <w:lang w:val="en-US" w:eastAsia="zh-CN"/>
        </w:rPr>
        <w:drawing>
          <wp:inline distT="0" distB="0" distL="0" distR="0" wp14:anchorId="0314E5BB" wp14:editId="53BDEEDE">
            <wp:extent cx="1363980" cy="236220"/>
            <wp:effectExtent l="0" t="0" r="0" b="0"/>
            <wp:docPr id="2974" name="Picture 2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363980" cy="236220"/>
                    </a:xfrm>
                    <a:prstGeom prst="rect">
                      <a:avLst/>
                    </a:prstGeom>
                    <a:noFill/>
                    <a:ln>
                      <a:noFill/>
                    </a:ln>
                  </pic:spPr>
                </pic:pic>
              </a:graphicData>
            </a:graphic>
          </wp:inline>
        </w:drawing>
      </w:r>
      <w:r w:rsidRPr="008C6DE4">
        <w:rPr>
          <w:rFonts w:eastAsia="MS Mincho"/>
        </w:rPr>
        <w:t xml:space="preserve"> starts from the first subframe of the PRS positioning occasion closest in time after both </w:t>
      </w:r>
      <w:r w:rsidRPr="008C6DE4">
        <w:rPr>
          <w:snapToGrid w:val="0"/>
        </w:rPr>
        <w:t xml:space="preserve">the </w:t>
      </w:r>
      <w:r w:rsidRPr="008C6DE4">
        <w:rPr>
          <w:i/>
          <w:snapToGrid w:val="0"/>
        </w:rPr>
        <w:t>OTDOA-RequestLocationInformation</w:t>
      </w:r>
      <w:r w:rsidRPr="008C6DE4">
        <w:rPr>
          <w:snapToGrid w:val="0"/>
        </w:rPr>
        <w:t xml:space="preserve"> message and</w:t>
      </w:r>
      <w:r w:rsidRPr="008C6DE4">
        <w:rPr>
          <w:rFonts w:eastAsia="MS Mincho" w:cs="v4.2.0"/>
        </w:rPr>
        <w:t xml:space="preserve"> </w:t>
      </w:r>
      <w:r w:rsidRPr="008C6DE4">
        <w:rPr>
          <w:rFonts w:eastAsia="MS Mincho"/>
        </w:rPr>
        <w:t xml:space="preserve">the OTDOA assistance data in the </w:t>
      </w:r>
      <w:r w:rsidRPr="008C6DE4">
        <w:rPr>
          <w:i/>
          <w:snapToGrid w:val="0"/>
        </w:rPr>
        <w:t>OTDOA-ProvideAssistanceData</w:t>
      </w:r>
      <w:r w:rsidRPr="008C6DE4">
        <w:rPr>
          <w:snapToGrid w:val="0"/>
        </w:rPr>
        <w:t xml:space="preserve"> message via LPP as specified in TS 38.305 [22], are delivered to the physical layer of the UE.</w:t>
      </w:r>
    </w:p>
    <w:p w14:paraId="5A302264" w14:textId="77777777" w:rsidR="00352573" w:rsidRPr="008C6DE4" w:rsidRDefault="00352573" w:rsidP="00352573">
      <w:r w:rsidRPr="008C6DE4">
        <w:t xml:space="preserve">The RSTD measurement accuracy for all measured neighbor cells </w:t>
      </w:r>
      <w:r w:rsidRPr="008C6DE4">
        <w:rPr>
          <w:i/>
        </w:rPr>
        <w:t>i</w:t>
      </w:r>
      <w:r w:rsidRPr="008C6DE4">
        <w:t xml:space="preserve"> shall be fulfilled according to the accuracy as specified in clause 10.2.4.</w:t>
      </w:r>
    </w:p>
    <w:p w14:paraId="03A43903" w14:textId="498374A3" w:rsidR="00352573" w:rsidRPr="008C6DE4" w:rsidRDefault="0048284E" w:rsidP="0048284E">
      <w:pPr>
        <w:pStyle w:val="H6"/>
      </w:pPr>
      <w:r w:rsidRPr="008C6DE4">
        <w:t>9.4.4.1.2.1</w:t>
      </w:r>
      <w:r w:rsidR="00352573" w:rsidRPr="008C6DE4">
        <w:tab/>
        <w:t>RSTD Measurement Reporting Delay</w:t>
      </w:r>
    </w:p>
    <w:p w14:paraId="4E2BE408" w14:textId="77777777" w:rsidR="00352573" w:rsidRPr="008C6DE4" w:rsidRDefault="00352573" w:rsidP="00352573">
      <w:r w:rsidRPr="008C6DE4">
        <w:t>This requirement assumes that the measurement report is not delayed by other LPP signalling on the DCCH. This measurement reporting delay excludes a delay uncertainty resulted when inserting the measurement report to the TTI of the uplink DCCH. The delay uncertainty is: 2 x TTI</w:t>
      </w:r>
      <w:r w:rsidRPr="008C6DE4">
        <w:rPr>
          <w:vertAlign w:val="subscript"/>
        </w:rPr>
        <w:t>DCCH</w:t>
      </w:r>
      <w:r w:rsidRPr="008C6DE4">
        <w:t xml:space="preserve"> where TTI</w:t>
      </w:r>
      <w:r w:rsidRPr="008C6DE4">
        <w:rPr>
          <w:vertAlign w:val="subscript"/>
        </w:rPr>
        <w:t xml:space="preserve">DCCH </w:t>
      </w:r>
      <w:r w:rsidRPr="008C6DE4">
        <w:t>is the duration of subframe or slot or subslot when the measurement report is transmitted on the PUSCH with subframe or slot or subslot duration. This measurement reporting delay excludes any delay caused by no UL resources for UE to send the measurement report.</w:t>
      </w:r>
    </w:p>
    <w:p w14:paraId="04D7ECBD" w14:textId="52F017D5" w:rsidR="00352573" w:rsidRPr="008C6DE4" w:rsidRDefault="0048284E" w:rsidP="0048284E">
      <w:pPr>
        <w:pStyle w:val="H6"/>
      </w:pPr>
      <w:r w:rsidRPr="008C6DE4">
        <w:t>9.4.4.1.2.2</w:t>
      </w:r>
      <w:r w:rsidR="00352573" w:rsidRPr="008C6DE4">
        <w:rPr>
          <w:lang w:eastAsia="zh-CN"/>
        </w:rPr>
        <w:tab/>
      </w:r>
      <w:r w:rsidR="00352573" w:rsidRPr="008C6DE4">
        <w:t>Requirements for acquiring the timing of the E-UTRA OTDOA reference cell</w:t>
      </w:r>
    </w:p>
    <w:p w14:paraId="6AA1BC5D" w14:textId="77777777" w:rsidR="00352573" w:rsidRPr="008C6DE4" w:rsidRDefault="00352573" w:rsidP="00352573">
      <w:pPr>
        <w:jc w:val="both"/>
      </w:pPr>
      <w:r w:rsidRPr="008C6DE4">
        <w:t>When the UE is not aware of the SFN of at least one LTE cell in the OTDOA assistance data</w:t>
      </w:r>
      <w:r w:rsidRPr="008C6DE4">
        <w:rPr>
          <w:rFonts w:cs="v4.2.0"/>
        </w:rPr>
        <w:t>, t</w:t>
      </w:r>
      <w:r w:rsidRPr="008C6DE4">
        <w:t>he UE supporting per-FR gaps may make autonomous gaps in downlink reception and uplink transmission of the PCell, PSCell, and each of the SCells in FR1 for acquiring SFN of the reference cell in the E-UTRA OTDOA assistance data, while no autonomous gaps in downlink reception or uplink transmission are allowed in any of the UE serving cells in FR2. The UE, which are only supporting per-UE gaps, may make autonomous gaps in downlink reception and uplink transmission of the PCell, PSCell, and each of the SCells for acquiring the SFN of the reference cell in the E-UTRA OTDOA assistance data.</w:t>
      </w:r>
    </w:p>
    <w:p w14:paraId="59C43458" w14:textId="77777777" w:rsidR="00352573" w:rsidRPr="008C6DE4" w:rsidRDefault="00352573" w:rsidP="00352573">
      <w:pPr>
        <w:jc w:val="both"/>
      </w:pPr>
      <w:r w:rsidRPr="008C6DE4">
        <w:t>When the UE is not aware of and cannot derive the subframe timing difference between the NR serving cell and the OTDOA assistance data reference cell</w:t>
      </w:r>
      <w:r w:rsidRPr="008C6DE4">
        <w:rPr>
          <w:rFonts w:cs="v4.2.0"/>
        </w:rPr>
        <w:t>, t</w:t>
      </w:r>
      <w:r w:rsidRPr="008C6DE4">
        <w:t xml:space="preserve">he UE may need to request measurement gaps while indicating </w:t>
      </w:r>
      <w:r w:rsidRPr="008C6DE4">
        <w:rPr>
          <w:i/>
          <w:lang w:eastAsia="zh-CN"/>
        </w:rPr>
        <w:t>eutra-</w:t>
      </w:r>
      <w:r w:rsidRPr="008C6DE4">
        <w:rPr>
          <w:i/>
          <w:lang w:val="en-US" w:eastAsia="zh-CN"/>
        </w:rPr>
        <w:t>Fine</w:t>
      </w:r>
      <w:r w:rsidRPr="008C6DE4">
        <w:rPr>
          <w:i/>
          <w:lang w:eastAsia="zh-CN"/>
        </w:rPr>
        <w:t>Timing</w:t>
      </w:r>
      <w:r w:rsidRPr="008C6DE4">
        <w:rPr>
          <w:i/>
          <w:lang w:val="en-US" w:eastAsia="zh-CN"/>
        </w:rPr>
        <w:t>Detection</w:t>
      </w:r>
      <w:r w:rsidRPr="008C6DE4">
        <w:t xml:space="preserve"> according to TS 38.331 [2] for detecting the reference cell in the E-UTRA OTDOA assistance data.</w:t>
      </w:r>
    </w:p>
    <w:p w14:paraId="7F04F2B5" w14:textId="421859F6" w:rsidR="00C62EFA" w:rsidRPr="008C6DE4" w:rsidRDefault="00C62EFA" w:rsidP="00C62EFA">
      <w:pPr>
        <w:jc w:val="both"/>
        <w:rPr>
          <w:rFonts w:cs="v4.2.0"/>
        </w:rPr>
      </w:pPr>
      <w:r w:rsidRPr="008C6DE4">
        <w:rPr>
          <w:rFonts w:cs="v4.2.0"/>
        </w:rPr>
        <w:t>When the UE is performing one or both of SFN acquisition or cell detection as specified above, the UE shall be able to determine the timing of the E-UTRA OTDOA assistance data reference cell during the time period</w:t>
      </w:r>
    </w:p>
    <w:p w14:paraId="73E63EAB" w14:textId="77777777" w:rsidR="00352573" w:rsidRPr="008C6DE4" w:rsidRDefault="00352573" w:rsidP="00352573">
      <w:pPr>
        <w:jc w:val="center"/>
        <w:rPr>
          <w:rFonts w:cs="v4.2.0"/>
          <w:lang w:val="sv-SE"/>
        </w:rPr>
      </w:pPr>
      <w:r w:rsidRPr="008C6DE4">
        <w:rPr>
          <w:rFonts w:cs="v4.2.0"/>
          <w:lang w:val="sv-SE"/>
        </w:rPr>
        <w:t>T</w:t>
      </w:r>
      <w:r w:rsidRPr="008C6DE4">
        <w:rPr>
          <w:vertAlign w:val="subscript"/>
          <w:lang w:val="sv-SE"/>
        </w:rPr>
        <w:t>RefCell,E-UTRAN</w:t>
      </w:r>
      <w:r w:rsidRPr="008C6DE4">
        <w:rPr>
          <w:rFonts w:cs="v4.2.0"/>
          <w:lang w:val="sv-SE"/>
        </w:rPr>
        <w:t xml:space="preserve"> = T</w:t>
      </w:r>
      <w:r w:rsidRPr="008C6DE4">
        <w:rPr>
          <w:rFonts w:cs="v4.2.0"/>
          <w:vertAlign w:val="subscript"/>
          <w:lang w:val="sv-SE"/>
        </w:rPr>
        <w:t>Detect, E-UTRAN FDD</w:t>
      </w:r>
      <w:r w:rsidRPr="008C6DE4" w:rsidDel="00915A95">
        <w:rPr>
          <w:rFonts w:cs="v4.2.0"/>
          <w:lang w:val="sv-SE"/>
        </w:rPr>
        <w:t xml:space="preserve"> </w:t>
      </w:r>
      <w:r w:rsidRPr="008C6DE4">
        <w:rPr>
          <w:rFonts w:cs="v4.2.0"/>
          <w:lang w:val="sv-SE"/>
        </w:rPr>
        <w:t>+ T</w:t>
      </w:r>
      <w:r w:rsidRPr="008C6DE4">
        <w:rPr>
          <w:rFonts w:cs="v4.2.0"/>
          <w:vertAlign w:val="subscript"/>
          <w:lang w:val="sv-SE"/>
        </w:rPr>
        <w:t>MIB</w:t>
      </w:r>
      <w:r w:rsidRPr="008C6DE4" w:rsidDel="00915A95">
        <w:rPr>
          <w:rFonts w:cs="v4.2.0"/>
          <w:lang w:val="sv-SE"/>
        </w:rPr>
        <w:t xml:space="preserve"> </w:t>
      </w:r>
      <w:r w:rsidRPr="008C6DE4">
        <w:rPr>
          <w:rFonts w:cs="v4.2.0"/>
          <w:lang w:val="sv-SE"/>
        </w:rPr>
        <w:t>+ T</w:t>
      </w:r>
      <w:r w:rsidRPr="008C6DE4">
        <w:rPr>
          <w:rFonts w:cs="v4.2.0"/>
          <w:vertAlign w:val="subscript"/>
          <w:lang w:val="sv-SE"/>
        </w:rPr>
        <w:t>ECGI</w:t>
      </w:r>
      <w:r w:rsidRPr="008C6DE4">
        <w:rPr>
          <w:rFonts w:cs="v4.2.0"/>
          <w:lang w:val="sv-SE"/>
        </w:rPr>
        <w:t xml:space="preserve"> ,</w:t>
      </w:r>
    </w:p>
    <w:p w14:paraId="62FF1ADC" w14:textId="77777777" w:rsidR="00352573" w:rsidRPr="008C6DE4" w:rsidRDefault="00352573" w:rsidP="00352573">
      <w:pPr>
        <w:jc w:val="both"/>
        <w:rPr>
          <w:rFonts w:cs="v4.2.0"/>
        </w:rPr>
      </w:pPr>
      <w:r w:rsidRPr="008C6DE4">
        <w:rPr>
          <w:rFonts w:cs="v4.2.0"/>
        </w:rPr>
        <w:t>where</w:t>
      </w:r>
    </w:p>
    <w:p w14:paraId="6FB643C2" w14:textId="77777777" w:rsidR="00352573" w:rsidRPr="008C6DE4" w:rsidRDefault="00352573" w:rsidP="00352573">
      <w:pPr>
        <w:jc w:val="both"/>
        <w:rPr>
          <w:rFonts w:cs="v4.2.0"/>
        </w:rPr>
      </w:pPr>
      <w:r w:rsidRPr="008C6DE4">
        <w:rPr>
          <w:rFonts w:cs="v4.2.0"/>
        </w:rPr>
        <w:t>T</w:t>
      </w:r>
      <w:r w:rsidRPr="008C6DE4">
        <w:rPr>
          <w:rFonts w:cs="v4.2.0"/>
          <w:vertAlign w:val="subscript"/>
        </w:rPr>
        <w:t xml:space="preserve">Detect, E-UTRAN FDD </w:t>
      </w:r>
      <w:r w:rsidRPr="008C6DE4">
        <w:rPr>
          <w:rFonts w:cs="v4.2.0"/>
          <w:lang w:val="en-US"/>
        </w:rPr>
        <w:t xml:space="preserve">= </w:t>
      </w:r>
      <w:r w:rsidRPr="008C6DE4">
        <w:rPr>
          <w:rFonts w:cs="v4.2.0"/>
        </w:rPr>
        <w:t>T</w:t>
      </w:r>
      <w:r w:rsidRPr="008C6DE4">
        <w:rPr>
          <w:rFonts w:cs="v4.2.0"/>
          <w:vertAlign w:val="subscript"/>
        </w:rPr>
        <w:t xml:space="preserve">Identify, E-UTRAN FDD  </w:t>
      </w:r>
      <w:r w:rsidRPr="008C6DE4">
        <w:rPr>
          <w:rFonts w:cs="v4.2.0"/>
          <w:lang w:val="en-US"/>
        </w:rPr>
        <w:t xml:space="preserve">- </w:t>
      </w:r>
      <w:r w:rsidRPr="008C6DE4">
        <w:rPr>
          <w:rFonts w:cs="v4.2.0"/>
        </w:rPr>
        <w:t>T</w:t>
      </w:r>
      <w:r w:rsidRPr="008C6DE4">
        <w:rPr>
          <w:rFonts w:cs="v4.2.0"/>
          <w:vertAlign w:val="subscript"/>
        </w:rPr>
        <w:t xml:space="preserve">measure, E-UTRAN FDD </w:t>
      </w:r>
      <w:r w:rsidRPr="008C6DE4">
        <w:rPr>
          <w:rFonts w:cs="v4.2.0"/>
        </w:rPr>
        <w:t>is according to clause 9.4.2 assuming CSSF</w:t>
      </w:r>
      <w:r w:rsidRPr="008C6DE4">
        <w:rPr>
          <w:rFonts w:cs="v4.2.0"/>
          <w:vertAlign w:val="subscript"/>
        </w:rPr>
        <w:t>interRAT</w:t>
      </w:r>
      <w:r w:rsidRPr="008C6DE4">
        <w:rPr>
          <w:rFonts w:cs="v4.2.0"/>
        </w:rPr>
        <w:t>=1 and it is the time needed to detect the E-UTRA OTDOA assistance data reference cell when the UE needs to acquire the subframe and slot timing of the cell, provided the UE is configured with measurement gaps (T</w:t>
      </w:r>
      <w:r w:rsidRPr="008C6DE4">
        <w:rPr>
          <w:rFonts w:cs="v4.2.0"/>
          <w:vertAlign w:val="subscript"/>
        </w:rPr>
        <w:t>Detect, E-UTRAN FDD</w:t>
      </w:r>
      <w:r w:rsidRPr="008C6DE4">
        <w:rPr>
          <w:rFonts w:cs="v4.2.0"/>
        </w:rPr>
        <w:t xml:space="preserve">=0 when both </w:t>
      </w:r>
      <w:r w:rsidRPr="008C6DE4">
        <w:rPr>
          <w:rFonts w:cs="v4.2.0"/>
          <w:i/>
        </w:rPr>
        <w:t>nr-LTE-SFN-Offset</w:t>
      </w:r>
      <w:r w:rsidRPr="008C6DE4">
        <w:rPr>
          <w:rFonts w:cs="v4.2.0"/>
        </w:rPr>
        <w:t xml:space="preserve"> and </w:t>
      </w:r>
      <w:r w:rsidRPr="008C6DE4">
        <w:rPr>
          <w:rFonts w:cs="v4.2.0"/>
          <w:i/>
        </w:rPr>
        <w:t>nr-LTE-fineTiming-Offset</w:t>
      </w:r>
      <w:r w:rsidRPr="008C6DE4">
        <w:rPr>
          <w:rFonts w:cs="v4.2.0"/>
        </w:rPr>
        <w:t xml:space="preserve"> are provided in the E-UTRA OTDOA assistance data or the E-UTRA OTDOA assistance data reference cell is known to the UE), and</w:t>
      </w:r>
    </w:p>
    <w:p w14:paraId="4BD6AD8F" w14:textId="77777777" w:rsidR="00140E53" w:rsidRPr="008C6DE4" w:rsidRDefault="00140E53" w:rsidP="00140E53">
      <w:pPr>
        <w:jc w:val="both"/>
        <w:rPr>
          <w:rFonts w:cs="v4.2.0"/>
        </w:rPr>
      </w:pPr>
      <w:r w:rsidRPr="008C6DE4">
        <w:rPr>
          <w:rFonts w:cs="v4.2.0"/>
        </w:rPr>
        <w:t>T</w:t>
      </w:r>
      <w:r w:rsidRPr="008C6DE4">
        <w:rPr>
          <w:rFonts w:cs="v4.2.0"/>
          <w:vertAlign w:val="subscript"/>
        </w:rPr>
        <w:t>MIB</w:t>
      </w:r>
      <w:r w:rsidRPr="008C6DE4" w:rsidDel="00915A95">
        <w:rPr>
          <w:rFonts w:cs="v4.2.0"/>
        </w:rPr>
        <w:t xml:space="preserve"> </w:t>
      </w:r>
      <w:r w:rsidRPr="008C6DE4">
        <w:rPr>
          <w:rFonts w:cs="v4.2.0"/>
        </w:rPr>
        <w:t xml:space="preserve">= 50 ms is the time required to acquire SFN </w:t>
      </w:r>
      <w:r>
        <w:rPr>
          <w:rFonts w:cs="v4.2.0"/>
        </w:rPr>
        <w:t xml:space="preserve">and/or PHICH configuration </w:t>
      </w:r>
      <w:r w:rsidRPr="008C6DE4">
        <w:rPr>
          <w:rFonts w:cs="v4.2.0"/>
        </w:rPr>
        <w:t xml:space="preserve">of the E-UTRA OTDOA assistance data reference cell provided </w:t>
      </w:r>
      <w:r w:rsidRPr="008C6DE4">
        <w:t>the OTDOA assistance data reference cell is decodable</w:t>
      </w:r>
      <w:r w:rsidRPr="008C6DE4">
        <w:rPr>
          <w:rFonts w:cs="v4.2.0"/>
        </w:rPr>
        <w:t xml:space="preserve"> and at least all E-UTRA subframes #0 during T</w:t>
      </w:r>
      <w:r w:rsidRPr="008C6DE4">
        <w:rPr>
          <w:rFonts w:cs="v4.2.0"/>
          <w:vertAlign w:val="subscript"/>
        </w:rPr>
        <w:t>MIB</w:t>
      </w:r>
      <w:r w:rsidRPr="008C6DE4">
        <w:rPr>
          <w:rFonts w:cs="v4.2.0"/>
        </w:rPr>
        <w:t xml:space="preserve"> are available at the UE receiver (T</w:t>
      </w:r>
      <w:r w:rsidRPr="008C6DE4">
        <w:rPr>
          <w:rFonts w:cs="v4.2.0"/>
          <w:vertAlign w:val="subscript"/>
        </w:rPr>
        <w:t>MIB</w:t>
      </w:r>
      <w:r w:rsidRPr="008C6DE4">
        <w:rPr>
          <w:rFonts w:cs="v4.2.0"/>
        </w:rPr>
        <w:t xml:space="preserve">=0 when </w:t>
      </w:r>
      <w:r w:rsidRPr="008C6DE4">
        <w:rPr>
          <w:rFonts w:cs="v4.2.0"/>
          <w:i/>
        </w:rPr>
        <w:t>nr-LTE-SFN-Offset</w:t>
      </w:r>
      <w:r w:rsidRPr="008C6DE4">
        <w:rPr>
          <w:rFonts w:cs="v4.2.0"/>
        </w:rPr>
        <w:t xml:space="preserve"> is provided in the E-UTRA OTDOA assistance data</w:t>
      </w:r>
      <w:r>
        <w:rPr>
          <w:rFonts w:cs="v4.2.0"/>
        </w:rPr>
        <w:t xml:space="preserve"> and ECGI acquisition is not needed</w:t>
      </w:r>
      <w:r w:rsidRPr="008C6DE4">
        <w:rPr>
          <w:rFonts w:cs="v4.2.0"/>
        </w:rPr>
        <w:t>), and</w:t>
      </w:r>
    </w:p>
    <w:p w14:paraId="7973B820" w14:textId="77777777" w:rsidR="00352573" w:rsidRPr="008C6DE4" w:rsidRDefault="00352573" w:rsidP="00352573">
      <w:pPr>
        <w:jc w:val="both"/>
        <w:rPr>
          <w:rFonts w:cs="v4.2.0"/>
        </w:rPr>
      </w:pPr>
      <w:r w:rsidRPr="008C6DE4">
        <w:rPr>
          <w:rFonts w:cs="v4.2.0"/>
          <w:lang w:val="en-US"/>
        </w:rPr>
        <w:t>T</w:t>
      </w:r>
      <w:r w:rsidRPr="008C6DE4">
        <w:rPr>
          <w:rFonts w:cs="v4.2.0"/>
          <w:vertAlign w:val="subscript"/>
          <w:lang w:val="en-US"/>
        </w:rPr>
        <w:t>ECGI</w:t>
      </w:r>
      <w:r w:rsidRPr="008C6DE4">
        <w:rPr>
          <w:rFonts w:cs="v4.2.0"/>
          <w:lang w:val="en-US"/>
        </w:rPr>
        <w:t xml:space="preserve"> = 100 ms is the time required to acquire ECGI of the </w:t>
      </w:r>
      <w:r w:rsidRPr="008C6DE4">
        <w:rPr>
          <w:rFonts w:cs="v4.2.0"/>
        </w:rPr>
        <w:t xml:space="preserve">E-UTRA OTDOA assistance data reference cell when </w:t>
      </w:r>
      <w:r w:rsidRPr="008C6DE4">
        <w:rPr>
          <w:rFonts w:cs="v4.2.0"/>
          <w:i/>
        </w:rPr>
        <w:t>cellGlobalId</w:t>
      </w:r>
      <w:r w:rsidRPr="008C6DE4">
        <w:rPr>
          <w:rFonts w:cs="v4.2.0"/>
        </w:rPr>
        <w:t xml:space="preserve"> is included in </w:t>
      </w:r>
      <w:r w:rsidRPr="008C6DE4">
        <w:rPr>
          <w:i/>
          <w:noProof/>
        </w:rPr>
        <w:t xml:space="preserve">OTDOA-ReferenceCellInfo </w:t>
      </w:r>
      <w:r w:rsidRPr="008C6DE4">
        <w:rPr>
          <w:noProof/>
        </w:rPr>
        <w:t>and the UE is not aware of the ECGI of this cell (</w:t>
      </w:r>
      <w:r w:rsidRPr="008C6DE4">
        <w:rPr>
          <w:rFonts w:cs="v4.2.0"/>
          <w:lang w:val="en-US"/>
        </w:rPr>
        <w:t>T</w:t>
      </w:r>
      <w:r w:rsidRPr="008C6DE4">
        <w:rPr>
          <w:rFonts w:cs="v4.2.0"/>
          <w:vertAlign w:val="subscript"/>
          <w:lang w:val="en-US"/>
        </w:rPr>
        <w:t>ECGI</w:t>
      </w:r>
      <w:r w:rsidRPr="008C6DE4">
        <w:rPr>
          <w:rFonts w:cs="v4.2.0"/>
          <w:lang w:val="en-US"/>
        </w:rPr>
        <w:t xml:space="preserve"> = 0 when </w:t>
      </w:r>
      <w:r w:rsidRPr="008C6DE4">
        <w:rPr>
          <w:rFonts w:cs="v4.2.0"/>
          <w:i/>
        </w:rPr>
        <w:t>cellGlobalId</w:t>
      </w:r>
      <w:r w:rsidRPr="008C6DE4">
        <w:rPr>
          <w:rFonts w:cs="v4.2.0"/>
          <w:lang w:val="en-US"/>
        </w:rPr>
        <w:t xml:space="preserve"> is not included in </w:t>
      </w:r>
      <w:r w:rsidRPr="008C6DE4">
        <w:rPr>
          <w:i/>
          <w:noProof/>
        </w:rPr>
        <w:t>OTDOA-ReferenceCellInfo</w:t>
      </w:r>
      <w:r w:rsidRPr="008C6DE4">
        <w:rPr>
          <w:rFonts w:cs="v4.2.0"/>
          <w:lang w:val="en-US"/>
        </w:rPr>
        <w:t xml:space="preserve"> or the UE is aware of the ECGI of the </w:t>
      </w:r>
      <w:r w:rsidRPr="008C6DE4">
        <w:rPr>
          <w:rFonts w:cs="v4.2.0"/>
        </w:rPr>
        <w:t>E-UTRA OTDOA assistance data reference cell</w:t>
      </w:r>
      <w:r w:rsidRPr="008C6DE4">
        <w:rPr>
          <w:noProof/>
        </w:rPr>
        <w:t>)</w:t>
      </w:r>
      <w:r w:rsidRPr="008C6DE4">
        <w:rPr>
          <w:rFonts w:cs="v4.2.0"/>
        </w:rPr>
        <w:t>.</w:t>
      </w:r>
    </w:p>
    <w:p w14:paraId="676BA626" w14:textId="41F1C815" w:rsidR="00352573" w:rsidRPr="008C6DE4" w:rsidRDefault="00352573" w:rsidP="00352573">
      <w:pPr>
        <w:jc w:val="both"/>
        <w:rPr>
          <w:rFonts w:cs="v4.2.0"/>
        </w:rPr>
      </w:pPr>
      <w:r w:rsidRPr="008C6DE4">
        <w:rPr>
          <w:rFonts w:cs="v4.2.0"/>
        </w:rPr>
        <w:t xml:space="preserve">When detecting the E-UTRAN OTDOA reference cell, the requirements in this </w:t>
      </w:r>
      <w:r w:rsidR="00854981" w:rsidRPr="008C6DE4">
        <w:rPr>
          <w:rFonts w:cs="v4.2.0"/>
        </w:rPr>
        <w:t>clause</w:t>
      </w:r>
      <w:r w:rsidRPr="008C6DE4">
        <w:rPr>
          <w:rFonts w:cs="v4.2.0"/>
        </w:rPr>
        <w:t xml:space="preserve"> shall be met, provided the conditions for the detectable cell are fulfilled according to clause 9.4.2.1. In addition, the MIB of the E-UTRA OTDOA reference cell whose SFN is acquired shall be considered decodable by the UE provided the PBCH demodulation requirements are met according to TS 36.101 [25].</w:t>
      </w:r>
    </w:p>
    <w:p w14:paraId="27D1E9D4" w14:textId="77777777" w:rsidR="00352573" w:rsidRPr="008C6DE4" w:rsidRDefault="00352573" w:rsidP="00352573">
      <w:pPr>
        <w:rPr>
          <w:rFonts w:cs="v4.2.0"/>
        </w:rPr>
      </w:pPr>
      <w:r w:rsidRPr="008C6DE4">
        <w:rPr>
          <w:rFonts w:cs="v4.2.0"/>
        </w:rPr>
        <w:t>The requirement for acquiring the timing of the E-UTRA OTDOA reference cell within T</w:t>
      </w:r>
      <w:r w:rsidRPr="008C6DE4">
        <w:rPr>
          <w:vertAlign w:val="subscript"/>
          <w:lang w:val="en-US"/>
        </w:rPr>
        <w:t>RefCell,E-UTRAN</w:t>
      </w:r>
      <w:r w:rsidRPr="008C6DE4">
        <w:rPr>
          <w:rFonts w:cs="v4.2.0"/>
        </w:rPr>
        <w:t xml:space="preserve"> is applicable when no DRX is used as well as when any of the DRX cycles specified in </w:t>
      </w:r>
      <w:r w:rsidRPr="008C6DE4">
        <w:t>TS 38.331 [2]</w:t>
      </w:r>
      <w:r w:rsidRPr="008C6DE4">
        <w:rPr>
          <w:rFonts w:cs="v4.2.0"/>
        </w:rPr>
        <w:t xml:space="preserve"> is used.</w:t>
      </w:r>
    </w:p>
    <w:p w14:paraId="313ECF29" w14:textId="03493D4A" w:rsidR="00140E53" w:rsidRPr="008C6DE4" w:rsidRDefault="00140E53" w:rsidP="00140E53">
      <w:r w:rsidRPr="008C6DE4">
        <w:t xml:space="preserve">When </w:t>
      </w:r>
      <w:r w:rsidRPr="008C6DE4">
        <w:rPr>
          <w:rFonts w:cs="v4.2.0"/>
        </w:rPr>
        <w:t>T</w:t>
      </w:r>
      <w:r w:rsidRPr="008C6DE4">
        <w:rPr>
          <w:rFonts w:cs="v4.2.0"/>
          <w:vertAlign w:val="subscript"/>
        </w:rPr>
        <w:t>MIB</w:t>
      </w:r>
      <w:r w:rsidRPr="008C6DE4">
        <w:rPr>
          <w:rFonts w:cs="v4.2.0"/>
        </w:rPr>
        <w:t xml:space="preserve">&gt;0 </w:t>
      </w:r>
      <w:r w:rsidRPr="008C6DE4">
        <w:t xml:space="preserve">and UE is using autonomous gaps during </w:t>
      </w:r>
      <w:r w:rsidRPr="008C6DE4">
        <w:rPr>
          <w:rFonts w:cs="v4.2.0"/>
        </w:rPr>
        <w:t>T</w:t>
      </w:r>
      <w:r w:rsidRPr="008C6DE4">
        <w:rPr>
          <w:rFonts w:cs="v4.2.0"/>
          <w:vertAlign w:val="subscript"/>
        </w:rPr>
        <w:t>MIB</w:t>
      </w:r>
      <w:r w:rsidRPr="008C6DE4">
        <w:t>, the UE shall transmit at least N</w:t>
      </w:r>
      <w:r w:rsidRPr="008C6DE4">
        <w:rPr>
          <w:vertAlign w:val="subscript"/>
        </w:rPr>
        <w:t>ACK/NACK, MIB, FDD</w:t>
      </w:r>
      <w:r w:rsidRPr="008C6DE4">
        <w:t xml:space="preserve"> ACK/NACKs </w:t>
      </w:r>
      <w:r w:rsidRPr="008C6DE4">
        <w:rPr>
          <w:lang w:eastAsia="zh-CN"/>
        </w:rPr>
        <w:t xml:space="preserve">on PCell, PSCell, and each of activated SCell(s) in the frequency range where the autonomous gaps are created, specified in Table 9.4.4.1.2.2-1. </w:t>
      </w:r>
      <w:r w:rsidRPr="008C6DE4">
        <w:t xml:space="preserve">When both </w:t>
      </w:r>
      <w:r w:rsidRPr="008C6DE4">
        <w:rPr>
          <w:rFonts w:cs="v4.2.0"/>
        </w:rPr>
        <w:t>T</w:t>
      </w:r>
      <w:r w:rsidRPr="008C6DE4">
        <w:rPr>
          <w:rFonts w:cs="v4.2.0"/>
          <w:vertAlign w:val="subscript"/>
        </w:rPr>
        <w:t>MIB</w:t>
      </w:r>
      <w:r w:rsidRPr="008C6DE4">
        <w:rPr>
          <w:rFonts w:cs="v4.2.0"/>
        </w:rPr>
        <w:t>&gt;0</w:t>
      </w:r>
      <w:r w:rsidRPr="008C6DE4">
        <w:t xml:space="preserve"> and </w:t>
      </w:r>
      <w:r w:rsidRPr="008C6DE4">
        <w:rPr>
          <w:rFonts w:cs="v4.2.0"/>
        </w:rPr>
        <w:t>T</w:t>
      </w:r>
      <w:r w:rsidRPr="008C6DE4">
        <w:rPr>
          <w:rFonts w:cs="v4.2.0"/>
          <w:vertAlign w:val="subscript"/>
        </w:rPr>
        <w:t>ECGI</w:t>
      </w:r>
      <w:r w:rsidRPr="008C6DE4">
        <w:rPr>
          <w:rFonts w:cs="v4.2.0"/>
        </w:rPr>
        <w:t xml:space="preserve">&gt;0 </w:t>
      </w:r>
      <w:r w:rsidRPr="008C6DE4">
        <w:t xml:space="preserve">and UE is using autonomous gaps during </w:t>
      </w:r>
      <w:r w:rsidRPr="008C6DE4">
        <w:rPr>
          <w:rFonts w:cs="v4.2.0"/>
        </w:rPr>
        <w:t>T</w:t>
      </w:r>
      <w:r w:rsidRPr="008C6DE4">
        <w:rPr>
          <w:rFonts w:cs="v4.2.0"/>
          <w:vertAlign w:val="subscript"/>
        </w:rPr>
        <w:t>MIB</w:t>
      </w:r>
      <w:r w:rsidRPr="008C6DE4">
        <w:rPr>
          <w:rFonts w:cs="v4.2.0"/>
        </w:rPr>
        <w:t>+T</w:t>
      </w:r>
      <w:r w:rsidRPr="008C6DE4">
        <w:rPr>
          <w:rFonts w:cs="v4.2.0"/>
          <w:vertAlign w:val="subscript"/>
        </w:rPr>
        <w:t>ECGI</w:t>
      </w:r>
      <w:r w:rsidRPr="008C6DE4">
        <w:t xml:space="preserve">, the UE shall transmit </w:t>
      </w:r>
      <w:r w:rsidRPr="008C6DE4">
        <w:rPr>
          <w:lang w:eastAsia="zh-CN"/>
        </w:rPr>
        <w:t xml:space="preserve">on PCell, PSCell, and each of activated SCell(s) in the frequency range where autonomous gaps are created </w:t>
      </w:r>
      <w:r w:rsidRPr="008C6DE4">
        <w:t>at least N</w:t>
      </w:r>
      <w:r w:rsidRPr="008C6DE4">
        <w:rPr>
          <w:vertAlign w:val="subscript"/>
        </w:rPr>
        <w:t>ACK/NACK, MIB+ECGI, FDD</w:t>
      </w:r>
      <w:r w:rsidRPr="008C6DE4">
        <w:t xml:space="preserve"> ACK/NACKs </w:t>
      </w:r>
      <w:r w:rsidRPr="008C6DE4">
        <w:rPr>
          <w:lang w:eastAsia="zh-CN"/>
        </w:rPr>
        <w:t>specified in Table 9.4.4.1.2.2-3, provided the OTDOA reference cell bandwidth is configured in the OTDOA assistance data [22, 27]. The requirements in Tables 9.4.4.1.2.2-1, 9.4.4.1.2.2-2, and 9.4.4.1.2.2-3 apply,</w:t>
      </w:r>
      <w:r w:rsidRPr="008C6DE4">
        <w:t xml:space="preserve"> provided that:</w:t>
      </w:r>
    </w:p>
    <w:p w14:paraId="2DCB98CF" w14:textId="77777777" w:rsidR="00352573" w:rsidRPr="008C6DE4" w:rsidRDefault="00352573" w:rsidP="00352573">
      <w:pPr>
        <w:ind w:left="568" w:hanging="284"/>
      </w:pPr>
      <w:r w:rsidRPr="008C6DE4">
        <w:t>-</w:t>
      </w:r>
      <w:r w:rsidRPr="008C6DE4">
        <w:tab/>
        <w:t>there is continuous DL data allocation,</w:t>
      </w:r>
    </w:p>
    <w:p w14:paraId="76B20F9E" w14:textId="77777777" w:rsidR="00352573" w:rsidRPr="008C6DE4" w:rsidRDefault="00352573" w:rsidP="00352573">
      <w:pPr>
        <w:ind w:left="568" w:hanging="284"/>
      </w:pPr>
      <w:r w:rsidRPr="008C6DE4">
        <w:t>-</w:t>
      </w:r>
      <w:r w:rsidRPr="008C6DE4">
        <w:tab/>
        <w:t>no DRX cycle is used,</w:t>
      </w:r>
    </w:p>
    <w:p w14:paraId="280E191C" w14:textId="77777777" w:rsidR="00352573" w:rsidRPr="008C6DE4" w:rsidRDefault="00352573" w:rsidP="00352573">
      <w:pPr>
        <w:ind w:left="568" w:hanging="284"/>
      </w:pPr>
      <w:r w:rsidRPr="008C6DE4">
        <w:t>-</w:t>
      </w:r>
      <w:r w:rsidRPr="008C6DE4">
        <w:tab/>
        <w:t>no measurement gaps are configured,</w:t>
      </w:r>
    </w:p>
    <w:p w14:paraId="3FE612A0" w14:textId="77777777" w:rsidR="00352573" w:rsidRPr="008C6DE4" w:rsidRDefault="00352573" w:rsidP="00352573">
      <w:pPr>
        <w:ind w:left="568" w:hanging="284"/>
      </w:pPr>
      <w:r w:rsidRPr="008C6DE4">
        <w:t>-</w:t>
      </w:r>
      <w:r w:rsidRPr="008C6DE4">
        <w:tab/>
        <w:t>only one code word is transmitted in each slot,</w:t>
      </w:r>
    </w:p>
    <w:p w14:paraId="78655A97" w14:textId="77777777" w:rsidR="00352573" w:rsidRPr="008C6DE4" w:rsidRDefault="00352573" w:rsidP="00352573">
      <w:pPr>
        <w:ind w:left="568" w:hanging="284"/>
      </w:pPr>
      <w:r w:rsidRPr="008C6DE4">
        <w:t>-</w:t>
      </w:r>
      <w:r w:rsidRPr="008C6DE4">
        <w:tab/>
        <w:t>2 slot ACK/NACK feedback is configured,</w:t>
      </w:r>
    </w:p>
    <w:p w14:paraId="63514438" w14:textId="3D7122BE" w:rsidR="00352573" w:rsidRPr="008C6DE4" w:rsidRDefault="00352573" w:rsidP="00352573">
      <w:pPr>
        <w:ind w:left="568" w:hanging="284"/>
      </w:pPr>
      <w:r w:rsidRPr="008C6DE4">
        <w:t>-</w:t>
      </w:r>
      <w:r w:rsidRPr="008C6DE4">
        <w:tab/>
        <w:t>20 ms SMTC period is configured,</w:t>
      </w:r>
    </w:p>
    <w:p w14:paraId="3FB311CE" w14:textId="77777777" w:rsidR="00352573" w:rsidRPr="008C6DE4" w:rsidRDefault="00352573" w:rsidP="00352573">
      <w:pPr>
        <w:ind w:left="568" w:hanging="284"/>
      </w:pPr>
      <w:r w:rsidRPr="008C6DE4">
        <w:t>-</w:t>
      </w:r>
      <w:r w:rsidRPr="008C6DE4">
        <w:tab/>
        <w:t>SSBs are transmitted in one slot within SMTC window.</w:t>
      </w:r>
    </w:p>
    <w:p w14:paraId="53BED02B" w14:textId="77777777" w:rsidR="00352573" w:rsidRPr="008C6DE4" w:rsidRDefault="00352573" w:rsidP="00352573">
      <w:pPr>
        <w:pStyle w:val="TH"/>
        <w:rPr>
          <w:lang w:val="en-US"/>
        </w:rPr>
      </w:pPr>
      <w:r w:rsidRPr="008C6DE4">
        <w:t xml:space="preserve">Table </w:t>
      </w:r>
      <w:bookmarkStart w:id="196" w:name="_Hlk4972111"/>
      <w:r w:rsidRPr="008C6DE4">
        <w:t>9.4.4.1.2.2-1</w:t>
      </w:r>
      <w:bookmarkEnd w:id="196"/>
      <w:r w:rsidRPr="008C6DE4">
        <w:t xml:space="preserve">: Number of ACK/NACKs transmitted by the UE during </w:t>
      </w:r>
      <w:r w:rsidRPr="008C6DE4">
        <w:rPr>
          <w:lang w:val="en-US"/>
        </w:rPr>
        <w:t>T</w:t>
      </w:r>
      <w:r w:rsidRPr="008C6DE4">
        <w:rPr>
          <w:vertAlign w:val="subscript"/>
          <w:lang w:val="en-US"/>
        </w:rPr>
        <w:t>MIB</w:t>
      </w:r>
    </w:p>
    <w:tbl>
      <w:tblPr>
        <w:tblW w:w="9103" w:type="dxa"/>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3"/>
        <w:gridCol w:w="3260"/>
        <w:gridCol w:w="3260"/>
      </w:tblGrid>
      <w:tr w:rsidR="00DD3199" w:rsidRPr="008C6DE4" w14:paraId="535FF5C9" w14:textId="77777777" w:rsidTr="00867D3A">
        <w:trPr>
          <w:trHeight w:val="345"/>
        </w:trPr>
        <w:tc>
          <w:tcPr>
            <w:tcW w:w="2583" w:type="dxa"/>
            <w:vMerge w:val="restart"/>
            <w:shd w:val="clear" w:color="auto" w:fill="auto"/>
          </w:tcPr>
          <w:p w14:paraId="5A44F4A2" w14:textId="77777777" w:rsidR="00352573" w:rsidRPr="008C6DE4" w:rsidRDefault="00352573" w:rsidP="00867D3A">
            <w:pPr>
              <w:pStyle w:val="TAH"/>
              <w:rPr>
                <w:lang w:val="sv-SE"/>
              </w:rPr>
            </w:pPr>
            <w:bookmarkStart w:id="197" w:name="_Hlk4972077"/>
            <w:bookmarkStart w:id="198" w:name="_Hlk2326838"/>
            <w:r w:rsidRPr="008C6DE4">
              <w:rPr>
                <w:lang w:val="sv-SE"/>
              </w:rPr>
              <w:t>N</w:t>
            </w:r>
            <w:r w:rsidRPr="008C6DE4">
              <w:rPr>
                <w:vertAlign w:val="subscript"/>
                <w:lang w:val="sv-SE"/>
              </w:rPr>
              <w:t>ACK/NACK, MIB, FDD</w:t>
            </w:r>
            <w:bookmarkEnd w:id="197"/>
          </w:p>
        </w:tc>
        <w:tc>
          <w:tcPr>
            <w:tcW w:w="6520" w:type="dxa"/>
            <w:gridSpan w:val="2"/>
          </w:tcPr>
          <w:p w14:paraId="2269E416" w14:textId="77777777" w:rsidR="00352573" w:rsidRPr="008C6DE4" w:rsidRDefault="00352573" w:rsidP="00867D3A">
            <w:pPr>
              <w:pStyle w:val="TAH"/>
            </w:pPr>
            <w:r w:rsidRPr="008C6DE4">
              <w:rPr>
                <w:rFonts w:cs="v4.2.0"/>
                <w:lang w:val="en-US"/>
              </w:rPr>
              <w:t>Configuration of the serving cell in which the transmitted ACK/NACKs are counted</w:t>
            </w:r>
          </w:p>
        </w:tc>
      </w:tr>
      <w:tr w:rsidR="00DD3199" w:rsidRPr="008C6DE4" w14:paraId="06668AD2" w14:textId="77777777" w:rsidTr="00867D3A">
        <w:trPr>
          <w:trHeight w:val="345"/>
        </w:trPr>
        <w:tc>
          <w:tcPr>
            <w:tcW w:w="2583" w:type="dxa"/>
            <w:vMerge/>
            <w:shd w:val="clear" w:color="auto" w:fill="auto"/>
          </w:tcPr>
          <w:p w14:paraId="2364F909" w14:textId="77777777" w:rsidR="00352573" w:rsidRPr="008C6DE4" w:rsidRDefault="00352573" w:rsidP="00867D3A">
            <w:pPr>
              <w:pStyle w:val="TAH"/>
            </w:pPr>
          </w:p>
        </w:tc>
        <w:tc>
          <w:tcPr>
            <w:tcW w:w="3260" w:type="dxa"/>
          </w:tcPr>
          <w:p w14:paraId="73B2A003" w14:textId="77777777" w:rsidR="00352573" w:rsidRPr="008C6DE4" w:rsidRDefault="00352573" w:rsidP="00867D3A">
            <w:pPr>
              <w:pStyle w:val="TAH"/>
              <w:rPr>
                <w:rFonts w:cs="v4.2.0"/>
                <w:lang w:val="en-US"/>
              </w:rPr>
            </w:pPr>
            <w:r w:rsidRPr="008C6DE4">
              <w:rPr>
                <w:rFonts w:cs="v4.2.0"/>
                <w:lang w:val="en-US"/>
              </w:rPr>
              <w:t>Duplex mode configuration</w:t>
            </w:r>
          </w:p>
        </w:tc>
        <w:tc>
          <w:tcPr>
            <w:tcW w:w="3260" w:type="dxa"/>
          </w:tcPr>
          <w:p w14:paraId="26B199D0" w14:textId="77777777" w:rsidR="00352573" w:rsidRPr="008C6DE4" w:rsidRDefault="00352573" w:rsidP="00867D3A">
            <w:pPr>
              <w:pStyle w:val="TAH"/>
              <w:rPr>
                <w:rFonts w:cs="v4.2.0"/>
                <w:lang w:val="en-US"/>
              </w:rPr>
            </w:pPr>
            <w:r w:rsidRPr="008C6DE4">
              <w:rPr>
                <w:rFonts w:cs="v4.2.0"/>
                <w:lang w:val="en-US"/>
              </w:rPr>
              <w:t>SCS</w:t>
            </w:r>
          </w:p>
        </w:tc>
      </w:tr>
      <w:tr w:rsidR="00DD3199" w:rsidRPr="008C6DE4" w14:paraId="67E8D109" w14:textId="77777777" w:rsidTr="00867D3A">
        <w:tc>
          <w:tcPr>
            <w:tcW w:w="2583" w:type="dxa"/>
            <w:shd w:val="clear" w:color="auto" w:fill="auto"/>
            <w:vAlign w:val="center"/>
          </w:tcPr>
          <w:p w14:paraId="26E84DFE" w14:textId="77777777" w:rsidR="00352573" w:rsidRPr="008C6DE4" w:rsidRDefault="00352573" w:rsidP="00867D3A">
            <w:pPr>
              <w:pStyle w:val="TAC"/>
            </w:pPr>
            <w:r w:rsidRPr="008C6DE4">
              <w:rPr>
                <w:rFonts w:eastAsia="Calibri"/>
                <w:szCs w:val="18"/>
              </w:rPr>
              <w:t>15</w:t>
            </w:r>
          </w:p>
        </w:tc>
        <w:tc>
          <w:tcPr>
            <w:tcW w:w="3260" w:type="dxa"/>
            <w:vAlign w:val="center"/>
          </w:tcPr>
          <w:p w14:paraId="3904C97D" w14:textId="77777777" w:rsidR="00352573" w:rsidRPr="008C6DE4" w:rsidRDefault="00352573" w:rsidP="00867D3A">
            <w:pPr>
              <w:pStyle w:val="TAC"/>
              <w:rPr>
                <w:lang w:val="sv-SE"/>
              </w:rPr>
            </w:pPr>
            <w:r w:rsidRPr="008C6DE4">
              <w:rPr>
                <w:lang w:val="sv-SE"/>
              </w:rPr>
              <w:t>FDD</w:t>
            </w:r>
          </w:p>
        </w:tc>
        <w:tc>
          <w:tcPr>
            <w:tcW w:w="3260" w:type="dxa"/>
            <w:vAlign w:val="center"/>
          </w:tcPr>
          <w:p w14:paraId="07B28D71" w14:textId="77777777" w:rsidR="00352573" w:rsidRPr="008C6DE4" w:rsidRDefault="00352573" w:rsidP="00867D3A">
            <w:pPr>
              <w:pStyle w:val="TAC"/>
              <w:rPr>
                <w:lang w:val="sv-SE"/>
              </w:rPr>
            </w:pPr>
            <w:r w:rsidRPr="008C6DE4">
              <w:rPr>
                <w:lang w:val="sv-SE"/>
              </w:rPr>
              <w:t>15 kHz</w:t>
            </w:r>
          </w:p>
        </w:tc>
      </w:tr>
      <w:tr w:rsidR="00DD3199" w:rsidRPr="008C6DE4" w14:paraId="622D1140" w14:textId="77777777" w:rsidTr="00867D3A">
        <w:tc>
          <w:tcPr>
            <w:tcW w:w="2583" w:type="dxa"/>
            <w:shd w:val="clear" w:color="auto" w:fill="auto"/>
            <w:vAlign w:val="center"/>
          </w:tcPr>
          <w:p w14:paraId="69A82DD1" w14:textId="77777777" w:rsidR="00352573" w:rsidRPr="008C6DE4" w:rsidDel="009B6E16" w:rsidRDefault="00352573" w:rsidP="00867D3A">
            <w:pPr>
              <w:pStyle w:val="TAC"/>
            </w:pPr>
            <w:r w:rsidRPr="008C6DE4">
              <w:rPr>
                <w:rFonts w:eastAsia="Calibri"/>
                <w:szCs w:val="18"/>
              </w:rPr>
              <w:t>39</w:t>
            </w:r>
          </w:p>
        </w:tc>
        <w:tc>
          <w:tcPr>
            <w:tcW w:w="3260" w:type="dxa"/>
            <w:vAlign w:val="center"/>
          </w:tcPr>
          <w:p w14:paraId="73F2AC2D" w14:textId="77777777" w:rsidR="00352573" w:rsidRPr="008C6DE4" w:rsidRDefault="00352573" w:rsidP="00867D3A">
            <w:pPr>
              <w:pStyle w:val="TAC"/>
              <w:rPr>
                <w:lang w:val="sv-SE"/>
              </w:rPr>
            </w:pPr>
            <w:r w:rsidRPr="008C6DE4">
              <w:rPr>
                <w:lang w:val="sv-SE"/>
              </w:rPr>
              <w:t>FDD</w:t>
            </w:r>
          </w:p>
        </w:tc>
        <w:tc>
          <w:tcPr>
            <w:tcW w:w="3260" w:type="dxa"/>
            <w:vAlign w:val="center"/>
          </w:tcPr>
          <w:p w14:paraId="3FC420DA" w14:textId="77777777" w:rsidR="00352573" w:rsidRPr="008C6DE4" w:rsidRDefault="00352573" w:rsidP="00867D3A">
            <w:pPr>
              <w:pStyle w:val="TAC"/>
              <w:rPr>
                <w:lang w:val="sv-SE"/>
              </w:rPr>
            </w:pPr>
            <w:r w:rsidRPr="008C6DE4">
              <w:rPr>
                <w:lang w:val="sv-SE"/>
              </w:rPr>
              <w:t>30 kHz</w:t>
            </w:r>
          </w:p>
        </w:tc>
      </w:tr>
      <w:tr w:rsidR="00DD3199" w:rsidRPr="008C6DE4" w14:paraId="18DAF081" w14:textId="77777777" w:rsidTr="00867D3A">
        <w:tc>
          <w:tcPr>
            <w:tcW w:w="2583" w:type="dxa"/>
            <w:shd w:val="clear" w:color="auto" w:fill="auto"/>
            <w:vAlign w:val="center"/>
          </w:tcPr>
          <w:p w14:paraId="75FBBE15" w14:textId="77777777" w:rsidR="00352573" w:rsidRPr="008C6DE4" w:rsidDel="009B6E16" w:rsidRDefault="00352573" w:rsidP="00867D3A">
            <w:pPr>
              <w:pStyle w:val="TAC"/>
            </w:pPr>
            <w:r w:rsidRPr="008C6DE4">
              <w:rPr>
                <w:rFonts w:eastAsia="Calibri"/>
                <w:szCs w:val="18"/>
              </w:rPr>
              <w:t>85</w:t>
            </w:r>
          </w:p>
        </w:tc>
        <w:tc>
          <w:tcPr>
            <w:tcW w:w="3260" w:type="dxa"/>
            <w:vAlign w:val="center"/>
          </w:tcPr>
          <w:p w14:paraId="55B812CE" w14:textId="77777777" w:rsidR="00352573" w:rsidRPr="008C6DE4" w:rsidRDefault="00352573" w:rsidP="00867D3A">
            <w:pPr>
              <w:pStyle w:val="TAC"/>
              <w:rPr>
                <w:lang w:val="sv-SE"/>
              </w:rPr>
            </w:pPr>
            <w:r w:rsidRPr="008C6DE4">
              <w:rPr>
                <w:lang w:val="sv-SE"/>
              </w:rPr>
              <w:t>FDD</w:t>
            </w:r>
          </w:p>
        </w:tc>
        <w:tc>
          <w:tcPr>
            <w:tcW w:w="3260" w:type="dxa"/>
            <w:vAlign w:val="center"/>
          </w:tcPr>
          <w:p w14:paraId="11B64753" w14:textId="77777777" w:rsidR="00352573" w:rsidRPr="008C6DE4" w:rsidRDefault="00352573" w:rsidP="00867D3A">
            <w:pPr>
              <w:pStyle w:val="TAC"/>
              <w:rPr>
                <w:lang w:val="sv-SE"/>
              </w:rPr>
            </w:pPr>
            <w:r w:rsidRPr="008C6DE4">
              <w:rPr>
                <w:lang w:val="sv-SE"/>
              </w:rPr>
              <w:t>60 kHz</w:t>
            </w:r>
          </w:p>
        </w:tc>
      </w:tr>
      <w:tr w:rsidR="00DD3199" w:rsidRPr="008C6DE4" w14:paraId="6368EF70" w14:textId="77777777" w:rsidTr="00867D3A">
        <w:tc>
          <w:tcPr>
            <w:tcW w:w="2583" w:type="dxa"/>
            <w:shd w:val="clear" w:color="auto" w:fill="auto"/>
            <w:vAlign w:val="center"/>
          </w:tcPr>
          <w:p w14:paraId="224944EE" w14:textId="77777777" w:rsidR="00352573" w:rsidRPr="008C6DE4" w:rsidRDefault="00352573" w:rsidP="00867D3A">
            <w:pPr>
              <w:pStyle w:val="TAC"/>
            </w:pPr>
            <w:r w:rsidRPr="008C6DE4">
              <w:rPr>
                <w:rFonts w:eastAsia="Calibri"/>
                <w:szCs w:val="18"/>
                <w:lang w:val="sv-SE"/>
              </w:rPr>
              <w:t>0</w:t>
            </w:r>
          </w:p>
        </w:tc>
        <w:tc>
          <w:tcPr>
            <w:tcW w:w="3260" w:type="dxa"/>
            <w:vAlign w:val="center"/>
          </w:tcPr>
          <w:p w14:paraId="6FE61D8C" w14:textId="77777777" w:rsidR="00352573" w:rsidRPr="008C6DE4" w:rsidRDefault="00352573" w:rsidP="00867D3A">
            <w:pPr>
              <w:pStyle w:val="TAC"/>
              <w:rPr>
                <w:lang w:val="sv-SE"/>
              </w:rPr>
            </w:pPr>
            <w:r w:rsidRPr="008C6DE4">
              <w:rPr>
                <w:lang w:val="sv-SE"/>
              </w:rPr>
              <w:t xml:space="preserve">TDD </w:t>
            </w:r>
            <w:r w:rsidRPr="008C6DE4">
              <w:rPr>
                <w:vertAlign w:val="superscript"/>
                <w:lang w:val="sv-SE"/>
              </w:rPr>
              <w:t>Note 1</w:t>
            </w:r>
          </w:p>
        </w:tc>
        <w:tc>
          <w:tcPr>
            <w:tcW w:w="3260" w:type="dxa"/>
            <w:vAlign w:val="center"/>
          </w:tcPr>
          <w:p w14:paraId="6A0881D0" w14:textId="77777777" w:rsidR="00352573" w:rsidRPr="008C6DE4" w:rsidRDefault="00352573" w:rsidP="00867D3A">
            <w:pPr>
              <w:pStyle w:val="TAC"/>
              <w:rPr>
                <w:lang w:val="sv-SE"/>
              </w:rPr>
            </w:pPr>
            <w:r w:rsidRPr="008C6DE4">
              <w:rPr>
                <w:lang w:val="sv-SE"/>
              </w:rPr>
              <w:t>15 kHz</w:t>
            </w:r>
          </w:p>
        </w:tc>
      </w:tr>
      <w:tr w:rsidR="00DD3199" w:rsidRPr="008C6DE4" w14:paraId="25BEF7FF" w14:textId="77777777" w:rsidTr="00867D3A">
        <w:tc>
          <w:tcPr>
            <w:tcW w:w="2583" w:type="dxa"/>
            <w:shd w:val="clear" w:color="auto" w:fill="auto"/>
            <w:vAlign w:val="center"/>
          </w:tcPr>
          <w:p w14:paraId="4BB68496" w14:textId="77777777" w:rsidR="00352573" w:rsidRPr="008C6DE4" w:rsidDel="009B6E16" w:rsidRDefault="00352573" w:rsidP="00867D3A">
            <w:pPr>
              <w:pStyle w:val="TAC"/>
            </w:pPr>
            <w:r w:rsidRPr="008C6DE4">
              <w:rPr>
                <w:rFonts w:eastAsia="Calibri"/>
                <w:szCs w:val="18"/>
                <w:lang w:val="sv-SE"/>
              </w:rPr>
              <w:t>4</w:t>
            </w:r>
          </w:p>
        </w:tc>
        <w:tc>
          <w:tcPr>
            <w:tcW w:w="3260" w:type="dxa"/>
            <w:vAlign w:val="center"/>
          </w:tcPr>
          <w:p w14:paraId="340953B9" w14:textId="77777777" w:rsidR="00352573" w:rsidRPr="008C6DE4" w:rsidRDefault="00352573" w:rsidP="00867D3A">
            <w:pPr>
              <w:pStyle w:val="TAC"/>
              <w:rPr>
                <w:lang w:val="sv-SE"/>
              </w:rPr>
            </w:pPr>
            <w:r w:rsidRPr="008C6DE4">
              <w:rPr>
                <w:lang w:val="sv-SE"/>
              </w:rPr>
              <w:t xml:space="preserve">TDD </w:t>
            </w:r>
            <w:r w:rsidRPr="008C6DE4">
              <w:rPr>
                <w:vertAlign w:val="superscript"/>
                <w:lang w:val="sv-SE"/>
              </w:rPr>
              <w:t>Note 1</w:t>
            </w:r>
          </w:p>
        </w:tc>
        <w:tc>
          <w:tcPr>
            <w:tcW w:w="3260" w:type="dxa"/>
            <w:vAlign w:val="center"/>
          </w:tcPr>
          <w:p w14:paraId="64DDA2E4" w14:textId="77777777" w:rsidR="00352573" w:rsidRPr="008C6DE4" w:rsidRDefault="00352573" w:rsidP="00867D3A">
            <w:pPr>
              <w:pStyle w:val="TAC"/>
              <w:rPr>
                <w:lang w:val="sv-SE"/>
              </w:rPr>
            </w:pPr>
            <w:r w:rsidRPr="008C6DE4">
              <w:rPr>
                <w:lang w:val="sv-SE"/>
              </w:rPr>
              <w:t>30 kHz</w:t>
            </w:r>
          </w:p>
        </w:tc>
      </w:tr>
      <w:tr w:rsidR="00DD3199" w:rsidRPr="008C6DE4" w14:paraId="2FFB402D" w14:textId="77777777" w:rsidTr="00867D3A">
        <w:tc>
          <w:tcPr>
            <w:tcW w:w="2583" w:type="dxa"/>
            <w:shd w:val="clear" w:color="auto" w:fill="auto"/>
            <w:vAlign w:val="center"/>
          </w:tcPr>
          <w:p w14:paraId="2A3CAC15" w14:textId="77777777" w:rsidR="00352573" w:rsidRPr="008C6DE4" w:rsidDel="009B6E16" w:rsidRDefault="00352573" w:rsidP="00867D3A">
            <w:pPr>
              <w:pStyle w:val="TAC"/>
            </w:pPr>
            <w:r w:rsidRPr="008C6DE4">
              <w:rPr>
                <w:rFonts w:eastAsia="Calibri"/>
                <w:szCs w:val="18"/>
                <w:lang w:val="sv-SE"/>
              </w:rPr>
              <w:t>12</w:t>
            </w:r>
          </w:p>
        </w:tc>
        <w:tc>
          <w:tcPr>
            <w:tcW w:w="3260" w:type="dxa"/>
            <w:vAlign w:val="center"/>
          </w:tcPr>
          <w:p w14:paraId="74A26F2D" w14:textId="77777777" w:rsidR="00352573" w:rsidRPr="008C6DE4" w:rsidRDefault="00352573" w:rsidP="00867D3A">
            <w:pPr>
              <w:pStyle w:val="TAC"/>
              <w:rPr>
                <w:lang w:val="sv-SE"/>
              </w:rPr>
            </w:pPr>
            <w:r w:rsidRPr="008C6DE4">
              <w:rPr>
                <w:lang w:val="sv-SE"/>
              </w:rPr>
              <w:t xml:space="preserve">TDD </w:t>
            </w:r>
            <w:r w:rsidRPr="008C6DE4">
              <w:rPr>
                <w:vertAlign w:val="superscript"/>
                <w:lang w:val="sv-SE"/>
              </w:rPr>
              <w:t>Note 1</w:t>
            </w:r>
          </w:p>
        </w:tc>
        <w:tc>
          <w:tcPr>
            <w:tcW w:w="3260" w:type="dxa"/>
            <w:vAlign w:val="center"/>
          </w:tcPr>
          <w:p w14:paraId="1690117A" w14:textId="77777777" w:rsidR="00352573" w:rsidRPr="008C6DE4" w:rsidRDefault="00352573" w:rsidP="00867D3A">
            <w:pPr>
              <w:pStyle w:val="TAC"/>
              <w:rPr>
                <w:lang w:val="sv-SE"/>
              </w:rPr>
            </w:pPr>
            <w:r w:rsidRPr="008C6DE4">
              <w:rPr>
                <w:lang w:val="sv-SE"/>
              </w:rPr>
              <w:t>60 kHz</w:t>
            </w:r>
          </w:p>
        </w:tc>
      </w:tr>
      <w:tr w:rsidR="00DD3199" w:rsidRPr="008C6DE4" w14:paraId="0D512C60" w14:textId="77777777" w:rsidTr="00867D3A">
        <w:tc>
          <w:tcPr>
            <w:tcW w:w="2583" w:type="dxa"/>
            <w:shd w:val="clear" w:color="auto" w:fill="auto"/>
            <w:vAlign w:val="center"/>
          </w:tcPr>
          <w:p w14:paraId="54D9C36E" w14:textId="3EFC786E" w:rsidR="00352573" w:rsidRPr="008C6DE4" w:rsidRDefault="00352573" w:rsidP="00867D3A">
            <w:pPr>
              <w:pStyle w:val="TAC"/>
              <w:rPr>
                <w:rFonts w:eastAsia="Calibri"/>
                <w:szCs w:val="18"/>
                <w:lang w:val="sv-SE"/>
              </w:rPr>
            </w:pPr>
            <w:r w:rsidRPr="008C6DE4">
              <w:rPr>
                <w:rFonts w:eastAsia="Calibri"/>
                <w:szCs w:val="18"/>
              </w:rPr>
              <w:t>46</w:t>
            </w:r>
          </w:p>
        </w:tc>
        <w:tc>
          <w:tcPr>
            <w:tcW w:w="3260" w:type="dxa"/>
            <w:vAlign w:val="center"/>
          </w:tcPr>
          <w:p w14:paraId="412B3EEF" w14:textId="77777777" w:rsidR="00352573" w:rsidRPr="008C6DE4" w:rsidRDefault="00352573" w:rsidP="00867D3A">
            <w:pPr>
              <w:pStyle w:val="TAC"/>
              <w:rPr>
                <w:lang w:val="sv-SE"/>
              </w:rPr>
            </w:pPr>
            <w:r w:rsidRPr="008C6DE4">
              <w:rPr>
                <w:lang w:val="sv-SE"/>
              </w:rPr>
              <w:t xml:space="preserve">TDD </w:t>
            </w:r>
            <w:r w:rsidRPr="008C6DE4">
              <w:rPr>
                <w:vertAlign w:val="superscript"/>
                <w:lang w:val="sv-SE"/>
              </w:rPr>
              <w:t>Note 2</w:t>
            </w:r>
          </w:p>
        </w:tc>
        <w:tc>
          <w:tcPr>
            <w:tcW w:w="3260" w:type="dxa"/>
            <w:vAlign w:val="center"/>
          </w:tcPr>
          <w:p w14:paraId="331A26D9" w14:textId="77777777" w:rsidR="00352573" w:rsidRPr="008C6DE4" w:rsidRDefault="00352573" w:rsidP="00867D3A">
            <w:pPr>
              <w:pStyle w:val="TAC"/>
              <w:rPr>
                <w:lang w:val="sv-SE"/>
              </w:rPr>
            </w:pPr>
            <w:r w:rsidRPr="008C6DE4">
              <w:rPr>
                <w:lang w:val="sv-SE"/>
              </w:rPr>
              <w:t>60 kHz</w:t>
            </w:r>
          </w:p>
        </w:tc>
      </w:tr>
      <w:tr w:rsidR="00DD3199" w:rsidRPr="008C6DE4" w14:paraId="19927D84" w14:textId="77777777" w:rsidTr="00867D3A">
        <w:tc>
          <w:tcPr>
            <w:tcW w:w="2583" w:type="dxa"/>
            <w:shd w:val="clear" w:color="auto" w:fill="auto"/>
            <w:vAlign w:val="center"/>
          </w:tcPr>
          <w:p w14:paraId="7E2014AC" w14:textId="2EED9289" w:rsidR="00352573" w:rsidRPr="008C6DE4" w:rsidRDefault="00352573" w:rsidP="00867D3A">
            <w:pPr>
              <w:pStyle w:val="TAC"/>
              <w:rPr>
                <w:rFonts w:eastAsia="Calibri"/>
                <w:szCs w:val="18"/>
                <w:lang w:val="sv-SE"/>
              </w:rPr>
            </w:pPr>
            <w:r w:rsidRPr="008C6DE4">
              <w:rPr>
                <w:rFonts w:eastAsia="Calibri"/>
                <w:szCs w:val="18"/>
              </w:rPr>
              <w:t>104</w:t>
            </w:r>
          </w:p>
        </w:tc>
        <w:tc>
          <w:tcPr>
            <w:tcW w:w="3260" w:type="dxa"/>
            <w:vAlign w:val="center"/>
          </w:tcPr>
          <w:p w14:paraId="2FC5F45C" w14:textId="77777777" w:rsidR="00352573" w:rsidRPr="008C6DE4" w:rsidRDefault="00352573" w:rsidP="00867D3A">
            <w:pPr>
              <w:pStyle w:val="TAC"/>
              <w:rPr>
                <w:lang w:val="sv-SE"/>
              </w:rPr>
            </w:pPr>
            <w:r w:rsidRPr="008C6DE4">
              <w:rPr>
                <w:lang w:val="sv-SE"/>
              </w:rPr>
              <w:t xml:space="preserve">TDD </w:t>
            </w:r>
            <w:r w:rsidRPr="008C6DE4">
              <w:rPr>
                <w:vertAlign w:val="superscript"/>
                <w:lang w:val="sv-SE"/>
              </w:rPr>
              <w:t>Note 2</w:t>
            </w:r>
          </w:p>
        </w:tc>
        <w:tc>
          <w:tcPr>
            <w:tcW w:w="3260" w:type="dxa"/>
            <w:vAlign w:val="center"/>
          </w:tcPr>
          <w:p w14:paraId="583C3A39" w14:textId="77777777" w:rsidR="00352573" w:rsidRPr="008C6DE4" w:rsidRDefault="00352573" w:rsidP="00867D3A">
            <w:pPr>
              <w:pStyle w:val="TAC"/>
              <w:rPr>
                <w:lang w:val="sv-SE"/>
              </w:rPr>
            </w:pPr>
            <w:r w:rsidRPr="008C6DE4">
              <w:rPr>
                <w:lang w:val="sv-SE"/>
              </w:rPr>
              <w:t>120 kHz</w:t>
            </w:r>
          </w:p>
        </w:tc>
      </w:tr>
      <w:tr w:rsidR="00352573" w:rsidRPr="008C6DE4" w14:paraId="3AC40F31" w14:textId="77777777" w:rsidTr="00867D3A">
        <w:tc>
          <w:tcPr>
            <w:tcW w:w="9103" w:type="dxa"/>
            <w:gridSpan w:val="3"/>
            <w:shd w:val="clear" w:color="auto" w:fill="auto"/>
            <w:vAlign w:val="center"/>
          </w:tcPr>
          <w:p w14:paraId="23E5FE82" w14:textId="77777777" w:rsidR="00352573" w:rsidRPr="008C6DE4" w:rsidRDefault="00352573" w:rsidP="00867D3A">
            <w:pPr>
              <w:pStyle w:val="TAN"/>
              <w:rPr>
                <w:lang w:val="en-US"/>
              </w:rPr>
            </w:pPr>
            <w:r w:rsidRPr="008C6DE4">
              <w:rPr>
                <w:lang w:val="en-US"/>
              </w:rPr>
              <w:t>NOTE 1:</w:t>
            </w:r>
            <w:r w:rsidRPr="008C6DE4">
              <w:rPr>
                <w:sz w:val="24"/>
                <w:lang w:val="en-US"/>
              </w:rPr>
              <w:tab/>
            </w:r>
            <w:r w:rsidRPr="008C6DE4">
              <w:rPr>
                <w:lang w:val="en-US"/>
              </w:rPr>
              <w:t>TDD UL-DL configuration is as specified in Table A.3.3.1-1 of TS 38.101-1 [18].</w:t>
            </w:r>
          </w:p>
          <w:p w14:paraId="496174A1" w14:textId="77777777" w:rsidR="00352573" w:rsidRPr="008C6DE4" w:rsidRDefault="00352573" w:rsidP="00867D3A">
            <w:pPr>
              <w:pStyle w:val="TAN"/>
              <w:rPr>
                <w:lang w:val="en-US"/>
              </w:rPr>
            </w:pPr>
            <w:r w:rsidRPr="008C6DE4">
              <w:rPr>
                <w:lang w:val="en-US"/>
              </w:rPr>
              <w:t>NOTE 2:</w:t>
            </w:r>
            <w:r w:rsidRPr="008C6DE4">
              <w:rPr>
                <w:sz w:val="24"/>
                <w:lang w:val="en-US"/>
              </w:rPr>
              <w:tab/>
            </w:r>
            <w:r w:rsidRPr="008C6DE4">
              <w:rPr>
                <w:lang w:val="en-US"/>
              </w:rPr>
              <w:t>TDD UL-DL configuration is as specified in Table A.3.3.1-1 of TS 38.101-2 [19].</w:t>
            </w:r>
          </w:p>
        </w:tc>
      </w:tr>
      <w:bookmarkEnd w:id="198"/>
    </w:tbl>
    <w:p w14:paraId="0E87A851" w14:textId="77777777" w:rsidR="00352573" w:rsidRPr="008C6DE4" w:rsidRDefault="00352573" w:rsidP="00352573">
      <w:pPr>
        <w:rPr>
          <w:i/>
        </w:rPr>
      </w:pPr>
    </w:p>
    <w:p w14:paraId="4A684D45" w14:textId="4A8EFCB8" w:rsidR="00352573" w:rsidRDefault="00352573" w:rsidP="00140E53">
      <w:pPr>
        <w:pStyle w:val="TH"/>
        <w:rPr>
          <w:vertAlign w:val="subscript"/>
          <w:lang w:val="en-US"/>
        </w:rPr>
      </w:pPr>
      <w:r w:rsidRPr="008C6DE4">
        <w:t xml:space="preserve">Table 9.4.4.1.2.2-2: </w:t>
      </w:r>
      <w:r w:rsidR="00140E53">
        <w:t>Void</w:t>
      </w:r>
      <w:r w:rsidR="00140E53" w:rsidRPr="008C6DE4">
        <w:t xml:space="preserve"> </w:t>
      </w:r>
    </w:p>
    <w:p w14:paraId="50FF1462" w14:textId="77777777" w:rsidR="00140E53" w:rsidRPr="00140E53" w:rsidRDefault="00140E53" w:rsidP="00140E53">
      <w:pPr>
        <w:rPr>
          <w:vertAlign w:val="subscript"/>
          <w:lang w:val="en-US"/>
        </w:rPr>
      </w:pPr>
    </w:p>
    <w:p w14:paraId="1E693359" w14:textId="77777777" w:rsidR="00352573" w:rsidRPr="008C6DE4" w:rsidRDefault="00352573" w:rsidP="00352573">
      <w:pPr>
        <w:pStyle w:val="TH"/>
        <w:rPr>
          <w:vertAlign w:val="subscript"/>
          <w:lang w:val="en-US"/>
        </w:rPr>
      </w:pPr>
      <w:r w:rsidRPr="008C6DE4">
        <w:t xml:space="preserve">Table 9.4.4.1.2.2-3: Number of ACK/NACKs transmitted by the UE during </w:t>
      </w:r>
      <w:r w:rsidRPr="008C6DE4">
        <w:rPr>
          <w:lang w:val="en-US"/>
        </w:rPr>
        <w:t>T</w:t>
      </w:r>
      <w:r w:rsidRPr="008C6DE4">
        <w:rPr>
          <w:vertAlign w:val="subscript"/>
          <w:lang w:val="en-US"/>
        </w:rPr>
        <w:t>MIB</w:t>
      </w:r>
      <w:r w:rsidRPr="008C6DE4">
        <w:t>+</w:t>
      </w:r>
      <w:r w:rsidRPr="008C6DE4">
        <w:rPr>
          <w:lang w:val="en-US"/>
        </w:rPr>
        <w:t>T</w:t>
      </w:r>
      <w:r w:rsidRPr="008C6DE4">
        <w:rPr>
          <w:vertAlign w:val="subscript"/>
          <w:lang w:val="en-US"/>
        </w:rPr>
        <w:t>ECGI</w:t>
      </w:r>
    </w:p>
    <w:tbl>
      <w:tblPr>
        <w:tblW w:w="9103" w:type="dxa"/>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3"/>
        <w:gridCol w:w="3260"/>
        <w:gridCol w:w="3260"/>
      </w:tblGrid>
      <w:tr w:rsidR="00DD3199" w:rsidRPr="008C6DE4" w14:paraId="20BFC6AF" w14:textId="77777777" w:rsidTr="00867D3A">
        <w:trPr>
          <w:trHeight w:val="345"/>
        </w:trPr>
        <w:tc>
          <w:tcPr>
            <w:tcW w:w="2583" w:type="dxa"/>
            <w:vMerge w:val="restart"/>
            <w:shd w:val="clear" w:color="auto" w:fill="auto"/>
          </w:tcPr>
          <w:p w14:paraId="44E3AAA8" w14:textId="77777777" w:rsidR="00352573" w:rsidRPr="008C6DE4" w:rsidRDefault="00352573" w:rsidP="00867D3A">
            <w:pPr>
              <w:pStyle w:val="TAH"/>
              <w:rPr>
                <w:lang w:val="sv-SE"/>
              </w:rPr>
            </w:pPr>
            <w:bookmarkStart w:id="199" w:name="_Hlk4972055"/>
            <w:r w:rsidRPr="008C6DE4">
              <w:rPr>
                <w:lang w:val="sv-SE"/>
              </w:rPr>
              <w:t>N</w:t>
            </w:r>
            <w:r w:rsidRPr="008C6DE4">
              <w:rPr>
                <w:vertAlign w:val="subscript"/>
                <w:lang w:val="sv-SE"/>
              </w:rPr>
              <w:t>ACK/NACK, MIB+ECGI, FDD</w:t>
            </w:r>
            <w:bookmarkEnd w:id="199"/>
          </w:p>
        </w:tc>
        <w:tc>
          <w:tcPr>
            <w:tcW w:w="6520" w:type="dxa"/>
            <w:gridSpan w:val="2"/>
          </w:tcPr>
          <w:p w14:paraId="6D16DA40" w14:textId="77777777" w:rsidR="00352573" w:rsidRPr="008C6DE4" w:rsidRDefault="00352573" w:rsidP="00867D3A">
            <w:pPr>
              <w:pStyle w:val="TAH"/>
            </w:pPr>
            <w:r w:rsidRPr="008C6DE4">
              <w:rPr>
                <w:rFonts w:cs="v4.2.0"/>
                <w:lang w:val="en-US"/>
              </w:rPr>
              <w:t>Configuration of the serving cell in which the transmitted ACK/NACKs are counted</w:t>
            </w:r>
          </w:p>
        </w:tc>
      </w:tr>
      <w:tr w:rsidR="00DD3199" w:rsidRPr="008C6DE4" w14:paraId="60D4B1E5" w14:textId="77777777" w:rsidTr="00867D3A">
        <w:trPr>
          <w:trHeight w:val="345"/>
        </w:trPr>
        <w:tc>
          <w:tcPr>
            <w:tcW w:w="2583" w:type="dxa"/>
            <w:vMerge/>
            <w:shd w:val="clear" w:color="auto" w:fill="auto"/>
          </w:tcPr>
          <w:p w14:paraId="7835DDBF" w14:textId="77777777" w:rsidR="00352573" w:rsidRPr="008C6DE4" w:rsidRDefault="00352573" w:rsidP="00867D3A">
            <w:pPr>
              <w:pStyle w:val="TAH"/>
            </w:pPr>
          </w:p>
        </w:tc>
        <w:tc>
          <w:tcPr>
            <w:tcW w:w="3260" w:type="dxa"/>
          </w:tcPr>
          <w:p w14:paraId="4588CEBD" w14:textId="77777777" w:rsidR="00352573" w:rsidRPr="008C6DE4" w:rsidRDefault="00352573" w:rsidP="00867D3A">
            <w:pPr>
              <w:pStyle w:val="TAH"/>
              <w:rPr>
                <w:rFonts w:cs="v4.2.0"/>
                <w:lang w:val="en-US"/>
              </w:rPr>
            </w:pPr>
            <w:r w:rsidRPr="008C6DE4">
              <w:rPr>
                <w:rFonts w:cs="v4.2.0"/>
                <w:lang w:val="en-US"/>
              </w:rPr>
              <w:t>Duplex mode configuration</w:t>
            </w:r>
          </w:p>
        </w:tc>
        <w:tc>
          <w:tcPr>
            <w:tcW w:w="3260" w:type="dxa"/>
          </w:tcPr>
          <w:p w14:paraId="2C70074C" w14:textId="77777777" w:rsidR="00352573" w:rsidRPr="008C6DE4" w:rsidRDefault="00352573" w:rsidP="00867D3A">
            <w:pPr>
              <w:pStyle w:val="TAH"/>
              <w:rPr>
                <w:rFonts w:cs="v4.2.0"/>
                <w:lang w:val="en-US"/>
              </w:rPr>
            </w:pPr>
            <w:r w:rsidRPr="008C6DE4">
              <w:rPr>
                <w:rFonts w:cs="v4.2.0"/>
                <w:lang w:val="en-US"/>
              </w:rPr>
              <w:t>SCS</w:t>
            </w:r>
          </w:p>
        </w:tc>
      </w:tr>
      <w:tr w:rsidR="00DD3199" w:rsidRPr="008C6DE4" w14:paraId="0F74FF85" w14:textId="77777777" w:rsidTr="00867D3A">
        <w:tc>
          <w:tcPr>
            <w:tcW w:w="2583" w:type="dxa"/>
            <w:shd w:val="clear" w:color="auto" w:fill="auto"/>
          </w:tcPr>
          <w:p w14:paraId="5AB97C60" w14:textId="68D5E74C" w:rsidR="00352573" w:rsidRPr="008C6DE4" w:rsidRDefault="00352573" w:rsidP="00867D3A">
            <w:pPr>
              <w:pStyle w:val="TAC"/>
            </w:pPr>
            <w:r w:rsidRPr="008C6DE4">
              <w:rPr>
                <w:rFonts w:eastAsia="Calibri"/>
                <w:szCs w:val="18"/>
              </w:rPr>
              <w:t>84</w:t>
            </w:r>
          </w:p>
        </w:tc>
        <w:tc>
          <w:tcPr>
            <w:tcW w:w="3260" w:type="dxa"/>
            <w:vAlign w:val="center"/>
          </w:tcPr>
          <w:p w14:paraId="18E55514" w14:textId="77777777" w:rsidR="00352573" w:rsidRPr="008C6DE4" w:rsidRDefault="00352573" w:rsidP="00867D3A">
            <w:pPr>
              <w:pStyle w:val="TAC"/>
              <w:rPr>
                <w:lang w:val="sv-SE"/>
              </w:rPr>
            </w:pPr>
            <w:r w:rsidRPr="008C6DE4">
              <w:rPr>
                <w:lang w:val="sv-SE"/>
              </w:rPr>
              <w:t>FDD</w:t>
            </w:r>
          </w:p>
        </w:tc>
        <w:tc>
          <w:tcPr>
            <w:tcW w:w="3260" w:type="dxa"/>
            <w:vAlign w:val="center"/>
          </w:tcPr>
          <w:p w14:paraId="30FDB0D1" w14:textId="77777777" w:rsidR="00352573" w:rsidRPr="008C6DE4" w:rsidRDefault="00352573" w:rsidP="00867D3A">
            <w:pPr>
              <w:pStyle w:val="TAC"/>
              <w:rPr>
                <w:lang w:val="sv-SE"/>
              </w:rPr>
            </w:pPr>
            <w:r w:rsidRPr="008C6DE4">
              <w:rPr>
                <w:lang w:val="sv-SE"/>
              </w:rPr>
              <w:t>15 kHz</w:t>
            </w:r>
          </w:p>
        </w:tc>
      </w:tr>
      <w:tr w:rsidR="00DD3199" w:rsidRPr="008C6DE4" w14:paraId="54BEAB9A" w14:textId="77777777" w:rsidTr="00867D3A">
        <w:tc>
          <w:tcPr>
            <w:tcW w:w="2583" w:type="dxa"/>
            <w:shd w:val="clear" w:color="auto" w:fill="auto"/>
          </w:tcPr>
          <w:p w14:paraId="167B50A2" w14:textId="2662714C" w:rsidR="00352573" w:rsidRPr="008C6DE4" w:rsidDel="009B6E16" w:rsidRDefault="00352573" w:rsidP="00867D3A">
            <w:pPr>
              <w:pStyle w:val="TAC"/>
            </w:pPr>
            <w:r w:rsidRPr="008C6DE4">
              <w:rPr>
                <w:rFonts w:eastAsia="Calibri"/>
                <w:szCs w:val="18"/>
              </w:rPr>
              <w:t>193</w:t>
            </w:r>
          </w:p>
        </w:tc>
        <w:tc>
          <w:tcPr>
            <w:tcW w:w="3260" w:type="dxa"/>
            <w:vAlign w:val="center"/>
          </w:tcPr>
          <w:p w14:paraId="13D11CFD" w14:textId="77777777" w:rsidR="00352573" w:rsidRPr="008C6DE4" w:rsidRDefault="00352573" w:rsidP="00867D3A">
            <w:pPr>
              <w:pStyle w:val="TAC"/>
              <w:rPr>
                <w:lang w:val="sv-SE"/>
              </w:rPr>
            </w:pPr>
            <w:r w:rsidRPr="008C6DE4">
              <w:rPr>
                <w:lang w:val="sv-SE"/>
              </w:rPr>
              <w:t>FDD</w:t>
            </w:r>
          </w:p>
        </w:tc>
        <w:tc>
          <w:tcPr>
            <w:tcW w:w="3260" w:type="dxa"/>
            <w:vAlign w:val="center"/>
          </w:tcPr>
          <w:p w14:paraId="5851C9FC" w14:textId="77777777" w:rsidR="00352573" w:rsidRPr="008C6DE4" w:rsidRDefault="00352573" w:rsidP="00867D3A">
            <w:pPr>
              <w:pStyle w:val="TAC"/>
              <w:rPr>
                <w:lang w:val="sv-SE"/>
              </w:rPr>
            </w:pPr>
            <w:r w:rsidRPr="008C6DE4">
              <w:rPr>
                <w:lang w:val="sv-SE"/>
              </w:rPr>
              <w:t>30 kHz</w:t>
            </w:r>
          </w:p>
        </w:tc>
      </w:tr>
      <w:tr w:rsidR="00DD3199" w:rsidRPr="008C6DE4" w14:paraId="787430E8" w14:textId="77777777" w:rsidTr="00867D3A">
        <w:tc>
          <w:tcPr>
            <w:tcW w:w="2583" w:type="dxa"/>
            <w:shd w:val="clear" w:color="auto" w:fill="auto"/>
          </w:tcPr>
          <w:p w14:paraId="31CA11BB" w14:textId="281FD894" w:rsidR="00352573" w:rsidRPr="008C6DE4" w:rsidDel="009B6E16" w:rsidRDefault="00352573" w:rsidP="00867D3A">
            <w:pPr>
              <w:pStyle w:val="TAC"/>
            </w:pPr>
            <w:r w:rsidRPr="008C6DE4">
              <w:rPr>
                <w:rFonts w:eastAsia="Calibri"/>
                <w:szCs w:val="18"/>
              </w:rPr>
              <w:t>402</w:t>
            </w:r>
          </w:p>
        </w:tc>
        <w:tc>
          <w:tcPr>
            <w:tcW w:w="3260" w:type="dxa"/>
            <w:vAlign w:val="center"/>
          </w:tcPr>
          <w:p w14:paraId="30170428" w14:textId="77777777" w:rsidR="00352573" w:rsidRPr="008C6DE4" w:rsidRDefault="00352573" w:rsidP="00867D3A">
            <w:pPr>
              <w:pStyle w:val="TAC"/>
              <w:rPr>
                <w:lang w:val="sv-SE"/>
              </w:rPr>
            </w:pPr>
            <w:r w:rsidRPr="008C6DE4">
              <w:rPr>
                <w:lang w:val="sv-SE"/>
              </w:rPr>
              <w:t>FDD</w:t>
            </w:r>
          </w:p>
        </w:tc>
        <w:tc>
          <w:tcPr>
            <w:tcW w:w="3260" w:type="dxa"/>
            <w:vAlign w:val="center"/>
          </w:tcPr>
          <w:p w14:paraId="7E074878" w14:textId="77777777" w:rsidR="00352573" w:rsidRPr="008C6DE4" w:rsidRDefault="00352573" w:rsidP="00867D3A">
            <w:pPr>
              <w:pStyle w:val="TAC"/>
              <w:rPr>
                <w:lang w:val="sv-SE"/>
              </w:rPr>
            </w:pPr>
            <w:r w:rsidRPr="008C6DE4">
              <w:rPr>
                <w:lang w:val="sv-SE"/>
              </w:rPr>
              <w:t>60 kHz</w:t>
            </w:r>
          </w:p>
        </w:tc>
      </w:tr>
      <w:tr w:rsidR="00DD3199" w:rsidRPr="008C6DE4" w14:paraId="2DDEE01E" w14:textId="77777777" w:rsidTr="00867D3A">
        <w:tc>
          <w:tcPr>
            <w:tcW w:w="2583" w:type="dxa"/>
            <w:shd w:val="clear" w:color="auto" w:fill="auto"/>
          </w:tcPr>
          <w:p w14:paraId="1C85244D" w14:textId="507AE75E" w:rsidR="00352573" w:rsidRPr="008C6DE4" w:rsidRDefault="00352573" w:rsidP="00867D3A">
            <w:pPr>
              <w:pStyle w:val="TAC"/>
            </w:pPr>
            <w:r w:rsidRPr="008C6DE4">
              <w:rPr>
                <w:rFonts w:eastAsia="Calibri"/>
                <w:szCs w:val="18"/>
              </w:rPr>
              <w:t>28</w:t>
            </w:r>
          </w:p>
        </w:tc>
        <w:tc>
          <w:tcPr>
            <w:tcW w:w="3260" w:type="dxa"/>
            <w:vAlign w:val="center"/>
          </w:tcPr>
          <w:p w14:paraId="3ACE66BB" w14:textId="77777777" w:rsidR="00352573" w:rsidRPr="008C6DE4" w:rsidRDefault="00352573" w:rsidP="00867D3A">
            <w:pPr>
              <w:pStyle w:val="TAC"/>
              <w:rPr>
                <w:lang w:val="sv-SE"/>
              </w:rPr>
            </w:pPr>
            <w:r w:rsidRPr="008C6DE4">
              <w:rPr>
                <w:lang w:val="sv-SE"/>
              </w:rPr>
              <w:t xml:space="preserve">TDD </w:t>
            </w:r>
            <w:r w:rsidRPr="008C6DE4">
              <w:rPr>
                <w:vertAlign w:val="superscript"/>
                <w:lang w:val="sv-SE"/>
              </w:rPr>
              <w:t>Note 1</w:t>
            </w:r>
          </w:p>
        </w:tc>
        <w:tc>
          <w:tcPr>
            <w:tcW w:w="3260" w:type="dxa"/>
            <w:vAlign w:val="center"/>
          </w:tcPr>
          <w:p w14:paraId="1B47D5B9" w14:textId="77777777" w:rsidR="00352573" w:rsidRPr="008C6DE4" w:rsidRDefault="00352573" w:rsidP="00867D3A">
            <w:pPr>
              <w:pStyle w:val="TAC"/>
              <w:rPr>
                <w:lang w:val="sv-SE"/>
              </w:rPr>
            </w:pPr>
            <w:r w:rsidRPr="008C6DE4">
              <w:rPr>
                <w:lang w:val="sv-SE"/>
              </w:rPr>
              <w:t>15 kHz</w:t>
            </w:r>
          </w:p>
        </w:tc>
      </w:tr>
      <w:tr w:rsidR="00DD3199" w:rsidRPr="008C6DE4" w14:paraId="0BEA9858" w14:textId="77777777" w:rsidTr="00867D3A">
        <w:tc>
          <w:tcPr>
            <w:tcW w:w="2583" w:type="dxa"/>
            <w:shd w:val="clear" w:color="auto" w:fill="auto"/>
          </w:tcPr>
          <w:p w14:paraId="5A48A46E" w14:textId="387D3939" w:rsidR="00352573" w:rsidRPr="008C6DE4" w:rsidDel="009B6E16" w:rsidRDefault="00352573" w:rsidP="00867D3A">
            <w:pPr>
              <w:pStyle w:val="TAC"/>
            </w:pPr>
            <w:r w:rsidRPr="008C6DE4">
              <w:rPr>
                <w:rFonts w:eastAsia="Calibri"/>
                <w:szCs w:val="18"/>
              </w:rPr>
              <w:t>81</w:t>
            </w:r>
          </w:p>
        </w:tc>
        <w:tc>
          <w:tcPr>
            <w:tcW w:w="3260" w:type="dxa"/>
            <w:vAlign w:val="center"/>
          </w:tcPr>
          <w:p w14:paraId="2FD8FF61" w14:textId="77777777" w:rsidR="00352573" w:rsidRPr="008C6DE4" w:rsidRDefault="00352573" w:rsidP="00867D3A">
            <w:pPr>
              <w:pStyle w:val="TAC"/>
              <w:rPr>
                <w:lang w:val="sv-SE"/>
              </w:rPr>
            </w:pPr>
            <w:r w:rsidRPr="008C6DE4">
              <w:rPr>
                <w:lang w:val="sv-SE"/>
              </w:rPr>
              <w:t xml:space="preserve">TDD </w:t>
            </w:r>
            <w:r w:rsidRPr="008C6DE4">
              <w:rPr>
                <w:vertAlign w:val="superscript"/>
                <w:lang w:val="sv-SE"/>
              </w:rPr>
              <w:t>Note 1</w:t>
            </w:r>
          </w:p>
        </w:tc>
        <w:tc>
          <w:tcPr>
            <w:tcW w:w="3260" w:type="dxa"/>
            <w:vAlign w:val="center"/>
          </w:tcPr>
          <w:p w14:paraId="32CA09E6" w14:textId="77777777" w:rsidR="00352573" w:rsidRPr="008C6DE4" w:rsidRDefault="00352573" w:rsidP="00867D3A">
            <w:pPr>
              <w:pStyle w:val="TAC"/>
              <w:rPr>
                <w:lang w:val="sv-SE"/>
              </w:rPr>
            </w:pPr>
            <w:r w:rsidRPr="008C6DE4">
              <w:rPr>
                <w:lang w:val="sv-SE"/>
              </w:rPr>
              <w:t>30 kHz</w:t>
            </w:r>
          </w:p>
        </w:tc>
      </w:tr>
      <w:tr w:rsidR="00DD3199" w:rsidRPr="008C6DE4" w14:paraId="60D199BF" w14:textId="77777777" w:rsidTr="00867D3A">
        <w:tc>
          <w:tcPr>
            <w:tcW w:w="2583" w:type="dxa"/>
            <w:shd w:val="clear" w:color="auto" w:fill="auto"/>
          </w:tcPr>
          <w:p w14:paraId="41E32F00" w14:textId="37090C5C" w:rsidR="00352573" w:rsidRPr="008C6DE4" w:rsidDel="009B6E16" w:rsidRDefault="00352573" w:rsidP="00867D3A">
            <w:pPr>
              <w:pStyle w:val="TAC"/>
            </w:pPr>
            <w:r w:rsidRPr="008C6DE4">
              <w:rPr>
                <w:rFonts w:eastAsia="Calibri"/>
                <w:szCs w:val="18"/>
              </w:rPr>
              <w:t>159</w:t>
            </w:r>
          </w:p>
        </w:tc>
        <w:tc>
          <w:tcPr>
            <w:tcW w:w="3260" w:type="dxa"/>
            <w:vAlign w:val="center"/>
          </w:tcPr>
          <w:p w14:paraId="438EF455" w14:textId="77777777" w:rsidR="00352573" w:rsidRPr="008C6DE4" w:rsidRDefault="00352573" w:rsidP="00867D3A">
            <w:pPr>
              <w:pStyle w:val="TAC"/>
              <w:rPr>
                <w:lang w:val="sv-SE"/>
              </w:rPr>
            </w:pPr>
            <w:r w:rsidRPr="008C6DE4">
              <w:rPr>
                <w:lang w:val="sv-SE"/>
              </w:rPr>
              <w:t xml:space="preserve">TDD </w:t>
            </w:r>
            <w:r w:rsidRPr="008C6DE4">
              <w:rPr>
                <w:vertAlign w:val="superscript"/>
                <w:lang w:val="sv-SE"/>
              </w:rPr>
              <w:t>Note 1</w:t>
            </w:r>
          </w:p>
        </w:tc>
        <w:tc>
          <w:tcPr>
            <w:tcW w:w="3260" w:type="dxa"/>
            <w:vAlign w:val="center"/>
          </w:tcPr>
          <w:p w14:paraId="5E4038D8" w14:textId="77777777" w:rsidR="00352573" w:rsidRPr="008C6DE4" w:rsidRDefault="00352573" w:rsidP="00867D3A">
            <w:pPr>
              <w:pStyle w:val="TAC"/>
              <w:rPr>
                <w:lang w:val="sv-SE"/>
              </w:rPr>
            </w:pPr>
            <w:r w:rsidRPr="008C6DE4">
              <w:rPr>
                <w:lang w:val="sv-SE"/>
              </w:rPr>
              <w:t>60 kHz</w:t>
            </w:r>
          </w:p>
        </w:tc>
      </w:tr>
      <w:tr w:rsidR="00DD3199" w:rsidRPr="008C6DE4" w14:paraId="5904E8B0" w14:textId="77777777" w:rsidTr="00867D3A">
        <w:tc>
          <w:tcPr>
            <w:tcW w:w="2583" w:type="dxa"/>
            <w:shd w:val="clear" w:color="auto" w:fill="auto"/>
            <w:vAlign w:val="center"/>
          </w:tcPr>
          <w:p w14:paraId="64042813" w14:textId="3EE12B0A" w:rsidR="00352573" w:rsidRPr="008C6DE4" w:rsidRDefault="00352573" w:rsidP="00867D3A">
            <w:pPr>
              <w:pStyle w:val="TAC"/>
              <w:rPr>
                <w:rFonts w:eastAsia="Calibri"/>
                <w:szCs w:val="18"/>
              </w:rPr>
            </w:pPr>
            <w:r w:rsidRPr="008C6DE4">
              <w:rPr>
                <w:rFonts w:eastAsia="Calibri"/>
                <w:szCs w:val="18"/>
              </w:rPr>
              <w:t>233</w:t>
            </w:r>
          </w:p>
        </w:tc>
        <w:tc>
          <w:tcPr>
            <w:tcW w:w="3260" w:type="dxa"/>
            <w:vAlign w:val="center"/>
          </w:tcPr>
          <w:p w14:paraId="0E824C21" w14:textId="77777777" w:rsidR="00352573" w:rsidRPr="008C6DE4" w:rsidRDefault="00352573" w:rsidP="00867D3A">
            <w:pPr>
              <w:pStyle w:val="TAC"/>
              <w:rPr>
                <w:lang w:val="sv-SE"/>
              </w:rPr>
            </w:pPr>
            <w:r w:rsidRPr="008C6DE4">
              <w:rPr>
                <w:lang w:val="sv-SE"/>
              </w:rPr>
              <w:t xml:space="preserve">TDD </w:t>
            </w:r>
            <w:r w:rsidRPr="008C6DE4">
              <w:rPr>
                <w:vertAlign w:val="superscript"/>
                <w:lang w:val="sv-SE"/>
              </w:rPr>
              <w:t>Note 2</w:t>
            </w:r>
          </w:p>
        </w:tc>
        <w:tc>
          <w:tcPr>
            <w:tcW w:w="3260" w:type="dxa"/>
            <w:vAlign w:val="center"/>
          </w:tcPr>
          <w:p w14:paraId="37AF3EB1" w14:textId="77777777" w:rsidR="00352573" w:rsidRPr="008C6DE4" w:rsidRDefault="00352573" w:rsidP="00867D3A">
            <w:pPr>
              <w:pStyle w:val="TAC"/>
              <w:rPr>
                <w:lang w:val="sv-SE"/>
              </w:rPr>
            </w:pPr>
            <w:r w:rsidRPr="008C6DE4">
              <w:rPr>
                <w:lang w:val="sv-SE"/>
              </w:rPr>
              <w:t>60 kHz</w:t>
            </w:r>
          </w:p>
        </w:tc>
      </w:tr>
      <w:tr w:rsidR="00DD3199" w:rsidRPr="008C6DE4" w14:paraId="5DC948A2" w14:textId="77777777" w:rsidTr="00867D3A">
        <w:tc>
          <w:tcPr>
            <w:tcW w:w="2583" w:type="dxa"/>
            <w:shd w:val="clear" w:color="auto" w:fill="auto"/>
            <w:vAlign w:val="center"/>
          </w:tcPr>
          <w:p w14:paraId="2C5F805B" w14:textId="40F84CEC" w:rsidR="00352573" w:rsidRPr="008C6DE4" w:rsidRDefault="00352573" w:rsidP="00867D3A">
            <w:pPr>
              <w:pStyle w:val="TAC"/>
              <w:rPr>
                <w:rFonts w:eastAsia="Calibri"/>
                <w:szCs w:val="18"/>
              </w:rPr>
            </w:pPr>
            <w:r w:rsidRPr="008C6DE4">
              <w:rPr>
                <w:rFonts w:eastAsia="Calibri"/>
                <w:szCs w:val="18"/>
              </w:rPr>
              <w:t>491</w:t>
            </w:r>
          </w:p>
        </w:tc>
        <w:tc>
          <w:tcPr>
            <w:tcW w:w="3260" w:type="dxa"/>
            <w:vAlign w:val="center"/>
          </w:tcPr>
          <w:p w14:paraId="66CBE36C" w14:textId="77777777" w:rsidR="00352573" w:rsidRPr="008C6DE4" w:rsidRDefault="00352573" w:rsidP="00867D3A">
            <w:pPr>
              <w:pStyle w:val="TAC"/>
              <w:rPr>
                <w:lang w:val="sv-SE"/>
              </w:rPr>
            </w:pPr>
            <w:r w:rsidRPr="008C6DE4">
              <w:rPr>
                <w:lang w:val="sv-SE"/>
              </w:rPr>
              <w:t xml:space="preserve">TDD </w:t>
            </w:r>
            <w:r w:rsidRPr="008C6DE4">
              <w:rPr>
                <w:vertAlign w:val="superscript"/>
                <w:lang w:val="sv-SE"/>
              </w:rPr>
              <w:t>Note 2</w:t>
            </w:r>
          </w:p>
        </w:tc>
        <w:tc>
          <w:tcPr>
            <w:tcW w:w="3260" w:type="dxa"/>
            <w:vAlign w:val="center"/>
          </w:tcPr>
          <w:p w14:paraId="36E08133" w14:textId="77777777" w:rsidR="00352573" w:rsidRPr="008C6DE4" w:rsidRDefault="00352573" w:rsidP="00867D3A">
            <w:pPr>
              <w:pStyle w:val="TAC"/>
              <w:rPr>
                <w:lang w:val="sv-SE"/>
              </w:rPr>
            </w:pPr>
            <w:r w:rsidRPr="008C6DE4">
              <w:rPr>
                <w:lang w:val="sv-SE"/>
              </w:rPr>
              <w:t>120 kHz</w:t>
            </w:r>
          </w:p>
        </w:tc>
      </w:tr>
      <w:tr w:rsidR="00352573" w:rsidRPr="008C6DE4" w14:paraId="787121BE" w14:textId="77777777" w:rsidTr="00867D3A">
        <w:tc>
          <w:tcPr>
            <w:tcW w:w="9103" w:type="dxa"/>
            <w:gridSpan w:val="3"/>
            <w:shd w:val="clear" w:color="auto" w:fill="auto"/>
            <w:vAlign w:val="center"/>
          </w:tcPr>
          <w:p w14:paraId="0DF45728" w14:textId="77777777" w:rsidR="00352573" w:rsidRPr="008C6DE4" w:rsidRDefault="00352573" w:rsidP="00867D3A">
            <w:pPr>
              <w:pStyle w:val="TAN"/>
              <w:rPr>
                <w:lang w:val="en-US"/>
              </w:rPr>
            </w:pPr>
            <w:r w:rsidRPr="008C6DE4">
              <w:rPr>
                <w:lang w:val="en-US"/>
              </w:rPr>
              <w:t>NOTE 1:</w:t>
            </w:r>
            <w:r w:rsidRPr="008C6DE4">
              <w:rPr>
                <w:sz w:val="24"/>
                <w:lang w:val="en-US"/>
              </w:rPr>
              <w:tab/>
            </w:r>
            <w:r w:rsidRPr="008C6DE4">
              <w:rPr>
                <w:lang w:val="en-US"/>
              </w:rPr>
              <w:t>TDD UL-DL configuration is as specified in Table A.3.3.1-1 of TS 38.101-1 [18].</w:t>
            </w:r>
          </w:p>
          <w:p w14:paraId="71C04703" w14:textId="77777777" w:rsidR="00352573" w:rsidRPr="008C6DE4" w:rsidRDefault="00352573" w:rsidP="00867D3A">
            <w:pPr>
              <w:pStyle w:val="TAN"/>
              <w:rPr>
                <w:lang w:val="en-US"/>
              </w:rPr>
            </w:pPr>
            <w:r w:rsidRPr="008C6DE4">
              <w:rPr>
                <w:lang w:val="en-US"/>
              </w:rPr>
              <w:t>NOTE 2:</w:t>
            </w:r>
            <w:r w:rsidRPr="008C6DE4">
              <w:rPr>
                <w:sz w:val="24"/>
                <w:lang w:val="en-US"/>
              </w:rPr>
              <w:tab/>
            </w:r>
            <w:r w:rsidRPr="008C6DE4">
              <w:rPr>
                <w:lang w:val="en-US"/>
              </w:rPr>
              <w:t>TDD UL-DL configuration is as specified in Table A.3.3.1-1 of TS 38.101-2 [19].</w:t>
            </w:r>
          </w:p>
        </w:tc>
      </w:tr>
    </w:tbl>
    <w:p w14:paraId="27286658" w14:textId="77777777" w:rsidR="00352573" w:rsidRPr="008C6DE4" w:rsidRDefault="00352573" w:rsidP="00352573">
      <w:pPr>
        <w:rPr>
          <w:lang w:val="en-US"/>
        </w:rPr>
      </w:pPr>
    </w:p>
    <w:p w14:paraId="53EAFC3C" w14:textId="6DE4867D" w:rsidR="00352573" w:rsidRPr="008C6DE4" w:rsidRDefault="0048284E" w:rsidP="0048284E">
      <w:pPr>
        <w:pStyle w:val="Heading4"/>
        <w:rPr>
          <w:lang w:val="en-US"/>
        </w:rPr>
      </w:pPr>
      <w:r w:rsidRPr="008C6DE4">
        <w:rPr>
          <w:lang w:val="en-US"/>
        </w:rPr>
        <w:t>9.4.4.2</w:t>
      </w:r>
      <w:r w:rsidR="00352573" w:rsidRPr="008C6DE4">
        <w:rPr>
          <w:lang w:val="en-US"/>
        </w:rPr>
        <w:tab/>
        <w:t>NR − E-UTRAN TDD RSTD measurements</w:t>
      </w:r>
    </w:p>
    <w:p w14:paraId="78DB6176" w14:textId="34FEA847" w:rsidR="00352573" w:rsidRPr="008C6DE4" w:rsidRDefault="0048284E" w:rsidP="0048284E">
      <w:pPr>
        <w:pStyle w:val="Heading5"/>
      </w:pPr>
      <w:r w:rsidRPr="008C6DE4">
        <w:t>9.4.4.2.1</w:t>
      </w:r>
      <w:r w:rsidR="00352573" w:rsidRPr="008C6DE4">
        <w:tab/>
        <w:t>Introduction</w:t>
      </w:r>
    </w:p>
    <w:p w14:paraId="1336D9A4" w14:textId="5FA80B9F" w:rsidR="00352573" w:rsidRDefault="00352573" w:rsidP="00352573">
      <w:r w:rsidRPr="008C6DE4">
        <w:t>The requirements are applicable for NR−E-UTRAN TDD RSTD measurements requested via LPP [22, 27].</w:t>
      </w:r>
    </w:p>
    <w:p w14:paraId="4E086A02" w14:textId="77777777" w:rsidR="00AB2118" w:rsidRDefault="00AB2118" w:rsidP="00AB2118">
      <w:pPr>
        <w:rPr>
          <w:noProof/>
        </w:rPr>
      </w:pPr>
      <w:r w:rsidRPr="008C6DE4">
        <w:rPr>
          <w:rFonts w:eastAsia="MS Mincho"/>
        </w:rPr>
        <w:t>When the UE is in NE-DC operation mode and an NR</w:t>
      </w:r>
      <w:r w:rsidRPr="008C6DE4">
        <w:rPr>
          <w:rFonts w:eastAsia="MS Mincho"/>
        </w:rPr>
        <w:sym w:font="Symbol" w:char="F02D"/>
      </w:r>
      <w:r>
        <w:rPr>
          <w:rFonts w:eastAsia="MS Mincho"/>
        </w:rPr>
        <w:t>E-UTRAN T</w:t>
      </w:r>
      <w:r w:rsidRPr="008C6DE4">
        <w:rPr>
          <w:rFonts w:eastAsia="MS Mincho"/>
        </w:rPr>
        <w:t xml:space="preserve">DD </w:t>
      </w:r>
      <w:r>
        <w:rPr>
          <w:rFonts w:eastAsia="MS Mincho"/>
        </w:rPr>
        <w:t xml:space="preserve">RSTD </w:t>
      </w:r>
      <w:r w:rsidRPr="008C6DE4">
        <w:rPr>
          <w:rFonts w:eastAsia="MS Mincho"/>
        </w:rPr>
        <w:t>measurement</w:t>
      </w:r>
      <w:r w:rsidRPr="008C6DE4">
        <w:t xml:space="preserve"> </w:t>
      </w:r>
      <w:r w:rsidRPr="008C6DE4">
        <w:rPr>
          <w:rFonts w:eastAsia="MS Mincho"/>
        </w:rPr>
        <w:t xml:space="preserve">configured </w:t>
      </w:r>
      <w:r w:rsidRPr="008C6DE4">
        <w:rPr>
          <w:noProof/>
        </w:rPr>
        <w:t xml:space="preserve">by NR PCell is on a E-UTRA serving frequency carrier, then the corresponding E-UTRA intra-frequency measurements requirements </w:t>
      </w:r>
      <w:r>
        <w:rPr>
          <w:noProof/>
        </w:rPr>
        <w:t xml:space="preserve">as follows </w:t>
      </w:r>
      <w:r w:rsidRPr="008C6DE4">
        <w:rPr>
          <w:noProof/>
        </w:rPr>
        <w:t>shall apply.</w:t>
      </w:r>
    </w:p>
    <w:p w14:paraId="33D7A0C6" w14:textId="26320318" w:rsidR="00AB2118" w:rsidRDefault="00AB2118" w:rsidP="00AB2118">
      <w:pPr>
        <w:pStyle w:val="B10"/>
      </w:pPr>
      <w:r>
        <w:rPr>
          <w:lang w:eastAsia="zh-CN"/>
        </w:rPr>
        <w:t>-</w:t>
      </w:r>
      <w:r>
        <w:rPr>
          <w:lang w:eastAsia="zh-CN"/>
        </w:rPr>
        <w:tab/>
        <w:t>M</w:t>
      </w:r>
      <w:r w:rsidRPr="00B910B8">
        <w:rPr>
          <w:rFonts w:hint="eastAsia"/>
          <w:lang w:eastAsia="zh-CN"/>
        </w:rPr>
        <w:t>easurements</w:t>
      </w:r>
      <w:r w:rsidRPr="00B910B8">
        <w:rPr>
          <w:rFonts w:hint="eastAsia"/>
        </w:rPr>
        <w:t xml:space="preserve"> </w:t>
      </w:r>
      <w:r>
        <w:t xml:space="preserve">configured on E-UTRA PSCC </w:t>
      </w:r>
      <w:r w:rsidRPr="00B910B8">
        <w:t>shall meet E-UTRAN OTDOA intra-frequency measurements requirements in clause 8.1.2.5.</w:t>
      </w:r>
      <w:r w:rsidRPr="00B910B8">
        <w:rPr>
          <w:rFonts w:hint="eastAsia"/>
        </w:rPr>
        <w:t xml:space="preserve"> </w:t>
      </w:r>
      <w:r w:rsidRPr="00B910B8">
        <w:t>The applicable measurement accuracy requirements are in clause 9</w:t>
      </w:r>
      <w:r w:rsidRPr="00B910B8">
        <w:rPr>
          <w:rFonts w:hint="eastAsia"/>
          <w:lang w:eastAsia="zh-CN"/>
        </w:rPr>
        <w:t>.1.</w:t>
      </w:r>
      <w:r w:rsidRPr="00B910B8">
        <w:rPr>
          <w:lang w:eastAsia="zh-CN"/>
        </w:rPr>
        <w:t>10.</w:t>
      </w:r>
    </w:p>
    <w:p w14:paraId="4CD2CCD2" w14:textId="0378332F" w:rsidR="00AB2118" w:rsidRPr="008C6DE4" w:rsidRDefault="00AB2118" w:rsidP="00AB2118">
      <w:pPr>
        <w:pStyle w:val="B10"/>
      </w:pPr>
      <w:r>
        <w:rPr>
          <w:lang w:eastAsia="zh-CN"/>
        </w:rPr>
        <w:t>-</w:t>
      </w:r>
      <w:r>
        <w:rPr>
          <w:lang w:eastAsia="zh-CN"/>
        </w:rPr>
        <w:tab/>
        <w:t>M</w:t>
      </w:r>
      <w:r w:rsidRPr="00B910B8">
        <w:rPr>
          <w:rFonts w:hint="eastAsia"/>
          <w:lang w:eastAsia="zh-CN"/>
        </w:rPr>
        <w:t>easurements</w:t>
      </w:r>
      <w:r w:rsidRPr="00B910B8">
        <w:rPr>
          <w:rFonts w:hint="eastAsia"/>
        </w:rPr>
        <w:t xml:space="preserve"> </w:t>
      </w:r>
      <w:r>
        <w:t xml:space="preserve">configured on E-UTRA SCC </w:t>
      </w:r>
      <w:r w:rsidRPr="00B910B8">
        <w:t>shall meet</w:t>
      </w:r>
      <w:r w:rsidRPr="00B910B8">
        <w:rPr>
          <w:rFonts w:hint="eastAsia"/>
        </w:rPr>
        <w:t xml:space="preserve"> </w:t>
      </w:r>
      <w:r w:rsidRPr="00B910B8">
        <w:t xml:space="preserve">all applicable requirements in clause 8.4, except that </w:t>
      </w:r>
      <w:r w:rsidRPr="00F42F7F">
        <w:rPr>
          <w:rFonts w:eastAsia="Malgun Gothic"/>
        </w:rPr>
        <w:t>t</w:t>
      </w:r>
      <w:r w:rsidRPr="00F42F7F">
        <w:rPr>
          <w:rFonts w:eastAsia="Malgun Gothic" w:hint="eastAsia"/>
        </w:rPr>
        <w:t>he term</w:t>
      </w:r>
      <w:r w:rsidRPr="00F42F7F">
        <w:rPr>
          <w:rFonts w:eastAsia="Malgun Gothic"/>
        </w:rPr>
        <w:t>s</w:t>
      </w:r>
      <w:r w:rsidRPr="00F42F7F">
        <w:rPr>
          <w:rFonts w:eastAsia="Malgun Gothic" w:hint="eastAsia"/>
        </w:rPr>
        <w:t xml:space="preserve"> </w:t>
      </w:r>
      <w:r w:rsidRPr="00F42F7F">
        <w:rPr>
          <w:rFonts w:eastAsia="Malgun Gothic"/>
        </w:rPr>
        <w:t>PCell and primary component carrier shall be deemed to be swapped with PSCell and PSCC</w:t>
      </w:r>
      <w:r w:rsidRPr="00B910B8">
        <w:t>.</w:t>
      </w:r>
      <w:r w:rsidRPr="00B910B8">
        <w:rPr>
          <w:rFonts w:hint="eastAsia"/>
        </w:rPr>
        <w:t xml:space="preserve"> </w:t>
      </w:r>
      <w:r w:rsidRPr="00B910B8">
        <w:t>The applicable measurement accuracy requirements are in clause 9</w:t>
      </w:r>
      <w:r w:rsidRPr="00B910B8">
        <w:rPr>
          <w:rFonts w:hint="eastAsia"/>
          <w:lang w:eastAsia="zh-CN"/>
        </w:rPr>
        <w:t>.1.</w:t>
      </w:r>
      <w:r w:rsidRPr="00B910B8">
        <w:rPr>
          <w:lang w:eastAsia="zh-CN"/>
        </w:rPr>
        <w:t>12</w:t>
      </w:r>
      <w:r w:rsidRPr="00B910B8">
        <w:t xml:space="preserve">, except that </w:t>
      </w:r>
      <w:r w:rsidRPr="00F42F7F">
        <w:rPr>
          <w:rFonts w:eastAsia="Malgun Gothic"/>
        </w:rPr>
        <w:t>t</w:t>
      </w:r>
      <w:r w:rsidRPr="00F42F7F">
        <w:rPr>
          <w:rFonts w:eastAsia="Malgun Gothic" w:hint="eastAsia"/>
        </w:rPr>
        <w:t>he term</w:t>
      </w:r>
      <w:r w:rsidRPr="00F42F7F">
        <w:rPr>
          <w:rFonts w:eastAsia="Malgun Gothic"/>
        </w:rPr>
        <w:t>s</w:t>
      </w:r>
      <w:r w:rsidRPr="00F42F7F">
        <w:rPr>
          <w:rFonts w:eastAsia="Malgun Gothic" w:hint="eastAsia"/>
        </w:rPr>
        <w:t xml:space="preserve"> </w:t>
      </w:r>
      <w:r w:rsidRPr="00F42F7F">
        <w:rPr>
          <w:rFonts w:eastAsia="Malgun Gothic"/>
        </w:rPr>
        <w:t>PCell and primary component carrier shall be deemed to be swapped with PSCell and PSCC.</w:t>
      </w:r>
    </w:p>
    <w:p w14:paraId="3A48201A" w14:textId="77777777" w:rsidR="00352573" w:rsidRPr="008C6DE4" w:rsidRDefault="00352573" w:rsidP="00352573">
      <w:r w:rsidRPr="008C6DE4">
        <w:t>The requirements in clause 9.4.4.1 apply when:</w:t>
      </w:r>
    </w:p>
    <w:p w14:paraId="7C044FC5" w14:textId="77777777" w:rsidR="00352573" w:rsidRPr="008C6DE4" w:rsidRDefault="00352573" w:rsidP="00352573">
      <w:pPr>
        <w:pStyle w:val="B10"/>
      </w:pPr>
      <w:r w:rsidRPr="008C6DE4">
        <w:t>-</w:t>
      </w:r>
      <w:r w:rsidRPr="008C6DE4">
        <w:tab/>
        <w:t xml:space="preserve">the UE is provided with the LTE timing information via LPP [27], including both </w:t>
      </w:r>
      <w:r w:rsidRPr="008C6DE4">
        <w:rPr>
          <w:i/>
          <w:snapToGrid w:val="0"/>
        </w:rPr>
        <w:t>nr-LTE-SFN-Offset</w:t>
      </w:r>
      <w:r w:rsidRPr="008C6DE4">
        <w:t xml:space="preserve"> and </w:t>
      </w:r>
      <w:r w:rsidRPr="008C6DE4">
        <w:rPr>
          <w:i/>
        </w:rPr>
        <w:t>nr-LTE-fineTiming-Offset</w:t>
      </w:r>
      <w:r w:rsidRPr="008C6DE4">
        <w:t>, or</w:t>
      </w:r>
    </w:p>
    <w:p w14:paraId="4C753FF6" w14:textId="77777777" w:rsidR="00352573" w:rsidRPr="008C6DE4" w:rsidRDefault="00352573" w:rsidP="00352573">
      <w:pPr>
        <w:pStyle w:val="B10"/>
      </w:pPr>
      <w:r w:rsidRPr="008C6DE4">
        <w:t>-</w:t>
      </w:r>
      <w:r w:rsidRPr="008C6DE4">
        <w:tab/>
        <w:t xml:space="preserve">the UE is not provided with </w:t>
      </w:r>
      <w:r w:rsidRPr="008C6DE4">
        <w:rPr>
          <w:i/>
          <w:snapToGrid w:val="0"/>
        </w:rPr>
        <w:t>nr-LTE-SFN-Offset</w:t>
      </w:r>
      <w:r w:rsidRPr="008C6DE4">
        <w:t xml:space="preserve"> or </w:t>
      </w:r>
      <w:r w:rsidRPr="008C6DE4">
        <w:rPr>
          <w:i/>
        </w:rPr>
        <w:t>nr-LTE-fineTiming-Offset</w:t>
      </w:r>
      <w:r w:rsidRPr="008C6DE4">
        <w:t>, or</w:t>
      </w:r>
    </w:p>
    <w:p w14:paraId="4923A2E6" w14:textId="77777777" w:rsidR="00352573" w:rsidRPr="008C6DE4" w:rsidRDefault="00352573" w:rsidP="00352573">
      <w:pPr>
        <w:pStyle w:val="B10"/>
      </w:pPr>
      <w:r w:rsidRPr="008C6DE4">
        <w:t>-</w:t>
      </w:r>
      <w:r w:rsidRPr="008C6DE4">
        <w:tab/>
        <w:t xml:space="preserve">the UE is provided with </w:t>
      </w:r>
      <w:r w:rsidRPr="008C6DE4">
        <w:rPr>
          <w:i/>
          <w:snapToGrid w:val="0"/>
        </w:rPr>
        <w:t>nr-LTE-SFN-Offset</w:t>
      </w:r>
      <w:r w:rsidRPr="008C6DE4">
        <w:rPr>
          <w:snapToGrid w:val="0"/>
        </w:rPr>
        <w:t xml:space="preserve"> but not with </w:t>
      </w:r>
      <w:r w:rsidRPr="008C6DE4">
        <w:rPr>
          <w:i/>
        </w:rPr>
        <w:t>nr-LTE-fineTiming-Offset</w:t>
      </w:r>
      <w:r w:rsidRPr="008C6DE4">
        <w:t>.</w:t>
      </w:r>
    </w:p>
    <w:p w14:paraId="2F433EF0" w14:textId="77777777" w:rsidR="00C62EFA" w:rsidRPr="008C6DE4" w:rsidRDefault="00C62EFA" w:rsidP="00C62EFA">
      <w:r w:rsidRPr="008C6DE4">
        <w:t xml:space="preserve">When the UE is not aware of the SFN of at least one LTE cell in the OTDOA assistance data, the UE may be using autonomous gaps to acquire SFN of the OTDOA assistance data reference cell prior to requesting measurement gaps for performing the requested E-UTRA RSTD measurements before the </w:t>
      </w:r>
      <w:r w:rsidRPr="008C6DE4">
        <w:rPr>
          <w:rFonts w:eastAsia="MS Mincho" w:cs="v4.2.0"/>
          <w:noProof/>
          <w:position w:val="-14"/>
          <w:lang w:val="en-US" w:eastAsia="zh-CN"/>
        </w:rPr>
        <w:drawing>
          <wp:inline distT="0" distB="0" distL="0" distR="0" wp14:anchorId="41D243FF" wp14:editId="3A875A10">
            <wp:extent cx="1371600" cy="24384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371600" cy="243840"/>
                    </a:xfrm>
                    <a:prstGeom prst="rect">
                      <a:avLst/>
                    </a:prstGeom>
                    <a:noFill/>
                    <a:ln>
                      <a:noFill/>
                    </a:ln>
                  </pic:spPr>
                </pic:pic>
              </a:graphicData>
            </a:graphic>
          </wp:inline>
        </w:drawing>
      </w:r>
      <w:r w:rsidRPr="008C6DE4">
        <w:rPr>
          <w:rFonts w:eastAsia="MS Mincho" w:cs="v4.2.0"/>
        </w:rPr>
        <w:t xml:space="preserve"> </w:t>
      </w:r>
      <w:r w:rsidRPr="008C6DE4">
        <w:t>time period</w:t>
      </w:r>
      <w:r w:rsidRPr="008C6DE4">
        <w:rPr>
          <w:rFonts w:eastAsia="MS Mincho" w:cs="v4.2.0"/>
        </w:rPr>
        <w:t xml:space="preserve"> starts while meeting all the requirements in clause 9.4.4.2.2, provided that </w:t>
      </w:r>
      <w:r w:rsidRPr="008C6DE4">
        <w:t xml:space="preserve">the OTDOA assistance data is provided to allow sufficient time for the UE to acquire the SFN before the </w:t>
      </w:r>
      <w:r w:rsidRPr="008C6DE4">
        <w:rPr>
          <w:rFonts w:eastAsia="MS Mincho" w:cs="v4.2.0"/>
          <w:noProof/>
          <w:position w:val="-14"/>
          <w:lang w:val="en-US" w:eastAsia="zh-CN"/>
        </w:rPr>
        <w:drawing>
          <wp:inline distT="0" distB="0" distL="0" distR="0" wp14:anchorId="7596FC23" wp14:editId="3C53D33C">
            <wp:extent cx="1371600" cy="243840"/>
            <wp:effectExtent l="0" t="0" r="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371600" cy="243840"/>
                    </a:xfrm>
                    <a:prstGeom prst="rect">
                      <a:avLst/>
                    </a:prstGeom>
                    <a:noFill/>
                    <a:ln>
                      <a:noFill/>
                    </a:ln>
                  </pic:spPr>
                </pic:pic>
              </a:graphicData>
            </a:graphic>
          </wp:inline>
        </w:drawing>
      </w:r>
      <w:r w:rsidRPr="008C6DE4">
        <w:rPr>
          <w:rFonts w:eastAsia="MS Mincho"/>
        </w:rPr>
        <w:t xml:space="preserve"> starts.</w:t>
      </w:r>
      <w:r>
        <w:rPr>
          <w:rFonts w:eastAsia="MS Mincho"/>
        </w:rPr>
        <w:t xml:space="preserve"> </w:t>
      </w:r>
      <w:r w:rsidRPr="008C6DE4">
        <w:t xml:space="preserve">When the UE is not aware of and cannot derive the subframe timing difference between the NR serving cell and the OTDOA assistance data reference cell, the UE may need to request measurement gaps to perform cell detection for the OTDOA assistance data reference cell prior to requesting measurement gaps for performing the requested E-UTRA RSTD measurements before the </w:t>
      </w:r>
      <w:r w:rsidRPr="008C6DE4">
        <w:rPr>
          <w:rFonts w:eastAsia="MS Mincho" w:cs="v4.2.0"/>
          <w:noProof/>
          <w:position w:val="-14"/>
          <w:lang w:val="en-US" w:eastAsia="zh-CN"/>
        </w:rPr>
        <w:drawing>
          <wp:inline distT="0" distB="0" distL="0" distR="0" wp14:anchorId="76DB7CD6" wp14:editId="5D5107FD">
            <wp:extent cx="1371600" cy="243840"/>
            <wp:effectExtent l="0" t="0" r="0" b="3810"/>
            <wp:docPr id="2975" name="Picture 2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371600" cy="243840"/>
                    </a:xfrm>
                    <a:prstGeom prst="rect">
                      <a:avLst/>
                    </a:prstGeom>
                    <a:noFill/>
                    <a:ln>
                      <a:noFill/>
                    </a:ln>
                  </pic:spPr>
                </pic:pic>
              </a:graphicData>
            </a:graphic>
          </wp:inline>
        </w:drawing>
      </w:r>
      <w:r w:rsidRPr="008C6DE4">
        <w:rPr>
          <w:rFonts w:eastAsia="MS Mincho" w:cs="v4.2.0"/>
        </w:rPr>
        <w:t xml:space="preserve"> </w:t>
      </w:r>
      <w:r w:rsidRPr="008C6DE4">
        <w:t>time period</w:t>
      </w:r>
      <w:r w:rsidRPr="008C6DE4">
        <w:rPr>
          <w:rFonts w:eastAsia="MS Mincho" w:cs="v4.2.0"/>
        </w:rPr>
        <w:t xml:space="preserve"> starts while meeting all the requirements in clause 9.4.4.2.2, provided that </w:t>
      </w:r>
      <w:r w:rsidRPr="008C6DE4">
        <w:t xml:space="preserve">the OTDOA assistance data is provided to allow sufficient time for the UE to detect the cell before the </w:t>
      </w:r>
      <w:r w:rsidRPr="008C6DE4">
        <w:rPr>
          <w:rFonts w:eastAsia="MS Mincho" w:cs="v4.2.0"/>
          <w:noProof/>
          <w:position w:val="-14"/>
          <w:lang w:val="en-US" w:eastAsia="zh-CN"/>
        </w:rPr>
        <w:drawing>
          <wp:inline distT="0" distB="0" distL="0" distR="0" wp14:anchorId="08AC64A2" wp14:editId="589D47A8">
            <wp:extent cx="1371600" cy="243840"/>
            <wp:effectExtent l="0" t="0" r="0" b="381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371600" cy="243840"/>
                    </a:xfrm>
                    <a:prstGeom prst="rect">
                      <a:avLst/>
                    </a:prstGeom>
                    <a:noFill/>
                    <a:ln>
                      <a:noFill/>
                    </a:ln>
                  </pic:spPr>
                </pic:pic>
              </a:graphicData>
            </a:graphic>
          </wp:inline>
        </w:drawing>
      </w:r>
      <w:r w:rsidRPr="008C6DE4">
        <w:rPr>
          <w:rFonts w:eastAsia="MS Mincho"/>
        </w:rPr>
        <w:t xml:space="preserve"> starts</w:t>
      </w:r>
      <w:r w:rsidRPr="008C6DE4">
        <w:t>.</w:t>
      </w:r>
    </w:p>
    <w:p w14:paraId="1A14BCCF" w14:textId="08A256B8" w:rsidR="00352573" w:rsidRPr="008C6DE4" w:rsidRDefault="0048284E" w:rsidP="0048284E">
      <w:pPr>
        <w:pStyle w:val="Heading5"/>
      </w:pPr>
      <w:r w:rsidRPr="008C6DE4">
        <w:t>9.4.4.2.2</w:t>
      </w:r>
      <w:r w:rsidR="00352573" w:rsidRPr="008C6DE4">
        <w:tab/>
        <w:t>Requirements</w:t>
      </w:r>
    </w:p>
    <w:p w14:paraId="289BFE3C" w14:textId="77777777" w:rsidR="00352573" w:rsidRPr="008C6DE4" w:rsidRDefault="00352573" w:rsidP="00352573">
      <w:pPr>
        <w:rPr>
          <w:rFonts w:eastAsia="MS Mincho" w:cs="v4.2.0"/>
        </w:rPr>
      </w:pPr>
      <w:r w:rsidRPr="008C6DE4">
        <w:t xml:space="preserve">When the physical layer cell identities of neighbour cells together with the OTDOA assistance data are provided, the UE shall be able to detect and measure inter-RAT -UTRAN TDD RSTD, specified in </w:t>
      </w:r>
      <w:r w:rsidRPr="008C6DE4">
        <w:rPr>
          <w:noProof/>
        </w:rPr>
        <w:t>TS 38.215</w:t>
      </w:r>
      <w:r w:rsidRPr="008C6DE4">
        <w:t xml:space="preserve"> [4], for at least </w:t>
      </w:r>
      <w:r w:rsidRPr="008C6DE4">
        <w:rPr>
          <w:i/>
        </w:rPr>
        <w:t>n</w:t>
      </w:r>
      <w:r w:rsidRPr="008C6DE4">
        <w:t xml:space="preserve">=16 cells, including the reference cell, within </w:t>
      </w:r>
      <w:r w:rsidRPr="008C6DE4">
        <w:rPr>
          <w:rFonts w:eastAsia="MS Mincho" w:cs="v4.2.0"/>
          <w:noProof/>
          <w:position w:val="-14"/>
          <w:lang w:val="en-US" w:eastAsia="zh-CN"/>
        </w:rPr>
        <w:drawing>
          <wp:inline distT="0" distB="0" distL="0" distR="0" wp14:anchorId="4461D818" wp14:editId="78ABF2A6">
            <wp:extent cx="1371600" cy="243840"/>
            <wp:effectExtent l="0" t="0" r="0" b="3810"/>
            <wp:docPr id="2794" name="Picture 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4"/>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371600" cy="243840"/>
                    </a:xfrm>
                    <a:prstGeom prst="rect">
                      <a:avLst/>
                    </a:prstGeom>
                    <a:noFill/>
                    <a:ln>
                      <a:noFill/>
                    </a:ln>
                  </pic:spPr>
                </pic:pic>
              </a:graphicData>
            </a:graphic>
          </wp:inline>
        </w:drawing>
      </w:r>
      <w:r w:rsidRPr="008C6DE4">
        <w:rPr>
          <w:rFonts w:eastAsia="MS Mincho" w:cs="v4.2.0"/>
        </w:rPr>
        <w:t xml:space="preserve"> ms as given below:</w:t>
      </w:r>
    </w:p>
    <w:p w14:paraId="0374FDA5" w14:textId="77777777" w:rsidR="00352573" w:rsidRPr="008C6DE4" w:rsidRDefault="00352573" w:rsidP="00352573">
      <w:pPr>
        <w:jc w:val="center"/>
        <w:rPr>
          <w:rFonts w:eastAsia="MS Mincho" w:cs="v4.2.0"/>
        </w:rPr>
      </w:pPr>
      <w:r w:rsidRPr="008C6DE4">
        <w:rPr>
          <w:rFonts w:eastAsia="MS Mincho" w:cs="v4.2.0"/>
          <w:noProof/>
          <w:position w:val="-14"/>
          <w:lang w:val="en-US" w:eastAsia="zh-CN"/>
        </w:rPr>
        <w:drawing>
          <wp:inline distT="0" distB="0" distL="0" distR="0" wp14:anchorId="7788B3A7" wp14:editId="5260F67E">
            <wp:extent cx="3009900" cy="243840"/>
            <wp:effectExtent l="0" t="0" r="0" b="3810"/>
            <wp:docPr id="2793" name="Picture 2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5"/>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009900" cy="243840"/>
                    </a:xfrm>
                    <a:prstGeom prst="rect">
                      <a:avLst/>
                    </a:prstGeom>
                    <a:noFill/>
                    <a:ln>
                      <a:noFill/>
                    </a:ln>
                  </pic:spPr>
                </pic:pic>
              </a:graphicData>
            </a:graphic>
          </wp:inline>
        </w:drawing>
      </w:r>
      <w:r w:rsidRPr="008C6DE4">
        <w:rPr>
          <w:rFonts w:eastAsia="MS Mincho" w:cs="v4.2.0"/>
        </w:rPr>
        <w:t xml:space="preserve">       ,</w:t>
      </w:r>
    </w:p>
    <w:p w14:paraId="3A335F1C" w14:textId="77777777" w:rsidR="00352573" w:rsidRPr="008C6DE4" w:rsidRDefault="00352573" w:rsidP="00352573">
      <w:pPr>
        <w:rPr>
          <w:rFonts w:eastAsia="MS Mincho" w:cs="v4.2.0"/>
        </w:rPr>
      </w:pPr>
      <w:r w:rsidRPr="008C6DE4">
        <w:rPr>
          <w:rFonts w:eastAsia="MS Mincho" w:cs="v4.2.0"/>
        </w:rPr>
        <w:t>where</w:t>
      </w:r>
    </w:p>
    <w:p w14:paraId="5FD4898A" w14:textId="77777777" w:rsidR="00352573" w:rsidRPr="008C6DE4" w:rsidRDefault="00352573" w:rsidP="00352573">
      <w:pPr>
        <w:spacing w:after="0"/>
        <w:rPr>
          <w:rFonts w:eastAsia="MS Mincho" w:cs="v4.2.0"/>
        </w:rPr>
      </w:pPr>
      <w:r w:rsidRPr="008C6DE4">
        <w:rPr>
          <w:rFonts w:eastAsia="MS Mincho" w:cs="v4.2.0"/>
          <w:noProof/>
          <w:position w:val="-14"/>
          <w:lang w:val="en-US" w:eastAsia="zh-CN"/>
        </w:rPr>
        <w:drawing>
          <wp:inline distT="0" distB="0" distL="0" distR="0" wp14:anchorId="6CDD1E1B" wp14:editId="79D8E5F2">
            <wp:extent cx="1371600" cy="243840"/>
            <wp:effectExtent l="0" t="0" r="0" b="3810"/>
            <wp:docPr id="2792" name="Picture 2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371600" cy="243840"/>
                    </a:xfrm>
                    <a:prstGeom prst="rect">
                      <a:avLst/>
                    </a:prstGeom>
                    <a:noFill/>
                    <a:ln>
                      <a:noFill/>
                    </a:ln>
                  </pic:spPr>
                </pic:pic>
              </a:graphicData>
            </a:graphic>
          </wp:inline>
        </w:drawing>
      </w:r>
      <w:r w:rsidRPr="008C6DE4">
        <w:rPr>
          <w:rFonts w:eastAsia="MS Mincho" w:cs="v4.2.0"/>
        </w:rPr>
        <w:t xml:space="preserve">is the total time for detecting and measuring at least </w:t>
      </w:r>
      <w:r w:rsidRPr="008C6DE4">
        <w:rPr>
          <w:rFonts w:eastAsia="MS Mincho" w:cs="v4.2.0"/>
          <w:i/>
        </w:rPr>
        <w:t>n</w:t>
      </w:r>
      <w:r w:rsidRPr="008C6DE4">
        <w:rPr>
          <w:rFonts w:eastAsia="MS Mincho" w:cs="v4.2.0"/>
        </w:rPr>
        <w:t xml:space="preserve"> cells,</w:t>
      </w:r>
    </w:p>
    <w:p w14:paraId="77AD6133" w14:textId="77777777" w:rsidR="00352573" w:rsidRPr="008C6DE4" w:rsidRDefault="00352573" w:rsidP="00352573">
      <w:pPr>
        <w:spacing w:after="0"/>
        <w:rPr>
          <w:rFonts w:eastAsia="MS Mincho" w:cs="v4.2.0"/>
        </w:rPr>
      </w:pPr>
      <w:r w:rsidRPr="008C6DE4">
        <w:rPr>
          <w:rFonts w:eastAsia="MS Mincho" w:cs="v4.2.0"/>
          <w:noProof/>
          <w:position w:val="-12"/>
          <w:sz w:val="2"/>
          <w:lang w:val="en-US" w:eastAsia="zh-CN"/>
        </w:rPr>
        <w:drawing>
          <wp:inline distT="0" distB="0" distL="0" distR="0" wp14:anchorId="10FA63BC" wp14:editId="70D0EFA5">
            <wp:extent cx="274320" cy="228600"/>
            <wp:effectExtent l="0" t="0" r="0" b="0"/>
            <wp:docPr id="2791" name="Picture 2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74320" cy="228600"/>
                    </a:xfrm>
                    <a:prstGeom prst="rect">
                      <a:avLst/>
                    </a:prstGeom>
                    <a:noFill/>
                    <a:ln>
                      <a:noFill/>
                    </a:ln>
                  </pic:spPr>
                </pic:pic>
              </a:graphicData>
            </a:graphic>
          </wp:inline>
        </w:drawing>
      </w:r>
      <w:r w:rsidRPr="008C6DE4">
        <w:rPr>
          <w:rFonts w:eastAsia="MS Mincho" w:cs="v4.2.0"/>
        </w:rPr>
        <w:t xml:space="preserve"> is the </w:t>
      </w:r>
      <w:r w:rsidRPr="008C6DE4">
        <w:rPr>
          <w:rFonts w:cs="v4.2.0"/>
        </w:rPr>
        <w:t xml:space="preserve">largest value of the </w:t>
      </w:r>
      <w:r w:rsidRPr="008C6DE4">
        <w:t>cell-specific positioning subframe configuration period</w:t>
      </w:r>
      <w:r w:rsidRPr="008C6DE4">
        <w:rPr>
          <w:rFonts w:cs="v4.2.0"/>
        </w:rPr>
        <w:t>,</w:t>
      </w:r>
      <w:r w:rsidRPr="008C6DE4">
        <w:rPr>
          <w:rFonts w:eastAsia="MS Mincho" w:cs="v4.2.0"/>
        </w:rPr>
        <w:t xml:space="preserve"> defined in TS 36.211 [23], </w:t>
      </w:r>
      <w:r w:rsidRPr="008C6DE4">
        <w:rPr>
          <w:rFonts w:cs="v4.2.0"/>
        </w:rPr>
        <w:t xml:space="preserve">among the measured </w:t>
      </w:r>
      <w:r w:rsidRPr="008C6DE4">
        <w:rPr>
          <w:rFonts w:cs="v4.2.0"/>
          <w:i/>
        </w:rPr>
        <w:t>n</w:t>
      </w:r>
      <w:r w:rsidRPr="008C6DE4">
        <w:rPr>
          <w:rFonts w:cs="v4.2.0"/>
        </w:rPr>
        <w:t xml:space="preserve"> cells including the reference cell,</w:t>
      </w:r>
    </w:p>
    <w:p w14:paraId="5176DB36" w14:textId="77777777" w:rsidR="00352573" w:rsidRPr="008C6DE4" w:rsidRDefault="00352573" w:rsidP="00352573">
      <w:pPr>
        <w:spacing w:after="0"/>
        <w:rPr>
          <w:lang w:eastAsia="zh-CN"/>
        </w:rPr>
      </w:pPr>
      <w:r w:rsidRPr="008C6DE4">
        <w:rPr>
          <w:noProof/>
          <w:position w:val="-4"/>
          <w:lang w:val="en-US" w:eastAsia="zh-CN"/>
        </w:rPr>
        <w:drawing>
          <wp:inline distT="0" distB="0" distL="0" distR="0" wp14:anchorId="1A8690AB" wp14:editId="3768B030">
            <wp:extent cx="198120" cy="160020"/>
            <wp:effectExtent l="0" t="0" r="0" b="0"/>
            <wp:docPr id="2790" name="Picture 2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98120" cy="160020"/>
                    </a:xfrm>
                    <a:prstGeom prst="rect">
                      <a:avLst/>
                    </a:prstGeom>
                    <a:noFill/>
                    <a:ln>
                      <a:noFill/>
                    </a:ln>
                  </pic:spPr>
                </pic:pic>
              </a:graphicData>
            </a:graphic>
          </wp:inline>
        </w:drawing>
      </w:r>
      <w:r w:rsidRPr="008C6DE4">
        <w:t xml:space="preserve"> is the number of PRS positioning occasions as defined in Table 9.4.4.2.2-1, where a PRS positioning occasion is as defined in clause </w:t>
      </w:r>
      <w:r w:rsidRPr="008C6DE4">
        <w:rPr>
          <w:lang w:eastAsia="zh-CN"/>
        </w:rPr>
        <w:t>9.4.4.1.2,</w:t>
      </w:r>
    </w:p>
    <w:p w14:paraId="57C47FDB" w14:textId="10ABD5F9" w:rsidR="00352573" w:rsidRPr="008C6DE4" w:rsidRDefault="00352573" w:rsidP="00352573">
      <w:pPr>
        <w:spacing w:after="0"/>
      </w:pPr>
      <w:r w:rsidRPr="008C6DE4">
        <w:rPr>
          <w:rFonts w:cs="v4.2.0"/>
        </w:rPr>
        <w:t>CSSF</w:t>
      </w:r>
      <w:r w:rsidRPr="008C6DE4">
        <w:rPr>
          <w:rFonts w:cs="v4.2.0"/>
          <w:vertAlign w:val="subscript"/>
        </w:rPr>
        <w:t>interRAT</w:t>
      </w:r>
      <w:r w:rsidRPr="008C6DE4">
        <w:rPr>
          <w:rFonts w:cs="v4.2.0"/>
        </w:rPr>
        <w:t>=CSSF</w:t>
      </w:r>
      <w:r w:rsidRPr="008C6DE4">
        <w:rPr>
          <w:rFonts w:cs="v4.2.0"/>
          <w:vertAlign w:val="subscript"/>
        </w:rPr>
        <w:t>within_gap,i</w:t>
      </w:r>
      <w:r w:rsidRPr="008C6DE4">
        <w:t xml:space="preserve"> is the scaling factor determined by the gap sharing scheme for the RSTD measurements on the carrier frequency </w:t>
      </w:r>
      <w:r w:rsidRPr="008C6DE4">
        <w:rPr>
          <w:i/>
        </w:rPr>
        <w:t>i</w:t>
      </w:r>
      <w:r w:rsidRPr="008C6DE4">
        <w:t xml:space="preserve"> as defined in clause 9.1.5.2,</w:t>
      </w:r>
    </w:p>
    <w:p w14:paraId="2869DB36" w14:textId="77777777" w:rsidR="00352573" w:rsidRPr="008C6DE4" w:rsidRDefault="00352573" w:rsidP="00352573">
      <w:pPr>
        <w:rPr>
          <w:rFonts w:eastAsia="MS Mincho" w:cs="v4.2.0"/>
        </w:rPr>
      </w:pPr>
      <w:r w:rsidRPr="008C6DE4">
        <w:rPr>
          <w:noProof/>
          <w:position w:val="-4"/>
          <w:lang w:val="en-US" w:eastAsia="zh-CN"/>
        </w:rPr>
        <w:drawing>
          <wp:inline distT="0" distB="0" distL="0" distR="0" wp14:anchorId="463BE087" wp14:editId="022172A3">
            <wp:extent cx="144780" cy="160020"/>
            <wp:effectExtent l="0" t="0" r="7620" b="0"/>
            <wp:docPr id="2783" name="Picture 2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160020"/>
                    </a:xfrm>
                    <a:prstGeom prst="rect">
                      <a:avLst/>
                    </a:prstGeom>
                    <a:noFill/>
                    <a:ln>
                      <a:noFill/>
                    </a:ln>
                  </pic:spPr>
                </pic:pic>
              </a:graphicData>
            </a:graphic>
          </wp:inline>
        </w:drawing>
      </w:r>
      <w:r w:rsidRPr="008C6DE4">
        <w:t xml:space="preserve"> = </w:t>
      </w:r>
      <w:r w:rsidRPr="008C6DE4">
        <w:rPr>
          <w:noProof/>
          <w:position w:val="-28"/>
          <w:lang w:val="en-US" w:eastAsia="zh-CN"/>
        </w:rPr>
        <w:drawing>
          <wp:inline distT="0" distB="0" distL="0" distR="0" wp14:anchorId="583797A7" wp14:editId="67C1C399">
            <wp:extent cx="647700" cy="434340"/>
            <wp:effectExtent l="0" t="0" r="0" b="3810"/>
            <wp:docPr id="2782" name="Picture 2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647700" cy="434340"/>
                    </a:xfrm>
                    <a:prstGeom prst="rect">
                      <a:avLst/>
                    </a:prstGeom>
                    <a:noFill/>
                    <a:ln>
                      <a:noFill/>
                    </a:ln>
                  </pic:spPr>
                </pic:pic>
              </a:graphicData>
            </a:graphic>
          </wp:inline>
        </w:drawing>
      </w:r>
      <w:r w:rsidRPr="008C6DE4">
        <w:t xml:space="preserve"> ms is the measurement time for a single PRS positioning occasion which includes the sampling time and the processing time</w:t>
      </w:r>
      <w:r w:rsidRPr="008C6DE4">
        <w:rPr>
          <w:rFonts w:eastAsia="MS Mincho" w:cs="v4.2.0"/>
        </w:rPr>
        <w:t>, and</w:t>
      </w:r>
    </w:p>
    <w:p w14:paraId="000B7A9E" w14:textId="77777777" w:rsidR="00352573" w:rsidRPr="008C6DE4" w:rsidRDefault="00352573" w:rsidP="00352573">
      <w:r w:rsidRPr="008C6DE4">
        <w:t>the</w:t>
      </w:r>
      <w:r w:rsidRPr="008C6DE4">
        <w:rPr>
          <w:i/>
        </w:rPr>
        <w:t xml:space="preserve"> n </w:t>
      </w:r>
      <w:r w:rsidRPr="008C6DE4">
        <w:t>cells are distributed on up to two E-UTRAN TDD carrier frequencies.</w:t>
      </w:r>
    </w:p>
    <w:p w14:paraId="536BA443" w14:textId="77777777" w:rsidR="00352573" w:rsidRPr="008C6DE4" w:rsidRDefault="00352573" w:rsidP="00352573">
      <w:pPr>
        <w:keepNext/>
        <w:keepLines/>
        <w:spacing w:before="60"/>
        <w:jc w:val="center"/>
      </w:pPr>
      <w:r w:rsidRPr="008C6DE4">
        <w:rPr>
          <w:rFonts w:ascii="Arial" w:hAnsi="Arial"/>
          <w:b/>
        </w:rPr>
        <w:t xml:space="preserve">Table 9.4.4.2.2-1: Number of PRS positioning occasions within </w:t>
      </w:r>
      <w:r w:rsidRPr="008C6DE4">
        <w:rPr>
          <w:rFonts w:ascii="Arial" w:hAnsi="Arial"/>
          <w:b/>
          <w:noProof/>
          <w:position w:val="-14"/>
          <w:lang w:val="en-US" w:eastAsia="zh-CN"/>
        </w:rPr>
        <w:drawing>
          <wp:inline distT="0" distB="0" distL="0" distR="0" wp14:anchorId="0F79C4F0" wp14:editId="4D84E46F">
            <wp:extent cx="1371600" cy="243840"/>
            <wp:effectExtent l="0" t="0" r="0" b="3810"/>
            <wp:docPr id="2781" name="Picture 2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371600" cy="243840"/>
                    </a:xfrm>
                    <a:prstGeom prst="rect">
                      <a:avLst/>
                    </a:prstGeom>
                    <a:noFill/>
                    <a:ln>
                      <a:noFill/>
                    </a:ln>
                  </pic:spPr>
                </pic:pic>
              </a:graphicData>
            </a:graphic>
          </wp:inline>
        </w:drawing>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977"/>
        <w:gridCol w:w="2977"/>
      </w:tblGrid>
      <w:tr w:rsidR="00DD3199" w:rsidRPr="008C6DE4" w14:paraId="0890CAE7" w14:textId="77777777" w:rsidTr="00867D3A">
        <w:trPr>
          <w:cantSplit/>
          <w:trHeight w:val="308"/>
        </w:trPr>
        <w:tc>
          <w:tcPr>
            <w:tcW w:w="2693" w:type="dxa"/>
            <w:vMerge w:val="restart"/>
          </w:tcPr>
          <w:p w14:paraId="63898644" w14:textId="3DED4FB9" w:rsidR="00352573" w:rsidRPr="008C6DE4" w:rsidRDefault="00352573" w:rsidP="00867D3A">
            <w:pPr>
              <w:keepNext/>
              <w:keepLines/>
              <w:spacing w:after="0"/>
              <w:jc w:val="center"/>
            </w:pPr>
            <w:r w:rsidRPr="008C6DE4">
              <w:rPr>
                <w:rFonts w:ascii="Arial" w:hAnsi="Arial"/>
                <w:b/>
                <w:sz w:val="18"/>
              </w:rPr>
              <w:t>Positioning subframe configuration period</w:t>
            </w:r>
            <w:r w:rsidRPr="008C6DE4">
              <w:rPr>
                <w:rFonts w:ascii="Arial" w:hAnsi="Arial"/>
                <w:b/>
                <w:noProof/>
                <w:position w:val="-12"/>
                <w:sz w:val="18"/>
                <w:lang w:val="en-US" w:eastAsia="zh-CN"/>
              </w:rPr>
              <w:drawing>
                <wp:inline distT="0" distB="0" distL="0" distR="0" wp14:anchorId="7E3C4778" wp14:editId="698EBBEE">
                  <wp:extent cx="274320" cy="228600"/>
                  <wp:effectExtent l="0" t="0" r="0" b="0"/>
                  <wp:docPr id="2780" name="Picture 2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74320" cy="228600"/>
                          </a:xfrm>
                          <a:prstGeom prst="rect">
                            <a:avLst/>
                          </a:prstGeom>
                          <a:noFill/>
                          <a:ln>
                            <a:noFill/>
                          </a:ln>
                        </pic:spPr>
                      </pic:pic>
                    </a:graphicData>
                  </a:graphic>
                </wp:inline>
              </w:drawing>
            </w:r>
          </w:p>
        </w:tc>
        <w:tc>
          <w:tcPr>
            <w:tcW w:w="5954" w:type="dxa"/>
            <w:gridSpan w:val="2"/>
          </w:tcPr>
          <w:p w14:paraId="2DF0C3B5" w14:textId="541835C9" w:rsidR="00352573" w:rsidRPr="008C6DE4" w:rsidRDefault="00352573" w:rsidP="00867D3A">
            <w:pPr>
              <w:keepNext/>
              <w:keepLines/>
              <w:spacing w:after="0"/>
              <w:jc w:val="center"/>
            </w:pPr>
            <w:r w:rsidRPr="008C6DE4">
              <w:rPr>
                <w:rFonts w:ascii="Arial" w:hAnsi="Arial"/>
                <w:b/>
                <w:sz w:val="18"/>
              </w:rPr>
              <w:t xml:space="preserve"> Number of PRS positioning occasions</w:t>
            </w:r>
            <w:r w:rsidRPr="008C6DE4">
              <w:rPr>
                <w:rFonts w:ascii="Arial" w:hAnsi="Arial"/>
                <w:b/>
                <w:noProof/>
                <w:position w:val="-4"/>
                <w:sz w:val="18"/>
                <w:lang w:val="en-US" w:eastAsia="zh-CN"/>
              </w:rPr>
              <w:drawing>
                <wp:inline distT="0" distB="0" distL="0" distR="0" wp14:anchorId="23CC84AF" wp14:editId="780B04A3">
                  <wp:extent cx="198120" cy="160020"/>
                  <wp:effectExtent l="0" t="0" r="0" b="0"/>
                  <wp:docPr id="2779" name="Picture 2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98120" cy="160020"/>
                          </a:xfrm>
                          <a:prstGeom prst="rect">
                            <a:avLst/>
                          </a:prstGeom>
                          <a:noFill/>
                          <a:ln>
                            <a:noFill/>
                          </a:ln>
                        </pic:spPr>
                      </pic:pic>
                    </a:graphicData>
                  </a:graphic>
                </wp:inline>
              </w:drawing>
            </w:r>
          </w:p>
        </w:tc>
      </w:tr>
      <w:tr w:rsidR="00DD3199" w:rsidRPr="008C6DE4" w14:paraId="09BBD2C0" w14:textId="77777777" w:rsidTr="00867D3A">
        <w:trPr>
          <w:cantSplit/>
          <w:trHeight w:val="307"/>
        </w:trPr>
        <w:tc>
          <w:tcPr>
            <w:tcW w:w="2693" w:type="dxa"/>
            <w:vMerge/>
          </w:tcPr>
          <w:p w14:paraId="35C4B2B8" w14:textId="77777777" w:rsidR="00352573" w:rsidRPr="008C6DE4" w:rsidRDefault="00352573" w:rsidP="00867D3A">
            <w:pPr>
              <w:keepNext/>
              <w:keepLines/>
              <w:spacing w:after="0"/>
              <w:jc w:val="center"/>
            </w:pPr>
          </w:p>
        </w:tc>
        <w:tc>
          <w:tcPr>
            <w:tcW w:w="2977" w:type="dxa"/>
          </w:tcPr>
          <w:p w14:paraId="56091C87" w14:textId="77777777" w:rsidR="00352573" w:rsidRPr="008C6DE4" w:rsidRDefault="00352573" w:rsidP="00867D3A">
            <w:pPr>
              <w:keepNext/>
              <w:keepLines/>
              <w:spacing w:after="0"/>
              <w:jc w:val="center"/>
            </w:pPr>
            <w:r w:rsidRPr="008C6DE4">
              <w:rPr>
                <w:rFonts w:ascii="Arial" w:hAnsi="Arial"/>
                <w:b/>
                <w:sz w:val="18"/>
              </w:rPr>
              <w:t xml:space="preserve">f2 </w:t>
            </w:r>
            <w:r w:rsidRPr="008C6DE4">
              <w:rPr>
                <w:rFonts w:ascii="Arial" w:hAnsi="Arial"/>
                <w:b/>
                <w:sz w:val="18"/>
                <w:vertAlign w:val="superscript"/>
              </w:rPr>
              <w:t>Note1</w:t>
            </w:r>
          </w:p>
        </w:tc>
        <w:tc>
          <w:tcPr>
            <w:tcW w:w="2977" w:type="dxa"/>
          </w:tcPr>
          <w:p w14:paraId="36983F29" w14:textId="77777777" w:rsidR="00352573" w:rsidRPr="008C6DE4" w:rsidRDefault="00352573" w:rsidP="00867D3A">
            <w:pPr>
              <w:keepNext/>
              <w:keepLines/>
              <w:spacing w:after="0"/>
              <w:jc w:val="center"/>
            </w:pPr>
            <w:r w:rsidRPr="008C6DE4">
              <w:rPr>
                <w:rFonts w:ascii="Arial" w:hAnsi="Arial"/>
                <w:b/>
                <w:sz w:val="18"/>
              </w:rPr>
              <w:t xml:space="preserve">f1 and f2 </w:t>
            </w:r>
            <w:r w:rsidRPr="008C6DE4">
              <w:rPr>
                <w:rFonts w:ascii="Arial" w:hAnsi="Arial"/>
                <w:b/>
                <w:sz w:val="18"/>
                <w:vertAlign w:val="superscript"/>
              </w:rPr>
              <w:t>Note2</w:t>
            </w:r>
          </w:p>
        </w:tc>
      </w:tr>
      <w:tr w:rsidR="00DD3199" w:rsidRPr="008C6DE4" w14:paraId="3261FB62" w14:textId="77777777" w:rsidTr="00867D3A">
        <w:trPr>
          <w:cantSplit/>
        </w:trPr>
        <w:tc>
          <w:tcPr>
            <w:tcW w:w="2693" w:type="dxa"/>
            <w:vAlign w:val="center"/>
          </w:tcPr>
          <w:p w14:paraId="0590D4D6" w14:textId="77777777" w:rsidR="00352573" w:rsidRPr="008C6DE4" w:rsidRDefault="00352573" w:rsidP="00867D3A">
            <w:pPr>
              <w:pStyle w:val="TAC"/>
            </w:pPr>
            <w:r w:rsidRPr="008C6DE4">
              <w:t>160 ms</w:t>
            </w:r>
          </w:p>
        </w:tc>
        <w:tc>
          <w:tcPr>
            <w:tcW w:w="2977" w:type="dxa"/>
            <w:vAlign w:val="center"/>
          </w:tcPr>
          <w:p w14:paraId="2041DB5A" w14:textId="77777777" w:rsidR="00352573" w:rsidRPr="008C6DE4" w:rsidRDefault="00352573" w:rsidP="00867D3A">
            <w:pPr>
              <w:pStyle w:val="TAC"/>
            </w:pPr>
            <w:r w:rsidRPr="008C6DE4">
              <w:t>16</w:t>
            </w:r>
            <w:r w:rsidRPr="008C6DE4">
              <w:rPr>
                <w:rFonts w:cs="Arial"/>
                <w:lang w:eastAsia="zh-CN"/>
              </w:rPr>
              <w:t xml:space="preserve"> × </w:t>
            </w:r>
            <w:r w:rsidRPr="008C6DE4">
              <w:rPr>
                <w:rFonts w:cs="v4.2.0"/>
              </w:rPr>
              <w:t>CSSF</w:t>
            </w:r>
            <w:r w:rsidRPr="008C6DE4">
              <w:rPr>
                <w:rFonts w:cs="v4.2.0"/>
                <w:vertAlign w:val="subscript"/>
              </w:rPr>
              <w:t>interRAT</w:t>
            </w:r>
          </w:p>
        </w:tc>
        <w:tc>
          <w:tcPr>
            <w:tcW w:w="2977" w:type="dxa"/>
            <w:vAlign w:val="center"/>
          </w:tcPr>
          <w:p w14:paraId="1988DBB9" w14:textId="77777777" w:rsidR="00352573" w:rsidRPr="008C6DE4" w:rsidRDefault="00352573" w:rsidP="00867D3A">
            <w:pPr>
              <w:pStyle w:val="TAC"/>
            </w:pPr>
            <w:r w:rsidRPr="008C6DE4">
              <w:t>32</w:t>
            </w:r>
            <w:r w:rsidRPr="008C6DE4">
              <w:rPr>
                <w:rFonts w:cs="Arial"/>
                <w:lang w:eastAsia="zh-CN"/>
              </w:rPr>
              <w:t xml:space="preserve"> × </w:t>
            </w:r>
            <w:r w:rsidRPr="008C6DE4">
              <w:rPr>
                <w:rFonts w:cs="v4.2.0"/>
              </w:rPr>
              <w:t>CSSF</w:t>
            </w:r>
            <w:r w:rsidRPr="008C6DE4">
              <w:rPr>
                <w:rFonts w:cs="v4.2.0"/>
                <w:vertAlign w:val="subscript"/>
              </w:rPr>
              <w:t>interRAT</w:t>
            </w:r>
          </w:p>
        </w:tc>
      </w:tr>
      <w:tr w:rsidR="00DD3199" w:rsidRPr="008C6DE4" w14:paraId="4975B3F7" w14:textId="77777777" w:rsidTr="00867D3A">
        <w:trPr>
          <w:cantSplit/>
        </w:trPr>
        <w:tc>
          <w:tcPr>
            <w:tcW w:w="2693" w:type="dxa"/>
            <w:vAlign w:val="center"/>
          </w:tcPr>
          <w:p w14:paraId="73F5BAC3" w14:textId="77777777" w:rsidR="00352573" w:rsidRPr="008C6DE4" w:rsidRDefault="00352573" w:rsidP="00867D3A">
            <w:pPr>
              <w:pStyle w:val="TAC"/>
            </w:pPr>
            <w:r w:rsidRPr="008C6DE4">
              <w:t>&gt;160 ms</w:t>
            </w:r>
          </w:p>
        </w:tc>
        <w:tc>
          <w:tcPr>
            <w:tcW w:w="2977" w:type="dxa"/>
            <w:vAlign w:val="center"/>
          </w:tcPr>
          <w:p w14:paraId="350AB4B7" w14:textId="77777777" w:rsidR="00352573" w:rsidRPr="008C6DE4" w:rsidRDefault="00352573" w:rsidP="00867D3A">
            <w:pPr>
              <w:pStyle w:val="TAC"/>
            </w:pPr>
            <w:r w:rsidRPr="008C6DE4">
              <w:t>8</w:t>
            </w:r>
            <w:r w:rsidRPr="008C6DE4">
              <w:rPr>
                <w:rFonts w:cs="Arial"/>
                <w:lang w:eastAsia="zh-CN"/>
              </w:rPr>
              <w:t xml:space="preserve"> × </w:t>
            </w:r>
            <w:r w:rsidRPr="008C6DE4">
              <w:rPr>
                <w:rFonts w:cs="v4.2.0"/>
              </w:rPr>
              <w:t>CSSF</w:t>
            </w:r>
            <w:r w:rsidRPr="008C6DE4">
              <w:rPr>
                <w:rFonts w:cs="v4.2.0"/>
                <w:vertAlign w:val="subscript"/>
              </w:rPr>
              <w:t>interRAT</w:t>
            </w:r>
          </w:p>
        </w:tc>
        <w:tc>
          <w:tcPr>
            <w:tcW w:w="2977" w:type="dxa"/>
            <w:vAlign w:val="center"/>
          </w:tcPr>
          <w:p w14:paraId="76C39D47" w14:textId="77777777" w:rsidR="00352573" w:rsidRPr="008C6DE4" w:rsidRDefault="00352573" w:rsidP="00867D3A">
            <w:pPr>
              <w:pStyle w:val="TAC"/>
            </w:pPr>
            <w:r w:rsidRPr="008C6DE4">
              <w:t>16</w:t>
            </w:r>
            <w:r w:rsidRPr="008C6DE4">
              <w:rPr>
                <w:rFonts w:cs="Arial"/>
                <w:lang w:eastAsia="zh-CN"/>
              </w:rPr>
              <w:t xml:space="preserve"> × </w:t>
            </w:r>
            <w:r w:rsidRPr="008C6DE4">
              <w:rPr>
                <w:rFonts w:cs="v4.2.0"/>
              </w:rPr>
              <w:t>CSSF</w:t>
            </w:r>
            <w:r w:rsidRPr="008C6DE4">
              <w:rPr>
                <w:rFonts w:cs="v4.2.0"/>
                <w:vertAlign w:val="subscript"/>
              </w:rPr>
              <w:t>interRAT</w:t>
            </w:r>
          </w:p>
        </w:tc>
      </w:tr>
      <w:tr w:rsidR="00352573" w:rsidRPr="008C6DE4" w14:paraId="7186F76F" w14:textId="77777777" w:rsidTr="00867D3A">
        <w:trPr>
          <w:cantSplit/>
        </w:trPr>
        <w:tc>
          <w:tcPr>
            <w:tcW w:w="8647" w:type="dxa"/>
            <w:gridSpan w:val="3"/>
            <w:vAlign w:val="center"/>
          </w:tcPr>
          <w:p w14:paraId="4385D848" w14:textId="77777777" w:rsidR="00352573" w:rsidRPr="008C6DE4" w:rsidRDefault="00352573" w:rsidP="00867D3A">
            <w:pPr>
              <w:pStyle w:val="TAN"/>
            </w:pPr>
            <w:r w:rsidRPr="008C6DE4">
              <w:t>NOTE 1:</w:t>
            </w:r>
            <w:r w:rsidRPr="008C6DE4">
              <w:rPr>
                <w:rFonts w:cs="Arial"/>
              </w:rPr>
              <w:tab/>
            </w:r>
            <w:r w:rsidRPr="008C6DE4">
              <w:t>When inter-RAT E-UTRAN TDD RSTD measurements are performed over the reference cell and neighbour cells, which belong to the E-UTRAN TDD carrier frequency f2.</w:t>
            </w:r>
          </w:p>
          <w:p w14:paraId="00C71BED" w14:textId="77777777" w:rsidR="00352573" w:rsidRPr="008C6DE4" w:rsidRDefault="00352573" w:rsidP="00867D3A">
            <w:pPr>
              <w:pStyle w:val="TAN"/>
            </w:pPr>
            <w:r w:rsidRPr="008C6DE4">
              <w:t>NOTE 2:</w:t>
            </w:r>
            <w:r w:rsidRPr="008C6DE4">
              <w:rPr>
                <w:rFonts w:cs="Arial"/>
              </w:rPr>
              <w:tab/>
            </w:r>
            <w:r w:rsidRPr="008C6DE4">
              <w:t>When inter-RAT E-UTRAN TDD RSTD measurements are performed over the reference cell and the neighbour cells, which belong to the E-UTRAN TDD carrier frequency f1 and the E-UTRAN TDD carrier frequency f2 respectively.</w:t>
            </w:r>
          </w:p>
        </w:tc>
      </w:tr>
    </w:tbl>
    <w:p w14:paraId="61CF6133" w14:textId="77777777" w:rsidR="00352573" w:rsidRPr="008C6DE4" w:rsidRDefault="00352573" w:rsidP="00352573">
      <w:pPr>
        <w:rPr>
          <w:rFonts w:eastAsia="MS Mincho"/>
        </w:rPr>
      </w:pPr>
    </w:p>
    <w:p w14:paraId="6BD0BAEA" w14:textId="51855E66" w:rsidR="00352573" w:rsidRPr="008C6DE4" w:rsidRDefault="00352573" w:rsidP="00352573">
      <w:r w:rsidRPr="008C6DE4">
        <w:t xml:space="preserve">The requirements in </w:t>
      </w:r>
      <w:r w:rsidRPr="008C6DE4">
        <w:rPr>
          <w:noProof/>
        </w:rPr>
        <w:t xml:space="preserve">this </w:t>
      </w:r>
      <w:r w:rsidR="00854981" w:rsidRPr="008C6DE4">
        <w:rPr>
          <w:noProof/>
        </w:rPr>
        <w:t>clause</w:t>
      </w:r>
      <w:r w:rsidRPr="008C6DE4">
        <w:t xml:space="preserve"> shall apply for all TDD special subframe configurations specified in TS 36.211 [23] and for the TDD uplink-downlink configurations as specified in Table 9.4.4.2.2-2 for UE requiring measurement gaps for these measurements. </w:t>
      </w:r>
      <w:r w:rsidRPr="008C6DE4">
        <w:rPr>
          <w:rFonts w:cs="Arial"/>
        </w:rPr>
        <w:t>For UEs capable of performing inter-RAT RSTD measurements without measurement gaps, TDD uplink-downlink subframe configurations as specified in Table 9.4.4.2.2-3 shall apply.</w:t>
      </w:r>
    </w:p>
    <w:p w14:paraId="419F9799" w14:textId="77777777" w:rsidR="00352573" w:rsidRPr="008C6DE4" w:rsidRDefault="00352573" w:rsidP="00352573">
      <w:pPr>
        <w:pStyle w:val="TH"/>
      </w:pPr>
      <w:r w:rsidRPr="008C6DE4">
        <w:t>Table 9.4.4.2.2-2: TDD uplink-downlink subframe configurations applicable for inter-RAT RSTD requirements</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103"/>
      </w:tblGrid>
      <w:tr w:rsidR="00DD3199" w:rsidRPr="008C6DE4" w14:paraId="641B0C39" w14:textId="77777777" w:rsidTr="00867D3A">
        <w:trPr>
          <w:cantSplit/>
          <w:trHeight w:val="315"/>
        </w:trPr>
        <w:tc>
          <w:tcPr>
            <w:tcW w:w="3544" w:type="dxa"/>
          </w:tcPr>
          <w:p w14:paraId="22879456" w14:textId="7D511261" w:rsidR="00352573" w:rsidRPr="008C6DE4" w:rsidRDefault="00352573" w:rsidP="00867D3A">
            <w:pPr>
              <w:keepNext/>
              <w:keepLines/>
              <w:spacing w:after="0"/>
              <w:jc w:val="center"/>
            </w:pPr>
            <w:r w:rsidRPr="008C6DE4">
              <w:rPr>
                <w:rFonts w:ascii="Arial" w:hAnsi="Arial"/>
                <w:b/>
                <w:sz w:val="18"/>
              </w:rPr>
              <w:t xml:space="preserve">PRS </w:t>
            </w:r>
            <w:r w:rsidR="00232369" w:rsidRPr="008C6DE4">
              <w:rPr>
                <w:rFonts w:ascii="Arial" w:hAnsi="Arial"/>
                <w:b/>
                <w:sz w:val="18"/>
              </w:rPr>
              <w:t>Transmission Bandwidth (RB)</w:t>
            </w:r>
          </w:p>
        </w:tc>
        <w:tc>
          <w:tcPr>
            <w:tcW w:w="5103" w:type="dxa"/>
          </w:tcPr>
          <w:p w14:paraId="46527338" w14:textId="77777777" w:rsidR="00352573" w:rsidRPr="008C6DE4" w:rsidRDefault="00352573" w:rsidP="00867D3A">
            <w:pPr>
              <w:keepNext/>
              <w:keepLines/>
              <w:spacing w:after="0"/>
              <w:jc w:val="center"/>
            </w:pPr>
            <w:r w:rsidRPr="008C6DE4">
              <w:rPr>
                <w:rFonts w:ascii="Arial" w:hAnsi="Arial"/>
                <w:b/>
                <w:sz w:val="18"/>
              </w:rPr>
              <w:t xml:space="preserve">Applicable TDD uplink-downlink configurations </w:t>
            </w:r>
          </w:p>
        </w:tc>
      </w:tr>
      <w:tr w:rsidR="00DD3199" w:rsidRPr="008C6DE4" w14:paraId="168380A8" w14:textId="77777777" w:rsidTr="00867D3A">
        <w:trPr>
          <w:cantSplit/>
        </w:trPr>
        <w:tc>
          <w:tcPr>
            <w:tcW w:w="3544" w:type="dxa"/>
            <w:vAlign w:val="center"/>
          </w:tcPr>
          <w:p w14:paraId="7CB0E196" w14:textId="77777777" w:rsidR="00352573" w:rsidRPr="008C6DE4" w:rsidRDefault="00352573" w:rsidP="00867D3A">
            <w:pPr>
              <w:keepNext/>
              <w:keepLines/>
              <w:spacing w:after="0"/>
              <w:jc w:val="center"/>
            </w:pPr>
            <w:r w:rsidRPr="008C6DE4">
              <w:rPr>
                <w:rFonts w:ascii="Arial" w:hAnsi="Arial"/>
                <w:sz w:val="18"/>
              </w:rPr>
              <w:t>6, 15</w:t>
            </w:r>
          </w:p>
        </w:tc>
        <w:tc>
          <w:tcPr>
            <w:tcW w:w="5103" w:type="dxa"/>
            <w:vAlign w:val="center"/>
          </w:tcPr>
          <w:p w14:paraId="28CB3380" w14:textId="77777777" w:rsidR="00352573" w:rsidRPr="008C6DE4" w:rsidRDefault="00352573" w:rsidP="00867D3A">
            <w:pPr>
              <w:keepNext/>
              <w:keepLines/>
              <w:spacing w:after="0"/>
              <w:jc w:val="center"/>
            </w:pPr>
            <w:r w:rsidRPr="008C6DE4">
              <w:rPr>
                <w:rFonts w:ascii="Arial" w:hAnsi="Arial"/>
                <w:sz w:val="18"/>
              </w:rPr>
              <w:t xml:space="preserve">3, 4 and 5 </w:t>
            </w:r>
          </w:p>
        </w:tc>
      </w:tr>
      <w:tr w:rsidR="00DD3199" w:rsidRPr="008C6DE4" w14:paraId="4102988F" w14:textId="77777777" w:rsidTr="00867D3A">
        <w:trPr>
          <w:cantSplit/>
        </w:trPr>
        <w:tc>
          <w:tcPr>
            <w:tcW w:w="3544" w:type="dxa"/>
            <w:vAlign w:val="center"/>
          </w:tcPr>
          <w:p w14:paraId="4DEB67A0" w14:textId="77777777" w:rsidR="00352573" w:rsidRPr="008C6DE4" w:rsidRDefault="00352573" w:rsidP="00867D3A">
            <w:pPr>
              <w:keepNext/>
              <w:keepLines/>
              <w:spacing w:after="0"/>
              <w:jc w:val="center"/>
            </w:pPr>
            <w:r w:rsidRPr="008C6DE4">
              <w:rPr>
                <w:rFonts w:ascii="Arial" w:hAnsi="Arial"/>
                <w:sz w:val="18"/>
              </w:rPr>
              <w:t>25</w:t>
            </w:r>
          </w:p>
        </w:tc>
        <w:tc>
          <w:tcPr>
            <w:tcW w:w="5103" w:type="dxa"/>
            <w:vAlign w:val="center"/>
          </w:tcPr>
          <w:p w14:paraId="5AF3409C" w14:textId="77777777" w:rsidR="00352573" w:rsidRPr="008C6DE4" w:rsidRDefault="00352573" w:rsidP="00867D3A">
            <w:pPr>
              <w:keepNext/>
              <w:keepLines/>
              <w:spacing w:after="0"/>
              <w:jc w:val="center"/>
            </w:pPr>
            <w:r w:rsidRPr="008C6DE4">
              <w:rPr>
                <w:rFonts w:ascii="Arial" w:hAnsi="Arial"/>
                <w:sz w:val="18"/>
              </w:rPr>
              <w:t>1, 2, 3, 4, 5 and 6</w:t>
            </w:r>
          </w:p>
        </w:tc>
      </w:tr>
      <w:tr w:rsidR="00DD3199" w:rsidRPr="008C6DE4" w14:paraId="53729978" w14:textId="77777777" w:rsidTr="00867D3A">
        <w:trPr>
          <w:cantSplit/>
        </w:trPr>
        <w:tc>
          <w:tcPr>
            <w:tcW w:w="3544" w:type="dxa"/>
            <w:vAlign w:val="center"/>
          </w:tcPr>
          <w:p w14:paraId="1BA37168" w14:textId="77777777" w:rsidR="00352573" w:rsidRPr="008C6DE4" w:rsidRDefault="00352573" w:rsidP="00867D3A">
            <w:pPr>
              <w:keepNext/>
              <w:keepLines/>
              <w:spacing w:after="0"/>
              <w:jc w:val="center"/>
            </w:pPr>
            <w:r w:rsidRPr="008C6DE4">
              <w:rPr>
                <w:rFonts w:ascii="Arial" w:hAnsi="Arial"/>
                <w:sz w:val="18"/>
              </w:rPr>
              <w:t>50, 75, 100</w:t>
            </w:r>
          </w:p>
        </w:tc>
        <w:tc>
          <w:tcPr>
            <w:tcW w:w="5103" w:type="dxa"/>
            <w:vAlign w:val="center"/>
          </w:tcPr>
          <w:p w14:paraId="684252E2" w14:textId="77777777" w:rsidR="00352573" w:rsidRPr="008C6DE4" w:rsidRDefault="00352573" w:rsidP="00867D3A">
            <w:pPr>
              <w:keepNext/>
              <w:keepLines/>
              <w:spacing w:after="0"/>
              <w:jc w:val="center"/>
            </w:pPr>
            <w:r w:rsidRPr="008C6DE4">
              <w:rPr>
                <w:rFonts w:ascii="Arial" w:hAnsi="Arial"/>
                <w:sz w:val="18"/>
              </w:rPr>
              <w:t>0, 1, 2, 3, 4, 5 and 6</w:t>
            </w:r>
          </w:p>
        </w:tc>
      </w:tr>
      <w:tr w:rsidR="00352573" w:rsidRPr="008C6DE4" w14:paraId="4ED861C4" w14:textId="77777777" w:rsidTr="00867D3A">
        <w:trPr>
          <w:cantSplit/>
        </w:trPr>
        <w:tc>
          <w:tcPr>
            <w:tcW w:w="8647" w:type="dxa"/>
            <w:gridSpan w:val="2"/>
            <w:vAlign w:val="center"/>
          </w:tcPr>
          <w:p w14:paraId="6E76639D" w14:textId="77777777" w:rsidR="00352573" w:rsidRPr="008C6DE4" w:rsidRDefault="00352573" w:rsidP="00867D3A">
            <w:pPr>
              <w:keepNext/>
              <w:keepLines/>
              <w:spacing w:after="0"/>
              <w:ind w:left="851" w:hanging="851"/>
            </w:pPr>
            <w:r w:rsidRPr="008C6DE4">
              <w:rPr>
                <w:rFonts w:ascii="Arial" w:hAnsi="Arial"/>
                <w:sz w:val="18"/>
              </w:rPr>
              <w:t>NOTE 1:</w:t>
            </w:r>
            <w:r w:rsidRPr="008C6DE4">
              <w:rPr>
                <w:rFonts w:ascii="Arial" w:hAnsi="Arial"/>
                <w:sz w:val="18"/>
              </w:rPr>
              <w:tab/>
              <w:t>Uplink-downlink configurations are specified in Table 4.2-2 in TS 36.211 [23].</w:t>
            </w:r>
          </w:p>
        </w:tc>
      </w:tr>
    </w:tbl>
    <w:p w14:paraId="5E2B6D0D" w14:textId="77777777" w:rsidR="00352573" w:rsidRPr="008C6DE4" w:rsidRDefault="00352573" w:rsidP="00352573"/>
    <w:p w14:paraId="43036530" w14:textId="77777777" w:rsidR="00352573" w:rsidRPr="008C6DE4" w:rsidRDefault="00352573" w:rsidP="00352573">
      <w:pPr>
        <w:keepNext/>
        <w:keepLines/>
        <w:spacing w:before="60"/>
        <w:jc w:val="center"/>
      </w:pPr>
      <w:r w:rsidRPr="008C6DE4">
        <w:rPr>
          <w:rFonts w:ascii="Arial" w:hAnsi="Arial"/>
          <w:b/>
        </w:rPr>
        <w:t>Table 9.4.4.2.2-3: TDD uplink-downlink subframe configurations applicable for inter-RAT RSTD requirements without gaps</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103"/>
      </w:tblGrid>
      <w:tr w:rsidR="00DD3199" w:rsidRPr="008C6DE4" w14:paraId="31C92666" w14:textId="77777777" w:rsidTr="00867D3A">
        <w:trPr>
          <w:cantSplit/>
          <w:trHeight w:val="315"/>
        </w:trPr>
        <w:tc>
          <w:tcPr>
            <w:tcW w:w="3544" w:type="dxa"/>
          </w:tcPr>
          <w:p w14:paraId="744DB7A1" w14:textId="37294A97" w:rsidR="00352573" w:rsidRPr="008C6DE4" w:rsidRDefault="00232369" w:rsidP="00867D3A">
            <w:pPr>
              <w:keepNext/>
              <w:keepLines/>
              <w:spacing w:after="0"/>
              <w:jc w:val="center"/>
            </w:pPr>
            <w:r w:rsidRPr="008C6DE4">
              <w:rPr>
                <w:rFonts w:ascii="Arial" w:hAnsi="Arial"/>
                <w:b/>
                <w:sz w:val="18"/>
              </w:rPr>
              <w:t>PRS Transmission Bandwidth (RB)</w:t>
            </w:r>
          </w:p>
        </w:tc>
        <w:tc>
          <w:tcPr>
            <w:tcW w:w="5103" w:type="dxa"/>
          </w:tcPr>
          <w:p w14:paraId="648A897B" w14:textId="77777777" w:rsidR="00352573" w:rsidRPr="008C6DE4" w:rsidRDefault="00352573" w:rsidP="00867D3A">
            <w:pPr>
              <w:keepNext/>
              <w:keepLines/>
              <w:spacing w:after="0"/>
              <w:jc w:val="center"/>
            </w:pPr>
            <w:r w:rsidRPr="008C6DE4">
              <w:rPr>
                <w:rFonts w:ascii="Arial" w:hAnsi="Arial"/>
                <w:b/>
                <w:sz w:val="18"/>
              </w:rPr>
              <w:t xml:space="preserve">Applicable TDD uplink-downlink configurations </w:t>
            </w:r>
          </w:p>
        </w:tc>
      </w:tr>
      <w:tr w:rsidR="00DD3199" w:rsidRPr="008C6DE4" w14:paraId="1615328A" w14:textId="77777777" w:rsidTr="00867D3A">
        <w:trPr>
          <w:cantSplit/>
        </w:trPr>
        <w:tc>
          <w:tcPr>
            <w:tcW w:w="3544" w:type="dxa"/>
            <w:vAlign w:val="center"/>
          </w:tcPr>
          <w:p w14:paraId="0CD2F46B" w14:textId="77777777" w:rsidR="00352573" w:rsidRPr="008C6DE4" w:rsidRDefault="00352573" w:rsidP="00867D3A">
            <w:pPr>
              <w:pStyle w:val="TAC"/>
            </w:pPr>
            <w:r w:rsidRPr="008C6DE4">
              <w:t>6, 15</w:t>
            </w:r>
          </w:p>
        </w:tc>
        <w:tc>
          <w:tcPr>
            <w:tcW w:w="5103" w:type="dxa"/>
            <w:vAlign w:val="center"/>
          </w:tcPr>
          <w:p w14:paraId="13F76CCA" w14:textId="77777777" w:rsidR="00352573" w:rsidRPr="008C6DE4" w:rsidRDefault="00352573" w:rsidP="00867D3A">
            <w:pPr>
              <w:pStyle w:val="TAC"/>
            </w:pPr>
            <w:r w:rsidRPr="008C6DE4">
              <w:t>1, 2, 3, 4 and 5</w:t>
            </w:r>
          </w:p>
        </w:tc>
      </w:tr>
      <w:tr w:rsidR="00DD3199" w:rsidRPr="008C6DE4" w14:paraId="50F96D9C" w14:textId="77777777" w:rsidTr="00867D3A">
        <w:trPr>
          <w:cantSplit/>
        </w:trPr>
        <w:tc>
          <w:tcPr>
            <w:tcW w:w="3544" w:type="dxa"/>
            <w:vAlign w:val="center"/>
          </w:tcPr>
          <w:p w14:paraId="4640919A" w14:textId="77777777" w:rsidR="00352573" w:rsidRPr="008C6DE4" w:rsidRDefault="00352573" w:rsidP="00867D3A">
            <w:pPr>
              <w:pStyle w:val="TAC"/>
            </w:pPr>
            <w:r w:rsidRPr="008C6DE4">
              <w:t>25, 50, 75, 100</w:t>
            </w:r>
          </w:p>
        </w:tc>
        <w:tc>
          <w:tcPr>
            <w:tcW w:w="5103" w:type="dxa"/>
            <w:vAlign w:val="center"/>
          </w:tcPr>
          <w:p w14:paraId="361EA700" w14:textId="77777777" w:rsidR="00352573" w:rsidRPr="008C6DE4" w:rsidRDefault="00352573" w:rsidP="00867D3A">
            <w:pPr>
              <w:pStyle w:val="TAC"/>
            </w:pPr>
            <w:r w:rsidRPr="008C6DE4">
              <w:t>0, 1, 2, 3, 4, 5 and 6</w:t>
            </w:r>
          </w:p>
        </w:tc>
      </w:tr>
      <w:tr w:rsidR="00352573" w:rsidRPr="008C6DE4" w14:paraId="66F55A93" w14:textId="77777777" w:rsidTr="00867D3A">
        <w:trPr>
          <w:cantSplit/>
        </w:trPr>
        <w:tc>
          <w:tcPr>
            <w:tcW w:w="8647" w:type="dxa"/>
            <w:gridSpan w:val="2"/>
            <w:vAlign w:val="center"/>
          </w:tcPr>
          <w:p w14:paraId="0BEEE5DF" w14:textId="77777777" w:rsidR="00352573" w:rsidRPr="008C6DE4" w:rsidRDefault="00352573" w:rsidP="00867D3A">
            <w:pPr>
              <w:pStyle w:val="TAN"/>
            </w:pPr>
            <w:r w:rsidRPr="008C6DE4">
              <w:t>NOTE 1:</w:t>
            </w:r>
            <w:r w:rsidRPr="008C6DE4">
              <w:tab/>
              <w:t>Uplink-downlink configurations are specified in Table 4.2-2 in TS 36.211 [23].</w:t>
            </w:r>
          </w:p>
        </w:tc>
      </w:tr>
    </w:tbl>
    <w:p w14:paraId="6DA0ACF0" w14:textId="77777777" w:rsidR="00352573" w:rsidRPr="008C6DE4" w:rsidRDefault="00352573" w:rsidP="00352573"/>
    <w:p w14:paraId="481776D6" w14:textId="77777777" w:rsidR="00352573" w:rsidRPr="008C6DE4" w:rsidRDefault="00352573" w:rsidP="00352573">
      <w:r w:rsidRPr="008C6DE4">
        <w:rPr>
          <w:rFonts w:eastAsia="MS Mincho" w:cs="v4.2.0"/>
        </w:rPr>
        <w:t xml:space="preserve">The UE physical layer shall be capable of reporting RSTD for the reference cell and all the neighbor cells </w:t>
      </w:r>
      <w:r w:rsidRPr="008C6DE4">
        <w:rPr>
          <w:rFonts w:eastAsia="MS Mincho" w:cs="v4.2.0"/>
          <w:i/>
        </w:rPr>
        <w:t>i</w:t>
      </w:r>
      <w:r w:rsidRPr="008C6DE4">
        <w:rPr>
          <w:rFonts w:eastAsia="MS Mincho" w:cs="v4.2.0"/>
        </w:rPr>
        <w:t xml:space="preserve"> out of at least (</w:t>
      </w:r>
      <w:r w:rsidRPr="008C6DE4">
        <w:rPr>
          <w:rFonts w:eastAsia="MS Mincho" w:cs="v4.2.0"/>
          <w:i/>
        </w:rPr>
        <w:t>n</w:t>
      </w:r>
      <w:r w:rsidRPr="008C6DE4">
        <w:rPr>
          <w:rFonts w:eastAsia="MS Mincho" w:cs="v4.2.0"/>
        </w:rPr>
        <w:t xml:space="preserve">-1) neighbor cells </w:t>
      </w:r>
      <w:r w:rsidRPr="008C6DE4">
        <w:t xml:space="preserve">within </w:t>
      </w:r>
      <w:r w:rsidRPr="008C6DE4">
        <w:rPr>
          <w:rFonts w:eastAsia="MS Mincho" w:cs="v4.2.0"/>
          <w:noProof/>
          <w:position w:val="-14"/>
          <w:lang w:val="en-US" w:eastAsia="zh-CN"/>
        </w:rPr>
        <w:drawing>
          <wp:inline distT="0" distB="0" distL="0" distR="0" wp14:anchorId="59BDE3F7" wp14:editId="64DF5338">
            <wp:extent cx="1371600" cy="243840"/>
            <wp:effectExtent l="0" t="0" r="0" b="3810"/>
            <wp:docPr id="2778" name="Picture 2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4"/>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371600" cy="243840"/>
                    </a:xfrm>
                    <a:prstGeom prst="rect">
                      <a:avLst/>
                    </a:prstGeom>
                    <a:noFill/>
                    <a:ln>
                      <a:noFill/>
                    </a:ln>
                  </pic:spPr>
                </pic:pic>
              </a:graphicData>
            </a:graphic>
          </wp:inline>
        </w:drawing>
      </w:r>
      <w:r w:rsidRPr="008C6DE4">
        <w:t xml:space="preserve"> provided:</w:t>
      </w:r>
    </w:p>
    <w:p w14:paraId="4736CF20" w14:textId="77777777" w:rsidR="00352573" w:rsidRPr="008C6DE4" w:rsidRDefault="00352573" w:rsidP="00352573">
      <w:pPr>
        <w:spacing w:after="0"/>
        <w:rPr>
          <w:rFonts w:cs="v4.2.0"/>
        </w:rPr>
      </w:pPr>
      <w:r w:rsidRPr="008C6DE4">
        <w:rPr>
          <w:rFonts w:eastAsia="MS Mincho" w:cs="v4.2.0"/>
          <w:noProof/>
          <w:position w:val="-16"/>
          <w:lang w:val="en-US" w:eastAsia="zh-CN"/>
        </w:rPr>
        <w:drawing>
          <wp:inline distT="0" distB="0" distL="0" distR="0" wp14:anchorId="66887909" wp14:editId="1C984B7A">
            <wp:extent cx="982980" cy="274320"/>
            <wp:effectExtent l="0" t="0" r="7620" b="0"/>
            <wp:docPr id="2777" name="Picture 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982980" cy="274320"/>
                    </a:xfrm>
                    <a:prstGeom prst="rect">
                      <a:avLst/>
                    </a:prstGeom>
                    <a:noFill/>
                    <a:ln>
                      <a:noFill/>
                    </a:ln>
                  </pic:spPr>
                </pic:pic>
              </a:graphicData>
            </a:graphic>
          </wp:inline>
        </w:drawing>
      </w:r>
      <w:r w:rsidRPr="008C6DE4">
        <w:sym w:font="Symbol" w:char="F0B3"/>
      </w:r>
      <w:r w:rsidRPr="008C6DE4">
        <w:t>-6 dB</w:t>
      </w:r>
      <w:r w:rsidRPr="008C6DE4">
        <w:rPr>
          <w:rFonts w:cs="v4.2.0"/>
        </w:rPr>
        <w:t xml:space="preserve"> for all Frequency Bands for the reference cell,</w:t>
      </w:r>
    </w:p>
    <w:p w14:paraId="1CB4E13C" w14:textId="77777777" w:rsidR="00352573" w:rsidRPr="008C6DE4" w:rsidRDefault="00352573" w:rsidP="00352573">
      <w:pPr>
        <w:spacing w:after="0"/>
        <w:rPr>
          <w:rFonts w:cs="v4.2.0"/>
        </w:rPr>
      </w:pPr>
      <w:r w:rsidRPr="008C6DE4">
        <w:rPr>
          <w:rFonts w:eastAsia="MS Mincho" w:cs="v4.2.0"/>
          <w:noProof/>
          <w:position w:val="-12"/>
          <w:lang w:val="en-US" w:eastAsia="zh-CN"/>
        </w:rPr>
        <w:drawing>
          <wp:inline distT="0" distB="0" distL="0" distR="0" wp14:anchorId="19944ECE" wp14:editId="699FF340">
            <wp:extent cx="845820" cy="259080"/>
            <wp:effectExtent l="0" t="0" r="0" b="7620"/>
            <wp:docPr id="2774" name="Picture 2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45820" cy="259080"/>
                    </a:xfrm>
                    <a:prstGeom prst="rect">
                      <a:avLst/>
                    </a:prstGeom>
                    <a:noFill/>
                    <a:ln>
                      <a:noFill/>
                    </a:ln>
                  </pic:spPr>
                </pic:pic>
              </a:graphicData>
            </a:graphic>
          </wp:inline>
        </w:drawing>
      </w:r>
      <w:r w:rsidRPr="008C6DE4">
        <w:sym w:font="Symbol" w:char="F0B3"/>
      </w:r>
      <w:r w:rsidRPr="008C6DE4">
        <w:t>-13 dB</w:t>
      </w:r>
      <w:r w:rsidRPr="008C6DE4">
        <w:rPr>
          <w:rFonts w:cs="v4.2.0"/>
        </w:rPr>
        <w:t xml:space="preserve"> for all Frequency Bands for neighbour cell </w:t>
      </w:r>
      <w:r w:rsidRPr="008C6DE4">
        <w:rPr>
          <w:rFonts w:cs="v4.2.0"/>
          <w:i/>
        </w:rPr>
        <w:t>i</w:t>
      </w:r>
      <w:r w:rsidRPr="008C6DE4">
        <w:rPr>
          <w:rFonts w:cs="v4.2.0"/>
        </w:rPr>
        <w:t>,</w:t>
      </w:r>
    </w:p>
    <w:p w14:paraId="62316FC5" w14:textId="77777777" w:rsidR="00352573" w:rsidRPr="008C6DE4" w:rsidRDefault="00352573" w:rsidP="00352573">
      <w:pPr>
        <w:spacing w:after="0"/>
        <w:rPr>
          <w:rFonts w:cs="v4.2.0"/>
        </w:rPr>
      </w:pPr>
      <w:r w:rsidRPr="008C6DE4">
        <w:rPr>
          <w:rFonts w:eastAsia="MS Mincho" w:cs="v4.2.0"/>
          <w:noProof/>
          <w:position w:val="-16"/>
          <w:lang w:val="en-US" w:eastAsia="zh-CN"/>
        </w:rPr>
        <w:drawing>
          <wp:inline distT="0" distB="0" distL="0" distR="0" wp14:anchorId="3843C3DB" wp14:editId="1ABD67BA">
            <wp:extent cx="982980" cy="274320"/>
            <wp:effectExtent l="0" t="0" r="7620" b="0"/>
            <wp:docPr id="2773" name="Picture 2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982980" cy="274320"/>
                    </a:xfrm>
                    <a:prstGeom prst="rect">
                      <a:avLst/>
                    </a:prstGeom>
                    <a:noFill/>
                    <a:ln>
                      <a:noFill/>
                    </a:ln>
                  </pic:spPr>
                </pic:pic>
              </a:graphicData>
            </a:graphic>
          </wp:inline>
        </w:drawing>
      </w:r>
      <w:r w:rsidRPr="008C6DE4">
        <w:rPr>
          <w:rFonts w:eastAsia="MS Mincho" w:cs="v4.2.0"/>
        </w:rPr>
        <w:t xml:space="preserve"> and  </w:t>
      </w:r>
      <w:r w:rsidRPr="008C6DE4">
        <w:rPr>
          <w:rFonts w:eastAsia="MS Mincho" w:cs="v4.2.0"/>
          <w:noProof/>
          <w:position w:val="-12"/>
          <w:lang w:val="en-US" w:eastAsia="zh-CN"/>
        </w:rPr>
        <w:drawing>
          <wp:inline distT="0" distB="0" distL="0" distR="0" wp14:anchorId="6F4102C4" wp14:editId="2C13FBE3">
            <wp:extent cx="845820" cy="259080"/>
            <wp:effectExtent l="0" t="0" r="0" b="7620"/>
            <wp:docPr id="2772" name="Picture 2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8"/>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45820" cy="259080"/>
                    </a:xfrm>
                    <a:prstGeom prst="rect">
                      <a:avLst/>
                    </a:prstGeom>
                    <a:noFill/>
                    <a:ln>
                      <a:noFill/>
                    </a:ln>
                  </pic:spPr>
                </pic:pic>
              </a:graphicData>
            </a:graphic>
          </wp:inline>
        </w:drawing>
      </w:r>
      <w:r w:rsidRPr="008C6DE4">
        <w:rPr>
          <w:rFonts w:eastAsia="MS Mincho" w:cs="v4.2.0"/>
        </w:rPr>
        <w:t xml:space="preserve"> c</w:t>
      </w:r>
      <w:r w:rsidRPr="008C6DE4">
        <w:rPr>
          <w:rFonts w:cs="v4.2.0"/>
        </w:rPr>
        <w:t xml:space="preserve">onditions apply for all subframes of at least </w:t>
      </w:r>
      <w:r w:rsidRPr="008C6DE4">
        <w:rPr>
          <w:noProof/>
          <w:position w:val="-24"/>
          <w:lang w:val="en-US" w:eastAsia="zh-CN"/>
        </w:rPr>
        <w:drawing>
          <wp:inline distT="0" distB="0" distL="0" distR="0" wp14:anchorId="15B2EF7C" wp14:editId="0C9A2E7C">
            <wp:extent cx="464820" cy="388620"/>
            <wp:effectExtent l="0" t="0" r="0" b="0"/>
            <wp:docPr id="2771" name="Picture 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464820" cy="388620"/>
                    </a:xfrm>
                    <a:prstGeom prst="rect">
                      <a:avLst/>
                    </a:prstGeom>
                    <a:noFill/>
                    <a:ln>
                      <a:noFill/>
                    </a:ln>
                  </pic:spPr>
                </pic:pic>
              </a:graphicData>
            </a:graphic>
          </wp:inline>
        </w:drawing>
      </w:r>
      <w:r w:rsidRPr="008C6DE4">
        <w:rPr>
          <w:rFonts w:eastAsia="MS Mincho" w:cs="v4.2.0"/>
        </w:rPr>
        <w:t xml:space="preserve"> PRS positioning occasions,</w:t>
      </w:r>
    </w:p>
    <w:p w14:paraId="1D99C284" w14:textId="77777777" w:rsidR="00352573" w:rsidRPr="008C6DE4" w:rsidRDefault="00352573" w:rsidP="00352573">
      <w:pPr>
        <w:rPr>
          <w:lang w:eastAsia="zh-CN"/>
        </w:rPr>
      </w:pPr>
      <w:r w:rsidRPr="008C6DE4">
        <w:t>PRP 1,2|</w:t>
      </w:r>
      <w:r w:rsidRPr="008C6DE4">
        <w:rPr>
          <w:vertAlign w:val="subscript"/>
        </w:rPr>
        <w:t>dBm</w:t>
      </w:r>
      <w:r w:rsidRPr="008C6DE4">
        <w:t xml:space="preserve"> according to TS 36.133 [15, Annex B.2.6] for a corresponding Band,</w:t>
      </w:r>
    </w:p>
    <w:p w14:paraId="2EC815A6" w14:textId="77777777" w:rsidR="00352573" w:rsidRPr="008C6DE4" w:rsidRDefault="00352573" w:rsidP="00352573">
      <w:pPr>
        <w:rPr>
          <w:lang w:eastAsia="zh-CN"/>
        </w:rPr>
      </w:pPr>
      <w:r w:rsidRPr="008C6DE4">
        <w:rPr>
          <w:rFonts w:eastAsia="MS Mincho" w:cs="v4.2.0"/>
          <w:noProof/>
          <w:position w:val="-12"/>
          <w:lang w:val="en-US" w:eastAsia="zh-CN"/>
        </w:rPr>
        <w:drawing>
          <wp:inline distT="0" distB="0" distL="0" distR="0" wp14:anchorId="11F5F4A3" wp14:editId="23B6BD6D">
            <wp:extent cx="769620" cy="259080"/>
            <wp:effectExtent l="0" t="0" r="0" b="7620"/>
            <wp:docPr id="2770" name="Picture 2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0"/>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769620" cy="259080"/>
                    </a:xfrm>
                    <a:prstGeom prst="rect">
                      <a:avLst/>
                    </a:prstGeom>
                    <a:noFill/>
                    <a:ln>
                      <a:noFill/>
                    </a:ln>
                  </pic:spPr>
                </pic:pic>
              </a:graphicData>
            </a:graphic>
          </wp:inline>
        </w:drawing>
      </w:r>
      <w:r w:rsidRPr="008C6DE4">
        <w:rPr>
          <w:rFonts w:eastAsia="MS Mincho" w:cs="v4.2.0"/>
        </w:rPr>
        <w:t xml:space="preserve"> is as defined in clause 9.4.4.1.2</w:t>
      </w:r>
      <w:r w:rsidRPr="008C6DE4">
        <w:rPr>
          <w:lang w:eastAsia="zh-CN"/>
        </w:rPr>
        <w:t>.</w:t>
      </w:r>
    </w:p>
    <w:p w14:paraId="4CF35706" w14:textId="77777777" w:rsidR="00352573" w:rsidRPr="008C6DE4" w:rsidRDefault="00352573" w:rsidP="00352573">
      <w:pPr>
        <w:rPr>
          <w:snapToGrid w:val="0"/>
        </w:rPr>
      </w:pPr>
      <w:r w:rsidRPr="008C6DE4">
        <w:rPr>
          <w:rFonts w:eastAsia="MS Mincho"/>
        </w:rPr>
        <w:t xml:space="preserve">The time </w:t>
      </w:r>
      <w:r w:rsidRPr="008C6DE4">
        <w:rPr>
          <w:rFonts w:eastAsia="MS Mincho" w:cs="v4.2.0"/>
          <w:noProof/>
          <w:position w:val="-14"/>
          <w:lang w:val="en-US" w:eastAsia="zh-CN"/>
        </w:rPr>
        <w:drawing>
          <wp:inline distT="0" distB="0" distL="0" distR="0" wp14:anchorId="348DB885" wp14:editId="3BEC8974">
            <wp:extent cx="1371600" cy="243840"/>
            <wp:effectExtent l="0" t="0" r="0" b="3810"/>
            <wp:docPr id="2769" name="Picture 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371600" cy="243840"/>
                    </a:xfrm>
                    <a:prstGeom prst="rect">
                      <a:avLst/>
                    </a:prstGeom>
                    <a:noFill/>
                    <a:ln>
                      <a:noFill/>
                    </a:ln>
                  </pic:spPr>
                </pic:pic>
              </a:graphicData>
            </a:graphic>
          </wp:inline>
        </w:drawing>
      </w:r>
      <w:r w:rsidRPr="008C6DE4">
        <w:rPr>
          <w:rFonts w:eastAsia="MS Mincho"/>
        </w:rPr>
        <w:t xml:space="preserve"> starts from the first subframe of the PRS positioning occasion closest in time after both </w:t>
      </w:r>
      <w:r w:rsidRPr="008C6DE4">
        <w:rPr>
          <w:snapToGrid w:val="0"/>
        </w:rPr>
        <w:t>the OTDOA-RequestLocationInformation message and</w:t>
      </w:r>
      <w:r w:rsidRPr="008C6DE4">
        <w:rPr>
          <w:rFonts w:eastAsia="MS Mincho" w:cs="v4.2.0"/>
        </w:rPr>
        <w:t xml:space="preserve"> </w:t>
      </w:r>
      <w:r w:rsidRPr="008C6DE4">
        <w:rPr>
          <w:rFonts w:eastAsia="MS Mincho"/>
        </w:rPr>
        <w:t xml:space="preserve">the OTDOA assistance data in the </w:t>
      </w:r>
      <w:r w:rsidRPr="008C6DE4">
        <w:rPr>
          <w:snapToGrid w:val="0"/>
        </w:rPr>
        <w:t>OTDOA-ProvideAssistanceData message via LPP as specified in TS 38.305 [22], are delivered to the physical layer of the UE.</w:t>
      </w:r>
    </w:p>
    <w:p w14:paraId="2E5E533A" w14:textId="77777777" w:rsidR="00352573" w:rsidRPr="008C6DE4" w:rsidRDefault="00352573" w:rsidP="00352573">
      <w:r w:rsidRPr="008C6DE4">
        <w:t>The RSTD measurement accuracy for all measured neighbor cells</w:t>
      </w:r>
      <w:r w:rsidRPr="008C6DE4">
        <w:rPr>
          <w:i/>
        </w:rPr>
        <w:t xml:space="preserve"> i</w:t>
      </w:r>
      <w:r w:rsidRPr="008C6DE4">
        <w:t xml:space="preserve"> shall be fulfilled according to the accuracy as specified in clause 10.2.4.</w:t>
      </w:r>
    </w:p>
    <w:p w14:paraId="73ABADEF" w14:textId="0FCD6917" w:rsidR="00352573" w:rsidRPr="008C6DE4" w:rsidRDefault="0048284E" w:rsidP="0048284E">
      <w:pPr>
        <w:pStyle w:val="H6"/>
      </w:pPr>
      <w:r w:rsidRPr="008C6DE4">
        <w:t>9.4.4.2.2.1</w:t>
      </w:r>
      <w:r w:rsidR="00352573" w:rsidRPr="008C6DE4">
        <w:tab/>
        <w:t>RSTD Measurement Reporting Delay</w:t>
      </w:r>
    </w:p>
    <w:p w14:paraId="1C3CB02C" w14:textId="77777777" w:rsidR="00352573" w:rsidRPr="008C6DE4" w:rsidRDefault="00352573" w:rsidP="00352573">
      <w:r w:rsidRPr="008C6DE4">
        <w:t>This requirement assumes that that the measurement report is not delayed by other LPP signalling on the DCCH. This measurement reporting delay excludes a delay uncertainty resulted when inserting the measurement report to the TTI of the uplink DCCH. The delay uncertainty is: 2 x TTI</w:t>
      </w:r>
      <w:r w:rsidRPr="008C6DE4">
        <w:rPr>
          <w:vertAlign w:val="subscript"/>
        </w:rPr>
        <w:t xml:space="preserve">DCCH </w:t>
      </w:r>
      <w:r w:rsidRPr="008C6DE4">
        <w:t>where TTI</w:t>
      </w:r>
      <w:r w:rsidRPr="008C6DE4">
        <w:rPr>
          <w:vertAlign w:val="subscript"/>
        </w:rPr>
        <w:t>DCCH</w:t>
      </w:r>
      <w:r w:rsidRPr="008C6DE4">
        <w:t xml:space="preserve"> is the duration of subframe or slot or subslot when the measurement report is transmitted on the PUSCH with subframe or slot or subslot duration. This measurement reporting delay excludes any delay caused by no UL resources for UE to send the measurement report.</w:t>
      </w:r>
    </w:p>
    <w:p w14:paraId="5F3F55AF" w14:textId="103A07DA" w:rsidR="00352573" w:rsidRPr="008C6DE4" w:rsidRDefault="0048284E" w:rsidP="0048284E">
      <w:pPr>
        <w:pStyle w:val="H6"/>
      </w:pPr>
      <w:r w:rsidRPr="008C6DE4">
        <w:t>9.4.4.2.2.2</w:t>
      </w:r>
      <w:r w:rsidR="00352573" w:rsidRPr="008C6DE4">
        <w:rPr>
          <w:lang w:eastAsia="zh-CN"/>
        </w:rPr>
        <w:tab/>
      </w:r>
      <w:r w:rsidR="00352573" w:rsidRPr="008C6DE4">
        <w:t>Requirements for acquiring the timing of the E-UTRA OTDOA reference cell</w:t>
      </w:r>
    </w:p>
    <w:p w14:paraId="1BC70247" w14:textId="77777777" w:rsidR="00352573" w:rsidRPr="008C6DE4" w:rsidRDefault="00352573" w:rsidP="00352573">
      <w:r w:rsidRPr="008C6DE4">
        <w:t>When the UE is not aware of the SFN of at least one LTE cell in the OTDOA assistance data</w:t>
      </w:r>
      <w:r w:rsidRPr="008C6DE4">
        <w:rPr>
          <w:rFonts w:cs="v4.2.0"/>
        </w:rPr>
        <w:t>, t</w:t>
      </w:r>
      <w:r w:rsidRPr="008C6DE4">
        <w:t>he UE supporting per-FR gaps may make autonomous gaps in downlink reception and uplink transmission of the PCell, PSCell, and each of the SCells in FR1 for acquiring SFN of the reference cell in the E-UTRA OTDOA assistance data, while no autonomous gaps in downlink reception or uplink transmission are allowed in any of the UE serving cells in FR2. The UE, which are only supporting per-UE gaps, may make autonomous gaps in downlink reception and uplink transmission of the PCell, PSCell, and each of the SCells for acquiring the SFN of the reference cell in the E-UTRA OTDOA assistance data.</w:t>
      </w:r>
    </w:p>
    <w:p w14:paraId="3CAF2041" w14:textId="77777777" w:rsidR="00352573" w:rsidRPr="008C6DE4" w:rsidRDefault="00352573" w:rsidP="00352573">
      <w:r w:rsidRPr="008C6DE4">
        <w:t>When the UE is not aware of and cannot derive the subframe timing difference between the NR serving cell and the OTDOA assistance data reference cell</w:t>
      </w:r>
      <w:r w:rsidRPr="008C6DE4">
        <w:rPr>
          <w:rFonts w:cs="v4.2.0"/>
        </w:rPr>
        <w:t>, t</w:t>
      </w:r>
      <w:r w:rsidRPr="008C6DE4">
        <w:t xml:space="preserve">he UE may need to request measurement gaps while indicating </w:t>
      </w:r>
      <w:r w:rsidRPr="008C6DE4">
        <w:rPr>
          <w:i/>
          <w:lang w:eastAsia="zh-CN"/>
        </w:rPr>
        <w:t>eutra-</w:t>
      </w:r>
      <w:r w:rsidRPr="008C6DE4">
        <w:rPr>
          <w:i/>
          <w:lang w:val="en-US" w:eastAsia="zh-CN"/>
        </w:rPr>
        <w:t>Fine</w:t>
      </w:r>
      <w:r w:rsidRPr="008C6DE4">
        <w:rPr>
          <w:i/>
          <w:lang w:eastAsia="zh-CN"/>
        </w:rPr>
        <w:t>Timing</w:t>
      </w:r>
      <w:r w:rsidRPr="008C6DE4">
        <w:rPr>
          <w:i/>
          <w:lang w:val="en-US" w:eastAsia="zh-CN"/>
        </w:rPr>
        <w:t>Detection</w:t>
      </w:r>
      <w:r w:rsidRPr="008C6DE4">
        <w:t xml:space="preserve"> according to TS 38.331 [2] for detecting the reference cell in the E-UTRA OTDOA assistance data.</w:t>
      </w:r>
    </w:p>
    <w:p w14:paraId="7A4120B3" w14:textId="3B400C9E" w:rsidR="00C62EFA" w:rsidRPr="008C6DE4" w:rsidRDefault="00C62EFA" w:rsidP="00C62EFA">
      <w:r w:rsidRPr="008C6DE4">
        <w:t>When the UE is performing one or both of SFN acquisition or cell detection as specified above, the UE shall be able to determine the timing of the E-UTRA OTDOA assistance data reference cell during the time period</w:t>
      </w:r>
    </w:p>
    <w:p w14:paraId="1D86C72F" w14:textId="77777777" w:rsidR="00352573" w:rsidRPr="008C6DE4" w:rsidRDefault="00352573" w:rsidP="00352573">
      <w:pPr>
        <w:pStyle w:val="EQ"/>
        <w:rPr>
          <w:lang w:val="sv-SE"/>
        </w:rPr>
      </w:pPr>
      <w:r w:rsidRPr="008C6DE4">
        <w:rPr>
          <w:lang w:val="en-US"/>
        </w:rPr>
        <w:tab/>
      </w:r>
      <w:r w:rsidRPr="008C6DE4">
        <w:rPr>
          <w:lang w:val="sv-SE"/>
        </w:rPr>
        <w:t>T</w:t>
      </w:r>
      <w:r w:rsidRPr="008C6DE4">
        <w:rPr>
          <w:vertAlign w:val="subscript"/>
          <w:lang w:val="sv-SE"/>
        </w:rPr>
        <w:t>RefCell,E-UTRAN</w:t>
      </w:r>
      <w:r w:rsidRPr="008C6DE4">
        <w:rPr>
          <w:lang w:val="sv-SE"/>
        </w:rPr>
        <w:t xml:space="preserve"> = T</w:t>
      </w:r>
      <w:r w:rsidRPr="008C6DE4">
        <w:rPr>
          <w:vertAlign w:val="subscript"/>
          <w:lang w:val="sv-SE"/>
        </w:rPr>
        <w:t>Detect, E-UTRAN TDD</w:t>
      </w:r>
      <w:r w:rsidRPr="008C6DE4" w:rsidDel="00915A95">
        <w:rPr>
          <w:lang w:val="sv-SE"/>
        </w:rPr>
        <w:t xml:space="preserve"> </w:t>
      </w:r>
      <w:r w:rsidRPr="008C6DE4">
        <w:rPr>
          <w:lang w:val="sv-SE"/>
        </w:rPr>
        <w:t>+ T</w:t>
      </w:r>
      <w:r w:rsidRPr="008C6DE4">
        <w:rPr>
          <w:vertAlign w:val="subscript"/>
          <w:lang w:val="sv-SE"/>
        </w:rPr>
        <w:t>MIB</w:t>
      </w:r>
      <w:r w:rsidRPr="008C6DE4" w:rsidDel="00915A95">
        <w:rPr>
          <w:rFonts w:cs="v4.2.0"/>
          <w:lang w:val="sv-SE"/>
        </w:rPr>
        <w:t xml:space="preserve"> </w:t>
      </w:r>
      <w:r w:rsidRPr="008C6DE4">
        <w:rPr>
          <w:rFonts w:cs="v4.2.0"/>
          <w:lang w:val="sv-SE"/>
        </w:rPr>
        <w:t>+ T</w:t>
      </w:r>
      <w:r w:rsidRPr="008C6DE4">
        <w:rPr>
          <w:rFonts w:cs="v4.2.0"/>
          <w:vertAlign w:val="subscript"/>
          <w:lang w:val="sv-SE"/>
        </w:rPr>
        <w:t>ECGI</w:t>
      </w:r>
      <w:r w:rsidRPr="008C6DE4">
        <w:rPr>
          <w:lang w:val="sv-SE"/>
        </w:rPr>
        <w:t xml:space="preserve"> ,</w:t>
      </w:r>
    </w:p>
    <w:p w14:paraId="56942280" w14:textId="77777777" w:rsidR="00352573" w:rsidRPr="008C6DE4" w:rsidRDefault="00352573" w:rsidP="00352573">
      <w:pPr>
        <w:jc w:val="both"/>
        <w:rPr>
          <w:rFonts w:cs="v4.2.0"/>
        </w:rPr>
      </w:pPr>
      <w:r w:rsidRPr="008C6DE4">
        <w:rPr>
          <w:rFonts w:cs="v4.2.0"/>
        </w:rPr>
        <w:t>where</w:t>
      </w:r>
    </w:p>
    <w:p w14:paraId="0BFC6CD5" w14:textId="77777777" w:rsidR="00352573" w:rsidRPr="008C6DE4" w:rsidRDefault="00352573" w:rsidP="00352573">
      <w:r w:rsidRPr="008C6DE4">
        <w:t>T</w:t>
      </w:r>
      <w:r w:rsidRPr="008C6DE4">
        <w:rPr>
          <w:vertAlign w:val="subscript"/>
        </w:rPr>
        <w:t xml:space="preserve">Detect, E-UTRAN TDD </w:t>
      </w:r>
      <w:r w:rsidRPr="008C6DE4">
        <w:rPr>
          <w:lang w:val="en-US"/>
        </w:rPr>
        <w:t xml:space="preserve">= </w:t>
      </w:r>
      <w:r w:rsidRPr="008C6DE4">
        <w:rPr>
          <w:rFonts w:cs="v4.2.0"/>
        </w:rPr>
        <w:t xml:space="preserve"> T</w:t>
      </w:r>
      <w:r w:rsidRPr="008C6DE4">
        <w:rPr>
          <w:rFonts w:cs="v4.2.0"/>
          <w:vertAlign w:val="subscript"/>
        </w:rPr>
        <w:t xml:space="preserve">Identify, E-UTRAN TDD  </w:t>
      </w:r>
      <w:r w:rsidRPr="008C6DE4">
        <w:rPr>
          <w:rFonts w:cs="v4.2.0"/>
          <w:lang w:val="en-US"/>
        </w:rPr>
        <w:t xml:space="preserve">- </w:t>
      </w:r>
      <w:r w:rsidRPr="008C6DE4">
        <w:rPr>
          <w:rFonts w:cs="v4.2.0"/>
        </w:rPr>
        <w:t>T</w:t>
      </w:r>
      <w:r w:rsidRPr="008C6DE4">
        <w:rPr>
          <w:rFonts w:cs="v4.2.0"/>
          <w:vertAlign w:val="subscript"/>
        </w:rPr>
        <w:t xml:space="preserve">measure, E-UTRAN TDD </w:t>
      </w:r>
      <w:r w:rsidRPr="008C6DE4">
        <w:rPr>
          <w:rFonts w:cs="v4.2.0"/>
        </w:rPr>
        <w:t>is according to clause 9.4.3 assuming CSSF</w:t>
      </w:r>
      <w:r w:rsidRPr="008C6DE4">
        <w:rPr>
          <w:rFonts w:cs="v4.2.0"/>
          <w:vertAlign w:val="subscript"/>
        </w:rPr>
        <w:t>interRAT</w:t>
      </w:r>
      <w:r w:rsidRPr="008C6DE4">
        <w:rPr>
          <w:rFonts w:cs="v4.2.0"/>
        </w:rPr>
        <w:t xml:space="preserve">=1 </w:t>
      </w:r>
      <w:r w:rsidRPr="008C6DE4">
        <w:rPr>
          <w:lang w:val="en-US"/>
        </w:rPr>
        <w:t xml:space="preserve"> </w:t>
      </w:r>
      <w:r w:rsidRPr="008C6DE4">
        <w:t>and it is the time needed to detect the E-UTRA OTDOA assistance data reference cell when the UE needs to acquire the subframe and slot timing of the cell</w:t>
      </w:r>
      <w:r w:rsidRPr="008C6DE4">
        <w:rPr>
          <w:rFonts w:cs="v4.2.0"/>
        </w:rPr>
        <w:t>, provided the UE is configured with measurement gaps</w:t>
      </w:r>
      <w:r w:rsidRPr="008C6DE4">
        <w:t xml:space="preserve"> (T</w:t>
      </w:r>
      <w:r w:rsidRPr="008C6DE4">
        <w:rPr>
          <w:vertAlign w:val="subscript"/>
        </w:rPr>
        <w:t>Detect, E-UTRAN TDD</w:t>
      </w:r>
      <w:r w:rsidRPr="008C6DE4">
        <w:t xml:space="preserve">=0 when both </w:t>
      </w:r>
      <w:r w:rsidRPr="008C6DE4">
        <w:rPr>
          <w:i/>
        </w:rPr>
        <w:t>nr-LTE-SFN-Offset</w:t>
      </w:r>
      <w:r w:rsidRPr="008C6DE4">
        <w:t xml:space="preserve"> and </w:t>
      </w:r>
      <w:r w:rsidRPr="008C6DE4">
        <w:rPr>
          <w:i/>
        </w:rPr>
        <w:t>nr-LTE-fineTiming-Offset</w:t>
      </w:r>
      <w:r w:rsidRPr="008C6DE4">
        <w:t xml:space="preserve"> are provided in the E-UTRA OTDOA assistance data</w:t>
      </w:r>
      <w:r w:rsidRPr="008C6DE4">
        <w:rPr>
          <w:rFonts w:cs="v4.2.0"/>
        </w:rPr>
        <w:t xml:space="preserve"> or the E-UTRA OTDOA assistance data reference cell is known to the UE</w:t>
      </w:r>
      <w:r w:rsidRPr="008C6DE4">
        <w:t>), and</w:t>
      </w:r>
    </w:p>
    <w:p w14:paraId="4B36ABFA" w14:textId="77777777" w:rsidR="00140E53" w:rsidRPr="008C6DE4" w:rsidRDefault="00140E53" w:rsidP="00140E53">
      <w:pPr>
        <w:jc w:val="both"/>
        <w:rPr>
          <w:rFonts w:cs="v4.2.0"/>
        </w:rPr>
      </w:pPr>
      <w:r w:rsidRPr="008C6DE4">
        <w:t>T</w:t>
      </w:r>
      <w:r w:rsidRPr="008C6DE4">
        <w:rPr>
          <w:vertAlign w:val="subscript"/>
        </w:rPr>
        <w:t>MIB</w:t>
      </w:r>
      <w:r w:rsidRPr="008C6DE4" w:rsidDel="00915A95">
        <w:t xml:space="preserve"> </w:t>
      </w:r>
      <w:r w:rsidRPr="008C6DE4">
        <w:t xml:space="preserve">= 50 ms is the time required to acquire SFN </w:t>
      </w:r>
      <w:r>
        <w:rPr>
          <w:rFonts w:cs="v4.2.0"/>
        </w:rPr>
        <w:t xml:space="preserve">and/or PHICH configuration </w:t>
      </w:r>
      <w:r w:rsidRPr="008C6DE4">
        <w:t>of the E-UTRA OTDOA assistance data reference cell provided the OTDOA assistance data reference cell is decodable and at least all E-UTRA subframes #0 during T</w:t>
      </w:r>
      <w:r w:rsidRPr="008C6DE4">
        <w:rPr>
          <w:vertAlign w:val="subscript"/>
        </w:rPr>
        <w:t>MIB</w:t>
      </w:r>
      <w:r w:rsidRPr="008C6DE4">
        <w:t xml:space="preserve"> are available at the UE receiver (T</w:t>
      </w:r>
      <w:r w:rsidRPr="008C6DE4">
        <w:rPr>
          <w:vertAlign w:val="subscript"/>
        </w:rPr>
        <w:t>MIB</w:t>
      </w:r>
      <w:r w:rsidRPr="008C6DE4">
        <w:t xml:space="preserve">=0 when </w:t>
      </w:r>
      <w:r w:rsidRPr="008C6DE4">
        <w:rPr>
          <w:i/>
        </w:rPr>
        <w:t>nr-LTE-SFN-Offset</w:t>
      </w:r>
      <w:r w:rsidRPr="008C6DE4">
        <w:t xml:space="preserve"> is provided in the E-UTRA OTDOA assistance data</w:t>
      </w:r>
      <w:r>
        <w:rPr>
          <w:rFonts w:cs="v4.2.0"/>
        </w:rPr>
        <w:t xml:space="preserve"> and ECGI acquisition is not needed</w:t>
      </w:r>
      <w:r w:rsidRPr="008C6DE4">
        <w:t>)</w:t>
      </w:r>
      <w:r w:rsidRPr="008C6DE4">
        <w:rPr>
          <w:rFonts w:cs="v4.2.0"/>
        </w:rPr>
        <w:t>, and</w:t>
      </w:r>
    </w:p>
    <w:p w14:paraId="7402E6DF" w14:textId="77777777" w:rsidR="00352573" w:rsidRPr="008C6DE4" w:rsidRDefault="00352573" w:rsidP="00352573">
      <w:r w:rsidRPr="008C6DE4">
        <w:rPr>
          <w:rFonts w:cs="v4.2.0"/>
          <w:lang w:val="en-US"/>
        </w:rPr>
        <w:t>T</w:t>
      </w:r>
      <w:r w:rsidRPr="008C6DE4">
        <w:rPr>
          <w:rFonts w:cs="v4.2.0"/>
          <w:vertAlign w:val="subscript"/>
          <w:lang w:val="en-US"/>
        </w:rPr>
        <w:t>ECGI</w:t>
      </w:r>
      <w:r w:rsidRPr="008C6DE4">
        <w:rPr>
          <w:rFonts w:cs="v4.2.0"/>
          <w:lang w:val="en-US"/>
        </w:rPr>
        <w:t xml:space="preserve"> = 100 ms is the time required to acquire ECGI of the </w:t>
      </w:r>
      <w:r w:rsidRPr="008C6DE4">
        <w:rPr>
          <w:rFonts w:cs="v4.2.0"/>
        </w:rPr>
        <w:t xml:space="preserve">E-UTRA OTDOA assistance data reference cell when </w:t>
      </w:r>
      <w:r w:rsidRPr="008C6DE4">
        <w:rPr>
          <w:rFonts w:cs="v4.2.0"/>
          <w:i/>
        </w:rPr>
        <w:t>cellGlobalId</w:t>
      </w:r>
      <w:r w:rsidRPr="008C6DE4">
        <w:rPr>
          <w:rFonts w:cs="v4.2.0"/>
        </w:rPr>
        <w:t xml:space="preserve"> is included in </w:t>
      </w:r>
      <w:r w:rsidRPr="008C6DE4">
        <w:rPr>
          <w:i/>
          <w:noProof/>
        </w:rPr>
        <w:t xml:space="preserve">OTDOA-ReferenceCellInfo </w:t>
      </w:r>
      <w:r w:rsidRPr="008C6DE4">
        <w:rPr>
          <w:noProof/>
        </w:rPr>
        <w:t>and the UE is not aware of the ECGI of this cell (</w:t>
      </w:r>
      <w:r w:rsidRPr="008C6DE4">
        <w:rPr>
          <w:rFonts w:cs="v4.2.0"/>
          <w:lang w:val="en-US"/>
        </w:rPr>
        <w:t>T</w:t>
      </w:r>
      <w:r w:rsidRPr="008C6DE4">
        <w:rPr>
          <w:rFonts w:cs="v4.2.0"/>
          <w:vertAlign w:val="subscript"/>
          <w:lang w:val="en-US"/>
        </w:rPr>
        <w:t>ECGI</w:t>
      </w:r>
      <w:r w:rsidRPr="008C6DE4">
        <w:rPr>
          <w:rFonts w:cs="v4.2.0"/>
          <w:lang w:val="en-US"/>
        </w:rPr>
        <w:t xml:space="preserve"> = 0 when </w:t>
      </w:r>
      <w:r w:rsidRPr="008C6DE4">
        <w:rPr>
          <w:rFonts w:cs="v4.2.0"/>
          <w:i/>
        </w:rPr>
        <w:t>cellGlobalId</w:t>
      </w:r>
      <w:r w:rsidRPr="008C6DE4">
        <w:rPr>
          <w:rFonts w:cs="v4.2.0"/>
          <w:lang w:val="en-US"/>
        </w:rPr>
        <w:t xml:space="preserve"> is not included in </w:t>
      </w:r>
      <w:r w:rsidRPr="008C6DE4">
        <w:rPr>
          <w:i/>
          <w:noProof/>
        </w:rPr>
        <w:t>OTDOA-ReferenceCellInfo</w:t>
      </w:r>
      <w:r w:rsidRPr="008C6DE4">
        <w:rPr>
          <w:rFonts w:cs="v4.2.0"/>
          <w:lang w:val="en-US"/>
        </w:rPr>
        <w:t xml:space="preserve"> or the UE is aware of the ECGI of the </w:t>
      </w:r>
      <w:r w:rsidRPr="008C6DE4">
        <w:rPr>
          <w:rFonts w:cs="v4.2.0"/>
        </w:rPr>
        <w:t>E-UTRA OTDOA assistance data reference cell</w:t>
      </w:r>
      <w:r w:rsidRPr="008C6DE4">
        <w:rPr>
          <w:noProof/>
        </w:rPr>
        <w:t>)</w:t>
      </w:r>
      <w:r w:rsidRPr="008C6DE4">
        <w:t>.</w:t>
      </w:r>
    </w:p>
    <w:p w14:paraId="2E5FFBC3" w14:textId="3E7BA93D" w:rsidR="00352573" w:rsidRPr="008C6DE4" w:rsidRDefault="00352573" w:rsidP="00352573">
      <w:r w:rsidRPr="008C6DE4">
        <w:t xml:space="preserve">When detecting the E-UTRAN OTDOA reference cell, the requirements in this </w:t>
      </w:r>
      <w:r w:rsidR="00854981" w:rsidRPr="008C6DE4">
        <w:t>clause</w:t>
      </w:r>
      <w:r w:rsidRPr="008C6DE4">
        <w:t xml:space="preserve"> shall be met, provided the conditions for the detectable cell are fulfilled according to clause 9.4.3.1. In addition, the MIB of the E-UTRA OTDOA reference cell whose SFN is acquired shall be considered decodable by the UE provided the PBCH demodulation requirements are met according to TS 36.101 [25].</w:t>
      </w:r>
    </w:p>
    <w:p w14:paraId="334A4055" w14:textId="77777777" w:rsidR="00352573" w:rsidRPr="008C6DE4" w:rsidRDefault="00352573" w:rsidP="00352573">
      <w:r w:rsidRPr="008C6DE4">
        <w:t>The requirement for acquiring the timing of the E-UTRA OTDOA reference cell within T</w:t>
      </w:r>
      <w:r w:rsidRPr="008C6DE4">
        <w:rPr>
          <w:vertAlign w:val="subscript"/>
          <w:lang w:val="en-US"/>
        </w:rPr>
        <w:t>RefCell,E-UTRAN</w:t>
      </w:r>
      <w:r w:rsidRPr="008C6DE4">
        <w:t xml:space="preserve"> is applicable when no DRX is used as well as when any of the DRX cycles specified in TS 38.331 [2] is used.</w:t>
      </w:r>
    </w:p>
    <w:p w14:paraId="11B75589" w14:textId="20FFBA78" w:rsidR="00140E53" w:rsidRPr="008C6DE4" w:rsidRDefault="00140E53" w:rsidP="00140E53">
      <w:r w:rsidRPr="008C6DE4">
        <w:t xml:space="preserve">When </w:t>
      </w:r>
      <w:r w:rsidRPr="008C6DE4">
        <w:rPr>
          <w:rFonts w:cs="v4.2.0"/>
        </w:rPr>
        <w:t>T</w:t>
      </w:r>
      <w:r w:rsidRPr="008C6DE4">
        <w:rPr>
          <w:rFonts w:cs="v4.2.0"/>
          <w:vertAlign w:val="subscript"/>
        </w:rPr>
        <w:t>MIB</w:t>
      </w:r>
      <w:r w:rsidRPr="008C6DE4">
        <w:rPr>
          <w:rFonts w:cs="v4.2.0"/>
        </w:rPr>
        <w:t xml:space="preserve">&gt;0 </w:t>
      </w:r>
      <w:r w:rsidRPr="008C6DE4">
        <w:t xml:space="preserve">and UE is using autonomous gaps during </w:t>
      </w:r>
      <w:r w:rsidRPr="008C6DE4">
        <w:rPr>
          <w:rFonts w:cs="v4.2.0"/>
        </w:rPr>
        <w:t>T</w:t>
      </w:r>
      <w:r w:rsidRPr="008C6DE4">
        <w:rPr>
          <w:rFonts w:cs="v4.2.0"/>
          <w:vertAlign w:val="subscript"/>
        </w:rPr>
        <w:t>MIB</w:t>
      </w:r>
      <w:r w:rsidRPr="008C6DE4">
        <w:t>, the UE shall transmit at least N</w:t>
      </w:r>
      <w:r w:rsidRPr="008C6DE4">
        <w:rPr>
          <w:vertAlign w:val="subscript"/>
        </w:rPr>
        <w:t>ACK/NACK, MIB, TDD</w:t>
      </w:r>
      <w:r w:rsidRPr="008C6DE4">
        <w:t xml:space="preserve"> ACK/NACKs </w:t>
      </w:r>
      <w:r w:rsidRPr="008C6DE4">
        <w:rPr>
          <w:lang w:eastAsia="zh-CN"/>
        </w:rPr>
        <w:t xml:space="preserve">on PCell, PSCell, and each of activated SCell(s) in the frequency range where the autonomous gaps are created, specified in Table 9.4.4.2.2.2-1. </w:t>
      </w:r>
      <w:r w:rsidRPr="008C6DE4">
        <w:t xml:space="preserve">When both </w:t>
      </w:r>
      <w:r w:rsidRPr="008C6DE4">
        <w:rPr>
          <w:rFonts w:cs="v4.2.0"/>
        </w:rPr>
        <w:t>T</w:t>
      </w:r>
      <w:r w:rsidRPr="008C6DE4">
        <w:rPr>
          <w:rFonts w:cs="v4.2.0"/>
          <w:vertAlign w:val="subscript"/>
        </w:rPr>
        <w:t>MIB</w:t>
      </w:r>
      <w:r w:rsidRPr="008C6DE4">
        <w:rPr>
          <w:rFonts w:cs="v4.2.0"/>
        </w:rPr>
        <w:t>&gt;0</w:t>
      </w:r>
      <w:r w:rsidRPr="008C6DE4">
        <w:t xml:space="preserve"> and </w:t>
      </w:r>
      <w:r w:rsidRPr="008C6DE4">
        <w:rPr>
          <w:rFonts w:cs="v4.2.0"/>
        </w:rPr>
        <w:t>T</w:t>
      </w:r>
      <w:r w:rsidRPr="008C6DE4">
        <w:rPr>
          <w:rFonts w:cs="v4.2.0"/>
          <w:vertAlign w:val="subscript"/>
        </w:rPr>
        <w:t>ECGI</w:t>
      </w:r>
      <w:r w:rsidRPr="008C6DE4">
        <w:rPr>
          <w:rFonts w:cs="v4.2.0"/>
        </w:rPr>
        <w:t xml:space="preserve">&gt;0 </w:t>
      </w:r>
      <w:r w:rsidRPr="008C6DE4">
        <w:t xml:space="preserve">and UE is using autonomous gaps during </w:t>
      </w:r>
      <w:r w:rsidRPr="008C6DE4">
        <w:rPr>
          <w:rFonts w:cs="v4.2.0"/>
        </w:rPr>
        <w:t>T</w:t>
      </w:r>
      <w:r w:rsidRPr="008C6DE4">
        <w:rPr>
          <w:rFonts w:cs="v4.2.0"/>
          <w:vertAlign w:val="subscript"/>
        </w:rPr>
        <w:t>MIB</w:t>
      </w:r>
      <w:r w:rsidRPr="008C6DE4">
        <w:rPr>
          <w:rFonts w:cs="v4.2.0"/>
        </w:rPr>
        <w:t>+T</w:t>
      </w:r>
      <w:r w:rsidRPr="008C6DE4">
        <w:rPr>
          <w:rFonts w:cs="v4.2.0"/>
          <w:vertAlign w:val="subscript"/>
        </w:rPr>
        <w:t>ECGI</w:t>
      </w:r>
      <w:r w:rsidRPr="008C6DE4">
        <w:t xml:space="preserve">, the UE shall transmit </w:t>
      </w:r>
      <w:r w:rsidRPr="008C6DE4">
        <w:rPr>
          <w:lang w:eastAsia="zh-CN"/>
        </w:rPr>
        <w:t xml:space="preserve">on PCell, PSCell, and each of activated SCell(s) in the frequency range where autonomous gaps are created </w:t>
      </w:r>
      <w:r w:rsidRPr="008C6DE4">
        <w:t>at least N</w:t>
      </w:r>
      <w:r w:rsidRPr="008C6DE4">
        <w:rPr>
          <w:vertAlign w:val="subscript"/>
        </w:rPr>
        <w:t>ACK/NACK, MIB+ECGI, TDD</w:t>
      </w:r>
      <w:r w:rsidRPr="008C6DE4">
        <w:t xml:space="preserve"> ACK/NACKs </w:t>
      </w:r>
      <w:r w:rsidRPr="008C6DE4">
        <w:rPr>
          <w:lang w:eastAsia="zh-CN"/>
        </w:rPr>
        <w:t>specified in Table 9.4.4.2.2.2-3, provided the OTDOA reference cell bandwidth is configured in the OTDOA assistance data [22, 27]. The requirements in Tables 9.4.4.2.2.2-1, 9.4.4.2.2.2-2 and 9.4.4.2.2.2-3 apply,</w:t>
      </w:r>
      <w:r w:rsidRPr="008C6DE4">
        <w:t xml:space="preserve"> provided that:</w:t>
      </w:r>
    </w:p>
    <w:p w14:paraId="137E2276" w14:textId="77777777" w:rsidR="00352573" w:rsidRPr="008C6DE4" w:rsidRDefault="00352573" w:rsidP="00352573">
      <w:pPr>
        <w:pStyle w:val="B10"/>
      </w:pPr>
      <w:r w:rsidRPr="008C6DE4">
        <w:t>-</w:t>
      </w:r>
      <w:r w:rsidRPr="008C6DE4">
        <w:tab/>
        <w:t>there is continuous DL data allocation,</w:t>
      </w:r>
    </w:p>
    <w:p w14:paraId="68FCD059" w14:textId="77777777" w:rsidR="00352573" w:rsidRPr="008C6DE4" w:rsidRDefault="00352573" w:rsidP="00352573">
      <w:pPr>
        <w:pStyle w:val="B10"/>
      </w:pPr>
      <w:r w:rsidRPr="008C6DE4">
        <w:t>-</w:t>
      </w:r>
      <w:r w:rsidRPr="008C6DE4">
        <w:tab/>
        <w:t>no DRX cycle is used,</w:t>
      </w:r>
    </w:p>
    <w:p w14:paraId="45D1CB1C" w14:textId="77777777" w:rsidR="00352573" w:rsidRPr="008C6DE4" w:rsidRDefault="00352573" w:rsidP="00352573">
      <w:pPr>
        <w:pStyle w:val="B10"/>
      </w:pPr>
      <w:r w:rsidRPr="008C6DE4">
        <w:t>-</w:t>
      </w:r>
      <w:r w:rsidRPr="008C6DE4">
        <w:tab/>
        <w:t>no measurement gaps are configured,</w:t>
      </w:r>
    </w:p>
    <w:p w14:paraId="1C69D6C7" w14:textId="77777777" w:rsidR="00352573" w:rsidRPr="008C6DE4" w:rsidRDefault="00352573" w:rsidP="00352573">
      <w:pPr>
        <w:pStyle w:val="B10"/>
      </w:pPr>
      <w:r w:rsidRPr="008C6DE4">
        <w:t>-</w:t>
      </w:r>
      <w:r w:rsidRPr="008C6DE4">
        <w:tab/>
        <w:t>only one code word is transmitted in each slot,</w:t>
      </w:r>
    </w:p>
    <w:p w14:paraId="23614F76" w14:textId="77777777" w:rsidR="00352573" w:rsidRPr="008C6DE4" w:rsidRDefault="00352573" w:rsidP="00352573">
      <w:pPr>
        <w:ind w:left="568" w:hanging="284"/>
      </w:pPr>
      <w:r w:rsidRPr="008C6DE4">
        <w:t>-</w:t>
      </w:r>
      <w:r w:rsidRPr="008C6DE4">
        <w:tab/>
        <w:t>2 slot ACK/NACK feedback is configured,</w:t>
      </w:r>
    </w:p>
    <w:p w14:paraId="67321A10" w14:textId="77777777" w:rsidR="00352573" w:rsidRPr="008C6DE4" w:rsidRDefault="00352573" w:rsidP="00352573">
      <w:pPr>
        <w:ind w:left="568" w:hanging="284"/>
      </w:pPr>
      <w:r w:rsidRPr="008C6DE4">
        <w:t>-</w:t>
      </w:r>
      <w:r w:rsidRPr="008C6DE4">
        <w:tab/>
        <w:t>20 ms SMTC period is configured,</w:t>
      </w:r>
    </w:p>
    <w:p w14:paraId="347B9766" w14:textId="77777777" w:rsidR="00A2217B" w:rsidRPr="008C6DE4" w:rsidRDefault="0033264D" w:rsidP="00A2217B">
      <w:pPr>
        <w:pStyle w:val="B10"/>
      </w:pPr>
      <w:r w:rsidRPr="008C6DE4">
        <w:t>-</w:t>
      </w:r>
      <w:r w:rsidRPr="008C6DE4">
        <w:tab/>
        <w:t>SSBs are transmitted in one slot within SMTC window.</w:t>
      </w:r>
    </w:p>
    <w:p w14:paraId="1DE55615" w14:textId="343D7343" w:rsidR="00352573" w:rsidRPr="008C6DE4" w:rsidRDefault="00352573" w:rsidP="00352573">
      <w:pPr>
        <w:keepNext/>
        <w:keepLines/>
        <w:spacing w:before="60"/>
        <w:jc w:val="center"/>
        <w:rPr>
          <w:rFonts w:ascii="Arial" w:hAnsi="Arial"/>
          <w:b/>
          <w:lang w:val="en-US"/>
        </w:rPr>
      </w:pPr>
      <w:r w:rsidRPr="008C6DE4">
        <w:rPr>
          <w:rFonts w:ascii="Arial" w:hAnsi="Arial"/>
          <w:b/>
        </w:rPr>
        <w:t xml:space="preserve">Table 9.4.4.2.2.2-1: Minimum number of ACK/NACKs transmitted by the UE during </w:t>
      </w:r>
      <w:r w:rsidRPr="008C6DE4">
        <w:rPr>
          <w:rFonts w:ascii="Arial" w:hAnsi="Arial"/>
          <w:b/>
          <w:lang w:val="en-US"/>
        </w:rPr>
        <w:t>T</w:t>
      </w:r>
      <w:r w:rsidRPr="008C6DE4">
        <w:rPr>
          <w:rFonts w:ascii="Arial" w:hAnsi="Arial"/>
          <w:b/>
          <w:vertAlign w:val="subscript"/>
          <w:lang w:val="en-US"/>
        </w:rPr>
        <w:t>MIB</w:t>
      </w:r>
    </w:p>
    <w:tbl>
      <w:tblPr>
        <w:tblW w:w="9103" w:type="dxa"/>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3"/>
        <w:gridCol w:w="3260"/>
        <w:gridCol w:w="3260"/>
      </w:tblGrid>
      <w:tr w:rsidR="00DD3199" w:rsidRPr="008C6DE4" w14:paraId="5960CE95" w14:textId="77777777" w:rsidTr="00867D3A">
        <w:trPr>
          <w:trHeight w:val="345"/>
        </w:trPr>
        <w:tc>
          <w:tcPr>
            <w:tcW w:w="2583" w:type="dxa"/>
            <w:vMerge w:val="restart"/>
            <w:shd w:val="clear" w:color="auto" w:fill="auto"/>
          </w:tcPr>
          <w:p w14:paraId="02242319" w14:textId="77777777" w:rsidR="00352573" w:rsidRPr="008C6DE4" w:rsidRDefault="00352573" w:rsidP="00867D3A">
            <w:pPr>
              <w:keepNext/>
              <w:keepLines/>
              <w:spacing w:after="0"/>
              <w:jc w:val="center"/>
              <w:rPr>
                <w:rFonts w:ascii="Arial" w:hAnsi="Arial"/>
                <w:b/>
                <w:sz w:val="18"/>
                <w:lang w:val="sv-SE"/>
              </w:rPr>
            </w:pPr>
            <w:r w:rsidRPr="008C6DE4">
              <w:rPr>
                <w:rFonts w:ascii="Arial" w:hAnsi="Arial"/>
                <w:b/>
                <w:sz w:val="18"/>
                <w:lang w:val="sv-SE"/>
              </w:rPr>
              <w:t>N</w:t>
            </w:r>
            <w:r w:rsidRPr="008C6DE4">
              <w:rPr>
                <w:rFonts w:ascii="Arial" w:hAnsi="Arial"/>
                <w:b/>
                <w:sz w:val="18"/>
                <w:vertAlign w:val="subscript"/>
                <w:lang w:val="sv-SE"/>
              </w:rPr>
              <w:t>ACK/NACK, MIB, TDD</w:t>
            </w:r>
          </w:p>
        </w:tc>
        <w:tc>
          <w:tcPr>
            <w:tcW w:w="6520" w:type="dxa"/>
            <w:gridSpan w:val="2"/>
          </w:tcPr>
          <w:p w14:paraId="3F6323CA" w14:textId="77777777" w:rsidR="00352573" w:rsidRPr="008C6DE4" w:rsidRDefault="00352573" w:rsidP="00867D3A">
            <w:pPr>
              <w:keepNext/>
              <w:keepLines/>
              <w:spacing w:after="0"/>
              <w:jc w:val="center"/>
              <w:rPr>
                <w:rFonts w:ascii="Arial" w:hAnsi="Arial"/>
                <w:b/>
                <w:sz w:val="18"/>
              </w:rPr>
            </w:pPr>
            <w:r w:rsidRPr="008C6DE4">
              <w:rPr>
                <w:rFonts w:ascii="Arial" w:hAnsi="Arial" w:cs="v4.2.0"/>
                <w:b/>
                <w:sz w:val="18"/>
                <w:lang w:val="en-US"/>
              </w:rPr>
              <w:t>Configuration of the serving cell in which the transmitted ACK/NACKs are counted</w:t>
            </w:r>
          </w:p>
        </w:tc>
      </w:tr>
      <w:tr w:rsidR="00DD3199" w:rsidRPr="008C6DE4" w14:paraId="1AA84097" w14:textId="77777777" w:rsidTr="00867D3A">
        <w:trPr>
          <w:trHeight w:val="345"/>
        </w:trPr>
        <w:tc>
          <w:tcPr>
            <w:tcW w:w="2583" w:type="dxa"/>
            <w:vMerge/>
            <w:shd w:val="clear" w:color="auto" w:fill="auto"/>
          </w:tcPr>
          <w:p w14:paraId="71E1FE92" w14:textId="77777777" w:rsidR="00352573" w:rsidRPr="008C6DE4" w:rsidRDefault="00352573" w:rsidP="00867D3A">
            <w:pPr>
              <w:keepNext/>
              <w:keepLines/>
              <w:spacing w:after="0"/>
              <w:jc w:val="center"/>
              <w:rPr>
                <w:rFonts w:ascii="Arial" w:hAnsi="Arial"/>
                <w:b/>
                <w:sz w:val="18"/>
              </w:rPr>
            </w:pPr>
          </w:p>
        </w:tc>
        <w:tc>
          <w:tcPr>
            <w:tcW w:w="3260" w:type="dxa"/>
          </w:tcPr>
          <w:p w14:paraId="05F01C15" w14:textId="77777777" w:rsidR="00352573" w:rsidRPr="008C6DE4" w:rsidRDefault="00352573" w:rsidP="00867D3A">
            <w:pPr>
              <w:keepNext/>
              <w:keepLines/>
              <w:spacing w:after="0"/>
              <w:jc w:val="center"/>
              <w:rPr>
                <w:rFonts w:ascii="Arial" w:hAnsi="Arial" w:cs="v4.2.0"/>
                <w:b/>
                <w:sz w:val="18"/>
                <w:lang w:val="en-US"/>
              </w:rPr>
            </w:pPr>
            <w:r w:rsidRPr="008C6DE4">
              <w:rPr>
                <w:rFonts w:ascii="Arial" w:hAnsi="Arial" w:cs="v4.2.0"/>
                <w:b/>
                <w:sz w:val="18"/>
                <w:lang w:val="en-US"/>
              </w:rPr>
              <w:t>Duplex mode configuration</w:t>
            </w:r>
          </w:p>
        </w:tc>
        <w:tc>
          <w:tcPr>
            <w:tcW w:w="3260" w:type="dxa"/>
          </w:tcPr>
          <w:p w14:paraId="6771FA9D" w14:textId="77777777" w:rsidR="00352573" w:rsidRPr="008C6DE4" w:rsidRDefault="00352573" w:rsidP="00867D3A">
            <w:pPr>
              <w:keepNext/>
              <w:keepLines/>
              <w:spacing w:after="0"/>
              <w:jc w:val="center"/>
              <w:rPr>
                <w:rFonts w:ascii="Arial" w:hAnsi="Arial" w:cs="v4.2.0"/>
                <w:b/>
                <w:sz w:val="18"/>
                <w:lang w:val="en-US"/>
              </w:rPr>
            </w:pPr>
            <w:r w:rsidRPr="008C6DE4">
              <w:rPr>
                <w:rFonts w:ascii="Arial" w:hAnsi="Arial" w:cs="v4.2.0"/>
                <w:b/>
                <w:sz w:val="18"/>
                <w:lang w:val="en-US"/>
              </w:rPr>
              <w:t>SCS</w:t>
            </w:r>
          </w:p>
        </w:tc>
      </w:tr>
      <w:tr w:rsidR="00DD3199" w:rsidRPr="008C6DE4" w14:paraId="1917EC1A" w14:textId="77777777" w:rsidTr="00867D3A">
        <w:tc>
          <w:tcPr>
            <w:tcW w:w="2583" w:type="dxa"/>
            <w:shd w:val="clear" w:color="auto" w:fill="auto"/>
            <w:vAlign w:val="center"/>
          </w:tcPr>
          <w:p w14:paraId="43C29561" w14:textId="77777777" w:rsidR="00352573" w:rsidRPr="008C6DE4" w:rsidRDefault="00352573" w:rsidP="00867D3A">
            <w:pPr>
              <w:keepNext/>
              <w:keepLines/>
              <w:spacing w:after="0"/>
              <w:jc w:val="center"/>
              <w:rPr>
                <w:rFonts w:ascii="Arial" w:hAnsi="Arial"/>
                <w:sz w:val="18"/>
              </w:rPr>
            </w:pPr>
            <w:r w:rsidRPr="008C6DE4">
              <w:rPr>
                <w:rFonts w:ascii="Arial" w:eastAsia="Calibri" w:hAnsi="Arial"/>
                <w:sz w:val="18"/>
                <w:szCs w:val="18"/>
              </w:rPr>
              <w:t>15</w:t>
            </w:r>
          </w:p>
        </w:tc>
        <w:tc>
          <w:tcPr>
            <w:tcW w:w="3260" w:type="dxa"/>
            <w:vAlign w:val="center"/>
          </w:tcPr>
          <w:p w14:paraId="1AE990BE"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FDD</w:t>
            </w:r>
          </w:p>
        </w:tc>
        <w:tc>
          <w:tcPr>
            <w:tcW w:w="3260" w:type="dxa"/>
            <w:vAlign w:val="center"/>
          </w:tcPr>
          <w:p w14:paraId="0D628F16"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15 kHz</w:t>
            </w:r>
          </w:p>
        </w:tc>
      </w:tr>
      <w:tr w:rsidR="00DD3199" w:rsidRPr="008C6DE4" w14:paraId="5708084D" w14:textId="77777777" w:rsidTr="00867D3A">
        <w:tc>
          <w:tcPr>
            <w:tcW w:w="2583" w:type="dxa"/>
            <w:shd w:val="clear" w:color="auto" w:fill="auto"/>
            <w:vAlign w:val="center"/>
          </w:tcPr>
          <w:p w14:paraId="45C96242" w14:textId="77777777" w:rsidR="00352573" w:rsidRPr="008C6DE4" w:rsidDel="009B6E16" w:rsidRDefault="00352573" w:rsidP="00867D3A">
            <w:pPr>
              <w:keepNext/>
              <w:keepLines/>
              <w:spacing w:after="0"/>
              <w:jc w:val="center"/>
              <w:rPr>
                <w:rFonts w:ascii="Arial" w:hAnsi="Arial"/>
                <w:sz w:val="18"/>
              </w:rPr>
            </w:pPr>
            <w:r w:rsidRPr="008C6DE4">
              <w:rPr>
                <w:rFonts w:ascii="Arial" w:eastAsia="Calibri" w:hAnsi="Arial"/>
                <w:sz w:val="18"/>
                <w:szCs w:val="18"/>
              </w:rPr>
              <w:t>39</w:t>
            </w:r>
          </w:p>
        </w:tc>
        <w:tc>
          <w:tcPr>
            <w:tcW w:w="3260" w:type="dxa"/>
            <w:vAlign w:val="center"/>
          </w:tcPr>
          <w:p w14:paraId="59CB5C63"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FDD</w:t>
            </w:r>
          </w:p>
        </w:tc>
        <w:tc>
          <w:tcPr>
            <w:tcW w:w="3260" w:type="dxa"/>
            <w:vAlign w:val="center"/>
          </w:tcPr>
          <w:p w14:paraId="69A416B5"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30 kHz</w:t>
            </w:r>
          </w:p>
        </w:tc>
      </w:tr>
      <w:tr w:rsidR="00DD3199" w:rsidRPr="008C6DE4" w14:paraId="278F3514" w14:textId="77777777" w:rsidTr="00867D3A">
        <w:tc>
          <w:tcPr>
            <w:tcW w:w="2583" w:type="dxa"/>
            <w:shd w:val="clear" w:color="auto" w:fill="auto"/>
            <w:vAlign w:val="center"/>
          </w:tcPr>
          <w:p w14:paraId="6A33570C" w14:textId="77777777" w:rsidR="00352573" w:rsidRPr="008C6DE4" w:rsidDel="009B6E16" w:rsidRDefault="00352573" w:rsidP="00867D3A">
            <w:pPr>
              <w:keepNext/>
              <w:keepLines/>
              <w:spacing w:after="0"/>
              <w:jc w:val="center"/>
              <w:rPr>
                <w:rFonts w:ascii="Arial" w:hAnsi="Arial"/>
                <w:sz w:val="18"/>
              </w:rPr>
            </w:pPr>
            <w:r w:rsidRPr="008C6DE4">
              <w:rPr>
                <w:rFonts w:ascii="Arial" w:eastAsia="Calibri" w:hAnsi="Arial"/>
                <w:sz w:val="18"/>
                <w:szCs w:val="18"/>
              </w:rPr>
              <w:t>85</w:t>
            </w:r>
          </w:p>
        </w:tc>
        <w:tc>
          <w:tcPr>
            <w:tcW w:w="3260" w:type="dxa"/>
            <w:vAlign w:val="center"/>
          </w:tcPr>
          <w:p w14:paraId="4E9F68D6"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FDD</w:t>
            </w:r>
          </w:p>
        </w:tc>
        <w:tc>
          <w:tcPr>
            <w:tcW w:w="3260" w:type="dxa"/>
            <w:vAlign w:val="center"/>
          </w:tcPr>
          <w:p w14:paraId="5485AEC9"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60 kHz</w:t>
            </w:r>
          </w:p>
        </w:tc>
      </w:tr>
      <w:tr w:rsidR="00DD3199" w:rsidRPr="008C6DE4" w14:paraId="17B9E7F0" w14:textId="77777777" w:rsidTr="00867D3A">
        <w:tc>
          <w:tcPr>
            <w:tcW w:w="2583" w:type="dxa"/>
            <w:shd w:val="clear" w:color="auto" w:fill="auto"/>
            <w:vAlign w:val="center"/>
          </w:tcPr>
          <w:p w14:paraId="3BF414DC" w14:textId="77777777" w:rsidR="00352573" w:rsidRPr="008C6DE4" w:rsidRDefault="00352573" w:rsidP="00867D3A">
            <w:pPr>
              <w:keepNext/>
              <w:keepLines/>
              <w:spacing w:after="0"/>
              <w:jc w:val="center"/>
              <w:rPr>
                <w:rFonts w:ascii="Arial" w:hAnsi="Arial"/>
                <w:sz w:val="18"/>
              </w:rPr>
            </w:pPr>
            <w:r w:rsidRPr="008C6DE4">
              <w:rPr>
                <w:rFonts w:ascii="Arial" w:eastAsia="Calibri" w:hAnsi="Arial"/>
                <w:sz w:val="18"/>
                <w:szCs w:val="18"/>
                <w:lang w:val="sv-SE"/>
              </w:rPr>
              <w:t>0</w:t>
            </w:r>
          </w:p>
        </w:tc>
        <w:tc>
          <w:tcPr>
            <w:tcW w:w="3260" w:type="dxa"/>
            <w:vAlign w:val="center"/>
          </w:tcPr>
          <w:p w14:paraId="1DD11889"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 xml:space="preserve">TDD </w:t>
            </w:r>
            <w:r w:rsidRPr="008C6DE4">
              <w:rPr>
                <w:rFonts w:ascii="Arial" w:hAnsi="Arial"/>
                <w:sz w:val="18"/>
                <w:vertAlign w:val="superscript"/>
                <w:lang w:val="sv-SE"/>
              </w:rPr>
              <w:t>Note 1</w:t>
            </w:r>
          </w:p>
        </w:tc>
        <w:tc>
          <w:tcPr>
            <w:tcW w:w="3260" w:type="dxa"/>
            <w:vAlign w:val="center"/>
          </w:tcPr>
          <w:p w14:paraId="79A706B9"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15 kHz</w:t>
            </w:r>
          </w:p>
        </w:tc>
      </w:tr>
      <w:tr w:rsidR="00DD3199" w:rsidRPr="008C6DE4" w14:paraId="79D3FE7B" w14:textId="77777777" w:rsidTr="00867D3A">
        <w:tc>
          <w:tcPr>
            <w:tcW w:w="2583" w:type="dxa"/>
            <w:shd w:val="clear" w:color="auto" w:fill="auto"/>
            <w:vAlign w:val="center"/>
          </w:tcPr>
          <w:p w14:paraId="5203980F" w14:textId="77777777" w:rsidR="00352573" w:rsidRPr="008C6DE4" w:rsidDel="009B6E16" w:rsidRDefault="00352573" w:rsidP="00867D3A">
            <w:pPr>
              <w:keepNext/>
              <w:keepLines/>
              <w:spacing w:after="0"/>
              <w:jc w:val="center"/>
              <w:rPr>
                <w:rFonts w:ascii="Arial" w:hAnsi="Arial"/>
                <w:sz w:val="18"/>
              </w:rPr>
            </w:pPr>
            <w:r w:rsidRPr="008C6DE4">
              <w:rPr>
                <w:rFonts w:ascii="Arial" w:eastAsia="Calibri" w:hAnsi="Arial"/>
                <w:sz w:val="18"/>
                <w:szCs w:val="18"/>
                <w:lang w:val="sv-SE"/>
              </w:rPr>
              <w:t>4</w:t>
            </w:r>
          </w:p>
        </w:tc>
        <w:tc>
          <w:tcPr>
            <w:tcW w:w="3260" w:type="dxa"/>
            <w:vAlign w:val="center"/>
          </w:tcPr>
          <w:p w14:paraId="6EED684A"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 xml:space="preserve">TDD </w:t>
            </w:r>
            <w:r w:rsidRPr="008C6DE4">
              <w:rPr>
                <w:rFonts w:ascii="Arial" w:hAnsi="Arial"/>
                <w:sz w:val="18"/>
                <w:vertAlign w:val="superscript"/>
                <w:lang w:val="sv-SE"/>
              </w:rPr>
              <w:t>Note 1</w:t>
            </w:r>
          </w:p>
        </w:tc>
        <w:tc>
          <w:tcPr>
            <w:tcW w:w="3260" w:type="dxa"/>
            <w:vAlign w:val="center"/>
          </w:tcPr>
          <w:p w14:paraId="24C6CDDB"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30 kHz</w:t>
            </w:r>
          </w:p>
        </w:tc>
      </w:tr>
      <w:tr w:rsidR="00DD3199" w:rsidRPr="008C6DE4" w14:paraId="27015F43" w14:textId="77777777" w:rsidTr="00867D3A">
        <w:tc>
          <w:tcPr>
            <w:tcW w:w="2583" w:type="dxa"/>
            <w:shd w:val="clear" w:color="auto" w:fill="auto"/>
            <w:vAlign w:val="center"/>
          </w:tcPr>
          <w:p w14:paraId="54D6B02A" w14:textId="77777777" w:rsidR="00352573" w:rsidRPr="008C6DE4" w:rsidDel="009B6E16" w:rsidRDefault="00352573" w:rsidP="00867D3A">
            <w:pPr>
              <w:keepNext/>
              <w:keepLines/>
              <w:spacing w:after="0"/>
              <w:jc w:val="center"/>
              <w:rPr>
                <w:rFonts w:ascii="Arial" w:hAnsi="Arial"/>
                <w:sz w:val="18"/>
              </w:rPr>
            </w:pPr>
            <w:r w:rsidRPr="008C6DE4">
              <w:rPr>
                <w:rFonts w:ascii="Arial" w:eastAsia="Calibri" w:hAnsi="Arial"/>
                <w:sz w:val="18"/>
                <w:szCs w:val="18"/>
                <w:lang w:val="sv-SE"/>
              </w:rPr>
              <w:t>12</w:t>
            </w:r>
          </w:p>
        </w:tc>
        <w:tc>
          <w:tcPr>
            <w:tcW w:w="3260" w:type="dxa"/>
            <w:vAlign w:val="center"/>
          </w:tcPr>
          <w:p w14:paraId="4B312249"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 xml:space="preserve">TDD </w:t>
            </w:r>
            <w:r w:rsidRPr="008C6DE4">
              <w:rPr>
                <w:rFonts w:ascii="Arial" w:hAnsi="Arial"/>
                <w:sz w:val="18"/>
                <w:vertAlign w:val="superscript"/>
                <w:lang w:val="sv-SE"/>
              </w:rPr>
              <w:t>Note 1</w:t>
            </w:r>
          </w:p>
        </w:tc>
        <w:tc>
          <w:tcPr>
            <w:tcW w:w="3260" w:type="dxa"/>
            <w:vAlign w:val="center"/>
          </w:tcPr>
          <w:p w14:paraId="36FD1AFE"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60 kHz</w:t>
            </w:r>
          </w:p>
        </w:tc>
      </w:tr>
      <w:tr w:rsidR="00DD3199" w:rsidRPr="008C6DE4" w14:paraId="650662BD" w14:textId="77777777" w:rsidTr="00867D3A">
        <w:tc>
          <w:tcPr>
            <w:tcW w:w="2583" w:type="dxa"/>
            <w:shd w:val="clear" w:color="auto" w:fill="auto"/>
            <w:vAlign w:val="center"/>
          </w:tcPr>
          <w:p w14:paraId="7AB050C6" w14:textId="2981251A" w:rsidR="00352573" w:rsidRPr="008C6DE4" w:rsidRDefault="00352573" w:rsidP="00867D3A">
            <w:pPr>
              <w:keepNext/>
              <w:keepLines/>
              <w:spacing w:after="0"/>
              <w:jc w:val="center"/>
              <w:rPr>
                <w:rFonts w:ascii="Arial" w:eastAsia="Malgun Gothic" w:hAnsi="Arial"/>
                <w:sz w:val="18"/>
                <w:szCs w:val="18"/>
                <w:lang w:val="sv-SE" w:eastAsia="zh-CN"/>
              </w:rPr>
            </w:pPr>
            <w:r w:rsidRPr="008C6DE4">
              <w:rPr>
                <w:rFonts w:ascii="Arial" w:eastAsia="Calibri" w:hAnsi="Arial"/>
                <w:sz w:val="18"/>
                <w:szCs w:val="18"/>
                <w:lang w:val="sv-SE"/>
              </w:rPr>
              <w:t>46</w:t>
            </w:r>
          </w:p>
        </w:tc>
        <w:tc>
          <w:tcPr>
            <w:tcW w:w="3260" w:type="dxa"/>
            <w:vAlign w:val="center"/>
          </w:tcPr>
          <w:p w14:paraId="5917A80D" w14:textId="77777777" w:rsidR="00352573" w:rsidRPr="008C6DE4" w:rsidRDefault="00352573" w:rsidP="00867D3A">
            <w:pPr>
              <w:keepNext/>
              <w:keepLines/>
              <w:spacing w:after="0"/>
              <w:jc w:val="center"/>
              <w:rPr>
                <w:rFonts w:ascii="Arial" w:hAnsi="Arial"/>
                <w:sz w:val="18"/>
                <w:lang w:val="sv-SE" w:eastAsia="zh-CN"/>
              </w:rPr>
            </w:pPr>
            <w:r w:rsidRPr="008C6DE4">
              <w:rPr>
                <w:rFonts w:ascii="Arial" w:hAnsi="Arial"/>
                <w:sz w:val="18"/>
                <w:lang w:val="sv-SE"/>
              </w:rPr>
              <w:t xml:space="preserve">TDD </w:t>
            </w:r>
            <w:r w:rsidRPr="008C6DE4">
              <w:rPr>
                <w:rFonts w:ascii="Arial" w:hAnsi="Arial"/>
                <w:sz w:val="18"/>
                <w:vertAlign w:val="superscript"/>
                <w:lang w:val="sv-SE"/>
              </w:rPr>
              <w:t>Note 2</w:t>
            </w:r>
          </w:p>
        </w:tc>
        <w:tc>
          <w:tcPr>
            <w:tcW w:w="3260" w:type="dxa"/>
            <w:vAlign w:val="center"/>
          </w:tcPr>
          <w:p w14:paraId="7B96D8C1"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60 kHz</w:t>
            </w:r>
          </w:p>
        </w:tc>
      </w:tr>
      <w:tr w:rsidR="00DD3199" w:rsidRPr="008C6DE4" w14:paraId="72EFC17B" w14:textId="77777777" w:rsidTr="00867D3A">
        <w:tc>
          <w:tcPr>
            <w:tcW w:w="2583" w:type="dxa"/>
            <w:shd w:val="clear" w:color="auto" w:fill="auto"/>
            <w:vAlign w:val="center"/>
          </w:tcPr>
          <w:p w14:paraId="4106EBF7" w14:textId="74C88300" w:rsidR="00352573" w:rsidRPr="008C6DE4" w:rsidRDefault="00352573" w:rsidP="00867D3A">
            <w:pPr>
              <w:keepNext/>
              <w:keepLines/>
              <w:spacing w:after="0"/>
              <w:jc w:val="center"/>
              <w:rPr>
                <w:rFonts w:ascii="Arial" w:eastAsia="Calibri" w:hAnsi="Arial"/>
                <w:sz w:val="18"/>
                <w:szCs w:val="18"/>
                <w:lang w:val="sv-SE"/>
              </w:rPr>
            </w:pPr>
            <w:r w:rsidRPr="008C6DE4">
              <w:rPr>
                <w:rFonts w:ascii="Arial" w:eastAsia="Calibri" w:hAnsi="Arial"/>
                <w:sz w:val="18"/>
                <w:szCs w:val="18"/>
                <w:lang w:val="sv-SE"/>
              </w:rPr>
              <w:t>104</w:t>
            </w:r>
          </w:p>
        </w:tc>
        <w:tc>
          <w:tcPr>
            <w:tcW w:w="3260" w:type="dxa"/>
            <w:vAlign w:val="center"/>
          </w:tcPr>
          <w:p w14:paraId="41972D82"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 xml:space="preserve">TDD </w:t>
            </w:r>
            <w:r w:rsidRPr="008C6DE4">
              <w:rPr>
                <w:rFonts w:ascii="Arial" w:hAnsi="Arial"/>
                <w:sz w:val="18"/>
                <w:vertAlign w:val="superscript"/>
                <w:lang w:val="sv-SE"/>
              </w:rPr>
              <w:t>Note 2</w:t>
            </w:r>
          </w:p>
        </w:tc>
        <w:tc>
          <w:tcPr>
            <w:tcW w:w="3260" w:type="dxa"/>
            <w:vAlign w:val="center"/>
          </w:tcPr>
          <w:p w14:paraId="5FB9B8B4"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120 kHz</w:t>
            </w:r>
          </w:p>
        </w:tc>
      </w:tr>
      <w:tr w:rsidR="00352573" w:rsidRPr="008C6DE4" w14:paraId="0BCE97EC" w14:textId="77777777" w:rsidTr="00867D3A">
        <w:tc>
          <w:tcPr>
            <w:tcW w:w="9103" w:type="dxa"/>
            <w:gridSpan w:val="3"/>
            <w:shd w:val="clear" w:color="auto" w:fill="auto"/>
            <w:vAlign w:val="center"/>
          </w:tcPr>
          <w:p w14:paraId="72DE81B1" w14:textId="77777777" w:rsidR="00352573" w:rsidRPr="008C6DE4" w:rsidRDefault="00352573" w:rsidP="00867D3A">
            <w:pPr>
              <w:keepNext/>
              <w:keepLines/>
              <w:spacing w:after="0"/>
              <w:ind w:left="851" w:hanging="851"/>
              <w:rPr>
                <w:rFonts w:ascii="Arial" w:hAnsi="Arial"/>
                <w:sz w:val="18"/>
                <w:lang w:val="en-US"/>
              </w:rPr>
            </w:pPr>
            <w:r w:rsidRPr="008C6DE4">
              <w:rPr>
                <w:rFonts w:ascii="Arial" w:hAnsi="Arial"/>
                <w:sz w:val="18"/>
                <w:lang w:val="en-US"/>
              </w:rPr>
              <w:t>NOTE 1:</w:t>
            </w:r>
            <w:r w:rsidRPr="008C6DE4">
              <w:rPr>
                <w:rFonts w:ascii="Arial" w:hAnsi="Arial"/>
                <w:sz w:val="24"/>
                <w:lang w:val="en-US"/>
              </w:rPr>
              <w:tab/>
            </w:r>
            <w:r w:rsidRPr="008C6DE4">
              <w:rPr>
                <w:rFonts w:ascii="Arial" w:hAnsi="Arial"/>
                <w:sz w:val="18"/>
                <w:lang w:val="en-US"/>
              </w:rPr>
              <w:t>TDD UL-DL configuration is as specified in Table A.3.3.1-1 of TS 38.101-1 [18].</w:t>
            </w:r>
          </w:p>
          <w:p w14:paraId="5D2266CC" w14:textId="77777777" w:rsidR="00352573" w:rsidRPr="008C6DE4" w:rsidRDefault="00352573" w:rsidP="00867D3A">
            <w:pPr>
              <w:keepNext/>
              <w:keepLines/>
              <w:spacing w:after="0"/>
              <w:ind w:left="851" w:hanging="851"/>
              <w:rPr>
                <w:rFonts w:ascii="Arial" w:hAnsi="Arial"/>
                <w:sz w:val="18"/>
                <w:lang w:val="en-US"/>
              </w:rPr>
            </w:pPr>
            <w:r w:rsidRPr="008C6DE4">
              <w:rPr>
                <w:rFonts w:ascii="Arial" w:hAnsi="Arial"/>
                <w:sz w:val="18"/>
                <w:lang w:val="en-US"/>
              </w:rPr>
              <w:t>NOTE 2:</w:t>
            </w:r>
            <w:r w:rsidRPr="008C6DE4">
              <w:rPr>
                <w:rFonts w:ascii="Arial" w:hAnsi="Arial"/>
                <w:sz w:val="18"/>
                <w:lang w:val="en-US"/>
              </w:rPr>
              <w:tab/>
              <w:t>TDD UL-DL configuration is as specified in Table A.3.3.1-1 of TS 38.101-2 [19].</w:t>
            </w:r>
          </w:p>
        </w:tc>
      </w:tr>
    </w:tbl>
    <w:p w14:paraId="0FA6FD39" w14:textId="77777777" w:rsidR="00352573" w:rsidRPr="008C6DE4" w:rsidRDefault="00352573" w:rsidP="00352573"/>
    <w:p w14:paraId="5F266189" w14:textId="4864D150" w:rsidR="00352573" w:rsidRPr="008C6DE4" w:rsidRDefault="00140E53" w:rsidP="00352573">
      <w:pPr>
        <w:rPr>
          <w:i/>
        </w:rPr>
      </w:pPr>
      <w:r w:rsidRPr="008C6DE4">
        <w:rPr>
          <w:rFonts w:ascii="Arial" w:hAnsi="Arial" w:cs="Arial"/>
          <w:b/>
        </w:rPr>
        <w:t xml:space="preserve">Table 9.4.4.2.2.2-2: </w:t>
      </w:r>
      <w:r>
        <w:rPr>
          <w:rFonts w:ascii="Arial" w:hAnsi="Arial" w:cs="Arial"/>
          <w:b/>
        </w:rPr>
        <w:t>Void</w:t>
      </w:r>
    </w:p>
    <w:p w14:paraId="5F72AE93" w14:textId="19577FE0" w:rsidR="00B76E97" w:rsidRPr="008C6DE4" w:rsidRDefault="00B76E97" w:rsidP="00B76E97">
      <w:pPr>
        <w:keepNext/>
        <w:keepLines/>
        <w:spacing w:before="60"/>
        <w:jc w:val="center"/>
        <w:rPr>
          <w:rFonts w:ascii="Arial" w:hAnsi="Arial"/>
          <w:b/>
          <w:vertAlign w:val="subscript"/>
          <w:lang w:val="en-US"/>
        </w:rPr>
      </w:pPr>
      <w:r w:rsidRPr="008C6DE4">
        <w:rPr>
          <w:rFonts w:ascii="Arial" w:hAnsi="Arial"/>
          <w:b/>
        </w:rPr>
        <w:t xml:space="preserve">Table 9.4.4.2.2.2-3: Minimum number of ACK/NACKs transmitted by the UE during </w:t>
      </w:r>
      <w:r w:rsidRPr="008C6DE4">
        <w:rPr>
          <w:rFonts w:ascii="Arial" w:hAnsi="Arial"/>
          <w:b/>
          <w:lang w:val="en-US"/>
        </w:rPr>
        <w:t>T</w:t>
      </w:r>
      <w:r w:rsidRPr="008C6DE4">
        <w:rPr>
          <w:rFonts w:ascii="Arial" w:hAnsi="Arial"/>
          <w:b/>
          <w:vertAlign w:val="subscript"/>
          <w:lang w:val="en-US"/>
        </w:rPr>
        <w:t>MIB</w:t>
      </w:r>
      <w:r w:rsidRPr="008C6DE4">
        <w:rPr>
          <w:rFonts w:ascii="Arial" w:hAnsi="Arial"/>
          <w:b/>
        </w:rPr>
        <w:t>+</w:t>
      </w:r>
      <w:r w:rsidRPr="008C6DE4">
        <w:rPr>
          <w:rFonts w:ascii="Arial" w:hAnsi="Arial"/>
          <w:b/>
          <w:lang w:val="en-US"/>
        </w:rPr>
        <w:t>T</w:t>
      </w:r>
      <w:r w:rsidRPr="008C6DE4">
        <w:rPr>
          <w:rFonts w:ascii="Arial" w:hAnsi="Arial"/>
          <w:b/>
          <w:vertAlign w:val="subscript"/>
          <w:lang w:val="en-US"/>
        </w:rPr>
        <w:t>ECGI</w:t>
      </w:r>
    </w:p>
    <w:tbl>
      <w:tblPr>
        <w:tblW w:w="9103" w:type="dxa"/>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3"/>
        <w:gridCol w:w="3260"/>
        <w:gridCol w:w="3260"/>
      </w:tblGrid>
      <w:tr w:rsidR="00DD3199" w:rsidRPr="008C6DE4" w14:paraId="51FF323B" w14:textId="77777777" w:rsidTr="00867D3A">
        <w:trPr>
          <w:trHeight w:val="345"/>
        </w:trPr>
        <w:tc>
          <w:tcPr>
            <w:tcW w:w="2583" w:type="dxa"/>
            <w:vMerge w:val="restart"/>
            <w:shd w:val="clear" w:color="auto" w:fill="auto"/>
          </w:tcPr>
          <w:p w14:paraId="552A2FAE" w14:textId="77777777" w:rsidR="00352573" w:rsidRPr="008C6DE4" w:rsidRDefault="00352573" w:rsidP="00867D3A">
            <w:pPr>
              <w:keepNext/>
              <w:keepLines/>
              <w:spacing w:after="0"/>
              <w:jc w:val="center"/>
              <w:rPr>
                <w:rFonts w:ascii="Arial" w:hAnsi="Arial"/>
                <w:b/>
                <w:sz w:val="18"/>
                <w:lang w:val="sv-SE"/>
              </w:rPr>
            </w:pPr>
            <w:r w:rsidRPr="008C6DE4">
              <w:rPr>
                <w:rFonts w:ascii="Arial" w:hAnsi="Arial"/>
                <w:b/>
                <w:sz w:val="18"/>
                <w:lang w:val="sv-SE"/>
              </w:rPr>
              <w:t>N</w:t>
            </w:r>
            <w:r w:rsidRPr="008C6DE4">
              <w:rPr>
                <w:rFonts w:ascii="Arial" w:hAnsi="Arial"/>
                <w:b/>
                <w:sz w:val="18"/>
                <w:vertAlign w:val="subscript"/>
                <w:lang w:val="sv-SE"/>
              </w:rPr>
              <w:t>ACK/NACK, MIB+ECGI, TDD</w:t>
            </w:r>
          </w:p>
        </w:tc>
        <w:tc>
          <w:tcPr>
            <w:tcW w:w="6520" w:type="dxa"/>
            <w:gridSpan w:val="2"/>
          </w:tcPr>
          <w:p w14:paraId="4E73F808" w14:textId="77777777" w:rsidR="00352573" w:rsidRPr="008C6DE4" w:rsidRDefault="00352573" w:rsidP="00867D3A">
            <w:pPr>
              <w:keepNext/>
              <w:keepLines/>
              <w:spacing w:after="0"/>
              <w:jc w:val="center"/>
              <w:rPr>
                <w:rFonts w:ascii="Arial" w:hAnsi="Arial"/>
                <w:b/>
                <w:sz w:val="18"/>
              </w:rPr>
            </w:pPr>
            <w:r w:rsidRPr="008C6DE4">
              <w:rPr>
                <w:rFonts w:ascii="Arial" w:hAnsi="Arial" w:cs="v4.2.0"/>
                <w:b/>
                <w:sz w:val="18"/>
                <w:lang w:val="en-US"/>
              </w:rPr>
              <w:t>Configuration of the serving cell in which the transmitted ACK/NACKs are counted</w:t>
            </w:r>
          </w:p>
        </w:tc>
      </w:tr>
      <w:tr w:rsidR="00DD3199" w:rsidRPr="008C6DE4" w14:paraId="41E1960D" w14:textId="77777777" w:rsidTr="00867D3A">
        <w:trPr>
          <w:trHeight w:val="345"/>
        </w:trPr>
        <w:tc>
          <w:tcPr>
            <w:tcW w:w="2583" w:type="dxa"/>
            <w:vMerge/>
            <w:shd w:val="clear" w:color="auto" w:fill="auto"/>
          </w:tcPr>
          <w:p w14:paraId="4636EDC8" w14:textId="77777777" w:rsidR="00352573" w:rsidRPr="008C6DE4" w:rsidRDefault="00352573" w:rsidP="00867D3A">
            <w:pPr>
              <w:keepNext/>
              <w:keepLines/>
              <w:spacing w:after="0"/>
              <w:jc w:val="center"/>
              <w:rPr>
                <w:rFonts w:ascii="Arial" w:hAnsi="Arial"/>
                <w:b/>
                <w:sz w:val="18"/>
              </w:rPr>
            </w:pPr>
          </w:p>
        </w:tc>
        <w:tc>
          <w:tcPr>
            <w:tcW w:w="3260" w:type="dxa"/>
          </w:tcPr>
          <w:p w14:paraId="444CDE28" w14:textId="77777777" w:rsidR="00352573" w:rsidRPr="008C6DE4" w:rsidRDefault="00352573" w:rsidP="00867D3A">
            <w:pPr>
              <w:keepNext/>
              <w:keepLines/>
              <w:spacing w:after="0"/>
              <w:jc w:val="center"/>
              <w:rPr>
                <w:rFonts w:ascii="Arial" w:hAnsi="Arial" w:cs="v4.2.0"/>
                <w:b/>
                <w:sz w:val="18"/>
                <w:lang w:val="en-US"/>
              </w:rPr>
            </w:pPr>
            <w:r w:rsidRPr="008C6DE4">
              <w:rPr>
                <w:rFonts w:ascii="Arial" w:hAnsi="Arial" w:cs="v4.2.0"/>
                <w:b/>
                <w:sz w:val="18"/>
                <w:lang w:val="en-US"/>
              </w:rPr>
              <w:t>Duplex mode configuration</w:t>
            </w:r>
          </w:p>
        </w:tc>
        <w:tc>
          <w:tcPr>
            <w:tcW w:w="3260" w:type="dxa"/>
          </w:tcPr>
          <w:p w14:paraId="53F38FD4" w14:textId="77777777" w:rsidR="00352573" w:rsidRPr="008C6DE4" w:rsidRDefault="00352573" w:rsidP="00867D3A">
            <w:pPr>
              <w:keepNext/>
              <w:keepLines/>
              <w:spacing w:after="0"/>
              <w:jc w:val="center"/>
              <w:rPr>
                <w:rFonts w:ascii="Arial" w:hAnsi="Arial" w:cs="v4.2.0"/>
                <w:b/>
                <w:sz w:val="18"/>
                <w:lang w:val="en-US"/>
              </w:rPr>
            </w:pPr>
            <w:r w:rsidRPr="008C6DE4">
              <w:rPr>
                <w:rFonts w:ascii="Arial" w:hAnsi="Arial" w:cs="v4.2.0"/>
                <w:b/>
                <w:sz w:val="18"/>
                <w:lang w:val="en-US"/>
              </w:rPr>
              <w:t>SCS</w:t>
            </w:r>
          </w:p>
        </w:tc>
      </w:tr>
      <w:tr w:rsidR="00DD3199" w:rsidRPr="008C6DE4" w14:paraId="4F3A9C27" w14:textId="77777777" w:rsidTr="00867D3A">
        <w:tc>
          <w:tcPr>
            <w:tcW w:w="2583" w:type="dxa"/>
            <w:shd w:val="clear" w:color="auto" w:fill="auto"/>
          </w:tcPr>
          <w:p w14:paraId="064648FE" w14:textId="1E9A4B87" w:rsidR="00352573" w:rsidRPr="008C6DE4" w:rsidRDefault="00352573" w:rsidP="00867D3A">
            <w:pPr>
              <w:keepNext/>
              <w:keepLines/>
              <w:spacing w:after="0"/>
              <w:jc w:val="center"/>
              <w:rPr>
                <w:rFonts w:ascii="Arial" w:hAnsi="Arial"/>
                <w:sz w:val="18"/>
              </w:rPr>
            </w:pPr>
            <w:r w:rsidRPr="008C6DE4">
              <w:rPr>
                <w:rFonts w:ascii="Arial" w:eastAsia="Calibri" w:hAnsi="Arial"/>
                <w:sz w:val="18"/>
                <w:szCs w:val="18"/>
              </w:rPr>
              <w:t>84</w:t>
            </w:r>
          </w:p>
        </w:tc>
        <w:tc>
          <w:tcPr>
            <w:tcW w:w="3260" w:type="dxa"/>
            <w:vAlign w:val="center"/>
          </w:tcPr>
          <w:p w14:paraId="516AEAB3"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FDD</w:t>
            </w:r>
          </w:p>
        </w:tc>
        <w:tc>
          <w:tcPr>
            <w:tcW w:w="3260" w:type="dxa"/>
            <w:vAlign w:val="center"/>
          </w:tcPr>
          <w:p w14:paraId="0DBAB83C"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15 kHz</w:t>
            </w:r>
          </w:p>
        </w:tc>
      </w:tr>
      <w:tr w:rsidR="00DD3199" w:rsidRPr="008C6DE4" w14:paraId="3E6D8BD5" w14:textId="77777777" w:rsidTr="00867D3A">
        <w:tc>
          <w:tcPr>
            <w:tcW w:w="2583" w:type="dxa"/>
            <w:shd w:val="clear" w:color="auto" w:fill="auto"/>
          </w:tcPr>
          <w:p w14:paraId="16857384" w14:textId="3E81DDE7" w:rsidR="00352573" w:rsidRPr="008C6DE4" w:rsidDel="009B6E16" w:rsidRDefault="00352573" w:rsidP="00867D3A">
            <w:pPr>
              <w:keepNext/>
              <w:keepLines/>
              <w:spacing w:after="0"/>
              <w:jc w:val="center"/>
              <w:rPr>
                <w:rFonts w:ascii="Arial" w:hAnsi="Arial"/>
                <w:sz w:val="18"/>
              </w:rPr>
            </w:pPr>
            <w:r w:rsidRPr="008C6DE4">
              <w:rPr>
                <w:rFonts w:ascii="Arial" w:eastAsia="Calibri" w:hAnsi="Arial"/>
                <w:sz w:val="18"/>
                <w:szCs w:val="18"/>
              </w:rPr>
              <w:t>193</w:t>
            </w:r>
          </w:p>
        </w:tc>
        <w:tc>
          <w:tcPr>
            <w:tcW w:w="3260" w:type="dxa"/>
            <w:vAlign w:val="center"/>
          </w:tcPr>
          <w:p w14:paraId="18AD3F49"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FDD</w:t>
            </w:r>
          </w:p>
        </w:tc>
        <w:tc>
          <w:tcPr>
            <w:tcW w:w="3260" w:type="dxa"/>
            <w:vAlign w:val="center"/>
          </w:tcPr>
          <w:p w14:paraId="49618D10"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30 kHz</w:t>
            </w:r>
          </w:p>
        </w:tc>
      </w:tr>
      <w:tr w:rsidR="00DD3199" w:rsidRPr="008C6DE4" w14:paraId="54765E80" w14:textId="77777777" w:rsidTr="00867D3A">
        <w:tc>
          <w:tcPr>
            <w:tcW w:w="2583" w:type="dxa"/>
            <w:shd w:val="clear" w:color="auto" w:fill="auto"/>
          </w:tcPr>
          <w:p w14:paraId="0B9A4F3C" w14:textId="5E991F7E" w:rsidR="00352573" w:rsidRPr="008C6DE4" w:rsidDel="009B6E16" w:rsidRDefault="00352573" w:rsidP="00867D3A">
            <w:pPr>
              <w:keepNext/>
              <w:keepLines/>
              <w:spacing w:after="0"/>
              <w:jc w:val="center"/>
              <w:rPr>
                <w:rFonts w:ascii="Arial" w:hAnsi="Arial"/>
                <w:sz w:val="18"/>
              </w:rPr>
            </w:pPr>
            <w:r w:rsidRPr="008C6DE4" w:rsidDel="006E5E9D">
              <w:rPr>
                <w:rFonts w:ascii="Arial" w:eastAsia="Calibri" w:hAnsi="Arial"/>
                <w:sz w:val="18"/>
                <w:szCs w:val="18"/>
              </w:rPr>
              <w:t xml:space="preserve"> </w:t>
            </w:r>
            <w:r w:rsidRPr="008C6DE4">
              <w:rPr>
                <w:rFonts w:ascii="Arial" w:eastAsia="Calibri" w:hAnsi="Arial"/>
                <w:sz w:val="18"/>
                <w:szCs w:val="18"/>
              </w:rPr>
              <w:t>402</w:t>
            </w:r>
          </w:p>
        </w:tc>
        <w:tc>
          <w:tcPr>
            <w:tcW w:w="3260" w:type="dxa"/>
            <w:vAlign w:val="center"/>
          </w:tcPr>
          <w:p w14:paraId="39DE7701"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FDD</w:t>
            </w:r>
          </w:p>
        </w:tc>
        <w:tc>
          <w:tcPr>
            <w:tcW w:w="3260" w:type="dxa"/>
            <w:vAlign w:val="center"/>
          </w:tcPr>
          <w:p w14:paraId="268842C6"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60 kHz</w:t>
            </w:r>
          </w:p>
        </w:tc>
      </w:tr>
      <w:tr w:rsidR="00DD3199" w:rsidRPr="008C6DE4" w14:paraId="16A559B3" w14:textId="77777777" w:rsidTr="00867D3A">
        <w:tc>
          <w:tcPr>
            <w:tcW w:w="2583" w:type="dxa"/>
            <w:shd w:val="clear" w:color="auto" w:fill="auto"/>
          </w:tcPr>
          <w:p w14:paraId="5C1433A8" w14:textId="1F3BD6B1" w:rsidR="00352573" w:rsidRPr="008C6DE4" w:rsidRDefault="00352573" w:rsidP="00867D3A">
            <w:pPr>
              <w:keepNext/>
              <w:keepLines/>
              <w:spacing w:after="0"/>
              <w:jc w:val="center"/>
              <w:rPr>
                <w:rFonts w:ascii="Arial" w:hAnsi="Arial"/>
                <w:sz w:val="18"/>
              </w:rPr>
            </w:pPr>
            <w:r w:rsidRPr="008C6DE4">
              <w:rPr>
                <w:rFonts w:ascii="Arial" w:eastAsia="Calibri" w:hAnsi="Arial"/>
                <w:sz w:val="18"/>
                <w:szCs w:val="18"/>
              </w:rPr>
              <w:t>28</w:t>
            </w:r>
          </w:p>
        </w:tc>
        <w:tc>
          <w:tcPr>
            <w:tcW w:w="3260" w:type="dxa"/>
            <w:vAlign w:val="center"/>
          </w:tcPr>
          <w:p w14:paraId="0E0EA819"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 xml:space="preserve">TDD </w:t>
            </w:r>
            <w:r w:rsidRPr="008C6DE4">
              <w:rPr>
                <w:rFonts w:ascii="Arial" w:hAnsi="Arial"/>
                <w:sz w:val="18"/>
                <w:vertAlign w:val="superscript"/>
                <w:lang w:val="sv-SE"/>
              </w:rPr>
              <w:t>Note 1</w:t>
            </w:r>
          </w:p>
        </w:tc>
        <w:tc>
          <w:tcPr>
            <w:tcW w:w="3260" w:type="dxa"/>
            <w:vAlign w:val="center"/>
          </w:tcPr>
          <w:p w14:paraId="6353886B"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15 kHz</w:t>
            </w:r>
          </w:p>
        </w:tc>
      </w:tr>
      <w:tr w:rsidR="00DD3199" w:rsidRPr="008C6DE4" w14:paraId="0DBDC916" w14:textId="77777777" w:rsidTr="00867D3A">
        <w:tc>
          <w:tcPr>
            <w:tcW w:w="2583" w:type="dxa"/>
            <w:shd w:val="clear" w:color="auto" w:fill="auto"/>
          </w:tcPr>
          <w:p w14:paraId="606EDFEC" w14:textId="29BC493D" w:rsidR="00352573" w:rsidRPr="008C6DE4" w:rsidDel="009B6E16" w:rsidRDefault="00352573" w:rsidP="00867D3A">
            <w:pPr>
              <w:keepNext/>
              <w:keepLines/>
              <w:spacing w:after="0"/>
              <w:jc w:val="center"/>
              <w:rPr>
                <w:rFonts w:ascii="Arial" w:hAnsi="Arial"/>
                <w:sz w:val="18"/>
              </w:rPr>
            </w:pPr>
            <w:r w:rsidRPr="008C6DE4">
              <w:rPr>
                <w:rFonts w:ascii="Arial" w:eastAsia="Calibri" w:hAnsi="Arial"/>
                <w:sz w:val="18"/>
                <w:szCs w:val="18"/>
              </w:rPr>
              <w:t>81</w:t>
            </w:r>
          </w:p>
        </w:tc>
        <w:tc>
          <w:tcPr>
            <w:tcW w:w="3260" w:type="dxa"/>
            <w:vAlign w:val="center"/>
          </w:tcPr>
          <w:p w14:paraId="18914DE8"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 xml:space="preserve">TDD </w:t>
            </w:r>
            <w:r w:rsidRPr="008C6DE4">
              <w:rPr>
                <w:rFonts w:ascii="Arial" w:hAnsi="Arial"/>
                <w:sz w:val="18"/>
                <w:vertAlign w:val="superscript"/>
                <w:lang w:val="sv-SE"/>
              </w:rPr>
              <w:t>Note 1</w:t>
            </w:r>
          </w:p>
        </w:tc>
        <w:tc>
          <w:tcPr>
            <w:tcW w:w="3260" w:type="dxa"/>
            <w:vAlign w:val="center"/>
          </w:tcPr>
          <w:p w14:paraId="196689B6"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30 kHz</w:t>
            </w:r>
          </w:p>
        </w:tc>
      </w:tr>
      <w:tr w:rsidR="00DD3199" w:rsidRPr="008C6DE4" w14:paraId="2EE1D874" w14:textId="77777777" w:rsidTr="00867D3A">
        <w:tc>
          <w:tcPr>
            <w:tcW w:w="2583" w:type="dxa"/>
            <w:shd w:val="clear" w:color="auto" w:fill="auto"/>
          </w:tcPr>
          <w:p w14:paraId="44D80CC9" w14:textId="375280C1" w:rsidR="00352573" w:rsidRPr="008C6DE4" w:rsidDel="009B6E16" w:rsidRDefault="00352573" w:rsidP="00867D3A">
            <w:pPr>
              <w:keepNext/>
              <w:keepLines/>
              <w:spacing w:after="0"/>
              <w:jc w:val="center"/>
              <w:rPr>
                <w:rFonts w:ascii="Arial" w:hAnsi="Arial"/>
                <w:sz w:val="18"/>
              </w:rPr>
            </w:pPr>
            <w:r w:rsidRPr="008C6DE4">
              <w:rPr>
                <w:rFonts w:ascii="Arial" w:eastAsia="Calibri" w:hAnsi="Arial"/>
                <w:sz w:val="18"/>
                <w:szCs w:val="18"/>
              </w:rPr>
              <w:t>159</w:t>
            </w:r>
          </w:p>
        </w:tc>
        <w:tc>
          <w:tcPr>
            <w:tcW w:w="3260" w:type="dxa"/>
            <w:vAlign w:val="center"/>
          </w:tcPr>
          <w:p w14:paraId="2F6F52E9"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 xml:space="preserve">TDD </w:t>
            </w:r>
            <w:r w:rsidRPr="008C6DE4">
              <w:rPr>
                <w:rFonts w:ascii="Arial" w:hAnsi="Arial"/>
                <w:sz w:val="18"/>
                <w:vertAlign w:val="superscript"/>
                <w:lang w:val="sv-SE"/>
              </w:rPr>
              <w:t>Note 1</w:t>
            </w:r>
          </w:p>
        </w:tc>
        <w:tc>
          <w:tcPr>
            <w:tcW w:w="3260" w:type="dxa"/>
            <w:vAlign w:val="center"/>
          </w:tcPr>
          <w:p w14:paraId="5CCC90F4"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60 kHz</w:t>
            </w:r>
          </w:p>
        </w:tc>
      </w:tr>
      <w:tr w:rsidR="00DD3199" w:rsidRPr="008C6DE4" w14:paraId="28D58DB7" w14:textId="77777777" w:rsidTr="00867D3A">
        <w:tc>
          <w:tcPr>
            <w:tcW w:w="2583" w:type="dxa"/>
            <w:shd w:val="clear" w:color="auto" w:fill="auto"/>
            <w:vAlign w:val="center"/>
          </w:tcPr>
          <w:p w14:paraId="29399EA0" w14:textId="0113FF28" w:rsidR="00352573" w:rsidRPr="008C6DE4" w:rsidRDefault="00352573" w:rsidP="00867D3A">
            <w:pPr>
              <w:keepNext/>
              <w:keepLines/>
              <w:spacing w:after="0"/>
              <w:jc w:val="center"/>
              <w:rPr>
                <w:rFonts w:ascii="Arial" w:eastAsia="Calibri" w:hAnsi="Arial"/>
                <w:sz w:val="18"/>
                <w:szCs w:val="18"/>
              </w:rPr>
            </w:pPr>
            <w:r w:rsidRPr="008C6DE4">
              <w:rPr>
                <w:rFonts w:ascii="Arial" w:eastAsia="Calibri" w:hAnsi="Arial"/>
                <w:sz w:val="18"/>
                <w:szCs w:val="18"/>
              </w:rPr>
              <w:t>233</w:t>
            </w:r>
          </w:p>
        </w:tc>
        <w:tc>
          <w:tcPr>
            <w:tcW w:w="3260" w:type="dxa"/>
            <w:vAlign w:val="center"/>
          </w:tcPr>
          <w:p w14:paraId="22873AB7"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 xml:space="preserve">TDD </w:t>
            </w:r>
            <w:r w:rsidRPr="008C6DE4">
              <w:rPr>
                <w:rFonts w:ascii="Arial" w:hAnsi="Arial"/>
                <w:sz w:val="18"/>
                <w:vertAlign w:val="superscript"/>
                <w:lang w:val="sv-SE"/>
              </w:rPr>
              <w:t>Note 2</w:t>
            </w:r>
          </w:p>
        </w:tc>
        <w:tc>
          <w:tcPr>
            <w:tcW w:w="3260" w:type="dxa"/>
            <w:vAlign w:val="center"/>
          </w:tcPr>
          <w:p w14:paraId="38E4491C"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60 kHz</w:t>
            </w:r>
          </w:p>
        </w:tc>
      </w:tr>
      <w:tr w:rsidR="00DD3199" w:rsidRPr="008C6DE4" w14:paraId="2A42E2EA" w14:textId="77777777" w:rsidTr="00867D3A">
        <w:tc>
          <w:tcPr>
            <w:tcW w:w="2583" w:type="dxa"/>
            <w:shd w:val="clear" w:color="auto" w:fill="auto"/>
            <w:vAlign w:val="center"/>
          </w:tcPr>
          <w:p w14:paraId="23AA7774" w14:textId="168FE481" w:rsidR="00352573" w:rsidRPr="008C6DE4" w:rsidRDefault="00352573" w:rsidP="00867D3A">
            <w:pPr>
              <w:keepNext/>
              <w:keepLines/>
              <w:spacing w:after="0"/>
              <w:jc w:val="center"/>
              <w:rPr>
                <w:rFonts w:ascii="Arial" w:eastAsia="Calibri" w:hAnsi="Arial"/>
                <w:sz w:val="18"/>
                <w:szCs w:val="18"/>
              </w:rPr>
            </w:pPr>
            <w:r w:rsidRPr="008C6DE4">
              <w:rPr>
                <w:rFonts w:ascii="Arial" w:eastAsia="Calibri" w:hAnsi="Arial"/>
                <w:sz w:val="18"/>
                <w:szCs w:val="18"/>
              </w:rPr>
              <w:t>491</w:t>
            </w:r>
          </w:p>
        </w:tc>
        <w:tc>
          <w:tcPr>
            <w:tcW w:w="3260" w:type="dxa"/>
            <w:vAlign w:val="center"/>
          </w:tcPr>
          <w:p w14:paraId="5DB56C0A"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 xml:space="preserve">TDD </w:t>
            </w:r>
            <w:r w:rsidRPr="008C6DE4">
              <w:rPr>
                <w:rFonts w:ascii="Arial" w:hAnsi="Arial"/>
                <w:sz w:val="18"/>
                <w:vertAlign w:val="superscript"/>
                <w:lang w:val="sv-SE"/>
              </w:rPr>
              <w:t>Note 2</w:t>
            </w:r>
          </w:p>
        </w:tc>
        <w:tc>
          <w:tcPr>
            <w:tcW w:w="3260" w:type="dxa"/>
            <w:vAlign w:val="center"/>
          </w:tcPr>
          <w:p w14:paraId="13FE9FBD" w14:textId="77777777" w:rsidR="00352573" w:rsidRPr="008C6DE4" w:rsidRDefault="00352573" w:rsidP="00867D3A">
            <w:pPr>
              <w:keepNext/>
              <w:keepLines/>
              <w:spacing w:after="0"/>
              <w:jc w:val="center"/>
              <w:rPr>
                <w:rFonts w:ascii="Arial" w:hAnsi="Arial"/>
                <w:sz w:val="18"/>
                <w:lang w:val="sv-SE"/>
              </w:rPr>
            </w:pPr>
            <w:r w:rsidRPr="008C6DE4">
              <w:rPr>
                <w:rFonts w:ascii="Arial" w:hAnsi="Arial"/>
                <w:sz w:val="18"/>
                <w:lang w:val="sv-SE"/>
              </w:rPr>
              <w:t>120 kHz</w:t>
            </w:r>
          </w:p>
        </w:tc>
      </w:tr>
      <w:tr w:rsidR="00352573" w:rsidRPr="008C6DE4" w14:paraId="31034709" w14:textId="77777777" w:rsidTr="00867D3A">
        <w:tc>
          <w:tcPr>
            <w:tcW w:w="9103" w:type="dxa"/>
            <w:gridSpan w:val="3"/>
            <w:shd w:val="clear" w:color="auto" w:fill="auto"/>
            <w:vAlign w:val="center"/>
          </w:tcPr>
          <w:p w14:paraId="6307E8E6" w14:textId="77777777" w:rsidR="00352573" w:rsidRPr="008C6DE4" w:rsidRDefault="00352573" w:rsidP="00867D3A">
            <w:pPr>
              <w:keepNext/>
              <w:keepLines/>
              <w:spacing w:after="0"/>
              <w:ind w:left="851" w:hanging="851"/>
              <w:rPr>
                <w:rFonts w:ascii="Arial" w:hAnsi="Arial"/>
                <w:sz w:val="18"/>
                <w:lang w:val="en-US"/>
              </w:rPr>
            </w:pPr>
            <w:r w:rsidRPr="008C6DE4">
              <w:rPr>
                <w:rFonts w:ascii="Arial" w:hAnsi="Arial"/>
                <w:sz w:val="18"/>
                <w:lang w:val="en-US"/>
              </w:rPr>
              <w:t>NOTE 1:</w:t>
            </w:r>
            <w:r w:rsidRPr="008C6DE4">
              <w:rPr>
                <w:rFonts w:ascii="Arial" w:hAnsi="Arial"/>
                <w:sz w:val="24"/>
                <w:lang w:val="en-US"/>
              </w:rPr>
              <w:tab/>
            </w:r>
            <w:r w:rsidRPr="008C6DE4">
              <w:rPr>
                <w:rFonts w:ascii="Arial" w:hAnsi="Arial"/>
                <w:sz w:val="18"/>
                <w:lang w:val="en-US"/>
              </w:rPr>
              <w:t>TDD UL-DL configuration is as specified in Table A.3.3.1-1 of TS 38.101-1 [18].</w:t>
            </w:r>
          </w:p>
          <w:p w14:paraId="417E9ABE" w14:textId="77777777" w:rsidR="00352573" w:rsidRPr="008C6DE4" w:rsidRDefault="00352573" w:rsidP="00867D3A">
            <w:pPr>
              <w:keepNext/>
              <w:keepLines/>
              <w:spacing w:after="0"/>
              <w:ind w:left="851" w:hanging="851"/>
              <w:rPr>
                <w:rFonts w:ascii="Arial" w:hAnsi="Arial"/>
                <w:sz w:val="18"/>
                <w:lang w:val="en-US"/>
              </w:rPr>
            </w:pPr>
            <w:r w:rsidRPr="008C6DE4">
              <w:rPr>
                <w:rFonts w:ascii="Arial" w:hAnsi="Arial"/>
                <w:sz w:val="18"/>
                <w:lang w:val="en-US"/>
              </w:rPr>
              <w:t>NOTE 2:</w:t>
            </w:r>
            <w:r w:rsidRPr="008C6DE4">
              <w:rPr>
                <w:rFonts w:ascii="Arial" w:hAnsi="Arial"/>
                <w:sz w:val="24"/>
                <w:lang w:val="en-US"/>
              </w:rPr>
              <w:tab/>
            </w:r>
            <w:r w:rsidRPr="008C6DE4">
              <w:rPr>
                <w:rFonts w:ascii="Arial" w:hAnsi="Arial"/>
                <w:sz w:val="18"/>
                <w:lang w:val="en-US"/>
              </w:rPr>
              <w:t>TDD UL-DL configuration is as specified in Table A.3.3.1-1 of TS 38.101-2 [19].</w:t>
            </w:r>
          </w:p>
        </w:tc>
      </w:tr>
    </w:tbl>
    <w:p w14:paraId="65C90034" w14:textId="77777777" w:rsidR="00352573" w:rsidRPr="008C6DE4" w:rsidRDefault="00352573" w:rsidP="00352573">
      <w:pPr>
        <w:rPr>
          <w:noProof/>
          <w:lang w:eastAsia="zh-CN"/>
        </w:rPr>
      </w:pPr>
    </w:p>
    <w:p w14:paraId="6B19C638" w14:textId="77777777" w:rsidR="00352573" w:rsidRPr="008C6DE4" w:rsidRDefault="00352573" w:rsidP="00352573">
      <w:pPr>
        <w:pStyle w:val="Heading3"/>
        <w:rPr>
          <w:lang w:val="en-US"/>
        </w:rPr>
      </w:pPr>
      <w:r w:rsidRPr="008C6DE4">
        <w:rPr>
          <w:lang w:val="en-US"/>
        </w:rPr>
        <w:t>9.4.5</w:t>
      </w:r>
      <w:r w:rsidRPr="008C6DE4">
        <w:rPr>
          <w:lang w:val="en-US"/>
        </w:rPr>
        <w:tab/>
        <w:t>Inter-RAT E-CID measurements</w:t>
      </w:r>
    </w:p>
    <w:p w14:paraId="56D651CC" w14:textId="079C86D3" w:rsidR="00352573" w:rsidRPr="008C6DE4" w:rsidRDefault="0048284E" w:rsidP="0048284E">
      <w:pPr>
        <w:pStyle w:val="Heading4"/>
        <w:rPr>
          <w:lang w:val="en-US"/>
        </w:rPr>
      </w:pPr>
      <w:r w:rsidRPr="008C6DE4">
        <w:rPr>
          <w:lang w:val="en-US"/>
        </w:rPr>
        <w:t>9.4.5.1</w:t>
      </w:r>
      <w:r w:rsidR="00352573" w:rsidRPr="008C6DE4">
        <w:rPr>
          <w:lang w:val="en-US"/>
        </w:rPr>
        <w:tab/>
      </w:r>
      <w:r w:rsidR="00352573" w:rsidRPr="008C6DE4">
        <w:t>NR−E-UTRAN FDD</w:t>
      </w:r>
      <w:r w:rsidR="00352573" w:rsidRPr="008C6DE4">
        <w:rPr>
          <w:lang w:val="en-US"/>
        </w:rPr>
        <w:t xml:space="preserve"> E-CID RSRP and RSRQ measurements</w:t>
      </w:r>
    </w:p>
    <w:p w14:paraId="770CD7E5" w14:textId="38EC1054" w:rsidR="00352573" w:rsidRPr="008C6DE4" w:rsidRDefault="0048284E" w:rsidP="0048284E">
      <w:pPr>
        <w:pStyle w:val="Heading5"/>
      </w:pPr>
      <w:r w:rsidRPr="008C6DE4">
        <w:t>9.4.5.1.1</w:t>
      </w:r>
      <w:r w:rsidR="00352573" w:rsidRPr="008C6DE4">
        <w:tab/>
        <w:t>Introduction</w:t>
      </w:r>
    </w:p>
    <w:p w14:paraId="42C375C3" w14:textId="77777777" w:rsidR="00352573" w:rsidRPr="008C6DE4" w:rsidRDefault="00352573" w:rsidP="00352573">
      <w:pPr>
        <w:rPr>
          <w:lang w:eastAsia="zh-CN"/>
        </w:rPr>
      </w:pPr>
      <w:r w:rsidRPr="008C6DE4">
        <w:t>The requirements in clause</w:t>
      </w:r>
      <w:r w:rsidRPr="008C6DE4">
        <w:rPr>
          <w:lang w:eastAsia="zh-CN"/>
        </w:rPr>
        <w:t xml:space="preserve"> 9.4.5.1. </w:t>
      </w:r>
      <w:r w:rsidRPr="008C6DE4">
        <w:t xml:space="preserve">shall apply provided the UE has received </w:t>
      </w:r>
      <w:r w:rsidRPr="008C6DE4">
        <w:rPr>
          <w:i/>
        </w:rPr>
        <w:t>ECID-RequestLocationInformation</w:t>
      </w:r>
      <w:r w:rsidRPr="008C6DE4">
        <w:t xml:space="preserve"> message from LMF via LPP requesting the UE to report inter-RAT E-UTRAN FDD E-CID RSRP and RSRQ measurements [22, 27]</w:t>
      </w:r>
      <w:r w:rsidRPr="008C6DE4">
        <w:rPr>
          <w:lang w:eastAsia="zh-CN"/>
        </w:rPr>
        <w:t>.</w:t>
      </w:r>
    </w:p>
    <w:p w14:paraId="5F898032" w14:textId="10C400C7" w:rsidR="00352573" w:rsidRPr="008C6DE4" w:rsidRDefault="0048284E" w:rsidP="0048284E">
      <w:pPr>
        <w:pStyle w:val="Heading5"/>
      </w:pPr>
      <w:r w:rsidRPr="008C6DE4">
        <w:t>9.4.5.1.2</w:t>
      </w:r>
      <w:r w:rsidR="00352573" w:rsidRPr="008C6DE4">
        <w:tab/>
        <w:t>Requirements</w:t>
      </w:r>
    </w:p>
    <w:p w14:paraId="3907ED82" w14:textId="27F104CB" w:rsidR="00352573" w:rsidRPr="008C6DE4" w:rsidRDefault="00352573" w:rsidP="00352573">
      <w:pPr>
        <w:rPr>
          <w:i/>
        </w:rPr>
      </w:pPr>
      <w:r w:rsidRPr="008C6DE4">
        <w:t xml:space="preserve">The requirements in clause 9.4.2 also apply for this </w:t>
      </w:r>
      <w:r w:rsidR="00854981" w:rsidRPr="008C6DE4">
        <w:t>clause</w:t>
      </w:r>
      <w:r w:rsidRPr="008C6DE4">
        <w:t xml:space="preserve"> except the measurement reporting requirements. The measurement reporting requirements for E-CID RSRP and RSRQ are defined in clause 9.4.5.1.3.</w:t>
      </w:r>
    </w:p>
    <w:p w14:paraId="002F6AEC" w14:textId="20FDBD4C" w:rsidR="00352573" w:rsidRPr="008C6DE4" w:rsidRDefault="0048284E" w:rsidP="0048284E">
      <w:pPr>
        <w:pStyle w:val="Heading5"/>
      </w:pPr>
      <w:r w:rsidRPr="008C6DE4">
        <w:t>9.4.5.1.3</w:t>
      </w:r>
      <w:r w:rsidR="00352573" w:rsidRPr="008C6DE4">
        <w:tab/>
        <w:t>Measurement Reporting Delay</w:t>
      </w:r>
    </w:p>
    <w:p w14:paraId="36259948" w14:textId="77777777" w:rsidR="00352573" w:rsidRPr="008C6DE4" w:rsidRDefault="00352573" w:rsidP="00352573">
      <w:pPr>
        <w:rPr>
          <w:lang w:eastAsia="zh-CN"/>
        </w:rPr>
      </w:pPr>
      <w:r w:rsidRPr="008C6DE4">
        <w:t>This requirement assumes that that the measurement report is not delayed by other LPP signalling on the DCCH.</w:t>
      </w:r>
      <w:r w:rsidRPr="008C6DE4">
        <w:rPr>
          <w:lang w:eastAsia="zh-CN"/>
        </w:rPr>
        <w:t xml:space="preserve"> </w:t>
      </w:r>
      <w:r w:rsidRPr="008C6DE4">
        <w:t>This measurement reporting delay excludes a delay uncertainty resulted when inserting the measurement report to the TTI of the uplink DCCH. The delay uncertainty is: 2 x TTI</w:t>
      </w:r>
      <w:r w:rsidRPr="008C6DE4">
        <w:rPr>
          <w:vertAlign w:val="subscript"/>
        </w:rPr>
        <w:t>DCCH</w:t>
      </w:r>
      <w:r w:rsidRPr="008C6DE4">
        <w:t xml:space="preserve"> where TTI</w:t>
      </w:r>
      <w:r w:rsidRPr="008C6DE4">
        <w:rPr>
          <w:vertAlign w:val="subscript"/>
        </w:rPr>
        <w:t>DCCH</w:t>
      </w:r>
      <w:r w:rsidRPr="008C6DE4">
        <w:t xml:space="preserve"> is the duration of subframe or slot or subslot when the measurement report is transmitted on the PUSCH with subframe or slot or subslot duration</w:t>
      </w:r>
      <w:r w:rsidRPr="008C6DE4">
        <w:rPr>
          <w:lang w:eastAsia="zh-CN"/>
        </w:rPr>
        <w:t>. This measurement reporting delay excludes any delay caused by no UL resources for UE to send the measurement report.</w:t>
      </w:r>
    </w:p>
    <w:p w14:paraId="5B7625D0" w14:textId="77777777" w:rsidR="00352573" w:rsidRPr="008C6DE4" w:rsidRDefault="00352573" w:rsidP="00352573">
      <w:pPr>
        <w:rPr>
          <w:lang w:eastAsia="zh-CN"/>
        </w:rPr>
      </w:pPr>
      <w:r w:rsidRPr="008C6DE4">
        <w:rPr>
          <w:lang w:eastAsia="zh-CN"/>
        </w:rPr>
        <w:t>Reported RSRP and RSRQ measurements contained in periodically triggered measurement reports shall meet the requirements in clauses 10.2.2 and 10.2.3, respectively.</w:t>
      </w:r>
    </w:p>
    <w:p w14:paraId="5E958FCD" w14:textId="2EFA1F0A" w:rsidR="00352573" w:rsidRPr="008C6DE4" w:rsidRDefault="0048284E" w:rsidP="0048284E">
      <w:pPr>
        <w:pStyle w:val="Heading4"/>
        <w:rPr>
          <w:lang w:val="en-US"/>
        </w:rPr>
      </w:pPr>
      <w:r w:rsidRPr="008C6DE4">
        <w:rPr>
          <w:lang w:val="en-US"/>
        </w:rPr>
        <w:t>9.4.5.2</w:t>
      </w:r>
      <w:r w:rsidR="00352573" w:rsidRPr="008C6DE4">
        <w:rPr>
          <w:lang w:val="en-US"/>
        </w:rPr>
        <w:tab/>
      </w:r>
      <w:r w:rsidR="00352573" w:rsidRPr="008C6DE4">
        <w:t>NR−E-UTRAN TDD</w:t>
      </w:r>
      <w:r w:rsidR="00352573" w:rsidRPr="008C6DE4">
        <w:rPr>
          <w:lang w:val="en-US"/>
        </w:rPr>
        <w:t xml:space="preserve"> E-CID RSRP and RSRQ measurements</w:t>
      </w:r>
    </w:p>
    <w:p w14:paraId="2ABA9340" w14:textId="7BB5DE1B" w:rsidR="00352573" w:rsidRPr="008C6DE4" w:rsidRDefault="0048284E" w:rsidP="0048284E">
      <w:pPr>
        <w:pStyle w:val="Heading5"/>
      </w:pPr>
      <w:r w:rsidRPr="008C6DE4">
        <w:t>9.4.5.2.1</w:t>
      </w:r>
      <w:r w:rsidR="00352573" w:rsidRPr="008C6DE4">
        <w:tab/>
        <w:t>Introduction</w:t>
      </w:r>
    </w:p>
    <w:p w14:paraId="52AFC7AE" w14:textId="77777777" w:rsidR="00352573" w:rsidRPr="008C6DE4" w:rsidRDefault="00352573" w:rsidP="00352573">
      <w:pPr>
        <w:rPr>
          <w:lang w:eastAsia="zh-CN"/>
        </w:rPr>
      </w:pPr>
      <w:r w:rsidRPr="008C6DE4">
        <w:t>The requirements in clause</w:t>
      </w:r>
      <w:r w:rsidRPr="008C6DE4">
        <w:rPr>
          <w:lang w:eastAsia="zh-CN"/>
        </w:rPr>
        <w:t xml:space="preserve"> 9.4.5.2. </w:t>
      </w:r>
      <w:r w:rsidRPr="008C6DE4">
        <w:t xml:space="preserve">shall apply provided the UE has received </w:t>
      </w:r>
      <w:r w:rsidRPr="008C6DE4">
        <w:rPr>
          <w:i/>
        </w:rPr>
        <w:t>ECID-RequestLocationInformation</w:t>
      </w:r>
      <w:r w:rsidRPr="008C6DE4">
        <w:t xml:space="preserve"> message from LMF via LPP requesting the UE to report inter-RAT E-UTRAN TDD E-CID RSRP and RSRQ measurements [22, 27]</w:t>
      </w:r>
      <w:r w:rsidRPr="008C6DE4">
        <w:rPr>
          <w:lang w:eastAsia="zh-CN"/>
        </w:rPr>
        <w:t>.</w:t>
      </w:r>
    </w:p>
    <w:p w14:paraId="3C8C385A" w14:textId="19312E86" w:rsidR="00352573" w:rsidRPr="008C6DE4" w:rsidRDefault="0048284E" w:rsidP="0048284E">
      <w:pPr>
        <w:pStyle w:val="Heading5"/>
      </w:pPr>
      <w:r w:rsidRPr="008C6DE4">
        <w:t>9.4.5.2.2</w:t>
      </w:r>
      <w:r w:rsidR="00352573" w:rsidRPr="008C6DE4">
        <w:tab/>
        <w:t>Requirements</w:t>
      </w:r>
    </w:p>
    <w:p w14:paraId="6A5A9BE0" w14:textId="2CF090AF" w:rsidR="00352573" w:rsidRPr="008C6DE4" w:rsidRDefault="00352573" w:rsidP="00352573">
      <w:pPr>
        <w:rPr>
          <w:i/>
        </w:rPr>
      </w:pPr>
      <w:r w:rsidRPr="008C6DE4">
        <w:t xml:space="preserve">The requirements in clause 9.4.3 also apply for this </w:t>
      </w:r>
      <w:r w:rsidR="00854981" w:rsidRPr="008C6DE4">
        <w:t>clause</w:t>
      </w:r>
      <w:r w:rsidRPr="008C6DE4">
        <w:t xml:space="preserve"> except the measurement reporting requirements. The measurement reporting requirements for E-CID RSRP and RSRQ are defined in clause 9.4.5.2.3.</w:t>
      </w:r>
    </w:p>
    <w:p w14:paraId="311ACFA5" w14:textId="74CC1488" w:rsidR="00352573" w:rsidRPr="008C6DE4" w:rsidRDefault="0048284E" w:rsidP="0048284E">
      <w:pPr>
        <w:pStyle w:val="Heading5"/>
      </w:pPr>
      <w:r w:rsidRPr="008C6DE4">
        <w:t>9.4.5.2.3</w:t>
      </w:r>
      <w:r w:rsidR="00352573" w:rsidRPr="008C6DE4">
        <w:tab/>
        <w:t>Measurement Reporting Delay</w:t>
      </w:r>
    </w:p>
    <w:p w14:paraId="6C9CBCAA" w14:textId="77777777" w:rsidR="00352573" w:rsidRPr="008C6DE4" w:rsidRDefault="00352573" w:rsidP="00352573">
      <w:pPr>
        <w:rPr>
          <w:lang w:eastAsia="zh-CN"/>
        </w:rPr>
      </w:pPr>
      <w:r w:rsidRPr="008C6DE4">
        <w:t>This requirement assumes that the measurement report is not delayed by other LPP signalling on the DCCH.</w:t>
      </w:r>
      <w:r w:rsidRPr="008C6DE4">
        <w:rPr>
          <w:lang w:eastAsia="zh-CN"/>
        </w:rPr>
        <w:t xml:space="preserve"> </w:t>
      </w:r>
      <w:r w:rsidRPr="008C6DE4">
        <w:t>This measurement reporting delay excludes a delay uncertainty resulted when inserting the measurement report to the TTI of the uplink DCCH. The delay uncertainty is: 2 x TTI</w:t>
      </w:r>
      <w:r w:rsidRPr="008C6DE4">
        <w:rPr>
          <w:vertAlign w:val="subscript"/>
        </w:rPr>
        <w:t>DCCH</w:t>
      </w:r>
      <w:r w:rsidRPr="008C6DE4">
        <w:t xml:space="preserve"> where TTI</w:t>
      </w:r>
      <w:r w:rsidRPr="008C6DE4">
        <w:rPr>
          <w:vertAlign w:val="subscript"/>
        </w:rPr>
        <w:t>DCCH</w:t>
      </w:r>
      <w:r w:rsidRPr="008C6DE4">
        <w:t xml:space="preserve"> is the duration of subframe or slot or subslot when the measurement report is transmitted on the PUSCH with subframe or slot or subslot duration</w:t>
      </w:r>
      <w:r w:rsidRPr="008C6DE4">
        <w:rPr>
          <w:lang w:eastAsia="zh-CN"/>
        </w:rPr>
        <w:t>. This measurement reporting delay excludes any delay caused by no UL resources for UE to send the measurement report.</w:t>
      </w:r>
    </w:p>
    <w:p w14:paraId="53FEA9C9" w14:textId="77777777" w:rsidR="00352573" w:rsidRPr="008C6DE4" w:rsidRDefault="00352573" w:rsidP="00352573">
      <w:pPr>
        <w:rPr>
          <w:lang w:eastAsia="zh-CN"/>
        </w:rPr>
      </w:pPr>
      <w:r w:rsidRPr="008C6DE4">
        <w:rPr>
          <w:lang w:eastAsia="zh-CN"/>
        </w:rPr>
        <w:t>Reported RSRP and RSRQ measurements contained in periodically triggered measurement reports shall meet the requirements in clauses 10.2.2 and 10.2.3, respectively.</w:t>
      </w:r>
    </w:p>
    <w:p w14:paraId="6BC470BD" w14:textId="77777777" w:rsidR="00352573" w:rsidRPr="008C6DE4" w:rsidRDefault="00352573" w:rsidP="00352573">
      <w:pPr>
        <w:rPr>
          <w:noProof/>
        </w:rPr>
      </w:pPr>
    </w:p>
    <w:p w14:paraId="16BFE6ED" w14:textId="4DD0DC02" w:rsidR="00230E58" w:rsidRPr="008C6DE4" w:rsidRDefault="0048284E" w:rsidP="0048284E">
      <w:pPr>
        <w:pStyle w:val="Heading2"/>
      </w:pPr>
      <w:r w:rsidRPr="008C6DE4">
        <w:t>9.5</w:t>
      </w:r>
      <w:r w:rsidR="00230E58" w:rsidRPr="008C6DE4">
        <w:tab/>
        <w:t>L1-RSRP measurements for Reporting</w:t>
      </w:r>
    </w:p>
    <w:p w14:paraId="5B0AC772" w14:textId="0EAD506A" w:rsidR="00230E58" w:rsidRPr="008C6DE4" w:rsidRDefault="0048284E" w:rsidP="0048284E">
      <w:pPr>
        <w:pStyle w:val="Heading3"/>
      </w:pPr>
      <w:r w:rsidRPr="008C6DE4">
        <w:t>9.5.1</w:t>
      </w:r>
      <w:r w:rsidR="00230E58" w:rsidRPr="008C6DE4">
        <w:tab/>
        <w:t>Introduction</w:t>
      </w:r>
    </w:p>
    <w:p w14:paraId="479246D7" w14:textId="77777777" w:rsidR="00230E58" w:rsidRPr="008C6DE4" w:rsidRDefault="00230E58" w:rsidP="00230E58">
      <w:r w:rsidRPr="008C6DE4">
        <w:t>When configured by the network, the UE shall be able to perform L1-RSRP measurements of configured CSI-RS, SSB or CSI-RS and SSB resources for L1-RSRP. The measurements shall be performed for a serving cell, including PCell, PSCell, or SCell, on the resources configured for L1-RSRP measurements within the active BWP.</w:t>
      </w:r>
    </w:p>
    <w:p w14:paraId="51B48B8F" w14:textId="77777777" w:rsidR="00230E58" w:rsidRPr="008C6DE4" w:rsidRDefault="00230E58" w:rsidP="00230E58">
      <w:r w:rsidRPr="008C6DE4">
        <w:t xml:space="preserve">The UE shall be able to measure all CSI-RS resources and/or SSB resources of the </w:t>
      </w:r>
      <w:r w:rsidRPr="008C6DE4">
        <w:rPr>
          <w:i/>
        </w:rPr>
        <w:t xml:space="preserve">nzp-CSI-RS-ResourceSet </w:t>
      </w:r>
      <w:r w:rsidRPr="008C6DE4">
        <w:t>and/or</w:t>
      </w:r>
      <w:r w:rsidRPr="008C6DE4">
        <w:rPr>
          <w:i/>
        </w:rPr>
        <w:t xml:space="preserve"> csi-SSB-ResourceSet</w:t>
      </w:r>
      <w:r w:rsidRPr="008C6DE4">
        <w:t xml:space="preserve"> within the CSI-Resource</w:t>
      </w:r>
      <w:r w:rsidRPr="008C6DE4">
        <w:rPr>
          <w:i/>
        </w:rPr>
        <w:t>Config</w:t>
      </w:r>
      <w:r w:rsidRPr="008C6DE4">
        <w:t xml:space="preserve"> settings configured for L1-RSRP for the active BWP, provided that the number of resources does not exceed the UE capability indicated by </w:t>
      </w:r>
      <w:r w:rsidRPr="008C6DE4">
        <w:rPr>
          <w:i/>
        </w:rPr>
        <w:t>beamManagementSSB-CSI-RS</w:t>
      </w:r>
      <w:r w:rsidRPr="008C6DE4">
        <w:t>.</w:t>
      </w:r>
    </w:p>
    <w:p w14:paraId="165AC48B" w14:textId="77777777" w:rsidR="00230E58" w:rsidRPr="008C6DE4" w:rsidRDefault="00230E58" w:rsidP="00230E58">
      <w:r w:rsidRPr="008C6DE4">
        <w:rPr>
          <w:lang w:val="en-US"/>
        </w:rPr>
        <w:t>The UE shall report the measurement quantity (</w:t>
      </w:r>
      <w:r w:rsidRPr="008C6DE4">
        <w:rPr>
          <w:i/>
          <w:lang w:val="en-US"/>
        </w:rPr>
        <w:t>reportQuantity</w:t>
      </w:r>
      <w:r w:rsidRPr="008C6DE4">
        <w:rPr>
          <w:lang w:val="en-US"/>
        </w:rPr>
        <w:t xml:space="preserve">) and send periodic, semi-persistent or aperiodic reports, according to the </w:t>
      </w:r>
      <w:r w:rsidRPr="008C6DE4">
        <w:rPr>
          <w:i/>
          <w:lang w:val="en-US"/>
        </w:rPr>
        <w:t>reportConfigType</w:t>
      </w:r>
      <w:r w:rsidRPr="008C6DE4">
        <w:rPr>
          <w:lang w:val="en-US"/>
        </w:rPr>
        <w:t xml:space="preserve"> according to the CSI reporting configuration(s) (</w:t>
      </w:r>
      <w:r w:rsidRPr="008C6DE4">
        <w:rPr>
          <w:i/>
          <w:lang w:val="en-US"/>
        </w:rPr>
        <w:t>CSI-ReportConfig</w:t>
      </w:r>
      <w:r w:rsidRPr="008C6DE4">
        <w:rPr>
          <w:lang w:val="en-US"/>
        </w:rPr>
        <w:t>) for the active BWP</w:t>
      </w:r>
      <w:r w:rsidRPr="008C6DE4">
        <w:t>.</w:t>
      </w:r>
    </w:p>
    <w:p w14:paraId="3332C8EF" w14:textId="328C0409" w:rsidR="00230E58" w:rsidRPr="008C6DE4" w:rsidRDefault="0048284E" w:rsidP="0048284E">
      <w:pPr>
        <w:pStyle w:val="Heading3"/>
      </w:pPr>
      <w:r w:rsidRPr="008C6DE4">
        <w:t>9.5.2</w:t>
      </w:r>
      <w:r w:rsidR="00230E58" w:rsidRPr="008C6DE4">
        <w:tab/>
        <w:t>Requirements applicability</w:t>
      </w:r>
    </w:p>
    <w:p w14:paraId="3E535AC2" w14:textId="77777777" w:rsidR="00230E58" w:rsidRPr="008C6DE4" w:rsidRDefault="00230E58" w:rsidP="00230E58">
      <w:r w:rsidRPr="008C6DE4">
        <w:t>The requirements in clause 9.5 apply, provided:</w:t>
      </w:r>
    </w:p>
    <w:p w14:paraId="1ECD8777" w14:textId="77777777" w:rsidR="00230E58" w:rsidRPr="008C6DE4" w:rsidRDefault="00230E58" w:rsidP="00230E58">
      <w:pPr>
        <w:ind w:left="568" w:hanging="284"/>
      </w:pPr>
      <w:r w:rsidRPr="008C6DE4">
        <w:t>-</w:t>
      </w:r>
      <w:r w:rsidRPr="008C6DE4">
        <w:tab/>
        <w:t>The CSI-RS or SSB or CSI-RS and SSB resources configured for L1-RSRP measurements are measurable.</w:t>
      </w:r>
    </w:p>
    <w:p w14:paraId="4DD2A28B" w14:textId="77777777" w:rsidR="00230E58" w:rsidRPr="008C6DE4" w:rsidRDefault="00230E58" w:rsidP="00230E58">
      <w:pPr>
        <w:rPr>
          <w:rFonts w:cs="v4.2.0"/>
        </w:rPr>
      </w:pPr>
      <w:r w:rsidRPr="008C6DE4">
        <w:t>An SSB resource configured for L1-RSRP shall be considered measurable</w:t>
      </w:r>
      <w:r w:rsidRPr="008C6DE4">
        <w:rPr>
          <w:rFonts w:cs="v4.2.0"/>
        </w:rPr>
        <w:t xml:space="preserve"> when </w:t>
      </w:r>
      <w:r w:rsidRPr="008C6DE4">
        <w:rPr>
          <w:rFonts w:cs="v4.2.0"/>
          <w:lang w:eastAsia="ko-KR"/>
        </w:rPr>
        <w:t>for each relevant SSB the following conditions are met</w:t>
      </w:r>
      <w:r w:rsidRPr="008C6DE4">
        <w:rPr>
          <w:rFonts w:cs="v4.2.0"/>
        </w:rPr>
        <w:t>:</w:t>
      </w:r>
    </w:p>
    <w:p w14:paraId="24B27ED2" w14:textId="77777777" w:rsidR="00230E58" w:rsidRPr="008C6DE4" w:rsidRDefault="00230E58" w:rsidP="00230E58">
      <w:pPr>
        <w:pStyle w:val="B10"/>
      </w:pPr>
      <w:r w:rsidRPr="008C6DE4">
        <w:t>-</w:t>
      </w:r>
      <w:r w:rsidRPr="008C6DE4">
        <w:tab/>
        <w:t>L1-RSRP related side conditions given in clauses 10.1.19.1 and 10.1.20.1 for FR1 and FR2, respectively, for a corresponding band,</w:t>
      </w:r>
    </w:p>
    <w:p w14:paraId="6EB80D56" w14:textId="77777777" w:rsidR="00230E58" w:rsidRPr="008C6DE4" w:rsidRDefault="00230E58" w:rsidP="00230E58">
      <w:pPr>
        <w:pStyle w:val="B10"/>
        <w:rPr>
          <w:rFonts w:cs="v4.2.0"/>
        </w:rPr>
      </w:pPr>
      <w:r w:rsidRPr="008C6DE4">
        <w:t>-</w:t>
      </w:r>
      <w:r w:rsidRPr="008C6DE4">
        <w:tab/>
        <w:t xml:space="preserve">SSB_RP and SSB </w:t>
      </w:r>
      <w:r w:rsidRPr="008C6DE4">
        <w:rPr>
          <w:lang w:val="en-US"/>
        </w:rPr>
        <w:t>Ês/Iot</w:t>
      </w:r>
      <w:r w:rsidRPr="008C6DE4">
        <w:t xml:space="preserve"> according to Annex B.2.4.1 for a corresponding band.</w:t>
      </w:r>
    </w:p>
    <w:p w14:paraId="25E48E49" w14:textId="77777777" w:rsidR="00230E58" w:rsidRPr="008C6DE4" w:rsidRDefault="00230E58" w:rsidP="00230E58">
      <w:pPr>
        <w:rPr>
          <w:rFonts w:cs="v4.2.0"/>
        </w:rPr>
      </w:pPr>
      <w:r w:rsidRPr="008C6DE4">
        <w:t>A CSI-RS resource configured for L1-RSRP shall be considered measurable</w:t>
      </w:r>
      <w:r w:rsidRPr="008C6DE4">
        <w:rPr>
          <w:rFonts w:cs="v4.2.0"/>
        </w:rPr>
        <w:t xml:space="preserve"> when </w:t>
      </w:r>
      <w:r w:rsidRPr="008C6DE4">
        <w:rPr>
          <w:rFonts w:cs="v4.2.0"/>
          <w:lang w:eastAsia="ko-KR"/>
        </w:rPr>
        <w:t>for each relevant CSI-RS the following conditions are met</w:t>
      </w:r>
      <w:r w:rsidRPr="008C6DE4">
        <w:rPr>
          <w:rFonts w:cs="v4.2.0"/>
        </w:rPr>
        <w:t>:</w:t>
      </w:r>
    </w:p>
    <w:p w14:paraId="3F4584F5" w14:textId="2330EE41" w:rsidR="00C62EFA" w:rsidRPr="008C6DE4" w:rsidRDefault="00C62EFA" w:rsidP="00C62EFA">
      <w:pPr>
        <w:pStyle w:val="B10"/>
      </w:pPr>
      <w:r w:rsidRPr="008C6DE4">
        <w:t>-</w:t>
      </w:r>
      <w:r w:rsidRPr="008C6DE4">
        <w:tab/>
        <w:t>L1-RSRP related side conditions given in clauses 10.1.19.2 and 10.1.20.2 for FR1 and FR2, respectively, for a corresponding band,</w:t>
      </w:r>
    </w:p>
    <w:p w14:paraId="66EB1EC9" w14:textId="77777777" w:rsidR="00230E58" w:rsidRPr="008C6DE4" w:rsidRDefault="00230E58" w:rsidP="00C62EFA">
      <w:pPr>
        <w:pStyle w:val="B10"/>
        <w:rPr>
          <w:rFonts w:cs="v4.2.0"/>
        </w:rPr>
      </w:pPr>
      <w:r w:rsidRPr="008C6DE4">
        <w:t>-</w:t>
      </w:r>
      <w:r w:rsidRPr="008C6DE4">
        <w:tab/>
        <w:t xml:space="preserve">CSI-RS_RP and CSI-RS </w:t>
      </w:r>
      <w:r w:rsidRPr="008C6DE4">
        <w:rPr>
          <w:lang w:val="en-US"/>
        </w:rPr>
        <w:t>Ês/Iot</w:t>
      </w:r>
      <w:r w:rsidRPr="008C6DE4">
        <w:t xml:space="preserve"> according to Annex B.2.4.2 for a corresponding band.</w:t>
      </w:r>
    </w:p>
    <w:p w14:paraId="6508F749" w14:textId="77777777" w:rsidR="00230E58" w:rsidRPr="008C6DE4" w:rsidRDefault="00230E58" w:rsidP="00230E58">
      <w:r w:rsidRPr="008C6DE4">
        <w:t>A CSI-RS and SSB resource configured for L1-RSRP shall be considered measurable when the measurable resource conditions are met for both CSI-RS resource and SSB resource.</w:t>
      </w:r>
    </w:p>
    <w:p w14:paraId="2403856F" w14:textId="77777777" w:rsidR="00230E58" w:rsidRPr="008C6DE4" w:rsidRDefault="00230E58" w:rsidP="00230E58">
      <w:r w:rsidRPr="008C6DE4">
        <w:t>Requirements are defined for periodic, semi-persistent and aperiodic resources.</w:t>
      </w:r>
    </w:p>
    <w:p w14:paraId="3622CBF7" w14:textId="4AFACEBE" w:rsidR="00230E58" w:rsidRPr="008C6DE4" w:rsidRDefault="0048284E" w:rsidP="0048284E">
      <w:pPr>
        <w:pStyle w:val="Heading3"/>
      </w:pPr>
      <w:r w:rsidRPr="008C6DE4">
        <w:t>9.5.3</w:t>
      </w:r>
      <w:r w:rsidR="00230E58" w:rsidRPr="008C6DE4">
        <w:tab/>
        <w:t>Measurement Reporting Requirements</w:t>
      </w:r>
    </w:p>
    <w:p w14:paraId="6FF797FF" w14:textId="77777777" w:rsidR="00230E58" w:rsidRPr="008C6DE4" w:rsidRDefault="00230E58" w:rsidP="00230E58">
      <w:r w:rsidRPr="008C6DE4">
        <w:t>The UE shall send L1-RSRP reports only for report configurations configured for the active BWP.</w:t>
      </w:r>
    </w:p>
    <w:p w14:paraId="088F069A" w14:textId="77777777" w:rsidR="00230E58" w:rsidRPr="008C6DE4" w:rsidRDefault="00230E58" w:rsidP="00230E58">
      <w:r w:rsidRPr="008C6DE4">
        <w:t xml:space="preserve">The UE shall report the L1-RSRP value as a 7-bit value in the range [-140, -44] dBm with 1dB step size according to clause 10.1.19 for FR1 and 10.1.20 for FR2 if </w:t>
      </w:r>
      <w:r w:rsidRPr="008C6DE4">
        <w:rPr>
          <w:i/>
          <w:iCs/>
        </w:rPr>
        <w:t>nrofReportedRS</w:t>
      </w:r>
      <w:r w:rsidRPr="008C6DE4">
        <w:rPr>
          <w:iCs/>
        </w:rPr>
        <w:t xml:space="preserve"> is configured to one. </w:t>
      </w:r>
      <w:r w:rsidRPr="008C6DE4">
        <w:t xml:space="preserve">If </w:t>
      </w:r>
      <w:r w:rsidRPr="008C6DE4">
        <w:rPr>
          <w:i/>
          <w:iCs/>
        </w:rPr>
        <w:t>nrofReportedRS</w:t>
      </w:r>
      <w:r w:rsidRPr="008C6DE4">
        <w:rPr>
          <w:iCs/>
        </w:rPr>
        <w:t xml:space="preserve"> is configured to be larger than one, or if </w:t>
      </w:r>
      <w:r w:rsidRPr="008C6DE4">
        <w:rPr>
          <w:i/>
          <w:iCs/>
        </w:rPr>
        <w:t>groupBasedBeamReporting</w:t>
      </w:r>
      <w:r w:rsidRPr="008C6DE4">
        <w:rPr>
          <w:iCs/>
        </w:rPr>
        <w:t xml:space="preserve"> is enabled, </w:t>
      </w:r>
      <w:r w:rsidRPr="008C6DE4">
        <w:t>the UE shall use differential L1-RSRP based reporting as defined in clause 10.1.19 for FR1 and 10.1.20 for FR2. The differential L1-RSRP is quantized to a 4-bit value with 2dB step size. The mapping between the reported L1-RSRP value and the measured quantity is described in 10.1.6.</w:t>
      </w:r>
    </w:p>
    <w:p w14:paraId="71FD0A40" w14:textId="55967495" w:rsidR="00230E58" w:rsidRPr="008C6DE4" w:rsidRDefault="0048284E" w:rsidP="0048284E">
      <w:pPr>
        <w:pStyle w:val="Heading4"/>
      </w:pPr>
      <w:r w:rsidRPr="008C6DE4">
        <w:t>9.5.3.1</w:t>
      </w:r>
      <w:r w:rsidR="00230E58" w:rsidRPr="008C6DE4">
        <w:tab/>
        <w:t>Periodic Reporting</w:t>
      </w:r>
    </w:p>
    <w:p w14:paraId="137F1DF5" w14:textId="77777777" w:rsidR="00230E58" w:rsidRPr="008C6DE4" w:rsidRDefault="00230E58" w:rsidP="00230E58">
      <w:r w:rsidRPr="008C6DE4">
        <w:t>Reported L1-RSRP measurements contained in periodic L1-RSRP measurement reports shall meet the requirements in clauses 10.1.19 for FR1 and 10.1.20 for FR2, respectively.</w:t>
      </w:r>
    </w:p>
    <w:p w14:paraId="0EACF847" w14:textId="77777777" w:rsidR="00230E58" w:rsidRPr="008C6DE4" w:rsidRDefault="00230E58" w:rsidP="00230E58">
      <w:r w:rsidRPr="008C6DE4">
        <w:t>The UE shall only send periodic L1-RSRP measurement reports for an active BWP.</w:t>
      </w:r>
    </w:p>
    <w:p w14:paraId="1CBD7F15" w14:textId="4CD171BE" w:rsidR="00230E58" w:rsidRPr="008C6DE4" w:rsidRDefault="00230E58" w:rsidP="00230E58">
      <w:r w:rsidRPr="008C6DE4">
        <w:t xml:space="preserve">The UE shall transmit the periodic L1-RSRP reporting on PUCCH over the air interface according to the periodicity defined in clause 5.2.1.4 in </w:t>
      </w:r>
      <w:r w:rsidR="00E2286C" w:rsidRPr="008C6DE4">
        <w:t>TS 38.214 [26].</w:t>
      </w:r>
    </w:p>
    <w:p w14:paraId="2CC10074" w14:textId="720F33C1" w:rsidR="00230E58" w:rsidRPr="008C6DE4" w:rsidRDefault="0048284E" w:rsidP="0048284E">
      <w:pPr>
        <w:pStyle w:val="Heading4"/>
      </w:pPr>
      <w:r w:rsidRPr="008C6DE4">
        <w:t>9.5.3.2</w:t>
      </w:r>
      <w:r w:rsidR="00230E58" w:rsidRPr="008C6DE4">
        <w:tab/>
        <w:t>Semi-Persistent Reporting</w:t>
      </w:r>
    </w:p>
    <w:p w14:paraId="033B21FC" w14:textId="77777777" w:rsidR="00230E58" w:rsidRPr="008C6DE4" w:rsidRDefault="00230E58" w:rsidP="00230E58">
      <w:r w:rsidRPr="008C6DE4">
        <w:t>Reported L1-RSRP measurements contained in a Semi-Persistent L1-RSRP measurement report shall meet the requirements in clauses 10.1.19 for FR1 and 10.1.20 for FR2, respectively. This requirement applies for semi-persistent L1-RSRP reports send on PUSCH or PUCCH.</w:t>
      </w:r>
    </w:p>
    <w:p w14:paraId="0E936ABC" w14:textId="77777777" w:rsidR="00230E58" w:rsidRPr="008C6DE4" w:rsidRDefault="00230E58" w:rsidP="00230E58">
      <w:r w:rsidRPr="008C6DE4">
        <w:t>The UE shall only send semi-persistent L1-RSRP measurement reports on PUSCH, if a DCI request has been received.</w:t>
      </w:r>
    </w:p>
    <w:p w14:paraId="48726BE4" w14:textId="77777777" w:rsidR="00230E58" w:rsidRPr="008C6DE4" w:rsidRDefault="00230E58" w:rsidP="00230E58">
      <w:r w:rsidRPr="008C6DE4">
        <w:t>The UE shall only send semi-persistent L1-RSRP measurement reports on PUCCH, if an activation command [7] has been received.</w:t>
      </w:r>
    </w:p>
    <w:p w14:paraId="68A1E025" w14:textId="1A0556CC" w:rsidR="00230E58" w:rsidRPr="008C6DE4" w:rsidRDefault="00230E58" w:rsidP="00230E58">
      <w:r w:rsidRPr="008C6DE4">
        <w:t xml:space="preserve">The UE shall transmit the semi-persistent L1-RSRP reporting on PUSCH or PUCCH over the air interface according to the periodicity defined in clause 5.2.1.4 in </w:t>
      </w:r>
      <w:r w:rsidR="00E2286C" w:rsidRPr="008C6DE4">
        <w:t>TS 38.214 [26].</w:t>
      </w:r>
    </w:p>
    <w:p w14:paraId="2520CEE0" w14:textId="5EDC8C82" w:rsidR="00230E58" w:rsidRPr="008C6DE4" w:rsidRDefault="0048284E" w:rsidP="0048284E">
      <w:pPr>
        <w:pStyle w:val="Heading4"/>
      </w:pPr>
      <w:r w:rsidRPr="008C6DE4">
        <w:t>9.5.3.3</w:t>
      </w:r>
      <w:r w:rsidR="00230E58" w:rsidRPr="008C6DE4">
        <w:tab/>
        <w:t>Aperiodic Reporting</w:t>
      </w:r>
    </w:p>
    <w:p w14:paraId="76AD1C45" w14:textId="77777777" w:rsidR="00230E58" w:rsidRPr="008C6DE4" w:rsidRDefault="00230E58" w:rsidP="00230E58">
      <w:r w:rsidRPr="008C6DE4">
        <w:t>Reported L1-RSRP measurements contained in aperiodic triggered, aperiodic triggered periodic and aperiodic triggered semi-persistent L1-RSRP reports shall meet the requirements in clauses 10.1.19 for FR1 and 10.1.20 for FR2, respectively.</w:t>
      </w:r>
    </w:p>
    <w:p w14:paraId="6A228C68" w14:textId="77777777" w:rsidR="00230E58" w:rsidRPr="008C6DE4" w:rsidRDefault="00230E58" w:rsidP="00230E58">
      <w:r w:rsidRPr="008C6DE4">
        <w:t>The UE shall only send aperiodic L1-RSRP measurement reports, if a DCI trigger has been received.</w:t>
      </w:r>
    </w:p>
    <w:p w14:paraId="4A717009" w14:textId="0863B18E" w:rsidR="00230E58" w:rsidRPr="008C6DE4" w:rsidRDefault="00230E58" w:rsidP="00230E58">
      <w:r w:rsidRPr="008C6DE4">
        <w:t xml:space="preserve">After the UE receives CSI request in DCI, the UE shall transmit the aperiodic L1-RSRP reporting on PUSCH over the air interface at the time specified according to </w:t>
      </w:r>
      <w:r w:rsidR="00E2286C" w:rsidRPr="008C6DE4">
        <w:t>clause 6.1.2.1 in TS 38.214 [26].</w:t>
      </w:r>
    </w:p>
    <w:p w14:paraId="7CE3E594" w14:textId="70FFB19A" w:rsidR="00230E58" w:rsidRPr="008C6DE4" w:rsidRDefault="0048284E" w:rsidP="0048284E">
      <w:pPr>
        <w:pStyle w:val="Heading3"/>
      </w:pPr>
      <w:r w:rsidRPr="008C6DE4">
        <w:t>9.5.4</w:t>
      </w:r>
      <w:r w:rsidR="00230E58" w:rsidRPr="008C6DE4">
        <w:tab/>
        <w:t>L1-RSRP measurement requirements</w:t>
      </w:r>
    </w:p>
    <w:p w14:paraId="4DEB5693" w14:textId="2FD8136C" w:rsidR="00230E58" w:rsidRPr="008C6DE4" w:rsidRDefault="0048284E" w:rsidP="0048284E">
      <w:pPr>
        <w:pStyle w:val="Heading4"/>
      </w:pPr>
      <w:r w:rsidRPr="008C6DE4">
        <w:t>9.5.4.1</w:t>
      </w:r>
      <w:r w:rsidR="00230E58" w:rsidRPr="008C6DE4">
        <w:tab/>
        <w:t>SSB based L1-RSRP Reporting</w:t>
      </w:r>
    </w:p>
    <w:p w14:paraId="58653053" w14:textId="77777777" w:rsidR="00230E58" w:rsidRPr="008C6DE4" w:rsidRDefault="00230E58" w:rsidP="00230E58">
      <w:pPr>
        <w:rPr>
          <w:rFonts w:eastAsia="?? ??"/>
        </w:rPr>
      </w:pPr>
      <w:r w:rsidRPr="008C6DE4">
        <w:t>The UE shall be capable of performing L1-RSRP</w:t>
      </w:r>
      <w:r w:rsidRPr="008C6DE4">
        <w:rPr>
          <w:rFonts w:eastAsia="?? ??"/>
        </w:rPr>
        <w:t xml:space="preserve"> </w:t>
      </w:r>
      <w:r w:rsidRPr="008C6DE4">
        <w:t xml:space="preserve">measurements based </w:t>
      </w:r>
      <w:r w:rsidRPr="008C6DE4">
        <w:rPr>
          <w:rFonts w:eastAsia="?? ??"/>
        </w:rPr>
        <w:t xml:space="preserve">on the configured SSB </w:t>
      </w:r>
      <w:r w:rsidRPr="008C6DE4">
        <w:rPr>
          <w:rFonts w:cs="Arial"/>
        </w:rPr>
        <w:t xml:space="preserve">resource for </w:t>
      </w:r>
      <w:r w:rsidRPr="008C6DE4">
        <w:rPr>
          <w:lang w:val="en-US"/>
        </w:rPr>
        <w:t>L1-RSRP computation</w:t>
      </w:r>
      <w:r w:rsidRPr="008C6DE4">
        <w:t>, and the UE physical layer shall be capable of reporting L1-RSRP measured over the measurement period of T</w:t>
      </w:r>
      <w:r w:rsidRPr="008C6DE4">
        <w:rPr>
          <w:vertAlign w:val="subscript"/>
        </w:rPr>
        <w:t>L1-RSRP_Measurement_Period_SSB</w:t>
      </w:r>
      <w:r w:rsidRPr="008C6DE4">
        <w:t>.</w:t>
      </w:r>
    </w:p>
    <w:p w14:paraId="3CFBC1B6" w14:textId="77777777" w:rsidR="00230E58" w:rsidRPr="008C6DE4" w:rsidRDefault="00230E58" w:rsidP="00230E58">
      <w:pPr>
        <w:rPr>
          <w:rFonts w:eastAsia="?? ??"/>
        </w:rPr>
      </w:pPr>
      <w:r w:rsidRPr="008C6DE4">
        <w:rPr>
          <w:rFonts w:eastAsia="?? ??"/>
        </w:rPr>
        <w:t xml:space="preserve">The value of </w:t>
      </w:r>
      <w:r w:rsidRPr="008C6DE4">
        <w:rPr>
          <w:sz w:val="22"/>
        </w:rPr>
        <w:t>T</w:t>
      </w:r>
      <w:r w:rsidRPr="008C6DE4">
        <w:rPr>
          <w:sz w:val="22"/>
          <w:vertAlign w:val="subscript"/>
        </w:rPr>
        <w:t>L1-RSRP</w:t>
      </w:r>
      <w:r w:rsidRPr="008C6DE4">
        <w:rPr>
          <w:vertAlign w:val="subscript"/>
        </w:rPr>
        <w:t>_Measurement_Period_SSB</w:t>
      </w:r>
      <w:r w:rsidRPr="008C6DE4">
        <w:rPr>
          <w:rFonts w:eastAsia="?? ??"/>
        </w:rPr>
        <w:t xml:space="preserve"> is defined in Table 9.5.4.1-1 for FR1 and Table 9.5.4.1-2 for FR2, where </w:t>
      </w:r>
    </w:p>
    <w:p w14:paraId="214329A0" w14:textId="77777777" w:rsidR="00230E58" w:rsidRPr="008C6DE4" w:rsidRDefault="00230E58" w:rsidP="00D05EB7">
      <w:pPr>
        <w:pStyle w:val="B10"/>
      </w:pPr>
      <w:r w:rsidRPr="008C6DE4">
        <w:t>-</w:t>
      </w:r>
      <w:r w:rsidRPr="008C6DE4">
        <w:tab/>
        <w:t xml:space="preserve">M=1 if higher layer parameter </w:t>
      </w:r>
      <w:r w:rsidRPr="008C6DE4">
        <w:rPr>
          <w:i/>
        </w:rPr>
        <w:t>timeRestrictionForChannelMeasurement</w:t>
      </w:r>
      <w:r w:rsidRPr="008C6DE4">
        <w:t xml:space="preserve"> is configured, and M=3 otherwise </w:t>
      </w:r>
    </w:p>
    <w:p w14:paraId="28A0B60B" w14:textId="77777777" w:rsidR="00230E58" w:rsidRPr="008C6DE4" w:rsidRDefault="00230E58" w:rsidP="00D05EB7">
      <w:pPr>
        <w:pStyle w:val="B10"/>
      </w:pPr>
      <w:r w:rsidRPr="008C6DE4">
        <w:t>-</w:t>
      </w:r>
      <w:r w:rsidRPr="008C6DE4">
        <w:tab/>
        <w:t>N= 8.</w:t>
      </w:r>
    </w:p>
    <w:p w14:paraId="38749272" w14:textId="77777777" w:rsidR="00230E58" w:rsidRPr="008C6DE4" w:rsidRDefault="00230E58" w:rsidP="00230E58">
      <w:pPr>
        <w:rPr>
          <w:rFonts w:eastAsia="?? ??"/>
        </w:rPr>
      </w:pPr>
      <w:r w:rsidRPr="008C6DE4">
        <w:rPr>
          <w:rFonts w:eastAsia="?? ??"/>
        </w:rPr>
        <w:t>For FR1,</w:t>
      </w:r>
    </w:p>
    <w:p w14:paraId="10C488A2" w14:textId="5EBEBD4E" w:rsidR="00FD77A0" w:rsidRPr="00885F53" w:rsidRDefault="00FD77A0" w:rsidP="00FD77A0">
      <w:pPr>
        <w:ind w:left="568" w:hanging="284"/>
      </w:pPr>
      <w:r w:rsidRPr="00885F53">
        <w:t>-</w:t>
      </w:r>
      <w:r w:rsidRPr="00885F53">
        <w:tab/>
        <w:t>P=</w:t>
      </w:r>
      <m:oMath>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SSB</m:t>
                    </m:r>
                  </m:sub>
                </m:sSub>
              </m:num>
              <m:den>
                <m:r>
                  <m:rPr>
                    <m:sty m:val="p"/>
                  </m:rPr>
                  <w:rPr>
                    <w:rFonts w:ascii="Cambria Math" w:hAnsi="Cambria Math"/>
                  </w:rPr>
                  <m:t>MGRP</m:t>
                </m:r>
              </m:den>
            </m:f>
          </m:den>
        </m:f>
      </m:oMath>
      <w:r w:rsidRPr="00885F53">
        <w:t>, when in the monitored cell there are measurement gaps configured for intra-frequency, inter-frequency or inter-RAT measurements, which are overlapping with some but not all occasions of the SSB; and</w:t>
      </w:r>
    </w:p>
    <w:p w14:paraId="38C69884" w14:textId="77777777" w:rsidR="00230E58" w:rsidRPr="008C6DE4" w:rsidRDefault="00230E58" w:rsidP="00D05EB7">
      <w:pPr>
        <w:pStyle w:val="B10"/>
      </w:pPr>
      <w:r w:rsidRPr="008C6DE4">
        <w:t>-</w:t>
      </w:r>
      <w:r w:rsidRPr="008C6DE4">
        <w:tab/>
        <w:t>P=1 when in the monitored cell there are no measurement gaps overlapping with any occasion of the SSB.</w:t>
      </w:r>
    </w:p>
    <w:p w14:paraId="35D5E209" w14:textId="77777777" w:rsidR="00230E58" w:rsidRPr="008C6DE4" w:rsidRDefault="00230E58" w:rsidP="00230E58">
      <w:pPr>
        <w:rPr>
          <w:rFonts w:eastAsia="?? ??"/>
        </w:rPr>
      </w:pPr>
      <w:r w:rsidRPr="008C6DE4">
        <w:rPr>
          <w:rFonts w:eastAsia="?? ??"/>
        </w:rPr>
        <w:t>For FR2,</w:t>
      </w:r>
    </w:p>
    <w:p w14:paraId="694D4431" w14:textId="08F19CCE" w:rsidR="00230E58" w:rsidRPr="008C6DE4" w:rsidRDefault="00230E58" w:rsidP="00D05EB7">
      <w:pPr>
        <w:pStyle w:val="B10"/>
      </w:pPr>
      <w:r w:rsidRPr="008C6DE4">
        <w:t>-</w:t>
      </w:r>
      <w:r w:rsidRPr="008C6DE4">
        <w:tab/>
        <w:t>P=</w:t>
      </w:r>
      <m:oMath>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SSB</m:t>
                    </m:r>
                  </m:sub>
                </m:sSub>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SMTCperiod</m:t>
                    </m:r>
                  </m:sub>
                </m:sSub>
              </m:den>
            </m:f>
          </m:den>
        </m:f>
      </m:oMath>
      <w:r w:rsidRPr="008C6DE4">
        <w:t>, when SSB is not overlapped with measurement gap and SSB is partially overlapped with SMTC occasion (T</w:t>
      </w:r>
      <w:r w:rsidRPr="008C6DE4">
        <w:rPr>
          <w:vertAlign w:val="subscript"/>
        </w:rPr>
        <w:t>SSB</w:t>
      </w:r>
      <w:r w:rsidRPr="008C6DE4">
        <w:t xml:space="preserve"> &lt; T</w:t>
      </w:r>
      <w:r w:rsidRPr="008C6DE4">
        <w:rPr>
          <w:vertAlign w:val="subscript"/>
        </w:rPr>
        <w:t>SMTCperiod</w:t>
      </w:r>
      <w:r w:rsidRPr="008C6DE4">
        <w:t>).</w:t>
      </w:r>
    </w:p>
    <w:p w14:paraId="543DEC3C" w14:textId="77777777" w:rsidR="00230E58" w:rsidRPr="008C6DE4" w:rsidRDefault="00230E58" w:rsidP="00D05EB7">
      <w:pPr>
        <w:pStyle w:val="B10"/>
      </w:pPr>
      <w:r w:rsidRPr="008C6DE4">
        <w:t>-</w:t>
      </w:r>
      <w:r w:rsidRPr="008C6DE4">
        <w:tab/>
        <w:t>P is P</w:t>
      </w:r>
      <w:r w:rsidRPr="008C6DE4">
        <w:rPr>
          <w:vertAlign w:val="subscript"/>
        </w:rPr>
        <w:t>sharing factor</w:t>
      </w:r>
      <w:r w:rsidRPr="008C6DE4">
        <w:t>, when SSB is not overlapped with measurement gap and SSB is fully overlapped with SMTC period (T</w:t>
      </w:r>
      <w:r w:rsidRPr="008C6DE4">
        <w:rPr>
          <w:vertAlign w:val="subscript"/>
        </w:rPr>
        <w:t>SSB</w:t>
      </w:r>
      <w:r w:rsidRPr="008C6DE4">
        <w:t xml:space="preserve"> = T</w:t>
      </w:r>
      <w:r w:rsidRPr="008C6DE4">
        <w:rPr>
          <w:vertAlign w:val="subscript"/>
        </w:rPr>
        <w:t>SMTCperiod</w:t>
      </w:r>
      <w:r w:rsidRPr="008C6DE4">
        <w:t>).</w:t>
      </w:r>
    </w:p>
    <w:p w14:paraId="2681F80C" w14:textId="567151F8" w:rsidR="00FD77A0" w:rsidRPr="00885F53" w:rsidRDefault="00FD77A0" w:rsidP="00FD77A0">
      <w:pPr>
        <w:ind w:left="568" w:hanging="284"/>
      </w:pPr>
      <w:r w:rsidRPr="00885F53">
        <w:t>-</w:t>
      </w:r>
      <w:r w:rsidRPr="00885F53">
        <w:tab/>
        <w:t>P=</w:t>
      </w:r>
      <m:oMath>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SSB</m:t>
                    </m:r>
                  </m:sub>
                </m:sSub>
              </m:num>
              <m:den>
                <m:r>
                  <m:rPr>
                    <m:sty m:val="p"/>
                  </m:rPr>
                  <w:rPr>
                    <w:rFonts w:ascii="Cambria Math" w:hAnsi="Cambria Math"/>
                  </w:rPr>
                  <m:t>MGRP</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SSB</m:t>
                    </m:r>
                  </m:sub>
                </m:sSub>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SMTCperiod</m:t>
                    </m:r>
                  </m:sub>
                </m:sSub>
              </m:den>
            </m:f>
          </m:den>
        </m:f>
      </m:oMath>
      <w:r w:rsidRPr="00885F53">
        <w:t>, when SSB is partially overlapped with measurement gap and SSB is partially overlapped with SMTC occasion (T</w:t>
      </w:r>
      <w:r w:rsidRPr="00885F53">
        <w:rPr>
          <w:vertAlign w:val="subscript"/>
        </w:rPr>
        <w:t>SSB</w:t>
      </w:r>
      <w:r w:rsidRPr="00885F53">
        <w:t xml:space="preserve"> &lt; T</w:t>
      </w:r>
      <w:r w:rsidRPr="00885F53">
        <w:rPr>
          <w:vertAlign w:val="subscript"/>
        </w:rPr>
        <w:t>SMTCperiod</w:t>
      </w:r>
      <w:r w:rsidRPr="00885F53">
        <w:t>) and SMTC occasion is not overlapped with measurement gap and</w:t>
      </w:r>
    </w:p>
    <w:p w14:paraId="1E885505" w14:textId="77777777" w:rsidR="00230E58" w:rsidRPr="008C6DE4" w:rsidRDefault="00230E58" w:rsidP="00D05EB7">
      <w:pPr>
        <w:pStyle w:val="B2"/>
      </w:pPr>
      <w:r w:rsidRPr="008C6DE4">
        <w:t>-</w:t>
      </w:r>
      <w:r w:rsidRPr="008C6DE4">
        <w:tab/>
        <w:t>T</w:t>
      </w:r>
      <w:r w:rsidRPr="008C6DE4">
        <w:rPr>
          <w:vertAlign w:val="subscript"/>
        </w:rPr>
        <w:t>SMTCperiod</w:t>
      </w:r>
      <w:r w:rsidRPr="008C6DE4">
        <w:t xml:space="preserve"> </w:t>
      </w:r>
      <w:r w:rsidRPr="008C6DE4">
        <w:rPr>
          <w:rFonts w:hint="eastAsia"/>
        </w:rPr>
        <w:t>≠</w:t>
      </w:r>
      <w:r w:rsidRPr="008C6DE4">
        <w:t xml:space="preserve"> MGRP or</w:t>
      </w:r>
    </w:p>
    <w:p w14:paraId="6F3269A5" w14:textId="77777777" w:rsidR="00230E58" w:rsidRPr="008C6DE4" w:rsidRDefault="00230E58" w:rsidP="00D05EB7">
      <w:pPr>
        <w:pStyle w:val="B2"/>
      </w:pPr>
      <w:r w:rsidRPr="008C6DE4">
        <w:t>-</w:t>
      </w:r>
      <w:r w:rsidRPr="008C6DE4">
        <w:tab/>
        <w:t>T</w:t>
      </w:r>
      <w:r w:rsidRPr="008C6DE4">
        <w:rPr>
          <w:vertAlign w:val="subscript"/>
        </w:rPr>
        <w:t>SMTCperiod</w:t>
      </w:r>
      <w:r w:rsidRPr="008C6DE4">
        <w:t xml:space="preserve"> = MGRP and T</w:t>
      </w:r>
      <w:r w:rsidRPr="008C6DE4">
        <w:rPr>
          <w:vertAlign w:val="subscript"/>
        </w:rPr>
        <w:t>SSB</w:t>
      </w:r>
      <w:r w:rsidRPr="008C6DE4">
        <w:t xml:space="preserve"> &lt; 0.5*T</w:t>
      </w:r>
      <w:r w:rsidRPr="008C6DE4">
        <w:rPr>
          <w:vertAlign w:val="subscript"/>
        </w:rPr>
        <w:t>SMTCperiod</w:t>
      </w:r>
    </w:p>
    <w:p w14:paraId="206FF879" w14:textId="546281DE" w:rsidR="00FD77A0" w:rsidRPr="00885F53" w:rsidRDefault="00FD77A0" w:rsidP="00FD77A0">
      <w:pPr>
        <w:ind w:left="568" w:hanging="284"/>
      </w:pPr>
      <w:r w:rsidRPr="00885F53">
        <w:t>-</w:t>
      </w:r>
      <w:r w:rsidRPr="00885F53">
        <w:tab/>
        <w:t xml:space="preserve">P is </w:t>
      </w:r>
      <m:oMath>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SSB</m:t>
                    </m:r>
                  </m:sub>
                </m:sSub>
              </m:num>
              <m:den>
                <m:r>
                  <m:rPr>
                    <m:sty m:val="p"/>
                  </m:rPr>
                  <w:rPr>
                    <w:rFonts w:ascii="Cambria Math" w:hAnsi="Cambria Math"/>
                  </w:rPr>
                  <m:t>MGRP</m:t>
                </m:r>
              </m:den>
            </m:f>
          </m:den>
        </m:f>
      </m:oMath>
      <w:r w:rsidRPr="00885F53">
        <w:t>* P</w:t>
      </w:r>
      <w:r w:rsidRPr="00885F53">
        <w:rPr>
          <w:vertAlign w:val="subscript"/>
        </w:rPr>
        <w:t>sharing factor</w:t>
      </w:r>
      <w:r w:rsidRPr="00885F53">
        <w:t>, when SSB is partially overlapped with measurement gap and SSB is partially overlapped with SMTC occasion (T</w:t>
      </w:r>
      <w:r w:rsidRPr="00885F53">
        <w:rPr>
          <w:vertAlign w:val="subscript"/>
        </w:rPr>
        <w:t>SSB</w:t>
      </w:r>
      <w:r w:rsidRPr="00885F53">
        <w:t xml:space="preserve"> &lt; T</w:t>
      </w:r>
      <w:r w:rsidRPr="00885F53">
        <w:rPr>
          <w:vertAlign w:val="subscript"/>
        </w:rPr>
        <w:t>SMTCperiod</w:t>
      </w:r>
      <w:r w:rsidRPr="00885F53">
        <w:t>) and SMTC occasion is not overlapped with measurement gap and T</w:t>
      </w:r>
      <w:r w:rsidRPr="00885F53">
        <w:rPr>
          <w:vertAlign w:val="subscript"/>
        </w:rPr>
        <w:t>SMTCperiod</w:t>
      </w:r>
      <w:r w:rsidRPr="00885F53">
        <w:t xml:space="preserve"> = MGRP and T</w:t>
      </w:r>
      <w:r w:rsidRPr="00885F53">
        <w:rPr>
          <w:vertAlign w:val="subscript"/>
        </w:rPr>
        <w:t>SSB</w:t>
      </w:r>
      <w:r w:rsidRPr="00885F53">
        <w:t xml:space="preserve"> = 0.5*T</w:t>
      </w:r>
      <w:r w:rsidRPr="00885F53">
        <w:rPr>
          <w:vertAlign w:val="subscript"/>
        </w:rPr>
        <w:t>SMTCperiod</w:t>
      </w:r>
    </w:p>
    <w:p w14:paraId="6BECFDAC" w14:textId="3280FFAC" w:rsidR="00230E58" w:rsidRPr="008C6DE4" w:rsidRDefault="00230E58" w:rsidP="00D05EB7">
      <w:pPr>
        <w:pStyle w:val="B10"/>
      </w:pPr>
      <w:r w:rsidRPr="008C6DE4">
        <w:t>-</w:t>
      </w:r>
      <w:r w:rsidRPr="008C6DE4">
        <w:tab/>
        <w:t>P=</w:t>
      </w: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SSB</m:t>
                    </m:r>
                  </m:sub>
                </m:sSub>
              </m:num>
              <m:den>
                <m:r>
                  <m:rPr>
                    <m:sty m:val="p"/>
                  </m:rPr>
                  <w:rPr>
                    <w:rFonts w:ascii="Cambria Math" w:hAnsi="Cambria Math"/>
                  </w:rPr>
                  <m:t>min⁡</m:t>
                </m:r>
                <m: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SMTCperiod</m:t>
                    </m:r>
                  </m:sub>
                </m:sSub>
                <m:r>
                  <m:rPr>
                    <m:sty m:val="p"/>
                  </m:rPr>
                  <w:rPr>
                    <w:rFonts w:ascii="Cambria Math" w:hAnsi="Cambria Math"/>
                  </w:rPr>
                  <m:t>,MGRP</m:t>
                </m:r>
                <m:r>
                  <w:rPr>
                    <w:rFonts w:ascii="Cambria Math" w:hAnsi="Cambria Math"/>
                  </w:rPr>
                  <m:t>)</m:t>
                </m:r>
              </m:den>
            </m:f>
          </m:den>
        </m:f>
      </m:oMath>
      <w:r w:rsidRPr="008C6DE4">
        <w:t>, when SSB is partially overlapped with measurement gap (T</w:t>
      </w:r>
      <w:r w:rsidRPr="008C6DE4">
        <w:rPr>
          <w:vertAlign w:val="subscript"/>
        </w:rPr>
        <w:t>SSB</w:t>
      </w:r>
      <w:r w:rsidRPr="008C6DE4">
        <w:t xml:space="preserve"> &lt;MGRP) and SSB is partially overlapped with SMTC occasion (T</w:t>
      </w:r>
      <w:r w:rsidRPr="008C6DE4">
        <w:rPr>
          <w:vertAlign w:val="subscript"/>
        </w:rPr>
        <w:t>SSB</w:t>
      </w:r>
      <w:r w:rsidRPr="008C6DE4">
        <w:t xml:space="preserve"> &lt; T</w:t>
      </w:r>
      <w:r w:rsidRPr="008C6DE4">
        <w:rPr>
          <w:vertAlign w:val="subscript"/>
        </w:rPr>
        <w:t>SMTCperiod</w:t>
      </w:r>
      <w:r w:rsidRPr="008C6DE4">
        <w:t>) and SMTC occasion is partially or fully overlapped with measurement gap.</w:t>
      </w:r>
    </w:p>
    <w:p w14:paraId="28A63C30" w14:textId="6ABA8C36" w:rsidR="00D05EB7" w:rsidRDefault="00230E58" w:rsidP="00D05EB7">
      <w:pPr>
        <w:pStyle w:val="B10"/>
      </w:pPr>
      <w:r w:rsidRPr="008C6DE4">
        <w:t>-</w:t>
      </w:r>
      <w:r w:rsidRPr="008C6DE4">
        <w:tab/>
        <w:t xml:space="preserve">P is </w:t>
      </w: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SSB</m:t>
                    </m:r>
                  </m:sub>
                </m:sSub>
              </m:num>
              <m:den>
                <m:r>
                  <m:rPr>
                    <m:sty m:val="p"/>
                  </m:rPr>
                  <w:rPr>
                    <w:rFonts w:ascii="Cambria Math" w:hAnsi="Cambria Math"/>
                  </w:rPr>
                  <m:t>MRGP</m:t>
                </m:r>
              </m:den>
            </m:f>
          </m:den>
        </m:f>
      </m:oMath>
      <w:r w:rsidRPr="008C6DE4">
        <w:t>* P</w:t>
      </w:r>
      <w:r w:rsidRPr="008C6DE4">
        <w:rPr>
          <w:vertAlign w:val="subscript"/>
        </w:rPr>
        <w:t>sharing factor</w:t>
      </w:r>
      <w:r w:rsidRPr="008C6DE4">
        <w:t>, when SSB is partially overlapped with measurement gap and SSB is fully overlapped with SMTC occasion (T</w:t>
      </w:r>
      <w:r w:rsidRPr="008C6DE4">
        <w:rPr>
          <w:vertAlign w:val="subscript"/>
        </w:rPr>
        <w:t>SSB</w:t>
      </w:r>
      <w:r w:rsidRPr="008C6DE4">
        <w:t xml:space="preserve"> = T</w:t>
      </w:r>
      <w:r w:rsidRPr="008C6DE4">
        <w:rPr>
          <w:vertAlign w:val="subscript"/>
        </w:rPr>
        <w:t>SMTCperiod</w:t>
      </w:r>
      <w:r w:rsidRPr="008C6DE4">
        <w:t>) and SMTC occasion is partially overlapped with measurement gap (T</w:t>
      </w:r>
      <w:r w:rsidRPr="008C6DE4">
        <w:rPr>
          <w:vertAlign w:val="subscript"/>
        </w:rPr>
        <w:t>SMTCperiod</w:t>
      </w:r>
      <w:r w:rsidRPr="008C6DE4">
        <w:t xml:space="preserve"> &lt; MGRP)</w:t>
      </w:r>
    </w:p>
    <w:p w14:paraId="131A61C0" w14:textId="621CF544" w:rsidR="00FD77A0" w:rsidRPr="00885F53" w:rsidRDefault="00FD77A0" w:rsidP="00FD77A0">
      <w:pPr>
        <w:pStyle w:val="B10"/>
      </w:pPr>
      <w:r>
        <w:t>-</w:t>
      </w:r>
      <w:r>
        <w:tab/>
      </w:r>
      <w:r w:rsidRPr="00885F53">
        <w:t xml:space="preserve">P is </w:t>
      </w: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SSB</m:t>
                    </m:r>
                  </m:sub>
                </m:sSub>
              </m:num>
              <m:den>
                <m:r>
                  <m:rPr>
                    <m:sty m:val="p"/>
                  </m:rPr>
                  <w:rPr>
                    <w:rFonts w:ascii="Cambria Math" w:hAnsi="Cambria Math"/>
                  </w:rPr>
                  <m:t>MGRP</m:t>
                </m:r>
              </m:den>
            </m:f>
          </m:den>
        </m:f>
      </m:oMath>
      <w:r w:rsidRPr="00885F53">
        <w:t>* P</w:t>
      </w:r>
      <w:r w:rsidRPr="00885F53">
        <w:rPr>
          <w:vertAlign w:val="subscript"/>
        </w:rPr>
        <w:t>sharing factor</w:t>
      </w:r>
      <w:r w:rsidRPr="00885F53">
        <w:t>, when SSB is partially overlapped with measurement gap and SSB is fully overlapped with SMTC occasion (T</w:t>
      </w:r>
      <w:r w:rsidRPr="00885F53">
        <w:rPr>
          <w:vertAlign w:val="subscript"/>
        </w:rPr>
        <w:t>SSB</w:t>
      </w:r>
      <w:r w:rsidRPr="00885F53">
        <w:t xml:space="preserve"> = T</w:t>
      </w:r>
      <w:r w:rsidRPr="00885F53">
        <w:rPr>
          <w:vertAlign w:val="subscript"/>
        </w:rPr>
        <w:t>SMTCperiod</w:t>
      </w:r>
      <w:r w:rsidRPr="00885F53">
        <w:t>) and SMTC occasion is partially overlapped with measurement gap (T</w:t>
      </w:r>
      <w:r w:rsidRPr="00885F53">
        <w:rPr>
          <w:vertAlign w:val="subscript"/>
        </w:rPr>
        <w:t>SMTCperiod</w:t>
      </w:r>
      <w:r w:rsidRPr="00885F53">
        <w:t xml:space="preserve"> &lt; MGRP)P</w:t>
      </w:r>
      <w:r w:rsidRPr="00885F53">
        <w:rPr>
          <w:vertAlign w:val="subscript"/>
        </w:rPr>
        <w:t>sharing factor</w:t>
      </w:r>
      <w:r w:rsidRPr="00885F53">
        <w:t xml:space="preserve"> = 1</w:t>
      </w:r>
    </w:p>
    <w:p w14:paraId="43B2375A" w14:textId="77777777" w:rsidR="002554EE" w:rsidRDefault="002554EE" w:rsidP="002554EE">
      <w:pPr>
        <w:pStyle w:val="B2"/>
      </w:pPr>
      <w:r>
        <w:t>-</w:t>
      </w:r>
      <w:r>
        <w:tab/>
        <w:t xml:space="preserve">not overlapped with the SSB symbols indicated by SSB-ToMeasure and 1 data symbol before each consecutive SSB symbols indicated by SSB-ToMeasure and 1 data symbol after each consecutive SSB symbols indicated by SSB-ToMeasure, given that SSB-ToMeasure is configured, </w:t>
      </w:r>
      <w:r>
        <w:rPr>
          <w:rFonts w:hint="eastAsia"/>
          <w:lang w:eastAsia="zh-CN"/>
        </w:rPr>
        <w:t>where</w:t>
      </w:r>
      <w:r>
        <w:rPr>
          <w:lang w:eastAsia="zh-CN"/>
        </w:rPr>
        <w:t xml:space="preserve"> </w:t>
      </w:r>
      <w:r>
        <w:rPr>
          <w:rFonts w:hint="eastAsia"/>
          <w:lang w:eastAsia="zh-CN"/>
        </w:rPr>
        <w:t xml:space="preserve">the </w:t>
      </w:r>
      <w:r w:rsidRPr="003F1684">
        <w:rPr>
          <w:i/>
        </w:rPr>
        <w:t>SSB-ToMeasure</w:t>
      </w:r>
      <w:r>
        <w:t xml:space="preserve"> is </w:t>
      </w:r>
      <w:r w:rsidRPr="00F42376">
        <w:rPr>
          <w:rFonts w:eastAsia="Times New Roman"/>
        </w:rPr>
        <w:t xml:space="preserve">the union </w:t>
      </w:r>
      <w:r>
        <w:rPr>
          <w:rFonts w:eastAsia="Times New Roman"/>
        </w:rPr>
        <w:t xml:space="preserve">set </w:t>
      </w:r>
      <w:r w:rsidRPr="00F42376">
        <w:rPr>
          <w:rFonts w:eastAsia="Times New Roman"/>
        </w:rPr>
        <w:t>of</w:t>
      </w:r>
      <w:r w:rsidRPr="00F42376">
        <w:rPr>
          <w:rStyle w:val="apple-converted-space"/>
          <w:rFonts w:eastAsia="Times New Roman"/>
        </w:rPr>
        <w:t xml:space="preserve"> </w:t>
      </w:r>
      <w:r w:rsidRPr="00F42376">
        <w:rPr>
          <w:rFonts w:eastAsia="Times New Roman"/>
          <w:i/>
          <w:iCs/>
        </w:rPr>
        <w:t>SSB-ToMeasure</w:t>
      </w:r>
      <w:r w:rsidRPr="00F42376">
        <w:rPr>
          <w:rFonts w:eastAsia="Times New Roman"/>
        </w:rPr>
        <w:t xml:space="preserve"> from all </w:t>
      </w:r>
      <w:r>
        <w:rPr>
          <w:rFonts w:eastAsia="Times New Roman"/>
        </w:rPr>
        <w:t>the configured measurement objects</w:t>
      </w:r>
      <w:r w:rsidRPr="00F42376">
        <w:rPr>
          <w:rFonts w:eastAsia="Times New Roman"/>
        </w:rPr>
        <w:t xml:space="preserve"> </w:t>
      </w:r>
      <w:r>
        <w:rPr>
          <w:rFonts w:eastAsia="Times New Roman"/>
        </w:rPr>
        <w:t xml:space="preserve">merged on the same serving carrier, </w:t>
      </w:r>
      <w:r>
        <w:t>and,</w:t>
      </w:r>
    </w:p>
    <w:p w14:paraId="633DE827" w14:textId="77777777" w:rsidR="00D05EB7" w:rsidRDefault="00D05EB7" w:rsidP="00CC6EC5">
      <w:pPr>
        <w:pStyle w:val="B2"/>
      </w:pPr>
      <w:r>
        <w:t>-</w:t>
      </w:r>
      <w:r>
        <w:tab/>
        <w:t>not overlapped with the RSSI symbols indicated by ss-RSSI-Measurement and 1data symbol before each RSSI symbol indicated by ss-RSSI-Measurement and 1 data symbol after each RSSI symbol indicated by ss-RSSI-Measurement, given that ss-RSSI-Measurement is configured,</w:t>
      </w:r>
    </w:p>
    <w:p w14:paraId="11A1D5ED" w14:textId="1A244E57" w:rsidR="00D05EB7" w:rsidRDefault="00D05EB7">
      <w:pPr>
        <w:pStyle w:val="B10"/>
      </w:pPr>
      <w:r>
        <w:t>-</w:t>
      </w:r>
      <w:r>
        <w:tab/>
      </w:r>
      <w:r w:rsidRPr="00DD3199">
        <w:t>P</w:t>
      </w:r>
      <w:r w:rsidRPr="00DD3199">
        <w:rPr>
          <w:vertAlign w:val="subscript"/>
        </w:rPr>
        <w:t>sharing factor</w:t>
      </w:r>
      <w:r>
        <w:t xml:space="preserve"> = 3, otherwise.</w:t>
      </w:r>
    </w:p>
    <w:p w14:paraId="67181016" w14:textId="77777777" w:rsidR="00230E58" w:rsidRPr="008C6DE4" w:rsidRDefault="00230E58" w:rsidP="00560C2B">
      <w:r w:rsidRPr="008C6DE4">
        <w:t>Where:</w:t>
      </w:r>
    </w:p>
    <w:p w14:paraId="212E04E5" w14:textId="77777777" w:rsidR="00230E58" w:rsidRPr="008C6DE4" w:rsidRDefault="00230E58" w:rsidP="00560C2B">
      <w:pPr>
        <w:pStyle w:val="B10"/>
        <w:rPr>
          <w:rFonts w:eastAsia="Calibri"/>
        </w:rPr>
      </w:pPr>
      <w:r w:rsidRPr="008C6DE4">
        <w:tab/>
      </w:r>
      <w:r w:rsidRPr="008C6DE4">
        <w:rPr>
          <w:rFonts w:cs="v4.2.0"/>
        </w:rPr>
        <w:t>T</w:t>
      </w:r>
      <w:r w:rsidRPr="008C6DE4">
        <w:rPr>
          <w:rFonts w:cs="v4.2.0"/>
          <w:vertAlign w:val="subscript"/>
        </w:rPr>
        <w:t>SSB</w:t>
      </w:r>
      <w:r w:rsidRPr="008C6DE4">
        <w:t xml:space="preserve"> = </w:t>
      </w:r>
      <w:r w:rsidRPr="008C6DE4">
        <w:rPr>
          <w:rFonts w:eastAsia="Calibri"/>
        </w:rPr>
        <w:t>ssb-periodicityServingCell</w:t>
      </w:r>
    </w:p>
    <w:p w14:paraId="7D7E840E" w14:textId="5C0D6327" w:rsidR="00230E58" w:rsidRPr="008C6DE4" w:rsidRDefault="00230E58" w:rsidP="00560C2B">
      <w:pPr>
        <w:pStyle w:val="B10"/>
      </w:pPr>
      <w:r w:rsidRPr="008C6DE4">
        <w:tab/>
        <w:t>T</w:t>
      </w:r>
      <w:r w:rsidRPr="008C6DE4">
        <w:rPr>
          <w:vertAlign w:val="subscript"/>
        </w:rPr>
        <w:t>SMTCperiod</w:t>
      </w:r>
      <w:r w:rsidRPr="008C6DE4">
        <w:t xml:space="preserve"> = </w:t>
      </w:r>
      <w:r w:rsidR="00D05EB7" w:rsidRPr="00DD3199">
        <w:t>the configured SMTC period</w:t>
      </w:r>
    </w:p>
    <w:p w14:paraId="35DFE096" w14:textId="13DEC1B5" w:rsidR="00560C2B" w:rsidRDefault="00560C2B" w:rsidP="00CC6EC5">
      <w:pPr>
        <w:pStyle w:val="B10"/>
      </w:pPr>
      <w:r>
        <w:tab/>
      </w:r>
      <w:r w:rsidRPr="00DD3199">
        <w:t xml:space="preserve">If the high layer in TS 38.331 [2] signaling of </w:t>
      </w:r>
      <w:r w:rsidRPr="00DD3199">
        <w:rPr>
          <w:i/>
        </w:rPr>
        <w:t>smtc2</w:t>
      </w:r>
      <w:r w:rsidRPr="00DD3199">
        <w:t xml:space="preserve"> is configured, T</w:t>
      </w:r>
      <w:r w:rsidRPr="00DD3199">
        <w:rPr>
          <w:vertAlign w:val="subscript"/>
        </w:rPr>
        <w:t>SMTCperiod</w:t>
      </w:r>
      <w:r w:rsidRPr="00DD3199">
        <w:t xml:space="preserve"> corresponds to the value of higher layer parameter </w:t>
      </w:r>
      <w:r w:rsidRPr="00DD3199">
        <w:rPr>
          <w:i/>
        </w:rPr>
        <w:t>smtc2</w:t>
      </w:r>
      <w:r w:rsidRPr="00DD3199">
        <w:t>; Otherwise T</w:t>
      </w:r>
      <w:r w:rsidRPr="00DD3199">
        <w:rPr>
          <w:vertAlign w:val="subscript"/>
        </w:rPr>
        <w:t>SMTCperiod</w:t>
      </w:r>
      <w:r w:rsidRPr="00DD3199">
        <w:t xml:space="preserve"> corresponds to the value of higher layer parameter </w:t>
      </w:r>
      <w:r w:rsidRPr="00DD3199">
        <w:rPr>
          <w:i/>
        </w:rPr>
        <w:t>smtc1</w:t>
      </w:r>
      <w:r w:rsidRPr="00DD3199">
        <w:t>.</w:t>
      </w:r>
      <w:r>
        <w:t xml:space="preserve"> </w:t>
      </w:r>
      <w:r w:rsidRPr="00DD3199">
        <w:t>T</w:t>
      </w:r>
      <w:r w:rsidRPr="00DD3199">
        <w:rPr>
          <w:vertAlign w:val="subscript"/>
        </w:rPr>
        <w:t>SMTCperiod</w:t>
      </w:r>
      <w:r>
        <w:t xml:space="preserve"> is</w:t>
      </w:r>
      <w:r w:rsidRPr="008C4769">
        <w:t xml:space="preserve"> the shortest SMTC period among all CCs in the same FR2 band, </w:t>
      </w:r>
      <w:r>
        <w:t>provided</w:t>
      </w:r>
      <w:r w:rsidRPr="008C4769">
        <w:t xml:space="preserve"> the SMTC offset of all CCs </w:t>
      </w:r>
      <w:r>
        <w:t>in FR2 have the same offset</w:t>
      </w:r>
      <w:r w:rsidRPr="008C4769">
        <w:t>.</w:t>
      </w:r>
    </w:p>
    <w:p w14:paraId="159B69AB" w14:textId="77777777" w:rsidR="00230E58" w:rsidRPr="008C6DE4" w:rsidRDefault="00230E58" w:rsidP="00230E58">
      <w:r w:rsidRPr="008C6DE4">
        <w:t>Longer evaluation period would be expected if the combination of SSB, SMTC occasion and measurement gap configurations does not meet pervious conditions.</w:t>
      </w:r>
    </w:p>
    <w:p w14:paraId="3611330B" w14:textId="77777777" w:rsidR="00230E58" w:rsidRPr="008C6DE4" w:rsidRDefault="00230E58" w:rsidP="00230E58">
      <w:pPr>
        <w:keepNext/>
        <w:keepLines/>
        <w:spacing w:before="60"/>
        <w:jc w:val="center"/>
        <w:rPr>
          <w:rFonts w:ascii="Arial" w:hAnsi="Arial"/>
          <w:b/>
        </w:rPr>
      </w:pPr>
      <w:r w:rsidRPr="008C6DE4">
        <w:rPr>
          <w:rFonts w:ascii="Arial" w:hAnsi="Arial"/>
          <w:b/>
        </w:rPr>
        <w:t>Table 9.5.4.1-1: Measurement period T</w:t>
      </w:r>
      <w:r w:rsidRPr="008C6DE4">
        <w:rPr>
          <w:rFonts w:ascii="Arial" w:hAnsi="Arial"/>
          <w:b/>
          <w:vertAlign w:val="subscript"/>
        </w:rPr>
        <w:t>L1-RSRP_Measurement_Period_SSB</w:t>
      </w:r>
      <w:r w:rsidRPr="008C6DE4">
        <w:rPr>
          <w:rFonts w:ascii="Arial" w:hAnsi="Arial"/>
          <w:b/>
        </w:rPr>
        <w:t xml:space="preserve">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4582"/>
      </w:tblGrid>
      <w:tr w:rsidR="00DD3199" w:rsidRPr="008C6DE4" w14:paraId="0DC8E1EE"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4CE00363" w14:textId="77777777" w:rsidR="00230E58" w:rsidRPr="008C6DE4" w:rsidRDefault="00230E58" w:rsidP="00867D3A">
            <w:pPr>
              <w:keepNext/>
              <w:keepLines/>
              <w:spacing w:after="0"/>
              <w:jc w:val="center"/>
              <w:rPr>
                <w:rFonts w:ascii="Arial" w:hAnsi="Arial"/>
                <w:b/>
                <w:sz w:val="18"/>
              </w:rPr>
            </w:pPr>
            <w:r w:rsidRPr="008C6DE4">
              <w:rPr>
                <w:rFonts w:ascii="Arial" w:hAnsi="Arial"/>
                <w:b/>
                <w:sz w:val="18"/>
              </w:rPr>
              <w:t>Configuration</w:t>
            </w:r>
          </w:p>
        </w:tc>
        <w:tc>
          <w:tcPr>
            <w:tcW w:w="4582" w:type="dxa"/>
            <w:tcBorders>
              <w:top w:val="single" w:sz="4" w:space="0" w:color="auto"/>
              <w:left w:val="single" w:sz="4" w:space="0" w:color="auto"/>
              <w:bottom w:val="single" w:sz="4" w:space="0" w:color="auto"/>
              <w:right w:val="single" w:sz="4" w:space="0" w:color="auto"/>
            </w:tcBorders>
            <w:hideMark/>
          </w:tcPr>
          <w:p w14:paraId="48EED75D" w14:textId="77777777" w:rsidR="00230E58" w:rsidRPr="008C6DE4" w:rsidRDefault="00230E58"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vertAlign w:val="subscript"/>
              </w:rPr>
              <w:t>L1-RSRP</w:t>
            </w:r>
            <w:r w:rsidRPr="008C6DE4">
              <w:rPr>
                <w:rFonts w:ascii="Arial" w:hAnsi="Arial"/>
                <w:b/>
                <w:sz w:val="18"/>
                <w:vertAlign w:val="subscript"/>
              </w:rPr>
              <w:t>_Measurement_Period_SSB</w:t>
            </w:r>
            <w:r w:rsidRPr="008C6DE4">
              <w:rPr>
                <w:rFonts w:ascii="Arial" w:hAnsi="Arial"/>
                <w:b/>
                <w:sz w:val="18"/>
              </w:rPr>
              <w:t xml:space="preserve"> (ms) </w:t>
            </w:r>
          </w:p>
        </w:tc>
      </w:tr>
      <w:tr w:rsidR="00DD3199" w:rsidRPr="008C6DE4" w14:paraId="06DB6B81"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6E902473" w14:textId="77777777" w:rsidR="00230E58" w:rsidRPr="008C6DE4" w:rsidRDefault="00230E58" w:rsidP="00867D3A">
            <w:pPr>
              <w:keepNext/>
              <w:keepLines/>
              <w:spacing w:after="0"/>
              <w:jc w:val="center"/>
              <w:rPr>
                <w:rFonts w:ascii="Arial" w:hAnsi="Arial"/>
                <w:sz w:val="18"/>
              </w:rPr>
            </w:pPr>
            <w:r w:rsidRPr="008C6DE4">
              <w:rPr>
                <w:rFonts w:ascii="Arial" w:hAnsi="Arial"/>
                <w:sz w:val="18"/>
              </w:rPr>
              <w:t>non-DRX</w:t>
            </w:r>
          </w:p>
        </w:tc>
        <w:tc>
          <w:tcPr>
            <w:tcW w:w="4582" w:type="dxa"/>
            <w:tcBorders>
              <w:top w:val="single" w:sz="4" w:space="0" w:color="auto"/>
              <w:left w:val="single" w:sz="4" w:space="0" w:color="auto"/>
              <w:bottom w:val="single" w:sz="4" w:space="0" w:color="auto"/>
              <w:right w:val="single" w:sz="4" w:space="0" w:color="auto"/>
            </w:tcBorders>
            <w:hideMark/>
          </w:tcPr>
          <w:p w14:paraId="2AD34A70" w14:textId="77777777" w:rsidR="00230E58" w:rsidRPr="008C6DE4" w:rsidRDefault="00230E58" w:rsidP="00867D3A">
            <w:pPr>
              <w:keepNext/>
              <w:keepLines/>
              <w:spacing w:after="0"/>
              <w:jc w:val="center"/>
              <w:rPr>
                <w:rFonts w:ascii="Arial" w:hAnsi="Arial"/>
                <w:sz w:val="18"/>
              </w:rPr>
            </w:pPr>
            <w:r w:rsidRPr="008C6DE4">
              <w:rPr>
                <w:rFonts w:ascii="Arial" w:hAnsi="Arial" w:cs="v4.2.0"/>
                <w:sz w:val="18"/>
              </w:rPr>
              <w:t>max(T</w:t>
            </w:r>
            <w:r w:rsidRPr="008C6DE4">
              <w:rPr>
                <w:rFonts w:ascii="Arial" w:hAnsi="Arial" w:cs="v4.2.0"/>
                <w:sz w:val="18"/>
                <w:vertAlign w:val="subscript"/>
              </w:rPr>
              <w:t>Report</w:t>
            </w:r>
            <w:r w:rsidRPr="008C6DE4">
              <w:rPr>
                <w:rFonts w:ascii="Arial" w:hAnsi="Arial" w:cs="v4.2.0"/>
                <w:sz w:val="18"/>
              </w:rPr>
              <w:t>, ceil(M*P)*T</w:t>
            </w:r>
            <w:r w:rsidRPr="008C6DE4">
              <w:rPr>
                <w:rFonts w:ascii="Arial" w:hAnsi="Arial" w:cs="v4.2.0"/>
                <w:sz w:val="18"/>
                <w:vertAlign w:val="subscript"/>
              </w:rPr>
              <w:t>SSB</w:t>
            </w:r>
            <w:r w:rsidRPr="008C6DE4">
              <w:rPr>
                <w:rFonts w:ascii="Arial" w:hAnsi="Arial" w:cs="v4.2.0"/>
                <w:sz w:val="18"/>
              </w:rPr>
              <w:t>)</w:t>
            </w:r>
          </w:p>
        </w:tc>
      </w:tr>
      <w:tr w:rsidR="00DD3199" w:rsidRPr="008C6DE4" w14:paraId="39B4A683"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2AB7EBE9" w14:textId="77777777" w:rsidR="00230E58" w:rsidRPr="008C6DE4" w:rsidRDefault="00230E58" w:rsidP="00867D3A">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cs="Arial" w:hint="eastAsia"/>
                <w:sz w:val="18"/>
              </w:rPr>
              <w:t>≤</w:t>
            </w:r>
            <w:r w:rsidRPr="008C6DE4">
              <w:rPr>
                <w:rFonts w:ascii="Arial" w:hAnsi="Arial" w:cs="Arial"/>
                <w:sz w:val="18"/>
              </w:rPr>
              <w:t xml:space="preserve"> </w:t>
            </w:r>
            <w:r w:rsidRPr="008C6DE4">
              <w:rPr>
                <w:rFonts w:ascii="Arial" w:hAnsi="Arial"/>
                <w:sz w:val="18"/>
              </w:rPr>
              <w:t>320ms</w:t>
            </w:r>
          </w:p>
        </w:tc>
        <w:tc>
          <w:tcPr>
            <w:tcW w:w="4582" w:type="dxa"/>
            <w:tcBorders>
              <w:top w:val="single" w:sz="4" w:space="0" w:color="auto"/>
              <w:left w:val="single" w:sz="4" w:space="0" w:color="auto"/>
              <w:bottom w:val="single" w:sz="4" w:space="0" w:color="auto"/>
              <w:right w:val="single" w:sz="4" w:space="0" w:color="auto"/>
            </w:tcBorders>
            <w:hideMark/>
          </w:tcPr>
          <w:p w14:paraId="6CE21E63" w14:textId="77777777" w:rsidR="00230E58" w:rsidRPr="008C6DE4" w:rsidRDefault="00230E58" w:rsidP="00867D3A">
            <w:pPr>
              <w:keepNext/>
              <w:keepLines/>
              <w:spacing w:after="0"/>
              <w:jc w:val="center"/>
              <w:rPr>
                <w:rFonts w:ascii="Arial" w:hAnsi="Arial"/>
                <w:sz w:val="18"/>
              </w:rPr>
            </w:pPr>
            <w:r w:rsidRPr="008C6DE4">
              <w:rPr>
                <w:rFonts w:ascii="Arial" w:hAnsi="Arial" w:cs="v4.2.0"/>
                <w:sz w:val="18"/>
              </w:rPr>
              <w:t>max(T</w:t>
            </w:r>
            <w:r w:rsidRPr="008C6DE4">
              <w:rPr>
                <w:rFonts w:ascii="Arial" w:hAnsi="Arial" w:cs="v4.2.0"/>
                <w:sz w:val="18"/>
                <w:vertAlign w:val="subscript"/>
              </w:rPr>
              <w:t>Report</w:t>
            </w:r>
            <w:r w:rsidRPr="008C6DE4">
              <w:rPr>
                <w:rFonts w:ascii="Arial" w:hAnsi="Arial" w:cs="v4.2.0"/>
                <w:sz w:val="18"/>
              </w:rPr>
              <w:t>, ceil(1.5*M*P)*max(T</w:t>
            </w:r>
            <w:r w:rsidRPr="008C6DE4">
              <w:rPr>
                <w:rFonts w:ascii="Arial" w:hAnsi="Arial" w:cs="v4.2.0"/>
                <w:sz w:val="18"/>
                <w:vertAlign w:val="subscript"/>
              </w:rPr>
              <w:t>DRX</w:t>
            </w:r>
            <w:r w:rsidRPr="008C6DE4">
              <w:rPr>
                <w:rFonts w:ascii="Arial" w:hAnsi="Arial" w:cs="v4.2.0"/>
                <w:sz w:val="18"/>
              </w:rPr>
              <w:t>,T</w:t>
            </w:r>
            <w:r w:rsidRPr="008C6DE4">
              <w:rPr>
                <w:rFonts w:ascii="Arial" w:hAnsi="Arial" w:cs="v4.2.0"/>
                <w:sz w:val="18"/>
                <w:vertAlign w:val="subscript"/>
              </w:rPr>
              <w:t>SSB</w:t>
            </w:r>
            <w:r w:rsidRPr="008C6DE4">
              <w:rPr>
                <w:rFonts w:ascii="Arial" w:hAnsi="Arial" w:cs="v4.2.0"/>
                <w:sz w:val="18"/>
              </w:rPr>
              <w:t>))</w:t>
            </w:r>
          </w:p>
        </w:tc>
      </w:tr>
      <w:tr w:rsidR="00DD3199" w:rsidRPr="008C6DE4" w14:paraId="688DC99F"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6264D4D1" w14:textId="77777777" w:rsidR="00230E58" w:rsidRPr="008C6DE4" w:rsidRDefault="00230E58" w:rsidP="00867D3A">
            <w:pPr>
              <w:keepNext/>
              <w:keepLines/>
              <w:spacing w:after="0"/>
              <w:jc w:val="center"/>
              <w:rPr>
                <w:rFonts w:ascii="Arial" w:hAnsi="Arial"/>
                <w:sz w:val="18"/>
              </w:rPr>
            </w:pPr>
            <w:r w:rsidRPr="008C6DE4">
              <w:rPr>
                <w:rFonts w:ascii="Arial" w:hAnsi="Arial"/>
                <w:sz w:val="18"/>
              </w:rPr>
              <w:t>DRX cycle &gt; 320ms</w:t>
            </w:r>
          </w:p>
        </w:tc>
        <w:tc>
          <w:tcPr>
            <w:tcW w:w="4582" w:type="dxa"/>
            <w:tcBorders>
              <w:top w:val="single" w:sz="4" w:space="0" w:color="auto"/>
              <w:left w:val="single" w:sz="4" w:space="0" w:color="auto"/>
              <w:bottom w:val="single" w:sz="4" w:space="0" w:color="auto"/>
              <w:right w:val="single" w:sz="4" w:space="0" w:color="auto"/>
            </w:tcBorders>
            <w:hideMark/>
          </w:tcPr>
          <w:p w14:paraId="51453EF9" w14:textId="77777777" w:rsidR="00230E58" w:rsidRPr="008C6DE4" w:rsidRDefault="00230E58" w:rsidP="00867D3A">
            <w:pPr>
              <w:keepNext/>
              <w:keepLines/>
              <w:spacing w:after="0"/>
              <w:jc w:val="center"/>
              <w:rPr>
                <w:rFonts w:ascii="Arial" w:hAnsi="Arial"/>
                <w:sz w:val="18"/>
              </w:rPr>
            </w:pPr>
            <w:r w:rsidRPr="008C6DE4">
              <w:rPr>
                <w:rFonts w:ascii="Arial" w:hAnsi="Arial" w:cs="v4.2.0"/>
                <w:sz w:val="18"/>
              </w:rPr>
              <w:t>ceil(M*P)*T</w:t>
            </w:r>
            <w:r w:rsidRPr="008C6DE4">
              <w:rPr>
                <w:rFonts w:ascii="Arial" w:hAnsi="Arial" w:cs="v4.2.0"/>
                <w:sz w:val="18"/>
                <w:vertAlign w:val="subscript"/>
              </w:rPr>
              <w:t>DRX</w:t>
            </w:r>
          </w:p>
        </w:tc>
      </w:tr>
      <w:tr w:rsidR="00230E58" w:rsidRPr="008C6DE4" w14:paraId="25E7E397" w14:textId="77777777" w:rsidTr="00867D3A">
        <w:trPr>
          <w:jc w:val="center"/>
        </w:trPr>
        <w:tc>
          <w:tcPr>
            <w:tcW w:w="6617" w:type="dxa"/>
            <w:gridSpan w:val="2"/>
            <w:tcBorders>
              <w:top w:val="single" w:sz="4" w:space="0" w:color="auto"/>
              <w:left w:val="single" w:sz="4" w:space="0" w:color="auto"/>
              <w:bottom w:val="single" w:sz="4" w:space="0" w:color="auto"/>
              <w:right w:val="single" w:sz="4" w:space="0" w:color="auto"/>
            </w:tcBorders>
            <w:hideMark/>
          </w:tcPr>
          <w:p w14:paraId="227CB992" w14:textId="77777777" w:rsidR="00230E58" w:rsidRPr="008C6DE4" w:rsidRDefault="00230E58" w:rsidP="00867D3A">
            <w:pPr>
              <w:keepNext/>
              <w:keepLines/>
              <w:spacing w:after="0"/>
              <w:ind w:left="851" w:hanging="851"/>
              <w:rPr>
                <w:rFonts w:ascii="Arial" w:hAnsi="Arial" w:cs="v4.2.0"/>
                <w:sz w:val="18"/>
              </w:rPr>
            </w:pPr>
            <w:r w:rsidRPr="008C6DE4">
              <w:rPr>
                <w:rFonts w:ascii="Arial" w:hAnsi="Arial"/>
                <w:sz w:val="18"/>
              </w:rPr>
              <w:t>Note:</w:t>
            </w:r>
            <w:r w:rsidRPr="008C6DE4">
              <w:rPr>
                <w:rFonts w:ascii="Arial" w:hAnsi="Arial"/>
                <w:sz w:val="18"/>
              </w:rPr>
              <w:tab/>
            </w:r>
            <w:r w:rsidRPr="008C6DE4">
              <w:rPr>
                <w:rFonts w:ascii="Arial" w:hAnsi="Arial" w:cs="v4.2.0"/>
                <w:sz w:val="18"/>
              </w:rPr>
              <w:t>T</w:t>
            </w:r>
            <w:r w:rsidRPr="008C6DE4">
              <w:rPr>
                <w:rFonts w:ascii="Arial" w:hAnsi="Arial" w:cs="v4.2.0"/>
                <w:sz w:val="18"/>
                <w:vertAlign w:val="subscript"/>
              </w:rPr>
              <w:t>SSB</w:t>
            </w:r>
            <w:r w:rsidRPr="008C6DE4">
              <w:rPr>
                <w:rFonts w:ascii="Arial" w:hAnsi="Arial"/>
                <w:sz w:val="18"/>
              </w:rPr>
              <w:t xml:space="preserve"> = ssb-periodicityServingCell is the periodicity of the SSB-Index configured for L1-RSRP measurement.</w:t>
            </w:r>
            <w:r w:rsidRPr="008C6DE4">
              <w:rPr>
                <w:rFonts w:ascii="Arial" w:hAnsi="Arial" w:cs="v4.2.0"/>
                <w:sz w:val="18"/>
              </w:rPr>
              <w:t xml:space="preserve"> T</w:t>
            </w:r>
            <w:r w:rsidRPr="008C6DE4">
              <w:rPr>
                <w:rFonts w:ascii="Arial" w:hAnsi="Arial" w:cs="v4.2.0"/>
                <w:sz w:val="18"/>
                <w:vertAlign w:val="subscript"/>
              </w:rPr>
              <w:t>DRX</w:t>
            </w:r>
            <w:r w:rsidRPr="008C6DE4">
              <w:rPr>
                <w:rFonts w:ascii="Arial" w:hAnsi="Arial"/>
                <w:sz w:val="18"/>
              </w:rPr>
              <w:t xml:space="preserve"> is the DRX cycle length. </w:t>
            </w:r>
            <w:r w:rsidRPr="008C6DE4">
              <w:rPr>
                <w:rFonts w:ascii="Arial" w:hAnsi="Arial" w:cs="v4.2.0"/>
                <w:sz w:val="18"/>
              </w:rPr>
              <w:t>T</w:t>
            </w:r>
            <w:r w:rsidRPr="008C6DE4">
              <w:rPr>
                <w:rFonts w:ascii="Arial" w:hAnsi="Arial" w:cs="v4.2.0"/>
                <w:sz w:val="18"/>
                <w:vertAlign w:val="subscript"/>
              </w:rPr>
              <w:t>Report</w:t>
            </w:r>
            <w:r w:rsidRPr="008C6DE4">
              <w:rPr>
                <w:rFonts w:ascii="Arial" w:hAnsi="Arial"/>
                <w:sz w:val="18"/>
              </w:rPr>
              <w:t xml:space="preserve"> is configured periodicity for reporting.</w:t>
            </w:r>
          </w:p>
        </w:tc>
      </w:tr>
    </w:tbl>
    <w:p w14:paraId="4C12F19F" w14:textId="77777777" w:rsidR="00230E58" w:rsidRPr="008C6DE4" w:rsidRDefault="00230E58" w:rsidP="00230E58">
      <w:pPr>
        <w:rPr>
          <w:rFonts w:eastAsia="?? ??"/>
        </w:rPr>
      </w:pPr>
    </w:p>
    <w:p w14:paraId="0DCC2B78" w14:textId="77777777" w:rsidR="00230E58" w:rsidRPr="008C6DE4" w:rsidRDefault="00230E58" w:rsidP="00230E58">
      <w:pPr>
        <w:keepNext/>
        <w:keepLines/>
        <w:spacing w:before="60"/>
        <w:jc w:val="center"/>
        <w:rPr>
          <w:rFonts w:ascii="Arial" w:hAnsi="Arial"/>
          <w:b/>
        </w:rPr>
      </w:pPr>
      <w:r w:rsidRPr="008C6DE4">
        <w:rPr>
          <w:rFonts w:ascii="Arial" w:hAnsi="Arial"/>
          <w:b/>
        </w:rPr>
        <w:t>Table 9.5.4.1-2: Measurement period T</w:t>
      </w:r>
      <w:r w:rsidRPr="008C6DE4">
        <w:rPr>
          <w:rFonts w:ascii="Arial" w:hAnsi="Arial"/>
          <w:b/>
          <w:vertAlign w:val="subscript"/>
        </w:rPr>
        <w:t>L1-RSRP_Measurement_Period_SSB</w:t>
      </w:r>
      <w:r w:rsidRPr="008C6DE4">
        <w:rPr>
          <w:rFonts w:ascii="Arial" w:hAnsi="Arial"/>
          <w:b/>
        </w:rPr>
        <w:t xml:space="preserve"> for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4582"/>
      </w:tblGrid>
      <w:tr w:rsidR="00DD3199" w:rsidRPr="008C6DE4" w14:paraId="13A967BA"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6CAC51BD" w14:textId="77777777" w:rsidR="00230E58" w:rsidRPr="008C6DE4" w:rsidRDefault="00230E58" w:rsidP="00867D3A">
            <w:pPr>
              <w:keepNext/>
              <w:keepLines/>
              <w:spacing w:after="0"/>
              <w:jc w:val="center"/>
              <w:rPr>
                <w:rFonts w:ascii="Arial" w:hAnsi="Arial"/>
                <w:b/>
                <w:sz w:val="18"/>
              </w:rPr>
            </w:pPr>
            <w:r w:rsidRPr="008C6DE4">
              <w:rPr>
                <w:rFonts w:ascii="Arial" w:hAnsi="Arial"/>
                <w:b/>
                <w:sz w:val="18"/>
              </w:rPr>
              <w:t>Configuration</w:t>
            </w:r>
          </w:p>
        </w:tc>
        <w:tc>
          <w:tcPr>
            <w:tcW w:w="4582" w:type="dxa"/>
            <w:tcBorders>
              <w:top w:val="single" w:sz="4" w:space="0" w:color="auto"/>
              <w:left w:val="single" w:sz="4" w:space="0" w:color="auto"/>
              <w:bottom w:val="single" w:sz="4" w:space="0" w:color="auto"/>
              <w:right w:val="single" w:sz="4" w:space="0" w:color="auto"/>
            </w:tcBorders>
            <w:hideMark/>
          </w:tcPr>
          <w:p w14:paraId="29C8B3E0" w14:textId="77777777" w:rsidR="00230E58" w:rsidRPr="008C6DE4" w:rsidRDefault="00230E58"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vertAlign w:val="subscript"/>
              </w:rPr>
              <w:t>L1-RSRP</w:t>
            </w:r>
            <w:r w:rsidRPr="008C6DE4">
              <w:rPr>
                <w:rFonts w:ascii="Arial" w:hAnsi="Arial"/>
                <w:b/>
                <w:sz w:val="18"/>
                <w:vertAlign w:val="subscript"/>
              </w:rPr>
              <w:t>_Measurement_Period_SSB</w:t>
            </w:r>
            <w:r w:rsidRPr="008C6DE4">
              <w:rPr>
                <w:rFonts w:ascii="Arial" w:hAnsi="Arial"/>
                <w:b/>
                <w:sz w:val="18"/>
              </w:rPr>
              <w:t xml:space="preserve"> (ms) </w:t>
            </w:r>
          </w:p>
        </w:tc>
      </w:tr>
      <w:tr w:rsidR="00DD3199" w:rsidRPr="008C6DE4" w14:paraId="0350924B"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64FD0BC2" w14:textId="77777777" w:rsidR="00230E58" w:rsidRPr="008C6DE4" w:rsidRDefault="00230E58" w:rsidP="00867D3A">
            <w:pPr>
              <w:keepNext/>
              <w:keepLines/>
              <w:spacing w:after="0"/>
              <w:jc w:val="center"/>
              <w:rPr>
                <w:rFonts w:ascii="Arial" w:hAnsi="Arial"/>
                <w:sz w:val="18"/>
              </w:rPr>
            </w:pPr>
            <w:r w:rsidRPr="008C6DE4">
              <w:rPr>
                <w:rFonts w:ascii="Arial" w:hAnsi="Arial"/>
                <w:sz w:val="18"/>
              </w:rPr>
              <w:t>non-DRX</w:t>
            </w:r>
          </w:p>
        </w:tc>
        <w:tc>
          <w:tcPr>
            <w:tcW w:w="4582" w:type="dxa"/>
            <w:tcBorders>
              <w:top w:val="single" w:sz="4" w:space="0" w:color="auto"/>
              <w:left w:val="single" w:sz="4" w:space="0" w:color="auto"/>
              <w:bottom w:val="single" w:sz="4" w:space="0" w:color="auto"/>
              <w:right w:val="single" w:sz="4" w:space="0" w:color="auto"/>
            </w:tcBorders>
            <w:hideMark/>
          </w:tcPr>
          <w:p w14:paraId="5AB8EC5D" w14:textId="77777777" w:rsidR="00230E58" w:rsidRPr="008C6DE4" w:rsidRDefault="00230E58" w:rsidP="00867D3A">
            <w:pPr>
              <w:keepNext/>
              <w:keepLines/>
              <w:spacing w:after="0"/>
              <w:jc w:val="center"/>
              <w:rPr>
                <w:rFonts w:ascii="Arial" w:hAnsi="Arial"/>
                <w:sz w:val="18"/>
              </w:rPr>
            </w:pPr>
            <w:r w:rsidRPr="008C6DE4">
              <w:rPr>
                <w:rFonts w:ascii="Arial" w:hAnsi="Arial" w:cs="v4.2.0"/>
                <w:sz w:val="18"/>
              </w:rPr>
              <w:t>max(T</w:t>
            </w:r>
            <w:r w:rsidRPr="008C6DE4">
              <w:rPr>
                <w:rFonts w:ascii="Arial" w:hAnsi="Arial" w:cs="v4.2.0"/>
                <w:sz w:val="18"/>
                <w:vertAlign w:val="subscript"/>
              </w:rPr>
              <w:t>Report</w:t>
            </w:r>
            <w:r w:rsidRPr="008C6DE4">
              <w:rPr>
                <w:rFonts w:ascii="Arial" w:hAnsi="Arial" w:cs="v4.2.0"/>
                <w:sz w:val="18"/>
              </w:rPr>
              <w:t>, ceil(M*P*N)*T</w:t>
            </w:r>
            <w:r w:rsidRPr="008C6DE4">
              <w:rPr>
                <w:rFonts w:ascii="Arial" w:hAnsi="Arial" w:cs="v4.2.0"/>
                <w:sz w:val="18"/>
                <w:vertAlign w:val="subscript"/>
              </w:rPr>
              <w:t>SSB</w:t>
            </w:r>
            <w:r w:rsidRPr="008C6DE4">
              <w:rPr>
                <w:rFonts w:ascii="Arial" w:hAnsi="Arial" w:cs="v4.2.0"/>
                <w:sz w:val="18"/>
              </w:rPr>
              <w:t>)</w:t>
            </w:r>
          </w:p>
        </w:tc>
      </w:tr>
      <w:tr w:rsidR="00DD3199" w:rsidRPr="008C6DE4" w14:paraId="1F65E0FF"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4508E6F1" w14:textId="77777777" w:rsidR="00230E58" w:rsidRPr="008C6DE4" w:rsidRDefault="00230E58" w:rsidP="00867D3A">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cs="Arial" w:hint="eastAsia"/>
                <w:sz w:val="18"/>
              </w:rPr>
              <w:t>≤</w:t>
            </w:r>
            <w:r w:rsidRPr="008C6DE4">
              <w:rPr>
                <w:rFonts w:ascii="Arial" w:hAnsi="Arial" w:cs="Arial"/>
                <w:sz w:val="18"/>
              </w:rPr>
              <w:t xml:space="preserve"> </w:t>
            </w:r>
            <w:r w:rsidRPr="008C6DE4">
              <w:rPr>
                <w:rFonts w:ascii="Arial" w:hAnsi="Arial"/>
                <w:sz w:val="18"/>
              </w:rPr>
              <w:t>320ms</w:t>
            </w:r>
          </w:p>
        </w:tc>
        <w:tc>
          <w:tcPr>
            <w:tcW w:w="4582" w:type="dxa"/>
            <w:tcBorders>
              <w:top w:val="single" w:sz="4" w:space="0" w:color="auto"/>
              <w:left w:val="single" w:sz="4" w:space="0" w:color="auto"/>
              <w:bottom w:val="single" w:sz="4" w:space="0" w:color="auto"/>
              <w:right w:val="single" w:sz="4" w:space="0" w:color="auto"/>
            </w:tcBorders>
            <w:hideMark/>
          </w:tcPr>
          <w:p w14:paraId="01907F07" w14:textId="77777777" w:rsidR="00230E58" w:rsidRPr="008C6DE4" w:rsidRDefault="00230E58" w:rsidP="00867D3A">
            <w:pPr>
              <w:keepNext/>
              <w:keepLines/>
              <w:spacing w:after="0"/>
              <w:jc w:val="center"/>
              <w:rPr>
                <w:rFonts w:ascii="Arial" w:hAnsi="Arial"/>
                <w:sz w:val="18"/>
              </w:rPr>
            </w:pPr>
            <w:r w:rsidRPr="008C6DE4">
              <w:rPr>
                <w:rFonts w:ascii="Arial" w:hAnsi="Arial" w:cs="v4.2.0"/>
                <w:sz w:val="18"/>
              </w:rPr>
              <w:t>max(T</w:t>
            </w:r>
            <w:r w:rsidRPr="008C6DE4">
              <w:rPr>
                <w:rFonts w:ascii="Arial" w:hAnsi="Arial" w:cs="v4.2.0"/>
                <w:sz w:val="18"/>
                <w:vertAlign w:val="subscript"/>
              </w:rPr>
              <w:t>Report</w:t>
            </w:r>
            <w:r w:rsidRPr="008C6DE4">
              <w:rPr>
                <w:rFonts w:ascii="Arial" w:hAnsi="Arial" w:cs="v4.2.0"/>
                <w:sz w:val="18"/>
              </w:rPr>
              <w:t>, ceil(1.5*M*P*N)*max(T</w:t>
            </w:r>
            <w:r w:rsidRPr="008C6DE4">
              <w:rPr>
                <w:rFonts w:ascii="Arial" w:hAnsi="Arial" w:cs="v4.2.0"/>
                <w:sz w:val="18"/>
                <w:vertAlign w:val="subscript"/>
              </w:rPr>
              <w:t>DRX</w:t>
            </w:r>
            <w:r w:rsidRPr="008C6DE4">
              <w:rPr>
                <w:rFonts w:ascii="Arial" w:hAnsi="Arial" w:cs="v4.2.0"/>
                <w:sz w:val="18"/>
              </w:rPr>
              <w:t>,T</w:t>
            </w:r>
            <w:r w:rsidRPr="008C6DE4">
              <w:rPr>
                <w:rFonts w:ascii="Arial" w:hAnsi="Arial" w:cs="v4.2.0"/>
                <w:sz w:val="18"/>
                <w:vertAlign w:val="subscript"/>
              </w:rPr>
              <w:t>SSB</w:t>
            </w:r>
            <w:r w:rsidRPr="008C6DE4">
              <w:rPr>
                <w:rFonts w:ascii="Arial" w:hAnsi="Arial" w:cs="v4.2.0"/>
                <w:sz w:val="18"/>
              </w:rPr>
              <w:t>))</w:t>
            </w:r>
          </w:p>
        </w:tc>
      </w:tr>
      <w:tr w:rsidR="00DD3199" w:rsidRPr="008C6DE4" w14:paraId="0E525960"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22756BFC" w14:textId="77777777" w:rsidR="00230E58" w:rsidRPr="008C6DE4" w:rsidRDefault="00230E58" w:rsidP="00867D3A">
            <w:pPr>
              <w:keepNext/>
              <w:keepLines/>
              <w:spacing w:after="0"/>
              <w:jc w:val="center"/>
              <w:rPr>
                <w:rFonts w:ascii="Arial" w:hAnsi="Arial"/>
                <w:sz w:val="18"/>
              </w:rPr>
            </w:pPr>
            <w:r w:rsidRPr="008C6DE4">
              <w:rPr>
                <w:rFonts w:ascii="Arial" w:hAnsi="Arial"/>
                <w:sz w:val="18"/>
              </w:rPr>
              <w:t>DRX cycle &gt; 320ms</w:t>
            </w:r>
          </w:p>
        </w:tc>
        <w:tc>
          <w:tcPr>
            <w:tcW w:w="4582" w:type="dxa"/>
            <w:tcBorders>
              <w:top w:val="single" w:sz="4" w:space="0" w:color="auto"/>
              <w:left w:val="single" w:sz="4" w:space="0" w:color="auto"/>
              <w:bottom w:val="single" w:sz="4" w:space="0" w:color="auto"/>
              <w:right w:val="single" w:sz="4" w:space="0" w:color="auto"/>
            </w:tcBorders>
            <w:hideMark/>
          </w:tcPr>
          <w:p w14:paraId="0DBC5D42" w14:textId="77777777" w:rsidR="00230E58" w:rsidRPr="008C6DE4" w:rsidRDefault="00230E58" w:rsidP="00867D3A">
            <w:pPr>
              <w:keepNext/>
              <w:keepLines/>
              <w:spacing w:after="0"/>
              <w:jc w:val="center"/>
              <w:rPr>
                <w:rFonts w:ascii="Arial" w:hAnsi="Arial"/>
                <w:sz w:val="18"/>
              </w:rPr>
            </w:pPr>
            <w:r w:rsidRPr="008C6DE4">
              <w:rPr>
                <w:rFonts w:ascii="Arial" w:hAnsi="Arial" w:cs="v4.2.0"/>
                <w:sz w:val="18"/>
              </w:rPr>
              <w:t>ceil(1.5*M*P*N)*T</w:t>
            </w:r>
            <w:r w:rsidRPr="008C6DE4">
              <w:rPr>
                <w:rFonts w:ascii="Arial" w:hAnsi="Arial" w:cs="v4.2.0"/>
                <w:sz w:val="18"/>
                <w:vertAlign w:val="subscript"/>
              </w:rPr>
              <w:t>DRX</w:t>
            </w:r>
          </w:p>
        </w:tc>
      </w:tr>
      <w:tr w:rsidR="00230E58" w:rsidRPr="008C6DE4" w14:paraId="6B45D548" w14:textId="77777777" w:rsidTr="00867D3A">
        <w:trPr>
          <w:jc w:val="center"/>
        </w:trPr>
        <w:tc>
          <w:tcPr>
            <w:tcW w:w="6617" w:type="dxa"/>
            <w:gridSpan w:val="2"/>
            <w:tcBorders>
              <w:top w:val="single" w:sz="4" w:space="0" w:color="auto"/>
              <w:left w:val="single" w:sz="4" w:space="0" w:color="auto"/>
              <w:bottom w:val="single" w:sz="4" w:space="0" w:color="auto"/>
              <w:right w:val="single" w:sz="4" w:space="0" w:color="auto"/>
            </w:tcBorders>
            <w:hideMark/>
          </w:tcPr>
          <w:p w14:paraId="083B700A" w14:textId="77777777" w:rsidR="00230E58" w:rsidRPr="008C6DE4" w:rsidRDefault="00230E58" w:rsidP="00867D3A">
            <w:pPr>
              <w:keepNext/>
              <w:keepLines/>
              <w:spacing w:after="0"/>
              <w:ind w:left="851" w:hanging="851"/>
              <w:rPr>
                <w:rFonts w:ascii="Arial" w:hAnsi="Arial" w:cs="v4.2.0"/>
                <w:sz w:val="18"/>
              </w:rPr>
            </w:pPr>
            <w:r w:rsidRPr="008C6DE4">
              <w:rPr>
                <w:rFonts w:ascii="Arial" w:hAnsi="Arial"/>
                <w:sz w:val="18"/>
              </w:rPr>
              <w:t>Note:</w:t>
            </w:r>
            <w:r w:rsidRPr="008C6DE4">
              <w:rPr>
                <w:rFonts w:ascii="Arial" w:hAnsi="Arial"/>
                <w:sz w:val="18"/>
              </w:rPr>
              <w:tab/>
            </w:r>
            <w:r w:rsidRPr="008C6DE4">
              <w:rPr>
                <w:rFonts w:ascii="Arial" w:hAnsi="Arial" w:cs="v4.2.0"/>
                <w:sz w:val="18"/>
              </w:rPr>
              <w:t>T</w:t>
            </w:r>
            <w:r w:rsidRPr="008C6DE4">
              <w:rPr>
                <w:rFonts w:ascii="Arial" w:hAnsi="Arial" w:cs="v4.2.0"/>
                <w:sz w:val="18"/>
                <w:vertAlign w:val="subscript"/>
              </w:rPr>
              <w:t>SSB</w:t>
            </w:r>
            <w:r w:rsidRPr="008C6DE4">
              <w:rPr>
                <w:rFonts w:ascii="Arial" w:hAnsi="Arial"/>
                <w:sz w:val="18"/>
              </w:rPr>
              <w:t xml:space="preserve"> = ssb-periodicityServingCell is the periodicity of the SSB-Index configured for L1-RSRP measurement.</w:t>
            </w:r>
            <w:r w:rsidRPr="008C6DE4">
              <w:rPr>
                <w:rFonts w:ascii="Arial" w:hAnsi="Arial" w:cs="v4.2.0"/>
                <w:sz w:val="18"/>
              </w:rPr>
              <w:t xml:space="preserve"> T</w:t>
            </w:r>
            <w:r w:rsidRPr="008C6DE4">
              <w:rPr>
                <w:rFonts w:ascii="Arial" w:hAnsi="Arial" w:cs="v4.2.0"/>
                <w:sz w:val="18"/>
                <w:vertAlign w:val="subscript"/>
              </w:rPr>
              <w:t>DRX</w:t>
            </w:r>
            <w:r w:rsidRPr="008C6DE4">
              <w:rPr>
                <w:rFonts w:ascii="Arial" w:hAnsi="Arial"/>
                <w:sz w:val="18"/>
              </w:rPr>
              <w:t xml:space="preserve"> is the DRX cycle length. </w:t>
            </w:r>
            <w:r w:rsidRPr="008C6DE4">
              <w:rPr>
                <w:rFonts w:ascii="Arial" w:hAnsi="Arial" w:cs="v4.2.0"/>
                <w:sz w:val="18"/>
              </w:rPr>
              <w:t>T</w:t>
            </w:r>
            <w:r w:rsidRPr="008C6DE4">
              <w:rPr>
                <w:rFonts w:ascii="Arial" w:hAnsi="Arial" w:cs="v4.2.0"/>
                <w:sz w:val="18"/>
                <w:vertAlign w:val="subscript"/>
              </w:rPr>
              <w:t>Report</w:t>
            </w:r>
            <w:r w:rsidRPr="008C6DE4">
              <w:rPr>
                <w:rFonts w:ascii="Arial" w:hAnsi="Arial"/>
                <w:sz w:val="18"/>
              </w:rPr>
              <w:t xml:space="preserve"> is configured periodicity for reporting.</w:t>
            </w:r>
          </w:p>
        </w:tc>
      </w:tr>
    </w:tbl>
    <w:p w14:paraId="711422B4" w14:textId="77777777" w:rsidR="00230E58" w:rsidRPr="008C6DE4" w:rsidRDefault="00230E58" w:rsidP="00230E58">
      <w:pPr>
        <w:rPr>
          <w:rFonts w:eastAsia="?? ??"/>
        </w:rPr>
      </w:pPr>
    </w:p>
    <w:p w14:paraId="2C843912" w14:textId="60E97C0C" w:rsidR="00230E58" w:rsidRPr="008C6DE4" w:rsidRDefault="0048284E" w:rsidP="0048284E">
      <w:pPr>
        <w:pStyle w:val="Heading4"/>
      </w:pPr>
      <w:r w:rsidRPr="008C6DE4">
        <w:t>9.5.4.2</w:t>
      </w:r>
      <w:r w:rsidR="00230E58" w:rsidRPr="008C6DE4">
        <w:tab/>
        <w:t>CSI-RS based L1-RSRP Reporting</w:t>
      </w:r>
    </w:p>
    <w:p w14:paraId="394316AC" w14:textId="77777777" w:rsidR="00F25F43" w:rsidRPr="008C6DE4" w:rsidRDefault="00F25F43" w:rsidP="00F25F43">
      <w:pPr>
        <w:rPr>
          <w:rFonts w:eastAsia="?? ??"/>
        </w:rPr>
      </w:pPr>
      <w:r w:rsidRPr="008C6DE4">
        <w:rPr>
          <w:rFonts w:cs="v4.2.0"/>
        </w:rPr>
        <w:t>The UE shall be capable of performing L1-RSRP</w:t>
      </w:r>
      <w:r w:rsidRPr="008C6DE4">
        <w:rPr>
          <w:rFonts w:eastAsia="?? ??"/>
        </w:rPr>
        <w:t xml:space="preserve"> </w:t>
      </w:r>
      <w:r w:rsidRPr="008C6DE4">
        <w:rPr>
          <w:rFonts w:cs="v4.2.0"/>
        </w:rPr>
        <w:t xml:space="preserve">measurements based </w:t>
      </w:r>
      <w:r w:rsidRPr="008C6DE4">
        <w:rPr>
          <w:rFonts w:eastAsia="?? ??"/>
        </w:rPr>
        <w:t xml:space="preserve">on the configured CSI-RS </w:t>
      </w:r>
      <w:r w:rsidRPr="008C6DE4">
        <w:rPr>
          <w:rFonts w:cs="Arial"/>
        </w:rPr>
        <w:t xml:space="preserve">resource for </w:t>
      </w:r>
      <w:r w:rsidRPr="008C6DE4">
        <w:rPr>
          <w:lang w:val="en-US"/>
        </w:rPr>
        <w:t>L1-RSRP computation</w:t>
      </w:r>
      <w:r w:rsidRPr="008C6DE4">
        <w:rPr>
          <w:rFonts w:cs="v4.2.0"/>
        </w:rPr>
        <w:t xml:space="preserve">, and the UE physical layer shall be capable of reporting L1-RSRP measured over the measurement period of </w:t>
      </w:r>
      <w:r w:rsidRPr="008C6DE4">
        <w:t>T</w:t>
      </w:r>
      <w:r w:rsidRPr="008C6DE4">
        <w:rPr>
          <w:vertAlign w:val="subscript"/>
        </w:rPr>
        <w:t>L1-RSRP_Measurement_Period_CSI-RS</w:t>
      </w:r>
      <w:r w:rsidRPr="008C6DE4">
        <w:rPr>
          <w:rFonts w:cs="v4.2.0"/>
        </w:rPr>
        <w:t>.</w:t>
      </w:r>
    </w:p>
    <w:p w14:paraId="5DC9A36B" w14:textId="77777777" w:rsidR="00F25F43" w:rsidRPr="008C6DE4" w:rsidRDefault="00F25F43" w:rsidP="00F25F43">
      <w:pPr>
        <w:rPr>
          <w:rFonts w:eastAsia="?? ??"/>
        </w:rPr>
      </w:pPr>
      <w:r w:rsidRPr="008C6DE4">
        <w:rPr>
          <w:rFonts w:eastAsia="?? ??"/>
        </w:rPr>
        <w:t xml:space="preserve">The value of </w:t>
      </w:r>
      <w:r w:rsidRPr="008C6DE4">
        <w:t>T</w:t>
      </w:r>
      <w:r w:rsidRPr="008C6DE4">
        <w:rPr>
          <w:vertAlign w:val="subscript"/>
        </w:rPr>
        <w:t>L1-RSRP_Measurement_Period_CSI-RS</w:t>
      </w:r>
      <w:r w:rsidRPr="008C6DE4">
        <w:rPr>
          <w:rFonts w:eastAsia="?? ??"/>
        </w:rPr>
        <w:t xml:space="preserve"> is defined in Table 9.5.4.2-1 for FR1 and in Table 9.5.4.2-2 for FR2, where</w:t>
      </w:r>
    </w:p>
    <w:p w14:paraId="1B8F1F08" w14:textId="77777777" w:rsidR="00F25F43" w:rsidRPr="008C6DE4" w:rsidRDefault="00F25F43" w:rsidP="001E7AEF">
      <w:pPr>
        <w:pStyle w:val="B10"/>
      </w:pPr>
      <w:r w:rsidRPr="008C6DE4">
        <w:t>-</w:t>
      </w:r>
      <w:r w:rsidRPr="008C6DE4">
        <w:tab/>
        <w:t xml:space="preserve">For periodic and semi-persistent CSI-RS resources, M=1 if higher layer parameter </w:t>
      </w:r>
      <w:r w:rsidRPr="008C6DE4">
        <w:rPr>
          <w:i/>
        </w:rPr>
        <w:t>timeRestrictionForChannelMeasurement</w:t>
      </w:r>
      <w:r w:rsidRPr="008C6DE4">
        <w:t xml:space="preserve"> is configured, and M=3 otherwise</w:t>
      </w:r>
    </w:p>
    <w:p w14:paraId="5CA6439B" w14:textId="77777777" w:rsidR="00F25F43" w:rsidRPr="008C6DE4" w:rsidRDefault="00F25F43" w:rsidP="001E7AEF">
      <w:pPr>
        <w:pStyle w:val="B10"/>
      </w:pPr>
      <w:r w:rsidRPr="008C6DE4">
        <w:t>-</w:t>
      </w:r>
      <w:r w:rsidRPr="008C6DE4">
        <w:tab/>
        <w:t xml:space="preserve">For aperiodic CSI-RS resources M=1 </w:t>
      </w:r>
    </w:p>
    <w:p w14:paraId="64D7BA5F" w14:textId="4E009609" w:rsidR="001E7AEF" w:rsidRPr="00DD3199" w:rsidRDefault="001E7AEF" w:rsidP="001E7AEF">
      <w:pPr>
        <w:pStyle w:val="B10"/>
      </w:pPr>
      <w:r w:rsidRPr="00DD3199">
        <w:rPr>
          <w:lang w:eastAsia="zh-CN"/>
        </w:rPr>
        <w:t>-</w:t>
      </w:r>
      <w:r w:rsidRPr="00DD3199">
        <w:rPr>
          <w:lang w:eastAsia="zh-CN"/>
        </w:rPr>
        <w:tab/>
      </w:r>
      <w:r w:rsidRPr="00DD3199">
        <w:t xml:space="preserve">For periodic CSI-RS resources in a resource set configured with higher layer parameter </w:t>
      </w:r>
      <w:r w:rsidRPr="00DD3199">
        <w:rPr>
          <w:i/>
        </w:rPr>
        <w:t>repetition</w:t>
      </w:r>
      <w:r w:rsidRPr="00DD3199">
        <w:t xml:space="preserve"> set to ON, N=ceil(</w:t>
      </w:r>
      <w:r w:rsidRPr="00DD3199">
        <w:rPr>
          <w:i/>
        </w:rPr>
        <w:t>maxNumberRxBeam</w:t>
      </w:r>
      <w:r w:rsidRPr="00DD3199">
        <w:t xml:space="preserve"> / N</w:t>
      </w:r>
      <w:r w:rsidRPr="00DD3199">
        <w:rPr>
          <w:vertAlign w:val="subscript"/>
        </w:rPr>
        <w:t>res_per_set</w:t>
      </w:r>
      <w:r w:rsidRPr="00DD3199">
        <w:t>), where N</w:t>
      </w:r>
      <w:r w:rsidRPr="00DD3199">
        <w:rPr>
          <w:vertAlign w:val="subscript"/>
        </w:rPr>
        <w:t>res_per_set</w:t>
      </w:r>
      <w:r w:rsidRPr="00DD3199">
        <w:t xml:space="preserve"> is number of resources in the resource set. The requirements apply provided </w:t>
      </w:r>
      <w:r w:rsidRPr="00DD3199">
        <w:rPr>
          <w:i/>
        </w:rPr>
        <w:t>qcl-InfoPeriodicCSI-RS</w:t>
      </w:r>
      <w:r w:rsidRPr="00DD3199">
        <w:t xml:space="preserve"> is configured for all resources in the resource set.</w:t>
      </w:r>
    </w:p>
    <w:p w14:paraId="4F3B2A8D" w14:textId="77777777" w:rsidR="00F25F43" w:rsidRPr="008C6DE4" w:rsidRDefault="00F25F43" w:rsidP="00F25F43">
      <w:pPr>
        <w:pStyle w:val="B2"/>
        <w:rPr>
          <w:lang w:eastAsia="zh-CN"/>
        </w:rPr>
      </w:pPr>
      <w:r w:rsidRPr="008C6DE4">
        <w:rPr>
          <w:lang w:eastAsia="zh-CN"/>
        </w:rPr>
        <w:t>-</w:t>
      </w:r>
      <w:r w:rsidRPr="008C6DE4">
        <w:rPr>
          <w:lang w:eastAsia="zh-CN"/>
        </w:rPr>
        <w:tab/>
        <w:t xml:space="preserve">SSB for L1-RSRP measurement, or </w:t>
      </w:r>
    </w:p>
    <w:p w14:paraId="2BDC418F" w14:textId="77777777" w:rsidR="00F25F43" w:rsidRPr="008C6DE4" w:rsidRDefault="00F25F43" w:rsidP="00F25F43">
      <w:pPr>
        <w:pStyle w:val="B2"/>
        <w:rPr>
          <w:lang w:eastAsia="zh-CN"/>
        </w:rPr>
      </w:pPr>
      <w:r w:rsidRPr="008C6DE4">
        <w:rPr>
          <w:lang w:eastAsia="zh-CN"/>
        </w:rPr>
        <w:t>-</w:t>
      </w:r>
      <w:r w:rsidRPr="008C6DE4">
        <w:rPr>
          <w:lang w:eastAsia="zh-CN"/>
        </w:rPr>
        <w:tab/>
        <w:t>another CSI-RS in resource set configured with repetition ON.</w:t>
      </w:r>
    </w:p>
    <w:p w14:paraId="3BCBD8BA" w14:textId="5CADA650" w:rsidR="00F25F43" w:rsidRPr="008C6DE4" w:rsidRDefault="00F25F43" w:rsidP="001E7AEF">
      <w:pPr>
        <w:pStyle w:val="B10"/>
      </w:pPr>
      <w:r w:rsidRPr="008C6DE4">
        <w:rPr>
          <w:lang w:eastAsia="zh-CN"/>
        </w:rPr>
        <w:t>-</w:t>
      </w:r>
      <w:r w:rsidRPr="008C6DE4">
        <w:rPr>
          <w:lang w:eastAsia="zh-CN"/>
        </w:rPr>
        <w:tab/>
      </w:r>
      <w:r w:rsidRPr="008C6DE4">
        <w:t xml:space="preserve">For periodic CSI-RS resources in a resource set configured with higher layer parameter </w:t>
      </w:r>
      <w:r w:rsidRPr="008C6DE4">
        <w:rPr>
          <w:i/>
        </w:rPr>
        <w:t>repetition</w:t>
      </w:r>
      <w:r w:rsidRPr="008C6DE4">
        <w:t xml:space="preserve"> set to ON, N=ceil(</w:t>
      </w:r>
      <w:r w:rsidRPr="008C6DE4">
        <w:rPr>
          <w:i/>
        </w:rPr>
        <w:t>maxNumberRxBeam</w:t>
      </w:r>
      <w:r w:rsidRPr="008C6DE4">
        <w:t xml:space="preserve"> / N</w:t>
      </w:r>
      <w:r w:rsidRPr="008C6DE4">
        <w:rPr>
          <w:vertAlign w:val="subscript"/>
        </w:rPr>
        <w:t>res_per_set</w:t>
      </w:r>
      <w:r w:rsidRPr="008C6DE4">
        <w:t>), where N</w:t>
      </w:r>
      <w:r w:rsidRPr="008C6DE4">
        <w:rPr>
          <w:vertAlign w:val="subscript"/>
        </w:rPr>
        <w:t>res_per_set</w:t>
      </w:r>
      <w:r w:rsidRPr="008C6DE4">
        <w:t xml:space="preserve"> is number of resources in the resource set. The requirements apply provided </w:t>
      </w:r>
      <w:r w:rsidRPr="008C6DE4">
        <w:rPr>
          <w:i/>
        </w:rPr>
        <w:t>qcl-InfoPeriodicCSI-RS</w:t>
      </w:r>
      <w:r w:rsidRPr="008C6DE4">
        <w:t xml:space="preserve"> is configured for </w:t>
      </w:r>
      <w:r w:rsidR="00713629">
        <w:t xml:space="preserve">with </w:t>
      </w:r>
      <w:r w:rsidR="00713629" w:rsidRPr="00DD3199">
        <w:rPr>
          <w:lang w:val="en-US" w:eastAsia="ja-JP"/>
        </w:rPr>
        <w:t>QCL-TypeD</w:t>
      </w:r>
      <w:r w:rsidR="00713629" w:rsidRPr="00DD3199">
        <w:t xml:space="preserve"> </w:t>
      </w:r>
      <w:r w:rsidRPr="008C6DE4">
        <w:t>all resources in the resource set.</w:t>
      </w:r>
    </w:p>
    <w:p w14:paraId="16461FE1" w14:textId="08A1AFD4" w:rsidR="00F25F43" w:rsidRPr="008C6DE4" w:rsidRDefault="00F25F43" w:rsidP="001E7AEF">
      <w:pPr>
        <w:pStyle w:val="B10"/>
      </w:pPr>
      <w:bookmarkStart w:id="200" w:name="_Hlk45633759"/>
      <w:r w:rsidRPr="008C6DE4">
        <w:rPr>
          <w:lang w:eastAsia="zh-CN"/>
        </w:rPr>
        <w:t>-</w:t>
      </w:r>
      <w:r w:rsidRPr="008C6DE4">
        <w:rPr>
          <w:lang w:eastAsia="zh-CN"/>
        </w:rPr>
        <w:tab/>
      </w:r>
      <w:r w:rsidRPr="008C6DE4">
        <w:t xml:space="preserve">For semi-persistent CSI-RS resources in a resource set configured with higher layer parameter </w:t>
      </w:r>
      <w:r w:rsidRPr="008C6DE4">
        <w:rPr>
          <w:i/>
        </w:rPr>
        <w:t>repetition</w:t>
      </w:r>
      <w:r w:rsidRPr="008C6DE4">
        <w:t xml:space="preserve"> set to OFF, N=1. The requirements apply provided TCI state is provided for all resources in the resource set in the MAC CE activating the resource set and for each resource one RS has </w:t>
      </w:r>
      <w:r w:rsidRPr="008C6DE4">
        <w:rPr>
          <w:lang w:val="en-US" w:eastAsia="ja-JP"/>
        </w:rPr>
        <w:t>QCL-TypeD</w:t>
      </w:r>
      <w:r w:rsidRPr="008C6DE4">
        <w:t xml:space="preserve"> with </w:t>
      </w:r>
    </w:p>
    <w:bookmarkEnd w:id="200"/>
    <w:p w14:paraId="1B41B915" w14:textId="77777777" w:rsidR="00F25F43" w:rsidRPr="008C6DE4" w:rsidRDefault="00F25F43" w:rsidP="00F25F43">
      <w:pPr>
        <w:pStyle w:val="B2"/>
        <w:rPr>
          <w:lang w:eastAsia="zh-CN"/>
        </w:rPr>
      </w:pPr>
      <w:r w:rsidRPr="008C6DE4">
        <w:rPr>
          <w:lang w:eastAsia="zh-CN"/>
        </w:rPr>
        <w:t>-</w:t>
      </w:r>
      <w:r w:rsidRPr="008C6DE4">
        <w:rPr>
          <w:lang w:eastAsia="zh-CN"/>
        </w:rPr>
        <w:tab/>
        <w:t xml:space="preserve">SSB for L1-RSRP measurement, or </w:t>
      </w:r>
    </w:p>
    <w:p w14:paraId="436612E6" w14:textId="77777777" w:rsidR="00F25F43" w:rsidRPr="008C6DE4" w:rsidRDefault="00F25F43" w:rsidP="00F25F43">
      <w:pPr>
        <w:pStyle w:val="B2"/>
      </w:pPr>
      <w:r w:rsidRPr="008C6DE4">
        <w:rPr>
          <w:lang w:eastAsia="zh-CN"/>
        </w:rPr>
        <w:t>-</w:t>
      </w:r>
      <w:r w:rsidRPr="008C6DE4">
        <w:rPr>
          <w:lang w:eastAsia="zh-CN"/>
        </w:rPr>
        <w:tab/>
        <w:t>another CSI-RS in resource set configured with repetition ON.</w:t>
      </w:r>
    </w:p>
    <w:p w14:paraId="778A6D8E" w14:textId="77777777" w:rsidR="001E7AEF" w:rsidRPr="00DD3199" w:rsidRDefault="001E7AEF" w:rsidP="00713629">
      <w:pPr>
        <w:pStyle w:val="B10"/>
      </w:pPr>
      <w:bookmarkStart w:id="201" w:name="_Hlk45633818"/>
      <w:r w:rsidRPr="00DD3199">
        <w:rPr>
          <w:lang w:eastAsia="zh-CN"/>
        </w:rPr>
        <w:t>-</w:t>
      </w:r>
      <w:r w:rsidRPr="00DD3199">
        <w:rPr>
          <w:lang w:eastAsia="zh-CN"/>
        </w:rPr>
        <w:tab/>
      </w:r>
      <w:r w:rsidRPr="00DD3199">
        <w:t xml:space="preserve">For semi-persistent CSI-RS resources in a resource set configured with higher layer parameter </w:t>
      </w:r>
      <w:r w:rsidRPr="00DD3199">
        <w:rPr>
          <w:i/>
        </w:rPr>
        <w:t>repetition</w:t>
      </w:r>
      <w:r w:rsidRPr="00DD3199">
        <w:t xml:space="preserve"> set to ON, N=ceil(</w:t>
      </w:r>
      <w:r w:rsidRPr="00DD3199">
        <w:rPr>
          <w:i/>
        </w:rPr>
        <w:t>maxNumberRxBeam</w:t>
      </w:r>
      <w:r w:rsidRPr="00DD3199">
        <w:t xml:space="preserve"> / N</w:t>
      </w:r>
      <w:r w:rsidRPr="00DD3199">
        <w:rPr>
          <w:vertAlign w:val="subscript"/>
        </w:rPr>
        <w:t>res_per_set</w:t>
      </w:r>
      <w:r w:rsidRPr="00DD3199">
        <w:t>), where N</w:t>
      </w:r>
      <w:r w:rsidRPr="00DD3199">
        <w:rPr>
          <w:vertAlign w:val="subscript"/>
        </w:rPr>
        <w:t>res_per_set</w:t>
      </w:r>
      <w:r w:rsidRPr="00DD3199">
        <w:t xml:space="preserve"> is number of resources in the resource set. The requirements apply provided TCI state is provided </w:t>
      </w:r>
      <w:r>
        <w:t xml:space="preserve">with </w:t>
      </w:r>
      <w:r w:rsidRPr="00DD3199">
        <w:rPr>
          <w:lang w:val="en-US" w:eastAsia="ja-JP"/>
        </w:rPr>
        <w:t>QCL-TypeD</w:t>
      </w:r>
      <w:r w:rsidRPr="00DD3199">
        <w:t xml:space="preserve"> for all resources in the resource set in the MAC CE activating the resource set.</w:t>
      </w:r>
    </w:p>
    <w:p w14:paraId="381F0814" w14:textId="3DE317A1" w:rsidR="00F25F43" w:rsidRPr="008C6DE4" w:rsidRDefault="00F25F43" w:rsidP="001E7AEF">
      <w:pPr>
        <w:pStyle w:val="B10"/>
      </w:pPr>
      <w:r w:rsidRPr="008C6DE4">
        <w:rPr>
          <w:lang w:eastAsia="zh-CN"/>
        </w:rPr>
        <w:t>-</w:t>
      </w:r>
      <w:r w:rsidRPr="008C6DE4">
        <w:rPr>
          <w:lang w:eastAsia="zh-CN"/>
        </w:rPr>
        <w:tab/>
      </w:r>
      <w:r w:rsidRPr="008C6DE4">
        <w:t xml:space="preserve">For aperiodic CSI-RS resources in a resource set configured with higher layer parameter </w:t>
      </w:r>
      <w:r w:rsidRPr="008C6DE4">
        <w:rPr>
          <w:i/>
        </w:rPr>
        <w:t>repetition</w:t>
      </w:r>
      <w:r w:rsidRPr="008C6DE4">
        <w:t xml:space="preserve"> set to OFF, N=1. The </w:t>
      </w:r>
      <w:r>
        <w:t>requirements</w:t>
      </w:r>
      <w:r w:rsidRPr="008C6DE4">
        <w:t xml:space="preserve"> apply provided </w:t>
      </w:r>
      <w:r w:rsidRPr="008C6DE4">
        <w:rPr>
          <w:i/>
        </w:rPr>
        <w:t>qcl-info</w:t>
      </w:r>
      <w:r w:rsidRPr="008C6DE4">
        <w:t xml:space="preserve"> is configured for all resources in the resource set and for each resource one RS has </w:t>
      </w:r>
      <w:r w:rsidRPr="008C6DE4">
        <w:rPr>
          <w:lang w:val="en-US" w:eastAsia="ja-JP"/>
        </w:rPr>
        <w:t>QCL-TypeD</w:t>
      </w:r>
      <w:r w:rsidRPr="008C6DE4">
        <w:t xml:space="preserve"> with </w:t>
      </w:r>
    </w:p>
    <w:bookmarkEnd w:id="201"/>
    <w:p w14:paraId="1985A71B" w14:textId="77777777" w:rsidR="00F25F43" w:rsidRPr="008C6DE4" w:rsidRDefault="00F25F43" w:rsidP="00F25F43">
      <w:pPr>
        <w:pStyle w:val="B2"/>
        <w:rPr>
          <w:lang w:eastAsia="zh-CN"/>
        </w:rPr>
      </w:pPr>
      <w:r w:rsidRPr="008C6DE4">
        <w:rPr>
          <w:lang w:eastAsia="zh-CN"/>
        </w:rPr>
        <w:t>-</w:t>
      </w:r>
      <w:r w:rsidRPr="008C6DE4">
        <w:rPr>
          <w:lang w:eastAsia="zh-CN"/>
        </w:rPr>
        <w:tab/>
        <w:t xml:space="preserve">SSB for L1-RSRP measurement, or </w:t>
      </w:r>
    </w:p>
    <w:p w14:paraId="3768875B" w14:textId="77777777" w:rsidR="00F25F43" w:rsidRPr="008C6DE4" w:rsidRDefault="00F25F43" w:rsidP="00F25F43">
      <w:pPr>
        <w:pStyle w:val="B2"/>
      </w:pPr>
      <w:r w:rsidRPr="008C6DE4">
        <w:rPr>
          <w:lang w:eastAsia="zh-CN"/>
        </w:rPr>
        <w:t>-</w:t>
      </w:r>
      <w:r w:rsidRPr="008C6DE4">
        <w:rPr>
          <w:lang w:eastAsia="zh-CN"/>
        </w:rPr>
        <w:tab/>
        <w:t>another CSI-RS in resource set configured with repetition ON.</w:t>
      </w:r>
    </w:p>
    <w:p w14:paraId="401D9203" w14:textId="4C0E5D7E" w:rsidR="00F25F43" w:rsidRPr="008C6DE4" w:rsidRDefault="00F25F43" w:rsidP="001E7AEF">
      <w:pPr>
        <w:pStyle w:val="B10"/>
      </w:pPr>
      <w:r w:rsidRPr="008C6DE4">
        <w:rPr>
          <w:lang w:eastAsia="zh-CN"/>
        </w:rPr>
        <w:t>-</w:t>
      </w:r>
      <w:r w:rsidRPr="008C6DE4">
        <w:rPr>
          <w:lang w:eastAsia="zh-CN"/>
        </w:rPr>
        <w:tab/>
      </w:r>
      <w:r w:rsidRPr="008C6DE4">
        <w:t xml:space="preserve">For aperiodic CSI-RS resources in a resource set configured with higher layer parameter </w:t>
      </w:r>
      <w:r w:rsidRPr="008C6DE4">
        <w:rPr>
          <w:i/>
        </w:rPr>
        <w:t>repetition</w:t>
      </w:r>
      <w:r w:rsidRPr="008C6DE4">
        <w:t xml:space="preserve"> set to ON, N=1. UE is not required to meet the accuracy requirements in clause 10.1.19.2 and 10.1.20.2 if number of resources in the resource set is smaller than </w:t>
      </w:r>
      <w:r w:rsidRPr="008C6DE4">
        <w:rPr>
          <w:i/>
        </w:rPr>
        <w:t>maxNumberRxBeam</w:t>
      </w:r>
      <w:r w:rsidRPr="008C6DE4">
        <w:t xml:space="preserve">. The </w:t>
      </w:r>
      <w:r>
        <w:t>requirements</w:t>
      </w:r>
      <w:r w:rsidRPr="008C6DE4">
        <w:t xml:space="preserve"> apply provided </w:t>
      </w:r>
      <w:r w:rsidRPr="008C6DE4">
        <w:rPr>
          <w:i/>
        </w:rPr>
        <w:t>qcl-info</w:t>
      </w:r>
      <w:r w:rsidRPr="008C6DE4">
        <w:t xml:space="preserve"> is configured </w:t>
      </w:r>
      <w:r w:rsidR="00713629">
        <w:t xml:space="preserve">with </w:t>
      </w:r>
      <w:r w:rsidR="00713629" w:rsidRPr="00DD3199">
        <w:rPr>
          <w:lang w:val="en-US" w:eastAsia="ja-JP"/>
        </w:rPr>
        <w:t>QCL-TypeD</w:t>
      </w:r>
      <w:r w:rsidR="00713629" w:rsidRPr="00DD3199">
        <w:t xml:space="preserve"> </w:t>
      </w:r>
      <w:r w:rsidRPr="008C6DE4">
        <w:t>for all resources in the resource set.</w:t>
      </w:r>
    </w:p>
    <w:p w14:paraId="193DE8BE" w14:textId="77777777" w:rsidR="00230E58" w:rsidRPr="008C6DE4" w:rsidRDefault="00230E58" w:rsidP="00230E58">
      <w:pPr>
        <w:rPr>
          <w:rFonts w:eastAsia="?? ??"/>
        </w:rPr>
      </w:pPr>
      <w:r w:rsidRPr="008C6DE4">
        <w:rPr>
          <w:rFonts w:eastAsia="?? ??"/>
        </w:rPr>
        <w:t>For FR1,</w:t>
      </w:r>
    </w:p>
    <w:p w14:paraId="574B7FAD" w14:textId="0BFA26D2" w:rsidR="00FD77A0" w:rsidRPr="00885F53" w:rsidRDefault="00FD77A0" w:rsidP="00FD77A0">
      <w:pPr>
        <w:ind w:left="568" w:hanging="284"/>
      </w:pPr>
      <w:r w:rsidRPr="00885F53">
        <w:t>-</w:t>
      </w:r>
      <w:r w:rsidRPr="00885F53">
        <w:tab/>
        <w:t>P=</w:t>
      </w:r>
      <m:oMath>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m:rPr>
                    <m:sty m:val="p"/>
                  </m:rPr>
                  <w:rPr>
                    <w:rFonts w:ascii="Cambria Math" w:hAnsi="Cambria Math"/>
                  </w:rPr>
                  <m:t>MGRP</m:t>
                </m:r>
              </m:den>
            </m:f>
          </m:den>
        </m:f>
      </m:oMath>
      <w:r w:rsidRPr="00885F53">
        <w:t>, when in the monitored cell there are measurement gaps configured for intra-frequency, inter-frequency or inter-RAT measurements, which are overlapping with some but not all occasions of the CSI-RS; and</w:t>
      </w:r>
    </w:p>
    <w:p w14:paraId="374318D9" w14:textId="77777777" w:rsidR="00230E58" w:rsidRPr="008C6DE4" w:rsidRDefault="00230E58" w:rsidP="001E7AEF">
      <w:pPr>
        <w:pStyle w:val="B10"/>
      </w:pPr>
      <w:r w:rsidRPr="008C6DE4">
        <w:t>-</w:t>
      </w:r>
      <w:r w:rsidRPr="008C6DE4">
        <w:tab/>
        <w:t>P=1 when in the monitored cell there are no measurement gaps overlapping with any occasion of the CSI-RS.</w:t>
      </w:r>
    </w:p>
    <w:p w14:paraId="241D16D3" w14:textId="77777777" w:rsidR="00230E58" w:rsidRPr="008C6DE4" w:rsidRDefault="00230E58" w:rsidP="00230E58">
      <w:pPr>
        <w:rPr>
          <w:rFonts w:eastAsia="?? ??"/>
        </w:rPr>
      </w:pPr>
      <w:r w:rsidRPr="008C6DE4">
        <w:rPr>
          <w:rFonts w:eastAsia="?? ??"/>
        </w:rPr>
        <w:t>For FR2,</w:t>
      </w:r>
    </w:p>
    <w:p w14:paraId="0B0155E7" w14:textId="77777777" w:rsidR="00230E58" w:rsidRPr="008C6DE4" w:rsidRDefault="00230E58" w:rsidP="001E7AEF">
      <w:pPr>
        <w:pStyle w:val="B10"/>
      </w:pPr>
      <w:r w:rsidRPr="008C6DE4">
        <w:t>-</w:t>
      </w:r>
      <w:r w:rsidRPr="008C6DE4">
        <w:tab/>
        <w:t>P=1, when CSI-RS is not overlapped with measurement gap and also not overlapped with SMTC occasion.</w:t>
      </w:r>
    </w:p>
    <w:p w14:paraId="360AE5BC" w14:textId="16AFF619" w:rsidR="00FD77A0" w:rsidRPr="00885F53" w:rsidRDefault="00FD77A0" w:rsidP="00FD77A0">
      <w:pPr>
        <w:ind w:left="568" w:hanging="284"/>
      </w:pPr>
      <w:r w:rsidRPr="00885F53">
        <w:t>-</w:t>
      </w:r>
      <w:r w:rsidRPr="00885F53">
        <w:tab/>
      </w:r>
      <w:r w:rsidRPr="00885F53">
        <w:rPr>
          <w:rFonts w:eastAsia="?? ??"/>
        </w:rPr>
        <w:t>P=</w:t>
      </w:r>
      <m:oMath>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m:rPr>
                    <m:sty m:val="p"/>
                  </m:rPr>
                  <w:rPr>
                    <w:rFonts w:ascii="Cambria Math" w:hAnsi="Cambria Math"/>
                  </w:rPr>
                  <m:t>MGRP</m:t>
                </m:r>
              </m:den>
            </m:f>
          </m:den>
        </m:f>
      </m:oMath>
      <w:r w:rsidRPr="00885F53">
        <w:t>, when CSI-RS is partially overlapped with measurement gap and CSI-RS is not overlapped with SMTC occasion (T</w:t>
      </w:r>
      <w:r w:rsidRPr="00885F53">
        <w:rPr>
          <w:vertAlign w:val="subscript"/>
        </w:rPr>
        <w:t>CSI-RS</w:t>
      </w:r>
      <w:r w:rsidRPr="00885F53">
        <w:t xml:space="preserve"> &lt; MGRP)</w:t>
      </w:r>
    </w:p>
    <w:p w14:paraId="0AD1AD5E" w14:textId="488A1C5B" w:rsidR="00230E58" w:rsidRPr="008C6DE4" w:rsidRDefault="00230E58" w:rsidP="001E7AEF">
      <w:pPr>
        <w:pStyle w:val="B10"/>
      </w:pPr>
      <w:r w:rsidRPr="008C6DE4">
        <w:t>-</w:t>
      </w:r>
      <w:r w:rsidRPr="008C6DE4">
        <w:tab/>
        <w:t>P=</w:t>
      </w:r>
      <m:oMath>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SMTCperiod</m:t>
                    </m:r>
                  </m:sub>
                </m:sSub>
              </m:den>
            </m:f>
          </m:den>
        </m:f>
      </m:oMath>
      <w:r w:rsidRPr="008C6DE4">
        <w:t>, when CSI-RS is not overlapped with measurement gap and CSI-RS is partially overlapped with SMTC occasion (T</w:t>
      </w:r>
      <w:r w:rsidRPr="008C6DE4">
        <w:rPr>
          <w:vertAlign w:val="subscript"/>
        </w:rPr>
        <w:t>CSI-RS</w:t>
      </w:r>
      <w:r w:rsidRPr="008C6DE4">
        <w:t xml:space="preserve"> &lt; T</w:t>
      </w:r>
      <w:r w:rsidRPr="008C6DE4">
        <w:rPr>
          <w:vertAlign w:val="subscript"/>
        </w:rPr>
        <w:t>SMTCperiod</w:t>
      </w:r>
      <w:r w:rsidRPr="008C6DE4">
        <w:t>).</w:t>
      </w:r>
    </w:p>
    <w:p w14:paraId="3D762F54" w14:textId="77777777" w:rsidR="00EC2F14" w:rsidRDefault="00230E58" w:rsidP="00EC2F14">
      <w:pPr>
        <w:pStyle w:val="B10"/>
      </w:pPr>
      <w:r w:rsidRPr="008C6DE4">
        <w:t>-</w:t>
      </w:r>
      <w:r w:rsidRPr="008C6DE4">
        <w:tab/>
      </w:r>
      <w:r w:rsidR="00D05EB7" w:rsidRPr="00DD3199">
        <w:t>P=</w:t>
      </w:r>
      <w:r w:rsidR="00D05EB7">
        <w:t>P</w:t>
      </w:r>
      <w:r w:rsidR="00D05EB7" w:rsidRPr="00CC6EC5">
        <w:rPr>
          <w:vertAlign w:val="subscript"/>
        </w:rPr>
        <w:t>sharing factor</w:t>
      </w:r>
      <w:r w:rsidRPr="008C6DE4">
        <w:t>, when CSI-RS is not overlapped with measurement gap and CSI-RS is fully overlapped with SMTC occasion (</w:t>
      </w:r>
      <w:r w:rsidRPr="008C6DE4">
        <w:rPr>
          <w:rFonts w:eastAsia="?? ??"/>
        </w:rPr>
        <w:t>T</w:t>
      </w:r>
      <w:r w:rsidRPr="008C6DE4">
        <w:rPr>
          <w:rFonts w:eastAsia="?? ??"/>
          <w:vertAlign w:val="subscript"/>
        </w:rPr>
        <w:t>CSI-RS</w:t>
      </w:r>
      <w:r w:rsidRPr="008C6DE4">
        <w:t xml:space="preserve"> = T</w:t>
      </w:r>
      <w:r w:rsidRPr="008C6DE4">
        <w:rPr>
          <w:vertAlign w:val="subscript"/>
        </w:rPr>
        <w:t>SMTCperiod</w:t>
      </w:r>
      <w:r w:rsidRPr="008C6DE4">
        <w:t>).</w:t>
      </w:r>
    </w:p>
    <w:p w14:paraId="28F4B3DC" w14:textId="7A028021" w:rsidR="00230E58" w:rsidRPr="008C6DE4" w:rsidRDefault="00EC2F14" w:rsidP="00EC2F14">
      <w:pPr>
        <w:pStyle w:val="B10"/>
      </w:pPr>
      <w:r w:rsidRPr="008C6DE4">
        <w:t>-</w:t>
      </w:r>
      <w:r w:rsidRPr="008C6DE4">
        <w:tab/>
      </w:r>
      <w:r w:rsidRPr="00DD3199">
        <w:t>P=</w:t>
      </w:r>
      <w:r>
        <w:t>1</w:t>
      </w:r>
      <w:r w:rsidRPr="008C6DE4">
        <w:t xml:space="preserve">, when </w:t>
      </w:r>
      <w:r>
        <w:t xml:space="preserve">aperiodic </w:t>
      </w:r>
      <w:r w:rsidRPr="008C6DE4">
        <w:t xml:space="preserve">CSI-RS </w:t>
      </w:r>
      <w:r>
        <w:t>resource</w:t>
      </w:r>
      <w:r w:rsidRPr="008C6DE4">
        <w:t xml:space="preserve"> is not overlapped with measurement gap.</w:t>
      </w:r>
    </w:p>
    <w:p w14:paraId="5188A0CD" w14:textId="7780CC35" w:rsidR="00FD77A0" w:rsidRPr="00885F53" w:rsidRDefault="00FD77A0" w:rsidP="00FD77A0">
      <w:pPr>
        <w:ind w:left="568" w:hanging="284"/>
      </w:pPr>
      <w:r w:rsidRPr="00885F53">
        <w:t>-</w:t>
      </w:r>
      <w:r w:rsidRPr="00885F53">
        <w:tab/>
        <w:t>P=</w:t>
      </w: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m:rPr>
                    <m:sty m:val="p"/>
                  </m:rPr>
                  <w:rPr>
                    <w:rFonts w:ascii="Cambria Math" w:hAnsi="Cambria Math"/>
                  </w:rPr>
                  <m:t>MGRP</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SMTCperiod</m:t>
                    </m:r>
                  </m:sub>
                </m:sSub>
              </m:den>
            </m:f>
          </m:den>
        </m:f>
      </m:oMath>
      <w:r w:rsidRPr="00885F53">
        <w:t>, when CSI-RS is partially overlapped with measurement gap and CSI-RS is partially overlapped with SMTC occasion (TCSI-RS &lt; T</w:t>
      </w:r>
      <w:r w:rsidRPr="00885F53">
        <w:rPr>
          <w:vertAlign w:val="subscript"/>
        </w:rPr>
        <w:t>SMTCperiod</w:t>
      </w:r>
      <w:r w:rsidRPr="00885F53">
        <w:t>) and SMTC occasion is not overlapped with measurement gap and</w:t>
      </w:r>
    </w:p>
    <w:p w14:paraId="229B7F5A" w14:textId="77777777" w:rsidR="00230E58" w:rsidRPr="008C6DE4" w:rsidRDefault="00230E58" w:rsidP="001E7AEF">
      <w:pPr>
        <w:pStyle w:val="B2"/>
      </w:pPr>
      <w:r w:rsidRPr="008C6DE4">
        <w:t>-</w:t>
      </w:r>
      <w:r w:rsidRPr="008C6DE4">
        <w:tab/>
        <w:t>T</w:t>
      </w:r>
      <w:r w:rsidRPr="008C6DE4">
        <w:rPr>
          <w:vertAlign w:val="subscript"/>
        </w:rPr>
        <w:t>SMTCperiod</w:t>
      </w:r>
      <w:r w:rsidRPr="008C6DE4">
        <w:t xml:space="preserve"> </w:t>
      </w:r>
      <w:r w:rsidRPr="008C6DE4">
        <w:rPr>
          <w:rFonts w:hint="eastAsia"/>
        </w:rPr>
        <w:t>≠</w:t>
      </w:r>
      <w:r w:rsidRPr="008C6DE4">
        <w:t xml:space="preserve"> MGRP or</w:t>
      </w:r>
    </w:p>
    <w:p w14:paraId="4271775D" w14:textId="77777777" w:rsidR="00230E58" w:rsidRPr="008C6DE4" w:rsidRDefault="00230E58" w:rsidP="001E7AEF">
      <w:pPr>
        <w:pStyle w:val="B2"/>
      </w:pPr>
      <w:r w:rsidRPr="008C6DE4">
        <w:t>-</w:t>
      </w:r>
      <w:r w:rsidRPr="008C6DE4">
        <w:tab/>
        <w:t>T</w:t>
      </w:r>
      <w:r w:rsidRPr="008C6DE4">
        <w:rPr>
          <w:vertAlign w:val="subscript"/>
        </w:rPr>
        <w:t>SMTCperiod</w:t>
      </w:r>
      <w:r w:rsidRPr="008C6DE4">
        <w:t xml:space="preserve"> = MGRP and </w:t>
      </w:r>
      <w:r w:rsidRPr="008C6DE4">
        <w:rPr>
          <w:rFonts w:eastAsia="?? ??"/>
        </w:rPr>
        <w:t>T</w:t>
      </w:r>
      <w:r w:rsidRPr="008C6DE4">
        <w:rPr>
          <w:rFonts w:eastAsia="?? ??"/>
          <w:vertAlign w:val="subscript"/>
        </w:rPr>
        <w:t>CSI-RS</w:t>
      </w:r>
      <w:r w:rsidRPr="008C6DE4">
        <w:t xml:space="preserve"> &lt; 0.5*T</w:t>
      </w:r>
      <w:r w:rsidRPr="008C6DE4">
        <w:rPr>
          <w:vertAlign w:val="subscript"/>
        </w:rPr>
        <w:t>SMTCperiod</w:t>
      </w:r>
    </w:p>
    <w:p w14:paraId="31654F63" w14:textId="23271720" w:rsidR="00FD77A0" w:rsidRPr="00885F53" w:rsidRDefault="00FD77A0" w:rsidP="00FD77A0">
      <w:pPr>
        <w:ind w:left="568" w:hanging="284"/>
      </w:pPr>
      <w:r w:rsidRPr="00885F53">
        <w:t>-</w:t>
      </w:r>
      <w:r w:rsidRPr="00885F53">
        <w:tab/>
        <w:t>P=</w:t>
      </w:r>
      <m:oMath>
        <m:f>
          <m:fPr>
            <m:ctrlPr>
              <w:rPr>
                <w:rFonts w:ascii="Cambria Math" w:hAnsi="Cambria Math"/>
                <w:i/>
              </w:rPr>
            </m:ctrlPr>
          </m:fPr>
          <m:num>
            <m:r>
              <w:rPr>
                <w:rFonts w:ascii="Cambria Math" w:hAnsi="Cambria Math"/>
              </w:rPr>
              <m:t>3</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m:rPr>
                    <m:sty m:val="p"/>
                  </m:rPr>
                  <w:rPr>
                    <w:rFonts w:ascii="Cambria Math" w:hAnsi="Cambria Math"/>
                  </w:rPr>
                  <m:t>MGRP</m:t>
                </m:r>
              </m:den>
            </m:f>
          </m:den>
        </m:f>
      </m:oMath>
      <w:r w:rsidRPr="00885F53">
        <w:t>, when CSI-RS is partially overlapped with measurement gap and CSI-RS is partially overlapped with SMTC occasion (</w:t>
      </w:r>
      <w:r w:rsidRPr="00885F53">
        <w:rPr>
          <w:rFonts w:eastAsia="?? ??"/>
        </w:rPr>
        <w:t>T</w:t>
      </w:r>
      <w:r w:rsidRPr="00885F53">
        <w:rPr>
          <w:rFonts w:eastAsia="?? ??"/>
          <w:vertAlign w:val="subscript"/>
        </w:rPr>
        <w:t>CSI-RS</w:t>
      </w:r>
      <w:r w:rsidRPr="00885F53">
        <w:t xml:space="preserve"> &lt; T</w:t>
      </w:r>
      <w:r w:rsidRPr="00885F53">
        <w:rPr>
          <w:vertAlign w:val="subscript"/>
        </w:rPr>
        <w:t>SMTCperiod</w:t>
      </w:r>
      <w:r w:rsidRPr="00885F53">
        <w:t>) and SMTC occasion is not overlapped with measurement gap and T</w:t>
      </w:r>
      <w:r w:rsidRPr="00885F53">
        <w:rPr>
          <w:vertAlign w:val="subscript"/>
        </w:rPr>
        <w:t>SMTCperiod</w:t>
      </w:r>
      <w:r w:rsidRPr="00885F53">
        <w:t xml:space="preserve"> = MGRP and </w:t>
      </w:r>
      <w:r w:rsidRPr="00885F53">
        <w:rPr>
          <w:rFonts w:eastAsia="?? ??"/>
        </w:rPr>
        <w:t>T</w:t>
      </w:r>
      <w:r w:rsidRPr="00885F53">
        <w:rPr>
          <w:rFonts w:eastAsia="?? ??"/>
          <w:vertAlign w:val="subscript"/>
        </w:rPr>
        <w:t>CSI-RS</w:t>
      </w:r>
      <w:r w:rsidRPr="00885F53">
        <w:t xml:space="preserve"> = 0.5*T</w:t>
      </w:r>
      <w:r w:rsidRPr="00885F53">
        <w:rPr>
          <w:vertAlign w:val="subscript"/>
        </w:rPr>
        <w:t>SMTCperiod</w:t>
      </w:r>
    </w:p>
    <w:p w14:paraId="23E41F9D" w14:textId="2A45B484" w:rsidR="00230E58" w:rsidRPr="008C6DE4" w:rsidRDefault="00230E58" w:rsidP="001E7AEF">
      <w:pPr>
        <w:pStyle w:val="B10"/>
      </w:pPr>
      <w:r w:rsidRPr="008C6DE4">
        <w:t>-</w:t>
      </w:r>
      <w:r w:rsidRPr="008C6DE4">
        <w:tab/>
        <w:t>P=</w:t>
      </w: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m:rPr>
                    <m:sty m:val="p"/>
                  </m:rPr>
                  <w:rPr>
                    <w:rFonts w:ascii="Cambria Math" w:hAnsi="Cambria Math"/>
                  </w:rPr>
                  <m:t>min⁡</m:t>
                </m:r>
                <m: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SMTCperiod</m:t>
                    </m:r>
                  </m:sub>
                </m:sSub>
                <m:r>
                  <m:rPr>
                    <m:sty m:val="p"/>
                  </m:rPr>
                  <w:rPr>
                    <w:rFonts w:ascii="Cambria Math" w:hAnsi="Cambria Math"/>
                  </w:rPr>
                  <m:t>,MGRP</m:t>
                </m:r>
                <m:r>
                  <w:rPr>
                    <w:rFonts w:ascii="Cambria Math" w:hAnsi="Cambria Math"/>
                  </w:rPr>
                  <m:t>)</m:t>
                </m:r>
              </m:den>
            </m:f>
          </m:den>
        </m:f>
      </m:oMath>
      <w:r w:rsidRPr="008C6DE4">
        <w:t>, when CSI-RS is partially overlapped with measurement gap (</w:t>
      </w:r>
      <w:r w:rsidRPr="008C6DE4">
        <w:rPr>
          <w:rFonts w:eastAsia="?? ??"/>
        </w:rPr>
        <w:t>T</w:t>
      </w:r>
      <w:r w:rsidRPr="008C6DE4">
        <w:rPr>
          <w:rFonts w:eastAsia="?? ??"/>
          <w:vertAlign w:val="subscript"/>
        </w:rPr>
        <w:t>CSI-RS</w:t>
      </w:r>
      <w:r w:rsidRPr="008C6DE4">
        <w:t xml:space="preserve"> &lt; MGRP) and CSI-RS is partially overlapped with SMTC occasion (</w:t>
      </w:r>
      <w:r w:rsidRPr="008C6DE4">
        <w:rPr>
          <w:rFonts w:eastAsia="?? ??"/>
        </w:rPr>
        <w:t>T</w:t>
      </w:r>
      <w:r w:rsidRPr="008C6DE4">
        <w:rPr>
          <w:rFonts w:eastAsia="?? ??"/>
          <w:vertAlign w:val="subscript"/>
        </w:rPr>
        <w:t>CSI-RS</w:t>
      </w:r>
      <w:r w:rsidRPr="008C6DE4">
        <w:t xml:space="preserve"> &lt; T</w:t>
      </w:r>
      <w:r w:rsidRPr="008C6DE4">
        <w:rPr>
          <w:vertAlign w:val="subscript"/>
        </w:rPr>
        <w:t>SMTCperiod</w:t>
      </w:r>
      <w:r w:rsidRPr="008C6DE4">
        <w:t>) and SMTC occasion is partially or fully overlapped with measurement gap.</w:t>
      </w:r>
    </w:p>
    <w:p w14:paraId="6AAD269F" w14:textId="2DAEE27F" w:rsidR="00D05EB7" w:rsidRDefault="00230E58" w:rsidP="00CC6EC5">
      <w:pPr>
        <w:pStyle w:val="B10"/>
      </w:pPr>
      <w:r w:rsidRPr="008C6DE4">
        <w:t>-</w:t>
      </w:r>
      <w:r w:rsidRPr="008C6DE4">
        <w:tab/>
      </w:r>
      <w:r w:rsidR="00FD77A0" w:rsidRPr="00885F53">
        <w:t>P=</w:t>
      </w:r>
      <m:oMath>
        <m:f>
          <m:fPr>
            <m:ctrlPr>
              <w:rPr>
                <w:rFonts w:ascii="Cambria Math" w:hAnsi="Cambria Math"/>
                <w:i/>
              </w:rPr>
            </m:ctrlPr>
          </m:fPr>
          <m:num>
            <m:r>
              <w:rPr>
                <w:rFonts w:ascii="Cambria Math" w:hAnsi="Cambria Math"/>
              </w:rPr>
              <m:t>3</m:t>
            </m:r>
          </m:num>
          <m:den>
            <m: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CSI-RS</m:t>
                    </m:r>
                  </m:sub>
                </m:sSub>
              </m:num>
              <m:den>
                <m:r>
                  <m:rPr>
                    <m:sty m:val="p"/>
                  </m:rPr>
                  <w:rPr>
                    <w:rFonts w:ascii="Cambria Math" w:hAnsi="Cambria Math"/>
                  </w:rPr>
                  <m:t>MGRP</m:t>
                </m:r>
              </m:den>
            </m:f>
          </m:den>
        </m:f>
      </m:oMath>
      <w:r w:rsidRPr="008C6DE4">
        <w:t>, when CSI-RS is partially overlapped with measurement gap and CSI-RS is fully overlapped with SMTC occasion (</w:t>
      </w:r>
      <w:r w:rsidRPr="008C6DE4">
        <w:rPr>
          <w:rFonts w:eastAsia="?? ??"/>
        </w:rPr>
        <w:t>T</w:t>
      </w:r>
      <w:r w:rsidRPr="008C6DE4">
        <w:rPr>
          <w:rFonts w:eastAsia="?? ??"/>
          <w:vertAlign w:val="subscript"/>
        </w:rPr>
        <w:t>CSI-RS</w:t>
      </w:r>
      <w:r w:rsidRPr="008C6DE4">
        <w:t xml:space="preserve"> = T</w:t>
      </w:r>
      <w:r w:rsidRPr="008C6DE4">
        <w:rPr>
          <w:vertAlign w:val="subscript"/>
        </w:rPr>
        <w:t>SMTCperiod</w:t>
      </w:r>
      <w:r w:rsidRPr="008C6DE4">
        <w:t>) and SMTC occasion is partially overlapped with measurement gap (T</w:t>
      </w:r>
      <w:r w:rsidRPr="008C6DE4">
        <w:rPr>
          <w:vertAlign w:val="subscript"/>
        </w:rPr>
        <w:t>SMTCperiod</w:t>
      </w:r>
      <w:r w:rsidRPr="008C6DE4">
        <w:t xml:space="preserve"> &lt; MGRP)</w:t>
      </w:r>
    </w:p>
    <w:p w14:paraId="0FAFA317" w14:textId="77777777" w:rsidR="00D05EB7" w:rsidRPr="00DD3199" w:rsidRDefault="00D05EB7" w:rsidP="00D05EB7">
      <w:pPr>
        <w:pStyle w:val="B10"/>
      </w:pPr>
      <w:r w:rsidRPr="00DD3199">
        <w:t>-</w:t>
      </w:r>
      <w:r w:rsidRPr="00DD3199">
        <w:tab/>
        <w:t>P</w:t>
      </w:r>
      <w:r w:rsidRPr="00DD3199">
        <w:rPr>
          <w:vertAlign w:val="subscript"/>
        </w:rPr>
        <w:t>sharing factor</w:t>
      </w:r>
      <w:r w:rsidRPr="00DD3199">
        <w:t xml:space="preserve"> = 1</w:t>
      </w:r>
      <w:r>
        <w:t>, if the CSI-RS</w:t>
      </w:r>
      <w:r w:rsidRPr="00DD3199">
        <w:t xml:space="preserve"> configured for L1-RSRP </w:t>
      </w:r>
      <w:r>
        <w:t>measurement</w:t>
      </w:r>
      <w:r w:rsidRPr="00DD3199">
        <w:t xml:space="preserve"> outside measurement gap</w:t>
      </w:r>
      <w:r>
        <w:t xml:space="preserve"> is</w:t>
      </w:r>
    </w:p>
    <w:p w14:paraId="2CFBA8B8" w14:textId="77777777" w:rsidR="006E333B" w:rsidRDefault="006E333B" w:rsidP="006E333B">
      <w:pPr>
        <w:pStyle w:val="B2"/>
      </w:pPr>
      <w:r w:rsidRPr="00DD3199">
        <w:t>-</w:t>
      </w:r>
      <w:r w:rsidRPr="00DD3199">
        <w:tab/>
        <w:t xml:space="preserve">not overlapped </w:t>
      </w:r>
      <w:r>
        <w:t>with</w:t>
      </w:r>
      <w:r w:rsidRPr="00DD3199">
        <w:t xml:space="preserve"> the SSB symbols indicated by </w:t>
      </w:r>
      <w:r w:rsidRPr="00702D47">
        <w:rPr>
          <w:i/>
        </w:rPr>
        <w:t>SSB-ToMeasure</w:t>
      </w:r>
      <w:r w:rsidRPr="00DD3199">
        <w:t xml:space="preserve"> and 1 </w:t>
      </w:r>
      <w:r>
        <w:t xml:space="preserve">data </w:t>
      </w:r>
      <w:r w:rsidRPr="00DD3199">
        <w:t xml:space="preserve">symbol before each consecutive SSB symbols indicated by </w:t>
      </w:r>
      <w:r w:rsidRPr="00702D47">
        <w:rPr>
          <w:i/>
        </w:rPr>
        <w:t>SSB-ToMeasure</w:t>
      </w:r>
      <w:r w:rsidRPr="00DD3199">
        <w:t xml:space="preserve"> and 1 </w:t>
      </w:r>
      <w:r>
        <w:t xml:space="preserve">data </w:t>
      </w:r>
      <w:r w:rsidRPr="00DD3199">
        <w:t xml:space="preserve">symbol after each consecutive SSB symbols indicated by </w:t>
      </w:r>
      <w:r w:rsidRPr="00702D47">
        <w:rPr>
          <w:i/>
        </w:rPr>
        <w:t>SSB-ToMeasure</w:t>
      </w:r>
      <w:r w:rsidRPr="00DD3199">
        <w:t xml:space="preserve">, given that </w:t>
      </w:r>
      <w:r w:rsidRPr="00702D47">
        <w:rPr>
          <w:i/>
        </w:rPr>
        <w:t>SSB-ToMeasure</w:t>
      </w:r>
      <w:r w:rsidRPr="00DD3199">
        <w:t xml:space="preserve"> is configured</w:t>
      </w:r>
      <w:r>
        <w:t xml:space="preserve">, </w:t>
      </w:r>
      <w:r>
        <w:rPr>
          <w:rFonts w:hint="eastAsia"/>
          <w:lang w:eastAsia="zh-CN"/>
        </w:rPr>
        <w:t>where</w:t>
      </w:r>
      <w:r>
        <w:rPr>
          <w:lang w:eastAsia="zh-CN"/>
        </w:rPr>
        <w:t xml:space="preserve"> </w:t>
      </w:r>
      <w:r>
        <w:rPr>
          <w:rFonts w:hint="eastAsia"/>
          <w:lang w:eastAsia="zh-CN"/>
        </w:rPr>
        <w:t xml:space="preserve">the </w:t>
      </w:r>
      <w:r w:rsidRPr="003F1684">
        <w:rPr>
          <w:i/>
        </w:rPr>
        <w:t>SSB-ToMeasure</w:t>
      </w:r>
      <w:r>
        <w:t xml:space="preserve"> is </w:t>
      </w:r>
      <w:r w:rsidRPr="00F42376">
        <w:rPr>
          <w:rFonts w:eastAsia="Times New Roman"/>
        </w:rPr>
        <w:t xml:space="preserve">the union </w:t>
      </w:r>
      <w:r>
        <w:rPr>
          <w:rFonts w:eastAsia="Times New Roman"/>
        </w:rPr>
        <w:t xml:space="preserve">set </w:t>
      </w:r>
      <w:r w:rsidRPr="00F42376">
        <w:rPr>
          <w:rFonts w:eastAsia="Times New Roman"/>
        </w:rPr>
        <w:t>of</w:t>
      </w:r>
      <w:r w:rsidRPr="00F42376">
        <w:rPr>
          <w:rStyle w:val="apple-converted-space"/>
          <w:rFonts w:eastAsia="Times New Roman"/>
        </w:rPr>
        <w:t xml:space="preserve"> </w:t>
      </w:r>
      <w:r w:rsidRPr="00F42376">
        <w:rPr>
          <w:rFonts w:eastAsia="Times New Roman"/>
          <w:i/>
          <w:iCs/>
        </w:rPr>
        <w:t>SSB-ToMeasure</w:t>
      </w:r>
      <w:r w:rsidRPr="00F42376">
        <w:rPr>
          <w:rFonts w:eastAsia="Times New Roman"/>
        </w:rPr>
        <w:t xml:space="preserve"> from all </w:t>
      </w:r>
      <w:r>
        <w:rPr>
          <w:rFonts w:eastAsia="Times New Roman"/>
        </w:rPr>
        <w:t>the configured measurement objects</w:t>
      </w:r>
      <w:r w:rsidRPr="00F42376">
        <w:rPr>
          <w:rFonts w:eastAsia="Times New Roman"/>
        </w:rPr>
        <w:t xml:space="preserve"> </w:t>
      </w:r>
      <w:r>
        <w:rPr>
          <w:rFonts w:eastAsia="Times New Roman"/>
        </w:rPr>
        <w:t xml:space="preserve">merged on the same serving carrier, </w:t>
      </w:r>
      <w:r>
        <w:t>and,</w:t>
      </w:r>
    </w:p>
    <w:p w14:paraId="71B7472A" w14:textId="77777777" w:rsidR="00D05EB7" w:rsidRDefault="00D05EB7" w:rsidP="00D05EB7">
      <w:pPr>
        <w:pStyle w:val="B2"/>
      </w:pPr>
      <w:r w:rsidRPr="00DD3199">
        <w:t>-</w:t>
      </w:r>
      <w:r w:rsidRPr="00DD3199">
        <w:tab/>
      </w:r>
      <w:r>
        <w:t xml:space="preserve">not overlapped with the RSSI symbols indicated by </w:t>
      </w:r>
      <w:r w:rsidRPr="002764DF">
        <w:rPr>
          <w:i/>
        </w:rPr>
        <w:t>ss-RSSI-Measurement</w:t>
      </w:r>
      <w:r>
        <w:t xml:space="preserve"> and 1data symbol before each RSSI symbol indicated by </w:t>
      </w:r>
      <w:r w:rsidRPr="002764DF">
        <w:rPr>
          <w:i/>
        </w:rPr>
        <w:t>ss-RSSI-Measurement</w:t>
      </w:r>
      <w:r>
        <w:t xml:space="preserve"> and 1 data symbol after each RSSI symbol indicated by </w:t>
      </w:r>
      <w:r w:rsidRPr="002764DF">
        <w:rPr>
          <w:i/>
        </w:rPr>
        <w:t>ss-RSSI-Measurement</w:t>
      </w:r>
      <w:r>
        <w:t xml:space="preserve">, given that </w:t>
      </w:r>
      <w:r w:rsidRPr="002764DF">
        <w:rPr>
          <w:i/>
        </w:rPr>
        <w:t>ss-RSSI-Measurement</w:t>
      </w:r>
      <w:r>
        <w:t xml:space="preserve"> is configured</w:t>
      </w:r>
    </w:p>
    <w:p w14:paraId="019D8D66" w14:textId="2819571A" w:rsidR="00230E58" w:rsidRPr="008C6DE4" w:rsidRDefault="00D05EB7" w:rsidP="00D05EB7">
      <w:pPr>
        <w:pStyle w:val="B10"/>
      </w:pPr>
      <w:r w:rsidRPr="00DD3199">
        <w:t>-</w:t>
      </w:r>
      <w:r w:rsidRPr="00DD3199">
        <w:tab/>
        <w:t>P</w:t>
      </w:r>
      <w:r w:rsidRPr="00DD3199">
        <w:rPr>
          <w:vertAlign w:val="subscript"/>
        </w:rPr>
        <w:t xml:space="preserve">sharing factor </w:t>
      </w:r>
      <w:r w:rsidRPr="00DD3199">
        <w:rPr>
          <w:lang w:val="en-US"/>
        </w:rPr>
        <w:t>= 3, otherwise.</w:t>
      </w:r>
    </w:p>
    <w:p w14:paraId="6632808D" w14:textId="77777777" w:rsidR="00230E58" w:rsidRPr="008C6DE4" w:rsidRDefault="00230E58" w:rsidP="00230E58">
      <w:r w:rsidRPr="008C6DE4">
        <w:t>Where:</w:t>
      </w:r>
    </w:p>
    <w:p w14:paraId="3A7A7DA6" w14:textId="73ED2092" w:rsidR="00230E58" w:rsidRPr="008C6DE4" w:rsidRDefault="00230E58" w:rsidP="00560C2B">
      <w:pPr>
        <w:pStyle w:val="B10"/>
      </w:pPr>
      <w:r w:rsidRPr="008C6DE4">
        <w:tab/>
      </w:r>
      <w:r w:rsidR="00D05EB7" w:rsidRPr="00DD3199">
        <w:t>T</w:t>
      </w:r>
      <w:r w:rsidR="00D05EB7" w:rsidRPr="00DD3199">
        <w:rPr>
          <w:vertAlign w:val="subscript"/>
        </w:rPr>
        <w:t>SMTCperiod</w:t>
      </w:r>
      <w:r w:rsidR="00D05EB7" w:rsidRPr="00DD3199">
        <w:t xml:space="preserve"> = the configured SMTC period</w:t>
      </w:r>
      <w:r w:rsidRPr="008C6DE4">
        <w:t>.</w:t>
      </w:r>
    </w:p>
    <w:p w14:paraId="083311FD" w14:textId="77777777" w:rsidR="00230E58" w:rsidRPr="008C6DE4" w:rsidRDefault="00230E58" w:rsidP="00560C2B">
      <w:pPr>
        <w:pStyle w:val="B10"/>
      </w:pPr>
      <w:r w:rsidRPr="008C6DE4">
        <w:tab/>
      </w:r>
      <w:r w:rsidRPr="008C6DE4">
        <w:rPr>
          <w:rFonts w:cs="v4.2.0"/>
        </w:rPr>
        <w:t>T</w:t>
      </w:r>
      <w:r w:rsidRPr="008C6DE4">
        <w:rPr>
          <w:rFonts w:cs="v4.2.0"/>
          <w:vertAlign w:val="subscript"/>
        </w:rPr>
        <w:t>CSI-RS</w:t>
      </w:r>
      <w:r w:rsidRPr="008C6DE4">
        <w:t xml:space="preserve"> = the periodicity of CSI-RS configured for L1-RSRP measurement</w:t>
      </w:r>
    </w:p>
    <w:p w14:paraId="45A23300" w14:textId="68B4DD80" w:rsidR="00560C2B" w:rsidRDefault="00560C2B" w:rsidP="00CC6EC5">
      <w:pPr>
        <w:pStyle w:val="B10"/>
      </w:pPr>
      <w:r>
        <w:tab/>
      </w:r>
      <w:r w:rsidRPr="00DD3199">
        <w:t xml:space="preserve">If the high layer in TS 38.331 [2] signaling of </w:t>
      </w:r>
      <w:r w:rsidRPr="00DD3199">
        <w:rPr>
          <w:i/>
        </w:rPr>
        <w:t>smtc2</w:t>
      </w:r>
      <w:r w:rsidRPr="00DD3199">
        <w:t xml:space="preserve"> is configured, T</w:t>
      </w:r>
      <w:r w:rsidRPr="00DD3199">
        <w:rPr>
          <w:vertAlign w:val="subscript"/>
        </w:rPr>
        <w:t>SMTCperiod</w:t>
      </w:r>
      <w:r w:rsidRPr="00DD3199">
        <w:t xml:space="preserve"> corresponds to the value of higher layer parameter </w:t>
      </w:r>
      <w:r w:rsidRPr="00DD3199">
        <w:rPr>
          <w:i/>
        </w:rPr>
        <w:t>smtc2</w:t>
      </w:r>
      <w:r w:rsidRPr="00DD3199">
        <w:t>; Otherwise T</w:t>
      </w:r>
      <w:r w:rsidRPr="00DD3199">
        <w:rPr>
          <w:vertAlign w:val="subscript"/>
        </w:rPr>
        <w:t>SMTCperiod</w:t>
      </w:r>
      <w:r w:rsidRPr="00DD3199">
        <w:t xml:space="preserve"> corresponds to the value of higher layer parameter </w:t>
      </w:r>
      <w:r w:rsidRPr="00DD3199">
        <w:rPr>
          <w:i/>
        </w:rPr>
        <w:t>smtc1</w:t>
      </w:r>
      <w:r w:rsidRPr="00DD3199">
        <w:t>.</w:t>
      </w:r>
      <w:r w:rsidRPr="00154E3F">
        <w:t xml:space="preserve"> </w:t>
      </w:r>
      <w:r w:rsidRPr="00DD3199">
        <w:t>T</w:t>
      </w:r>
      <w:r w:rsidRPr="00DD3199">
        <w:rPr>
          <w:vertAlign w:val="subscript"/>
        </w:rPr>
        <w:t>SMTCperiod</w:t>
      </w:r>
      <w:r>
        <w:t xml:space="preserve"> is</w:t>
      </w:r>
      <w:r w:rsidRPr="008C4769">
        <w:t xml:space="preserve"> the shortest SMTC period among all CCs in the same FR2 band, </w:t>
      </w:r>
      <w:r>
        <w:t>provided</w:t>
      </w:r>
      <w:r w:rsidRPr="008C4769">
        <w:t xml:space="preserve"> the SMTC offset of all CCs </w:t>
      </w:r>
      <w:r>
        <w:t>in FR2 have the same offset</w:t>
      </w:r>
      <w:r w:rsidRPr="008C4769">
        <w:t>.</w:t>
      </w:r>
    </w:p>
    <w:p w14:paraId="538BBCF6" w14:textId="77777777" w:rsidR="00230E58" w:rsidRPr="008C6DE4" w:rsidRDefault="00230E58" w:rsidP="00230E58">
      <w:pPr>
        <w:rPr>
          <w:rFonts w:eastAsia="?? ??"/>
        </w:rPr>
      </w:pPr>
      <w:r w:rsidRPr="008C6DE4">
        <w:t>Note: The overlap between CSI-RS for L1-RSRP measurement and SMTC means that CSI-RS for L1-RSRP measurement is within the SMTC window duration.</w:t>
      </w:r>
    </w:p>
    <w:p w14:paraId="32DD14E4" w14:textId="77777777" w:rsidR="00230E58" w:rsidRPr="008C6DE4" w:rsidRDefault="00230E58" w:rsidP="00230E58">
      <w:r w:rsidRPr="008C6DE4">
        <w:t>Longer evaluation period would be expected if the combination of CSI-RS, SMTC occasion and measurement gap configurations does not meet pervious conditions.</w:t>
      </w:r>
    </w:p>
    <w:p w14:paraId="072ED0B0" w14:textId="77777777" w:rsidR="00230E58" w:rsidRPr="008C6DE4" w:rsidRDefault="00230E58" w:rsidP="00230E58">
      <w:pPr>
        <w:keepNext/>
        <w:keepLines/>
        <w:spacing w:before="60"/>
        <w:jc w:val="center"/>
        <w:rPr>
          <w:rFonts w:ascii="Arial" w:hAnsi="Arial"/>
          <w:b/>
        </w:rPr>
      </w:pPr>
      <w:r w:rsidRPr="008C6DE4">
        <w:rPr>
          <w:rFonts w:ascii="Arial" w:hAnsi="Arial"/>
          <w:b/>
        </w:rPr>
        <w:t>Table 9.5.4.2-1: Measurement period T</w:t>
      </w:r>
      <w:r w:rsidRPr="008C6DE4">
        <w:rPr>
          <w:rFonts w:ascii="Arial" w:hAnsi="Arial"/>
          <w:b/>
          <w:vertAlign w:val="subscript"/>
        </w:rPr>
        <w:t>L1-RSRP_Measurement_Period_CSI-RS</w:t>
      </w:r>
      <w:r w:rsidRPr="008C6DE4">
        <w:rPr>
          <w:rFonts w:ascii="Arial" w:hAnsi="Arial"/>
          <w:b/>
        </w:rPr>
        <w:t xml:space="preserve"> for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4582"/>
      </w:tblGrid>
      <w:tr w:rsidR="00DD3199" w:rsidRPr="008C6DE4" w14:paraId="239E86FE"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2A08A37D" w14:textId="77777777" w:rsidR="00230E58" w:rsidRPr="008C6DE4" w:rsidRDefault="00230E58" w:rsidP="00867D3A">
            <w:pPr>
              <w:keepNext/>
              <w:keepLines/>
              <w:spacing w:after="0"/>
              <w:jc w:val="center"/>
              <w:rPr>
                <w:rFonts w:ascii="Arial" w:hAnsi="Arial"/>
                <w:b/>
                <w:sz w:val="18"/>
              </w:rPr>
            </w:pPr>
            <w:r w:rsidRPr="008C6DE4">
              <w:rPr>
                <w:rFonts w:ascii="Arial" w:hAnsi="Arial"/>
                <w:b/>
                <w:sz w:val="18"/>
              </w:rPr>
              <w:t>Configuration</w:t>
            </w:r>
          </w:p>
        </w:tc>
        <w:tc>
          <w:tcPr>
            <w:tcW w:w="4582" w:type="dxa"/>
            <w:tcBorders>
              <w:top w:val="single" w:sz="4" w:space="0" w:color="auto"/>
              <w:left w:val="single" w:sz="4" w:space="0" w:color="auto"/>
              <w:bottom w:val="single" w:sz="4" w:space="0" w:color="auto"/>
              <w:right w:val="single" w:sz="4" w:space="0" w:color="auto"/>
            </w:tcBorders>
            <w:hideMark/>
          </w:tcPr>
          <w:p w14:paraId="2874CB0D" w14:textId="77777777" w:rsidR="00230E58" w:rsidRPr="008C6DE4" w:rsidRDefault="00230E58"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vertAlign w:val="subscript"/>
              </w:rPr>
              <w:t>L1-RSRP</w:t>
            </w:r>
            <w:r w:rsidRPr="008C6DE4">
              <w:rPr>
                <w:rFonts w:ascii="Arial" w:hAnsi="Arial"/>
                <w:b/>
                <w:sz w:val="18"/>
                <w:vertAlign w:val="subscript"/>
              </w:rPr>
              <w:t>_Measurement_Period_CSI-RS</w:t>
            </w:r>
            <w:r w:rsidRPr="008C6DE4">
              <w:rPr>
                <w:rFonts w:ascii="Arial" w:hAnsi="Arial"/>
                <w:b/>
                <w:sz w:val="18"/>
              </w:rPr>
              <w:t xml:space="preserve"> (ms) </w:t>
            </w:r>
          </w:p>
        </w:tc>
      </w:tr>
      <w:tr w:rsidR="00DD3199" w:rsidRPr="008C6DE4" w14:paraId="63CF590B"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13AD8CE0" w14:textId="77777777" w:rsidR="00230E58" w:rsidRPr="008C6DE4" w:rsidRDefault="00230E58" w:rsidP="00867D3A">
            <w:pPr>
              <w:keepNext/>
              <w:keepLines/>
              <w:spacing w:after="0"/>
              <w:jc w:val="center"/>
              <w:rPr>
                <w:rFonts w:ascii="Arial" w:hAnsi="Arial"/>
                <w:sz w:val="18"/>
              </w:rPr>
            </w:pPr>
            <w:r w:rsidRPr="008C6DE4">
              <w:rPr>
                <w:rFonts w:ascii="Arial" w:hAnsi="Arial"/>
                <w:sz w:val="18"/>
              </w:rPr>
              <w:t>non-DRX</w:t>
            </w:r>
          </w:p>
        </w:tc>
        <w:tc>
          <w:tcPr>
            <w:tcW w:w="4582" w:type="dxa"/>
            <w:tcBorders>
              <w:top w:val="single" w:sz="4" w:space="0" w:color="auto"/>
              <w:left w:val="single" w:sz="4" w:space="0" w:color="auto"/>
              <w:bottom w:val="single" w:sz="4" w:space="0" w:color="auto"/>
              <w:right w:val="single" w:sz="4" w:space="0" w:color="auto"/>
            </w:tcBorders>
            <w:hideMark/>
          </w:tcPr>
          <w:p w14:paraId="0402359C" w14:textId="77777777" w:rsidR="00230E58" w:rsidRPr="008C6DE4" w:rsidRDefault="00230E58" w:rsidP="00867D3A">
            <w:pPr>
              <w:keepNext/>
              <w:keepLines/>
              <w:spacing w:after="0"/>
              <w:jc w:val="center"/>
              <w:rPr>
                <w:rFonts w:ascii="Arial" w:hAnsi="Arial"/>
                <w:sz w:val="18"/>
              </w:rPr>
            </w:pPr>
            <w:r w:rsidRPr="008C6DE4">
              <w:rPr>
                <w:rFonts w:ascii="Arial" w:hAnsi="Arial" w:cs="v4.2.0"/>
                <w:sz w:val="18"/>
              </w:rPr>
              <w:t>max(T</w:t>
            </w:r>
            <w:r w:rsidRPr="008C6DE4">
              <w:rPr>
                <w:rFonts w:ascii="Arial" w:hAnsi="Arial" w:cs="v4.2.0"/>
                <w:sz w:val="18"/>
                <w:vertAlign w:val="subscript"/>
              </w:rPr>
              <w:t>Report</w:t>
            </w:r>
            <w:r w:rsidRPr="008C6DE4">
              <w:rPr>
                <w:rFonts w:ascii="Arial" w:hAnsi="Arial" w:cs="v4.2.0"/>
                <w:sz w:val="18"/>
              </w:rPr>
              <w:t>, ceil(M*P)*T</w:t>
            </w:r>
            <w:r w:rsidRPr="008C6DE4">
              <w:rPr>
                <w:rFonts w:ascii="Arial" w:hAnsi="Arial" w:cs="v4.2.0"/>
                <w:sz w:val="18"/>
                <w:vertAlign w:val="subscript"/>
              </w:rPr>
              <w:t>CSI-RS</w:t>
            </w:r>
            <w:r w:rsidRPr="008C6DE4">
              <w:rPr>
                <w:rFonts w:ascii="Arial" w:hAnsi="Arial" w:cs="v4.2.0"/>
                <w:sz w:val="18"/>
              </w:rPr>
              <w:t>)</w:t>
            </w:r>
          </w:p>
        </w:tc>
      </w:tr>
      <w:tr w:rsidR="00DD3199" w:rsidRPr="008C6DE4" w14:paraId="6591DFE2"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2497DDC1" w14:textId="77777777" w:rsidR="00230E58" w:rsidRPr="008C6DE4" w:rsidRDefault="00230E58" w:rsidP="00867D3A">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cs="Arial" w:hint="eastAsia"/>
                <w:sz w:val="18"/>
              </w:rPr>
              <w:t>≤</w:t>
            </w:r>
            <w:r w:rsidRPr="008C6DE4">
              <w:rPr>
                <w:rFonts w:ascii="Arial" w:hAnsi="Arial" w:cs="Arial"/>
                <w:sz w:val="18"/>
              </w:rPr>
              <w:t xml:space="preserve"> </w:t>
            </w:r>
            <w:r w:rsidRPr="008C6DE4">
              <w:rPr>
                <w:rFonts w:ascii="Arial" w:hAnsi="Arial"/>
                <w:sz w:val="18"/>
              </w:rPr>
              <w:t>320ms</w:t>
            </w:r>
          </w:p>
        </w:tc>
        <w:tc>
          <w:tcPr>
            <w:tcW w:w="4582" w:type="dxa"/>
            <w:tcBorders>
              <w:top w:val="single" w:sz="4" w:space="0" w:color="auto"/>
              <w:left w:val="single" w:sz="4" w:space="0" w:color="auto"/>
              <w:bottom w:val="single" w:sz="4" w:space="0" w:color="auto"/>
              <w:right w:val="single" w:sz="4" w:space="0" w:color="auto"/>
            </w:tcBorders>
            <w:hideMark/>
          </w:tcPr>
          <w:p w14:paraId="7122F806" w14:textId="77777777" w:rsidR="00230E58" w:rsidRPr="008C6DE4" w:rsidRDefault="00230E58" w:rsidP="00867D3A">
            <w:pPr>
              <w:keepNext/>
              <w:keepLines/>
              <w:spacing w:after="0"/>
              <w:jc w:val="center"/>
              <w:rPr>
                <w:rFonts w:ascii="Arial" w:hAnsi="Arial"/>
                <w:sz w:val="18"/>
              </w:rPr>
            </w:pPr>
            <w:r w:rsidRPr="008C6DE4">
              <w:rPr>
                <w:rFonts w:ascii="Arial" w:hAnsi="Arial" w:cs="v4.2.0"/>
                <w:sz w:val="18"/>
              </w:rPr>
              <w:t>max(T</w:t>
            </w:r>
            <w:r w:rsidRPr="008C6DE4">
              <w:rPr>
                <w:rFonts w:ascii="Arial" w:hAnsi="Arial" w:cs="v4.2.0"/>
                <w:sz w:val="18"/>
                <w:vertAlign w:val="subscript"/>
              </w:rPr>
              <w:t>Report</w:t>
            </w:r>
            <w:r w:rsidRPr="008C6DE4">
              <w:rPr>
                <w:rFonts w:ascii="Arial" w:hAnsi="Arial" w:cs="v4.2.0"/>
                <w:sz w:val="18"/>
              </w:rPr>
              <w:t>, ceil(1.5*M*P)*max(T</w:t>
            </w:r>
            <w:r w:rsidRPr="008C6DE4">
              <w:rPr>
                <w:rFonts w:ascii="Arial" w:hAnsi="Arial" w:cs="v4.2.0"/>
                <w:sz w:val="18"/>
                <w:vertAlign w:val="subscript"/>
              </w:rPr>
              <w:t>DRX</w:t>
            </w:r>
            <w:r w:rsidRPr="008C6DE4">
              <w:rPr>
                <w:rFonts w:ascii="Arial" w:hAnsi="Arial" w:cs="v4.2.0"/>
                <w:sz w:val="18"/>
              </w:rPr>
              <w:t>,T</w:t>
            </w:r>
            <w:r w:rsidRPr="008C6DE4">
              <w:rPr>
                <w:rFonts w:ascii="Arial" w:hAnsi="Arial" w:cs="v4.2.0"/>
                <w:sz w:val="18"/>
                <w:vertAlign w:val="subscript"/>
              </w:rPr>
              <w:t>CSI-RS</w:t>
            </w:r>
            <w:r w:rsidRPr="008C6DE4">
              <w:rPr>
                <w:rFonts w:ascii="Arial" w:hAnsi="Arial" w:cs="v4.2.0"/>
                <w:sz w:val="18"/>
              </w:rPr>
              <w:t>))</w:t>
            </w:r>
          </w:p>
        </w:tc>
      </w:tr>
      <w:tr w:rsidR="00DD3199" w:rsidRPr="008C6DE4" w14:paraId="653640FC"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2846DBE9" w14:textId="77777777" w:rsidR="00230E58" w:rsidRPr="008C6DE4" w:rsidRDefault="00230E58" w:rsidP="00867D3A">
            <w:pPr>
              <w:keepNext/>
              <w:keepLines/>
              <w:spacing w:after="0"/>
              <w:jc w:val="center"/>
              <w:rPr>
                <w:rFonts w:ascii="Arial" w:hAnsi="Arial"/>
                <w:sz w:val="18"/>
              </w:rPr>
            </w:pPr>
            <w:r w:rsidRPr="008C6DE4">
              <w:rPr>
                <w:rFonts w:ascii="Arial" w:hAnsi="Arial"/>
                <w:sz w:val="18"/>
              </w:rPr>
              <w:t>DRX cycle &gt; 320ms</w:t>
            </w:r>
          </w:p>
        </w:tc>
        <w:tc>
          <w:tcPr>
            <w:tcW w:w="4582" w:type="dxa"/>
            <w:tcBorders>
              <w:top w:val="single" w:sz="4" w:space="0" w:color="auto"/>
              <w:left w:val="single" w:sz="4" w:space="0" w:color="auto"/>
              <w:bottom w:val="single" w:sz="4" w:space="0" w:color="auto"/>
              <w:right w:val="single" w:sz="4" w:space="0" w:color="auto"/>
            </w:tcBorders>
            <w:hideMark/>
          </w:tcPr>
          <w:p w14:paraId="416F4852" w14:textId="77777777" w:rsidR="00230E58" w:rsidRPr="008C6DE4" w:rsidRDefault="00230E58" w:rsidP="00867D3A">
            <w:pPr>
              <w:keepNext/>
              <w:keepLines/>
              <w:spacing w:after="0"/>
              <w:jc w:val="center"/>
              <w:rPr>
                <w:rFonts w:ascii="Arial" w:hAnsi="Arial"/>
                <w:sz w:val="18"/>
              </w:rPr>
            </w:pPr>
            <w:r w:rsidRPr="008C6DE4">
              <w:rPr>
                <w:rFonts w:ascii="Arial" w:hAnsi="Arial" w:cs="v4.2.0"/>
                <w:sz w:val="18"/>
              </w:rPr>
              <w:t>ceil(M*P)*T</w:t>
            </w:r>
            <w:r w:rsidRPr="008C6DE4">
              <w:rPr>
                <w:rFonts w:ascii="Arial" w:hAnsi="Arial" w:cs="v4.2.0"/>
                <w:sz w:val="18"/>
                <w:vertAlign w:val="subscript"/>
              </w:rPr>
              <w:t>DRX</w:t>
            </w:r>
          </w:p>
        </w:tc>
      </w:tr>
      <w:tr w:rsidR="00230E58" w:rsidRPr="008C6DE4" w14:paraId="48B10107" w14:textId="77777777" w:rsidTr="00867D3A">
        <w:trPr>
          <w:jc w:val="center"/>
        </w:trPr>
        <w:tc>
          <w:tcPr>
            <w:tcW w:w="6617" w:type="dxa"/>
            <w:gridSpan w:val="2"/>
            <w:tcBorders>
              <w:top w:val="single" w:sz="4" w:space="0" w:color="auto"/>
              <w:left w:val="single" w:sz="4" w:space="0" w:color="auto"/>
              <w:bottom w:val="single" w:sz="4" w:space="0" w:color="auto"/>
              <w:right w:val="single" w:sz="4" w:space="0" w:color="auto"/>
            </w:tcBorders>
            <w:hideMark/>
          </w:tcPr>
          <w:p w14:paraId="6D680386" w14:textId="77777777" w:rsidR="00230E58" w:rsidRPr="008C6DE4" w:rsidRDefault="00230E58" w:rsidP="00867D3A">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28"/>
              </w:rPr>
              <w:tab/>
            </w:r>
            <w:r w:rsidRPr="008C6DE4">
              <w:rPr>
                <w:rFonts w:ascii="Arial" w:hAnsi="Arial" w:cs="v4.2.0"/>
                <w:sz w:val="18"/>
              </w:rPr>
              <w:t>T</w:t>
            </w:r>
            <w:r w:rsidRPr="008C6DE4">
              <w:rPr>
                <w:rFonts w:ascii="Arial" w:hAnsi="Arial" w:cs="v4.2.0"/>
                <w:sz w:val="18"/>
                <w:vertAlign w:val="subscript"/>
              </w:rPr>
              <w:t>CSI-RS</w:t>
            </w:r>
            <w:r w:rsidRPr="008C6DE4">
              <w:rPr>
                <w:rFonts w:ascii="Arial" w:hAnsi="Arial"/>
                <w:sz w:val="18"/>
              </w:rPr>
              <w:t xml:space="preserve"> is the periodicity of CSI-RS configured for L1-RSRP measurement.</w:t>
            </w:r>
            <w:r w:rsidRPr="008C6DE4">
              <w:rPr>
                <w:rFonts w:ascii="Arial" w:hAnsi="Arial" w:cs="v4.2.0"/>
                <w:sz w:val="18"/>
              </w:rPr>
              <w:t xml:space="preserve"> T</w:t>
            </w:r>
            <w:r w:rsidRPr="008C6DE4">
              <w:rPr>
                <w:rFonts w:ascii="Arial" w:hAnsi="Arial" w:cs="v4.2.0"/>
                <w:sz w:val="18"/>
                <w:vertAlign w:val="subscript"/>
              </w:rPr>
              <w:t>DRX</w:t>
            </w:r>
            <w:r w:rsidRPr="008C6DE4">
              <w:rPr>
                <w:rFonts w:ascii="Arial" w:hAnsi="Arial"/>
                <w:sz w:val="18"/>
              </w:rPr>
              <w:t xml:space="preserve"> is the DRX cycle length. </w:t>
            </w:r>
            <w:r w:rsidRPr="008C6DE4">
              <w:rPr>
                <w:rFonts w:ascii="Arial" w:hAnsi="Arial" w:cs="v4.2.0"/>
                <w:sz w:val="18"/>
              </w:rPr>
              <w:t>T</w:t>
            </w:r>
            <w:r w:rsidRPr="008C6DE4">
              <w:rPr>
                <w:rFonts w:ascii="Arial" w:hAnsi="Arial" w:cs="v4.2.0"/>
                <w:sz w:val="18"/>
                <w:vertAlign w:val="subscript"/>
              </w:rPr>
              <w:t>Report</w:t>
            </w:r>
            <w:r w:rsidRPr="008C6DE4">
              <w:rPr>
                <w:rFonts w:ascii="Arial" w:hAnsi="Arial"/>
                <w:sz w:val="18"/>
              </w:rPr>
              <w:t xml:space="preserve"> is configured periodicity for reporting.</w:t>
            </w:r>
          </w:p>
          <w:p w14:paraId="4A5C0ECF" w14:textId="77777777" w:rsidR="00230E58" w:rsidRPr="008C6DE4" w:rsidRDefault="00230E58" w:rsidP="00867D3A">
            <w:pPr>
              <w:keepNext/>
              <w:keepLines/>
              <w:spacing w:after="0"/>
              <w:ind w:left="851" w:hanging="851"/>
              <w:rPr>
                <w:rFonts w:ascii="Arial" w:hAnsi="Arial" w:cs="v4.2.0"/>
                <w:sz w:val="18"/>
              </w:rPr>
            </w:pPr>
            <w:r w:rsidRPr="008C6DE4">
              <w:rPr>
                <w:rFonts w:ascii="Arial" w:hAnsi="Arial"/>
                <w:sz w:val="18"/>
              </w:rPr>
              <w:t>Note 2:</w:t>
            </w:r>
            <w:r w:rsidRPr="008C6DE4">
              <w:rPr>
                <w:rFonts w:ascii="Arial" w:hAnsi="Arial"/>
                <w:sz w:val="28"/>
              </w:rPr>
              <w:tab/>
            </w:r>
            <w:r w:rsidRPr="008C6DE4">
              <w:rPr>
                <w:rFonts w:ascii="Arial" w:hAnsi="Arial"/>
                <w:sz w:val="18"/>
              </w:rPr>
              <w:t>the requirements are applicable provided that the CSI-RS resource configured for L1-RSRP measurement is transmitted with Density = 3.</w:t>
            </w:r>
          </w:p>
        </w:tc>
      </w:tr>
    </w:tbl>
    <w:p w14:paraId="49813D9D" w14:textId="77777777" w:rsidR="00230E58" w:rsidRPr="008C6DE4" w:rsidRDefault="00230E58" w:rsidP="00230E58">
      <w:pPr>
        <w:rPr>
          <w:rFonts w:eastAsia="?? ??"/>
        </w:rPr>
      </w:pPr>
    </w:p>
    <w:p w14:paraId="7E25823A" w14:textId="77777777" w:rsidR="00230E58" w:rsidRPr="008C6DE4" w:rsidRDefault="00230E58" w:rsidP="00230E58">
      <w:pPr>
        <w:keepNext/>
        <w:keepLines/>
        <w:spacing w:before="60"/>
        <w:jc w:val="center"/>
        <w:rPr>
          <w:rFonts w:ascii="Arial" w:hAnsi="Arial"/>
          <w:b/>
        </w:rPr>
      </w:pPr>
      <w:r w:rsidRPr="008C6DE4">
        <w:rPr>
          <w:rFonts w:ascii="Arial" w:hAnsi="Arial"/>
          <w:b/>
        </w:rPr>
        <w:t>Table 9.5.4.2-2: Measurement period T</w:t>
      </w:r>
      <w:r w:rsidRPr="008C6DE4">
        <w:rPr>
          <w:rFonts w:ascii="Arial" w:hAnsi="Arial"/>
          <w:b/>
          <w:vertAlign w:val="subscript"/>
        </w:rPr>
        <w:t>L1-RSRP_Measurement_Period_CSI-RS</w:t>
      </w:r>
      <w:r w:rsidRPr="008C6DE4">
        <w:rPr>
          <w:rFonts w:ascii="Arial" w:hAnsi="Arial"/>
          <w:b/>
        </w:rPr>
        <w:t xml:space="preserve"> for FR2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4582"/>
      </w:tblGrid>
      <w:tr w:rsidR="00DD3199" w:rsidRPr="008C6DE4" w14:paraId="73D7F84B"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0001F53E" w14:textId="77777777" w:rsidR="00230E58" w:rsidRPr="008C6DE4" w:rsidRDefault="00230E58" w:rsidP="00867D3A">
            <w:pPr>
              <w:keepNext/>
              <w:keepLines/>
              <w:spacing w:after="0"/>
              <w:jc w:val="center"/>
              <w:rPr>
                <w:rFonts w:ascii="Arial" w:hAnsi="Arial"/>
                <w:b/>
                <w:sz w:val="18"/>
              </w:rPr>
            </w:pPr>
            <w:r w:rsidRPr="008C6DE4">
              <w:rPr>
                <w:rFonts w:ascii="Arial" w:hAnsi="Arial"/>
                <w:b/>
                <w:sz w:val="18"/>
              </w:rPr>
              <w:t>Configuration</w:t>
            </w:r>
          </w:p>
        </w:tc>
        <w:tc>
          <w:tcPr>
            <w:tcW w:w="4582" w:type="dxa"/>
            <w:tcBorders>
              <w:top w:val="single" w:sz="4" w:space="0" w:color="auto"/>
              <w:left w:val="single" w:sz="4" w:space="0" w:color="auto"/>
              <w:bottom w:val="single" w:sz="4" w:space="0" w:color="auto"/>
              <w:right w:val="single" w:sz="4" w:space="0" w:color="auto"/>
            </w:tcBorders>
            <w:hideMark/>
          </w:tcPr>
          <w:p w14:paraId="6629FCE6" w14:textId="77777777" w:rsidR="00230E58" w:rsidRPr="008C6DE4" w:rsidRDefault="00230E58" w:rsidP="00867D3A">
            <w:pPr>
              <w:keepNext/>
              <w:keepLines/>
              <w:spacing w:after="0"/>
              <w:jc w:val="center"/>
              <w:rPr>
                <w:rFonts w:ascii="Arial" w:hAnsi="Arial"/>
                <w:b/>
                <w:sz w:val="18"/>
              </w:rPr>
            </w:pPr>
            <w:r w:rsidRPr="008C6DE4">
              <w:rPr>
                <w:rFonts w:ascii="Arial" w:hAnsi="Arial"/>
                <w:b/>
                <w:sz w:val="18"/>
              </w:rPr>
              <w:t>T</w:t>
            </w:r>
            <w:r w:rsidRPr="008C6DE4">
              <w:rPr>
                <w:rFonts w:ascii="Arial" w:hAnsi="Arial"/>
                <w:b/>
                <w:vertAlign w:val="subscript"/>
              </w:rPr>
              <w:t>L1-RSRP</w:t>
            </w:r>
            <w:r w:rsidRPr="008C6DE4">
              <w:rPr>
                <w:rFonts w:ascii="Arial" w:hAnsi="Arial"/>
                <w:b/>
                <w:sz w:val="18"/>
                <w:vertAlign w:val="subscript"/>
              </w:rPr>
              <w:t>_Measurement_Period_CSI-RS</w:t>
            </w:r>
            <w:r w:rsidRPr="008C6DE4">
              <w:rPr>
                <w:rFonts w:ascii="Arial" w:hAnsi="Arial"/>
                <w:b/>
                <w:sz w:val="18"/>
              </w:rPr>
              <w:t xml:space="preserve"> (ms) </w:t>
            </w:r>
          </w:p>
        </w:tc>
      </w:tr>
      <w:tr w:rsidR="00DD3199" w:rsidRPr="008C6DE4" w14:paraId="458734E1"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3F5D3CCC" w14:textId="77777777" w:rsidR="00230E58" w:rsidRPr="008C6DE4" w:rsidRDefault="00230E58" w:rsidP="00867D3A">
            <w:pPr>
              <w:keepNext/>
              <w:keepLines/>
              <w:spacing w:after="0"/>
              <w:jc w:val="center"/>
              <w:rPr>
                <w:rFonts w:ascii="Arial" w:hAnsi="Arial"/>
                <w:sz w:val="18"/>
              </w:rPr>
            </w:pPr>
            <w:r w:rsidRPr="008C6DE4">
              <w:rPr>
                <w:rFonts w:ascii="Arial" w:hAnsi="Arial"/>
                <w:sz w:val="18"/>
              </w:rPr>
              <w:t>non-DRX</w:t>
            </w:r>
          </w:p>
        </w:tc>
        <w:tc>
          <w:tcPr>
            <w:tcW w:w="4582" w:type="dxa"/>
            <w:tcBorders>
              <w:top w:val="single" w:sz="4" w:space="0" w:color="auto"/>
              <w:left w:val="single" w:sz="4" w:space="0" w:color="auto"/>
              <w:bottom w:val="single" w:sz="4" w:space="0" w:color="auto"/>
              <w:right w:val="single" w:sz="4" w:space="0" w:color="auto"/>
            </w:tcBorders>
            <w:hideMark/>
          </w:tcPr>
          <w:p w14:paraId="76F23925" w14:textId="77777777" w:rsidR="00230E58" w:rsidRPr="008C6DE4" w:rsidRDefault="00230E58" w:rsidP="00867D3A">
            <w:pPr>
              <w:keepNext/>
              <w:keepLines/>
              <w:spacing w:after="0"/>
              <w:jc w:val="center"/>
              <w:rPr>
                <w:rFonts w:ascii="Arial" w:hAnsi="Arial"/>
                <w:sz w:val="18"/>
              </w:rPr>
            </w:pPr>
            <w:r w:rsidRPr="008C6DE4">
              <w:rPr>
                <w:rFonts w:ascii="Arial" w:hAnsi="Arial" w:cs="v4.2.0"/>
                <w:sz w:val="18"/>
              </w:rPr>
              <w:t>max(T</w:t>
            </w:r>
            <w:r w:rsidRPr="008C6DE4">
              <w:rPr>
                <w:rFonts w:ascii="Arial" w:hAnsi="Arial" w:cs="v4.2.0"/>
                <w:sz w:val="18"/>
                <w:vertAlign w:val="subscript"/>
              </w:rPr>
              <w:t>Report</w:t>
            </w:r>
            <w:r w:rsidRPr="008C6DE4">
              <w:rPr>
                <w:rFonts w:ascii="Arial" w:hAnsi="Arial" w:cs="v4.2.0"/>
                <w:sz w:val="18"/>
              </w:rPr>
              <w:t>, ceil(M*P*N)*T</w:t>
            </w:r>
            <w:r w:rsidRPr="008C6DE4">
              <w:rPr>
                <w:rFonts w:ascii="Arial" w:hAnsi="Arial" w:cs="v4.2.0"/>
                <w:sz w:val="18"/>
                <w:vertAlign w:val="subscript"/>
              </w:rPr>
              <w:t>CSI-RS</w:t>
            </w:r>
            <w:r w:rsidRPr="008C6DE4">
              <w:rPr>
                <w:rFonts w:ascii="Arial" w:hAnsi="Arial" w:cs="v4.2.0"/>
                <w:sz w:val="18"/>
              </w:rPr>
              <w:t>)</w:t>
            </w:r>
          </w:p>
        </w:tc>
      </w:tr>
      <w:tr w:rsidR="00DD3199" w:rsidRPr="008C6DE4" w14:paraId="37110AEC"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6F048011" w14:textId="77777777" w:rsidR="00230E58" w:rsidRPr="008C6DE4" w:rsidRDefault="00230E58" w:rsidP="00867D3A">
            <w:pPr>
              <w:keepNext/>
              <w:keepLines/>
              <w:spacing w:after="0"/>
              <w:jc w:val="center"/>
              <w:rPr>
                <w:rFonts w:ascii="Arial" w:hAnsi="Arial"/>
                <w:sz w:val="18"/>
              </w:rPr>
            </w:pPr>
            <w:r w:rsidRPr="008C6DE4">
              <w:rPr>
                <w:rFonts w:ascii="Arial" w:hAnsi="Arial"/>
                <w:sz w:val="18"/>
              </w:rPr>
              <w:t xml:space="preserve">DRX cycle </w:t>
            </w:r>
            <w:r w:rsidRPr="008C6DE4">
              <w:rPr>
                <w:rFonts w:ascii="Arial" w:hAnsi="Arial" w:cs="Arial" w:hint="eastAsia"/>
                <w:sz w:val="18"/>
              </w:rPr>
              <w:t>≤</w:t>
            </w:r>
            <w:r w:rsidRPr="008C6DE4">
              <w:rPr>
                <w:rFonts w:ascii="Arial" w:hAnsi="Arial" w:cs="Arial"/>
                <w:sz w:val="18"/>
              </w:rPr>
              <w:t xml:space="preserve"> </w:t>
            </w:r>
            <w:r w:rsidRPr="008C6DE4">
              <w:rPr>
                <w:rFonts w:ascii="Arial" w:hAnsi="Arial"/>
                <w:sz w:val="18"/>
              </w:rPr>
              <w:t>320ms</w:t>
            </w:r>
          </w:p>
        </w:tc>
        <w:tc>
          <w:tcPr>
            <w:tcW w:w="4582" w:type="dxa"/>
            <w:tcBorders>
              <w:top w:val="single" w:sz="4" w:space="0" w:color="auto"/>
              <w:left w:val="single" w:sz="4" w:space="0" w:color="auto"/>
              <w:bottom w:val="single" w:sz="4" w:space="0" w:color="auto"/>
              <w:right w:val="single" w:sz="4" w:space="0" w:color="auto"/>
            </w:tcBorders>
            <w:hideMark/>
          </w:tcPr>
          <w:p w14:paraId="1AB1EE56" w14:textId="77777777" w:rsidR="00230E58" w:rsidRPr="008C6DE4" w:rsidRDefault="00230E58" w:rsidP="00867D3A">
            <w:pPr>
              <w:keepNext/>
              <w:keepLines/>
              <w:spacing w:after="0"/>
              <w:jc w:val="center"/>
              <w:rPr>
                <w:rFonts w:ascii="Arial" w:hAnsi="Arial"/>
                <w:sz w:val="18"/>
              </w:rPr>
            </w:pPr>
            <w:r w:rsidRPr="008C6DE4">
              <w:rPr>
                <w:rFonts w:ascii="Arial" w:hAnsi="Arial" w:cs="v4.2.0"/>
                <w:sz w:val="18"/>
              </w:rPr>
              <w:t>max(T</w:t>
            </w:r>
            <w:r w:rsidRPr="008C6DE4">
              <w:rPr>
                <w:rFonts w:ascii="Arial" w:hAnsi="Arial" w:cs="v4.2.0"/>
                <w:sz w:val="18"/>
                <w:vertAlign w:val="subscript"/>
              </w:rPr>
              <w:t>Report</w:t>
            </w:r>
            <w:r w:rsidRPr="008C6DE4">
              <w:rPr>
                <w:rFonts w:ascii="Arial" w:hAnsi="Arial" w:cs="v4.2.0"/>
                <w:sz w:val="18"/>
              </w:rPr>
              <w:t>, ceil(1.5*M*P*N)*max(T</w:t>
            </w:r>
            <w:r w:rsidRPr="008C6DE4">
              <w:rPr>
                <w:rFonts w:ascii="Arial" w:hAnsi="Arial" w:cs="v4.2.0"/>
                <w:sz w:val="18"/>
                <w:vertAlign w:val="subscript"/>
              </w:rPr>
              <w:t>DRX</w:t>
            </w:r>
            <w:r w:rsidRPr="008C6DE4">
              <w:rPr>
                <w:rFonts w:ascii="Arial" w:hAnsi="Arial" w:cs="v4.2.0"/>
                <w:sz w:val="18"/>
              </w:rPr>
              <w:t>,T</w:t>
            </w:r>
            <w:r w:rsidRPr="008C6DE4">
              <w:rPr>
                <w:rFonts w:ascii="Arial" w:hAnsi="Arial" w:cs="v4.2.0"/>
                <w:sz w:val="18"/>
                <w:vertAlign w:val="subscript"/>
              </w:rPr>
              <w:t>CSI-RS</w:t>
            </w:r>
            <w:r w:rsidRPr="008C6DE4">
              <w:rPr>
                <w:rFonts w:ascii="Arial" w:hAnsi="Arial" w:cs="v4.2.0"/>
                <w:sz w:val="18"/>
              </w:rPr>
              <w:t>))</w:t>
            </w:r>
          </w:p>
        </w:tc>
      </w:tr>
      <w:tr w:rsidR="00DD3199" w:rsidRPr="008C6DE4" w14:paraId="07F2B655" w14:textId="77777777" w:rsidTr="00867D3A">
        <w:trPr>
          <w:jc w:val="center"/>
        </w:trPr>
        <w:tc>
          <w:tcPr>
            <w:tcW w:w="2035" w:type="dxa"/>
            <w:tcBorders>
              <w:top w:val="single" w:sz="4" w:space="0" w:color="auto"/>
              <w:left w:val="single" w:sz="4" w:space="0" w:color="auto"/>
              <w:bottom w:val="single" w:sz="4" w:space="0" w:color="auto"/>
              <w:right w:val="single" w:sz="4" w:space="0" w:color="auto"/>
            </w:tcBorders>
            <w:hideMark/>
          </w:tcPr>
          <w:p w14:paraId="23DCC39F" w14:textId="77777777" w:rsidR="00230E58" w:rsidRPr="008C6DE4" w:rsidRDefault="00230E58" w:rsidP="00867D3A">
            <w:pPr>
              <w:keepNext/>
              <w:keepLines/>
              <w:spacing w:after="0"/>
              <w:jc w:val="center"/>
              <w:rPr>
                <w:rFonts w:ascii="Arial" w:hAnsi="Arial"/>
                <w:sz w:val="18"/>
              </w:rPr>
            </w:pPr>
            <w:r w:rsidRPr="008C6DE4">
              <w:rPr>
                <w:rFonts w:ascii="Arial" w:hAnsi="Arial"/>
                <w:sz w:val="18"/>
              </w:rPr>
              <w:t>DRX cycle &gt; 320ms</w:t>
            </w:r>
          </w:p>
        </w:tc>
        <w:tc>
          <w:tcPr>
            <w:tcW w:w="4582" w:type="dxa"/>
            <w:tcBorders>
              <w:top w:val="single" w:sz="4" w:space="0" w:color="auto"/>
              <w:left w:val="single" w:sz="4" w:space="0" w:color="auto"/>
              <w:bottom w:val="single" w:sz="4" w:space="0" w:color="auto"/>
              <w:right w:val="single" w:sz="4" w:space="0" w:color="auto"/>
            </w:tcBorders>
            <w:hideMark/>
          </w:tcPr>
          <w:p w14:paraId="674973F7" w14:textId="77777777" w:rsidR="00230E58" w:rsidRPr="008C6DE4" w:rsidRDefault="00230E58" w:rsidP="00867D3A">
            <w:pPr>
              <w:keepNext/>
              <w:keepLines/>
              <w:spacing w:after="0"/>
              <w:jc w:val="center"/>
              <w:rPr>
                <w:rFonts w:ascii="Arial" w:hAnsi="Arial"/>
                <w:sz w:val="18"/>
              </w:rPr>
            </w:pPr>
            <w:r w:rsidRPr="008C6DE4">
              <w:rPr>
                <w:rFonts w:ascii="Arial" w:hAnsi="Arial" w:cs="v4.2.0"/>
                <w:sz w:val="18"/>
              </w:rPr>
              <w:t>ceil(M*P*N)*T</w:t>
            </w:r>
            <w:r w:rsidRPr="008C6DE4">
              <w:rPr>
                <w:rFonts w:ascii="Arial" w:hAnsi="Arial" w:cs="v4.2.0"/>
                <w:sz w:val="18"/>
                <w:vertAlign w:val="subscript"/>
              </w:rPr>
              <w:t>DRX</w:t>
            </w:r>
          </w:p>
        </w:tc>
      </w:tr>
      <w:tr w:rsidR="00230E58" w:rsidRPr="008C6DE4" w14:paraId="1878C283" w14:textId="77777777" w:rsidTr="00867D3A">
        <w:trPr>
          <w:jc w:val="center"/>
        </w:trPr>
        <w:tc>
          <w:tcPr>
            <w:tcW w:w="6617" w:type="dxa"/>
            <w:gridSpan w:val="2"/>
            <w:tcBorders>
              <w:top w:val="single" w:sz="4" w:space="0" w:color="auto"/>
              <w:left w:val="single" w:sz="4" w:space="0" w:color="auto"/>
              <w:bottom w:val="single" w:sz="4" w:space="0" w:color="auto"/>
              <w:right w:val="single" w:sz="4" w:space="0" w:color="auto"/>
            </w:tcBorders>
            <w:hideMark/>
          </w:tcPr>
          <w:p w14:paraId="05498811" w14:textId="77777777" w:rsidR="00230E58" w:rsidRPr="008C6DE4" w:rsidRDefault="00230E58" w:rsidP="00867D3A">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28"/>
              </w:rPr>
              <w:tab/>
            </w:r>
            <w:r w:rsidRPr="008C6DE4">
              <w:rPr>
                <w:rFonts w:ascii="Arial" w:hAnsi="Arial" w:cs="v4.2.0"/>
                <w:sz w:val="18"/>
              </w:rPr>
              <w:t>T</w:t>
            </w:r>
            <w:r w:rsidRPr="008C6DE4">
              <w:rPr>
                <w:rFonts w:ascii="Arial" w:hAnsi="Arial" w:cs="v4.2.0"/>
                <w:sz w:val="18"/>
                <w:vertAlign w:val="subscript"/>
              </w:rPr>
              <w:t>CSI-RS</w:t>
            </w:r>
            <w:r w:rsidRPr="008C6DE4">
              <w:rPr>
                <w:rFonts w:ascii="Arial" w:hAnsi="Arial"/>
                <w:sz w:val="18"/>
              </w:rPr>
              <w:t xml:space="preserve"> is the periodicity of CSI-RS configured for L1-RSRP measurement.</w:t>
            </w:r>
            <w:r w:rsidRPr="008C6DE4">
              <w:rPr>
                <w:rFonts w:ascii="Arial" w:hAnsi="Arial" w:cs="v4.2.0"/>
                <w:sz w:val="18"/>
              </w:rPr>
              <w:t xml:space="preserve"> T</w:t>
            </w:r>
            <w:r w:rsidRPr="008C6DE4">
              <w:rPr>
                <w:rFonts w:ascii="Arial" w:hAnsi="Arial" w:cs="v4.2.0"/>
                <w:sz w:val="18"/>
                <w:vertAlign w:val="subscript"/>
              </w:rPr>
              <w:t>DRX</w:t>
            </w:r>
            <w:r w:rsidRPr="008C6DE4">
              <w:rPr>
                <w:rFonts w:ascii="Arial" w:hAnsi="Arial"/>
                <w:sz w:val="18"/>
              </w:rPr>
              <w:t xml:space="preserve"> is the DRX cycle length. </w:t>
            </w:r>
            <w:r w:rsidRPr="008C6DE4">
              <w:rPr>
                <w:rFonts w:ascii="Arial" w:hAnsi="Arial" w:cs="v4.2.0"/>
                <w:sz w:val="18"/>
              </w:rPr>
              <w:t>T</w:t>
            </w:r>
            <w:r w:rsidRPr="008C6DE4">
              <w:rPr>
                <w:rFonts w:ascii="Arial" w:hAnsi="Arial" w:cs="v4.2.0"/>
                <w:sz w:val="18"/>
                <w:vertAlign w:val="subscript"/>
              </w:rPr>
              <w:t>Report</w:t>
            </w:r>
            <w:r w:rsidRPr="008C6DE4">
              <w:rPr>
                <w:rFonts w:ascii="Arial" w:hAnsi="Arial"/>
                <w:sz w:val="18"/>
              </w:rPr>
              <w:t xml:space="preserve"> is configured periodicity for reporting.</w:t>
            </w:r>
          </w:p>
          <w:p w14:paraId="70F59597" w14:textId="77777777" w:rsidR="00230E58" w:rsidRPr="008C6DE4" w:rsidRDefault="00230E58" w:rsidP="00867D3A">
            <w:pPr>
              <w:keepNext/>
              <w:keepLines/>
              <w:spacing w:after="0"/>
              <w:ind w:left="851" w:hanging="851"/>
              <w:rPr>
                <w:rFonts w:ascii="Arial" w:hAnsi="Arial" w:cs="v4.2.0"/>
                <w:sz w:val="18"/>
              </w:rPr>
            </w:pPr>
            <w:r w:rsidRPr="008C6DE4">
              <w:rPr>
                <w:rFonts w:ascii="Arial" w:hAnsi="Arial"/>
                <w:sz w:val="18"/>
              </w:rPr>
              <w:t>Note 2:</w:t>
            </w:r>
            <w:r w:rsidRPr="008C6DE4">
              <w:rPr>
                <w:rFonts w:ascii="Arial" w:hAnsi="Arial"/>
                <w:sz w:val="28"/>
              </w:rPr>
              <w:tab/>
            </w:r>
            <w:r w:rsidRPr="008C6DE4">
              <w:rPr>
                <w:rFonts w:ascii="Arial" w:hAnsi="Arial"/>
                <w:sz w:val="18"/>
              </w:rPr>
              <w:t>the requirements are applicable provided that the CSI-RS resource configured for L1-RSRP measurement is transmitted with Density = 3.</w:t>
            </w:r>
          </w:p>
        </w:tc>
      </w:tr>
    </w:tbl>
    <w:p w14:paraId="6BCACA6B" w14:textId="77777777" w:rsidR="00230E58" w:rsidRPr="008C6DE4" w:rsidRDefault="00230E58" w:rsidP="00230E58">
      <w:pPr>
        <w:rPr>
          <w:lang w:eastAsia="zh-CN"/>
        </w:rPr>
      </w:pPr>
    </w:p>
    <w:p w14:paraId="5DC458DD" w14:textId="0980D268" w:rsidR="00230E58" w:rsidRPr="008C6DE4" w:rsidRDefault="0048284E" w:rsidP="0048284E">
      <w:pPr>
        <w:pStyle w:val="Heading3"/>
      </w:pPr>
      <w:r w:rsidRPr="008C6DE4">
        <w:t>9.5.5</w:t>
      </w:r>
      <w:r w:rsidR="00230E58" w:rsidRPr="008C6DE4">
        <w:tab/>
        <w:t>Measurement restriction for CSI-RS and SSB for L1-RSRP measurement</w:t>
      </w:r>
    </w:p>
    <w:p w14:paraId="50920900" w14:textId="77777777" w:rsidR="00230E58" w:rsidRPr="008C6DE4" w:rsidRDefault="00230E58" w:rsidP="00230E58">
      <w:pPr>
        <w:rPr>
          <w:lang w:eastAsia="zh-CN"/>
        </w:rPr>
      </w:pPr>
      <w:r w:rsidRPr="008C6DE4">
        <w:rPr>
          <w:lang w:eastAsia="zh-CN"/>
        </w:rPr>
        <w:t>The UE is required to be capable of measuring SSB and CSI-RS for L1-RSRP without measurement gaps. T</w:t>
      </w:r>
      <w:r w:rsidRPr="008C6DE4">
        <w:t xml:space="preserve">he UE is required to perform the </w:t>
      </w:r>
      <w:r w:rsidRPr="008C6DE4">
        <w:rPr>
          <w:lang w:eastAsia="zh-CN"/>
        </w:rPr>
        <w:t xml:space="preserve">SSB and </w:t>
      </w:r>
      <w:r w:rsidRPr="008C6DE4">
        <w:t>CSI-RS measurements with measurement restrictions as described in the following clauses.</w:t>
      </w:r>
    </w:p>
    <w:p w14:paraId="0D70225D" w14:textId="29E85D2E" w:rsidR="00230E58" w:rsidRPr="008C6DE4" w:rsidRDefault="0048284E" w:rsidP="0048284E">
      <w:pPr>
        <w:pStyle w:val="Heading4"/>
      </w:pPr>
      <w:r w:rsidRPr="008C6DE4">
        <w:t>9.5.5.1</w:t>
      </w:r>
      <w:r w:rsidR="00230E58" w:rsidRPr="008C6DE4">
        <w:tab/>
        <w:t>Measurement restriction for SSB based L1-RSRP</w:t>
      </w:r>
    </w:p>
    <w:p w14:paraId="21E309B3" w14:textId="4C4B8F8F" w:rsidR="00230E58" w:rsidRPr="008C6DE4" w:rsidRDefault="00230E58" w:rsidP="00230E58">
      <w:r w:rsidRPr="008C6DE4">
        <w:t xml:space="preserve">For FR1, when the SSB for L1-RSRP measurement is in the same OFDM symbol as CSI-RS for RLM, BFD, CBD or L1-RSRP measurement, </w:t>
      </w:r>
    </w:p>
    <w:p w14:paraId="1DF7EF8C" w14:textId="77777777" w:rsidR="00230E58" w:rsidRPr="008C6DE4" w:rsidRDefault="00230E58" w:rsidP="00230E58">
      <w:pPr>
        <w:pStyle w:val="B10"/>
      </w:pPr>
      <w:r w:rsidRPr="008C6DE4">
        <w:t>-</w:t>
      </w:r>
      <w:r w:rsidRPr="008C6DE4">
        <w:tab/>
        <w:t>If SSB and CSI-RS have same SCS, UE shall be able to measure the SSB for L1-RSRP measurement without any restriction;</w:t>
      </w:r>
    </w:p>
    <w:p w14:paraId="4BAD8754" w14:textId="77777777" w:rsidR="00230E58" w:rsidRPr="008C6DE4" w:rsidRDefault="00230E58" w:rsidP="00230E58">
      <w:pPr>
        <w:pStyle w:val="B10"/>
      </w:pPr>
      <w:r w:rsidRPr="008C6DE4">
        <w:t>-</w:t>
      </w:r>
      <w:r w:rsidRPr="008C6DE4">
        <w:tab/>
        <w:t>If SSB and CSI-RS have different SCS,</w:t>
      </w:r>
    </w:p>
    <w:p w14:paraId="5B2D8791" w14:textId="77777777" w:rsidR="00230E58" w:rsidRPr="008C6DE4" w:rsidRDefault="00230E58" w:rsidP="00230E58">
      <w:pPr>
        <w:pStyle w:val="B2"/>
      </w:pPr>
      <w:r w:rsidRPr="008C6DE4">
        <w:t>-</w:t>
      </w:r>
      <w:r w:rsidRPr="008C6DE4">
        <w:tab/>
        <w:t>If UE supports simultaneousRxDataSSB-DiffNumerology, UE shall be able to measure the SSB for L1-RSRP measurement without any restriction;</w:t>
      </w:r>
    </w:p>
    <w:p w14:paraId="7CB6AEA6" w14:textId="77777777" w:rsidR="00230E58" w:rsidRPr="008C6DE4" w:rsidRDefault="00230E58" w:rsidP="00230E58">
      <w:pPr>
        <w:pStyle w:val="B2"/>
      </w:pPr>
      <w:r w:rsidRPr="008C6DE4">
        <w:t>-</w:t>
      </w:r>
      <w:r w:rsidRPr="008C6DE4">
        <w:tab/>
        <w:t xml:space="preserve">If UE does not support simultaneousRxDataSSB-DiffNumerology, UE is required to measure one of but not both SSB for L1-RSRP measurement and CSI-RS. Longer measurement period for SSB based L1-RSRP measurement is expected, and </w:t>
      </w:r>
      <w:r w:rsidRPr="008C6DE4">
        <w:rPr>
          <w:lang w:val="en-US"/>
        </w:rPr>
        <w:t>no requirements are defined.</w:t>
      </w:r>
    </w:p>
    <w:p w14:paraId="2C5F3143" w14:textId="77777777" w:rsidR="00751D1B" w:rsidRPr="008C6DE4" w:rsidRDefault="00751D1B" w:rsidP="00751D1B">
      <w:r w:rsidRPr="008C6DE4">
        <w:t xml:space="preserve">For FR2, when the SSB for L1-RSRP measurement </w:t>
      </w:r>
      <w:r w:rsidRPr="008C6DE4">
        <w:rPr>
          <w:rFonts w:eastAsia="Malgun Gothic"/>
          <w:lang w:eastAsia="ja-JP"/>
        </w:rPr>
        <w:t xml:space="preserve">on one CC </w:t>
      </w:r>
      <w:r w:rsidRPr="008C6DE4">
        <w:t xml:space="preserve">is in the same OFDM symbol as CSI-RS for RLM, BFD, CBD or L1-RSRP measurement </w:t>
      </w:r>
      <w:r w:rsidRPr="008C6DE4">
        <w:rPr>
          <w:rFonts w:eastAsia="Malgun Gothic"/>
          <w:lang w:eastAsia="ja-JP"/>
        </w:rPr>
        <w:t>on the same CC or different CCs in the same band</w:t>
      </w:r>
      <w:r w:rsidRPr="008C6DE4">
        <w:t xml:space="preserve">, UE is required to measure one of but not both SSB for L1-RSRP measurement and CSI-RS. Longer measurement period for SSB based L1-RSRP measurement is expected, and </w:t>
      </w:r>
      <w:r w:rsidRPr="008C6DE4">
        <w:rPr>
          <w:lang w:val="en-US"/>
        </w:rPr>
        <w:t>no requirements are defined</w:t>
      </w:r>
      <w:r w:rsidRPr="008C6DE4">
        <w:t>.</w:t>
      </w:r>
    </w:p>
    <w:p w14:paraId="3007CD6E" w14:textId="2695916E" w:rsidR="00230E58" w:rsidRPr="008C6DE4" w:rsidRDefault="0048284E" w:rsidP="0048284E">
      <w:pPr>
        <w:pStyle w:val="Heading4"/>
      </w:pPr>
      <w:r w:rsidRPr="008C6DE4">
        <w:t>9.5.5.2</w:t>
      </w:r>
      <w:r w:rsidR="00230E58" w:rsidRPr="008C6DE4">
        <w:tab/>
        <w:t>Measurement restriction for CSI-RS based L1-RSRP</w:t>
      </w:r>
    </w:p>
    <w:p w14:paraId="3660C223" w14:textId="58A098A0" w:rsidR="00230E58" w:rsidRPr="008C6DE4" w:rsidRDefault="00230E58" w:rsidP="00230E58">
      <w:r w:rsidRPr="008C6DE4">
        <w:t>For both FR1 and FR2, when the CSI-RS for L1-RSRP measurement is in the same OFDM symbol as SSB for RLM, BFD, CBD or L1-RSRP measurement, UE is not required to receive CSI-RS for L1-RSRP measurement in the PRBs that overlap with an SSB.</w:t>
      </w:r>
    </w:p>
    <w:p w14:paraId="39049600" w14:textId="303F5BDE" w:rsidR="00230E58" w:rsidRPr="008C6DE4" w:rsidRDefault="00230E58" w:rsidP="00230E58">
      <w:r w:rsidRPr="008C6DE4">
        <w:rPr>
          <w:lang w:eastAsia="zh-CN"/>
        </w:rPr>
        <w:t xml:space="preserve">For FR1, when the SSB </w:t>
      </w:r>
      <w:r w:rsidRPr="008C6DE4">
        <w:t>for RLM, BFD, CBD or L1-RSRP measurement</w:t>
      </w:r>
      <w:r w:rsidRPr="008C6DE4">
        <w:rPr>
          <w:lang w:eastAsia="zh-CN"/>
        </w:rPr>
        <w:t xml:space="preserve"> is within the active BWP and has same SCS than CSI-RS for L1-RSRP measurement, t</w:t>
      </w:r>
      <w:r w:rsidRPr="008C6DE4">
        <w:t>he UE shall be able to perform CSI-RS measurement without restrictions.</w:t>
      </w:r>
    </w:p>
    <w:p w14:paraId="7FFB5D4E" w14:textId="79624A5D" w:rsidR="00230E58" w:rsidRPr="008C6DE4" w:rsidRDefault="00230E58" w:rsidP="00230E58">
      <w:r w:rsidRPr="008C6DE4">
        <w:rPr>
          <w:lang w:eastAsia="zh-CN"/>
        </w:rPr>
        <w:t xml:space="preserve">For FR1, when the SSB </w:t>
      </w:r>
      <w:r w:rsidRPr="008C6DE4">
        <w:t>for RLM, BFD, CBD or L1-RSRP measurement</w:t>
      </w:r>
      <w:r w:rsidRPr="008C6DE4">
        <w:rPr>
          <w:lang w:eastAsia="zh-CN"/>
        </w:rPr>
        <w:t xml:space="preserve"> is within the active BWP and has different SCS than CSI-RS for L1-RSRP measurement, t</w:t>
      </w:r>
      <w:r w:rsidRPr="008C6DE4">
        <w:rPr>
          <w:lang w:val="en-US" w:eastAsia="zh-CN"/>
        </w:rPr>
        <w:t xml:space="preserve">he UE shall be able to perform CSI-RS </w:t>
      </w:r>
      <w:r w:rsidRPr="008C6DE4">
        <w:t>measurement with restrictions according to its capabilities:</w:t>
      </w:r>
    </w:p>
    <w:p w14:paraId="69377B56" w14:textId="77777777" w:rsidR="00230E58" w:rsidRPr="008C6DE4" w:rsidRDefault="00230E58" w:rsidP="00230E58">
      <w:pPr>
        <w:pStyle w:val="B10"/>
      </w:pPr>
      <w:r w:rsidRPr="008C6DE4">
        <w:t>-</w:t>
      </w:r>
      <w:r w:rsidRPr="008C6DE4">
        <w:tab/>
        <w:t xml:space="preserve">If the UE supports </w:t>
      </w:r>
      <w:r w:rsidRPr="008C6DE4">
        <w:rPr>
          <w:i/>
        </w:rPr>
        <w:t>simultaneousRxDataSSB-DiffNumerology</w:t>
      </w:r>
      <w:r w:rsidRPr="008C6DE4">
        <w:t xml:space="preserve"> the </w:t>
      </w:r>
      <w:r w:rsidRPr="008C6DE4">
        <w:rPr>
          <w:lang w:val="en-US" w:eastAsia="zh-CN"/>
        </w:rPr>
        <w:t xml:space="preserve">UE shall be able to perform CSI-RS </w:t>
      </w:r>
      <w:r w:rsidRPr="008C6DE4">
        <w:t>measurement without restrictions.</w:t>
      </w:r>
    </w:p>
    <w:p w14:paraId="108371C7" w14:textId="77777777" w:rsidR="00230E58" w:rsidRPr="008C6DE4" w:rsidRDefault="00230E58" w:rsidP="00230E58">
      <w:pPr>
        <w:pStyle w:val="B10"/>
      </w:pPr>
      <w:r w:rsidRPr="008C6DE4">
        <w:t>-</w:t>
      </w:r>
      <w:r w:rsidRPr="008C6DE4">
        <w:tab/>
        <w:t xml:space="preserve">If the UE does not support </w:t>
      </w:r>
      <w:r w:rsidRPr="008C6DE4">
        <w:rPr>
          <w:i/>
        </w:rPr>
        <w:t>simultaneousRxDataSSB-DiffNumerology</w:t>
      </w:r>
      <w:r w:rsidRPr="008C6DE4">
        <w:t xml:space="preserve">, UE is required to measure one of but not both CSI-RS for L1-RSRP measurement and SSB. Longer measurement period for CSI-RS based L1-RSRP measurement is expected, and </w:t>
      </w:r>
      <w:r w:rsidRPr="008C6DE4">
        <w:rPr>
          <w:lang w:val="en-US"/>
        </w:rPr>
        <w:t>no requirements are defined.</w:t>
      </w:r>
    </w:p>
    <w:p w14:paraId="1DB0A979" w14:textId="3CE94266" w:rsidR="00230E58" w:rsidRPr="008C6DE4" w:rsidRDefault="00230E58" w:rsidP="00230E58">
      <w:r w:rsidRPr="008C6DE4">
        <w:t>For FR1, when the CSI-RS for L1-RSRP measurement is in the same OFDM symbol as another CSI-RS for RLM, BFD, CBD or L1-RSRP measurement, UE shall be able to measure the CSI-RS for L1-RSRP measurement without any restriction.</w:t>
      </w:r>
    </w:p>
    <w:p w14:paraId="28B2C804" w14:textId="77777777" w:rsidR="00450767" w:rsidRPr="008C6DE4" w:rsidRDefault="00450767" w:rsidP="00450767">
      <w:r w:rsidRPr="008C6DE4">
        <w:t xml:space="preserve">For FR2, when the CSI-RS for L1-RSRP measurement </w:t>
      </w:r>
      <w:r w:rsidRPr="008C6DE4">
        <w:rPr>
          <w:rFonts w:eastAsia="Malgun Gothic"/>
          <w:lang w:eastAsia="ja-JP"/>
        </w:rPr>
        <w:t xml:space="preserve">on one CC </w:t>
      </w:r>
      <w:r w:rsidRPr="008C6DE4">
        <w:t>is in the same OFDM symbol as SSB for RLM, BFD or L1-RSRP measurement</w:t>
      </w:r>
      <w:r w:rsidRPr="008C6DE4">
        <w:rPr>
          <w:rFonts w:eastAsia="Malgun Gothic"/>
          <w:lang w:eastAsia="ja-JP"/>
        </w:rPr>
        <w:t xml:space="preserve"> on the same CC or different CCs in the same band</w:t>
      </w:r>
      <w:r w:rsidRPr="008C6DE4">
        <w:t xml:space="preserve">, or in the same symbol as SSB for CBD measurement </w:t>
      </w:r>
      <w:r w:rsidRPr="008C6DE4">
        <w:rPr>
          <w:rFonts w:eastAsia="Malgun Gothic"/>
          <w:lang w:eastAsia="ja-JP"/>
        </w:rPr>
        <w:t>on the same CC or different CCs in the same band</w:t>
      </w:r>
      <w:r w:rsidRPr="008C6DE4">
        <w:t xml:space="preserve"> when beam failure is detected, UE is required to measure one of but not both CSI-RS for L1-RSRP measurement and SSB. Longer measurement period for CSI-RS based L1-RSRP measurement is expected, and no requirements are defined.</w:t>
      </w:r>
    </w:p>
    <w:p w14:paraId="6DB00BF8" w14:textId="77777777" w:rsidR="00450767" w:rsidRPr="008C6DE4" w:rsidRDefault="00450767" w:rsidP="00450767">
      <w:r w:rsidRPr="008C6DE4">
        <w:t xml:space="preserve">For FR2, when the CSI-RS for L1-RSRP measurement </w:t>
      </w:r>
      <w:r w:rsidRPr="008C6DE4">
        <w:rPr>
          <w:rFonts w:eastAsia="Malgun Gothic"/>
          <w:lang w:eastAsia="ja-JP"/>
        </w:rPr>
        <w:t xml:space="preserve">on one CC </w:t>
      </w:r>
      <w:r w:rsidRPr="008C6DE4">
        <w:t>is in the same OFDM symbol as another CSI-RS for RLM, BFD, CBD or L1-RSRP measurement</w:t>
      </w:r>
      <w:r w:rsidRPr="008C6DE4">
        <w:rPr>
          <w:rFonts w:eastAsia="Malgun Gothic"/>
          <w:lang w:eastAsia="ja-JP"/>
        </w:rPr>
        <w:t xml:space="preserve"> on the same CC or different CCs in the same band</w:t>
      </w:r>
      <w:r w:rsidRPr="008C6DE4">
        <w:t>,</w:t>
      </w:r>
    </w:p>
    <w:p w14:paraId="78FBEEE2" w14:textId="77777777" w:rsidR="00230E58" w:rsidRPr="008C6DE4" w:rsidRDefault="00230E58" w:rsidP="00230E58">
      <w:pPr>
        <w:pStyle w:val="B10"/>
      </w:pPr>
      <w:r w:rsidRPr="008C6DE4">
        <w:t>-</w:t>
      </w:r>
      <w:r w:rsidRPr="008C6DE4">
        <w:tab/>
        <w:t>In the following cases, UE is required to measure one of but not both CSI-RS for L1-RSRP measurement and the other CSI-RS. Longer measurement period for CSI-RS based L1-RSRP measurement is expected, and no requirements are defined.</w:t>
      </w:r>
    </w:p>
    <w:p w14:paraId="74084D55" w14:textId="77777777" w:rsidR="00230E58" w:rsidRPr="008C6DE4" w:rsidRDefault="00230E58" w:rsidP="00230E58">
      <w:pPr>
        <w:pStyle w:val="B2"/>
      </w:pPr>
      <w:r w:rsidRPr="008C6DE4">
        <w:t>-</w:t>
      </w:r>
      <w:r w:rsidRPr="008C6DE4">
        <w:tab/>
        <w:t xml:space="preserve">The CSI-RS for L1-RSRP measurement or the other CSI-RS in a resource set configured with repetition ON, or </w:t>
      </w:r>
    </w:p>
    <w:p w14:paraId="7D8BB22E" w14:textId="77777777" w:rsidR="00230E58" w:rsidRPr="008C6DE4" w:rsidRDefault="00230E58" w:rsidP="00230E58">
      <w:pPr>
        <w:pStyle w:val="B2"/>
      </w:pPr>
      <w:r w:rsidRPr="008C6DE4">
        <w:t>-</w:t>
      </w:r>
      <w:r w:rsidRPr="008C6DE4">
        <w:tab/>
        <w:t>The other CSI-RS is configured in q1 and beam failure is detected, or</w:t>
      </w:r>
    </w:p>
    <w:p w14:paraId="733F9C19" w14:textId="77777777" w:rsidR="00230E58" w:rsidRPr="008C6DE4" w:rsidRDefault="00230E58" w:rsidP="00230E58">
      <w:pPr>
        <w:pStyle w:val="B2"/>
      </w:pPr>
      <w:r w:rsidRPr="008C6DE4">
        <w:t>-</w:t>
      </w:r>
      <w:r w:rsidRPr="008C6DE4">
        <w:tab/>
        <w:t>The two CSI-RS-es are not QCL-ed w.r.t. QCL-TypeD, or the QCL information is not known to UE,</w:t>
      </w:r>
    </w:p>
    <w:p w14:paraId="6A5461FE" w14:textId="77777777" w:rsidR="00230E58" w:rsidRPr="008C6DE4" w:rsidRDefault="00230E58" w:rsidP="00230E58">
      <w:pPr>
        <w:pStyle w:val="B10"/>
      </w:pPr>
      <w:r w:rsidRPr="008C6DE4">
        <w:t>-</w:t>
      </w:r>
      <w:r w:rsidRPr="008C6DE4">
        <w:tab/>
        <w:t>Otherwise, UE shall be able to measure the CSI-RS for L1-RSRP measurement without any restriction.</w:t>
      </w:r>
    </w:p>
    <w:p w14:paraId="4240314E" w14:textId="77777777" w:rsidR="00230E58" w:rsidRPr="008C6DE4" w:rsidRDefault="00230E58" w:rsidP="00230E58">
      <w:pPr>
        <w:spacing w:after="0"/>
      </w:pPr>
    </w:p>
    <w:p w14:paraId="33B0439F" w14:textId="38FAB403" w:rsidR="00230E58" w:rsidRPr="008C6DE4" w:rsidRDefault="0048284E" w:rsidP="0048284E">
      <w:pPr>
        <w:pStyle w:val="Heading3"/>
      </w:pPr>
      <w:r w:rsidRPr="008C6DE4">
        <w:t>9.5.6</w:t>
      </w:r>
      <w:r w:rsidR="00230E58" w:rsidRPr="008C6DE4">
        <w:tab/>
        <w:t>Scheduling availability of UE during L1-RSRP measurement</w:t>
      </w:r>
    </w:p>
    <w:p w14:paraId="0C1EECC7" w14:textId="77777777" w:rsidR="00230E58" w:rsidRPr="008C6DE4" w:rsidRDefault="00230E58" w:rsidP="00230E58">
      <w:pPr>
        <w:rPr>
          <w:lang w:eastAsia="zh-CN"/>
        </w:rPr>
      </w:pPr>
      <w:r w:rsidRPr="008C6DE4">
        <w:rPr>
          <w:lang w:eastAsia="zh-CN"/>
        </w:rPr>
        <w:t>Scheduling availability restrictions when the UE is performing L1-RSRP measurement are described in the following clauses.</w:t>
      </w:r>
    </w:p>
    <w:p w14:paraId="196E42BF" w14:textId="2A9523D4" w:rsidR="00230E58" w:rsidRPr="008C6DE4" w:rsidRDefault="0048284E" w:rsidP="0048284E">
      <w:pPr>
        <w:pStyle w:val="Heading4"/>
      </w:pPr>
      <w:r w:rsidRPr="008C6DE4">
        <w:rPr>
          <w:rFonts w:eastAsia="?? ??"/>
        </w:rPr>
        <w:t>9.5.6.1</w:t>
      </w:r>
      <w:r w:rsidR="00230E58" w:rsidRPr="008C6DE4">
        <w:rPr>
          <w:rFonts w:eastAsia="?? ??"/>
        </w:rPr>
        <w:tab/>
        <w:t>Scheduling availability of UE performing L1-RSRP measurement with a same subcarrier spacing as PDSCH/PDCCH on FR1</w:t>
      </w:r>
    </w:p>
    <w:p w14:paraId="3603528F" w14:textId="77777777" w:rsidR="00230E58" w:rsidRPr="008C6DE4" w:rsidRDefault="00230E58" w:rsidP="00230E58">
      <w:r w:rsidRPr="008C6DE4">
        <w:t xml:space="preserve">There are no scheduling restrictions due to </w:t>
      </w:r>
      <w:r w:rsidRPr="008C6DE4">
        <w:rPr>
          <w:rFonts w:eastAsia="MS Mincho"/>
          <w:lang w:eastAsia="ja-JP"/>
        </w:rPr>
        <w:t>L1-RSRP measurement</w:t>
      </w:r>
      <w:r w:rsidRPr="008C6DE4">
        <w:t xml:space="preserve"> performed on SSB and CSI-RS configured as RS for L1-RSRP measurement with the same SCS as PDSCH/PDCCH in FR1.</w:t>
      </w:r>
    </w:p>
    <w:p w14:paraId="38830221" w14:textId="2DB4E870" w:rsidR="00230E58" w:rsidRPr="008C6DE4" w:rsidRDefault="0048284E" w:rsidP="0048284E">
      <w:pPr>
        <w:pStyle w:val="Heading4"/>
      </w:pPr>
      <w:r w:rsidRPr="008C6DE4">
        <w:t>9.5.6.2</w:t>
      </w:r>
      <w:r w:rsidR="00230E58" w:rsidRPr="008C6DE4">
        <w:tab/>
        <w:t>Scheduling availability of UE performing L1-RSRP measurement with a different subcarrier spacing than PDSCH/PDCCH on FR1</w:t>
      </w:r>
    </w:p>
    <w:p w14:paraId="14F57F16" w14:textId="39F22455" w:rsidR="00230E58" w:rsidRPr="008C6DE4" w:rsidRDefault="00230E58" w:rsidP="00230E58">
      <w:pPr>
        <w:rPr>
          <w:rFonts w:eastAsia="MS Mincho"/>
          <w:lang w:eastAsia="ja-JP"/>
        </w:rPr>
      </w:pPr>
      <w:r w:rsidRPr="008C6DE4">
        <w:t>For UEs which support</w:t>
      </w:r>
      <w:r w:rsidRPr="008C6DE4">
        <w:rPr>
          <w:i/>
        </w:rPr>
        <w:t xml:space="preserve"> simultaneousRxDataSSB-DiffNumerology</w:t>
      </w:r>
      <w:r w:rsidRPr="008C6DE4">
        <w:rPr>
          <w:rFonts w:eastAsia="MS Mincho"/>
          <w:i/>
          <w:lang w:eastAsia="ja-JP"/>
        </w:rPr>
        <w:t xml:space="preserve"> </w:t>
      </w:r>
      <w:r w:rsidRPr="008C6DE4">
        <w:t xml:space="preserve">[14] there are no restrictions on scheduling availability due to </w:t>
      </w:r>
      <w:r w:rsidRPr="008C6DE4">
        <w:rPr>
          <w:rFonts w:eastAsia="MS Mincho"/>
          <w:lang w:eastAsia="ja-JP"/>
        </w:rPr>
        <w:t>L1-RSRP measurement based on SSB as RS for L1-RSRP measurement</w:t>
      </w:r>
      <w:r w:rsidRPr="008C6DE4">
        <w:t xml:space="preserve">. For UEs which do not support </w:t>
      </w:r>
      <w:r w:rsidRPr="008C6DE4">
        <w:rPr>
          <w:i/>
        </w:rPr>
        <w:t xml:space="preserve">simultaneousRxDataSSB-DiffNumerology </w:t>
      </w:r>
      <w:r w:rsidRPr="008C6DE4">
        <w:t xml:space="preserve">[14] the following restrictions apply due to </w:t>
      </w:r>
      <w:r w:rsidRPr="008C6DE4">
        <w:rPr>
          <w:rFonts w:eastAsia="MS Mincho"/>
          <w:lang w:eastAsia="ja-JP"/>
        </w:rPr>
        <w:t xml:space="preserve">L1-RSRP measurement based on </w:t>
      </w:r>
      <w:r w:rsidR="00B220FD" w:rsidRPr="008C6DE4">
        <w:rPr>
          <w:rFonts w:eastAsia="MS Mincho"/>
          <w:lang w:eastAsia="ja-JP"/>
        </w:rPr>
        <w:t>SSB configured for L1-RSRP measurement</w:t>
      </w:r>
      <w:r w:rsidRPr="008C6DE4">
        <w:rPr>
          <w:rFonts w:eastAsia="MS Mincho"/>
          <w:lang w:eastAsia="ja-JP"/>
        </w:rPr>
        <w:t>.</w:t>
      </w:r>
    </w:p>
    <w:p w14:paraId="111F7A59" w14:textId="5289A22A" w:rsidR="006B2BCA" w:rsidRPr="008C6DE4" w:rsidRDefault="006B2BCA" w:rsidP="006B2BCA">
      <w:pPr>
        <w:pStyle w:val="B10"/>
        <w:rPr>
          <w:rFonts w:eastAsia="MS Mincho"/>
          <w:lang w:eastAsia="ja-JP"/>
        </w:rPr>
      </w:pPr>
      <w:r w:rsidRPr="008C6DE4">
        <w:t>-</w:t>
      </w:r>
      <w:r w:rsidRPr="008C6DE4">
        <w:tab/>
      </w:r>
      <w:r w:rsidRPr="008C6DE4">
        <w:rPr>
          <w:rFonts w:eastAsia="MS Mincho"/>
        </w:rPr>
        <w:t>T</w:t>
      </w:r>
      <w:r w:rsidRPr="008C6DE4">
        <w:t>he UE is not expected to transmit PUCCH/PUSCH/SRS or receive PDCCH/PDSCH/CSI-RS for tracking/CSI-RS for CQI on sy</w:t>
      </w:r>
      <w:r w:rsidRPr="008C6DE4">
        <w:rPr>
          <w:lang w:eastAsia="zh-CN"/>
        </w:rPr>
        <w:t xml:space="preserve">mbols </w:t>
      </w:r>
      <w:r>
        <w:rPr>
          <w:lang w:eastAsia="zh-CN"/>
        </w:rPr>
        <w:t xml:space="preserve">corresponding to the SSB indexes configured </w:t>
      </w:r>
      <w:r w:rsidRPr="008C6DE4">
        <w:rPr>
          <w:rFonts w:eastAsia="MS Mincho"/>
          <w:lang w:eastAsia="ja-JP"/>
        </w:rPr>
        <w:t>for L1-RSRP measurement.</w:t>
      </w:r>
    </w:p>
    <w:p w14:paraId="46D2EA2B" w14:textId="77777777" w:rsidR="00230E58" w:rsidRPr="008C6DE4" w:rsidRDefault="00230E58" w:rsidP="00230E58">
      <w:r w:rsidRPr="008C6DE4">
        <w:t xml:space="preserve">When intra-band carrier aggregation in FR1 is configured, the scheduling restrictions on serving cell where L1-RSRP measurement is performed apply to all serving cells in the same band </w:t>
      </w:r>
      <w:r w:rsidRPr="008C6DE4">
        <w:rPr>
          <w:lang w:val="en-US"/>
        </w:rPr>
        <w:t>on the symbols</w:t>
      </w:r>
      <w:r w:rsidRPr="008C6DE4">
        <w:t xml:space="preserve"> that fully or partially overlap with restricted symbols. When inter-band carrier aggregation within FR1 is configured, there are no scheduling restrictions on FR1 serving cell(s) configured in other bands than the bands in which the serving cell where L1-RSRP measurement is performed is configured.</w:t>
      </w:r>
    </w:p>
    <w:p w14:paraId="246E467E" w14:textId="4B2B275D" w:rsidR="00230E58" w:rsidRPr="008C6DE4" w:rsidRDefault="0048284E" w:rsidP="0048284E">
      <w:pPr>
        <w:pStyle w:val="Heading4"/>
      </w:pPr>
      <w:r w:rsidRPr="008C6DE4">
        <w:t>9.5.6.3</w:t>
      </w:r>
      <w:r w:rsidR="00230E58" w:rsidRPr="008C6DE4">
        <w:tab/>
        <w:t>Scheduling availability of UE performing L1-RSRP measurement on FR2</w:t>
      </w:r>
    </w:p>
    <w:p w14:paraId="35932591" w14:textId="77777777" w:rsidR="00230E58" w:rsidRPr="008C6DE4" w:rsidRDefault="00230E58" w:rsidP="00230E58">
      <w:pPr>
        <w:ind w:left="-142"/>
        <w:rPr>
          <w:rFonts w:eastAsia="MS Mincho"/>
          <w:lang w:eastAsia="ja-JP"/>
        </w:rPr>
      </w:pPr>
      <w:r w:rsidRPr="008C6DE4">
        <w:t xml:space="preserve">The following scheduling restriction applies due to </w:t>
      </w:r>
      <w:r w:rsidRPr="008C6DE4">
        <w:rPr>
          <w:rFonts w:eastAsia="MS Mincho"/>
          <w:lang w:eastAsia="ja-JP"/>
        </w:rPr>
        <w:t>L1-RSRP measurement.</w:t>
      </w:r>
    </w:p>
    <w:p w14:paraId="2D017C36" w14:textId="051EF642" w:rsidR="00560C2B" w:rsidRPr="00DD3199" w:rsidRDefault="00560C2B" w:rsidP="00560C2B">
      <w:pPr>
        <w:pStyle w:val="B10"/>
        <w:rPr>
          <w:lang w:eastAsia="zh-CN"/>
        </w:rPr>
      </w:pPr>
      <w:r w:rsidRPr="00DD3199">
        <w:rPr>
          <w:lang w:eastAsia="zh-CN"/>
        </w:rPr>
        <w:t>-</w:t>
      </w:r>
      <w:r w:rsidRPr="00DD3199">
        <w:rPr>
          <w:lang w:eastAsia="zh-CN"/>
        </w:rPr>
        <w:tab/>
        <w:t xml:space="preserve">For the case where </w:t>
      </w:r>
      <w:r w:rsidRPr="00DD3199">
        <w:rPr>
          <w:rFonts w:eastAsia="MS Mincho"/>
          <w:lang w:eastAsia="ja-JP"/>
        </w:rPr>
        <w:t>RS for L1-RSRP measurement</w:t>
      </w:r>
      <w:r w:rsidRPr="00DD3199">
        <w:rPr>
          <w:lang w:eastAsia="zh-CN"/>
        </w:rPr>
        <w:t xml:space="preserve"> is CSI-RS which is QCLed with active TCI state for PDCCH/PDSCH and</w:t>
      </w:r>
      <w:r w:rsidRPr="00DD3199">
        <w:rPr>
          <w:lang w:val="en-US" w:eastAsia="zh-CN"/>
        </w:rPr>
        <w:t xml:space="preserve"> not in a CSI-RS resource set with repetition ON, </w:t>
      </w:r>
      <w:r w:rsidRPr="00DD3199">
        <w:rPr>
          <w:lang w:eastAsia="zh-CN"/>
        </w:rPr>
        <w:t>and N=1 applies as specified in clause </w:t>
      </w:r>
      <w:r>
        <w:rPr>
          <w:lang w:eastAsia="zh-CN"/>
        </w:rPr>
        <w:t>9.5.4.2</w:t>
      </w:r>
    </w:p>
    <w:p w14:paraId="6661CC0C" w14:textId="77777777" w:rsidR="00230E58" w:rsidRPr="008C6DE4" w:rsidRDefault="00230E58" w:rsidP="00560C2B">
      <w:pPr>
        <w:pStyle w:val="B2"/>
        <w:rPr>
          <w:lang w:eastAsia="ja-JP"/>
        </w:rPr>
      </w:pPr>
      <w:r w:rsidRPr="008C6DE4">
        <w:rPr>
          <w:lang w:eastAsia="zh-CN"/>
        </w:rPr>
        <w:t>-</w:t>
      </w:r>
      <w:r w:rsidRPr="008C6DE4">
        <w:rPr>
          <w:lang w:eastAsia="zh-CN"/>
        </w:rPr>
        <w:tab/>
      </w:r>
      <w:r w:rsidRPr="008C6DE4">
        <w:rPr>
          <w:lang w:eastAsia="ja-JP"/>
        </w:rPr>
        <w:t xml:space="preserve">There are no scheduling restrictions due to </w:t>
      </w:r>
      <w:r w:rsidRPr="008C6DE4">
        <w:rPr>
          <w:rFonts w:eastAsia="MS Mincho"/>
          <w:lang w:eastAsia="ja-JP"/>
        </w:rPr>
        <w:t>L1-RSRP measurement</w:t>
      </w:r>
      <w:r w:rsidRPr="008C6DE4">
        <w:rPr>
          <w:lang w:eastAsia="ja-JP"/>
        </w:rPr>
        <w:t xml:space="preserve"> performed based on the CSI-RS.</w:t>
      </w:r>
    </w:p>
    <w:p w14:paraId="50DDC8B7" w14:textId="77777777" w:rsidR="00230E58" w:rsidRPr="008C6DE4" w:rsidRDefault="00230E58" w:rsidP="00560C2B">
      <w:pPr>
        <w:pStyle w:val="B10"/>
        <w:rPr>
          <w:lang w:eastAsia="zh-CN"/>
        </w:rPr>
      </w:pPr>
      <w:r w:rsidRPr="008C6DE4">
        <w:rPr>
          <w:lang w:eastAsia="zh-CN"/>
        </w:rPr>
        <w:t>-</w:t>
      </w:r>
      <w:r w:rsidRPr="008C6DE4">
        <w:rPr>
          <w:lang w:eastAsia="zh-CN"/>
        </w:rPr>
        <w:tab/>
        <w:t>Otherwise</w:t>
      </w:r>
    </w:p>
    <w:p w14:paraId="4645474B" w14:textId="00C25B92" w:rsidR="006B2BCA" w:rsidRDefault="006B2BCA" w:rsidP="006B2BCA">
      <w:pPr>
        <w:pStyle w:val="B2"/>
        <w:rPr>
          <w:lang w:eastAsia="ja-JP"/>
        </w:rPr>
      </w:pPr>
      <w:r w:rsidRPr="008C6DE4">
        <w:rPr>
          <w:lang w:eastAsia="zh-CN"/>
        </w:rPr>
        <w:t>-</w:t>
      </w:r>
      <w:r w:rsidRPr="008C6DE4">
        <w:rPr>
          <w:lang w:eastAsia="zh-CN"/>
        </w:rPr>
        <w:tab/>
      </w:r>
      <w:r w:rsidRPr="008C6DE4">
        <w:rPr>
          <w:lang w:eastAsia="ja-JP"/>
        </w:rPr>
        <w:t>The UE is not expected to transmit PUCCH/PUSCH/SRS or receive PDCCH/PDSCH</w:t>
      </w:r>
      <w:r w:rsidRPr="008C6DE4">
        <w:rPr>
          <w:lang w:eastAsia="zh-CN"/>
        </w:rPr>
        <w:t>/CSI-RS for tracking/CSI-RS for CQI</w:t>
      </w:r>
      <w:r w:rsidRPr="008C6DE4">
        <w:rPr>
          <w:lang w:eastAsia="ja-JP"/>
        </w:rPr>
        <w:t xml:space="preserve"> on </w:t>
      </w:r>
    </w:p>
    <w:p w14:paraId="6ACCD891" w14:textId="77777777" w:rsidR="006B2BCA" w:rsidRDefault="006B2BCA" w:rsidP="006B2BCA">
      <w:pPr>
        <w:pStyle w:val="B2"/>
        <w:rPr>
          <w:lang w:eastAsia="ja-JP"/>
        </w:rPr>
      </w:pPr>
      <w:r w:rsidRPr="008C6DE4">
        <w:rPr>
          <w:lang w:eastAsia="zh-CN"/>
        </w:rPr>
        <w:t>-</w:t>
      </w:r>
      <w:r w:rsidRPr="008C6DE4">
        <w:rPr>
          <w:lang w:eastAsia="zh-CN"/>
        </w:rPr>
        <w:tab/>
        <w:t xml:space="preserve">symbols </w:t>
      </w:r>
      <w:r>
        <w:rPr>
          <w:lang w:eastAsia="zh-CN"/>
        </w:rPr>
        <w:t xml:space="preserve">corresponding to the SSB indexes configured </w:t>
      </w:r>
      <w:r w:rsidRPr="008C6DE4">
        <w:rPr>
          <w:lang w:eastAsia="ja-JP"/>
        </w:rPr>
        <w:t>for L1-RSRP measurement</w:t>
      </w:r>
      <w:r>
        <w:rPr>
          <w:lang w:eastAsia="ja-JP"/>
        </w:rPr>
        <w:t>, and/or</w:t>
      </w:r>
    </w:p>
    <w:p w14:paraId="4F9D2816" w14:textId="77777777" w:rsidR="006B2BCA" w:rsidRDefault="006B2BCA" w:rsidP="006B2BCA">
      <w:pPr>
        <w:pStyle w:val="B2"/>
        <w:rPr>
          <w:lang w:eastAsia="ja-JP"/>
        </w:rPr>
      </w:pPr>
      <w:r w:rsidRPr="008C6DE4">
        <w:rPr>
          <w:lang w:eastAsia="zh-CN"/>
        </w:rPr>
        <w:t>-</w:t>
      </w:r>
      <w:r w:rsidRPr="008C6DE4">
        <w:rPr>
          <w:lang w:eastAsia="zh-CN"/>
        </w:rPr>
        <w:tab/>
        <w:t xml:space="preserve">symbols </w:t>
      </w:r>
      <w:r>
        <w:rPr>
          <w:lang w:eastAsia="zh-CN"/>
        </w:rPr>
        <w:t xml:space="preserve">corresponding to the periodic CSI-RS resource configured </w:t>
      </w:r>
      <w:r w:rsidRPr="008C6DE4">
        <w:rPr>
          <w:lang w:eastAsia="ja-JP"/>
        </w:rPr>
        <w:t>for L1-RSRP measurement</w:t>
      </w:r>
      <w:r>
        <w:rPr>
          <w:lang w:eastAsia="ja-JP"/>
        </w:rPr>
        <w:t>, and/or</w:t>
      </w:r>
    </w:p>
    <w:p w14:paraId="5B17C61B" w14:textId="77777777" w:rsidR="006B2BCA" w:rsidRDefault="006B2BCA" w:rsidP="006B2BCA">
      <w:pPr>
        <w:pStyle w:val="B2"/>
        <w:rPr>
          <w:lang w:eastAsia="ja-JP"/>
        </w:rPr>
      </w:pPr>
      <w:r w:rsidRPr="008C6DE4">
        <w:rPr>
          <w:lang w:eastAsia="zh-CN"/>
        </w:rPr>
        <w:t>-</w:t>
      </w:r>
      <w:r w:rsidRPr="008C6DE4">
        <w:rPr>
          <w:lang w:eastAsia="zh-CN"/>
        </w:rPr>
        <w:tab/>
        <w:t xml:space="preserve">symbols </w:t>
      </w:r>
      <w:r>
        <w:rPr>
          <w:lang w:eastAsia="zh-CN"/>
        </w:rPr>
        <w:t xml:space="preserve">corresponding to the semi-perssitent CSI-RS resource configured </w:t>
      </w:r>
      <w:r w:rsidRPr="008C6DE4">
        <w:rPr>
          <w:lang w:eastAsia="ja-JP"/>
        </w:rPr>
        <w:t>for L1-RSRP measurement</w:t>
      </w:r>
      <w:r>
        <w:rPr>
          <w:lang w:eastAsia="ja-JP"/>
        </w:rPr>
        <w:t xml:space="preserve"> when the resource is activated, and/or</w:t>
      </w:r>
    </w:p>
    <w:p w14:paraId="3A17EC26" w14:textId="77777777" w:rsidR="006B2BCA" w:rsidRPr="002D5226" w:rsidRDefault="006B2BCA" w:rsidP="006B2BCA">
      <w:pPr>
        <w:pStyle w:val="B2"/>
        <w:rPr>
          <w:lang w:eastAsia="ja-JP"/>
        </w:rPr>
      </w:pPr>
      <w:r w:rsidRPr="008C6DE4">
        <w:rPr>
          <w:lang w:eastAsia="zh-CN"/>
        </w:rPr>
        <w:t>-</w:t>
      </w:r>
      <w:r w:rsidRPr="008C6DE4">
        <w:rPr>
          <w:lang w:eastAsia="zh-CN"/>
        </w:rPr>
        <w:tab/>
        <w:t xml:space="preserve">symbols </w:t>
      </w:r>
      <w:r>
        <w:rPr>
          <w:lang w:eastAsia="zh-CN"/>
        </w:rPr>
        <w:t xml:space="preserve">corresponding to the aperiodic CSI-RS resource configured </w:t>
      </w:r>
      <w:r w:rsidRPr="008C6DE4">
        <w:rPr>
          <w:lang w:eastAsia="ja-JP"/>
        </w:rPr>
        <w:t>for L1-RSRP measurement</w:t>
      </w:r>
      <w:r>
        <w:rPr>
          <w:lang w:eastAsia="ja-JP"/>
        </w:rPr>
        <w:t xml:space="preserve"> when the reporting is triggered.</w:t>
      </w:r>
    </w:p>
    <w:p w14:paraId="694CAA67" w14:textId="77777777" w:rsidR="00230E58" w:rsidRPr="008C6DE4" w:rsidRDefault="00230E58" w:rsidP="00230E58">
      <w:pPr>
        <w:ind w:left="-142"/>
        <w:rPr>
          <w:lang w:eastAsia="zh-CN"/>
        </w:rPr>
      </w:pPr>
      <w:r w:rsidRPr="008C6DE4">
        <w:rPr>
          <w:lang w:eastAsia="zh-CN"/>
        </w:rPr>
        <w:t xml:space="preserve">When intra-band carrier aggregation is performed, the scheduling restrictions </w:t>
      </w:r>
      <w:r w:rsidRPr="008C6DE4">
        <w:t>on serving cell where L1-RSRP measurement is performed</w:t>
      </w:r>
      <w:r w:rsidRPr="008C6DE4">
        <w:rPr>
          <w:lang w:eastAsia="zh-CN"/>
        </w:rPr>
        <w:t xml:space="preserve"> apply to all serving cells in the band </w:t>
      </w:r>
      <w:r w:rsidRPr="008C6DE4">
        <w:rPr>
          <w:lang w:val="en-US"/>
        </w:rPr>
        <w:t>on the symbols</w:t>
      </w:r>
      <w:r w:rsidRPr="008C6DE4">
        <w:t xml:space="preserve"> that fully or partially overlap with restricted symbols</w:t>
      </w:r>
      <w:r w:rsidRPr="008C6DE4">
        <w:rPr>
          <w:lang w:eastAsia="zh-CN"/>
        </w:rPr>
        <w:t>.</w:t>
      </w:r>
    </w:p>
    <w:p w14:paraId="3D32203D" w14:textId="77777777" w:rsidR="00230E58" w:rsidRPr="008C6DE4" w:rsidRDefault="00230E58" w:rsidP="00230E58">
      <w:pPr>
        <w:ind w:left="-142"/>
        <w:rPr>
          <w:rFonts w:eastAsiaTheme="minorEastAsia"/>
          <w:lang w:eastAsia="zh-CN"/>
        </w:rPr>
      </w:pPr>
      <w:r w:rsidRPr="008C6DE4">
        <w:rPr>
          <w:rFonts w:eastAsia="MS Mincho"/>
          <w:lang w:eastAsia="ja-JP"/>
        </w:rPr>
        <w:t>If following conditions are met,</w:t>
      </w:r>
    </w:p>
    <w:p w14:paraId="470B9070" w14:textId="77777777" w:rsidR="00230E58" w:rsidRPr="008C6DE4" w:rsidRDefault="00230E58" w:rsidP="00560C2B">
      <w:pPr>
        <w:pStyle w:val="B10"/>
        <w:rPr>
          <w:lang w:eastAsia="ja-JP"/>
        </w:rPr>
      </w:pPr>
      <w:r w:rsidRPr="008C6DE4">
        <w:rPr>
          <w:rFonts w:eastAsia="Yu Mincho"/>
          <w:lang w:eastAsia="ja-JP"/>
        </w:rPr>
        <w:t>-</w:t>
      </w:r>
      <w:r w:rsidRPr="008C6DE4">
        <w:rPr>
          <w:lang w:eastAsia="ja-JP"/>
        </w:rPr>
        <w:tab/>
        <w:t>UE has been notified about system information update through paging,</w:t>
      </w:r>
    </w:p>
    <w:p w14:paraId="378F828F" w14:textId="138AAF77" w:rsidR="00F25F43" w:rsidRPr="008C6DE4" w:rsidRDefault="00F25F43" w:rsidP="00560C2B">
      <w:pPr>
        <w:pStyle w:val="B10"/>
        <w:rPr>
          <w:lang w:eastAsia="ja-JP"/>
        </w:rPr>
      </w:pPr>
      <w:r w:rsidRPr="008C6DE4">
        <w:rPr>
          <w:rFonts w:eastAsia="Yu Mincho"/>
          <w:lang w:eastAsia="ja-JP"/>
        </w:rPr>
        <w:t>-</w:t>
      </w:r>
      <w:r w:rsidRPr="008C6DE4">
        <w:rPr>
          <w:lang w:eastAsia="ja-JP"/>
        </w:rPr>
        <w:tab/>
        <w:t>The gap between UE’s reception of PDCCH that UE monitors in the Type 2-PDCCH CSS set and that notifies system information update, and the PDCCH that UE monitors in the Type0-PDCCH CSS set, is greater than 2 slots,</w:t>
      </w:r>
    </w:p>
    <w:p w14:paraId="795C28A2" w14:textId="77777777" w:rsidR="0046665A" w:rsidRPr="008C6DE4" w:rsidRDefault="0046665A" w:rsidP="0046665A">
      <w:pPr>
        <w:ind w:left="-142"/>
        <w:rPr>
          <w:rFonts w:eastAsia="MS Mincho"/>
          <w:lang w:eastAsia="ja-JP"/>
        </w:rPr>
      </w:pPr>
      <w:r w:rsidRPr="008C6DE4">
        <w:rPr>
          <w:rFonts w:eastAsia="MS Mincho"/>
          <w:lang w:eastAsia="ja-JP"/>
        </w:rPr>
        <w:t xml:space="preserve">For the SSB and CORESET for RMSI scheduling multiplexing patterns 3, UE is expected to receive the PDCCH that UE monitors in the Type0-PDCCH CSS set, and the corresponding PDSCH, on SSB symbols to be measured </w:t>
      </w:r>
      <w:r w:rsidRPr="008C6DE4">
        <w:rPr>
          <w:lang w:eastAsia="ja-JP"/>
        </w:rPr>
        <w:t>for L1-RSRP measurement</w:t>
      </w:r>
      <w:r w:rsidRPr="008C6DE4">
        <w:rPr>
          <w:rFonts w:eastAsia="MS Mincho"/>
          <w:lang w:eastAsia="ja-JP"/>
        </w:rPr>
        <w:t xml:space="preserve">; and </w:t>
      </w:r>
    </w:p>
    <w:p w14:paraId="5F8FC589" w14:textId="77777777" w:rsidR="0046665A" w:rsidRPr="008C6DE4" w:rsidRDefault="0046665A" w:rsidP="0046665A">
      <w:pPr>
        <w:ind w:left="-142"/>
        <w:rPr>
          <w:rFonts w:eastAsia="MS Mincho"/>
          <w:lang w:eastAsia="ja-JP"/>
        </w:rPr>
      </w:pPr>
      <w:r w:rsidRPr="008C6DE4">
        <w:rPr>
          <w:rFonts w:eastAsia="MS Mincho"/>
          <w:lang w:eastAsia="ja-JP"/>
        </w:rPr>
        <w:t xml:space="preserve">For the SSB and CORESET for RMSI scheduling multiplexing patterns 2, UE is expected to receive PDSCH that corresponds to the PDCCH that UE monitors in the Type0-PDCCH CSS set, on SSB symbols to be measured </w:t>
      </w:r>
      <w:r w:rsidRPr="008C6DE4">
        <w:rPr>
          <w:lang w:eastAsia="ja-JP"/>
        </w:rPr>
        <w:t>for L1-RSRP measurement</w:t>
      </w:r>
      <w:r w:rsidRPr="008C6DE4">
        <w:rPr>
          <w:rFonts w:eastAsia="MS Mincho"/>
          <w:lang w:eastAsia="ja-JP"/>
        </w:rPr>
        <w:t>.</w:t>
      </w:r>
    </w:p>
    <w:p w14:paraId="5DAA06E8" w14:textId="26A2D83A" w:rsidR="00230E58" w:rsidRPr="008C6DE4" w:rsidRDefault="0048284E" w:rsidP="0048284E">
      <w:pPr>
        <w:pStyle w:val="Heading4"/>
      </w:pPr>
      <w:r w:rsidRPr="008C6DE4">
        <w:t>9.5.6.4</w:t>
      </w:r>
      <w:r w:rsidR="00230E58" w:rsidRPr="008C6DE4">
        <w:tab/>
        <w:t>Scheduling availability of UE performing L1-RSRP measurement on FR1 or FR2 in case of FR1-FR2 inter-band CA</w:t>
      </w:r>
    </w:p>
    <w:p w14:paraId="5ED7ECF0" w14:textId="77777777" w:rsidR="00230E58" w:rsidRPr="008C6DE4" w:rsidRDefault="00230E58" w:rsidP="00230E58">
      <w:r w:rsidRPr="008C6DE4">
        <w:t xml:space="preserve">There are no scheduling restrictions </w:t>
      </w:r>
      <w:r w:rsidRPr="008C6DE4">
        <w:rPr>
          <w:rFonts w:eastAsia="MS Mincho"/>
          <w:lang w:eastAsia="ja-JP"/>
        </w:rPr>
        <w:t xml:space="preserve">on FR1 serving cell(s) </w:t>
      </w:r>
      <w:r w:rsidRPr="008C6DE4">
        <w:t xml:space="preserve">due to </w:t>
      </w:r>
      <w:r w:rsidRPr="008C6DE4">
        <w:rPr>
          <w:rFonts w:eastAsia="MS Mincho"/>
          <w:lang w:eastAsia="ja-JP"/>
        </w:rPr>
        <w:t>L1-RSRP measurement</w:t>
      </w:r>
      <w:r w:rsidRPr="008C6DE4">
        <w:t xml:space="preserve"> performed on FR</w:t>
      </w:r>
      <w:r w:rsidRPr="008C6DE4">
        <w:rPr>
          <w:rFonts w:eastAsia="MS Mincho"/>
          <w:lang w:eastAsia="ja-JP"/>
        </w:rPr>
        <w:t>2 serving cell(s).</w:t>
      </w:r>
    </w:p>
    <w:p w14:paraId="1CA99A4B" w14:textId="77777777" w:rsidR="00230E58" w:rsidRPr="008C6DE4" w:rsidRDefault="00230E58" w:rsidP="00230E58">
      <w:pPr>
        <w:rPr>
          <w:lang w:eastAsia="zh-CN"/>
        </w:rPr>
      </w:pPr>
      <w:r w:rsidRPr="008C6DE4">
        <w:t xml:space="preserve">There are no scheduling restrictions </w:t>
      </w:r>
      <w:r w:rsidRPr="008C6DE4">
        <w:rPr>
          <w:rFonts w:eastAsia="MS Mincho"/>
          <w:lang w:eastAsia="ja-JP"/>
        </w:rPr>
        <w:t xml:space="preserve">on FR2 serving cell(s) </w:t>
      </w:r>
      <w:r w:rsidRPr="008C6DE4">
        <w:t xml:space="preserve">due to </w:t>
      </w:r>
      <w:r w:rsidRPr="008C6DE4">
        <w:rPr>
          <w:rFonts w:eastAsia="MS Mincho"/>
          <w:lang w:eastAsia="ja-JP"/>
        </w:rPr>
        <w:t>L1-RSRP measurement</w:t>
      </w:r>
      <w:r w:rsidRPr="008C6DE4">
        <w:t xml:space="preserve"> performed on FR</w:t>
      </w:r>
      <w:r w:rsidRPr="008C6DE4">
        <w:rPr>
          <w:rFonts w:eastAsia="MS Mincho"/>
          <w:lang w:eastAsia="ja-JP"/>
        </w:rPr>
        <w:t>1 serving cell(s).</w:t>
      </w:r>
    </w:p>
    <w:bookmarkEnd w:id="194"/>
    <w:p w14:paraId="0EFE28D3" w14:textId="4E6B4662" w:rsidR="00D4281A" w:rsidRPr="008C6DE4" w:rsidRDefault="0048284E" w:rsidP="0048284E">
      <w:pPr>
        <w:pStyle w:val="Heading2"/>
      </w:pPr>
      <w:r w:rsidRPr="008C6DE4">
        <w:t>9.6</w:t>
      </w:r>
      <w:r w:rsidR="00D4281A" w:rsidRPr="008C6DE4">
        <w:tab/>
        <w:t xml:space="preserve">NE-DC: Measurements </w:t>
      </w:r>
    </w:p>
    <w:p w14:paraId="4770EA3D" w14:textId="489AB786" w:rsidR="00D4281A" w:rsidRPr="008C6DE4" w:rsidRDefault="0048284E" w:rsidP="0048284E">
      <w:pPr>
        <w:pStyle w:val="Heading3"/>
      </w:pPr>
      <w:r w:rsidRPr="008C6DE4">
        <w:t>9.6.1</w:t>
      </w:r>
      <w:r w:rsidR="00D4281A" w:rsidRPr="008C6DE4">
        <w:tab/>
        <w:t>Introduction</w:t>
      </w:r>
    </w:p>
    <w:p w14:paraId="51D6F9DB" w14:textId="77777777" w:rsidR="00D4281A" w:rsidRPr="008C6DE4" w:rsidRDefault="00D4281A" w:rsidP="00D4281A">
      <w:r w:rsidRPr="008C6DE4">
        <w:t>This clause contains requirements for UE supporting dual connectivity with NR PCell and E-UTRA FDD or TDD PSCell. The requirements apply to UEs that have been configured with NE-DC.</w:t>
      </w:r>
    </w:p>
    <w:p w14:paraId="3F3C1C47" w14:textId="3A7EF4D8" w:rsidR="00D4281A" w:rsidRPr="008C6DE4" w:rsidRDefault="0048284E" w:rsidP="0048284E">
      <w:pPr>
        <w:pStyle w:val="Heading3"/>
        <w:rPr>
          <w:lang w:val="en-US"/>
        </w:rPr>
      </w:pPr>
      <w:bookmarkStart w:id="202" w:name="_Toc520237533"/>
      <w:r w:rsidRPr="008C6DE4">
        <w:rPr>
          <w:lang w:val="en-US"/>
        </w:rPr>
        <w:t>9.6.2</w:t>
      </w:r>
      <w:r w:rsidR="00D4281A" w:rsidRPr="008C6DE4">
        <w:rPr>
          <w:lang w:val="en-US"/>
        </w:rPr>
        <w:tab/>
        <w:t>SFTD Measurements</w:t>
      </w:r>
      <w:bookmarkEnd w:id="202"/>
    </w:p>
    <w:p w14:paraId="0015A1D8" w14:textId="1BAB6187" w:rsidR="00D4281A" w:rsidRPr="008C6DE4" w:rsidRDefault="0048284E" w:rsidP="0048284E">
      <w:pPr>
        <w:pStyle w:val="Heading4"/>
      </w:pPr>
      <w:bookmarkStart w:id="203" w:name="_Toc520237534"/>
      <w:r w:rsidRPr="008C6DE4">
        <w:t>9.6.2.1</w:t>
      </w:r>
      <w:r w:rsidR="00D4281A" w:rsidRPr="008C6DE4">
        <w:tab/>
        <w:t>Introduction</w:t>
      </w:r>
      <w:bookmarkEnd w:id="203"/>
    </w:p>
    <w:p w14:paraId="58EE8AF9" w14:textId="77777777" w:rsidR="00D4281A" w:rsidRPr="008C6DE4" w:rsidRDefault="00D4281A" w:rsidP="00D4281A">
      <w:r w:rsidRPr="008C6DE4">
        <w:t xml:space="preserve">This clause contains requirements on UE capabilities for reporting of SFN and frame time difference between NR PCell and E-UTRA PSCell in RRC_CONNECTED state. The requirements comprise measurement reporting delay and measurement accuracy. </w:t>
      </w:r>
      <w:r w:rsidRPr="008C6DE4">
        <w:rPr>
          <w:lang w:val="en-US"/>
        </w:rPr>
        <w:t>The overall measurement reporting delay includes a RRC procedure delay specified in TS 38.331 [2], and the SFTD measurement reporting delay specified below.</w:t>
      </w:r>
    </w:p>
    <w:p w14:paraId="52565271" w14:textId="7DAD31FB" w:rsidR="00D4281A" w:rsidRPr="008C6DE4" w:rsidRDefault="0048284E" w:rsidP="0048284E">
      <w:pPr>
        <w:pStyle w:val="Heading4"/>
      </w:pPr>
      <w:r w:rsidRPr="008C6DE4">
        <w:t>9.6.2.2</w:t>
      </w:r>
      <w:r w:rsidR="00D4281A" w:rsidRPr="008C6DE4">
        <w:tab/>
        <w:t>SFTD Measurement requirements</w:t>
      </w:r>
    </w:p>
    <w:p w14:paraId="19FADDF5" w14:textId="4B5D2B37" w:rsidR="00F25F43" w:rsidRPr="008C6DE4" w:rsidRDefault="00F25F43" w:rsidP="00F25F43">
      <w:r w:rsidRPr="008C6DE4">
        <w:t xml:space="preserve">When no DRX is used in either of the NR PCell and E-UTRA PSCell, the physical layer measurement period of the SFTD measurement shall be </w:t>
      </w:r>
      <w:r w:rsidRPr="008C6DE4">
        <w:rPr>
          <w:rFonts w:cs="Arial"/>
        </w:rPr>
        <w:t>T</w:t>
      </w:r>
      <w:r w:rsidRPr="008C6DE4">
        <w:rPr>
          <w:rFonts w:cs="Arial"/>
          <w:vertAlign w:val="subscript"/>
        </w:rPr>
        <w:t xml:space="preserve">measure_SFTD1 </w:t>
      </w:r>
      <w:r w:rsidRPr="008C6DE4">
        <w:rPr>
          <w:rFonts w:cs="Arial"/>
        </w:rPr>
        <w:t xml:space="preserve">= </w:t>
      </w:r>
      <w:r w:rsidRPr="008C6DE4">
        <w:t>max(0.2,</w:t>
      </w:r>
      <w:r>
        <w:t xml:space="preserve"> </w:t>
      </w:r>
      <w:r w:rsidRPr="008C6DE4">
        <w:t xml:space="preserve">5 </w:t>
      </w:r>
      <w:r w:rsidRPr="008C6DE4">
        <w:rPr>
          <w:noProof/>
        </w:rPr>
        <w:t>*</w:t>
      </w:r>
      <w:r w:rsidRPr="008C6DE4">
        <w:t xml:space="preserve"> SMTC period) s.</w:t>
      </w:r>
    </w:p>
    <w:p w14:paraId="6F37A40A" w14:textId="77777777" w:rsidR="00D4281A" w:rsidRPr="008C6DE4" w:rsidRDefault="00D4281A" w:rsidP="00D4281A">
      <w:r w:rsidRPr="008C6DE4">
        <w:t>When DRX is used in either of the NR PCell or the E-UTRA PSCell, or in both PCell and PSCell, the physical layer measurement period (T</w:t>
      </w:r>
      <w:r w:rsidRPr="008C6DE4">
        <w:rPr>
          <w:vertAlign w:val="subscript"/>
        </w:rPr>
        <w:t>measure_SFTD1</w:t>
      </w:r>
      <w:r w:rsidRPr="008C6DE4">
        <w:t>) of the SFTD measurement shall be as specified in Table 9.6.2.2-1.</w:t>
      </w:r>
    </w:p>
    <w:p w14:paraId="449D11D0" w14:textId="77777777" w:rsidR="00D4281A" w:rsidRPr="008C6DE4" w:rsidRDefault="00D4281A" w:rsidP="00D4281A">
      <w:pPr>
        <w:pStyle w:val="TH"/>
      </w:pPr>
      <w:r w:rsidRPr="008C6DE4">
        <w:rPr>
          <w:snapToGrid w:val="0"/>
        </w:rPr>
        <w:t xml:space="preserve">Table 9.6.2.2-1: </w:t>
      </w:r>
      <w:r w:rsidRPr="008C6DE4">
        <w:t>SFTD measurement requirement when DRX is used</w:t>
      </w:r>
    </w:p>
    <w:tbl>
      <w:tblPr>
        <w:tblW w:w="34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3382"/>
      </w:tblGrid>
      <w:tr w:rsidR="00DD3199" w:rsidRPr="008C6DE4" w14:paraId="6D13594D" w14:textId="77777777" w:rsidTr="00867D3A">
        <w:trPr>
          <w:cantSplit/>
          <w:jc w:val="center"/>
        </w:trPr>
        <w:tc>
          <w:tcPr>
            <w:tcW w:w="2419" w:type="pct"/>
            <w:tcBorders>
              <w:top w:val="single" w:sz="4" w:space="0" w:color="auto"/>
              <w:left w:val="single" w:sz="4" w:space="0" w:color="auto"/>
              <w:bottom w:val="single" w:sz="4" w:space="0" w:color="auto"/>
              <w:right w:val="single" w:sz="4" w:space="0" w:color="auto"/>
            </w:tcBorders>
            <w:hideMark/>
          </w:tcPr>
          <w:p w14:paraId="58C12DE8" w14:textId="77777777" w:rsidR="00D4281A" w:rsidRPr="008C6DE4" w:rsidRDefault="00D4281A" w:rsidP="00867D3A">
            <w:pPr>
              <w:pStyle w:val="TAH"/>
              <w:rPr>
                <w:rFonts w:cs="Arial"/>
              </w:rPr>
            </w:pPr>
            <w:r w:rsidRPr="008C6DE4">
              <w:rPr>
                <w:rFonts w:cs="Arial"/>
              </w:rPr>
              <w:t>DRX cycle length (s)</w:t>
            </w:r>
            <w:r w:rsidRPr="008C6DE4">
              <w:rPr>
                <w:rFonts w:cs="Arial"/>
                <w:vertAlign w:val="superscript"/>
                <w:lang w:eastAsia="ko-KR"/>
              </w:rPr>
              <w:t>Note2</w:t>
            </w:r>
          </w:p>
        </w:tc>
        <w:tc>
          <w:tcPr>
            <w:tcW w:w="2581" w:type="pct"/>
            <w:tcBorders>
              <w:top w:val="single" w:sz="4" w:space="0" w:color="auto"/>
              <w:left w:val="single" w:sz="4" w:space="0" w:color="auto"/>
              <w:bottom w:val="single" w:sz="4" w:space="0" w:color="auto"/>
              <w:right w:val="single" w:sz="4" w:space="0" w:color="auto"/>
            </w:tcBorders>
            <w:hideMark/>
          </w:tcPr>
          <w:p w14:paraId="060AF2DA" w14:textId="77777777" w:rsidR="00D4281A" w:rsidRPr="008C6DE4" w:rsidRDefault="00D4281A" w:rsidP="00867D3A">
            <w:pPr>
              <w:pStyle w:val="TAH"/>
              <w:rPr>
                <w:rFonts w:cs="Arial"/>
              </w:rPr>
            </w:pPr>
            <w:r w:rsidRPr="008C6DE4">
              <w:rPr>
                <w:rFonts w:cs="Arial"/>
              </w:rPr>
              <w:t>T</w:t>
            </w:r>
            <w:r w:rsidRPr="008C6DE4">
              <w:rPr>
                <w:rFonts w:cs="Arial"/>
                <w:vertAlign w:val="subscript"/>
              </w:rPr>
              <w:t>measure_</w:t>
            </w:r>
            <w:r w:rsidRPr="008C6DE4">
              <w:rPr>
                <w:rFonts w:cs="Arial"/>
                <w:vertAlign w:val="subscript"/>
                <w:lang w:eastAsia="ja-JP"/>
              </w:rPr>
              <w:t>SFTD</w:t>
            </w:r>
            <w:r w:rsidRPr="008C6DE4">
              <w:rPr>
                <w:rFonts w:cs="Arial"/>
                <w:vertAlign w:val="subscript"/>
              </w:rPr>
              <w:t xml:space="preserve">1 </w:t>
            </w:r>
            <w:r w:rsidRPr="008C6DE4">
              <w:rPr>
                <w:rFonts w:cs="Arial"/>
              </w:rPr>
              <w:t xml:space="preserve">(s) </w:t>
            </w:r>
          </w:p>
        </w:tc>
      </w:tr>
      <w:tr w:rsidR="00DD3199" w:rsidRPr="008C6DE4" w14:paraId="5A4593F9" w14:textId="77777777" w:rsidTr="00867D3A">
        <w:trPr>
          <w:cantSplit/>
          <w:jc w:val="center"/>
        </w:trPr>
        <w:tc>
          <w:tcPr>
            <w:tcW w:w="2419" w:type="pct"/>
            <w:tcBorders>
              <w:top w:val="single" w:sz="4" w:space="0" w:color="auto"/>
              <w:left w:val="single" w:sz="4" w:space="0" w:color="auto"/>
              <w:bottom w:val="single" w:sz="4" w:space="0" w:color="auto"/>
              <w:right w:val="single" w:sz="4" w:space="0" w:color="auto"/>
            </w:tcBorders>
            <w:hideMark/>
          </w:tcPr>
          <w:p w14:paraId="1A55E373" w14:textId="77777777" w:rsidR="00D4281A" w:rsidRPr="008C6DE4" w:rsidRDefault="00D4281A" w:rsidP="00867D3A">
            <w:pPr>
              <w:pStyle w:val="TAC"/>
              <w:rPr>
                <w:rFonts w:cs="Arial"/>
              </w:rPr>
            </w:pPr>
            <w:r w:rsidRPr="008C6DE4">
              <w:rPr>
                <w:rFonts w:cs="Arial"/>
              </w:rPr>
              <w:t xml:space="preserve">DRX </w:t>
            </w:r>
            <w:r w:rsidRPr="008C6DE4">
              <w:rPr>
                <w:rFonts w:cs="Arial" w:hint="eastAsia"/>
              </w:rPr>
              <w:t>cycle</w:t>
            </w:r>
            <w:r w:rsidRPr="008C6DE4">
              <w:rPr>
                <w:rFonts w:cs="Arial" w:hint="eastAsia"/>
              </w:rPr>
              <w:t>≤</w:t>
            </w:r>
            <w:r w:rsidRPr="008C6DE4">
              <w:rPr>
                <w:rFonts w:cs="Arial" w:hint="eastAsia"/>
              </w:rPr>
              <w:t>0.04</w:t>
            </w:r>
          </w:p>
        </w:tc>
        <w:tc>
          <w:tcPr>
            <w:tcW w:w="2581" w:type="pct"/>
            <w:tcBorders>
              <w:top w:val="single" w:sz="4" w:space="0" w:color="auto"/>
              <w:left w:val="single" w:sz="4" w:space="0" w:color="auto"/>
              <w:bottom w:val="single" w:sz="4" w:space="0" w:color="auto"/>
              <w:right w:val="single" w:sz="4" w:space="0" w:color="auto"/>
            </w:tcBorders>
            <w:hideMark/>
          </w:tcPr>
          <w:p w14:paraId="6C036BA5" w14:textId="180C1F89" w:rsidR="00D4281A" w:rsidRPr="008C6DE4" w:rsidRDefault="00D4281A" w:rsidP="00867D3A">
            <w:pPr>
              <w:pStyle w:val="TAC"/>
              <w:rPr>
                <w:rFonts w:cs="Arial"/>
              </w:rPr>
            </w:pPr>
            <w:r w:rsidRPr="008C6DE4">
              <w:t>max(0.2,5 x SMTC period)</w:t>
            </w:r>
            <w:r w:rsidRPr="008C6DE4">
              <w:rPr>
                <w:rFonts w:cs="Arial"/>
              </w:rPr>
              <w:t xml:space="preserve"> (Note1)</w:t>
            </w:r>
          </w:p>
        </w:tc>
      </w:tr>
      <w:tr w:rsidR="00DD3199" w:rsidRPr="008C6DE4" w14:paraId="67A8571C" w14:textId="77777777" w:rsidTr="00867D3A">
        <w:trPr>
          <w:cantSplit/>
          <w:jc w:val="center"/>
        </w:trPr>
        <w:tc>
          <w:tcPr>
            <w:tcW w:w="2419" w:type="pct"/>
            <w:tcBorders>
              <w:top w:val="single" w:sz="4" w:space="0" w:color="auto"/>
              <w:left w:val="single" w:sz="4" w:space="0" w:color="auto"/>
              <w:bottom w:val="single" w:sz="4" w:space="0" w:color="auto"/>
              <w:right w:val="single" w:sz="4" w:space="0" w:color="auto"/>
            </w:tcBorders>
            <w:hideMark/>
          </w:tcPr>
          <w:p w14:paraId="3A4A9B30" w14:textId="5B0A0048" w:rsidR="00D4281A" w:rsidRPr="008C6DE4" w:rsidRDefault="00D4281A" w:rsidP="00867D3A">
            <w:pPr>
              <w:pStyle w:val="TAC"/>
              <w:rPr>
                <w:rFonts w:cs="Arial"/>
                <w:snapToGrid w:val="0"/>
              </w:rPr>
            </w:pPr>
            <w:r w:rsidRPr="008C6DE4">
              <w:rPr>
                <w:rFonts w:cs="Arial" w:hint="eastAsia"/>
              </w:rPr>
              <w:t xml:space="preserve"> 0.04&lt;DRX cycle</w:t>
            </w:r>
            <w:r w:rsidRPr="008C6DE4">
              <w:rPr>
                <w:rFonts w:cs="Arial" w:hint="eastAsia"/>
              </w:rPr>
              <w:t>≤</w:t>
            </w:r>
            <w:r w:rsidRPr="008C6DE4">
              <w:rPr>
                <w:rFonts w:cs="Arial" w:hint="eastAsia"/>
              </w:rPr>
              <w:t>0.32</w:t>
            </w:r>
          </w:p>
        </w:tc>
        <w:tc>
          <w:tcPr>
            <w:tcW w:w="2581" w:type="pct"/>
            <w:tcBorders>
              <w:top w:val="single" w:sz="4" w:space="0" w:color="auto"/>
              <w:left w:val="single" w:sz="4" w:space="0" w:color="auto"/>
              <w:bottom w:val="single" w:sz="4" w:space="0" w:color="auto"/>
              <w:right w:val="single" w:sz="4" w:space="0" w:color="auto"/>
            </w:tcBorders>
            <w:hideMark/>
          </w:tcPr>
          <w:p w14:paraId="5B305135" w14:textId="527BF7CF" w:rsidR="00D4281A" w:rsidRPr="008C6DE4" w:rsidRDefault="00D4281A" w:rsidP="00867D3A">
            <w:pPr>
              <w:pStyle w:val="TAC"/>
              <w:rPr>
                <w:rFonts w:cs="Arial"/>
                <w:snapToGrid w:val="0"/>
              </w:rPr>
            </w:pPr>
            <w:r w:rsidRPr="008C6DE4">
              <w:rPr>
                <w:rFonts w:cs="Arial"/>
                <w:lang w:eastAsia="ko-KR"/>
              </w:rPr>
              <w:t xml:space="preserve"> 8 x max(DRX cycle, SMTC period)</w:t>
            </w:r>
          </w:p>
        </w:tc>
      </w:tr>
      <w:tr w:rsidR="00DD3199" w:rsidRPr="008C6DE4" w14:paraId="797AC803" w14:textId="77777777" w:rsidTr="00867D3A">
        <w:trPr>
          <w:cantSplit/>
          <w:jc w:val="center"/>
        </w:trPr>
        <w:tc>
          <w:tcPr>
            <w:tcW w:w="2419" w:type="pct"/>
            <w:tcBorders>
              <w:top w:val="single" w:sz="4" w:space="0" w:color="auto"/>
              <w:left w:val="single" w:sz="4" w:space="0" w:color="auto"/>
              <w:bottom w:val="single" w:sz="4" w:space="0" w:color="auto"/>
              <w:right w:val="single" w:sz="4" w:space="0" w:color="auto"/>
            </w:tcBorders>
          </w:tcPr>
          <w:p w14:paraId="4022CCDA" w14:textId="0D63D358" w:rsidR="00D4281A" w:rsidRPr="008C6DE4" w:rsidDel="008B51C3" w:rsidRDefault="00D4281A" w:rsidP="00867D3A">
            <w:pPr>
              <w:pStyle w:val="TAC"/>
              <w:rPr>
                <w:rFonts w:cs="Arial"/>
              </w:rPr>
            </w:pPr>
            <w:r w:rsidRPr="008C6DE4">
              <w:rPr>
                <w:rFonts w:cs="Arial"/>
              </w:rPr>
              <w:t xml:space="preserve">0.32&lt;DRX </w:t>
            </w:r>
            <w:r w:rsidRPr="008C6DE4">
              <w:rPr>
                <w:rFonts w:cs="Arial" w:hint="eastAsia"/>
              </w:rPr>
              <w:t>cycle</w:t>
            </w:r>
            <w:r w:rsidRPr="008C6DE4">
              <w:rPr>
                <w:rFonts w:cs="Arial" w:hint="eastAsia"/>
              </w:rPr>
              <w:t>≤</w:t>
            </w:r>
            <w:r w:rsidRPr="008C6DE4">
              <w:rPr>
                <w:rFonts w:cs="Arial" w:hint="eastAsia"/>
              </w:rPr>
              <w:t>10.24</w:t>
            </w:r>
          </w:p>
        </w:tc>
        <w:tc>
          <w:tcPr>
            <w:tcW w:w="2581" w:type="pct"/>
            <w:tcBorders>
              <w:top w:val="single" w:sz="4" w:space="0" w:color="auto"/>
              <w:left w:val="single" w:sz="4" w:space="0" w:color="auto"/>
              <w:bottom w:val="single" w:sz="4" w:space="0" w:color="auto"/>
              <w:right w:val="single" w:sz="4" w:space="0" w:color="auto"/>
            </w:tcBorders>
          </w:tcPr>
          <w:p w14:paraId="12198E75" w14:textId="702AF464" w:rsidR="00D4281A" w:rsidRPr="008C6DE4" w:rsidDel="008B51C3" w:rsidRDefault="00D4281A" w:rsidP="00867D3A">
            <w:pPr>
              <w:pStyle w:val="TAC"/>
              <w:rPr>
                <w:rFonts w:cs="Arial"/>
              </w:rPr>
            </w:pPr>
            <w:r w:rsidRPr="008C6DE4">
              <w:rPr>
                <w:rFonts w:cs="Arial"/>
                <w:lang w:eastAsia="ko-KR"/>
              </w:rPr>
              <w:t>5 x DRX cycle</w:t>
            </w:r>
          </w:p>
        </w:tc>
      </w:tr>
      <w:tr w:rsidR="00D4281A" w:rsidRPr="008C6DE4" w14:paraId="48DDA27B" w14:textId="77777777" w:rsidTr="00867D3A">
        <w:trPr>
          <w:cantSplit/>
          <w:jc w:val="center"/>
        </w:trPr>
        <w:tc>
          <w:tcPr>
            <w:tcW w:w="5000" w:type="pct"/>
            <w:gridSpan w:val="2"/>
            <w:tcBorders>
              <w:top w:val="single" w:sz="4" w:space="0" w:color="auto"/>
              <w:left w:val="single" w:sz="4" w:space="0" w:color="auto"/>
              <w:bottom w:val="single" w:sz="4" w:space="0" w:color="auto"/>
              <w:right w:val="single" w:sz="4" w:space="0" w:color="auto"/>
            </w:tcBorders>
            <w:hideMark/>
          </w:tcPr>
          <w:p w14:paraId="76580D0E" w14:textId="77777777" w:rsidR="00D4281A" w:rsidRPr="008C6DE4" w:rsidRDefault="00D4281A" w:rsidP="00867D3A">
            <w:pPr>
              <w:pStyle w:val="TAN"/>
              <w:rPr>
                <w:rFonts w:cs="Arial"/>
              </w:rPr>
            </w:pPr>
            <w:r w:rsidRPr="008C6DE4">
              <w:rPr>
                <w:rFonts w:cs="Arial"/>
              </w:rPr>
              <w:t>Note1:</w:t>
            </w:r>
            <w:r w:rsidRPr="008C6DE4">
              <w:rPr>
                <w:rFonts w:cs="Arial"/>
                <w:lang w:eastAsia="ja-JP"/>
              </w:rPr>
              <w:tab/>
            </w:r>
            <w:r w:rsidRPr="008C6DE4">
              <w:rPr>
                <w:rFonts w:cs="Arial"/>
              </w:rPr>
              <w:t>Number of DRX cycles depends upon the DRX cycle in use</w:t>
            </w:r>
          </w:p>
          <w:p w14:paraId="2AF9B691" w14:textId="77777777" w:rsidR="00D4281A" w:rsidRPr="008C6DE4" w:rsidRDefault="00D4281A" w:rsidP="00867D3A">
            <w:pPr>
              <w:pStyle w:val="TAN"/>
              <w:rPr>
                <w:rFonts w:cs="Arial"/>
              </w:rPr>
            </w:pPr>
            <w:r w:rsidRPr="008C6DE4">
              <w:rPr>
                <w:rFonts w:cs="Arial"/>
                <w:lang w:eastAsia="ja-JP"/>
              </w:rPr>
              <w:t>Note2:</w:t>
            </w:r>
            <w:r w:rsidRPr="008C6DE4">
              <w:rPr>
                <w:rFonts w:cs="Arial"/>
                <w:lang w:eastAsia="ja-JP"/>
              </w:rPr>
              <w:tab/>
              <w:t>DRX cycle length in this table refers to the DRX cycle length configured for PCell or PSCell. When DRX is used in both PCell and PSCell, DRX cycle length in this table refers to the longer of the DRX cycle lengths for PCell and PSCell.</w:t>
            </w:r>
          </w:p>
        </w:tc>
      </w:tr>
    </w:tbl>
    <w:p w14:paraId="79AF1F4C" w14:textId="77777777" w:rsidR="00D4281A" w:rsidRPr="008C6DE4" w:rsidRDefault="00D4281A" w:rsidP="00D4281A"/>
    <w:p w14:paraId="4E50A5E9" w14:textId="77777777" w:rsidR="00D4281A" w:rsidRPr="008C6DE4" w:rsidRDefault="00D4281A" w:rsidP="00D4281A">
      <w:r w:rsidRPr="008C6DE4">
        <w:t>If PSCell is changed without changing carrier frequency of PSCell while the UE is performing SFTD measurements, the UE shall still meet SFTD measurement and accuracy requirements for the new PSCell. In this case the UE shall restart the SFTD measurement, and the total physical layer measurement period shall not exceed T</w:t>
      </w:r>
      <w:r w:rsidRPr="008C6DE4">
        <w:rPr>
          <w:vertAlign w:val="subscript"/>
        </w:rPr>
        <w:t>measure_SFTD2</w:t>
      </w:r>
      <w:r w:rsidRPr="008C6DE4">
        <w:t xml:space="preserve"> as defined by the following expression:</w:t>
      </w:r>
    </w:p>
    <w:p w14:paraId="06F9CCDD" w14:textId="77777777" w:rsidR="00D4281A" w:rsidRPr="008C6DE4" w:rsidRDefault="00D4281A" w:rsidP="00D4281A">
      <w:pPr>
        <w:pStyle w:val="EQ"/>
        <w:jc w:val="center"/>
      </w:pPr>
      <w:r w:rsidRPr="008C6DE4">
        <w:t>T</w:t>
      </w:r>
      <w:r w:rsidRPr="008C6DE4">
        <w:rPr>
          <w:vertAlign w:val="subscript"/>
        </w:rPr>
        <w:t>measure_SFTD2</w:t>
      </w:r>
      <w:r w:rsidRPr="008C6DE4">
        <w:t xml:space="preserve"> = (M+1)*(T</w:t>
      </w:r>
      <w:r w:rsidRPr="008C6DE4">
        <w:rPr>
          <w:vertAlign w:val="subscript"/>
        </w:rPr>
        <w:t>measure_SFTD1</w:t>
      </w:r>
      <w:r w:rsidRPr="008C6DE4">
        <w:t>) + M*T</w:t>
      </w:r>
      <w:r w:rsidRPr="008C6DE4">
        <w:rPr>
          <w:vertAlign w:val="subscript"/>
        </w:rPr>
        <w:t>PSCell_change_NEDC</w:t>
      </w:r>
    </w:p>
    <w:p w14:paraId="3834FF5F" w14:textId="77777777" w:rsidR="00D4281A" w:rsidRPr="008C6DE4" w:rsidRDefault="00D4281A" w:rsidP="00D4281A">
      <w:r w:rsidRPr="008C6DE4">
        <w:t>where:</w:t>
      </w:r>
    </w:p>
    <w:p w14:paraId="6435A51E" w14:textId="77777777" w:rsidR="00D4281A" w:rsidRPr="008C6DE4" w:rsidRDefault="00D4281A" w:rsidP="00D4281A">
      <w:pPr>
        <w:pStyle w:val="B10"/>
      </w:pPr>
      <w:r w:rsidRPr="008C6DE4">
        <w:t>M is the number of times the E-UTRA PSCell is changed over the measurement period (T</w:t>
      </w:r>
      <w:r w:rsidRPr="008C6DE4">
        <w:rPr>
          <w:vertAlign w:val="subscript"/>
        </w:rPr>
        <w:t>measure_SFTD2</w:t>
      </w:r>
      <w:r w:rsidRPr="008C6DE4">
        <w:t>), and</w:t>
      </w:r>
    </w:p>
    <w:p w14:paraId="790C6648" w14:textId="6E6C2057" w:rsidR="00D4281A" w:rsidRPr="008C6DE4" w:rsidRDefault="00D4281A" w:rsidP="00D4281A">
      <w:pPr>
        <w:pStyle w:val="B10"/>
      </w:pPr>
      <w:r w:rsidRPr="008C6DE4">
        <w:t>T</w:t>
      </w:r>
      <w:r w:rsidRPr="008C6DE4">
        <w:rPr>
          <w:vertAlign w:val="subscript"/>
        </w:rPr>
        <w:t>PSCell_change_NEDC</w:t>
      </w:r>
      <w:r w:rsidRPr="008C6DE4">
        <w:t xml:space="preserve"> is the time necessary to change the PSCell; it can be up to 25 ms.</w:t>
      </w:r>
    </w:p>
    <w:p w14:paraId="6BBCD80E" w14:textId="77777777" w:rsidR="00D4281A" w:rsidRPr="008C6DE4" w:rsidRDefault="00D4281A" w:rsidP="00D4281A">
      <w:pPr>
        <w:overflowPunct w:val="0"/>
        <w:autoSpaceDE w:val="0"/>
        <w:autoSpaceDN w:val="0"/>
        <w:adjustRightInd w:val="0"/>
        <w:textAlignment w:val="baseline"/>
        <w:rPr>
          <w:lang w:eastAsia="ko-KR"/>
        </w:rPr>
      </w:pPr>
      <w:r w:rsidRPr="008C6DE4">
        <w:rPr>
          <w:lang w:val="en-US" w:eastAsia="ko-KR"/>
        </w:rPr>
        <w:t>If PCell is changed, or if PSCell is changed to a different carrier frequency,</w:t>
      </w:r>
      <w:r w:rsidRPr="008C6DE4">
        <w:rPr>
          <w:lang w:eastAsia="ko-KR"/>
        </w:rPr>
        <w:t xml:space="preserve"> the UE shall terminate the SFTD measurement.</w:t>
      </w:r>
    </w:p>
    <w:p w14:paraId="46B993B0" w14:textId="4521AEAE" w:rsidR="00D4281A" w:rsidRPr="008C6DE4" w:rsidRDefault="00D4281A" w:rsidP="00D4281A">
      <w:r w:rsidRPr="008C6DE4">
        <w:t>The measurement accuracy for the SFTD measurement when DRX is used as well as when no DRX is used shall be as specified in clause 10.1.21.1.</w:t>
      </w:r>
    </w:p>
    <w:p w14:paraId="0A25C8F8" w14:textId="77777777" w:rsidR="001F5A79" w:rsidRPr="008C6DE4" w:rsidRDefault="001F5A79" w:rsidP="0048284E">
      <w:pPr>
        <w:pStyle w:val="Heading1"/>
      </w:pPr>
      <w:bookmarkStart w:id="204" w:name="_Toc5952726"/>
      <w:bookmarkEnd w:id="157"/>
      <w:r w:rsidRPr="008C6DE4">
        <w:t>10</w:t>
      </w:r>
      <w:r w:rsidRPr="008C6DE4">
        <w:tab/>
        <w:t>Measurement Performance requirements</w:t>
      </w:r>
    </w:p>
    <w:p w14:paraId="77406521" w14:textId="63C3F536" w:rsidR="001F5A79" w:rsidRPr="008C6DE4" w:rsidRDefault="001F5A79" w:rsidP="0048284E">
      <w:pPr>
        <w:pStyle w:val="Heading2"/>
      </w:pPr>
      <w:r w:rsidRPr="008C6DE4">
        <w:t>1</w:t>
      </w:r>
      <w:r w:rsidR="0048284E" w:rsidRPr="008C6DE4">
        <w:t>0.1</w:t>
      </w:r>
      <w:r w:rsidRPr="008C6DE4">
        <w:tab/>
        <w:t>NR measurements</w:t>
      </w:r>
    </w:p>
    <w:p w14:paraId="7C74A9B5" w14:textId="7A1DD011" w:rsidR="001F5A79" w:rsidRPr="008C6DE4" w:rsidRDefault="001F5A79" w:rsidP="0048284E">
      <w:pPr>
        <w:pStyle w:val="Heading3"/>
        <w:rPr>
          <w:lang w:val="en-US"/>
        </w:rPr>
      </w:pPr>
      <w:bookmarkStart w:id="205" w:name="_Toc5952723"/>
      <w:r w:rsidRPr="008C6DE4">
        <w:rPr>
          <w:lang w:val="en-US"/>
        </w:rPr>
        <w:t>1</w:t>
      </w:r>
      <w:r w:rsidR="0048284E" w:rsidRPr="008C6DE4">
        <w:rPr>
          <w:lang w:val="en-US"/>
        </w:rPr>
        <w:t>0.1.1</w:t>
      </w:r>
      <w:r w:rsidRPr="008C6DE4">
        <w:rPr>
          <w:lang w:val="en-US"/>
        </w:rPr>
        <w:tab/>
        <w:t>Introduction</w:t>
      </w:r>
      <w:bookmarkEnd w:id="205"/>
    </w:p>
    <w:p w14:paraId="5A6697A6" w14:textId="77777777" w:rsidR="001F5A79" w:rsidRPr="008C6DE4" w:rsidRDefault="001F5A79" w:rsidP="001F5A79">
      <w:pPr>
        <w:rPr>
          <w:lang w:eastAsia="ko-KR"/>
        </w:rPr>
      </w:pPr>
      <w:r w:rsidRPr="008C6DE4">
        <w:rPr>
          <w:lang w:eastAsia="ko-KR"/>
        </w:rPr>
        <w:t>The requirements in clause 10.1 apply as follows:</w:t>
      </w:r>
    </w:p>
    <w:p w14:paraId="2CD4A8DA" w14:textId="77777777" w:rsidR="001F5A79" w:rsidRPr="008C6DE4" w:rsidRDefault="001F5A79" w:rsidP="00130D06">
      <w:pPr>
        <w:pStyle w:val="B10"/>
        <w:rPr>
          <w:lang w:eastAsia="ko-KR"/>
        </w:rPr>
      </w:pPr>
      <w:r w:rsidRPr="008C6DE4">
        <w:rPr>
          <w:lang w:eastAsia="ko-KR"/>
        </w:rPr>
        <w:t>-</w:t>
      </w:r>
      <w:r w:rsidRPr="008C6DE4">
        <w:rPr>
          <w:lang w:eastAsia="ko-KR"/>
        </w:rPr>
        <w:tab/>
        <w:t xml:space="preserve">intra-frequency requirements apply for PCell measurements in SA, NR-DC, or NE-DC operaion mode, </w:t>
      </w:r>
    </w:p>
    <w:p w14:paraId="755E7C19" w14:textId="77777777" w:rsidR="001F5A79" w:rsidRPr="008C6DE4" w:rsidRDefault="001F5A79" w:rsidP="00130D06">
      <w:pPr>
        <w:pStyle w:val="B10"/>
        <w:rPr>
          <w:lang w:eastAsia="ko-KR"/>
        </w:rPr>
      </w:pPr>
      <w:r w:rsidRPr="008C6DE4">
        <w:rPr>
          <w:lang w:eastAsia="ko-KR"/>
        </w:rPr>
        <w:t>-</w:t>
      </w:r>
      <w:r w:rsidRPr="008C6DE4">
        <w:rPr>
          <w:lang w:eastAsia="ko-KR"/>
        </w:rPr>
        <w:tab/>
        <w:t>intra-frequency requirements apply for PSCell measurements in NR-DC or EN-DC operaion mode,</w:t>
      </w:r>
    </w:p>
    <w:p w14:paraId="44CBC12B" w14:textId="77777777" w:rsidR="001F5A79" w:rsidRPr="008C6DE4" w:rsidRDefault="001F5A79" w:rsidP="00130D06">
      <w:pPr>
        <w:pStyle w:val="B10"/>
        <w:rPr>
          <w:lang w:eastAsia="ko-KR"/>
        </w:rPr>
      </w:pPr>
      <w:r w:rsidRPr="008C6DE4">
        <w:rPr>
          <w:lang w:eastAsia="ko-KR"/>
        </w:rPr>
        <w:t>-</w:t>
      </w:r>
      <w:r w:rsidRPr="008C6DE4">
        <w:rPr>
          <w:lang w:eastAsia="ko-KR"/>
        </w:rPr>
        <w:tab/>
        <w:t>intra-frequency requirements apply for SCell measurements in SA operation mode with NR CA or any MR-DC operaion mode with NR CA,</w:t>
      </w:r>
    </w:p>
    <w:p w14:paraId="54126EB0" w14:textId="77777777" w:rsidR="00130D06" w:rsidRDefault="00130D06" w:rsidP="00130D06">
      <w:pPr>
        <w:pStyle w:val="B10"/>
        <w:rPr>
          <w:lang w:eastAsia="ko-KR"/>
        </w:rPr>
      </w:pPr>
      <w:r>
        <w:rPr>
          <w:lang w:eastAsia="ko-KR"/>
        </w:rPr>
        <w:t>-</w:t>
      </w:r>
      <w:r>
        <w:rPr>
          <w:lang w:eastAsia="ko-KR"/>
        </w:rPr>
        <w:tab/>
      </w:r>
      <w:r w:rsidRPr="006741E3">
        <w:rPr>
          <w:lang w:eastAsia="ko-KR"/>
        </w:rPr>
        <w:t>inter-frequency requirements apply for non-serving cell measurements on NR carrier frequencies,</w:t>
      </w:r>
    </w:p>
    <w:p w14:paraId="622D3E16" w14:textId="1C9865FE" w:rsidR="00130D06" w:rsidRDefault="00130D06" w:rsidP="00130D06">
      <w:pPr>
        <w:pStyle w:val="B10"/>
        <w:rPr>
          <w:lang w:eastAsia="ko-KR"/>
        </w:rPr>
      </w:pPr>
      <w:r>
        <w:rPr>
          <w:lang w:eastAsia="ko-KR"/>
        </w:rPr>
        <w:t>-</w:t>
      </w:r>
      <w:r>
        <w:rPr>
          <w:lang w:eastAsia="ko-KR"/>
        </w:rPr>
        <w:tab/>
      </w:r>
      <w:r w:rsidRPr="006741E3">
        <w:rPr>
          <w:lang w:eastAsia="ko-KR"/>
        </w:rPr>
        <w:t>inter-frequency requirements apply</w:t>
      </w:r>
      <w:r w:rsidRPr="00072854">
        <w:rPr>
          <w:lang w:eastAsia="ko-KR"/>
        </w:rPr>
        <w:t xml:space="preserve"> for measurements from one cell on a frequency compared to the measurement from another cell on a different frequency</w:t>
      </w:r>
      <w:r>
        <w:rPr>
          <w:lang w:eastAsia="ko-KR"/>
        </w:rPr>
        <w:t>.</w:t>
      </w:r>
    </w:p>
    <w:p w14:paraId="404136F3" w14:textId="77777777" w:rsidR="001F5A79" w:rsidRPr="008C6DE4" w:rsidRDefault="001F5A79" w:rsidP="001F5A79">
      <w:r w:rsidRPr="008C6DE4">
        <w:t>In the requirements of clause 10.1, the exceptions for side conditions apply as follows:</w:t>
      </w:r>
    </w:p>
    <w:p w14:paraId="20E5F0A8" w14:textId="77777777" w:rsidR="001F5A79" w:rsidRPr="008C6DE4" w:rsidRDefault="001F5A79" w:rsidP="00130D06">
      <w:pPr>
        <w:pStyle w:val="B10"/>
      </w:pPr>
      <w:r w:rsidRPr="008C6DE4">
        <w:t>-</w:t>
      </w:r>
      <w:r w:rsidRPr="008C6DE4">
        <w:tab/>
        <w:t>for the UE capable of CA but not configured with any SCell, the applicable exceptions for side conditions are specified in Annex B, clause B.3.2.1 for UE supporting CA in FR1, and clause B.3.2.3 for UE supporting CA in FR2, respectively;</w:t>
      </w:r>
    </w:p>
    <w:p w14:paraId="304E117B" w14:textId="77777777" w:rsidR="001F5A79" w:rsidRPr="008C6DE4" w:rsidRDefault="001F5A79" w:rsidP="00130D06">
      <w:pPr>
        <w:pStyle w:val="B10"/>
      </w:pPr>
      <w:r w:rsidRPr="008C6DE4">
        <w:t>-</w:t>
      </w:r>
      <w:r w:rsidRPr="008C6DE4">
        <w:tab/>
        <w:t xml:space="preserve">for the UE capable of CA and configured with </w:t>
      </w:r>
      <w:r w:rsidRPr="008C6DE4">
        <w:rPr>
          <w:lang w:eastAsia="zh-CN"/>
        </w:rPr>
        <w:t>at least one</w:t>
      </w:r>
      <w:r w:rsidRPr="008C6DE4" w:rsidDel="00C22904">
        <w:rPr>
          <w:lang w:eastAsia="zh-CN"/>
        </w:rPr>
        <w:t xml:space="preserve"> </w:t>
      </w:r>
      <w:r w:rsidRPr="008C6DE4">
        <w:t>SCell, the applicable exceptions for side conditions are specified in Annex B, clause B.3.2.2 for UE configured with CA in FR1, and clause B.3.2.4 for UE supporting CA in FR2 respectively;</w:t>
      </w:r>
    </w:p>
    <w:p w14:paraId="3E017B38" w14:textId="77777777" w:rsidR="001F5A79" w:rsidRPr="008C6DE4" w:rsidRDefault="001F5A79" w:rsidP="00130D06">
      <w:pPr>
        <w:pStyle w:val="B10"/>
      </w:pPr>
      <w:r w:rsidRPr="008C6DE4">
        <w:t>-</w:t>
      </w:r>
      <w:r w:rsidRPr="008C6DE4">
        <w:tab/>
        <w:t>for the UE capable of SUL but not configured with SUL, the applicable exceptions for side conditions are specified in Annex B, clause B.3.4.1 for UE supporting SUL in FR1;</w:t>
      </w:r>
    </w:p>
    <w:p w14:paraId="59E0DD86" w14:textId="77777777" w:rsidR="001F5A79" w:rsidRPr="008C6DE4" w:rsidRDefault="001F5A79" w:rsidP="00130D06">
      <w:pPr>
        <w:pStyle w:val="B10"/>
        <w:rPr>
          <w:noProof/>
          <w:lang w:eastAsia="zh-CN"/>
        </w:rPr>
      </w:pPr>
      <w:r w:rsidRPr="008C6DE4">
        <w:t>-</w:t>
      </w:r>
      <w:r w:rsidRPr="008C6DE4">
        <w:tab/>
        <w:t>for the UE capable of SUL and configured with at least one SUL, the applicable exceptions for side conditions are specified in Annex B, clause B.3.4.2 for UE configured with SUL in FR1.</w:t>
      </w:r>
    </w:p>
    <w:p w14:paraId="229F30C7" w14:textId="05215C80" w:rsidR="001F5A79" w:rsidRPr="008C6DE4" w:rsidRDefault="001F5A79" w:rsidP="0048284E">
      <w:pPr>
        <w:pStyle w:val="Heading3"/>
        <w:rPr>
          <w:lang w:val="en-US"/>
        </w:rPr>
      </w:pPr>
      <w:bookmarkStart w:id="206" w:name="OLE_LINK22"/>
      <w:r w:rsidRPr="008C6DE4">
        <w:rPr>
          <w:lang w:val="en-US"/>
        </w:rPr>
        <w:t>1</w:t>
      </w:r>
      <w:r w:rsidR="0048284E" w:rsidRPr="008C6DE4">
        <w:rPr>
          <w:lang w:val="en-US"/>
        </w:rPr>
        <w:t>0.1.2</w:t>
      </w:r>
      <w:r w:rsidRPr="008C6DE4">
        <w:rPr>
          <w:lang w:val="en-US"/>
        </w:rPr>
        <w:tab/>
        <w:t>Intra-frequency RSRP accuracy requirements for FR1</w:t>
      </w:r>
    </w:p>
    <w:p w14:paraId="501F06A0" w14:textId="3DA0548E" w:rsidR="001F5A79" w:rsidRPr="008C6DE4" w:rsidRDefault="001F5A79" w:rsidP="0048284E">
      <w:pPr>
        <w:pStyle w:val="Heading4"/>
        <w:rPr>
          <w:lang w:val="en-US"/>
        </w:rPr>
      </w:pPr>
      <w:r w:rsidRPr="008C6DE4">
        <w:rPr>
          <w:lang w:val="en-US"/>
        </w:rPr>
        <w:t>1</w:t>
      </w:r>
      <w:r w:rsidR="0048284E" w:rsidRPr="008C6DE4">
        <w:rPr>
          <w:lang w:val="en-US"/>
        </w:rPr>
        <w:t>0.1.2.1</w:t>
      </w:r>
      <w:r w:rsidRPr="008C6DE4">
        <w:rPr>
          <w:lang w:val="en-US"/>
        </w:rPr>
        <w:tab/>
        <w:t>Intra-frequency SS-RSRP accuracy requirements</w:t>
      </w:r>
    </w:p>
    <w:bookmarkEnd w:id="206"/>
    <w:p w14:paraId="514E1B24" w14:textId="1700F581" w:rsidR="001F5A79" w:rsidRPr="008C6DE4" w:rsidRDefault="001F5A79" w:rsidP="0048284E">
      <w:pPr>
        <w:pStyle w:val="Heading5"/>
      </w:pPr>
      <w:r w:rsidRPr="008C6DE4">
        <w:t>1</w:t>
      </w:r>
      <w:r w:rsidR="0048284E" w:rsidRPr="008C6DE4">
        <w:t>0.1.2.1.1</w:t>
      </w:r>
      <w:r w:rsidRPr="008C6DE4">
        <w:tab/>
        <w:t xml:space="preserve">Absolute </w:t>
      </w:r>
      <w:r w:rsidRPr="008C6DE4">
        <w:rPr>
          <w:lang w:val="en-US"/>
        </w:rPr>
        <w:t xml:space="preserve">SS-RSRP </w:t>
      </w:r>
      <w:r w:rsidRPr="008C6DE4">
        <w:t>Accuracy</w:t>
      </w:r>
    </w:p>
    <w:p w14:paraId="3C7406F3" w14:textId="77777777" w:rsidR="001F5A79" w:rsidRPr="008C6DE4" w:rsidRDefault="001F5A79" w:rsidP="001F5A79">
      <w:pPr>
        <w:rPr>
          <w:rFonts w:cs="v4.2.0"/>
          <w:i/>
        </w:rPr>
      </w:pPr>
      <w:r w:rsidRPr="008C6DE4">
        <w:rPr>
          <w:rFonts w:cs="v4.2.0"/>
        </w:rPr>
        <w:t xml:space="preserve">Unless otherwise specified, the requirements for absolute accuracy of </w:t>
      </w:r>
      <w:r w:rsidRPr="008C6DE4">
        <w:rPr>
          <w:rFonts w:cs="v4.2.0"/>
          <w:lang w:eastAsia="zh-CN"/>
        </w:rPr>
        <w:t>SS-RSRP</w:t>
      </w:r>
      <w:r w:rsidRPr="008C6DE4">
        <w:rPr>
          <w:rFonts w:cs="v4.2.0"/>
        </w:rPr>
        <w:t xml:space="preserve"> in this clause apply to a cell on the same frequency as that of the serving cell in FR1.</w:t>
      </w:r>
    </w:p>
    <w:p w14:paraId="4A3B6E12"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10.1.2.1.1</w:t>
      </w:r>
      <w:r w:rsidRPr="008C6DE4">
        <w:rPr>
          <w:rFonts w:cs="v4.2.0"/>
        </w:rPr>
        <w:t>-1 are valid under the following conditions:</w:t>
      </w:r>
    </w:p>
    <w:p w14:paraId="64FA818D" w14:textId="77777777" w:rsidR="001F5A79" w:rsidRPr="008C6DE4" w:rsidRDefault="001F5A79" w:rsidP="001F5A79">
      <w:pPr>
        <w:ind w:left="568" w:hanging="284"/>
        <w:rPr>
          <w:rFonts w:cs="v4.2.0"/>
        </w:rPr>
      </w:pPr>
      <w:r w:rsidRPr="008C6DE4">
        <w:t>-</w:t>
      </w:r>
      <w:r w:rsidRPr="008C6DE4">
        <w:tab/>
        <w:t>Conditions defined in clause 7.3 of TS 38.101-1 [18] for reference sensitivity are fulfilled.</w:t>
      </w:r>
    </w:p>
    <w:p w14:paraId="7948F654" w14:textId="77777777" w:rsidR="001F5A79" w:rsidRPr="008C6DE4" w:rsidRDefault="001F5A79" w:rsidP="001F5A79">
      <w:pPr>
        <w:ind w:left="568" w:hanging="284"/>
        <w:rPr>
          <w:lang w:eastAsia="zh-CN"/>
        </w:rPr>
      </w:pPr>
      <w:r w:rsidRPr="008C6DE4">
        <w:t>-</w:t>
      </w:r>
      <w:r w:rsidRPr="008C6DE4">
        <w:tab/>
        <w:t xml:space="preserve">Conditions for intra-frequency measurements are fulfilled according to Annex B.2.2 for a corresponding Band </w:t>
      </w:r>
      <w:r w:rsidRPr="008C6DE4">
        <w:rPr>
          <w:rFonts w:cs="v4.2.0"/>
          <w:lang w:eastAsia="ko-KR"/>
        </w:rPr>
        <w:t>for each relevant SSB</w:t>
      </w:r>
      <w:r w:rsidRPr="008C6DE4">
        <w:t>.</w:t>
      </w:r>
    </w:p>
    <w:p w14:paraId="7F1EFB3C" w14:textId="77777777" w:rsidR="001F5A79" w:rsidRPr="008C6DE4" w:rsidRDefault="001F5A79" w:rsidP="001F5A79">
      <w:pPr>
        <w:keepNext/>
        <w:keepLines/>
        <w:spacing w:before="60"/>
        <w:jc w:val="center"/>
        <w:rPr>
          <w:rFonts w:ascii="Arial" w:hAnsi="Arial"/>
          <w:b/>
        </w:rPr>
      </w:pPr>
      <w:r w:rsidRPr="008C6DE4">
        <w:rPr>
          <w:rFonts w:ascii="Arial" w:hAnsi="Arial"/>
          <w:b/>
        </w:rPr>
        <w:t>Table 10.1.2.1.1-1: SS-RSRP Intra frequency absolute accuracy in FR1</w:t>
      </w:r>
    </w:p>
    <w:tbl>
      <w:tblPr>
        <w:tblW w:w="10172" w:type="dxa"/>
        <w:jc w:val="center"/>
        <w:tblLook w:val="01E0" w:firstRow="1" w:lastRow="1" w:firstColumn="1" w:lastColumn="1" w:noHBand="0" w:noVBand="0"/>
      </w:tblPr>
      <w:tblGrid>
        <w:gridCol w:w="1036"/>
        <w:gridCol w:w="1055"/>
        <w:gridCol w:w="833"/>
        <w:gridCol w:w="2530"/>
        <w:gridCol w:w="1005"/>
        <w:gridCol w:w="833"/>
        <w:gridCol w:w="1440"/>
        <w:gridCol w:w="1440"/>
      </w:tblGrid>
      <w:tr w:rsidR="00DD3199" w:rsidRPr="008C6DE4" w14:paraId="501EB87C" w14:textId="77777777" w:rsidTr="00DF3064">
        <w:trPr>
          <w:jc w:val="center"/>
        </w:trPr>
        <w:tc>
          <w:tcPr>
            <w:tcW w:w="2091"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62991D6A" w14:textId="77777777" w:rsidR="001F5A79" w:rsidRPr="008C6DE4" w:rsidRDefault="001F5A79" w:rsidP="00DF3064">
            <w:pPr>
              <w:keepNext/>
              <w:keepLines/>
              <w:spacing w:after="0"/>
              <w:jc w:val="center"/>
            </w:pPr>
            <w:r w:rsidRPr="008C6DE4">
              <w:rPr>
                <w:rFonts w:ascii="Arial" w:hAnsi="Arial"/>
                <w:b/>
                <w:sz w:val="18"/>
              </w:rPr>
              <w:t>Accuracy</w:t>
            </w:r>
          </w:p>
        </w:tc>
        <w:tc>
          <w:tcPr>
            <w:tcW w:w="8081"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270A45A6" w14:textId="77777777" w:rsidR="001F5A79" w:rsidRPr="008C6DE4" w:rsidRDefault="001F5A79" w:rsidP="00DF3064">
            <w:pPr>
              <w:keepNext/>
              <w:keepLines/>
              <w:spacing w:after="0"/>
              <w:jc w:val="center"/>
            </w:pPr>
            <w:r w:rsidRPr="008C6DE4">
              <w:rPr>
                <w:rFonts w:ascii="Arial" w:hAnsi="Arial"/>
                <w:b/>
                <w:sz w:val="18"/>
              </w:rPr>
              <w:t>Conditions</w:t>
            </w:r>
          </w:p>
        </w:tc>
      </w:tr>
      <w:tr w:rsidR="00DD3199" w:rsidRPr="008C6DE4" w14:paraId="33BC2A18" w14:textId="77777777" w:rsidTr="00DF3064">
        <w:trPr>
          <w:jc w:val="center"/>
        </w:trPr>
        <w:tc>
          <w:tcPr>
            <w:tcW w:w="1036"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45985C51" w14:textId="77777777" w:rsidR="001F5A79" w:rsidRPr="008C6DE4" w:rsidRDefault="001F5A79" w:rsidP="00DF3064">
            <w:pPr>
              <w:keepNext/>
              <w:keepLines/>
              <w:spacing w:after="0"/>
              <w:jc w:val="center"/>
            </w:pPr>
            <w:r w:rsidRPr="008C6DE4">
              <w:rPr>
                <w:rFonts w:ascii="Arial" w:hAnsi="Arial"/>
                <w:b/>
                <w:sz w:val="18"/>
              </w:rPr>
              <w:t>Normal condition</w:t>
            </w:r>
          </w:p>
        </w:tc>
        <w:tc>
          <w:tcPr>
            <w:tcW w:w="1055"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11A5F27" w14:textId="77777777" w:rsidR="001F5A79" w:rsidRPr="008C6DE4" w:rsidRDefault="001F5A79" w:rsidP="00DF3064">
            <w:pPr>
              <w:keepNext/>
              <w:keepLines/>
              <w:spacing w:after="0"/>
              <w:jc w:val="center"/>
            </w:pPr>
            <w:r w:rsidRPr="008C6DE4">
              <w:rPr>
                <w:rFonts w:ascii="Arial" w:hAnsi="Arial"/>
                <w:b/>
                <w:sz w:val="18"/>
              </w:rPr>
              <w:t>Extreme condition</w:t>
            </w:r>
          </w:p>
        </w:tc>
        <w:tc>
          <w:tcPr>
            <w:tcW w:w="833"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BC118D5" w14:textId="77777777" w:rsidR="001F5A79" w:rsidRPr="008C6DE4" w:rsidRDefault="001F5A79" w:rsidP="00DF3064">
            <w:pPr>
              <w:keepNext/>
              <w:keepLines/>
              <w:spacing w:after="0"/>
              <w:jc w:val="center"/>
            </w:pPr>
            <w:r w:rsidRPr="008C6DE4">
              <w:rPr>
                <w:rFonts w:ascii="Arial" w:hAnsi="Arial"/>
                <w:b/>
                <w:sz w:val="18"/>
              </w:rPr>
              <w:t>SSB Ês/Iot</w:t>
            </w:r>
          </w:p>
        </w:tc>
        <w:tc>
          <w:tcPr>
            <w:tcW w:w="7248"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69E29006" w14:textId="77777777" w:rsidR="001F5A79" w:rsidRPr="008C6DE4" w:rsidRDefault="001F5A79" w:rsidP="00DF3064">
            <w:pPr>
              <w:keepNext/>
              <w:keepLines/>
              <w:spacing w:after="0"/>
              <w:jc w:val="center"/>
            </w:pPr>
            <w:r w:rsidRPr="008C6DE4">
              <w:rPr>
                <w:rFonts w:ascii="Arial" w:hAnsi="Arial"/>
                <w:b/>
                <w:sz w:val="18"/>
              </w:rPr>
              <w:t>Io</w:t>
            </w:r>
            <w:r w:rsidRPr="008C6DE4">
              <w:rPr>
                <w:rFonts w:ascii="Arial" w:hAnsi="Arial"/>
                <w:b/>
                <w:sz w:val="18"/>
                <w:vertAlign w:val="superscript"/>
              </w:rPr>
              <w:t xml:space="preserve"> Note 1</w:t>
            </w:r>
            <w:r w:rsidRPr="008C6DE4">
              <w:rPr>
                <w:rFonts w:ascii="Arial" w:hAnsi="Arial"/>
                <w:b/>
                <w:sz w:val="18"/>
              </w:rPr>
              <w:t xml:space="preserve"> range</w:t>
            </w:r>
          </w:p>
        </w:tc>
      </w:tr>
      <w:tr w:rsidR="00DD3199" w:rsidRPr="008C6DE4" w14:paraId="7A1E1A21" w14:textId="77777777" w:rsidTr="00DF3064">
        <w:trPr>
          <w:jc w:val="center"/>
        </w:trPr>
        <w:tc>
          <w:tcPr>
            <w:tcW w:w="1036" w:type="dxa"/>
            <w:vMerge/>
            <w:tcBorders>
              <w:top w:val="single" w:sz="6" w:space="0" w:color="auto"/>
              <w:left w:val="single" w:sz="4" w:space="0" w:color="auto"/>
              <w:bottom w:val="single" w:sz="6" w:space="0" w:color="auto"/>
              <w:right w:val="single" w:sz="6" w:space="0" w:color="auto"/>
            </w:tcBorders>
            <w:shd w:val="clear" w:color="auto" w:fill="auto"/>
            <w:vAlign w:val="center"/>
          </w:tcPr>
          <w:p w14:paraId="54A7B47B" w14:textId="77777777" w:rsidR="001F5A79" w:rsidRPr="008C6DE4" w:rsidRDefault="001F5A79" w:rsidP="00DF3064">
            <w:pPr>
              <w:keepNext/>
              <w:keepLines/>
              <w:spacing w:after="0"/>
              <w:jc w:val="center"/>
            </w:pPr>
          </w:p>
        </w:tc>
        <w:tc>
          <w:tcPr>
            <w:tcW w:w="1055"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0C3C3C0" w14:textId="77777777" w:rsidR="001F5A79" w:rsidRPr="008C6DE4" w:rsidRDefault="001F5A79" w:rsidP="00DF3064">
            <w:pPr>
              <w:keepNext/>
              <w:keepLines/>
              <w:spacing w:after="0"/>
              <w:jc w:val="center"/>
            </w:pPr>
          </w:p>
        </w:tc>
        <w:tc>
          <w:tcPr>
            <w:tcW w:w="833" w:type="dxa"/>
            <w:vMerge/>
            <w:tcBorders>
              <w:top w:val="single" w:sz="6" w:space="0" w:color="auto"/>
              <w:left w:val="single" w:sz="6" w:space="0" w:color="auto"/>
              <w:bottom w:val="single" w:sz="6" w:space="0" w:color="auto"/>
              <w:right w:val="single" w:sz="6" w:space="0" w:color="auto"/>
            </w:tcBorders>
            <w:shd w:val="clear" w:color="auto" w:fill="auto"/>
          </w:tcPr>
          <w:p w14:paraId="31397A43" w14:textId="77777777" w:rsidR="001F5A79" w:rsidRPr="008C6DE4" w:rsidRDefault="001F5A79" w:rsidP="00DF3064">
            <w:pPr>
              <w:keepNext/>
              <w:keepLines/>
              <w:spacing w:after="0"/>
              <w:jc w:val="center"/>
            </w:pP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05142A32" w14:textId="77777777" w:rsidR="001F5A79" w:rsidRPr="008C6DE4" w:rsidRDefault="001F5A79" w:rsidP="00DF3064">
            <w:pPr>
              <w:keepNext/>
              <w:keepLines/>
              <w:spacing w:after="0"/>
              <w:jc w:val="center"/>
            </w:pPr>
            <w:r w:rsidRPr="008C6DE4">
              <w:rPr>
                <w:rFonts w:ascii="Arial" w:hAnsi="Arial"/>
                <w:b/>
                <w:sz w:val="18"/>
              </w:rPr>
              <w:t>NR operating band groups</w:t>
            </w:r>
            <w:r w:rsidRPr="008C6DE4">
              <w:rPr>
                <w:rFonts w:ascii="Arial" w:hAnsi="Arial"/>
                <w:b/>
                <w:sz w:val="18"/>
                <w:vertAlign w:val="superscript"/>
              </w:rPr>
              <w:t xml:space="preserve"> Note 2</w:t>
            </w:r>
          </w:p>
        </w:tc>
        <w:tc>
          <w:tcPr>
            <w:tcW w:w="3278"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71A36912" w14:textId="77777777" w:rsidR="001F5A79" w:rsidRPr="008C6DE4" w:rsidRDefault="001F5A79" w:rsidP="00DF3064">
            <w:pPr>
              <w:keepNext/>
              <w:keepLines/>
              <w:spacing w:after="0"/>
              <w:jc w:val="cente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2502DE7D" w14:textId="77777777" w:rsidR="001F5A79" w:rsidRPr="008C6DE4" w:rsidRDefault="001F5A79" w:rsidP="00DF3064">
            <w:pPr>
              <w:keepNext/>
              <w:keepLines/>
              <w:spacing w:after="0"/>
              <w:jc w:val="center"/>
            </w:pPr>
            <w:r w:rsidRPr="008C6DE4">
              <w:rPr>
                <w:rFonts w:ascii="Arial" w:hAnsi="Arial"/>
                <w:b/>
                <w:sz w:val="18"/>
              </w:rPr>
              <w:t>Maximum Io</w:t>
            </w:r>
          </w:p>
        </w:tc>
      </w:tr>
      <w:tr w:rsidR="00DD3199" w:rsidRPr="008C6DE4" w14:paraId="54E6286C" w14:textId="77777777" w:rsidTr="00DF3064">
        <w:trPr>
          <w:trHeight w:val="308"/>
          <w:jc w:val="center"/>
        </w:trPr>
        <w:tc>
          <w:tcPr>
            <w:tcW w:w="1036" w:type="dxa"/>
            <w:vMerge w:val="restart"/>
            <w:tcBorders>
              <w:top w:val="single" w:sz="6" w:space="0" w:color="auto"/>
              <w:left w:val="single" w:sz="4" w:space="0" w:color="auto"/>
              <w:right w:val="single" w:sz="6" w:space="0" w:color="auto"/>
            </w:tcBorders>
            <w:shd w:val="clear" w:color="auto" w:fill="auto"/>
            <w:vAlign w:val="center"/>
          </w:tcPr>
          <w:p w14:paraId="6FDD5115" w14:textId="77777777" w:rsidR="001F5A79" w:rsidRPr="008C6DE4" w:rsidRDefault="001F5A79" w:rsidP="00DF3064">
            <w:pPr>
              <w:keepNext/>
              <w:keepLines/>
              <w:spacing w:after="0"/>
              <w:jc w:val="center"/>
            </w:pPr>
            <w:r w:rsidRPr="008C6DE4">
              <w:rPr>
                <w:rFonts w:ascii="Arial" w:hAnsi="Arial"/>
                <w:b/>
                <w:sz w:val="18"/>
              </w:rPr>
              <w:t>dB</w:t>
            </w:r>
          </w:p>
        </w:tc>
        <w:tc>
          <w:tcPr>
            <w:tcW w:w="1055" w:type="dxa"/>
            <w:vMerge w:val="restart"/>
            <w:tcBorders>
              <w:top w:val="single" w:sz="6" w:space="0" w:color="auto"/>
              <w:left w:val="single" w:sz="6" w:space="0" w:color="auto"/>
              <w:right w:val="single" w:sz="6" w:space="0" w:color="auto"/>
            </w:tcBorders>
            <w:shd w:val="clear" w:color="auto" w:fill="auto"/>
            <w:vAlign w:val="center"/>
          </w:tcPr>
          <w:p w14:paraId="187C7E74" w14:textId="77777777" w:rsidR="001F5A79" w:rsidRPr="008C6DE4" w:rsidRDefault="001F5A79" w:rsidP="00DF3064">
            <w:pPr>
              <w:keepNext/>
              <w:keepLines/>
              <w:spacing w:after="0"/>
              <w:jc w:val="center"/>
            </w:pPr>
            <w:r w:rsidRPr="008C6DE4">
              <w:rPr>
                <w:rFonts w:ascii="Arial" w:hAnsi="Arial"/>
                <w:b/>
                <w:sz w:val="18"/>
              </w:rPr>
              <w:t>dB</w:t>
            </w:r>
          </w:p>
        </w:tc>
        <w:tc>
          <w:tcPr>
            <w:tcW w:w="833" w:type="dxa"/>
            <w:vMerge w:val="restart"/>
            <w:tcBorders>
              <w:top w:val="single" w:sz="6" w:space="0" w:color="auto"/>
              <w:left w:val="single" w:sz="6" w:space="0" w:color="auto"/>
              <w:right w:val="single" w:sz="6" w:space="0" w:color="auto"/>
            </w:tcBorders>
            <w:shd w:val="clear" w:color="auto" w:fill="auto"/>
          </w:tcPr>
          <w:p w14:paraId="7B0BEA4D" w14:textId="77777777" w:rsidR="001F5A79" w:rsidRPr="008C6DE4" w:rsidRDefault="001F5A79" w:rsidP="00DF3064">
            <w:pPr>
              <w:keepNext/>
              <w:keepLines/>
              <w:spacing w:after="0"/>
              <w:jc w:val="center"/>
            </w:pPr>
            <w:r w:rsidRPr="008C6DE4">
              <w:rPr>
                <w:rFonts w:ascii="Arial" w:hAnsi="Arial"/>
                <w:b/>
                <w:sz w:val="18"/>
              </w:rPr>
              <w:t>dB</w:t>
            </w:r>
          </w:p>
        </w:tc>
        <w:tc>
          <w:tcPr>
            <w:tcW w:w="2530" w:type="dxa"/>
            <w:vMerge w:val="restart"/>
            <w:tcBorders>
              <w:top w:val="single" w:sz="6" w:space="0" w:color="auto"/>
              <w:left w:val="single" w:sz="6" w:space="0" w:color="auto"/>
              <w:right w:val="single" w:sz="4" w:space="0" w:color="auto"/>
            </w:tcBorders>
            <w:shd w:val="clear" w:color="auto" w:fill="auto"/>
            <w:vAlign w:val="center"/>
          </w:tcPr>
          <w:p w14:paraId="132874BA" w14:textId="77777777" w:rsidR="001F5A79" w:rsidRPr="008C6DE4" w:rsidRDefault="001F5A79" w:rsidP="00DF3064">
            <w:pPr>
              <w:keepNext/>
              <w:keepLines/>
              <w:spacing w:after="0"/>
              <w:jc w:val="center"/>
            </w:pPr>
          </w:p>
        </w:tc>
        <w:tc>
          <w:tcPr>
            <w:tcW w:w="183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1212B4A7" w14:textId="77777777" w:rsidR="001F5A79" w:rsidRPr="008C6DE4" w:rsidRDefault="001F5A79" w:rsidP="00DF3064">
            <w:pPr>
              <w:keepNext/>
              <w:keepLines/>
              <w:spacing w:after="0"/>
              <w:jc w:val="cente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72A91D2B" w14:textId="77777777" w:rsidR="001F5A79" w:rsidRPr="008C6DE4" w:rsidRDefault="001F5A79" w:rsidP="00DF3064">
            <w:pPr>
              <w:keepNext/>
              <w:keepLines/>
              <w:spacing w:after="0"/>
              <w:jc w:val="cente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5CD0E4CB" w14:textId="77777777" w:rsidR="001F5A79" w:rsidRPr="008C6DE4" w:rsidRDefault="001F5A79" w:rsidP="00DF3064">
            <w:pPr>
              <w:keepNext/>
              <w:keepLines/>
              <w:spacing w:after="0"/>
              <w:jc w:val="center"/>
            </w:pPr>
            <w:r w:rsidRPr="008C6DE4">
              <w:rPr>
                <w:rFonts w:ascii="Arial" w:hAnsi="Arial"/>
                <w:b/>
                <w:sz w:val="18"/>
              </w:rPr>
              <w:t>dBm/BW</w:t>
            </w:r>
            <w:r w:rsidRPr="008C6DE4">
              <w:rPr>
                <w:rFonts w:ascii="Arial" w:hAnsi="Arial"/>
                <w:b/>
                <w:sz w:val="18"/>
                <w:vertAlign w:val="subscript"/>
              </w:rPr>
              <w:t>Channel</w:t>
            </w:r>
          </w:p>
        </w:tc>
      </w:tr>
      <w:tr w:rsidR="00DD3199" w:rsidRPr="008C6DE4" w14:paraId="343FC04A" w14:textId="77777777" w:rsidTr="00DF3064">
        <w:trPr>
          <w:trHeight w:val="307"/>
          <w:jc w:val="center"/>
        </w:trPr>
        <w:tc>
          <w:tcPr>
            <w:tcW w:w="1036" w:type="dxa"/>
            <w:vMerge/>
            <w:tcBorders>
              <w:left w:val="single" w:sz="4" w:space="0" w:color="auto"/>
              <w:bottom w:val="single" w:sz="6" w:space="0" w:color="auto"/>
              <w:right w:val="single" w:sz="6" w:space="0" w:color="auto"/>
            </w:tcBorders>
            <w:shd w:val="clear" w:color="auto" w:fill="auto"/>
            <w:vAlign w:val="center"/>
          </w:tcPr>
          <w:p w14:paraId="1CA9878F" w14:textId="77777777" w:rsidR="001F5A79" w:rsidRPr="008C6DE4" w:rsidRDefault="001F5A79" w:rsidP="00DF3064">
            <w:pPr>
              <w:keepNext/>
              <w:keepLines/>
              <w:spacing w:after="0"/>
              <w:jc w:val="center"/>
              <w:rPr>
                <w:rFonts w:ascii="Arial" w:hAnsi="Arial"/>
                <w:b/>
                <w:sz w:val="18"/>
              </w:rPr>
            </w:pPr>
          </w:p>
        </w:tc>
        <w:tc>
          <w:tcPr>
            <w:tcW w:w="1055" w:type="dxa"/>
            <w:vMerge/>
            <w:tcBorders>
              <w:left w:val="single" w:sz="6" w:space="0" w:color="auto"/>
              <w:bottom w:val="single" w:sz="6" w:space="0" w:color="auto"/>
              <w:right w:val="single" w:sz="6" w:space="0" w:color="auto"/>
            </w:tcBorders>
            <w:shd w:val="clear" w:color="auto" w:fill="auto"/>
            <w:vAlign w:val="center"/>
          </w:tcPr>
          <w:p w14:paraId="2EC24800" w14:textId="77777777" w:rsidR="001F5A79" w:rsidRPr="008C6DE4" w:rsidRDefault="001F5A79" w:rsidP="00DF3064">
            <w:pPr>
              <w:keepNext/>
              <w:keepLines/>
              <w:spacing w:after="0"/>
              <w:jc w:val="center"/>
              <w:rPr>
                <w:rFonts w:ascii="Arial" w:hAnsi="Arial"/>
                <w:b/>
                <w:sz w:val="18"/>
              </w:rPr>
            </w:pPr>
          </w:p>
        </w:tc>
        <w:tc>
          <w:tcPr>
            <w:tcW w:w="833" w:type="dxa"/>
            <w:vMerge/>
            <w:tcBorders>
              <w:left w:val="single" w:sz="6" w:space="0" w:color="auto"/>
              <w:bottom w:val="single" w:sz="6" w:space="0" w:color="auto"/>
              <w:right w:val="single" w:sz="6" w:space="0" w:color="auto"/>
            </w:tcBorders>
            <w:shd w:val="clear" w:color="auto" w:fill="auto"/>
          </w:tcPr>
          <w:p w14:paraId="6E50F3AD" w14:textId="77777777" w:rsidR="001F5A79" w:rsidRPr="008C6DE4" w:rsidRDefault="001F5A79" w:rsidP="00DF3064">
            <w:pPr>
              <w:keepNext/>
              <w:keepLines/>
              <w:spacing w:after="0"/>
              <w:jc w:val="center"/>
              <w:rPr>
                <w:rFonts w:ascii="Arial" w:hAnsi="Arial"/>
                <w:b/>
                <w:sz w:val="18"/>
              </w:rPr>
            </w:pPr>
          </w:p>
        </w:tc>
        <w:tc>
          <w:tcPr>
            <w:tcW w:w="2530" w:type="dxa"/>
            <w:vMerge/>
            <w:tcBorders>
              <w:left w:val="single" w:sz="6" w:space="0" w:color="auto"/>
              <w:bottom w:val="single" w:sz="6" w:space="0" w:color="auto"/>
              <w:right w:val="single" w:sz="4" w:space="0" w:color="auto"/>
            </w:tcBorders>
            <w:shd w:val="clear" w:color="auto" w:fill="auto"/>
            <w:vAlign w:val="center"/>
          </w:tcPr>
          <w:p w14:paraId="32A11F39" w14:textId="77777777" w:rsidR="001F5A79" w:rsidRPr="008C6DE4" w:rsidRDefault="001F5A79" w:rsidP="00DF3064">
            <w:pPr>
              <w:keepNext/>
              <w:keepLines/>
              <w:spacing w:after="0"/>
              <w:jc w:val="center"/>
              <w:rPr>
                <w:rFonts w:ascii="Arial" w:hAnsi="Arial"/>
                <w:b/>
                <w:sz w:val="18"/>
              </w:rPr>
            </w:pP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6A378C6B"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7012E658"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440" w:type="dxa"/>
            <w:vMerge/>
            <w:tcBorders>
              <w:left w:val="single" w:sz="6" w:space="0" w:color="auto"/>
              <w:bottom w:val="single" w:sz="6" w:space="0" w:color="auto"/>
              <w:right w:val="single" w:sz="6" w:space="0" w:color="auto"/>
            </w:tcBorders>
            <w:shd w:val="clear" w:color="auto" w:fill="auto"/>
            <w:vAlign w:val="center"/>
          </w:tcPr>
          <w:p w14:paraId="201BB961"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62A37802" w14:textId="77777777" w:rsidR="001F5A79" w:rsidRPr="008C6DE4" w:rsidRDefault="001F5A79" w:rsidP="00DF3064">
            <w:pPr>
              <w:keepNext/>
              <w:keepLines/>
              <w:spacing w:after="0"/>
              <w:jc w:val="center"/>
              <w:rPr>
                <w:rFonts w:ascii="Arial" w:hAnsi="Arial"/>
                <w:b/>
                <w:sz w:val="18"/>
              </w:rPr>
            </w:pPr>
          </w:p>
        </w:tc>
      </w:tr>
      <w:tr w:rsidR="00DD3199" w:rsidRPr="008C6DE4" w14:paraId="1F611674" w14:textId="77777777" w:rsidTr="00DF3064">
        <w:trPr>
          <w:jc w:val="center"/>
        </w:trPr>
        <w:tc>
          <w:tcPr>
            <w:tcW w:w="1036" w:type="dxa"/>
            <w:vMerge w:val="restart"/>
            <w:tcBorders>
              <w:top w:val="single" w:sz="6" w:space="0" w:color="auto"/>
              <w:left w:val="single" w:sz="4" w:space="0" w:color="auto"/>
              <w:right w:val="single" w:sz="6" w:space="0" w:color="auto"/>
            </w:tcBorders>
            <w:shd w:val="clear" w:color="auto" w:fill="auto"/>
            <w:vAlign w:val="center"/>
          </w:tcPr>
          <w:p w14:paraId="0CC0AF60"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4.5</w:t>
            </w:r>
          </w:p>
        </w:tc>
        <w:tc>
          <w:tcPr>
            <w:tcW w:w="1055" w:type="dxa"/>
            <w:vMerge w:val="restart"/>
            <w:tcBorders>
              <w:top w:val="single" w:sz="6" w:space="0" w:color="auto"/>
              <w:left w:val="single" w:sz="6" w:space="0" w:color="auto"/>
              <w:right w:val="single" w:sz="6" w:space="0" w:color="auto"/>
            </w:tcBorders>
            <w:shd w:val="clear" w:color="auto" w:fill="auto"/>
            <w:vAlign w:val="center"/>
          </w:tcPr>
          <w:p w14:paraId="5714BD35"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9</w:t>
            </w:r>
          </w:p>
        </w:tc>
        <w:tc>
          <w:tcPr>
            <w:tcW w:w="833" w:type="dxa"/>
            <w:vMerge w:val="restart"/>
            <w:tcBorders>
              <w:top w:val="single" w:sz="6" w:space="0" w:color="auto"/>
              <w:left w:val="single" w:sz="6" w:space="0" w:color="auto"/>
              <w:right w:val="single" w:sz="6" w:space="0" w:color="auto"/>
            </w:tcBorders>
            <w:shd w:val="clear" w:color="auto" w:fill="auto"/>
            <w:vAlign w:val="center"/>
          </w:tcPr>
          <w:p w14:paraId="51AB7118"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-6 dB</w:t>
            </w: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391E9390" w14:textId="77777777" w:rsidR="001F5A79" w:rsidRPr="008C6DE4" w:rsidRDefault="001F5A79" w:rsidP="00DF3064">
            <w:pPr>
              <w:keepNext/>
              <w:keepLines/>
              <w:spacing w:after="0"/>
              <w:jc w:val="center"/>
              <w:rPr>
                <w:rFonts w:ascii="Arial" w:hAnsi="Arial" w:cs="Arial"/>
                <w:sz w:val="18"/>
                <w:szCs w:val="18"/>
              </w:rPr>
            </w:pPr>
            <w:r w:rsidRPr="008C6DE4">
              <w:rPr>
                <w:rFonts w:ascii="Arial" w:hAnsi="Arial" w:cs="Arial"/>
                <w:sz w:val="18"/>
                <w:szCs w:val="18"/>
              </w:rPr>
              <w:t>NR_FDD_FR1_A, NR_TDD_FR1_A,</w:t>
            </w:r>
          </w:p>
          <w:p w14:paraId="650FE017" w14:textId="77777777" w:rsidR="001F5A79" w:rsidRPr="008C6DE4" w:rsidRDefault="001F5A79" w:rsidP="00DF3064">
            <w:pPr>
              <w:keepNext/>
              <w:keepLines/>
              <w:spacing w:after="0"/>
              <w:jc w:val="center"/>
              <w:rPr>
                <w:rFonts w:ascii="Arial" w:hAnsi="Arial" w:cs="Arial"/>
                <w:sz w:val="18"/>
                <w:szCs w:val="18"/>
              </w:rPr>
            </w:pPr>
            <w:r w:rsidRPr="008C6DE4">
              <w:rPr>
                <w:rFonts w:ascii="Arial" w:hAnsi="Arial" w:cs="Arial"/>
                <w:sz w:val="18"/>
                <w:szCs w:val="18"/>
              </w:rPr>
              <w:t>NR_SDL_FR1_A</w:t>
            </w: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2D14B7F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0EE2178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2AD9AF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291ED86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27ABEA51" w14:textId="77777777" w:rsidTr="00DF3064">
        <w:trPr>
          <w:jc w:val="center"/>
        </w:trPr>
        <w:tc>
          <w:tcPr>
            <w:tcW w:w="1036" w:type="dxa"/>
            <w:vMerge/>
            <w:tcBorders>
              <w:left w:val="single" w:sz="4" w:space="0" w:color="auto"/>
              <w:right w:val="single" w:sz="6" w:space="0" w:color="auto"/>
            </w:tcBorders>
            <w:shd w:val="clear" w:color="auto" w:fill="auto"/>
            <w:vAlign w:val="center"/>
          </w:tcPr>
          <w:p w14:paraId="6AA71F9A" w14:textId="77777777" w:rsidR="001F5A79" w:rsidRPr="008C6DE4" w:rsidRDefault="001F5A79" w:rsidP="00DF3064">
            <w:pPr>
              <w:keepNext/>
              <w:keepLines/>
              <w:spacing w:after="0"/>
              <w:jc w:val="center"/>
              <w:rPr>
                <w:rFonts w:ascii="Arial" w:hAnsi="Arial"/>
                <w:sz w:val="18"/>
              </w:rPr>
            </w:pPr>
          </w:p>
        </w:tc>
        <w:tc>
          <w:tcPr>
            <w:tcW w:w="1055" w:type="dxa"/>
            <w:vMerge/>
            <w:tcBorders>
              <w:left w:val="single" w:sz="6" w:space="0" w:color="auto"/>
              <w:right w:val="single" w:sz="6" w:space="0" w:color="auto"/>
            </w:tcBorders>
            <w:shd w:val="clear" w:color="auto" w:fill="auto"/>
            <w:vAlign w:val="center"/>
          </w:tcPr>
          <w:p w14:paraId="28745161" w14:textId="77777777" w:rsidR="001F5A79" w:rsidRPr="008C6DE4" w:rsidRDefault="001F5A79" w:rsidP="00DF3064">
            <w:pPr>
              <w:keepNext/>
              <w:keepLines/>
              <w:spacing w:after="0"/>
              <w:jc w:val="center"/>
              <w:rPr>
                <w:rFonts w:ascii="Arial" w:hAnsi="Arial"/>
                <w:sz w:val="18"/>
              </w:rPr>
            </w:pPr>
          </w:p>
        </w:tc>
        <w:tc>
          <w:tcPr>
            <w:tcW w:w="833" w:type="dxa"/>
            <w:vMerge/>
            <w:tcBorders>
              <w:left w:val="single" w:sz="6" w:space="0" w:color="auto"/>
              <w:right w:val="single" w:sz="6" w:space="0" w:color="auto"/>
            </w:tcBorders>
            <w:shd w:val="clear" w:color="auto" w:fill="auto"/>
            <w:vAlign w:val="center"/>
          </w:tcPr>
          <w:p w14:paraId="1162C870" w14:textId="77777777" w:rsidR="001F5A79" w:rsidRPr="008C6DE4" w:rsidRDefault="001F5A79" w:rsidP="00DF3064">
            <w:pPr>
              <w:keepNext/>
              <w:keepLines/>
              <w:spacing w:after="0"/>
              <w:jc w:val="center"/>
              <w:rPr>
                <w:rFonts w:ascii="Arial" w:hAnsi="Arial"/>
                <w:sz w:val="18"/>
              </w:rPr>
            </w:pPr>
          </w:p>
        </w:tc>
        <w:tc>
          <w:tcPr>
            <w:tcW w:w="2530" w:type="dxa"/>
            <w:tcBorders>
              <w:top w:val="single" w:sz="6" w:space="0" w:color="auto"/>
              <w:left w:val="single" w:sz="6" w:space="0" w:color="auto"/>
              <w:bottom w:val="single" w:sz="6" w:space="0" w:color="auto"/>
              <w:right w:val="single" w:sz="4" w:space="0" w:color="auto"/>
            </w:tcBorders>
            <w:shd w:val="clear" w:color="auto" w:fill="auto"/>
          </w:tcPr>
          <w:p w14:paraId="15B02E2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1005" w:type="dxa"/>
            <w:tcBorders>
              <w:top w:val="single" w:sz="6" w:space="0" w:color="auto"/>
              <w:left w:val="single" w:sz="4" w:space="0" w:color="auto"/>
              <w:bottom w:val="single" w:sz="6" w:space="0" w:color="auto"/>
              <w:right w:val="single" w:sz="6" w:space="0" w:color="auto"/>
            </w:tcBorders>
            <w:shd w:val="clear" w:color="auto" w:fill="auto"/>
          </w:tcPr>
          <w:p w14:paraId="22E67FB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7FBEF74E"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C226B6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2F7E9F2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672332AA" w14:textId="77777777" w:rsidTr="00DF3064">
        <w:trPr>
          <w:jc w:val="center"/>
        </w:trPr>
        <w:tc>
          <w:tcPr>
            <w:tcW w:w="1036" w:type="dxa"/>
            <w:vMerge/>
            <w:tcBorders>
              <w:left w:val="single" w:sz="4" w:space="0" w:color="auto"/>
              <w:right w:val="single" w:sz="6" w:space="0" w:color="auto"/>
            </w:tcBorders>
            <w:shd w:val="clear" w:color="auto" w:fill="auto"/>
            <w:vAlign w:val="center"/>
          </w:tcPr>
          <w:p w14:paraId="0948EEC9" w14:textId="77777777" w:rsidR="001F5A79" w:rsidRPr="008C6DE4" w:rsidRDefault="001F5A79" w:rsidP="00DF3064">
            <w:pPr>
              <w:keepNext/>
              <w:keepLines/>
              <w:spacing w:after="0"/>
              <w:jc w:val="center"/>
              <w:rPr>
                <w:rFonts w:ascii="Arial" w:hAnsi="Arial"/>
                <w:sz w:val="18"/>
              </w:rPr>
            </w:pPr>
          </w:p>
        </w:tc>
        <w:tc>
          <w:tcPr>
            <w:tcW w:w="1055" w:type="dxa"/>
            <w:vMerge/>
            <w:tcBorders>
              <w:left w:val="single" w:sz="6" w:space="0" w:color="auto"/>
              <w:right w:val="single" w:sz="6" w:space="0" w:color="auto"/>
            </w:tcBorders>
            <w:shd w:val="clear" w:color="auto" w:fill="auto"/>
            <w:vAlign w:val="center"/>
          </w:tcPr>
          <w:p w14:paraId="4DFD41D3" w14:textId="77777777" w:rsidR="001F5A79" w:rsidRPr="008C6DE4" w:rsidRDefault="001F5A79" w:rsidP="00DF3064">
            <w:pPr>
              <w:keepNext/>
              <w:keepLines/>
              <w:spacing w:after="0"/>
              <w:jc w:val="center"/>
              <w:rPr>
                <w:rFonts w:ascii="Arial" w:hAnsi="Arial"/>
                <w:sz w:val="18"/>
              </w:rPr>
            </w:pPr>
          </w:p>
        </w:tc>
        <w:tc>
          <w:tcPr>
            <w:tcW w:w="833" w:type="dxa"/>
            <w:vMerge/>
            <w:tcBorders>
              <w:left w:val="single" w:sz="6" w:space="0" w:color="auto"/>
              <w:right w:val="single" w:sz="6" w:space="0" w:color="auto"/>
            </w:tcBorders>
            <w:shd w:val="clear" w:color="auto" w:fill="auto"/>
            <w:vAlign w:val="center"/>
          </w:tcPr>
          <w:p w14:paraId="07D32D53" w14:textId="77777777" w:rsidR="001F5A79" w:rsidRPr="008C6DE4" w:rsidRDefault="001F5A79" w:rsidP="00DF3064">
            <w:pPr>
              <w:keepNext/>
              <w:keepLines/>
              <w:spacing w:after="0"/>
              <w:jc w:val="center"/>
              <w:rPr>
                <w:rFonts w:ascii="Arial" w:hAnsi="Arial"/>
                <w:sz w:val="18"/>
              </w:rPr>
            </w:pP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4B7E6B5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4BE7FC0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1DBCB78B"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BDA13E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283A7EE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70AF9D9C" w14:textId="77777777" w:rsidTr="00DF3064">
        <w:trPr>
          <w:jc w:val="center"/>
        </w:trPr>
        <w:tc>
          <w:tcPr>
            <w:tcW w:w="1036" w:type="dxa"/>
            <w:vMerge/>
            <w:tcBorders>
              <w:left w:val="single" w:sz="4" w:space="0" w:color="auto"/>
              <w:right w:val="single" w:sz="6" w:space="0" w:color="auto"/>
            </w:tcBorders>
            <w:shd w:val="clear" w:color="auto" w:fill="auto"/>
            <w:vAlign w:val="center"/>
          </w:tcPr>
          <w:p w14:paraId="4C5BA04A" w14:textId="77777777" w:rsidR="001F5A79" w:rsidRPr="008C6DE4" w:rsidRDefault="001F5A79" w:rsidP="00DF3064">
            <w:pPr>
              <w:keepNext/>
              <w:keepLines/>
              <w:spacing w:after="0"/>
              <w:jc w:val="center"/>
              <w:rPr>
                <w:rFonts w:ascii="Arial" w:hAnsi="Arial"/>
                <w:sz w:val="18"/>
              </w:rPr>
            </w:pPr>
          </w:p>
        </w:tc>
        <w:tc>
          <w:tcPr>
            <w:tcW w:w="1055" w:type="dxa"/>
            <w:vMerge/>
            <w:tcBorders>
              <w:left w:val="single" w:sz="6" w:space="0" w:color="auto"/>
              <w:right w:val="single" w:sz="6" w:space="0" w:color="auto"/>
            </w:tcBorders>
            <w:shd w:val="clear" w:color="auto" w:fill="auto"/>
            <w:vAlign w:val="center"/>
          </w:tcPr>
          <w:p w14:paraId="72210C60" w14:textId="77777777" w:rsidR="001F5A79" w:rsidRPr="008C6DE4" w:rsidRDefault="001F5A79" w:rsidP="00DF3064">
            <w:pPr>
              <w:keepNext/>
              <w:keepLines/>
              <w:spacing w:after="0"/>
              <w:jc w:val="center"/>
              <w:rPr>
                <w:rFonts w:ascii="Arial" w:hAnsi="Arial"/>
                <w:sz w:val="18"/>
              </w:rPr>
            </w:pPr>
          </w:p>
        </w:tc>
        <w:tc>
          <w:tcPr>
            <w:tcW w:w="833" w:type="dxa"/>
            <w:vMerge/>
            <w:tcBorders>
              <w:left w:val="single" w:sz="6" w:space="0" w:color="auto"/>
              <w:right w:val="single" w:sz="6" w:space="0" w:color="auto"/>
            </w:tcBorders>
            <w:shd w:val="clear" w:color="auto" w:fill="auto"/>
            <w:vAlign w:val="center"/>
          </w:tcPr>
          <w:p w14:paraId="78E4A260" w14:textId="77777777" w:rsidR="001F5A79" w:rsidRPr="008C6DE4" w:rsidRDefault="001F5A79" w:rsidP="00DF3064">
            <w:pPr>
              <w:keepNext/>
              <w:keepLines/>
              <w:spacing w:after="0"/>
              <w:jc w:val="center"/>
              <w:rPr>
                <w:rFonts w:ascii="Arial" w:hAnsi="Arial"/>
                <w:sz w:val="18"/>
              </w:rPr>
            </w:pP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76364577"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1B13EB88" w14:textId="77777777" w:rsidR="001F5A79" w:rsidRPr="008C6DE4" w:rsidDel="00FA4A82" w:rsidRDefault="001F5A79" w:rsidP="00DF3064">
            <w:pPr>
              <w:keepNext/>
              <w:keepLines/>
              <w:spacing w:after="0"/>
              <w:jc w:val="center"/>
              <w:rPr>
                <w:rFonts w:ascii="Arial" w:hAnsi="Arial"/>
                <w:sz w:val="18"/>
              </w:rPr>
            </w:pPr>
            <w:r w:rsidRPr="008C6DE4">
              <w:rPr>
                <w:rFonts w:ascii="Arial" w:hAnsi="Arial"/>
                <w:sz w:val="18"/>
              </w:rPr>
              <w:t>-119.5</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663F7946" w14:textId="77777777" w:rsidR="001F5A79" w:rsidRPr="008C6DE4" w:rsidDel="00FA4A82" w:rsidRDefault="001F5A79" w:rsidP="00DF3064">
            <w:pPr>
              <w:keepNext/>
              <w:keepLines/>
              <w:spacing w:after="0"/>
              <w:jc w:val="center"/>
              <w:rPr>
                <w:rFonts w:ascii="Arial" w:hAnsi="Arial"/>
                <w:sz w:val="18"/>
              </w:rPr>
            </w:pPr>
            <w:r w:rsidRPr="008C6DE4">
              <w:rPr>
                <w:rFonts w:ascii="Arial" w:hAnsi="Arial"/>
                <w:sz w:val="18"/>
              </w:rPr>
              <w:t>-116.5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C1C6D7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59A02B7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38EACCCC" w14:textId="77777777" w:rsidTr="00DF3064">
        <w:trPr>
          <w:jc w:val="center"/>
        </w:trPr>
        <w:tc>
          <w:tcPr>
            <w:tcW w:w="1036" w:type="dxa"/>
            <w:vMerge/>
            <w:tcBorders>
              <w:left w:val="single" w:sz="4" w:space="0" w:color="auto"/>
              <w:right w:val="single" w:sz="6" w:space="0" w:color="auto"/>
            </w:tcBorders>
            <w:shd w:val="clear" w:color="auto" w:fill="auto"/>
            <w:vAlign w:val="center"/>
          </w:tcPr>
          <w:p w14:paraId="1C3E6AC7" w14:textId="77777777" w:rsidR="001F5A79" w:rsidRPr="008C6DE4" w:rsidRDefault="001F5A79" w:rsidP="00DF3064">
            <w:pPr>
              <w:keepNext/>
              <w:keepLines/>
              <w:spacing w:after="0"/>
              <w:jc w:val="center"/>
              <w:rPr>
                <w:rFonts w:ascii="Arial" w:hAnsi="Arial"/>
                <w:sz w:val="18"/>
              </w:rPr>
            </w:pPr>
          </w:p>
        </w:tc>
        <w:tc>
          <w:tcPr>
            <w:tcW w:w="1055" w:type="dxa"/>
            <w:vMerge/>
            <w:tcBorders>
              <w:left w:val="single" w:sz="6" w:space="0" w:color="auto"/>
              <w:right w:val="single" w:sz="6" w:space="0" w:color="auto"/>
            </w:tcBorders>
            <w:shd w:val="clear" w:color="auto" w:fill="auto"/>
            <w:vAlign w:val="center"/>
          </w:tcPr>
          <w:p w14:paraId="21930692" w14:textId="77777777" w:rsidR="001F5A79" w:rsidRPr="008C6DE4" w:rsidRDefault="001F5A79" w:rsidP="00DF3064">
            <w:pPr>
              <w:keepNext/>
              <w:keepLines/>
              <w:spacing w:after="0"/>
              <w:jc w:val="center"/>
              <w:rPr>
                <w:rFonts w:ascii="Arial" w:hAnsi="Arial"/>
                <w:sz w:val="18"/>
              </w:rPr>
            </w:pPr>
          </w:p>
        </w:tc>
        <w:tc>
          <w:tcPr>
            <w:tcW w:w="833" w:type="dxa"/>
            <w:vMerge/>
            <w:tcBorders>
              <w:left w:val="single" w:sz="6" w:space="0" w:color="auto"/>
              <w:right w:val="single" w:sz="6" w:space="0" w:color="auto"/>
            </w:tcBorders>
            <w:shd w:val="clear" w:color="auto" w:fill="auto"/>
            <w:vAlign w:val="center"/>
          </w:tcPr>
          <w:p w14:paraId="206FE44F" w14:textId="77777777" w:rsidR="001F5A79" w:rsidRPr="008C6DE4" w:rsidRDefault="001F5A79" w:rsidP="00DF3064">
            <w:pPr>
              <w:keepNext/>
              <w:keepLines/>
              <w:spacing w:after="0"/>
              <w:jc w:val="center"/>
              <w:rPr>
                <w:rFonts w:ascii="Arial" w:hAnsi="Arial"/>
                <w:sz w:val="18"/>
              </w:rPr>
            </w:pP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7F96794C"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4AB8473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1A9073A1"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-116</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2B0A3E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D8BD80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161E5E76" w14:textId="77777777" w:rsidTr="00DF3064">
        <w:trPr>
          <w:jc w:val="center"/>
        </w:trPr>
        <w:tc>
          <w:tcPr>
            <w:tcW w:w="1036" w:type="dxa"/>
            <w:vMerge/>
            <w:tcBorders>
              <w:left w:val="single" w:sz="4" w:space="0" w:color="auto"/>
              <w:right w:val="single" w:sz="6" w:space="0" w:color="auto"/>
            </w:tcBorders>
            <w:shd w:val="clear" w:color="auto" w:fill="auto"/>
            <w:vAlign w:val="center"/>
          </w:tcPr>
          <w:p w14:paraId="22BF828E" w14:textId="77777777" w:rsidR="001F5A79" w:rsidRPr="008C6DE4" w:rsidRDefault="001F5A79" w:rsidP="00DF3064">
            <w:pPr>
              <w:keepNext/>
              <w:keepLines/>
              <w:spacing w:after="0"/>
              <w:jc w:val="center"/>
              <w:rPr>
                <w:rFonts w:ascii="Arial" w:hAnsi="Arial"/>
                <w:sz w:val="18"/>
              </w:rPr>
            </w:pPr>
          </w:p>
        </w:tc>
        <w:tc>
          <w:tcPr>
            <w:tcW w:w="1055" w:type="dxa"/>
            <w:vMerge/>
            <w:tcBorders>
              <w:left w:val="single" w:sz="6" w:space="0" w:color="auto"/>
              <w:right w:val="single" w:sz="6" w:space="0" w:color="auto"/>
            </w:tcBorders>
            <w:shd w:val="clear" w:color="auto" w:fill="auto"/>
            <w:vAlign w:val="center"/>
          </w:tcPr>
          <w:p w14:paraId="28005043" w14:textId="77777777" w:rsidR="001F5A79" w:rsidRPr="008C6DE4" w:rsidRDefault="001F5A79" w:rsidP="00DF3064">
            <w:pPr>
              <w:keepNext/>
              <w:keepLines/>
              <w:spacing w:after="0"/>
              <w:jc w:val="center"/>
              <w:rPr>
                <w:rFonts w:ascii="Arial" w:hAnsi="Arial"/>
                <w:sz w:val="18"/>
              </w:rPr>
            </w:pPr>
          </w:p>
        </w:tc>
        <w:tc>
          <w:tcPr>
            <w:tcW w:w="833" w:type="dxa"/>
            <w:vMerge/>
            <w:tcBorders>
              <w:left w:val="single" w:sz="6" w:space="0" w:color="auto"/>
              <w:right w:val="single" w:sz="6" w:space="0" w:color="auto"/>
            </w:tcBorders>
            <w:shd w:val="clear" w:color="auto" w:fill="auto"/>
            <w:vAlign w:val="center"/>
          </w:tcPr>
          <w:p w14:paraId="2F13E98A" w14:textId="77777777" w:rsidR="001F5A79" w:rsidRPr="008C6DE4" w:rsidRDefault="001F5A79" w:rsidP="00DF3064">
            <w:pPr>
              <w:keepNext/>
              <w:keepLines/>
              <w:spacing w:after="0"/>
              <w:jc w:val="center"/>
              <w:rPr>
                <w:rFonts w:ascii="Arial" w:hAnsi="Arial"/>
                <w:sz w:val="18"/>
              </w:rPr>
            </w:pP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29F32CC0"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FDD_FR1_G</w:t>
            </w: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71087E8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6DEA73B4"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665B40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16B76EB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6039BD3A" w14:textId="77777777" w:rsidTr="00DF3064">
        <w:trPr>
          <w:jc w:val="center"/>
        </w:trPr>
        <w:tc>
          <w:tcPr>
            <w:tcW w:w="1036" w:type="dxa"/>
            <w:vMerge/>
            <w:tcBorders>
              <w:left w:val="single" w:sz="4" w:space="0" w:color="auto"/>
              <w:right w:val="single" w:sz="6" w:space="0" w:color="auto"/>
            </w:tcBorders>
            <w:shd w:val="clear" w:color="auto" w:fill="auto"/>
            <w:vAlign w:val="center"/>
          </w:tcPr>
          <w:p w14:paraId="261A8666" w14:textId="77777777" w:rsidR="001F5A79" w:rsidRPr="008C6DE4" w:rsidRDefault="001F5A79" w:rsidP="00DF3064">
            <w:pPr>
              <w:keepNext/>
              <w:keepLines/>
              <w:spacing w:after="0"/>
              <w:jc w:val="center"/>
              <w:rPr>
                <w:rFonts w:ascii="Arial" w:hAnsi="Arial"/>
                <w:sz w:val="18"/>
              </w:rPr>
            </w:pPr>
          </w:p>
        </w:tc>
        <w:tc>
          <w:tcPr>
            <w:tcW w:w="1055" w:type="dxa"/>
            <w:vMerge/>
            <w:tcBorders>
              <w:left w:val="single" w:sz="6" w:space="0" w:color="auto"/>
              <w:right w:val="single" w:sz="6" w:space="0" w:color="auto"/>
            </w:tcBorders>
            <w:shd w:val="clear" w:color="auto" w:fill="auto"/>
            <w:vAlign w:val="center"/>
          </w:tcPr>
          <w:p w14:paraId="62A2AD00" w14:textId="77777777" w:rsidR="001F5A79" w:rsidRPr="008C6DE4" w:rsidRDefault="001F5A79" w:rsidP="00DF3064">
            <w:pPr>
              <w:keepNext/>
              <w:keepLines/>
              <w:spacing w:after="0"/>
              <w:jc w:val="center"/>
              <w:rPr>
                <w:rFonts w:ascii="Arial" w:hAnsi="Arial"/>
                <w:sz w:val="18"/>
              </w:rPr>
            </w:pPr>
          </w:p>
        </w:tc>
        <w:tc>
          <w:tcPr>
            <w:tcW w:w="833" w:type="dxa"/>
            <w:vMerge/>
            <w:tcBorders>
              <w:left w:val="single" w:sz="6" w:space="0" w:color="auto"/>
              <w:right w:val="single" w:sz="6" w:space="0" w:color="auto"/>
            </w:tcBorders>
            <w:shd w:val="clear" w:color="auto" w:fill="auto"/>
            <w:vAlign w:val="center"/>
          </w:tcPr>
          <w:p w14:paraId="15D3D0D0" w14:textId="77777777" w:rsidR="001F5A79" w:rsidRPr="008C6DE4" w:rsidRDefault="001F5A79" w:rsidP="00DF3064">
            <w:pPr>
              <w:keepNext/>
              <w:keepLines/>
              <w:spacing w:after="0"/>
              <w:jc w:val="center"/>
              <w:rPr>
                <w:rFonts w:ascii="Arial" w:hAnsi="Arial"/>
                <w:sz w:val="18"/>
              </w:rPr>
            </w:pP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79FE800B"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FDD_FR1_H</w:t>
            </w: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338326F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497A02FB"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8D134B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CDF5E8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3C490AF5" w14:textId="77777777" w:rsidTr="00DF3064">
        <w:trPr>
          <w:jc w:val="center"/>
        </w:trPr>
        <w:tc>
          <w:tcPr>
            <w:tcW w:w="1036" w:type="dxa"/>
            <w:tcBorders>
              <w:top w:val="single" w:sz="6" w:space="0" w:color="auto"/>
              <w:left w:val="single" w:sz="4" w:space="0" w:color="auto"/>
              <w:bottom w:val="single" w:sz="6" w:space="0" w:color="auto"/>
              <w:right w:val="single" w:sz="6" w:space="0" w:color="auto"/>
            </w:tcBorders>
            <w:shd w:val="clear" w:color="auto" w:fill="auto"/>
            <w:vAlign w:val="center"/>
          </w:tcPr>
          <w:p w14:paraId="221D3AA8"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8</w:t>
            </w:r>
          </w:p>
        </w:tc>
        <w:tc>
          <w:tcPr>
            <w:tcW w:w="1055" w:type="dxa"/>
            <w:tcBorders>
              <w:top w:val="single" w:sz="6" w:space="0" w:color="auto"/>
              <w:left w:val="single" w:sz="6" w:space="0" w:color="auto"/>
              <w:bottom w:val="single" w:sz="6" w:space="0" w:color="auto"/>
              <w:right w:val="single" w:sz="6" w:space="0" w:color="auto"/>
            </w:tcBorders>
            <w:shd w:val="clear" w:color="auto" w:fill="auto"/>
            <w:vAlign w:val="center"/>
          </w:tcPr>
          <w:p w14:paraId="565FF7AD"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11</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14:paraId="3AAD8DFA"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-6 dB</w:t>
            </w: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2F2C796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 xml:space="preserve">NR_FDD_FR1_A, NR_TDD_FR1_A, </w:t>
            </w:r>
          </w:p>
          <w:p w14:paraId="583A2621" w14:textId="77777777" w:rsidR="001F5A79" w:rsidRPr="008C6DE4" w:rsidRDefault="001F5A79" w:rsidP="00DF3064">
            <w:pPr>
              <w:keepNext/>
              <w:keepLines/>
              <w:spacing w:after="0"/>
              <w:jc w:val="center"/>
              <w:rPr>
                <w:rFonts w:ascii="Arial" w:hAnsi="Arial"/>
                <w:sz w:val="18"/>
              </w:rPr>
            </w:pPr>
            <w:r w:rsidRPr="008C6DE4">
              <w:rPr>
                <w:rFonts w:ascii="Arial" w:hAnsi="Arial" w:cs="Arial"/>
                <w:sz w:val="18"/>
              </w:rPr>
              <w:t>NR_SDL_FR1_A</w:t>
            </w:r>
            <w:r w:rsidRPr="008C6DE4">
              <w:rPr>
                <w:rFonts w:ascii="Arial" w:hAnsi="Arial"/>
                <w:sz w:val="18"/>
              </w:rPr>
              <w:t>,</w:t>
            </w:r>
          </w:p>
          <w:p w14:paraId="49D5A54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 NR_TDD_FR1_C, NR_FDD_FR1_D, NR_TDD_FR1_D, NR_FDD_FR1_E, NR_TDD_FR1_E, NR_FDD_FR1_G, NR_FDD_FR1_H</w:t>
            </w:r>
          </w:p>
        </w:tc>
        <w:tc>
          <w:tcPr>
            <w:tcW w:w="1005" w:type="dxa"/>
            <w:tcBorders>
              <w:top w:val="single" w:sz="6" w:space="0" w:color="auto"/>
              <w:left w:val="single" w:sz="4" w:space="0" w:color="auto"/>
              <w:bottom w:val="single" w:sz="4" w:space="0" w:color="auto"/>
              <w:right w:val="single" w:sz="6" w:space="0" w:color="auto"/>
            </w:tcBorders>
            <w:shd w:val="clear" w:color="auto" w:fill="auto"/>
            <w:vAlign w:val="center"/>
          </w:tcPr>
          <w:p w14:paraId="2432F7E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833" w:type="dxa"/>
            <w:tcBorders>
              <w:top w:val="single" w:sz="6" w:space="0" w:color="auto"/>
              <w:left w:val="single" w:sz="4" w:space="0" w:color="auto"/>
              <w:bottom w:val="single" w:sz="4" w:space="0" w:color="auto"/>
              <w:right w:val="single" w:sz="6" w:space="0" w:color="auto"/>
            </w:tcBorders>
            <w:shd w:val="clear" w:color="auto" w:fill="auto"/>
            <w:vAlign w:val="center"/>
          </w:tcPr>
          <w:p w14:paraId="525D2199"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N/A</w:t>
            </w:r>
          </w:p>
        </w:tc>
        <w:tc>
          <w:tcPr>
            <w:tcW w:w="1440" w:type="dxa"/>
            <w:tcBorders>
              <w:top w:val="single" w:sz="6" w:space="0" w:color="auto"/>
              <w:left w:val="single" w:sz="6" w:space="0" w:color="auto"/>
              <w:bottom w:val="single" w:sz="4" w:space="0" w:color="auto"/>
              <w:right w:val="single" w:sz="6" w:space="0" w:color="auto"/>
            </w:tcBorders>
            <w:shd w:val="clear" w:color="auto" w:fill="auto"/>
            <w:vAlign w:val="center"/>
          </w:tcPr>
          <w:p w14:paraId="59DECBC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c>
          <w:tcPr>
            <w:tcW w:w="1440" w:type="dxa"/>
            <w:tcBorders>
              <w:top w:val="single" w:sz="6" w:space="0" w:color="auto"/>
              <w:left w:val="single" w:sz="6" w:space="0" w:color="auto"/>
              <w:bottom w:val="single" w:sz="4" w:space="0" w:color="auto"/>
              <w:right w:val="single" w:sz="4" w:space="0" w:color="auto"/>
            </w:tcBorders>
            <w:shd w:val="clear" w:color="auto" w:fill="auto"/>
            <w:vAlign w:val="center"/>
          </w:tcPr>
          <w:p w14:paraId="533BE83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1F5A79" w:rsidRPr="008C6DE4" w14:paraId="4D64B9D2" w14:textId="77777777" w:rsidTr="00DF3064">
        <w:trPr>
          <w:jc w:val="center"/>
        </w:trPr>
        <w:tc>
          <w:tcPr>
            <w:tcW w:w="10172" w:type="dxa"/>
            <w:gridSpan w:val="8"/>
            <w:tcBorders>
              <w:top w:val="single" w:sz="6" w:space="0" w:color="auto"/>
              <w:left w:val="single" w:sz="4" w:space="0" w:color="auto"/>
              <w:bottom w:val="single" w:sz="4" w:space="0" w:color="auto"/>
              <w:right w:val="single" w:sz="4" w:space="0" w:color="auto"/>
            </w:tcBorders>
            <w:shd w:val="clear" w:color="auto" w:fill="auto"/>
            <w:vAlign w:val="center"/>
          </w:tcPr>
          <w:p w14:paraId="59362594"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Io is assumed to have constant EPRE across the bandwidth.</w:t>
            </w:r>
          </w:p>
          <w:p w14:paraId="0D4C9109" w14:textId="77777777" w:rsidR="001F5A79" w:rsidRPr="008C6DE4" w:rsidRDefault="001F5A79" w:rsidP="00DF3064">
            <w:pPr>
              <w:keepNext/>
              <w:keepLines/>
              <w:spacing w:after="0"/>
              <w:ind w:left="851" w:hanging="851"/>
            </w:pPr>
            <w:r w:rsidRPr="008C6DE4">
              <w:rPr>
                <w:rFonts w:ascii="Arial" w:hAnsi="Arial"/>
                <w:sz w:val="18"/>
              </w:rPr>
              <w:t>NOTE 2:</w:t>
            </w:r>
            <w:r w:rsidRPr="008C6DE4">
              <w:rPr>
                <w:rFonts w:ascii="Arial" w:hAnsi="Arial"/>
                <w:sz w:val="18"/>
              </w:rPr>
              <w:tab/>
              <w:t>NR operating band groups in FR1 are as defined in clause 3.5.2.</w:t>
            </w:r>
          </w:p>
        </w:tc>
      </w:tr>
    </w:tbl>
    <w:p w14:paraId="2C3985EE" w14:textId="77777777" w:rsidR="001F5A79" w:rsidRPr="008C6DE4" w:rsidRDefault="001F5A79" w:rsidP="001F5A79">
      <w:pPr>
        <w:rPr>
          <w:lang w:eastAsia="zh-CN"/>
        </w:rPr>
      </w:pPr>
    </w:p>
    <w:p w14:paraId="35D3D0BB" w14:textId="0ED08845" w:rsidR="001F5A79" w:rsidRPr="008C6DE4" w:rsidRDefault="001F5A79" w:rsidP="0048284E">
      <w:pPr>
        <w:pStyle w:val="Heading5"/>
      </w:pPr>
      <w:r w:rsidRPr="008C6DE4">
        <w:t>1</w:t>
      </w:r>
      <w:r w:rsidR="0048284E" w:rsidRPr="008C6DE4">
        <w:t>0.1.2.1.2</w:t>
      </w:r>
      <w:r w:rsidRPr="008C6DE4">
        <w:tab/>
        <w:t xml:space="preserve">Relative </w:t>
      </w:r>
      <w:r w:rsidRPr="008C6DE4">
        <w:rPr>
          <w:lang w:val="en-US"/>
        </w:rPr>
        <w:t xml:space="preserve">SS-RSRP </w:t>
      </w:r>
      <w:r w:rsidRPr="008C6DE4">
        <w:t>Accuracy</w:t>
      </w:r>
    </w:p>
    <w:p w14:paraId="19FB6489" w14:textId="32E49780" w:rsidR="001F5A79" w:rsidRPr="008C6DE4" w:rsidRDefault="001F5A79" w:rsidP="001F5A79">
      <w:pPr>
        <w:rPr>
          <w:rFonts w:cs="v4.2.0"/>
          <w:i/>
        </w:rPr>
      </w:pPr>
      <w:r w:rsidRPr="008C6DE4">
        <w:rPr>
          <w:rFonts w:cs="v4.2.0"/>
        </w:rPr>
        <w:t xml:space="preserve">The relative accuracy of </w:t>
      </w:r>
      <w:r w:rsidRPr="008C6DE4">
        <w:rPr>
          <w:rFonts w:cs="v4.2.0"/>
          <w:lang w:eastAsia="zh-CN"/>
        </w:rPr>
        <w:t>SS-RSRP</w:t>
      </w:r>
      <w:r w:rsidRPr="008C6DE4">
        <w:rPr>
          <w:rFonts w:cs="v4.2.0"/>
        </w:rPr>
        <w:t xml:space="preserve"> is defined as the </w:t>
      </w:r>
      <w:r w:rsidRPr="008C6DE4">
        <w:rPr>
          <w:rFonts w:cs="v4.2.0"/>
          <w:lang w:eastAsia="zh-CN"/>
        </w:rPr>
        <w:t>SS-RSRP</w:t>
      </w:r>
      <w:r w:rsidRPr="008C6DE4">
        <w:rPr>
          <w:rFonts w:cs="v4.2.0"/>
        </w:rPr>
        <w:t xml:space="preserve"> measured from one cell compared to the </w:t>
      </w:r>
      <w:r w:rsidRPr="008C6DE4">
        <w:rPr>
          <w:rFonts w:cs="v4.2.0"/>
          <w:lang w:eastAsia="zh-CN"/>
        </w:rPr>
        <w:t>SS-RSRP</w:t>
      </w:r>
      <w:r w:rsidRPr="008C6DE4">
        <w:rPr>
          <w:rFonts w:cs="v4.2.0"/>
        </w:rPr>
        <w:t xml:space="preserve"> measured from another cell on the same frequency, or between any two SS-RSRP levels measured on the same cell in FR1.</w:t>
      </w:r>
    </w:p>
    <w:p w14:paraId="5C4CA400" w14:textId="77777777" w:rsidR="001F5A79" w:rsidRPr="008C6DE4" w:rsidRDefault="001F5A79" w:rsidP="001F5A79">
      <w:pPr>
        <w:rPr>
          <w:rFonts w:cs="v4.2.0"/>
        </w:rPr>
      </w:pPr>
      <w:r w:rsidRPr="008C6DE4">
        <w:rPr>
          <w:rFonts w:cs="v4.2.0"/>
        </w:rPr>
        <w:t xml:space="preserve">The accuracy requirements in Table </w:t>
      </w:r>
      <w:r w:rsidRPr="008C6DE4">
        <w:rPr>
          <w:lang w:eastAsia="zh-CN"/>
        </w:rPr>
        <w:t>10</w:t>
      </w:r>
      <w:r w:rsidRPr="008C6DE4">
        <w:t>.1.2.1</w:t>
      </w:r>
      <w:r w:rsidRPr="008C6DE4">
        <w:rPr>
          <w:lang w:eastAsia="zh-CN"/>
        </w:rPr>
        <w:t>.2</w:t>
      </w:r>
      <w:r w:rsidRPr="008C6DE4">
        <w:rPr>
          <w:rFonts w:cs="v4.2.0"/>
        </w:rPr>
        <w:t>-1 are valid under the following conditions:</w:t>
      </w:r>
    </w:p>
    <w:p w14:paraId="033C71BD" w14:textId="77777777" w:rsidR="001F5A79" w:rsidRPr="008C6DE4" w:rsidRDefault="001F5A79" w:rsidP="001F5A79">
      <w:pPr>
        <w:ind w:left="568" w:hanging="284"/>
        <w:rPr>
          <w:lang w:eastAsia="zh-CN"/>
        </w:rPr>
      </w:pPr>
      <w:r w:rsidRPr="008C6DE4">
        <w:t>-</w:t>
      </w:r>
      <w:r w:rsidRPr="008C6DE4">
        <w:tab/>
        <w:t>Conditions defined in clause 7.3 of TS 38.101-1 [18] for reference sensitivity are fulfilled.</w:t>
      </w:r>
    </w:p>
    <w:p w14:paraId="40E41C0D" w14:textId="77777777" w:rsidR="001F5A79" w:rsidRPr="008C6DE4" w:rsidRDefault="001F5A79" w:rsidP="001F5A79">
      <w:pPr>
        <w:ind w:left="568" w:hanging="284"/>
        <w:rPr>
          <w:lang w:eastAsia="zh-CN"/>
        </w:rPr>
      </w:pPr>
      <w:r w:rsidRPr="008C6DE4">
        <w:t>-</w:t>
      </w:r>
      <w:r w:rsidRPr="008C6DE4">
        <w:tab/>
        <w:t>Conditions for intra-frequency measurements are fulfilled according to Annex B.2.2 for a corresponding Band for each relevant SSB.</w:t>
      </w:r>
    </w:p>
    <w:p w14:paraId="0A150801" w14:textId="77777777" w:rsidR="001F5A79" w:rsidRPr="008C6DE4" w:rsidRDefault="001F5A79" w:rsidP="001F5A79">
      <w:pPr>
        <w:keepNext/>
        <w:keepLines/>
        <w:spacing w:before="60"/>
        <w:jc w:val="center"/>
        <w:rPr>
          <w:rFonts w:ascii="Arial" w:hAnsi="Arial"/>
          <w:b/>
        </w:rPr>
      </w:pPr>
      <w:r w:rsidRPr="008C6DE4">
        <w:rPr>
          <w:rFonts w:ascii="Arial" w:hAnsi="Arial"/>
          <w:b/>
        </w:rPr>
        <w:t>Table 10.1.2.1.2-1: SS-RSRP Intra frequency relative accuracy in FR1</w:t>
      </w:r>
    </w:p>
    <w:tbl>
      <w:tblPr>
        <w:tblW w:w="10172" w:type="dxa"/>
        <w:jc w:val="center"/>
        <w:tblLook w:val="01E0" w:firstRow="1" w:lastRow="1" w:firstColumn="1" w:lastColumn="1" w:noHBand="0" w:noVBand="0"/>
      </w:tblPr>
      <w:tblGrid>
        <w:gridCol w:w="1033"/>
        <w:gridCol w:w="1049"/>
        <w:gridCol w:w="807"/>
        <w:gridCol w:w="2349"/>
        <w:gridCol w:w="1027"/>
        <w:gridCol w:w="1027"/>
        <w:gridCol w:w="1440"/>
        <w:gridCol w:w="1440"/>
      </w:tblGrid>
      <w:tr w:rsidR="00DD3199" w:rsidRPr="008C6DE4" w14:paraId="6F501C9D" w14:textId="77777777" w:rsidTr="00DF3064">
        <w:trPr>
          <w:jc w:val="center"/>
        </w:trPr>
        <w:tc>
          <w:tcPr>
            <w:tcW w:w="2082"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63E0BA58" w14:textId="77777777" w:rsidR="001F5A79" w:rsidRPr="008C6DE4" w:rsidRDefault="001F5A79" w:rsidP="00DF3064">
            <w:pPr>
              <w:keepNext/>
              <w:keepLines/>
              <w:spacing w:after="0"/>
              <w:jc w:val="center"/>
            </w:pPr>
            <w:r w:rsidRPr="008C6DE4">
              <w:rPr>
                <w:rFonts w:ascii="Arial" w:hAnsi="Arial"/>
                <w:b/>
                <w:sz w:val="18"/>
              </w:rPr>
              <w:t>Accuracy</w:t>
            </w:r>
          </w:p>
        </w:tc>
        <w:tc>
          <w:tcPr>
            <w:tcW w:w="8090"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3F59B3B6" w14:textId="77777777" w:rsidR="001F5A79" w:rsidRPr="008C6DE4" w:rsidRDefault="001F5A79" w:rsidP="00DF3064">
            <w:pPr>
              <w:keepNext/>
              <w:keepLines/>
              <w:spacing w:after="0"/>
              <w:jc w:val="center"/>
            </w:pPr>
            <w:r w:rsidRPr="008C6DE4">
              <w:rPr>
                <w:rFonts w:ascii="Arial" w:hAnsi="Arial"/>
                <w:b/>
                <w:sz w:val="18"/>
              </w:rPr>
              <w:t>Conditions</w:t>
            </w:r>
          </w:p>
        </w:tc>
      </w:tr>
      <w:tr w:rsidR="00DD3199" w:rsidRPr="008C6DE4" w14:paraId="5DD84AC5" w14:textId="77777777" w:rsidTr="00DF3064">
        <w:trPr>
          <w:jc w:val="center"/>
        </w:trPr>
        <w:tc>
          <w:tcPr>
            <w:tcW w:w="1033"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6F66A885" w14:textId="77777777" w:rsidR="001F5A79" w:rsidRPr="008C6DE4" w:rsidRDefault="001F5A79" w:rsidP="00DF3064">
            <w:pPr>
              <w:keepNext/>
              <w:keepLines/>
              <w:spacing w:after="0"/>
              <w:jc w:val="center"/>
            </w:pPr>
            <w:r w:rsidRPr="008C6DE4">
              <w:rPr>
                <w:rFonts w:ascii="Arial" w:hAnsi="Arial"/>
                <w:b/>
                <w:sz w:val="18"/>
              </w:rPr>
              <w:t>Normal condition</w:t>
            </w:r>
          </w:p>
        </w:tc>
        <w:tc>
          <w:tcPr>
            <w:tcW w:w="1049"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05BEF53" w14:textId="77777777" w:rsidR="001F5A79" w:rsidRPr="008C6DE4" w:rsidRDefault="001F5A79" w:rsidP="00DF3064">
            <w:pPr>
              <w:keepNext/>
              <w:keepLines/>
              <w:spacing w:after="0"/>
              <w:jc w:val="center"/>
            </w:pPr>
            <w:r w:rsidRPr="008C6DE4">
              <w:rPr>
                <w:rFonts w:ascii="Arial" w:hAnsi="Arial"/>
                <w:b/>
                <w:sz w:val="18"/>
              </w:rPr>
              <w:t>Extreme condition</w:t>
            </w:r>
          </w:p>
        </w:tc>
        <w:tc>
          <w:tcPr>
            <w:tcW w:w="80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1F92A7A" w14:textId="77777777" w:rsidR="001F5A79" w:rsidRPr="008C6DE4" w:rsidRDefault="001F5A79" w:rsidP="00DF3064">
            <w:pPr>
              <w:keepNext/>
              <w:keepLines/>
              <w:spacing w:after="0"/>
              <w:jc w:val="center"/>
            </w:pPr>
            <w:r w:rsidRPr="008C6DE4">
              <w:rPr>
                <w:rFonts w:ascii="Arial" w:hAnsi="Arial"/>
                <w:b/>
                <w:sz w:val="18"/>
              </w:rPr>
              <w:t>SSB Ês/Iot</w:t>
            </w:r>
            <w:r w:rsidRPr="008C6DE4">
              <w:rPr>
                <w:rFonts w:ascii="Arial" w:hAnsi="Arial"/>
                <w:b/>
                <w:sz w:val="18"/>
                <w:vertAlign w:val="superscript"/>
              </w:rPr>
              <w:t xml:space="preserve"> Note 2</w:t>
            </w:r>
          </w:p>
        </w:tc>
        <w:tc>
          <w:tcPr>
            <w:tcW w:w="7283"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7EDF76AA" w14:textId="77777777" w:rsidR="001F5A79" w:rsidRPr="008C6DE4" w:rsidRDefault="001F5A79" w:rsidP="00DF3064">
            <w:pPr>
              <w:keepNext/>
              <w:keepLines/>
              <w:spacing w:after="0"/>
              <w:jc w:val="center"/>
            </w:pPr>
            <w:r w:rsidRPr="008C6DE4">
              <w:rPr>
                <w:rFonts w:ascii="Arial" w:hAnsi="Arial"/>
                <w:b/>
                <w:sz w:val="18"/>
              </w:rPr>
              <w:t>Io</w:t>
            </w:r>
            <w:r w:rsidRPr="008C6DE4">
              <w:rPr>
                <w:rFonts w:ascii="Arial" w:hAnsi="Arial"/>
                <w:b/>
                <w:sz w:val="18"/>
                <w:vertAlign w:val="superscript"/>
              </w:rPr>
              <w:t xml:space="preserve"> Note 1</w:t>
            </w:r>
            <w:r w:rsidRPr="008C6DE4">
              <w:rPr>
                <w:rFonts w:ascii="Arial" w:hAnsi="Arial"/>
                <w:b/>
                <w:sz w:val="18"/>
              </w:rPr>
              <w:t xml:space="preserve"> range</w:t>
            </w:r>
          </w:p>
        </w:tc>
      </w:tr>
      <w:tr w:rsidR="00DD3199" w:rsidRPr="008C6DE4" w14:paraId="11222C47" w14:textId="77777777" w:rsidTr="00DF3064">
        <w:trPr>
          <w:jc w:val="center"/>
        </w:trPr>
        <w:tc>
          <w:tcPr>
            <w:tcW w:w="1033" w:type="dxa"/>
            <w:vMerge/>
            <w:tcBorders>
              <w:top w:val="single" w:sz="6" w:space="0" w:color="auto"/>
              <w:left w:val="single" w:sz="4" w:space="0" w:color="auto"/>
              <w:bottom w:val="single" w:sz="6" w:space="0" w:color="auto"/>
              <w:right w:val="single" w:sz="6" w:space="0" w:color="auto"/>
            </w:tcBorders>
            <w:shd w:val="clear" w:color="auto" w:fill="auto"/>
            <w:vAlign w:val="center"/>
          </w:tcPr>
          <w:p w14:paraId="4DB960E0" w14:textId="77777777" w:rsidR="001F5A79" w:rsidRPr="008C6DE4" w:rsidRDefault="001F5A79" w:rsidP="00DF3064">
            <w:pPr>
              <w:keepNext/>
              <w:keepLines/>
              <w:spacing w:after="0"/>
              <w:jc w:val="center"/>
            </w:pPr>
          </w:p>
        </w:tc>
        <w:tc>
          <w:tcPr>
            <w:tcW w:w="1049"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BC64E23" w14:textId="77777777" w:rsidR="001F5A79" w:rsidRPr="008C6DE4" w:rsidRDefault="001F5A79" w:rsidP="00DF3064">
            <w:pPr>
              <w:keepNext/>
              <w:keepLines/>
              <w:spacing w:after="0"/>
              <w:jc w:val="center"/>
            </w:pPr>
          </w:p>
        </w:tc>
        <w:tc>
          <w:tcPr>
            <w:tcW w:w="807" w:type="dxa"/>
            <w:vMerge/>
            <w:tcBorders>
              <w:top w:val="single" w:sz="6" w:space="0" w:color="auto"/>
              <w:left w:val="single" w:sz="6" w:space="0" w:color="auto"/>
              <w:bottom w:val="single" w:sz="6" w:space="0" w:color="auto"/>
              <w:right w:val="single" w:sz="6" w:space="0" w:color="auto"/>
            </w:tcBorders>
            <w:shd w:val="clear" w:color="auto" w:fill="auto"/>
          </w:tcPr>
          <w:p w14:paraId="61B0699B" w14:textId="77777777" w:rsidR="001F5A79" w:rsidRPr="008C6DE4" w:rsidRDefault="001F5A79" w:rsidP="00DF3064">
            <w:pPr>
              <w:keepNext/>
              <w:keepLines/>
              <w:spacing w:after="0"/>
              <w:jc w:val="cente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47D057CB" w14:textId="77777777" w:rsidR="001F5A79" w:rsidRPr="008C6DE4" w:rsidRDefault="001F5A79" w:rsidP="00DF3064">
            <w:pPr>
              <w:keepNext/>
              <w:keepLines/>
              <w:spacing w:after="0"/>
              <w:jc w:val="center"/>
            </w:pPr>
            <w:r w:rsidRPr="008C6DE4">
              <w:rPr>
                <w:rFonts w:ascii="Arial" w:hAnsi="Arial"/>
                <w:b/>
                <w:sz w:val="18"/>
              </w:rPr>
              <w:t>NR operating band groups</w:t>
            </w:r>
            <w:r w:rsidRPr="008C6DE4">
              <w:rPr>
                <w:rFonts w:ascii="Arial" w:hAnsi="Arial"/>
                <w:b/>
                <w:sz w:val="18"/>
                <w:vertAlign w:val="superscript"/>
              </w:rPr>
              <w:t xml:space="preserve"> Note 4</w:t>
            </w:r>
          </w:p>
        </w:tc>
        <w:tc>
          <w:tcPr>
            <w:tcW w:w="3494"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1EC4E396" w14:textId="77777777" w:rsidR="001F5A79" w:rsidRPr="008C6DE4" w:rsidRDefault="001F5A79" w:rsidP="00DF3064">
            <w:pPr>
              <w:keepNext/>
              <w:keepLines/>
              <w:spacing w:after="0"/>
              <w:jc w:val="cente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025BA6FF" w14:textId="77777777" w:rsidR="001F5A79" w:rsidRPr="008C6DE4" w:rsidRDefault="001F5A79" w:rsidP="00DF3064">
            <w:pPr>
              <w:keepNext/>
              <w:keepLines/>
              <w:spacing w:after="0"/>
              <w:jc w:val="center"/>
            </w:pPr>
            <w:r w:rsidRPr="008C6DE4">
              <w:rPr>
                <w:rFonts w:ascii="Arial" w:hAnsi="Arial"/>
                <w:b/>
                <w:sz w:val="18"/>
              </w:rPr>
              <w:t>Maximum Io</w:t>
            </w:r>
          </w:p>
        </w:tc>
      </w:tr>
      <w:tr w:rsidR="00DD3199" w:rsidRPr="008C6DE4" w14:paraId="33774999" w14:textId="77777777" w:rsidTr="00DF3064">
        <w:trPr>
          <w:trHeight w:val="308"/>
          <w:jc w:val="center"/>
        </w:trPr>
        <w:tc>
          <w:tcPr>
            <w:tcW w:w="1033" w:type="dxa"/>
            <w:vMerge w:val="restart"/>
            <w:tcBorders>
              <w:top w:val="single" w:sz="6" w:space="0" w:color="auto"/>
              <w:left w:val="single" w:sz="4" w:space="0" w:color="auto"/>
              <w:right w:val="single" w:sz="6" w:space="0" w:color="auto"/>
            </w:tcBorders>
            <w:shd w:val="clear" w:color="auto" w:fill="auto"/>
            <w:vAlign w:val="center"/>
          </w:tcPr>
          <w:p w14:paraId="670956A4" w14:textId="77777777" w:rsidR="001F5A79" w:rsidRPr="008C6DE4" w:rsidRDefault="001F5A79" w:rsidP="00DF3064">
            <w:pPr>
              <w:keepNext/>
              <w:keepLines/>
              <w:spacing w:after="0"/>
              <w:jc w:val="center"/>
            </w:pPr>
            <w:r w:rsidRPr="008C6DE4">
              <w:rPr>
                <w:rFonts w:ascii="Arial" w:hAnsi="Arial"/>
                <w:b/>
                <w:sz w:val="18"/>
              </w:rPr>
              <w:t>dB</w:t>
            </w:r>
          </w:p>
        </w:tc>
        <w:tc>
          <w:tcPr>
            <w:tcW w:w="1049" w:type="dxa"/>
            <w:vMerge w:val="restart"/>
            <w:tcBorders>
              <w:top w:val="single" w:sz="6" w:space="0" w:color="auto"/>
              <w:left w:val="single" w:sz="6" w:space="0" w:color="auto"/>
              <w:right w:val="single" w:sz="6" w:space="0" w:color="auto"/>
            </w:tcBorders>
            <w:shd w:val="clear" w:color="auto" w:fill="auto"/>
            <w:vAlign w:val="center"/>
          </w:tcPr>
          <w:p w14:paraId="6C4DC0EB" w14:textId="77777777" w:rsidR="001F5A79" w:rsidRPr="008C6DE4" w:rsidRDefault="001F5A79" w:rsidP="00DF3064">
            <w:pPr>
              <w:keepNext/>
              <w:keepLines/>
              <w:spacing w:after="0"/>
              <w:jc w:val="center"/>
            </w:pPr>
            <w:r w:rsidRPr="008C6DE4">
              <w:rPr>
                <w:rFonts w:ascii="Arial" w:hAnsi="Arial"/>
                <w:b/>
                <w:sz w:val="18"/>
              </w:rPr>
              <w:t>dB</w:t>
            </w:r>
          </w:p>
        </w:tc>
        <w:tc>
          <w:tcPr>
            <w:tcW w:w="807" w:type="dxa"/>
            <w:vMerge w:val="restart"/>
            <w:tcBorders>
              <w:top w:val="single" w:sz="6" w:space="0" w:color="auto"/>
              <w:left w:val="single" w:sz="6" w:space="0" w:color="auto"/>
              <w:right w:val="single" w:sz="6" w:space="0" w:color="auto"/>
            </w:tcBorders>
            <w:shd w:val="clear" w:color="auto" w:fill="auto"/>
          </w:tcPr>
          <w:p w14:paraId="7DEEF46C" w14:textId="77777777" w:rsidR="001F5A79" w:rsidRPr="008C6DE4" w:rsidRDefault="001F5A79" w:rsidP="00DF3064">
            <w:pPr>
              <w:keepNext/>
              <w:keepLines/>
              <w:spacing w:after="0"/>
              <w:jc w:val="center"/>
            </w:pPr>
            <w:r w:rsidRPr="008C6DE4">
              <w:rPr>
                <w:rFonts w:ascii="Arial" w:hAnsi="Arial"/>
                <w:b/>
                <w:sz w:val="18"/>
              </w:rPr>
              <w:t>dB</w:t>
            </w:r>
          </w:p>
        </w:tc>
        <w:tc>
          <w:tcPr>
            <w:tcW w:w="2349" w:type="dxa"/>
            <w:vMerge w:val="restart"/>
            <w:tcBorders>
              <w:top w:val="single" w:sz="6" w:space="0" w:color="auto"/>
              <w:left w:val="single" w:sz="6" w:space="0" w:color="auto"/>
              <w:right w:val="single" w:sz="4" w:space="0" w:color="auto"/>
            </w:tcBorders>
            <w:shd w:val="clear" w:color="auto" w:fill="auto"/>
            <w:vAlign w:val="center"/>
          </w:tcPr>
          <w:p w14:paraId="5323D994" w14:textId="77777777" w:rsidR="001F5A79" w:rsidRPr="008C6DE4" w:rsidRDefault="001F5A79" w:rsidP="00DF3064">
            <w:pPr>
              <w:keepNext/>
              <w:keepLines/>
              <w:spacing w:after="0"/>
              <w:jc w:val="center"/>
            </w:pPr>
          </w:p>
        </w:tc>
        <w:tc>
          <w:tcPr>
            <w:tcW w:w="205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215EF6D5"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53300AB7" w14:textId="77777777" w:rsidR="001F5A79" w:rsidRPr="008C6DE4" w:rsidRDefault="001F5A79" w:rsidP="00DF3064">
            <w:pPr>
              <w:keepNext/>
              <w:keepLines/>
              <w:spacing w:after="0"/>
              <w:jc w:val="cente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7517F74D" w14:textId="77777777" w:rsidR="001F5A79" w:rsidRPr="008C6DE4" w:rsidRDefault="001F5A79" w:rsidP="00DF3064">
            <w:pPr>
              <w:keepNext/>
              <w:keepLines/>
              <w:spacing w:after="0"/>
              <w:jc w:val="center"/>
            </w:pPr>
            <w:r w:rsidRPr="008C6DE4">
              <w:rPr>
                <w:rFonts w:ascii="Arial" w:hAnsi="Arial"/>
                <w:b/>
                <w:sz w:val="18"/>
              </w:rPr>
              <w:t>dBm/BW</w:t>
            </w:r>
            <w:r w:rsidRPr="008C6DE4">
              <w:rPr>
                <w:rFonts w:ascii="Arial" w:hAnsi="Arial"/>
                <w:b/>
                <w:sz w:val="18"/>
                <w:vertAlign w:val="subscript"/>
              </w:rPr>
              <w:t>Channel</w:t>
            </w:r>
          </w:p>
        </w:tc>
      </w:tr>
      <w:tr w:rsidR="00DD3199" w:rsidRPr="008C6DE4" w14:paraId="4720FB92" w14:textId="77777777" w:rsidTr="00DF3064">
        <w:trPr>
          <w:trHeight w:val="307"/>
          <w:jc w:val="center"/>
        </w:trPr>
        <w:tc>
          <w:tcPr>
            <w:tcW w:w="1033" w:type="dxa"/>
            <w:vMerge/>
            <w:tcBorders>
              <w:left w:val="single" w:sz="4" w:space="0" w:color="auto"/>
              <w:bottom w:val="single" w:sz="6" w:space="0" w:color="auto"/>
              <w:right w:val="single" w:sz="6" w:space="0" w:color="auto"/>
            </w:tcBorders>
            <w:shd w:val="clear" w:color="auto" w:fill="auto"/>
            <w:vAlign w:val="center"/>
          </w:tcPr>
          <w:p w14:paraId="024F398B" w14:textId="77777777" w:rsidR="001F5A79" w:rsidRPr="008C6DE4" w:rsidRDefault="001F5A79" w:rsidP="00DF3064">
            <w:pPr>
              <w:keepNext/>
              <w:keepLines/>
              <w:spacing w:after="0"/>
              <w:jc w:val="center"/>
              <w:rPr>
                <w:rFonts w:ascii="Arial" w:hAnsi="Arial"/>
                <w:b/>
                <w:sz w:val="18"/>
              </w:rPr>
            </w:pPr>
          </w:p>
        </w:tc>
        <w:tc>
          <w:tcPr>
            <w:tcW w:w="1049" w:type="dxa"/>
            <w:vMerge/>
            <w:tcBorders>
              <w:left w:val="single" w:sz="6" w:space="0" w:color="auto"/>
              <w:bottom w:val="single" w:sz="6" w:space="0" w:color="auto"/>
              <w:right w:val="single" w:sz="6" w:space="0" w:color="auto"/>
            </w:tcBorders>
            <w:shd w:val="clear" w:color="auto" w:fill="auto"/>
            <w:vAlign w:val="center"/>
          </w:tcPr>
          <w:p w14:paraId="345F3D7F" w14:textId="77777777" w:rsidR="001F5A79" w:rsidRPr="008C6DE4" w:rsidRDefault="001F5A79" w:rsidP="00DF3064">
            <w:pPr>
              <w:keepNext/>
              <w:keepLines/>
              <w:spacing w:after="0"/>
              <w:jc w:val="center"/>
              <w:rPr>
                <w:rFonts w:ascii="Arial" w:hAnsi="Arial"/>
                <w:b/>
                <w:sz w:val="18"/>
              </w:rPr>
            </w:pPr>
          </w:p>
        </w:tc>
        <w:tc>
          <w:tcPr>
            <w:tcW w:w="807" w:type="dxa"/>
            <w:vMerge/>
            <w:tcBorders>
              <w:left w:val="single" w:sz="6" w:space="0" w:color="auto"/>
              <w:bottom w:val="single" w:sz="6" w:space="0" w:color="auto"/>
              <w:right w:val="single" w:sz="6" w:space="0" w:color="auto"/>
            </w:tcBorders>
            <w:shd w:val="clear" w:color="auto" w:fill="auto"/>
          </w:tcPr>
          <w:p w14:paraId="44C70D3A" w14:textId="77777777" w:rsidR="001F5A79" w:rsidRPr="008C6DE4" w:rsidRDefault="001F5A79" w:rsidP="00DF3064">
            <w:pPr>
              <w:keepNext/>
              <w:keepLines/>
              <w:spacing w:after="0"/>
              <w:jc w:val="center"/>
              <w:rPr>
                <w:rFonts w:ascii="Arial" w:hAnsi="Arial"/>
                <w:b/>
                <w:sz w:val="18"/>
              </w:rPr>
            </w:pPr>
          </w:p>
        </w:tc>
        <w:tc>
          <w:tcPr>
            <w:tcW w:w="2349" w:type="dxa"/>
            <w:vMerge/>
            <w:tcBorders>
              <w:left w:val="single" w:sz="6" w:space="0" w:color="auto"/>
              <w:bottom w:val="single" w:sz="6" w:space="0" w:color="auto"/>
              <w:right w:val="single" w:sz="4" w:space="0" w:color="auto"/>
            </w:tcBorders>
            <w:shd w:val="clear" w:color="auto" w:fill="auto"/>
            <w:vAlign w:val="center"/>
          </w:tcPr>
          <w:p w14:paraId="23533D9E" w14:textId="77777777" w:rsidR="001F5A79" w:rsidRPr="008C6DE4" w:rsidRDefault="001F5A79" w:rsidP="00DF3064">
            <w:pPr>
              <w:keepNext/>
              <w:keepLines/>
              <w:spacing w:after="0"/>
              <w:jc w:val="center"/>
              <w:rPr>
                <w:rFonts w:ascii="Arial" w:hAnsi="Arial"/>
                <w:b/>
                <w:sz w:val="18"/>
              </w:rPr>
            </w:pP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B6F9E2E"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14142501"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440" w:type="dxa"/>
            <w:vMerge/>
            <w:tcBorders>
              <w:left w:val="single" w:sz="6" w:space="0" w:color="auto"/>
              <w:bottom w:val="single" w:sz="6" w:space="0" w:color="auto"/>
              <w:right w:val="single" w:sz="6" w:space="0" w:color="auto"/>
            </w:tcBorders>
            <w:shd w:val="clear" w:color="auto" w:fill="auto"/>
            <w:vAlign w:val="center"/>
          </w:tcPr>
          <w:p w14:paraId="63DC461E"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147AD3EE" w14:textId="77777777" w:rsidR="001F5A79" w:rsidRPr="008C6DE4" w:rsidRDefault="001F5A79" w:rsidP="00DF3064">
            <w:pPr>
              <w:keepNext/>
              <w:keepLines/>
              <w:spacing w:after="0"/>
              <w:jc w:val="center"/>
              <w:rPr>
                <w:rFonts w:ascii="Arial" w:hAnsi="Arial"/>
                <w:b/>
                <w:sz w:val="18"/>
              </w:rPr>
            </w:pPr>
          </w:p>
        </w:tc>
      </w:tr>
      <w:tr w:rsidR="00DD3199" w:rsidRPr="008C6DE4" w14:paraId="3B4BAB82" w14:textId="77777777" w:rsidTr="00DF3064">
        <w:trPr>
          <w:jc w:val="center"/>
        </w:trPr>
        <w:tc>
          <w:tcPr>
            <w:tcW w:w="1033" w:type="dxa"/>
            <w:vMerge w:val="restart"/>
            <w:tcBorders>
              <w:top w:val="single" w:sz="6" w:space="0" w:color="auto"/>
              <w:left w:val="single" w:sz="4" w:space="0" w:color="auto"/>
              <w:right w:val="single" w:sz="6" w:space="0" w:color="auto"/>
            </w:tcBorders>
            <w:shd w:val="clear" w:color="auto" w:fill="auto"/>
            <w:vAlign w:val="center"/>
          </w:tcPr>
          <w:p w14:paraId="575FED06"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2</w:t>
            </w:r>
          </w:p>
        </w:tc>
        <w:tc>
          <w:tcPr>
            <w:tcW w:w="1049" w:type="dxa"/>
            <w:vMerge w:val="restart"/>
            <w:tcBorders>
              <w:top w:val="single" w:sz="6" w:space="0" w:color="auto"/>
              <w:left w:val="single" w:sz="6" w:space="0" w:color="auto"/>
              <w:right w:val="single" w:sz="6" w:space="0" w:color="auto"/>
            </w:tcBorders>
            <w:shd w:val="clear" w:color="auto" w:fill="auto"/>
            <w:vAlign w:val="center"/>
          </w:tcPr>
          <w:p w14:paraId="1614E8FB"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w:t>
            </w:r>
          </w:p>
        </w:tc>
        <w:tc>
          <w:tcPr>
            <w:tcW w:w="807" w:type="dxa"/>
            <w:vMerge w:val="restart"/>
            <w:tcBorders>
              <w:top w:val="single" w:sz="6" w:space="0" w:color="auto"/>
              <w:left w:val="single" w:sz="6" w:space="0" w:color="auto"/>
              <w:right w:val="single" w:sz="6" w:space="0" w:color="auto"/>
            </w:tcBorders>
            <w:shd w:val="clear" w:color="auto" w:fill="auto"/>
            <w:vAlign w:val="center"/>
          </w:tcPr>
          <w:p w14:paraId="3B3AAAF1"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-3 dB</w:t>
            </w: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54BCBD83" w14:textId="77777777" w:rsidR="001F5A79" w:rsidRPr="008C6DE4" w:rsidRDefault="001F5A79" w:rsidP="00DF3064">
            <w:pPr>
              <w:keepNext/>
              <w:keepLines/>
              <w:spacing w:after="0"/>
              <w:jc w:val="center"/>
              <w:rPr>
                <w:rFonts w:ascii="Arial" w:hAnsi="Arial" w:cs="Arial"/>
                <w:sz w:val="18"/>
                <w:szCs w:val="18"/>
              </w:rPr>
            </w:pPr>
            <w:r w:rsidRPr="008C6DE4">
              <w:rPr>
                <w:rFonts w:ascii="Arial" w:hAnsi="Arial" w:cs="Arial"/>
                <w:sz w:val="18"/>
                <w:szCs w:val="18"/>
              </w:rPr>
              <w:t>NR_FDD_FR1_A, NR_TDD_FR1_A,</w:t>
            </w:r>
          </w:p>
          <w:p w14:paraId="67BF1BE3" w14:textId="77777777" w:rsidR="001F5A79" w:rsidRPr="008C6DE4" w:rsidRDefault="001F5A79" w:rsidP="00DF3064">
            <w:pPr>
              <w:keepNext/>
              <w:keepLines/>
              <w:spacing w:after="0"/>
              <w:jc w:val="center"/>
              <w:rPr>
                <w:rFonts w:ascii="Arial" w:hAnsi="Arial" w:cs="Arial"/>
                <w:sz w:val="18"/>
                <w:szCs w:val="18"/>
              </w:rPr>
            </w:pPr>
            <w:r w:rsidRPr="008C6DE4">
              <w:rPr>
                <w:rFonts w:ascii="Arial" w:hAnsi="Arial" w:cs="Arial"/>
                <w:sz w:val="18"/>
                <w:szCs w:val="18"/>
              </w:rPr>
              <w:t>NR_SDL_FR1_A</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299DB06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218435B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80D2AA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5C29667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A6A2ABE" w14:textId="77777777" w:rsidTr="00DF3064">
        <w:trPr>
          <w:jc w:val="center"/>
        </w:trPr>
        <w:tc>
          <w:tcPr>
            <w:tcW w:w="1033" w:type="dxa"/>
            <w:vMerge/>
            <w:tcBorders>
              <w:left w:val="single" w:sz="4" w:space="0" w:color="auto"/>
              <w:right w:val="single" w:sz="6" w:space="0" w:color="auto"/>
            </w:tcBorders>
            <w:shd w:val="clear" w:color="auto" w:fill="auto"/>
            <w:vAlign w:val="center"/>
          </w:tcPr>
          <w:p w14:paraId="60FF6561"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40E11B32"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16DD28A8"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tcPr>
          <w:p w14:paraId="3D6D603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1027" w:type="dxa"/>
            <w:tcBorders>
              <w:top w:val="single" w:sz="6" w:space="0" w:color="auto"/>
              <w:left w:val="single" w:sz="4" w:space="0" w:color="auto"/>
              <w:bottom w:val="single" w:sz="6" w:space="0" w:color="auto"/>
              <w:right w:val="single" w:sz="6" w:space="0" w:color="auto"/>
            </w:tcBorders>
            <w:shd w:val="clear" w:color="auto" w:fill="auto"/>
          </w:tcPr>
          <w:p w14:paraId="2810034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0959AB16"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0050FA2"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ja-JP"/>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6D358CD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408EF79B" w14:textId="77777777" w:rsidTr="00DF3064">
        <w:trPr>
          <w:jc w:val="center"/>
        </w:trPr>
        <w:tc>
          <w:tcPr>
            <w:tcW w:w="1033" w:type="dxa"/>
            <w:vMerge/>
            <w:tcBorders>
              <w:left w:val="single" w:sz="4" w:space="0" w:color="auto"/>
              <w:right w:val="single" w:sz="6" w:space="0" w:color="auto"/>
            </w:tcBorders>
            <w:shd w:val="clear" w:color="auto" w:fill="auto"/>
            <w:vAlign w:val="center"/>
          </w:tcPr>
          <w:p w14:paraId="15F68BE0"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2E60C37A"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5137F483"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6AAC339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6B43CDD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233CB4D5"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AF20F7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347478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41E2C441" w14:textId="77777777" w:rsidTr="00DF3064">
        <w:trPr>
          <w:jc w:val="center"/>
        </w:trPr>
        <w:tc>
          <w:tcPr>
            <w:tcW w:w="1033" w:type="dxa"/>
            <w:vMerge/>
            <w:tcBorders>
              <w:left w:val="single" w:sz="4" w:space="0" w:color="auto"/>
              <w:right w:val="single" w:sz="6" w:space="0" w:color="auto"/>
            </w:tcBorders>
            <w:shd w:val="clear" w:color="auto" w:fill="auto"/>
            <w:vAlign w:val="center"/>
          </w:tcPr>
          <w:p w14:paraId="47BDC3AF"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5608EA43"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2F0FF671"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126E0852"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2241FF4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-119.5</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58EAA67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-116.5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D024B5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1C108C4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717E14A" w14:textId="77777777" w:rsidTr="00DF3064">
        <w:trPr>
          <w:jc w:val="center"/>
        </w:trPr>
        <w:tc>
          <w:tcPr>
            <w:tcW w:w="1033" w:type="dxa"/>
            <w:vMerge/>
            <w:tcBorders>
              <w:left w:val="single" w:sz="4" w:space="0" w:color="auto"/>
              <w:right w:val="single" w:sz="6" w:space="0" w:color="auto"/>
            </w:tcBorders>
            <w:shd w:val="clear" w:color="auto" w:fill="auto"/>
            <w:vAlign w:val="center"/>
          </w:tcPr>
          <w:p w14:paraId="338FD57E"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2FFE217C"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43575C4D"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097CD00A"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1445CFD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554384DB"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-116</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A4CBB4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0CB92D9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273C60B1" w14:textId="77777777" w:rsidTr="00DF3064">
        <w:trPr>
          <w:jc w:val="center"/>
        </w:trPr>
        <w:tc>
          <w:tcPr>
            <w:tcW w:w="1033" w:type="dxa"/>
            <w:vMerge/>
            <w:tcBorders>
              <w:left w:val="single" w:sz="4" w:space="0" w:color="auto"/>
              <w:right w:val="single" w:sz="6" w:space="0" w:color="auto"/>
            </w:tcBorders>
            <w:shd w:val="clear" w:color="auto" w:fill="auto"/>
            <w:vAlign w:val="center"/>
          </w:tcPr>
          <w:p w14:paraId="2A2A9406"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3E7D703D"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6D47A7A1"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70F6B2A9"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FDD_FR1_G</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331023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A2FE04F"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9BD241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581E8E0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761AB757" w14:textId="77777777" w:rsidTr="00DF3064">
        <w:trPr>
          <w:jc w:val="center"/>
        </w:trPr>
        <w:tc>
          <w:tcPr>
            <w:tcW w:w="1033" w:type="dxa"/>
            <w:vMerge/>
            <w:tcBorders>
              <w:left w:val="single" w:sz="4" w:space="0" w:color="auto"/>
              <w:right w:val="single" w:sz="6" w:space="0" w:color="auto"/>
            </w:tcBorders>
            <w:shd w:val="clear" w:color="auto" w:fill="auto"/>
            <w:vAlign w:val="center"/>
          </w:tcPr>
          <w:p w14:paraId="52562337"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4D91E8AB"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7197D357"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6893AE09"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FDD_FR1_H</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04886BC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009CA431"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453A3E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7C4707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4F238728" w14:textId="77777777" w:rsidTr="00DF3064">
        <w:trPr>
          <w:jc w:val="center"/>
        </w:trPr>
        <w:tc>
          <w:tcPr>
            <w:tcW w:w="1033" w:type="dxa"/>
            <w:tcBorders>
              <w:top w:val="single" w:sz="6" w:space="0" w:color="auto"/>
              <w:left w:val="single" w:sz="4" w:space="0" w:color="auto"/>
              <w:bottom w:val="single" w:sz="6" w:space="0" w:color="auto"/>
              <w:right w:val="single" w:sz="6" w:space="0" w:color="auto"/>
            </w:tcBorders>
            <w:shd w:val="clear" w:color="auto" w:fill="auto"/>
            <w:vAlign w:val="center"/>
          </w:tcPr>
          <w:p w14:paraId="79F878BE"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w:t>
            </w:r>
          </w:p>
        </w:tc>
        <w:tc>
          <w:tcPr>
            <w:tcW w:w="1049" w:type="dxa"/>
            <w:tcBorders>
              <w:top w:val="single" w:sz="6" w:space="0" w:color="auto"/>
              <w:left w:val="single" w:sz="6" w:space="0" w:color="auto"/>
              <w:bottom w:val="single" w:sz="6" w:space="0" w:color="auto"/>
              <w:right w:val="single" w:sz="6" w:space="0" w:color="auto"/>
            </w:tcBorders>
            <w:shd w:val="clear" w:color="auto" w:fill="auto"/>
            <w:vAlign w:val="center"/>
          </w:tcPr>
          <w:p w14:paraId="4C3CFFD8"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w:t>
            </w:r>
          </w:p>
        </w:tc>
        <w:tc>
          <w:tcPr>
            <w:tcW w:w="807" w:type="dxa"/>
            <w:tcBorders>
              <w:top w:val="single" w:sz="6" w:space="0" w:color="auto"/>
              <w:left w:val="single" w:sz="6" w:space="0" w:color="auto"/>
              <w:bottom w:val="single" w:sz="6" w:space="0" w:color="auto"/>
              <w:right w:val="single" w:sz="6" w:space="0" w:color="auto"/>
            </w:tcBorders>
            <w:shd w:val="clear" w:color="auto" w:fill="auto"/>
            <w:vAlign w:val="center"/>
          </w:tcPr>
          <w:p w14:paraId="5B2FCDD2"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-6 dB</w:t>
            </w: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53F7CEA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3</w:t>
            </w:r>
          </w:p>
        </w:tc>
        <w:tc>
          <w:tcPr>
            <w:tcW w:w="1027" w:type="dxa"/>
            <w:tcBorders>
              <w:top w:val="single" w:sz="6" w:space="0" w:color="auto"/>
              <w:left w:val="single" w:sz="4" w:space="0" w:color="auto"/>
              <w:bottom w:val="single" w:sz="4" w:space="0" w:color="auto"/>
              <w:right w:val="single" w:sz="6" w:space="0" w:color="auto"/>
            </w:tcBorders>
            <w:shd w:val="clear" w:color="auto" w:fill="auto"/>
            <w:vAlign w:val="center"/>
          </w:tcPr>
          <w:p w14:paraId="64BF9C9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3</w:t>
            </w:r>
          </w:p>
        </w:tc>
        <w:tc>
          <w:tcPr>
            <w:tcW w:w="1027" w:type="dxa"/>
            <w:tcBorders>
              <w:top w:val="single" w:sz="6" w:space="0" w:color="auto"/>
              <w:left w:val="single" w:sz="4" w:space="0" w:color="auto"/>
              <w:bottom w:val="single" w:sz="4" w:space="0" w:color="auto"/>
              <w:right w:val="single" w:sz="6" w:space="0" w:color="auto"/>
            </w:tcBorders>
            <w:shd w:val="clear" w:color="auto" w:fill="auto"/>
            <w:vAlign w:val="center"/>
          </w:tcPr>
          <w:p w14:paraId="25E6D7A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3</w:t>
            </w:r>
          </w:p>
        </w:tc>
        <w:tc>
          <w:tcPr>
            <w:tcW w:w="1440" w:type="dxa"/>
            <w:tcBorders>
              <w:top w:val="single" w:sz="6" w:space="0" w:color="auto"/>
              <w:left w:val="single" w:sz="6" w:space="0" w:color="auto"/>
              <w:bottom w:val="single" w:sz="4" w:space="0" w:color="auto"/>
              <w:right w:val="single" w:sz="6" w:space="0" w:color="auto"/>
            </w:tcBorders>
            <w:shd w:val="clear" w:color="auto" w:fill="auto"/>
            <w:vAlign w:val="center"/>
          </w:tcPr>
          <w:p w14:paraId="23EBB4C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4" w:space="0" w:color="auto"/>
              <w:right w:val="single" w:sz="4" w:space="0" w:color="auto"/>
            </w:tcBorders>
            <w:shd w:val="clear" w:color="auto" w:fill="auto"/>
            <w:vAlign w:val="center"/>
          </w:tcPr>
          <w:p w14:paraId="2482F5F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3</w:t>
            </w:r>
          </w:p>
        </w:tc>
      </w:tr>
      <w:tr w:rsidR="001F5A79" w:rsidRPr="008C6DE4" w14:paraId="681B45A9" w14:textId="77777777" w:rsidTr="00DF3064">
        <w:trPr>
          <w:jc w:val="center"/>
        </w:trPr>
        <w:tc>
          <w:tcPr>
            <w:tcW w:w="10172" w:type="dxa"/>
            <w:gridSpan w:val="8"/>
            <w:tcBorders>
              <w:top w:val="single" w:sz="6" w:space="0" w:color="auto"/>
              <w:left w:val="single" w:sz="4" w:space="0" w:color="auto"/>
              <w:bottom w:val="single" w:sz="4" w:space="0" w:color="auto"/>
              <w:right w:val="single" w:sz="4" w:space="0" w:color="auto"/>
            </w:tcBorders>
            <w:shd w:val="clear" w:color="auto" w:fill="auto"/>
            <w:vAlign w:val="center"/>
          </w:tcPr>
          <w:p w14:paraId="2104F5BB" w14:textId="77777777" w:rsidR="001F5A79" w:rsidRPr="008C6DE4" w:rsidRDefault="001F5A79" w:rsidP="00DF3064">
            <w:pPr>
              <w:keepNext/>
              <w:keepLines/>
              <w:spacing w:after="0"/>
              <w:ind w:left="851" w:hanging="851"/>
            </w:pPr>
            <w:r w:rsidRPr="008C6DE4">
              <w:rPr>
                <w:rFonts w:ascii="Arial" w:hAnsi="Arial"/>
                <w:sz w:val="18"/>
              </w:rPr>
              <w:t>NOTE 1:</w:t>
            </w:r>
            <w:r w:rsidRPr="008C6DE4">
              <w:rPr>
                <w:rFonts w:ascii="Arial" w:hAnsi="Arial"/>
                <w:sz w:val="18"/>
              </w:rPr>
              <w:tab/>
              <w:t>Io is assumed to have constant EPRE across the bandwidth.</w:t>
            </w:r>
          </w:p>
          <w:p w14:paraId="5653C57F" w14:textId="77777777" w:rsidR="001F5A79" w:rsidRPr="008C6DE4" w:rsidRDefault="001F5A79" w:rsidP="00DF3064">
            <w:pPr>
              <w:keepNext/>
              <w:keepLines/>
              <w:spacing w:after="0"/>
              <w:ind w:left="851" w:hanging="851"/>
            </w:pPr>
            <w:r w:rsidRPr="008C6DE4">
              <w:rPr>
                <w:rFonts w:ascii="Arial" w:hAnsi="Arial"/>
                <w:sz w:val="18"/>
              </w:rPr>
              <w:t>NOTE 2:</w:t>
            </w:r>
            <w:r w:rsidRPr="008C6DE4">
              <w:rPr>
                <w:rFonts w:ascii="Arial" w:hAnsi="Arial"/>
                <w:sz w:val="18"/>
              </w:rPr>
              <w:tab/>
              <w:t>The parameter SSB Ês/Iot is the minimum SSB Ês/Iot of the pair of cells to which the requirement applies.</w:t>
            </w:r>
          </w:p>
          <w:p w14:paraId="66CC8CAD"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The same bands and the same Io conditions for each band apply for this requirement as for the corresponding highest accuracy requirement.</w:t>
            </w:r>
          </w:p>
          <w:p w14:paraId="503DA622" w14:textId="77777777" w:rsidR="001F5A79" w:rsidRPr="008C6DE4" w:rsidRDefault="001F5A79" w:rsidP="00DF3064">
            <w:pPr>
              <w:keepNext/>
              <w:keepLines/>
              <w:spacing w:after="0"/>
              <w:ind w:left="851" w:hanging="851"/>
            </w:pPr>
            <w:r w:rsidRPr="008C6DE4">
              <w:rPr>
                <w:rFonts w:ascii="Arial" w:hAnsi="Arial"/>
                <w:sz w:val="18"/>
              </w:rPr>
              <w:t>NOTE 4:</w:t>
            </w:r>
            <w:r w:rsidRPr="008C6DE4">
              <w:rPr>
                <w:rFonts w:ascii="Arial" w:hAnsi="Arial"/>
                <w:sz w:val="18"/>
              </w:rPr>
              <w:tab/>
              <w:t>NR operating band groups in FR1 are as defined in clause 3.5.2.</w:t>
            </w:r>
          </w:p>
        </w:tc>
      </w:tr>
    </w:tbl>
    <w:p w14:paraId="794C4007" w14:textId="77777777" w:rsidR="001F5A79" w:rsidRPr="008C6DE4" w:rsidRDefault="001F5A79" w:rsidP="001F5A79">
      <w:pPr>
        <w:rPr>
          <w:lang w:eastAsia="ko-KR"/>
        </w:rPr>
      </w:pPr>
    </w:p>
    <w:p w14:paraId="7D41525D" w14:textId="385D7599" w:rsidR="001F5A79" w:rsidRPr="008C6DE4" w:rsidRDefault="001F5A79" w:rsidP="0048284E">
      <w:pPr>
        <w:pStyle w:val="Heading4"/>
        <w:rPr>
          <w:lang w:val="en-US"/>
        </w:rPr>
      </w:pPr>
      <w:r w:rsidRPr="008C6DE4">
        <w:rPr>
          <w:lang w:val="en-US"/>
        </w:rPr>
        <w:t>1</w:t>
      </w:r>
      <w:r w:rsidR="0048284E" w:rsidRPr="008C6DE4">
        <w:rPr>
          <w:lang w:val="en-US"/>
        </w:rPr>
        <w:t>0.1.2.2</w:t>
      </w:r>
      <w:r w:rsidRPr="008C6DE4">
        <w:rPr>
          <w:lang w:val="en-US"/>
        </w:rPr>
        <w:tab/>
        <w:t>Void</w:t>
      </w:r>
    </w:p>
    <w:p w14:paraId="4E01A382" w14:textId="77777777" w:rsidR="001F5A79" w:rsidRPr="008C6DE4" w:rsidRDefault="001F5A79" w:rsidP="001F5A79">
      <w:pPr>
        <w:rPr>
          <w:lang w:val="en-US"/>
        </w:rPr>
      </w:pPr>
    </w:p>
    <w:p w14:paraId="2FEA9775" w14:textId="4EA1B032" w:rsidR="001F5A79" w:rsidRPr="008C6DE4" w:rsidRDefault="001F5A79" w:rsidP="0048284E">
      <w:pPr>
        <w:pStyle w:val="Heading3"/>
        <w:rPr>
          <w:lang w:val="en-US"/>
        </w:rPr>
      </w:pPr>
      <w:r w:rsidRPr="008C6DE4">
        <w:rPr>
          <w:lang w:val="en-US"/>
        </w:rPr>
        <w:t>1</w:t>
      </w:r>
      <w:r w:rsidR="0048284E" w:rsidRPr="008C6DE4">
        <w:rPr>
          <w:lang w:val="en-US"/>
        </w:rPr>
        <w:t>0.1.3</w:t>
      </w:r>
      <w:r w:rsidRPr="008C6DE4">
        <w:rPr>
          <w:lang w:val="en-US"/>
        </w:rPr>
        <w:tab/>
        <w:t>Intra-frequency RSRP accuracy requirements for FR2</w:t>
      </w:r>
    </w:p>
    <w:p w14:paraId="55C12630" w14:textId="51BEF59C" w:rsidR="001F5A79" w:rsidRPr="008C6DE4" w:rsidRDefault="001F5A79" w:rsidP="0048284E">
      <w:pPr>
        <w:pStyle w:val="Heading4"/>
        <w:rPr>
          <w:lang w:val="en-US"/>
        </w:rPr>
      </w:pPr>
      <w:r w:rsidRPr="008C6DE4">
        <w:rPr>
          <w:lang w:val="en-US"/>
        </w:rPr>
        <w:t>1</w:t>
      </w:r>
      <w:r w:rsidR="0048284E" w:rsidRPr="008C6DE4">
        <w:rPr>
          <w:lang w:val="en-US"/>
        </w:rPr>
        <w:t>0.1.3.1</w:t>
      </w:r>
      <w:r w:rsidRPr="008C6DE4">
        <w:rPr>
          <w:lang w:val="en-US"/>
        </w:rPr>
        <w:tab/>
        <w:t>Intra-frequency SS-RSRP accuracy requirements</w:t>
      </w:r>
    </w:p>
    <w:p w14:paraId="6DE2F29A" w14:textId="503EF086" w:rsidR="001F5A79" w:rsidRPr="008C6DE4" w:rsidRDefault="001F5A79" w:rsidP="0048284E">
      <w:pPr>
        <w:pStyle w:val="Heading5"/>
      </w:pPr>
      <w:r w:rsidRPr="008C6DE4">
        <w:t>1</w:t>
      </w:r>
      <w:r w:rsidR="0048284E" w:rsidRPr="008C6DE4">
        <w:t>0.1.3.1.1</w:t>
      </w:r>
      <w:r w:rsidRPr="008C6DE4">
        <w:tab/>
        <w:t xml:space="preserve">Absolute </w:t>
      </w:r>
      <w:r w:rsidRPr="008C6DE4">
        <w:rPr>
          <w:lang w:val="en-US"/>
        </w:rPr>
        <w:t xml:space="preserve">SS-RSRP </w:t>
      </w:r>
      <w:r w:rsidRPr="008C6DE4">
        <w:t>Accuracy</w:t>
      </w:r>
    </w:p>
    <w:p w14:paraId="3681DEC1" w14:textId="77777777" w:rsidR="001F5A79" w:rsidRPr="008C6DE4" w:rsidRDefault="001F5A79" w:rsidP="001F5A79">
      <w:pPr>
        <w:rPr>
          <w:rFonts w:cs="v4.2.0"/>
          <w:i/>
        </w:rPr>
      </w:pPr>
      <w:r w:rsidRPr="008C6DE4">
        <w:rPr>
          <w:rFonts w:cs="v4.2.0"/>
        </w:rPr>
        <w:t xml:space="preserve">Unless otherwise specified, the requirements for absolute accuracy of </w:t>
      </w:r>
      <w:r w:rsidRPr="008C6DE4">
        <w:rPr>
          <w:rFonts w:cs="v4.2.0"/>
          <w:lang w:eastAsia="zh-CN"/>
        </w:rPr>
        <w:t>SS-RSRP</w:t>
      </w:r>
      <w:r w:rsidRPr="008C6DE4">
        <w:rPr>
          <w:rFonts w:cs="v4.2.0"/>
        </w:rPr>
        <w:t xml:space="preserve"> in this clause apply to a cell on the same frequency as that of the serving cell in FR2.</w:t>
      </w:r>
    </w:p>
    <w:p w14:paraId="2F4B5FAA"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10.1.3.1.1</w:t>
      </w:r>
      <w:r w:rsidRPr="008C6DE4">
        <w:rPr>
          <w:rFonts w:cs="v4.2.0"/>
        </w:rPr>
        <w:t>-1 are valid under the following conditions:</w:t>
      </w:r>
    </w:p>
    <w:p w14:paraId="79A1D685" w14:textId="77777777" w:rsidR="001F5A79" w:rsidRPr="008C6DE4" w:rsidRDefault="001F5A79" w:rsidP="001F5A79">
      <w:pPr>
        <w:ind w:left="568" w:hanging="284"/>
        <w:rPr>
          <w:lang w:eastAsia="zh-CN"/>
        </w:rPr>
      </w:pPr>
      <w:r w:rsidRPr="008C6DE4">
        <w:t>-</w:t>
      </w:r>
      <w:r w:rsidRPr="008C6DE4">
        <w:tab/>
        <w:t>Conditions defined in clause 7.3 of TS 38.101-2 [19] for reference sensitivity are fulfilled.</w:t>
      </w:r>
    </w:p>
    <w:p w14:paraId="50AF9D62" w14:textId="77777777" w:rsidR="001F5A79" w:rsidRPr="008C6DE4" w:rsidRDefault="001F5A79" w:rsidP="001F5A79">
      <w:pPr>
        <w:ind w:left="568" w:hanging="284"/>
      </w:pPr>
      <w:r w:rsidRPr="008C6DE4">
        <w:t>-</w:t>
      </w:r>
      <w:r w:rsidRPr="008C6DE4">
        <w:tab/>
        <w:t xml:space="preserve">Conditions for intra-frequency measurements are fulfilled according to Annex B.2.2 for a corresponding Band </w:t>
      </w:r>
      <w:r w:rsidRPr="008C6DE4">
        <w:rPr>
          <w:rFonts w:cs="v4.2.0"/>
          <w:lang w:eastAsia="ko-KR"/>
        </w:rPr>
        <w:t>for each relevant SSB</w:t>
      </w:r>
      <w:r w:rsidRPr="008C6DE4">
        <w:t>.</w:t>
      </w:r>
    </w:p>
    <w:p w14:paraId="7C35962F" w14:textId="77777777" w:rsidR="001F5A79" w:rsidRPr="008C6DE4" w:rsidRDefault="001F5A79" w:rsidP="001F5A79">
      <w:pPr>
        <w:ind w:left="568" w:hanging="284"/>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2ECF8442" w14:textId="77777777" w:rsidR="001F5A79" w:rsidRPr="008C6DE4" w:rsidRDefault="001F5A79" w:rsidP="001F5A79">
      <w:pPr>
        <w:keepNext/>
        <w:keepLines/>
        <w:spacing w:before="60"/>
        <w:jc w:val="center"/>
      </w:pPr>
      <w:r w:rsidRPr="008C6DE4">
        <w:rPr>
          <w:rFonts w:ascii="Arial" w:hAnsi="Arial"/>
          <w:b/>
        </w:rPr>
        <w:t>Table 10.1.</w:t>
      </w:r>
      <w:r w:rsidRPr="008C6DE4">
        <w:rPr>
          <w:rFonts w:ascii="Arial" w:hAnsi="Arial"/>
          <w:b/>
          <w:lang w:eastAsia="zh-CN"/>
        </w:rPr>
        <w:t>3</w:t>
      </w:r>
      <w:r w:rsidRPr="008C6DE4">
        <w:rPr>
          <w:rFonts w:ascii="Arial" w:hAnsi="Arial"/>
          <w:b/>
        </w:rPr>
        <w:t>.1.1-1: SS-RSRP Intra frequency absolute accuracy in FR2</w:t>
      </w:r>
    </w:p>
    <w:tbl>
      <w:tblPr>
        <w:tblW w:w="8789" w:type="dxa"/>
        <w:jc w:val="center"/>
        <w:tblLook w:val="01E0" w:firstRow="1" w:lastRow="1" w:firstColumn="1" w:lastColumn="1" w:noHBand="0" w:noVBand="0"/>
      </w:tblPr>
      <w:tblGrid>
        <w:gridCol w:w="1122"/>
        <w:gridCol w:w="1119"/>
        <w:gridCol w:w="1119"/>
        <w:gridCol w:w="1124"/>
        <w:gridCol w:w="1124"/>
        <w:gridCol w:w="1590"/>
        <w:gridCol w:w="1591"/>
      </w:tblGrid>
      <w:tr w:rsidR="00DD3199" w:rsidRPr="008C6DE4" w14:paraId="00066468" w14:textId="77777777" w:rsidTr="00B83D5D">
        <w:trPr>
          <w:jc w:val="center"/>
        </w:trPr>
        <w:tc>
          <w:tcPr>
            <w:tcW w:w="2241" w:type="dxa"/>
            <w:gridSpan w:val="2"/>
            <w:tcBorders>
              <w:top w:val="single" w:sz="6" w:space="0" w:color="auto"/>
              <w:left w:val="single" w:sz="4" w:space="0" w:color="auto"/>
              <w:right w:val="single" w:sz="6" w:space="0" w:color="auto"/>
            </w:tcBorders>
            <w:shd w:val="clear" w:color="auto" w:fill="auto"/>
            <w:vAlign w:val="center"/>
          </w:tcPr>
          <w:p w14:paraId="6A11A32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6548" w:type="dxa"/>
            <w:gridSpan w:val="5"/>
            <w:tcBorders>
              <w:top w:val="single" w:sz="4" w:space="0" w:color="auto"/>
              <w:left w:val="single" w:sz="4" w:space="0" w:color="auto"/>
              <w:right w:val="single" w:sz="4" w:space="0" w:color="auto"/>
            </w:tcBorders>
            <w:vAlign w:val="center"/>
          </w:tcPr>
          <w:p w14:paraId="41AC09F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6E65E819" w14:textId="77777777" w:rsidTr="00B83D5D">
        <w:trPr>
          <w:jc w:val="center"/>
        </w:trPr>
        <w:tc>
          <w:tcPr>
            <w:tcW w:w="1122" w:type="dxa"/>
            <w:vMerge w:val="restart"/>
            <w:tcBorders>
              <w:top w:val="single" w:sz="6" w:space="0" w:color="auto"/>
              <w:left w:val="single" w:sz="4" w:space="0" w:color="auto"/>
              <w:right w:val="single" w:sz="6" w:space="0" w:color="auto"/>
            </w:tcBorders>
            <w:shd w:val="clear" w:color="auto" w:fill="auto"/>
            <w:vAlign w:val="center"/>
          </w:tcPr>
          <w:p w14:paraId="104694F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119" w:type="dxa"/>
            <w:vMerge w:val="restart"/>
            <w:tcBorders>
              <w:top w:val="single" w:sz="6" w:space="0" w:color="auto"/>
              <w:left w:val="single" w:sz="6" w:space="0" w:color="auto"/>
              <w:right w:val="single" w:sz="6" w:space="0" w:color="auto"/>
            </w:tcBorders>
            <w:shd w:val="clear" w:color="auto" w:fill="auto"/>
            <w:vAlign w:val="center"/>
          </w:tcPr>
          <w:p w14:paraId="7ECCAD0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119" w:type="dxa"/>
            <w:vMerge w:val="restart"/>
            <w:tcBorders>
              <w:top w:val="single" w:sz="4" w:space="0" w:color="auto"/>
              <w:left w:val="single" w:sz="4" w:space="0" w:color="auto"/>
              <w:right w:val="single" w:sz="4" w:space="0" w:color="auto"/>
            </w:tcBorders>
          </w:tcPr>
          <w:p w14:paraId="0D15E37D"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SSB Ês/Iot</w:t>
            </w:r>
          </w:p>
        </w:tc>
        <w:tc>
          <w:tcPr>
            <w:tcW w:w="5429" w:type="dxa"/>
            <w:gridSpan w:val="4"/>
            <w:tcBorders>
              <w:top w:val="single" w:sz="4" w:space="0" w:color="auto"/>
              <w:left w:val="single" w:sz="4" w:space="0" w:color="auto"/>
              <w:bottom w:val="single" w:sz="6" w:space="0" w:color="auto"/>
              <w:right w:val="single" w:sz="4" w:space="0" w:color="auto"/>
            </w:tcBorders>
            <w:shd w:val="clear" w:color="auto" w:fill="auto"/>
            <w:vAlign w:val="center"/>
          </w:tcPr>
          <w:p w14:paraId="1BC4F7D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2</w:t>
            </w:r>
            <w:r w:rsidRPr="008C6DE4">
              <w:rPr>
                <w:rFonts w:ascii="Arial" w:hAnsi="Arial"/>
                <w:b/>
                <w:sz w:val="18"/>
              </w:rPr>
              <w:t xml:space="preserve"> range</w:t>
            </w:r>
          </w:p>
        </w:tc>
      </w:tr>
      <w:tr w:rsidR="00DD3199" w:rsidRPr="008C6DE4" w14:paraId="15DB0AF2" w14:textId="77777777" w:rsidTr="00B83D5D">
        <w:trPr>
          <w:jc w:val="center"/>
        </w:trPr>
        <w:tc>
          <w:tcPr>
            <w:tcW w:w="1122" w:type="dxa"/>
            <w:vMerge/>
            <w:tcBorders>
              <w:left w:val="single" w:sz="4" w:space="0" w:color="auto"/>
              <w:bottom w:val="single" w:sz="6" w:space="0" w:color="auto"/>
              <w:right w:val="single" w:sz="6" w:space="0" w:color="auto"/>
            </w:tcBorders>
            <w:shd w:val="clear" w:color="auto" w:fill="auto"/>
            <w:vAlign w:val="center"/>
          </w:tcPr>
          <w:p w14:paraId="5685E8DD" w14:textId="77777777" w:rsidR="001F5A79" w:rsidRPr="008C6DE4" w:rsidRDefault="001F5A79" w:rsidP="00DF3064">
            <w:pPr>
              <w:keepNext/>
              <w:keepLines/>
              <w:spacing w:after="0"/>
              <w:jc w:val="center"/>
              <w:rPr>
                <w:rFonts w:ascii="Arial" w:hAnsi="Arial"/>
                <w:b/>
                <w:sz w:val="18"/>
              </w:rPr>
            </w:pPr>
          </w:p>
        </w:tc>
        <w:tc>
          <w:tcPr>
            <w:tcW w:w="1119" w:type="dxa"/>
            <w:vMerge/>
            <w:tcBorders>
              <w:left w:val="single" w:sz="6" w:space="0" w:color="auto"/>
              <w:bottom w:val="single" w:sz="6" w:space="0" w:color="auto"/>
              <w:right w:val="single" w:sz="6" w:space="0" w:color="auto"/>
            </w:tcBorders>
            <w:shd w:val="clear" w:color="auto" w:fill="auto"/>
            <w:vAlign w:val="center"/>
          </w:tcPr>
          <w:p w14:paraId="6A4341C5" w14:textId="77777777" w:rsidR="001F5A79" w:rsidRPr="008C6DE4" w:rsidRDefault="001F5A79" w:rsidP="00DF3064">
            <w:pPr>
              <w:keepNext/>
              <w:keepLines/>
              <w:spacing w:after="0"/>
              <w:jc w:val="center"/>
              <w:rPr>
                <w:rFonts w:ascii="Arial" w:hAnsi="Arial"/>
                <w:b/>
                <w:sz w:val="18"/>
              </w:rPr>
            </w:pPr>
          </w:p>
        </w:tc>
        <w:tc>
          <w:tcPr>
            <w:tcW w:w="1119" w:type="dxa"/>
            <w:vMerge/>
            <w:tcBorders>
              <w:left w:val="single" w:sz="4" w:space="0" w:color="auto"/>
              <w:bottom w:val="single" w:sz="6" w:space="0" w:color="auto"/>
              <w:right w:val="single" w:sz="4" w:space="0" w:color="auto"/>
            </w:tcBorders>
            <w:vAlign w:val="center"/>
          </w:tcPr>
          <w:p w14:paraId="313F1A74" w14:textId="77777777" w:rsidR="001F5A79" w:rsidRPr="008C6DE4" w:rsidRDefault="001F5A79" w:rsidP="00DF3064">
            <w:pPr>
              <w:keepNext/>
              <w:keepLines/>
              <w:spacing w:after="0"/>
              <w:jc w:val="center"/>
              <w:rPr>
                <w:rFonts w:ascii="Arial" w:hAnsi="Arial"/>
                <w:b/>
                <w:sz w:val="18"/>
              </w:rPr>
            </w:pPr>
          </w:p>
        </w:tc>
        <w:tc>
          <w:tcPr>
            <w:tcW w:w="3838"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5CE69F9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1591" w:type="dxa"/>
            <w:tcBorders>
              <w:top w:val="single" w:sz="4" w:space="0" w:color="auto"/>
              <w:left w:val="single" w:sz="6" w:space="0" w:color="auto"/>
              <w:bottom w:val="single" w:sz="6" w:space="0" w:color="auto"/>
              <w:right w:val="single" w:sz="4" w:space="0" w:color="auto"/>
            </w:tcBorders>
            <w:shd w:val="clear" w:color="auto" w:fill="auto"/>
            <w:vAlign w:val="center"/>
          </w:tcPr>
          <w:p w14:paraId="168560B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64845ED8" w14:textId="77777777" w:rsidTr="00B83D5D">
        <w:trPr>
          <w:jc w:val="center"/>
        </w:trPr>
        <w:tc>
          <w:tcPr>
            <w:tcW w:w="1122" w:type="dxa"/>
            <w:vMerge w:val="restart"/>
            <w:tcBorders>
              <w:top w:val="single" w:sz="6" w:space="0" w:color="auto"/>
              <w:left w:val="single" w:sz="4" w:space="0" w:color="auto"/>
              <w:right w:val="single" w:sz="6" w:space="0" w:color="auto"/>
            </w:tcBorders>
            <w:shd w:val="clear" w:color="auto" w:fill="auto"/>
            <w:vAlign w:val="center"/>
          </w:tcPr>
          <w:p w14:paraId="0F3F929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6" w:space="0" w:color="auto"/>
              <w:left w:val="single" w:sz="6" w:space="0" w:color="auto"/>
              <w:right w:val="single" w:sz="6" w:space="0" w:color="auto"/>
            </w:tcBorders>
            <w:shd w:val="clear" w:color="auto" w:fill="auto"/>
            <w:vAlign w:val="center"/>
          </w:tcPr>
          <w:p w14:paraId="14E6CEC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6" w:space="0" w:color="auto"/>
              <w:left w:val="single" w:sz="4" w:space="0" w:color="auto"/>
              <w:right w:val="single" w:sz="4" w:space="0" w:color="auto"/>
            </w:tcBorders>
            <w:vAlign w:val="center"/>
          </w:tcPr>
          <w:p w14:paraId="75972C56"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224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438CD81A"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r w:rsidRPr="008C6DE4">
              <w:rPr>
                <w:rFonts w:ascii="Arial" w:hAnsi="Arial"/>
                <w:b/>
                <w:sz w:val="18"/>
                <w:vertAlign w:val="superscript"/>
              </w:rPr>
              <w:t xml:space="preserve"> Note 1</w:t>
            </w:r>
          </w:p>
        </w:tc>
        <w:tc>
          <w:tcPr>
            <w:tcW w:w="1590" w:type="dxa"/>
            <w:vMerge w:val="restart"/>
            <w:tcBorders>
              <w:top w:val="single" w:sz="6" w:space="0" w:color="auto"/>
              <w:left w:val="single" w:sz="6" w:space="0" w:color="auto"/>
              <w:right w:val="single" w:sz="6" w:space="0" w:color="auto"/>
            </w:tcBorders>
            <w:shd w:val="clear" w:color="auto" w:fill="auto"/>
            <w:vAlign w:val="center"/>
          </w:tcPr>
          <w:p w14:paraId="0D4B36D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c>
          <w:tcPr>
            <w:tcW w:w="1591" w:type="dxa"/>
            <w:vMerge w:val="restart"/>
            <w:tcBorders>
              <w:top w:val="single" w:sz="6" w:space="0" w:color="auto"/>
              <w:left w:val="single" w:sz="6" w:space="0" w:color="auto"/>
              <w:right w:val="single" w:sz="4" w:space="0" w:color="auto"/>
            </w:tcBorders>
            <w:shd w:val="clear" w:color="auto" w:fill="auto"/>
            <w:vAlign w:val="center"/>
          </w:tcPr>
          <w:p w14:paraId="19837DF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4D1B2CBE" w14:textId="77777777" w:rsidTr="00B83D5D">
        <w:trPr>
          <w:jc w:val="center"/>
        </w:trPr>
        <w:tc>
          <w:tcPr>
            <w:tcW w:w="1122" w:type="dxa"/>
            <w:vMerge/>
            <w:tcBorders>
              <w:left w:val="single" w:sz="4" w:space="0" w:color="auto"/>
              <w:bottom w:val="single" w:sz="6" w:space="0" w:color="auto"/>
              <w:right w:val="single" w:sz="6" w:space="0" w:color="auto"/>
            </w:tcBorders>
            <w:shd w:val="clear" w:color="auto" w:fill="auto"/>
            <w:vAlign w:val="center"/>
          </w:tcPr>
          <w:p w14:paraId="453776CF" w14:textId="77777777" w:rsidR="001F5A79" w:rsidRPr="008C6DE4" w:rsidRDefault="001F5A79" w:rsidP="00DF3064">
            <w:pPr>
              <w:keepNext/>
              <w:keepLines/>
              <w:spacing w:after="0"/>
              <w:jc w:val="center"/>
              <w:rPr>
                <w:rFonts w:ascii="Arial" w:hAnsi="Arial"/>
                <w:b/>
                <w:sz w:val="18"/>
              </w:rPr>
            </w:pPr>
          </w:p>
        </w:tc>
        <w:tc>
          <w:tcPr>
            <w:tcW w:w="1119" w:type="dxa"/>
            <w:vMerge/>
            <w:tcBorders>
              <w:left w:val="single" w:sz="6" w:space="0" w:color="auto"/>
              <w:bottom w:val="single" w:sz="6" w:space="0" w:color="auto"/>
              <w:right w:val="single" w:sz="6" w:space="0" w:color="auto"/>
            </w:tcBorders>
            <w:shd w:val="clear" w:color="auto" w:fill="auto"/>
            <w:vAlign w:val="center"/>
          </w:tcPr>
          <w:p w14:paraId="7BD5C414" w14:textId="77777777" w:rsidR="001F5A79" w:rsidRPr="008C6DE4" w:rsidRDefault="001F5A79" w:rsidP="00DF3064">
            <w:pPr>
              <w:keepNext/>
              <w:keepLines/>
              <w:spacing w:after="0"/>
              <w:jc w:val="center"/>
              <w:rPr>
                <w:rFonts w:ascii="Arial" w:hAnsi="Arial"/>
                <w:b/>
                <w:sz w:val="18"/>
              </w:rPr>
            </w:pPr>
          </w:p>
        </w:tc>
        <w:tc>
          <w:tcPr>
            <w:tcW w:w="1119" w:type="dxa"/>
            <w:vMerge/>
            <w:tcBorders>
              <w:left w:val="single" w:sz="4" w:space="0" w:color="auto"/>
              <w:bottom w:val="single" w:sz="6" w:space="0" w:color="auto"/>
              <w:right w:val="single" w:sz="4" w:space="0" w:color="auto"/>
            </w:tcBorders>
          </w:tcPr>
          <w:p w14:paraId="52D02E26" w14:textId="77777777" w:rsidR="001F5A79" w:rsidRPr="008C6DE4" w:rsidRDefault="001F5A79" w:rsidP="00DF3064">
            <w:pPr>
              <w:keepNext/>
              <w:keepLines/>
              <w:spacing w:after="0"/>
              <w:jc w:val="center"/>
              <w:rPr>
                <w:rFonts w:ascii="Arial" w:hAnsi="Arial"/>
                <w:b/>
                <w:sz w:val="18"/>
              </w:rPr>
            </w:pPr>
          </w:p>
        </w:tc>
        <w:tc>
          <w:tcPr>
            <w:tcW w:w="1124" w:type="dxa"/>
            <w:tcBorders>
              <w:top w:val="single" w:sz="6" w:space="0" w:color="auto"/>
              <w:left w:val="single" w:sz="4" w:space="0" w:color="auto"/>
              <w:bottom w:val="single" w:sz="6" w:space="0" w:color="auto"/>
              <w:right w:val="single" w:sz="6" w:space="0" w:color="auto"/>
            </w:tcBorders>
            <w:shd w:val="clear" w:color="auto" w:fill="auto"/>
            <w:vAlign w:val="center"/>
          </w:tcPr>
          <w:p w14:paraId="17873D7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120kHz</w:t>
            </w:r>
          </w:p>
        </w:tc>
        <w:tc>
          <w:tcPr>
            <w:tcW w:w="1124" w:type="dxa"/>
            <w:tcBorders>
              <w:top w:val="single" w:sz="6" w:space="0" w:color="auto"/>
              <w:left w:val="single" w:sz="4" w:space="0" w:color="auto"/>
              <w:bottom w:val="single" w:sz="6" w:space="0" w:color="auto"/>
              <w:right w:val="single" w:sz="6" w:space="0" w:color="auto"/>
            </w:tcBorders>
            <w:shd w:val="clear" w:color="auto" w:fill="auto"/>
            <w:vAlign w:val="center"/>
          </w:tcPr>
          <w:p w14:paraId="3A4D2FD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240kHz</w:t>
            </w:r>
          </w:p>
        </w:tc>
        <w:tc>
          <w:tcPr>
            <w:tcW w:w="1590" w:type="dxa"/>
            <w:vMerge/>
            <w:tcBorders>
              <w:left w:val="single" w:sz="6" w:space="0" w:color="auto"/>
              <w:bottom w:val="single" w:sz="6" w:space="0" w:color="auto"/>
              <w:right w:val="single" w:sz="6" w:space="0" w:color="auto"/>
            </w:tcBorders>
            <w:shd w:val="clear" w:color="auto" w:fill="auto"/>
            <w:vAlign w:val="center"/>
          </w:tcPr>
          <w:p w14:paraId="3E31BE8C" w14:textId="77777777" w:rsidR="001F5A79" w:rsidRPr="008C6DE4" w:rsidRDefault="001F5A79" w:rsidP="00DF3064">
            <w:pPr>
              <w:keepNext/>
              <w:keepLines/>
              <w:spacing w:after="0"/>
              <w:jc w:val="center"/>
              <w:rPr>
                <w:rFonts w:ascii="Arial" w:hAnsi="Arial"/>
                <w:b/>
                <w:sz w:val="18"/>
              </w:rPr>
            </w:pPr>
          </w:p>
        </w:tc>
        <w:tc>
          <w:tcPr>
            <w:tcW w:w="1591" w:type="dxa"/>
            <w:vMerge/>
            <w:tcBorders>
              <w:left w:val="single" w:sz="6" w:space="0" w:color="auto"/>
              <w:bottom w:val="single" w:sz="6" w:space="0" w:color="auto"/>
              <w:right w:val="single" w:sz="4" w:space="0" w:color="auto"/>
            </w:tcBorders>
            <w:shd w:val="clear" w:color="auto" w:fill="auto"/>
            <w:vAlign w:val="center"/>
          </w:tcPr>
          <w:p w14:paraId="1567E079" w14:textId="77777777" w:rsidR="001F5A79" w:rsidRPr="008C6DE4" w:rsidRDefault="001F5A79" w:rsidP="00DF3064">
            <w:pPr>
              <w:keepNext/>
              <w:keepLines/>
              <w:spacing w:after="0"/>
              <w:jc w:val="center"/>
              <w:rPr>
                <w:rFonts w:ascii="Arial" w:hAnsi="Arial"/>
                <w:b/>
                <w:sz w:val="18"/>
              </w:rPr>
            </w:pPr>
          </w:p>
        </w:tc>
      </w:tr>
      <w:tr w:rsidR="00B83D5D" w:rsidRPr="008C6DE4" w14:paraId="0E0E7582" w14:textId="77777777" w:rsidTr="00B83D5D">
        <w:trPr>
          <w:jc w:val="center"/>
        </w:trPr>
        <w:tc>
          <w:tcPr>
            <w:tcW w:w="1122" w:type="dxa"/>
            <w:tcBorders>
              <w:top w:val="single" w:sz="6" w:space="0" w:color="auto"/>
              <w:left w:val="single" w:sz="4" w:space="0" w:color="auto"/>
              <w:right w:val="single" w:sz="6" w:space="0" w:color="auto"/>
            </w:tcBorders>
            <w:shd w:val="clear" w:color="auto" w:fill="auto"/>
            <w:vAlign w:val="center"/>
          </w:tcPr>
          <w:p w14:paraId="26904400" w14:textId="5D002252" w:rsidR="00B83D5D" w:rsidRPr="008C6DE4" w:rsidRDefault="00B83D5D" w:rsidP="00B83D5D">
            <w:pPr>
              <w:keepNext/>
              <w:keepLines/>
              <w:spacing w:after="0"/>
              <w:jc w:val="center"/>
              <w:rPr>
                <w:rFonts w:ascii="Arial" w:hAnsi="Arial"/>
                <w:sz w:val="18"/>
              </w:rPr>
            </w:pPr>
            <w:r w:rsidRPr="008C6DE4">
              <w:rPr>
                <w:rFonts w:ascii="Arial" w:hAnsi="Arial"/>
                <w:sz w:val="18"/>
                <w:lang w:val="fr-FR"/>
              </w:rPr>
              <w:sym w:font="Symbol" w:char="F0B1"/>
            </w:r>
            <w:r w:rsidRPr="008C6DE4">
              <w:rPr>
                <w:rFonts w:ascii="Arial" w:hAnsi="Arial"/>
                <w:sz w:val="18"/>
                <w:lang w:val="fr-FR"/>
              </w:rPr>
              <w:t>6</w:t>
            </w:r>
          </w:p>
        </w:tc>
        <w:tc>
          <w:tcPr>
            <w:tcW w:w="1119" w:type="dxa"/>
            <w:tcBorders>
              <w:top w:val="single" w:sz="6" w:space="0" w:color="auto"/>
              <w:left w:val="single" w:sz="6" w:space="0" w:color="auto"/>
              <w:right w:val="single" w:sz="6" w:space="0" w:color="auto"/>
            </w:tcBorders>
            <w:shd w:val="clear" w:color="auto" w:fill="auto"/>
            <w:vAlign w:val="center"/>
          </w:tcPr>
          <w:p w14:paraId="078D78B7" w14:textId="2B28F59A" w:rsidR="00B83D5D" w:rsidRPr="008C6DE4" w:rsidRDefault="00B83D5D" w:rsidP="00B83D5D">
            <w:pPr>
              <w:keepNext/>
              <w:keepLines/>
              <w:spacing w:after="0"/>
              <w:jc w:val="center"/>
              <w:rPr>
                <w:rFonts w:ascii="Arial" w:hAnsi="Arial"/>
                <w:sz w:val="18"/>
              </w:rPr>
            </w:pPr>
            <w:r w:rsidRPr="008C6DE4">
              <w:rPr>
                <w:rFonts w:ascii="Arial" w:hAnsi="Arial"/>
                <w:sz w:val="18"/>
                <w:lang w:val="fr-FR"/>
              </w:rPr>
              <w:sym w:font="Symbol" w:char="F0B1"/>
            </w:r>
            <w:r w:rsidRPr="008C6DE4">
              <w:rPr>
                <w:rFonts w:ascii="Arial" w:hAnsi="Arial"/>
                <w:sz w:val="18"/>
                <w:lang w:val="fr-FR"/>
              </w:rPr>
              <w:t>9</w:t>
            </w:r>
          </w:p>
        </w:tc>
        <w:tc>
          <w:tcPr>
            <w:tcW w:w="1119" w:type="dxa"/>
            <w:vMerge w:val="restart"/>
            <w:tcBorders>
              <w:top w:val="single" w:sz="6" w:space="0" w:color="auto"/>
              <w:left w:val="single" w:sz="4" w:space="0" w:color="auto"/>
              <w:right w:val="single" w:sz="4" w:space="0" w:color="auto"/>
            </w:tcBorders>
            <w:vAlign w:val="center"/>
          </w:tcPr>
          <w:p w14:paraId="595CA73F" w14:textId="77777777" w:rsidR="00B83D5D" w:rsidRPr="008C6DE4" w:rsidRDefault="00B83D5D" w:rsidP="00B83D5D">
            <w:pPr>
              <w:keepNext/>
              <w:keepLines/>
              <w:spacing w:after="0"/>
              <w:jc w:val="center"/>
              <w:rPr>
                <w:rFonts w:ascii="Arial" w:hAnsi="Arial"/>
                <w:sz w:val="18"/>
              </w:rPr>
            </w:pPr>
            <w:r w:rsidRPr="008C6DE4">
              <w:rPr>
                <w:rFonts w:ascii="Arial" w:eastAsia="Yu Mincho" w:hAnsi="Arial" w:cs="Arial"/>
                <w:sz w:val="18"/>
                <w:lang w:eastAsia="ja-JP"/>
              </w:rPr>
              <w:t>≥-6</w:t>
            </w:r>
          </w:p>
        </w:tc>
        <w:tc>
          <w:tcPr>
            <w:tcW w:w="224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52890084" w14:textId="77777777" w:rsidR="00B83D5D" w:rsidRPr="008C6DE4" w:rsidRDefault="00B83D5D" w:rsidP="00B83D5D">
            <w:pPr>
              <w:keepNext/>
              <w:keepLines/>
              <w:spacing w:after="0"/>
              <w:jc w:val="center"/>
              <w:rPr>
                <w:rFonts w:ascii="Arial" w:eastAsia="Yu Mincho" w:hAnsi="Arial"/>
                <w:sz w:val="18"/>
                <w:lang w:eastAsia="ja-JP"/>
              </w:rPr>
            </w:pPr>
            <w:r w:rsidRPr="008C6DE4">
              <w:rPr>
                <w:rFonts w:ascii="Arial" w:hAnsi="Arial"/>
                <w:sz w:val="18"/>
              </w:rPr>
              <w:t>Same value as SSB_RP in Table B.2.2-2, according to UE Power class, operating band and angle of arrival</w:t>
            </w:r>
          </w:p>
        </w:tc>
        <w:tc>
          <w:tcPr>
            <w:tcW w:w="1590" w:type="dxa"/>
            <w:tcBorders>
              <w:top w:val="single" w:sz="6" w:space="0" w:color="auto"/>
              <w:left w:val="single" w:sz="6" w:space="0" w:color="auto"/>
              <w:bottom w:val="single" w:sz="6" w:space="0" w:color="auto"/>
              <w:right w:val="single" w:sz="6" w:space="0" w:color="auto"/>
            </w:tcBorders>
            <w:shd w:val="clear" w:color="auto" w:fill="auto"/>
            <w:vAlign w:val="center"/>
          </w:tcPr>
          <w:p w14:paraId="6CE59F9E" w14:textId="77777777" w:rsidR="00B83D5D" w:rsidRPr="008C6DE4" w:rsidRDefault="00B83D5D" w:rsidP="00B83D5D">
            <w:pPr>
              <w:keepNext/>
              <w:keepLines/>
              <w:spacing w:after="0"/>
              <w:jc w:val="center"/>
              <w:rPr>
                <w:rFonts w:ascii="Arial" w:hAnsi="Arial"/>
                <w:sz w:val="18"/>
              </w:rPr>
            </w:pPr>
            <w:r w:rsidRPr="008C6DE4">
              <w:rPr>
                <w:rFonts w:ascii="Arial" w:hAnsi="Arial"/>
                <w:sz w:val="18"/>
                <w:lang w:eastAsia="zh-CN"/>
              </w:rPr>
              <w:t>N/A</w:t>
            </w:r>
          </w:p>
        </w:tc>
        <w:tc>
          <w:tcPr>
            <w:tcW w:w="1591" w:type="dxa"/>
            <w:tcBorders>
              <w:top w:val="single" w:sz="6" w:space="0" w:color="auto"/>
              <w:left w:val="single" w:sz="6" w:space="0" w:color="auto"/>
              <w:bottom w:val="single" w:sz="6" w:space="0" w:color="auto"/>
              <w:right w:val="single" w:sz="4" w:space="0" w:color="auto"/>
            </w:tcBorders>
            <w:shd w:val="clear" w:color="auto" w:fill="auto"/>
            <w:vAlign w:val="center"/>
          </w:tcPr>
          <w:p w14:paraId="40295E2B" w14:textId="77777777" w:rsidR="00B83D5D" w:rsidRPr="008C6DE4" w:rsidRDefault="00B83D5D" w:rsidP="00B83D5D">
            <w:pPr>
              <w:keepNext/>
              <w:keepLines/>
              <w:spacing w:after="0"/>
              <w:jc w:val="center"/>
              <w:rPr>
                <w:rFonts w:ascii="Arial" w:hAnsi="Arial"/>
                <w:sz w:val="18"/>
              </w:rPr>
            </w:pPr>
            <w:r w:rsidRPr="008C6DE4">
              <w:rPr>
                <w:rFonts w:ascii="Arial" w:hAnsi="Arial"/>
                <w:sz w:val="18"/>
              </w:rPr>
              <w:t>-70</w:t>
            </w:r>
          </w:p>
        </w:tc>
      </w:tr>
      <w:tr w:rsidR="00B83D5D" w:rsidRPr="008C6DE4" w14:paraId="6C715FEE" w14:textId="77777777" w:rsidTr="00B83D5D">
        <w:trPr>
          <w:jc w:val="center"/>
        </w:trPr>
        <w:tc>
          <w:tcPr>
            <w:tcW w:w="1122" w:type="dxa"/>
            <w:tcBorders>
              <w:top w:val="single" w:sz="6" w:space="0" w:color="auto"/>
              <w:left w:val="single" w:sz="4" w:space="0" w:color="auto"/>
              <w:bottom w:val="single" w:sz="6" w:space="0" w:color="auto"/>
              <w:right w:val="single" w:sz="6" w:space="0" w:color="auto"/>
            </w:tcBorders>
            <w:shd w:val="clear" w:color="auto" w:fill="auto"/>
            <w:vAlign w:val="center"/>
          </w:tcPr>
          <w:p w14:paraId="5BBEC68E" w14:textId="33CEF077" w:rsidR="00B83D5D" w:rsidRPr="008C6DE4" w:rsidRDefault="00B83D5D" w:rsidP="00B83D5D">
            <w:pPr>
              <w:keepNext/>
              <w:keepLines/>
              <w:spacing w:after="0"/>
              <w:jc w:val="center"/>
              <w:rPr>
                <w:rFonts w:ascii="Arial" w:hAnsi="Arial"/>
                <w:sz w:val="18"/>
              </w:rPr>
            </w:pPr>
            <w:r w:rsidRPr="008C6DE4">
              <w:rPr>
                <w:rFonts w:ascii="Arial" w:hAnsi="Arial"/>
                <w:sz w:val="18"/>
                <w:lang w:val="fr-FR"/>
              </w:rPr>
              <w:sym w:font="Symbol" w:char="F0B1"/>
            </w:r>
            <w:r w:rsidRPr="008C6DE4">
              <w:rPr>
                <w:rFonts w:ascii="Arial" w:hAnsi="Arial"/>
                <w:sz w:val="18"/>
                <w:lang w:val="fr-FR"/>
              </w:rPr>
              <w:t>8</w:t>
            </w:r>
          </w:p>
        </w:tc>
        <w:tc>
          <w:tcPr>
            <w:tcW w:w="1119" w:type="dxa"/>
            <w:tcBorders>
              <w:top w:val="single" w:sz="6" w:space="0" w:color="auto"/>
              <w:left w:val="single" w:sz="6" w:space="0" w:color="auto"/>
              <w:bottom w:val="single" w:sz="6" w:space="0" w:color="auto"/>
              <w:right w:val="single" w:sz="6" w:space="0" w:color="auto"/>
            </w:tcBorders>
            <w:shd w:val="clear" w:color="auto" w:fill="auto"/>
            <w:vAlign w:val="center"/>
          </w:tcPr>
          <w:p w14:paraId="40D4169E" w14:textId="060ABC09" w:rsidR="00B83D5D" w:rsidRPr="008C6DE4" w:rsidRDefault="00B83D5D" w:rsidP="00B83D5D">
            <w:pPr>
              <w:keepNext/>
              <w:keepLines/>
              <w:spacing w:after="0"/>
              <w:jc w:val="center"/>
              <w:rPr>
                <w:rFonts w:ascii="Arial" w:hAnsi="Arial"/>
                <w:sz w:val="18"/>
              </w:rPr>
            </w:pPr>
            <w:r w:rsidRPr="008C6DE4">
              <w:rPr>
                <w:rFonts w:ascii="Arial" w:hAnsi="Arial"/>
                <w:sz w:val="18"/>
                <w:lang w:val="fr-FR"/>
              </w:rPr>
              <w:sym w:font="Symbol" w:char="F0B1"/>
            </w:r>
            <w:r w:rsidRPr="008C6DE4">
              <w:rPr>
                <w:rFonts w:ascii="Arial" w:hAnsi="Arial"/>
                <w:sz w:val="18"/>
                <w:lang w:val="fr-FR"/>
              </w:rPr>
              <w:t>11</w:t>
            </w:r>
          </w:p>
        </w:tc>
        <w:tc>
          <w:tcPr>
            <w:tcW w:w="1119" w:type="dxa"/>
            <w:vMerge/>
            <w:tcBorders>
              <w:left w:val="single" w:sz="4" w:space="0" w:color="auto"/>
              <w:right w:val="single" w:sz="4" w:space="0" w:color="auto"/>
            </w:tcBorders>
          </w:tcPr>
          <w:p w14:paraId="23748DDB" w14:textId="77777777" w:rsidR="00B83D5D" w:rsidRPr="008C6DE4" w:rsidRDefault="00B83D5D" w:rsidP="00B83D5D">
            <w:pPr>
              <w:keepNext/>
              <w:keepLines/>
              <w:spacing w:after="0"/>
              <w:jc w:val="center"/>
              <w:rPr>
                <w:rFonts w:ascii="Arial" w:hAnsi="Arial"/>
                <w:sz w:val="18"/>
              </w:rPr>
            </w:pPr>
          </w:p>
        </w:tc>
        <w:tc>
          <w:tcPr>
            <w:tcW w:w="224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4972D7F6" w14:textId="77777777" w:rsidR="00B83D5D" w:rsidRPr="008C6DE4" w:rsidRDefault="00B83D5D" w:rsidP="00B83D5D">
            <w:pPr>
              <w:keepNext/>
              <w:keepLines/>
              <w:spacing w:after="0"/>
              <w:jc w:val="center"/>
              <w:rPr>
                <w:rFonts w:ascii="Arial" w:hAnsi="Arial"/>
                <w:sz w:val="18"/>
              </w:rPr>
            </w:pPr>
            <w:r w:rsidRPr="008C6DE4">
              <w:rPr>
                <w:rFonts w:ascii="Arial" w:hAnsi="Arial"/>
                <w:sz w:val="18"/>
              </w:rPr>
              <w:t>N/A</w:t>
            </w:r>
          </w:p>
        </w:tc>
        <w:tc>
          <w:tcPr>
            <w:tcW w:w="1590" w:type="dxa"/>
            <w:tcBorders>
              <w:top w:val="single" w:sz="6" w:space="0" w:color="auto"/>
              <w:left w:val="single" w:sz="6" w:space="0" w:color="auto"/>
              <w:bottom w:val="single" w:sz="6" w:space="0" w:color="auto"/>
              <w:right w:val="single" w:sz="6" w:space="0" w:color="auto"/>
            </w:tcBorders>
            <w:shd w:val="clear" w:color="auto" w:fill="auto"/>
            <w:vAlign w:val="center"/>
          </w:tcPr>
          <w:p w14:paraId="55D3C432" w14:textId="77777777" w:rsidR="00B83D5D" w:rsidRPr="008C6DE4" w:rsidRDefault="00B83D5D" w:rsidP="00B83D5D">
            <w:pPr>
              <w:keepNext/>
              <w:keepLines/>
              <w:spacing w:after="0"/>
              <w:jc w:val="center"/>
              <w:rPr>
                <w:rFonts w:ascii="Arial" w:hAnsi="Arial"/>
                <w:sz w:val="18"/>
              </w:rPr>
            </w:pPr>
            <w:r w:rsidRPr="008C6DE4">
              <w:rPr>
                <w:rFonts w:ascii="Arial" w:hAnsi="Arial"/>
                <w:sz w:val="18"/>
              </w:rPr>
              <w:t>-70</w:t>
            </w:r>
          </w:p>
        </w:tc>
        <w:tc>
          <w:tcPr>
            <w:tcW w:w="1591" w:type="dxa"/>
            <w:tcBorders>
              <w:top w:val="single" w:sz="6" w:space="0" w:color="auto"/>
              <w:left w:val="single" w:sz="6" w:space="0" w:color="auto"/>
              <w:bottom w:val="single" w:sz="6" w:space="0" w:color="auto"/>
              <w:right w:val="single" w:sz="4" w:space="0" w:color="auto"/>
            </w:tcBorders>
            <w:shd w:val="clear" w:color="auto" w:fill="auto"/>
            <w:vAlign w:val="center"/>
          </w:tcPr>
          <w:p w14:paraId="381A851C" w14:textId="77777777" w:rsidR="00B83D5D" w:rsidRPr="008C6DE4" w:rsidRDefault="00B83D5D" w:rsidP="00B83D5D">
            <w:pPr>
              <w:keepNext/>
              <w:keepLines/>
              <w:spacing w:after="0"/>
              <w:jc w:val="center"/>
              <w:rPr>
                <w:rFonts w:ascii="Arial" w:hAnsi="Arial"/>
                <w:sz w:val="18"/>
              </w:rPr>
            </w:pPr>
            <w:r w:rsidRPr="008C6DE4">
              <w:rPr>
                <w:rFonts w:ascii="Arial" w:hAnsi="Arial"/>
                <w:sz w:val="18"/>
              </w:rPr>
              <w:t>-50</w:t>
            </w:r>
          </w:p>
        </w:tc>
      </w:tr>
      <w:tr w:rsidR="001F5A79" w:rsidRPr="008C6DE4" w14:paraId="1FF4AC6E" w14:textId="77777777" w:rsidTr="00B83D5D">
        <w:trPr>
          <w:jc w:val="center"/>
        </w:trPr>
        <w:tc>
          <w:tcPr>
            <w:tcW w:w="8789" w:type="dxa"/>
            <w:gridSpan w:val="7"/>
            <w:tcBorders>
              <w:top w:val="single" w:sz="6" w:space="0" w:color="auto"/>
              <w:left w:val="single" w:sz="4" w:space="0" w:color="auto"/>
              <w:bottom w:val="single" w:sz="6" w:space="0" w:color="auto"/>
              <w:right w:val="single" w:sz="4" w:space="0" w:color="auto"/>
            </w:tcBorders>
            <w:shd w:val="clear" w:color="auto" w:fill="auto"/>
            <w:vAlign w:val="center"/>
          </w:tcPr>
          <w:p w14:paraId="547A28B8"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Values based on Refsens and EIS spherical coverage as defined in clauses 7.3.2 and 7.3.4 of TS 38.101-2 [19]. Applicable side condition selected depending on angle of arrival.</w:t>
            </w:r>
          </w:p>
          <w:p w14:paraId="6D78ED0A" w14:textId="77777777" w:rsidR="001F5A79" w:rsidRPr="008C6DE4" w:rsidRDefault="001F5A79" w:rsidP="00DF3064">
            <w:pPr>
              <w:keepNext/>
              <w:keepLines/>
              <w:spacing w:after="0"/>
              <w:rPr>
                <w:rFonts w:ascii="Arial" w:hAnsi="Arial"/>
                <w:sz w:val="18"/>
              </w:rPr>
            </w:pPr>
            <w:r w:rsidRPr="008C6DE4">
              <w:rPr>
                <w:rFonts w:ascii="Arial" w:hAnsi="Arial"/>
                <w:sz w:val="18"/>
              </w:rPr>
              <w:t>Note 2:</w:t>
            </w:r>
            <w:r w:rsidRPr="008C6DE4">
              <w:rPr>
                <w:rFonts w:ascii="Arial" w:hAnsi="Arial"/>
                <w:sz w:val="18"/>
              </w:rPr>
              <w:tab/>
            </w:r>
            <w:r w:rsidRPr="008C6DE4">
              <w:rPr>
                <w:rFonts w:ascii="Arial" w:eastAsia="MS Mincho" w:hAnsi="Arial"/>
                <w:sz w:val="18"/>
              </w:rPr>
              <w:t>Io specified at the Reference point, and assumed to have constant EPRE across the bandwidth</w:t>
            </w:r>
            <w:r w:rsidRPr="008C6DE4">
              <w:rPr>
                <w:rFonts w:ascii="Arial" w:hAnsi="Arial"/>
                <w:sz w:val="18"/>
              </w:rPr>
              <w:t>.</w:t>
            </w:r>
          </w:p>
          <w:p w14:paraId="532A7C70"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 xml:space="preserve">In the test cases, the SSB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tc>
      </w:tr>
    </w:tbl>
    <w:p w14:paraId="0887C657" w14:textId="77777777" w:rsidR="001F5A79" w:rsidRPr="008C6DE4" w:rsidRDefault="001F5A79" w:rsidP="001F5A79">
      <w:pPr>
        <w:rPr>
          <w:lang w:eastAsia="zh-CN"/>
        </w:rPr>
      </w:pPr>
    </w:p>
    <w:p w14:paraId="5BD0AAEE" w14:textId="25AAD14E" w:rsidR="001F5A79" w:rsidRPr="008C6DE4" w:rsidRDefault="001F5A79" w:rsidP="0048284E">
      <w:pPr>
        <w:pStyle w:val="Heading5"/>
      </w:pPr>
      <w:r w:rsidRPr="008C6DE4">
        <w:t>1</w:t>
      </w:r>
      <w:r w:rsidR="0048284E" w:rsidRPr="008C6DE4">
        <w:t>0.1.3.1.2</w:t>
      </w:r>
      <w:r w:rsidRPr="008C6DE4">
        <w:tab/>
        <w:t>Relative SS-RSRP Accuracy</w:t>
      </w:r>
    </w:p>
    <w:p w14:paraId="6F3A568F" w14:textId="19105036" w:rsidR="001F5A79" w:rsidRPr="008C6DE4" w:rsidRDefault="001F5A79" w:rsidP="00DD3199">
      <w:pPr>
        <w:rPr>
          <w:rFonts w:cs="v4.2.0"/>
        </w:rPr>
      </w:pPr>
      <w:r w:rsidRPr="008C6DE4">
        <w:rPr>
          <w:rFonts w:cs="v4.2.0"/>
        </w:rPr>
        <w:t xml:space="preserve">The relative accuracy of </w:t>
      </w:r>
      <w:r w:rsidRPr="008C6DE4">
        <w:rPr>
          <w:rFonts w:cs="v4.2.0"/>
          <w:lang w:eastAsia="zh-CN"/>
        </w:rPr>
        <w:t>SS-RSRP</w:t>
      </w:r>
      <w:r w:rsidRPr="008C6DE4">
        <w:rPr>
          <w:rFonts w:cs="v4.2.0"/>
        </w:rPr>
        <w:t xml:space="preserve"> is defined as the </w:t>
      </w:r>
      <w:r w:rsidRPr="008C6DE4">
        <w:rPr>
          <w:rFonts w:cs="v4.2.0"/>
          <w:lang w:eastAsia="zh-CN"/>
        </w:rPr>
        <w:t>SS-RSRP</w:t>
      </w:r>
      <w:r w:rsidRPr="008C6DE4">
        <w:rPr>
          <w:rFonts w:cs="v4.2.0"/>
        </w:rPr>
        <w:t xml:space="preserve"> measured from one cell compared to the </w:t>
      </w:r>
      <w:r w:rsidRPr="008C6DE4">
        <w:rPr>
          <w:rFonts w:cs="v4.2.0"/>
          <w:lang w:eastAsia="zh-CN"/>
        </w:rPr>
        <w:t>SS-RSRP</w:t>
      </w:r>
      <w:r w:rsidRPr="008C6DE4">
        <w:rPr>
          <w:rFonts w:cs="v4.2.0"/>
        </w:rPr>
        <w:t xml:space="preserve"> measured from another cell on the same frequency, or between any two SS-RSRP levels measured on the same cell in FR2.</w:t>
      </w:r>
    </w:p>
    <w:p w14:paraId="2C178D95" w14:textId="77777777" w:rsidR="001F5A79" w:rsidRPr="008C6DE4" w:rsidRDefault="001F5A79" w:rsidP="001F5A79">
      <w:pPr>
        <w:ind w:left="568" w:hanging="284"/>
        <w:rPr>
          <w:lang w:eastAsia="zh-CN"/>
        </w:rPr>
      </w:pPr>
      <w:r w:rsidRPr="008C6DE4">
        <w:t>-</w:t>
      </w:r>
      <w:r w:rsidRPr="008C6DE4">
        <w:tab/>
        <w:t>Conditions defined in clause 7.3 of TS 38.101-2 [19] for reference sensitivity are fulfilled.</w:t>
      </w:r>
    </w:p>
    <w:p w14:paraId="1E9F5AAF" w14:textId="77777777" w:rsidR="001F5A79" w:rsidRPr="008C6DE4" w:rsidRDefault="001F5A79" w:rsidP="001F5A79">
      <w:pPr>
        <w:ind w:left="568" w:hanging="284"/>
        <w:rPr>
          <w:rFonts w:cs="v4.2.0"/>
        </w:rPr>
      </w:pPr>
      <w:r w:rsidRPr="008C6DE4">
        <w:t>-</w:t>
      </w:r>
      <w:r w:rsidRPr="008C6DE4">
        <w:tab/>
        <w:t xml:space="preserve">Conditions for intra-frequency measurements are fulfilled according to Annex B.2.2 for a corresponding Band </w:t>
      </w:r>
      <w:r w:rsidRPr="008C6DE4">
        <w:rPr>
          <w:rFonts w:cs="v4.2.0"/>
          <w:lang w:eastAsia="ko-KR"/>
        </w:rPr>
        <w:t>for each relevant SSB</w:t>
      </w:r>
      <w:r w:rsidRPr="008C6DE4">
        <w:t>.</w:t>
      </w:r>
    </w:p>
    <w:p w14:paraId="62669EF9" w14:textId="77777777" w:rsidR="001F5A79" w:rsidRPr="008C6DE4" w:rsidRDefault="001F5A79" w:rsidP="001F5A79">
      <w:pPr>
        <w:ind w:left="568" w:hanging="284"/>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15EDA787" w14:textId="77777777" w:rsidR="001F5A79" w:rsidRPr="008C6DE4" w:rsidRDefault="001F5A79" w:rsidP="001F5A79">
      <w:pPr>
        <w:keepNext/>
        <w:keepLines/>
        <w:spacing w:before="60"/>
        <w:jc w:val="center"/>
      </w:pPr>
      <w:r w:rsidRPr="008C6DE4">
        <w:rPr>
          <w:rFonts w:ascii="Arial" w:hAnsi="Arial"/>
          <w:b/>
        </w:rPr>
        <w:t xml:space="preserve">Table </w:t>
      </w:r>
      <w:r w:rsidRPr="008C6DE4">
        <w:rPr>
          <w:rFonts w:ascii="Arial" w:hAnsi="Arial"/>
          <w:b/>
          <w:lang w:eastAsia="zh-CN"/>
        </w:rPr>
        <w:t>10.1.3.1.2</w:t>
      </w:r>
      <w:r w:rsidRPr="008C6DE4">
        <w:rPr>
          <w:rFonts w:ascii="Arial" w:hAnsi="Arial"/>
          <w:b/>
        </w:rPr>
        <w:t xml:space="preserve">-1: </w:t>
      </w:r>
      <w:r w:rsidRPr="008C6DE4">
        <w:rPr>
          <w:rFonts w:ascii="Arial" w:hAnsi="Arial"/>
          <w:b/>
          <w:lang w:eastAsia="zh-CN"/>
        </w:rPr>
        <w:t>SS-RSRP</w:t>
      </w:r>
      <w:r w:rsidRPr="008C6DE4">
        <w:rPr>
          <w:rFonts w:ascii="Arial" w:hAnsi="Arial"/>
          <w:b/>
        </w:rPr>
        <w:t xml:space="preserve"> Intra frequency relative accuracy in FR2</w:t>
      </w:r>
    </w:p>
    <w:tbl>
      <w:tblPr>
        <w:tblW w:w="7019" w:type="dxa"/>
        <w:jc w:val="center"/>
        <w:tblLook w:val="01E0" w:firstRow="1" w:lastRow="1" w:firstColumn="1" w:lastColumn="1" w:noHBand="0" w:noVBand="0"/>
      </w:tblPr>
      <w:tblGrid>
        <w:gridCol w:w="1111"/>
        <w:gridCol w:w="1111"/>
        <w:gridCol w:w="1110"/>
        <w:gridCol w:w="1057"/>
        <w:gridCol w:w="1057"/>
        <w:gridCol w:w="1573"/>
      </w:tblGrid>
      <w:tr w:rsidR="00DD3199" w:rsidRPr="008C6DE4" w14:paraId="59998BF1" w14:textId="77777777" w:rsidTr="00DF3064">
        <w:trPr>
          <w:jc w:val="center"/>
        </w:trPr>
        <w:tc>
          <w:tcPr>
            <w:tcW w:w="2222" w:type="dxa"/>
            <w:gridSpan w:val="2"/>
            <w:tcBorders>
              <w:top w:val="single" w:sz="6" w:space="0" w:color="auto"/>
              <w:left w:val="single" w:sz="4" w:space="0" w:color="auto"/>
              <w:right w:val="single" w:sz="6" w:space="0" w:color="auto"/>
            </w:tcBorders>
            <w:shd w:val="clear" w:color="auto" w:fill="auto"/>
            <w:vAlign w:val="center"/>
          </w:tcPr>
          <w:p w14:paraId="59409D3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4797" w:type="dxa"/>
            <w:gridSpan w:val="4"/>
            <w:tcBorders>
              <w:top w:val="single" w:sz="6" w:space="0" w:color="auto"/>
              <w:left w:val="single" w:sz="4" w:space="0" w:color="auto"/>
              <w:right w:val="single" w:sz="4" w:space="0" w:color="auto"/>
            </w:tcBorders>
            <w:vAlign w:val="center"/>
          </w:tcPr>
          <w:p w14:paraId="1EDB2EA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091CE98D" w14:textId="77777777" w:rsidTr="00DF3064">
        <w:trPr>
          <w:jc w:val="center"/>
        </w:trPr>
        <w:tc>
          <w:tcPr>
            <w:tcW w:w="1111" w:type="dxa"/>
            <w:vMerge w:val="restart"/>
            <w:tcBorders>
              <w:top w:val="single" w:sz="6" w:space="0" w:color="auto"/>
              <w:left w:val="single" w:sz="4" w:space="0" w:color="auto"/>
              <w:right w:val="single" w:sz="6" w:space="0" w:color="auto"/>
            </w:tcBorders>
            <w:shd w:val="clear" w:color="auto" w:fill="auto"/>
            <w:vAlign w:val="center"/>
          </w:tcPr>
          <w:p w14:paraId="729A7D2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111" w:type="dxa"/>
            <w:vMerge w:val="restart"/>
            <w:tcBorders>
              <w:top w:val="single" w:sz="6" w:space="0" w:color="auto"/>
              <w:left w:val="single" w:sz="6" w:space="0" w:color="auto"/>
              <w:right w:val="single" w:sz="6" w:space="0" w:color="auto"/>
            </w:tcBorders>
            <w:shd w:val="clear" w:color="auto" w:fill="auto"/>
            <w:vAlign w:val="center"/>
          </w:tcPr>
          <w:p w14:paraId="2BBF605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110" w:type="dxa"/>
            <w:vMerge w:val="restart"/>
            <w:tcBorders>
              <w:top w:val="single" w:sz="6" w:space="0" w:color="auto"/>
              <w:left w:val="single" w:sz="4" w:space="0" w:color="auto"/>
              <w:right w:val="single" w:sz="4" w:space="0" w:color="auto"/>
            </w:tcBorders>
          </w:tcPr>
          <w:p w14:paraId="67E08F8C"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SSB Ês/Iot</w:t>
            </w:r>
          </w:p>
        </w:tc>
        <w:tc>
          <w:tcPr>
            <w:tcW w:w="3687" w:type="dxa"/>
            <w:gridSpan w:val="3"/>
            <w:tcBorders>
              <w:top w:val="single" w:sz="6" w:space="0" w:color="auto"/>
              <w:left w:val="single" w:sz="4" w:space="0" w:color="auto"/>
              <w:bottom w:val="single" w:sz="6" w:space="0" w:color="auto"/>
              <w:right w:val="single" w:sz="4" w:space="0" w:color="auto"/>
            </w:tcBorders>
            <w:shd w:val="clear" w:color="auto" w:fill="auto"/>
            <w:vAlign w:val="center"/>
          </w:tcPr>
          <w:p w14:paraId="2CEFDDC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2</w:t>
            </w:r>
            <w:r w:rsidRPr="008C6DE4">
              <w:rPr>
                <w:rFonts w:ascii="Arial" w:hAnsi="Arial"/>
                <w:b/>
                <w:sz w:val="18"/>
              </w:rPr>
              <w:t xml:space="preserve"> range</w:t>
            </w:r>
          </w:p>
        </w:tc>
      </w:tr>
      <w:tr w:rsidR="00DD3199" w:rsidRPr="008C6DE4" w14:paraId="0BCC1069" w14:textId="77777777" w:rsidTr="00DF3064">
        <w:trPr>
          <w:jc w:val="center"/>
        </w:trPr>
        <w:tc>
          <w:tcPr>
            <w:tcW w:w="1111" w:type="dxa"/>
            <w:vMerge/>
            <w:tcBorders>
              <w:left w:val="single" w:sz="4" w:space="0" w:color="auto"/>
              <w:right w:val="single" w:sz="6" w:space="0" w:color="auto"/>
            </w:tcBorders>
            <w:shd w:val="clear" w:color="auto" w:fill="auto"/>
            <w:vAlign w:val="center"/>
          </w:tcPr>
          <w:p w14:paraId="3538852A" w14:textId="77777777" w:rsidR="001F5A79" w:rsidRPr="008C6DE4" w:rsidRDefault="001F5A79" w:rsidP="00DF3064">
            <w:pPr>
              <w:keepNext/>
              <w:keepLines/>
              <w:spacing w:after="0"/>
              <w:jc w:val="center"/>
              <w:rPr>
                <w:rFonts w:ascii="Arial" w:hAnsi="Arial"/>
                <w:b/>
                <w:sz w:val="18"/>
              </w:rPr>
            </w:pPr>
          </w:p>
        </w:tc>
        <w:tc>
          <w:tcPr>
            <w:tcW w:w="1111" w:type="dxa"/>
            <w:vMerge/>
            <w:tcBorders>
              <w:left w:val="single" w:sz="6" w:space="0" w:color="auto"/>
              <w:right w:val="single" w:sz="6" w:space="0" w:color="auto"/>
            </w:tcBorders>
            <w:shd w:val="clear" w:color="auto" w:fill="auto"/>
            <w:vAlign w:val="center"/>
          </w:tcPr>
          <w:p w14:paraId="545965E9" w14:textId="77777777" w:rsidR="001F5A79" w:rsidRPr="008C6DE4" w:rsidRDefault="001F5A79" w:rsidP="00DF3064">
            <w:pPr>
              <w:keepNext/>
              <w:keepLines/>
              <w:spacing w:after="0"/>
              <w:jc w:val="center"/>
              <w:rPr>
                <w:rFonts w:ascii="Arial" w:hAnsi="Arial"/>
                <w:b/>
                <w:sz w:val="18"/>
              </w:rPr>
            </w:pPr>
          </w:p>
        </w:tc>
        <w:tc>
          <w:tcPr>
            <w:tcW w:w="1110" w:type="dxa"/>
            <w:vMerge/>
            <w:tcBorders>
              <w:left w:val="single" w:sz="4" w:space="0" w:color="auto"/>
              <w:right w:val="single" w:sz="4" w:space="0" w:color="auto"/>
            </w:tcBorders>
            <w:vAlign w:val="center"/>
          </w:tcPr>
          <w:p w14:paraId="04A78AB1" w14:textId="77777777" w:rsidR="001F5A79" w:rsidRPr="008C6DE4" w:rsidRDefault="001F5A79" w:rsidP="00DF3064">
            <w:pPr>
              <w:keepNext/>
              <w:keepLines/>
              <w:spacing w:after="0"/>
              <w:jc w:val="center"/>
              <w:rPr>
                <w:rFonts w:ascii="Arial" w:hAnsi="Arial"/>
                <w:b/>
                <w:sz w:val="18"/>
              </w:rPr>
            </w:pPr>
          </w:p>
        </w:tc>
        <w:tc>
          <w:tcPr>
            <w:tcW w:w="211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2A80631F"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Minimum Io</w:t>
            </w:r>
          </w:p>
        </w:tc>
        <w:tc>
          <w:tcPr>
            <w:tcW w:w="1573" w:type="dxa"/>
            <w:tcBorders>
              <w:top w:val="single" w:sz="6" w:space="0" w:color="auto"/>
              <w:left w:val="single" w:sz="6" w:space="0" w:color="auto"/>
              <w:right w:val="single" w:sz="4" w:space="0" w:color="auto"/>
            </w:tcBorders>
            <w:shd w:val="clear" w:color="auto" w:fill="auto"/>
            <w:vAlign w:val="center"/>
          </w:tcPr>
          <w:p w14:paraId="1A67664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4AF35CEA" w14:textId="77777777" w:rsidTr="00DF3064">
        <w:trPr>
          <w:jc w:val="center"/>
        </w:trPr>
        <w:tc>
          <w:tcPr>
            <w:tcW w:w="1111" w:type="dxa"/>
            <w:vMerge w:val="restart"/>
            <w:tcBorders>
              <w:top w:val="single" w:sz="6" w:space="0" w:color="auto"/>
              <w:left w:val="single" w:sz="4" w:space="0" w:color="auto"/>
              <w:right w:val="single" w:sz="6" w:space="0" w:color="auto"/>
            </w:tcBorders>
            <w:shd w:val="clear" w:color="auto" w:fill="auto"/>
            <w:vAlign w:val="center"/>
          </w:tcPr>
          <w:p w14:paraId="2E9E325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1" w:type="dxa"/>
            <w:vMerge w:val="restart"/>
            <w:tcBorders>
              <w:top w:val="single" w:sz="6" w:space="0" w:color="auto"/>
              <w:left w:val="single" w:sz="6" w:space="0" w:color="auto"/>
              <w:right w:val="single" w:sz="6" w:space="0" w:color="auto"/>
            </w:tcBorders>
            <w:shd w:val="clear" w:color="auto" w:fill="auto"/>
            <w:vAlign w:val="center"/>
          </w:tcPr>
          <w:p w14:paraId="05FEBF5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0" w:type="dxa"/>
            <w:vMerge w:val="restart"/>
            <w:tcBorders>
              <w:top w:val="single" w:sz="6" w:space="0" w:color="auto"/>
              <w:left w:val="single" w:sz="4" w:space="0" w:color="auto"/>
              <w:right w:val="single" w:sz="4" w:space="0" w:color="auto"/>
            </w:tcBorders>
            <w:vAlign w:val="center"/>
          </w:tcPr>
          <w:p w14:paraId="18FEAD12"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211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7D423DD0"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r w:rsidRPr="008C6DE4">
              <w:rPr>
                <w:rFonts w:ascii="Arial" w:hAnsi="Arial"/>
                <w:b/>
                <w:sz w:val="18"/>
                <w:vertAlign w:val="superscript"/>
              </w:rPr>
              <w:t xml:space="preserve"> Note 1</w:t>
            </w:r>
          </w:p>
        </w:tc>
        <w:tc>
          <w:tcPr>
            <w:tcW w:w="1573" w:type="dxa"/>
            <w:vMerge w:val="restart"/>
            <w:tcBorders>
              <w:top w:val="single" w:sz="6" w:space="0" w:color="auto"/>
              <w:left w:val="single" w:sz="6" w:space="0" w:color="auto"/>
              <w:right w:val="single" w:sz="4" w:space="0" w:color="auto"/>
            </w:tcBorders>
            <w:shd w:val="clear" w:color="auto" w:fill="auto"/>
            <w:vAlign w:val="center"/>
          </w:tcPr>
          <w:p w14:paraId="714A503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69C67AC2" w14:textId="77777777" w:rsidTr="00DF3064">
        <w:trPr>
          <w:jc w:val="center"/>
        </w:trPr>
        <w:tc>
          <w:tcPr>
            <w:tcW w:w="1111" w:type="dxa"/>
            <w:vMerge/>
            <w:tcBorders>
              <w:left w:val="single" w:sz="4" w:space="0" w:color="auto"/>
              <w:bottom w:val="single" w:sz="6" w:space="0" w:color="auto"/>
              <w:right w:val="single" w:sz="6" w:space="0" w:color="auto"/>
            </w:tcBorders>
            <w:shd w:val="clear" w:color="auto" w:fill="auto"/>
            <w:vAlign w:val="center"/>
          </w:tcPr>
          <w:p w14:paraId="7540533F" w14:textId="77777777" w:rsidR="001F5A79" w:rsidRPr="008C6DE4" w:rsidRDefault="001F5A79" w:rsidP="00DF3064">
            <w:pPr>
              <w:keepNext/>
              <w:keepLines/>
              <w:spacing w:after="0"/>
              <w:jc w:val="center"/>
              <w:rPr>
                <w:rFonts w:ascii="Arial" w:hAnsi="Arial"/>
                <w:b/>
                <w:sz w:val="18"/>
              </w:rPr>
            </w:pPr>
          </w:p>
        </w:tc>
        <w:tc>
          <w:tcPr>
            <w:tcW w:w="1111" w:type="dxa"/>
            <w:vMerge/>
            <w:tcBorders>
              <w:left w:val="single" w:sz="6" w:space="0" w:color="auto"/>
              <w:bottom w:val="single" w:sz="6" w:space="0" w:color="auto"/>
              <w:right w:val="single" w:sz="6" w:space="0" w:color="auto"/>
            </w:tcBorders>
            <w:shd w:val="clear" w:color="auto" w:fill="auto"/>
            <w:vAlign w:val="center"/>
          </w:tcPr>
          <w:p w14:paraId="3FC69AB6" w14:textId="77777777" w:rsidR="001F5A79" w:rsidRPr="008C6DE4" w:rsidRDefault="001F5A79" w:rsidP="00DF3064">
            <w:pPr>
              <w:keepNext/>
              <w:keepLines/>
              <w:spacing w:after="0"/>
              <w:jc w:val="center"/>
              <w:rPr>
                <w:rFonts w:ascii="Arial" w:hAnsi="Arial"/>
                <w:b/>
                <w:sz w:val="18"/>
              </w:rPr>
            </w:pPr>
          </w:p>
        </w:tc>
        <w:tc>
          <w:tcPr>
            <w:tcW w:w="1110" w:type="dxa"/>
            <w:vMerge/>
            <w:tcBorders>
              <w:left w:val="single" w:sz="4" w:space="0" w:color="auto"/>
              <w:bottom w:val="single" w:sz="6" w:space="0" w:color="auto"/>
              <w:right w:val="single" w:sz="4" w:space="0" w:color="auto"/>
            </w:tcBorders>
          </w:tcPr>
          <w:p w14:paraId="412A17A7" w14:textId="77777777" w:rsidR="001F5A79" w:rsidRPr="008C6DE4" w:rsidRDefault="001F5A79" w:rsidP="00DF3064">
            <w:pPr>
              <w:keepNext/>
              <w:keepLines/>
              <w:spacing w:after="0"/>
              <w:jc w:val="center"/>
              <w:rPr>
                <w:rFonts w:ascii="Arial" w:hAnsi="Arial"/>
                <w:b/>
                <w:sz w:val="18"/>
              </w:rPr>
            </w:pPr>
          </w:p>
        </w:tc>
        <w:tc>
          <w:tcPr>
            <w:tcW w:w="1057" w:type="dxa"/>
            <w:tcBorders>
              <w:top w:val="single" w:sz="6" w:space="0" w:color="auto"/>
              <w:left w:val="single" w:sz="4" w:space="0" w:color="auto"/>
              <w:bottom w:val="single" w:sz="6" w:space="0" w:color="auto"/>
              <w:right w:val="single" w:sz="6" w:space="0" w:color="auto"/>
            </w:tcBorders>
            <w:shd w:val="clear" w:color="auto" w:fill="auto"/>
            <w:vAlign w:val="center"/>
          </w:tcPr>
          <w:p w14:paraId="06DA2BDA"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120kHz</w:t>
            </w:r>
          </w:p>
        </w:tc>
        <w:tc>
          <w:tcPr>
            <w:tcW w:w="1057" w:type="dxa"/>
            <w:tcBorders>
              <w:top w:val="single" w:sz="6" w:space="0" w:color="auto"/>
              <w:left w:val="single" w:sz="4" w:space="0" w:color="auto"/>
              <w:bottom w:val="single" w:sz="6" w:space="0" w:color="auto"/>
              <w:right w:val="single" w:sz="6" w:space="0" w:color="auto"/>
            </w:tcBorders>
            <w:shd w:val="clear" w:color="auto" w:fill="auto"/>
            <w:vAlign w:val="center"/>
          </w:tcPr>
          <w:p w14:paraId="7AD0F6E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240kHz</w:t>
            </w:r>
          </w:p>
        </w:tc>
        <w:tc>
          <w:tcPr>
            <w:tcW w:w="1573" w:type="dxa"/>
            <w:vMerge/>
            <w:tcBorders>
              <w:left w:val="single" w:sz="6" w:space="0" w:color="auto"/>
              <w:bottom w:val="single" w:sz="6" w:space="0" w:color="auto"/>
              <w:right w:val="single" w:sz="4" w:space="0" w:color="auto"/>
            </w:tcBorders>
            <w:shd w:val="clear" w:color="auto" w:fill="auto"/>
            <w:vAlign w:val="center"/>
          </w:tcPr>
          <w:p w14:paraId="3D9DCCCC" w14:textId="77777777" w:rsidR="001F5A79" w:rsidRPr="008C6DE4" w:rsidRDefault="001F5A79" w:rsidP="00DF3064">
            <w:pPr>
              <w:keepNext/>
              <w:keepLines/>
              <w:spacing w:after="0"/>
              <w:jc w:val="center"/>
              <w:rPr>
                <w:rFonts w:ascii="Arial" w:hAnsi="Arial"/>
                <w:b/>
                <w:sz w:val="18"/>
              </w:rPr>
            </w:pPr>
          </w:p>
        </w:tc>
      </w:tr>
      <w:tr w:rsidR="00DD3199" w:rsidRPr="008C6DE4" w14:paraId="78F2F3FE" w14:textId="77777777" w:rsidTr="00DF3064">
        <w:trPr>
          <w:jc w:val="center"/>
        </w:trPr>
        <w:tc>
          <w:tcPr>
            <w:tcW w:w="1111" w:type="dxa"/>
            <w:tcBorders>
              <w:top w:val="single" w:sz="6" w:space="0" w:color="auto"/>
              <w:left w:val="single" w:sz="4" w:space="0" w:color="auto"/>
              <w:bottom w:val="single" w:sz="6" w:space="0" w:color="auto"/>
              <w:right w:val="single" w:sz="6" w:space="0" w:color="auto"/>
            </w:tcBorders>
            <w:shd w:val="clear" w:color="auto" w:fill="auto"/>
            <w:vAlign w:val="center"/>
          </w:tcPr>
          <w:p w14:paraId="7E605DB5"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6</w:t>
            </w:r>
          </w:p>
        </w:tc>
        <w:tc>
          <w:tcPr>
            <w:tcW w:w="1111" w:type="dxa"/>
            <w:tcBorders>
              <w:top w:val="single" w:sz="6" w:space="0" w:color="auto"/>
              <w:left w:val="single" w:sz="6" w:space="0" w:color="auto"/>
              <w:bottom w:val="single" w:sz="6" w:space="0" w:color="auto"/>
              <w:right w:val="single" w:sz="6" w:space="0" w:color="auto"/>
            </w:tcBorders>
            <w:shd w:val="clear" w:color="auto" w:fill="auto"/>
            <w:vAlign w:val="center"/>
          </w:tcPr>
          <w:p w14:paraId="51F7E4E9"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9</w:t>
            </w:r>
          </w:p>
        </w:tc>
        <w:tc>
          <w:tcPr>
            <w:tcW w:w="1110" w:type="dxa"/>
            <w:tcBorders>
              <w:top w:val="single" w:sz="6" w:space="0" w:color="auto"/>
              <w:left w:val="single" w:sz="4" w:space="0" w:color="auto"/>
              <w:bottom w:val="single" w:sz="6" w:space="0" w:color="auto"/>
              <w:right w:val="single" w:sz="4" w:space="0" w:color="auto"/>
            </w:tcBorders>
            <w:vAlign w:val="center"/>
          </w:tcPr>
          <w:p w14:paraId="2E1597BC"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≥-6</w:t>
            </w:r>
          </w:p>
        </w:tc>
        <w:tc>
          <w:tcPr>
            <w:tcW w:w="211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0D6AE004" w14:textId="77777777" w:rsidR="001F5A79" w:rsidRPr="008C6DE4" w:rsidRDefault="001F5A79" w:rsidP="00DF3064">
            <w:pPr>
              <w:keepNext/>
              <w:keepLines/>
              <w:spacing w:after="0"/>
              <w:jc w:val="center"/>
              <w:rPr>
                <w:rFonts w:ascii="Arial" w:eastAsia="Yu Mincho" w:hAnsi="Arial"/>
                <w:sz w:val="18"/>
                <w:lang w:eastAsia="ja-JP"/>
              </w:rPr>
            </w:pPr>
            <w:r w:rsidRPr="008C6DE4">
              <w:rPr>
                <w:rFonts w:ascii="Arial" w:hAnsi="Arial"/>
                <w:sz w:val="18"/>
              </w:rPr>
              <w:t>Same value as SSB_RP in Table B.2.2-2, according to UE Power class, operating band and angle of arrival</w:t>
            </w:r>
          </w:p>
        </w:tc>
        <w:tc>
          <w:tcPr>
            <w:tcW w:w="1573" w:type="dxa"/>
            <w:tcBorders>
              <w:top w:val="single" w:sz="6" w:space="0" w:color="auto"/>
              <w:left w:val="single" w:sz="6" w:space="0" w:color="auto"/>
              <w:bottom w:val="single" w:sz="6" w:space="0" w:color="auto"/>
              <w:right w:val="single" w:sz="4" w:space="0" w:color="auto"/>
            </w:tcBorders>
            <w:shd w:val="clear" w:color="auto" w:fill="auto"/>
            <w:vAlign w:val="center"/>
          </w:tcPr>
          <w:p w14:paraId="5820AF5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1F5A79" w:rsidRPr="008C6DE4" w14:paraId="390FA0B5" w14:textId="77777777" w:rsidTr="00DF3064">
        <w:trPr>
          <w:jc w:val="center"/>
        </w:trPr>
        <w:tc>
          <w:tcPr>
            <w:tcW w:w="7019" w:type="dxa"/>
            <w:gridSpan w:val="6"/>
            <w:tcBorders>
              <w:top w:val="single" w:sz="6" w:space="0" w:color="auto"/>
              <w:left w:val="single" w:sz="4" w:space="0" w:color="auto"/>
              <w:bottom w:val="single" w:sz="4" w:space="0" w:color="auto"/>
              <w:right w:val="single" w:sz="4" w:space="0" w:color="auto"/>
            </w:tcBorders>
            <w:shd w:val="clear" w:color="auto" w:fill="auto"/>
            <w:vAlign w:val="center"/>
          </w:tcPr>
          <w:p w14:paraId="1B87463F"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Values based on Refsens and EIS spherical coverage as defined in clauses 7.3.2 and 7.3.4 of TS 38.101-2 [19]. Applicable side condition selected depending on angle of arrival.</w:t>
            </w:r>
          </w:p>
          <w:p w14:paraId="2F9E92D0"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2:</w:t>
            </w:r>
            <w:r w:rsidRPr="008C6DE4">
              <w:rPr>
                <w:rFonts w:ascii="Arial" w:hAnsi="Arial"/>
                <w:sz w:val="18"/>
              </w:rPr>
              <w:tab/>
            </w:r>
            <w:r w:rsidRPr="008C6DE4">
              <w:rPr>
                <w:rFonts w:ascii="Arial" w:eastAsia="MS Mincho" w:hAnsi="Arial"/>
                <w:sz w:val="18"/>
              </w:rPr>
              <w:t>Io specified at the Reference point, and assumed to have constant EPRE across the bandwidth</w:t>
            </w:r>
            <w:r w:rsidRPr="008C6DE4">
              <w:rPr>
                <w:rFonts w:ascii="Arial" w:hAnsi="Arial"/>
                <w:sz w:val="18"/>
              </w:rPr>
              <w:t>.</w:t>
            </w:r>
          </w:p>
          <w:p w14:paraId="71730AAE"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 xml:space="preserve">In the test cases, the SSB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p w14:paraId="656D9C3C"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4:</w:t>
            </w:r>
            <w:r w:rsidRPr="008C6DE4">
              <w:rPr>
                <w:rFonts w:ascii="Arial" w:hAnsi="Arial"/>
                <w:sz w:val="18"/>
              </w:rPr>
              <w:tab/>
              <w:t>The parameter SSB Ês/Iot is the minimum SSB Ês/Iot of the pair of cells to which the requirement applies.</w:t>
            </w:r>
          </w:p>
        </w:tc>
      </w:tr>
    </w:tbl>
    <w:p w14:paraId="279523B6" w14:textId="77777777" w:rsidR="001F5A79" w:rsidRPr="008C6DE4" w:rsidRDefault="001F5A79" w:rsidP="001F5A79"/>
    <w:p w14:paraId="1F87BC6F" w14:textId="21BB1879" w:rsidR="001F5A79" w:rsidRPr="008C6DE4" w:rsidRDefault="001F5A79" w:rsidP="0048284E">
      <w:pPr>
        <w:pStyle w:val="Heading4"/>
        <w:rPr>
          <w:lang w:val="en-US"/>
        </w:rPr>
      </w:pPr>
      <w:r w:rsidRPr="008C6DE4">
        <w:rPr>
          <w:lang w:val="en-US" w:eastAsia="zh-CN"/>
        </w:rPr>
        <w:t>1</w:t>
      </w:r>
      <w:r w:rsidR="0048284E" w:rsidRPr="008C6DE4">
        <w:rPr>
          <w:lang w:val="en-US" w:eastAsia="zh-CN"/>
        </w:rPr>
        <w:t>0.1.3.2</w:t>
      </w:r>
      <w:r w:rsidRPr="008C6DE4">
        <w:rPr>
          <w:lang w:val="en-US" w:eastAsia="zh-CN"/>
        </w:rPr>
        <w:tab/>
      </w:r>
      <w:r w:rsidRPr="008C6DE4">
        <w:rPr>
          <w:lang w:val="en-US" w:eastAsia="ko-KR"/>
        </w:rPr>
        <w:t>Void</w:t>
      </w:r>
    </w:p>
    <w:p w14:paraId="3554B475" w14:textId="753F9A51" w:rsidR="001F5A79" w:rsidRPr="008C6DE4" w:rsidRDefault="001F5A79" w:rsidP="0048284E">
      <w:pPr>
        <w:pStyle w:val="Heading3"/>
        <w:rPr>
          <w:lang w:val="en-US" w:eastAsia="ko-KR"/>
        </w:rPr>
      </w:pPr>
      <w:r w:rsidRPr="008C6DE4">
        <w:rPr>
          <w:lang w:val="en-US" w:eastAsia="ko-KR"/>
        </w:rPr>
        <w:t>1</w:t>
      </w:r>
      <w:r w:rsidR="0048284E" w:rsidRPr="008C6DE4">
        <w:rPr>
          <w:lang w:val="en-US" w:eastAsia="ko-KR"/>
        </w:rPr>
        <w:t>0.1.4</w:t>
      </w:r>
      <w:r w:rsidRPr="008C6DE4">
        <w:rPr>
          <w:lang w:val="en-US" w:eastAsia="ko-KR"/>
        </w:rPr>
        <w:tab/>
        <w:t xml:space="preserve">Inter-frequency RSRP accuracy requirements </w:t>
      </w:r>
      <w:r w:rsidRPr="008C6DE4">
        <w:rPr>
          <w:lang w:val="en-US" w:eastAsia="zh-CN"/>
        </w:rPr>
        <w:t>for</w:t>
      </w:r>
      <w:r w:rsidRPr="008C6DE4">
        <w:rPr>
          <w:lang w:val="en-US" w:eastAsia="ko-KR"/>
        </w:rPr>
        <w:t xml:space="preserve"> FR1</w:t>
      </w:r>
    </w:p>
    <w:p w14:paraId="0D9BC6F2" w14:textId="33F90922" w:rsidR="001F5A79" w:rsidRPr="008C6DE4" w:rsidRDefault="001F5A79" w:rsidP="0048284E">
      <w:pPr>
        <w:pStyle w:val="Heading4"/>
        <w:rPr>
          <w:lang w:val="en-US" w:eastAsia="zh-CN"/>
        </w:rPr>
      </w:pPr>
      <w:r w:rsidRPr="008C6DE4">
        <w:rPr>
          <w:lang w:val="en-US" w:eastAsia="zh-CN"/>
        </w:rPr>
        <w:t>1</w:t>
      </w:r>
      <w:r w:rsidR="0048284E" w:rsidRPr="008C6DE4">
        <w:rPr>
          <w:lang w:val="en-US" w:eastAsia="zh-CN"/>
        </w:rPr>
        <w:t>0.1.4.1</w:t>
      </w:r>
      <w:r w:rsidRPr="008C6DE4">
        <w:rPr>
          <w:lang w:val="en-US" w:eastAsia="zh-CN"/>
        </w:rPr>
        <w:tab/>
      </w:r>
      <w:r w:rsidRPr="008C6DE4">
        <w:rPr>
          <w:lang w:val="en-US" w:eastAsia="ko-KR"/>
        </w:rPr>
        <w:t>Inter-frequency SS-RSRP accuracy requirements</w:t>
      </w:r>
    </w:p>
    <w:p w14:paraId="2C2BEE9C" w14:textId="0DC3C739" w:rsidR="001F5A79" w:rsidRPr="008C6DE4" w:rsidRDefault="001F5A79" w:rsidP="0048284E">
      <w:pPr>
        <w:pStyle w:val="Heading5"/>
        <w:rPr>
          <w:lang w:val="en-US" w:eastAsia="zh-CN"/>
        </w:rPr>
      </w:pPr>
      <w:r w:rsidRPr="008C6DE4">
        <w:rPr>
          <w:lang w:val="en-US" w:eastAsia="zh-CN"/>
        </w:rPr>
        <w:t>1</w:t>
      </w:r>
      <w:r w:rsidR="0048284E" w:rsidRPr="008C6DE4">
        <w:rPr>
          <w:lang w:val="en-US" w:eastAsia="zh-CN"/>
        </w:rPr>
        <w:t>0.1.4.1.1</w:t>
      </w:r>
      <w:r w:rsidRPr="008C6DE4">
        <w:rPr>
          <w:lang w:val="en-US" w:eastAsia="zh-CN"/>
        </w:rPr>
        <w:tab/>
      </w:r>
      <w:r w:rsidRPr="008C6DE4">
        <w:rPr>
          <w:lang w:eastAsia="zh-CN"/>
        </w:rPr>
        <w:t>Absolute</w:t>
      </w:r>
      <w:r w:rsidRPr="008C6DE4">
        <w:t xml:space="preserve"> Accuracy of </w:t>
      </w:r>
      <w:r w:rsidRPr="008C6DE4">
        <w:rPr>
          <w:lang w:eastAsia="zh-CN"/>
        </w:rPr>
        <w:t>SS-RSRP</w:t>
      </w:r>
      <w:r w:rsidRPr="008C6DE4">
        <w:rPr>
          <w:lang w:val="en-US" w:eastAsia="zh-CN"/>
        </w:rPr>
        <w:t xml:space="preserve"> in FR1</w:t>
      </w:r>
    </w:p>
    <w:p w14:paraId="2C6D8F18" w14:textId="77777777" w:rsidR="001F5A79" w:rsidRPr="008C6DE4" w:rsidRDefault="001F5A79" w:rsidP="001F5A79">
      <w:pPr>
        <w:rPr>
          <w:rFonts w:cs="v4.2.0"/>
          <w:i/>
        </w:rPr>
      </w:pPr>
      <w:r w:rsidRPr="008C6DE4">
        <w:rPr>
          <w:rFonts w:cs="v4.2.0"/>
        </w:rPr>
        <w:t>The requirements for absolute accuracy of</w:t>
      </w:r>
      <w:r w:rsidRPr="008C6DE4">
        <w:rPr>
          <w:rFonts w:cs="v4.2.0"/>
          <w:lang w:eastAsia="zh-CN"/>
        </w:rPr>
        <w:t xml:space="preserve"> SS-RSRP</w:t>
      </w:r>
      <w:r w:rsidRPr="008C6DE4">
        <w:rPr>
          <w:rFonts w:cs="v4.2.0"/>
        </w:rPr>
        <w:t xml:space="preserve"> in this clause apply to a cell on a frequency in FR1 that has different carrier frequency from the serving cell.</w:t>
      </w:r>
    </w:p>
    <w:p w14:paraId="02175CF2"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10.1.4.1.1</w:t>
      </w:r>
      <w:r w:rsidRPr="008C6DE4">
        <w:rPr>
          <w:rFonts w:cs="v4.2.0"/>
        </w:rPr>
        <w:t>-1 are valid under the following conditions:</w:t>
      </w:r>
    </w:p>
    <w:p w14:paraId="55555F7E" w14:textId="77777777" w:rsidR="001F5A79" w:rsidRPr="008C6DE4" w:rsidRDefault="001F5A79" w:rsidP="001F5A79">
      <w:pPr>
        <w:ind w:left="568" w:hanging="284"/>
        <w:rPr>
          <w:lang w:eastAsia="zh-CN"/>
        </w:rPr>
      </w:pPr>
      <w:r w:rsidRPr="008C6DE4">
        <w:t>-</w:t>
      </w:r>
      <w:r w:rsidRPr="008C6DE4">
        <w:tab/>
        <w:t>Conditions defined in clause 7.3 of TS 38.101-1 [18] for reference sensitivity are fulfilled.</w:t>
      </w:r>
    </w:p>
    <w:p w14:paraId="473D4BBA" w14:textId="77777777" w:rsidR="001F5A79" w:rsidRPr="008C6DE4" w:rsidRDefault="001F5A79" w:rsidP="001F5A79">
      <w:pPr>
        <w:ind w:left="568" w:hanging="284"/>
        <w:rPr>
          <w:lang w:eastAsia="zh-CN"/>
        </w:rPr>
      </w:pPr>
      <w:r w:rsidRPr="008C6DE4">
        <w:t>-</w:t>
      </w:r>
      <w:r w:rsidRPr="008C6DE4">
        <w:tab/>
        <w:t xml:space="preserve">Conditions for inter-frequency measurements are fulfilled according to Annex B.2.3 for a corresponding Band </w:t>
      </w:r>
      <w:r w:rsidRPr="008C6DE4">
        <w:rPr>
          <w:rFonts w:cs="v4.2.0"/>
          <w:lang w:eastAsia="ko-KR"/>
        </w:rPr>
        <w:t>for each relevant SSB</w:t>
      </w:r>
      <w:r w:rsidRPr="008C6DE4">
        <w:t>.</w:t>
      </w:r>
    </w:p>
    <w:p w14:paraId="158EFF15" w14:textId="77777777" w:rsidR="001F5A79" w:rsidRPr="008C6DE4" w:rsidRDefault="001F5A79" w:rsidP="001F5A79">
      <w:pPr>
        <w:keepNext/>
        <w:keepLines/>
        <w:spacing w:before="60"/>
        <w:jc w:val="center"/>
        <w:rPr>
          <w:rFonts w:ascii="Arial" w:hAnsi="Arial"/>
          <w:b/>
        </w:rPr>
      </w:pPr>
      <w:r w:rsidRPr="008C6DE4">
        <w:rPr>
          <w:rFonts w:ascii="Arial" w:hAnsi="Arial"/>
          <w:b/>
        </w:rPr>
        <w:t xml:space="preserve">Table </w:t>
      </w:r>
      <w:r w:rsidRPr="008C6DE4">
        <w:rPr>
          <w:rFonts w:ascii="Arial" w:hAnsi="Arial"/>
          <w:b/>
          <w:lang w:eastAsia="zh-CN"/>
        </w:rPr>
        <w:t>10.1.4.1.1-1</w:t>
      </w:r>
      <w:r w:rsidRPr="008C6DE4">
        <w:rPr>
          <w:rFonts w:ascii="Arial" w:hAnsi="Arial"/>
          <w:b/>
        </w:rPr>
        <w:t xml:space="preserve">: </w:t>
      </w:r>
      <w:r w:rsidRPr="008C6DE4">
        <w:rPr>
          <w:rFonts w:ascii="Arial" w:hAnsi="Arial"/>
          <w:b/>
          <w:lang w:eastAsia="zh-CN"/>
        </w:rPr>
        <w:t>SS-</w:t>
      </w:r>
      <w:r w:rsidRPr="008C6DE4">
        <w:rPr>
          <w:rFonts w:ascii="Arial" w:hAnsi="Arial"/>
          <w:b/>
        </w:rPr>
        <w:t>RSRP Inter frequency Absolute accuracy in FR1</w:t>
      </w:r>
    </w:p>
    <w:tbl>
      <w:tblPr>
        <w:tblW w:w="10172" w:type="dxa"/>
        <w:jc w:val="center"/>
        <w:tblLook w:val="01E0" w:firstRow="1" w:lastRow="1" w:firstColumn="1" w:lastColumn="1" w:noHBand="0" w:noVBand="0"/>
      </w:tblPr>
      <w:tblGrid>
        <w:gridCol w:w="1033"/>
        <w:gridCol w:w="1049"/>
        <w:gridCol w:w="807"/>
        <w:gridCol w:w="2349"/>
        <w:gridCol w:w="1027"/>
        <w:gridCol w:w="1027"/>
        <w:gridCol w:w="1440"/>
        <w:gridCol w:w="1440"/>
      </w:tblGrid>
      <w:tr w:rsidR="00DD3199" w:rsidRPr="008C6DE4" w14:paraId="441CFFB2" w14:textId="77777777" w:rsidTr="00DF3064">
        <w:trPr>
          <w:jc w:val="center"/>
        </w:trPr>
        <w:tc>
          <w:tcPr>
            <w:tcW w:w="2082"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29DC7A4F" w14:textId="77777777" w:rsidR="001F5A79" w:rsidRPr="008C6DE4" w:rsidRDefault="001F5A79" w:rsidP="00DF3064">
            <w:pPr>
              <w:keepNext/>
              <w:keepLines/>
              <w:spacing w:after="0"/>
              <w:jc w:val="center"/>
            </w:pPr>
            <w:r w:rsidRPr="008C6DE4">
              <w:rPr>
                <w:rFonts w:ascii="Arial" w:hAnsi="Arial"/>
                <w:b/>
                <w:sz w:val="18"/>
              </w:rPr>
              <w:t>Accuracy</w:t>
            </w:r>
          </w:p>
        </w:tc>
        <w:tc>
          <w:tcPr>
            <w:tcW w:w="8090"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0A4CEC96" w14:textId="77777777" w:rsidR="001F5A79" w:rsidRPr="008C6DE4" w:rsidRDefault="001F5A79" w:rsidP="00DF3064">
            <w:pPr>
              <w:keepNext/>
              <w:keepLines/>
              <w:spacing w:after="0"/>
              <w:jc w:val="center"/>
            </w:pPr>
            <w:r w:rsidRPr="008C6DE4">
              <w:rPr>
                <w:rFonts w:ascii="Arial" w:hAnsi="Arial"/>
                <w:b/>
                <w:sz w:val="18"/>
              </w:rPr>
              <w:t>Conditions</w:t>
            </w:r>
          </w:p>
        </w:tc>
      </w:tr>
      <w:tr w:rsidR="00DD3199" w:rsidRPr="008C6DE4" w14:paraId="2A603A49" w14:textId="77777777" w:rsidTr="00DF3064">
        <w:trPr>
          <w:jc w:val="center"/>
        </w:trPr>
        <w:tc>
          <w:tcPr>
            <w:tcW w:w="1033"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278A3B43" w14:textId="77777777" w:rsidR="001F5A79" w:rsidRPr="008C6DE4" w:rsidRDefault="001F5A79" w:rsidP="00DF3064">
            <w:pPr>
              <w:keepNext/>
              <w:keepLines/>
              <w:spacing w:after="0"/>
              <w:jc w:val="center"/>
            </w:pPr>
            <w:r w:rsidRPr="008C6DE4">
              <w:rPr>
                <w:rFonts w:ascii="Arial" w:hAnsi="Arial"/>
                <w:b/>
                <w:sz w:val="18"/>
              </w:rPr>
              <w:t>Normal condition</w:t>
            </w:r>
          </w:p>
        </w:tc>
        <w:tc>
          <w:tcPr>
            <w:tcW w:w="1049"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D104CE2" w14:textId="77777777" w:rsidR="001F5A79" w:rsidRPr="008C6DE4" w:rsidRDefault="001F5A79" w:rsidP="00DF3064">
            <w:pPr>
              <w:keepNext/>
              <w:keepLines/>
              <w:spacing w:after="0"/>
              <w:jc w:val="center"/>
            </w:pPr>
            <w:r w:rsidRPr="008C6DE4">
              <w:rPr>
                <w:rFonts w:ascii="Arial" w:hAnsi="Arial"/>
                <w:b/>
                <w:sz w:val="18"/>
              </w:rPr>
              <w:t>Extreme condition</w:t>
            </w:r>
          </w:p>
        </w:tc>
        <w:tc>
          <w:tcPr>
            <w:tcW w:w="80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562683E" w14:textId="77777777" w:rsidR="001F5A79" w:rsidRPr="008C6DE4" w:rsidRDefault="001F5A79" w:rsidP="00DF3064">
            <w:pPr>
              <w:keepNext/>
              <w:keepLines/>
              <w:spacing w:after="0"/>
              <w:jc w:val="center"/>
            </w:pPr>
            <w:r w:rsidRPr="008C6DE4">
              <w:rPr>
                <w:rFonts w:ascii="Arial" w:hAnsi="Arial"/>
                <w:b/>
                <w:sz w:val="18"/>
              </w:rPr>
              <w:t>SSB Ês/Iot</w:t>
            </w:r>
            <w:r w:rsidRPr="008C6DE4">
              <w:rPr>
                <w:rFonts w:ascii="Arial" w:hAnsi="Arial"/>
                <w:b/>
                <w:sz w:val="18"/>
                <w:vertAlign w:val="superscript"/>
              </w:rPr>
              <w:t xml:space="preserve"> Note 2</w:t>
            </w:r>
          </w:p>
        </w:tc>
        <w:tc>
          <w:tcPr>
            <w:tcW w:w="7283"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5B461353" w14:textId="77777777" w:rsidR="001F5A79" w:rsidRPr="008C6DE4" w:rsidRDefault="001F5A79" w:rsidP="00DF3064">
            <w:pPr>
              <w:keepNext/>
              <w:keepLines/>
              <w:spacing w:after="0"/>
              <w:jc w:val="center"/>
            </w:pPr>
            <w:r w:rsidRPr="008C6DE4">
              <w:rPr>
                <w:rFonts w:ascii="Arial" w:hAnsi="Arial"/>
                <w:b/>
                <w:sz w:val="18"/>
              </w:rPr>
              <w:t>Io</w:t>
            </w:r>
            <w:r w:rsidRPr="008C6DE4">
              <w:rPr>
                <w:rFonts w:ascii="Arial" w:hAnsi="Arial"/>
                <w:b/>
                <w:sz w:val="18"/>
                <w:vertAlign w:val="superscript"/>
              </w:rPr>
              <w:t xml:space="preserve"> Note 1</w:t>
            </w:r>
            <w:r w:rsidRPr="008C6DE4">
              <w:rPr>
                <w:rFonts w:ascii="Arial" w:hAnsi="Arial"/>
                <w:b/>
                <w:sz w:val="18"/>
              </w:rPr>
              <w:t xml:space="preserve"> range</w:t>
            </w:r>
          </w:p>
        </w:tc>
      </w:tr>
      <w:tr w:rsidR="00DD3199" w:rsidRPr="008C6DE4" w14:paraId="0B8A56B6" w14:textId="77777777" w:rsidTr="00DF3064">
        <w:trPr>
          <w:jc w:val="center"/>
        </w:trPr>
        <w:tc>
          <w:tcPr>
            <w:tcW w:w="1033" w:type="dxa"/>
            <w:vMerge/>
            <w:tcBorders>
              <w:top w:val="single" w:sz="6" w:space="0" w:color="auto"/>
              <w:left w:val="single" w:sz="4" w:space="0" w:color="auto"/>
              <w:bottom w:val="single" w:sz="6" w:space="0" w:color="auto"/>
              <w:right w:val="single" w:sz="6" w:space="0" w:color="auto"/>
            </w:tcBorders>
            <w:shd w:val="clear" w:color="auto" w:fill="auto"/>
            <w:vAlign w:val="center"/>
          </w:tcPr>
          <w:p w14:paraId="48A8C1E9" w14:textId="77777777" w:rsidR="001F5A79" w:rsidRPr="008C6DE4" w:rsidRDefault="001F5A79" w:rsidP="00DF3064">
            <w:pPr>
              <w:keepNext/>
              <w:keepLines/>
              <w:spacing w:after="0"/>
              <w:jc w:val="center"/>
            </w:pPr>
          </w:p>
        </w:tc>
        <w:tc>
          <w:tcPr>
            <w:tcW w:w="1049"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D23D4C0" w14:textId="77777777" w:rsidR="001F5A79" w:rsidRPr="008C6DE4" w:rsidRDefault="001F5A79" w:rsidP="00DF3064">
            <w:pPr>
              <w:keepNext/>
              <w:keepLines/>
              <w:spacing w:after="0"/>
              <w:jc w:val="center"/>
            </w:pPr>
          </w:p>
        </w:tc>
        <w:tc>
          <w:tcPr>
            <w:tcW w:w="807" w:type="dxa"/>
            <w:vMerge/>
            <w:tcBorders>
              <w:top w:val="single" w:sz="6" w:space="0" w:color="auto"/>
              <w:left w:val="single" w:sz="6" w:space="0" w:color="auto"/>
              <w:bottom w:val="single" w:sz="6" w:space="0" w:color="auto"/>
              <w:right w:val="single" w:sz="6" w:space="0" w:color="auto"/>
            </w:tcBorders>
            <w:shd w:val="clear" w:color="auto" w:fill="auto"/>
          </w:tcPr>
          <w:p w14:paraId="32A579B5" w14:textId="77777777" w:rsidR="001F5A79" w:rsidRPr="008C6DE4" w:rsidRDefault="001F5A79" w:rsidP="00DF3064">
            <w:pPr>
              <w:keepNext/>
              <w:keepLines/>
              <w:spacing w:after="0"/>
              <w:jc w:val="cente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113AD1D3" w14:textId="77777777" w:rsidR="001F5A79" w:rsidRPr="008C6DE4" w:rsidRDefault="001F5A79" w:rsidP="00DF3064">
            <w:pPr>
              <w:keepNext/>
              <w:keepLines/>
              <w:spacing w:after="0"/>
              <w:jc w:val="center"/>
            </w:pPr>
            <w:r w:rsidRPr="008C6DE4">
              <w:rPr>
                <w:rFonts w:ascii="Arial" w:hAnsi="Arial"/>
                <w:b/>
                <w:sz w:val="18"/>
              </w:rPr>
              <w:t>NR operating band groups</w:t>
            </w:r>
            <w:r w:rsidRPr="008C6DE4">
              <w:rPr>
                <w:rFonts w:ascii="Arial" w:hAnsi="Arial"/>
                <w:b/>
                <w:sz w:val="18"/>
                <w:vertAlign w:val="superscript"/>
              </w:rPr>
              <w:t xml:space="preserve"> Note 3</w:t>
            </w:r>
          </w:p>
        </w:tc>
        <w:tc>
          <w:tcPr>
            <w:tcW w:w="3494"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1890408E" w14:textId="77777777" w:rsidR="001F5A79" w:rsidRPr="008C6DE4" w:rsidRDefault="001F5A79" w:rsidP="00DF3064">
            <w:pPr>
              <w:keepNext/>
              <w:keepLines/>
              <w:spacing w:after="0"/>
              <w:jc w:val="cente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71094433" w14:textId="77777777" w:rsidR="001F5A79" w:rsidRPr="008C6DE4" w:rsidRDefault="001F5A79" w:rsidP="00DF3064">
            <w:pPr>
              <w:keepNext/>
              <w:keepLines/>
              <w:spacing w:after="0"/>
              <w:jc w:val="center"/>
            </w:pPr>
            <w:r w:rsidRPr="008C6DE4">
              <w:rPr>
                <w:rFonts w:ascii="Arial" w:hAnsi="Arial"/>
                <w:b/>
                <w:sz w:val="18"/>
              </w:rPr>
              <w:t>Maximum Io</w:t>
            </w:r>
          </w:p>
        </w:tc>
      </w:tr>
      <w:tr w:rsidR="00DD3199" w:rsidRPr="008C6DE4" w14:paraId="45678761" w14:textId="77777777" w:rsidTr="00DF3064">
        <w:trPr>
          <w:trHeight w:val="308"/>
          <w:jc w:val="center"/>
        </w:trPr>
        <w:tc>
          <w:tcPr>
            <w:tcW w:w="1033" w:type="dxa"/>
            <w:vMerge w:val="restart"/>
            <w:tcBorders>
              <w:top w:val="single" w:sz="6" w:space="0" w:color="auto"/>
              <w:left w:val="single" w:sz="4" w:space="0" w:color="auto"/>
              <w:right w:val="single" w:sz="6" w:space="0" w:color="auto"/>
            </w:tcBorders>
            <w:shd w:val="clear" w:color="auto" w:fill="auto"/>
            <w:vAlign w:val="center"/>
          </w:tcPr>
          <w:p w14:paraId="552D3319" w14:textId="77777777" w:rsidR="001F5A79" w:rsidRPr="008C6DE4" w:rsidRDefault="001F5A79" w:rsidP="00DF3064">
            <w:pPr>
              <w:keepNext/>
              <w:keepLines/>
              <w:spacing w:after="0"/>
              <w:jc w:val="center"/>
            </w:pPr>
            <w:r w:rsidRPr="008C6DE4">
              <w:rPr>
                <w:rFonts w:ascii="Arial" w:hAnsi="Arial"/>
                <w:b/>
                <w:sz w:val="18"/>
              </w:rPr>
              <w:t>dB</w:t>
            </w:r>
          </w:p>
        </w:tc>
        <w:tc>
          <w:tcPr>
            <w:tcW w:w="1049" w:type="dxa"/>
            <w:vMerge w:val="restart"/>
            <w:tcBorders>
              <w:top w:val="single" w:sz="6" w:space="0" w:color="auto"/>
              <w:left w:val="single" w:sz="6" w:space="0" w:color="auto"/>
              <w:right w:val="single" w:sz="6" w:space="0" w:color="auto"/>
            </w:tcBorders>
            <w:shd w:val="clear" w:color="auto" w:fill="auto"/>
            <w:vAlign w:val="center"/>
          </w:tcPr>
          <w:p w14:paraId="420E1BA6" w14:textId="77777777" w:rsidR="001F5A79" w:rsidRPr="008C6DE4" w:rsidRDefault="001F5A79" w:rsidP="00DF3064">
            <w:pPr>
              <w:keepNext/>
              <w:keepLines/>
              <w:spacing w:after="0"/>
              <w:jc w:val="center"/>
            </w:pPr>
            <w:r w:rsidRPr="008C6DE4">
              <w:rPr>
                <w:rFonts w:ascii="Arial" w:hAnsi="Arial"/>
                <w:b/>
                <w:sz w:val="18"/>
              </w:rPr>
              <w:t>dB</w:t>
            </w:r>
          </w:p>
        </w:tc>
        <w:tc>
          <w:tcPr>
            <w:tcW w:w="807" w:type="dxa"/>
            <w:vMerge w:val="restart"/>
            <w:tcBorders>
              <w:top w:val="single" w:sz="6" w:space="0" w:color="auto"/>
              <w:left w:val="single" w:sz="6" w:space="0" w:color="auto"/>
              <w:right w:val="single" w:sz="6" w:space="0" w:color="auto"/>
            </w:tcBorders>
            <w:shd w:val="clear" w:color="auto" w:fill="auto"/>
          </w:tcPr>
          <w:p w14:paraId="324799C7" w14:textId="77777777" w:rsidR="001F5A79" w:rsidRPr="008C6DE4" w:rsidRDefault="001F5A79" w:rsidP="00DF3064">
            <w:pPr>
              <w:keepNext/>
              <w:keepLines/>
              <w:spacing w:after="0"/>
              <w:jc w:val="center"/>
            </w:pPr>
            <w:r w:rsidRPr="008C6DE4">
              <w:rPr>
                <w:rFonts w:ascii="Arial" w:hAnsi="Arial"/>
                <w:b/>
                <w:sz w:val="18"/>
              </w:rPr>
              <w:t>dB</w:t>
            </w:r>
          </w:p>
        </w:tc>
        <w:tc>
          <w:tcPr>
            <w:tcW w:w="2349" w:type="dxa"/>
            <w:vMerge w:val="restart"/>
            <w:tcBorders>
              <w:top w:val="single" w:sz="6" w:space="0" w:color="auto"/>
              <w:left w:val="single" w:sz="6" w:space="0" w:color="auto"/>
              <w:right w:val="single" w:sz="4" w:space="0" w:color="auto"/>
            </w:tcBorders>
            <w:shd w:val="clear" w:color="auto" w:fill="auto"/>
            <w:vAlign w:val="center"/>
          </w:tcPr>
          <w:p w14:paraId="7FE34566" w14:textId="77777777" w:rsidR="001F5A79" w:rsidRPr="008C6DE4" w:rsidRDefault="001F5A79" w:rsidP="00DF3064">
            <w:pPr>
              <w:keepNext/>
              <w:keepLines/>
              <w:spacing w:after="0"/>
              <w:jc w:val="center"/>
            </w:pPr>
          </w:p>
        </w:tc>
        <w:tc>
          <w:tcPr>
            <w:tcW w:w="205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4CEA5FA7"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56645E69" w14:textId="77777777" w:rsidR="001F5A79" w:rsidRPr="008C6DE4" w:rsidRDefault="001F5A79" w:rsidP="00DF3064">
            <w:pPr>
              <w:keepNext/>
              <w:keepLines/>
              <w:spacing w:after="0"/>
              <w:jc w:val="cente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6386CCB1" w14:textId="77777777" w:rsidR="001F5A79" w:rsidRPr="008C6DE4" w:rsidRDefault="001F5A79" w:rsidP="00DF3064">
            <w:pPr>
              <w:keepNext/>
              <w:keepLines/>
              <w:spacing w:after="0"/>
              <w:jc w:val="center"/>
            </w:pPr>
            <w:r w:rsidRPr="008C6DE4">
              <w:rPr>
                <w:rFonts w:ascii="Arial" w:hAnsi="Arial"/>
                <w:b/>
                <w:sz w:val="18"/>
              </w:rPr>
              <w:t>dBm/BW</w:t>
            </w:r>
            <w:r w:rsidRPr="008C6DE4">
              <w:rPr>
                <w:rFonts w:ascii="Arial" w:hAnsi="Arial"/>
                <w:b/>
                <w:sz w:val="18"/>
                <w:vertAlign w:val="subscript"/>
              </w:rPr>
              <w:t>Channel</w:t>
            </w:r>
          </w:p>
        </w:tc>
      </w:tr>
      <w:tr w:rsidR="00DD3199" w:rsidRPr="008C6DE4" w14:paraId="0151F8F0" w14:textId="77777777" w:rsidTr="00DF3064">
        <w:trPr>
          <w:trHeight w:val="307"/>
          <w:jc w:val="center"/>
        </w:trPr>
        <w:tc>
          <w:tcPr>
            <w:tcW w:w="1033" w:type="dxa"/>
            <w:vMerge/>
            <w:tcBorders>
              <w:left w:val="single" w:sz="4" w:space="0" w:color="auto"/>
              <w:bottom w:val="single" w:sz="6" w:space="0" w:color="auto"/>
              <w:right w:val="single" w:sz="6" w:space="0" w:color="auto"/>
            </w:tcBorders>
            <w:shd w:val="clear" w:color="auto" w:fill="auto"/>
            <w:vAlign w:val="center"/>
          </w:tcPr>
          <w:p w14:paraId="2FC16F5A" w14:textId="77777777" w:rsidR="001F5A79" w:rsidRPr="008C6DE4" w:rsidRDefault="001F5A79" w:rsidP="00DF3064">
            <w:pPr>
              <w:keepNext/>
              <w:keepLines/>
              <w:spacing w:after="0"/>
              <w:jc w:val="center"/>
              <w:rPr>
                <w:rFonts w:ascii="Arial" w:hAnsi="Arial"/>
                <w:b/>
                <w:sz w:val="18"/>
              </w:rPr>
            </w:pPr>
          </w:p>
        </w:tc>
        <w:tc>
          <w:tcPr>
            <w:tcW w:w="1049" w:type="dxa"/>
            <w:vMerge/>
            <w:tcBorders>
              <w:left w:val="single" w:sz="6" w:space="0" w:color="auto"/>
              <w:bottom w:val="single" w:sz="6" w:space="0" w:color="auto"/>
              <w:right w:val="single" w:sz="6" w:space="0" w:color="auto"/>
            </w:tcBorders>
            <w:shd w:val="clear" w:color="auto" w:fill="auto"/>
            <w:vAlign w:val="center"/>
          </w:tcPr>
          <w:p w14:paraId="2AD9A4BE" w14:textId="77777777" w:rsidR="001F5A79" w:rsidRPr="008C6DE4" w:rsidRDefault="001F5A79" w:rsidP="00DF3064">
            <w:pPr>
              <w:keepNext/>
              <w:keepLines/>
              <w:spacing w:after="0"/>
              <w:jc w:val="center"/>
              <w:rPr>
                <w:rFonts w:ascii="Arial" w:hAnsi="Arial"/>
                <w:b/>
                <w:sz w:val="18"/>
              </w:rPr>
            </w:pPr>
          </w:p>
        </w:tc>
        <w:tc>
          <w:tcPr>
            <w:tcW w:w="807" w:type="dxa"/>
            <w:vMerge/>
            <w:tcBorders>
              <w:left w:val="single" w:sz="6" w:space="0" w:color="auto"/>
              <w:bottom w:val="single" w:sz="6" w:space="0" w:color="auto"/>
              <w:right w:val="single" w:sz="6" w:space="0" w:color="auto"/>
            </w:tcBorders>
            <w:shd w:val="clear" w:color="auto" w:fill="auto"/>
          </w:tcPr>
          <w:p w14:paraId="7A91C6B7" w14:textId="77777777" w:rsidR="001F5A79" w:rsidRPr="008C6DE4" w:rsidRDefault="001F5A79" w:rsidP="00DF3064">
            <w:pPr>
              <w:keepNext/>
              <w:keepLines/>
              <w:spacing w:after="0"/>
              <w:jc w:val="center"/>
              <w:rPr>
                <w:rFonts w:ascii="Arial" w:hAnsi="Arial"/>
                <w:b/>
                <w:sz w:val="18"/>
              </w:rPr>
            </w:pPr>
          </w:p>
        </w:tc>
        <w:tc>
          <w:tcPr>
            <w:tcW w:w="2349" w:type="dxa"/>
            <w:vMerge/>
            <w:tcBorders>
              <w:left w:val="single" w:sz="6" w:space="0" w:color="auto"/>
              <w:bottom w:val="single" w:sz="6" w:space="0" w:color="auto"/>
              <w:right w:val="single" w:sz="4" w:space="0" w:color="auto"/>
            </w:tcBorders>
            <w:shd w:val="clear" w:color="auto" w:fill="auto"/>
            <w:vAlign w:val="center"/>
          </w:tcPr>
          <w:p w14:paraId="45815570" w14:textId="77777777" w:rsidR="001F5A79" w:rsidRPr="008C6DE4" w:rsidRDefault="001F5A79" w:rsidP="00DF3064">
            <w:pPr>
              <w:keepNext/>
              <w:keepLines/>
              <w:spacing w:after="0"/>
              <w:jc w:val="center"/>
              <w:rPr>
                <w:rFonts w:ascii="Arial" w:hAnsi="Arial"/>
                <w:b/>
                <w:sz w:val="18"/>
              </w:rPr>
            </w:pP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0DB78661"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54AADECD"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440" w:type="dxa"/>
            <w:vMerge/>
            <w:tcBorders>
              <w:left w:val="single" w:sz="6" w:space="0" w:color="auto"/>
              <w:bottom w:val="single" w:sz="6" w:space="0" w:color="auto"/>
              <w:right w:val="single" w:sz="6" w:space="0" w:color="auto"/>
            </w:tcBorders>
            <w:shd w:val="clear" w:color="auto" w:fill="auto"/>
            <w:vAlign w:val="center"/>
          </w:tcPr>
          <w:p w14:paraId="3A3234B7"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331D2CF1" w14:textId="77777777" w:rsidR="001F5A79" w:rsidRPr="008C6DE4" w:rsidRDefault="001F5A79" w:rsidP="00DF3064">
            <w:pPr>
              <w:keepNext/>
              <w:keepLines/>
              <w:spacing w:after="0"/>
              <w:jc w:val="center"/>
              <w:rPr>
                <w:rFonts w:ascii="Arial" w:hAnsi="Arial"/>
                <w:b/>
                <w:sz w:val="18"/>
              </w:rPr>
            </w:pPr>
          </w:p>
        </w:tc>
      </w:tr>
      <w:tr w:rsidR="00DD3199" w:rsidRPr="008C6DE4" w14:paraId="61DE1E9D" w14:textId="77777777" w:rsidTr="00DF3064">
        <w:trPr>
          <w:jc w:val="center"/>
        </w:trPr>
        <w:tc>
          <w:tcPr>
            <w:tcW w:w="1033" w:type="dxa"/>
            <w:vMerge w:val="restart"/>
            <w:tcBorders>
              <w:top w:val="single" w:sz="6" w:space="0" w:color="auto"/>
              <w:left w:val="single" w:sz="4" w:space="0" w:color="auto"/>
              <w:right w:val="single" w:sz="6" w:space="0" w:color="auto"/>
            </w:tcBorders>
            <w:shd w:val="clear" w:color="auto" w:fill="auto"/>
            <w:vAlign w:val="center"/>
          </w:tcPr>
          <w:p w14:paraId="40C7CB6E"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4.5</w:t>
            </w:r>
          </w:p>
        </w:tc>
        <w:tc>
          <w:tcPr>
            <w:tcW w:w="1049" w:type="dxa"/>
            <w:vMerge w:val="restart"/>
            <w:tcBorders>
              <w:top w:val="single" w:sz="6" w:space="0" w:color="auto"/>
              <w:left w:val="single" w:sz="6" w:space="0" w:color="auto"/>
              <w:right w:val="single" w:sz="6" w:space="0" w:color="auto"/>
            </w:tcBorders>
            <w:shd w:val="clear" w:color="auto" w:fill="auto"/>
            <w:vAlign w:val="center"/>
          </w:tcPr>
          <w:p w14:paraId="4BD4164D"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9</w:t>
            </w:r>
          </w:p>
        </w:tc>
        <w:tc>
          <w:tcPr>
            <w:tcW w:w="807" w:type="dxa"/>
            <w:vMerge w:val="restart"/>
            <w:tcBorders>
              <w:top w:val="single" w:sz="6" w:space="0" w:color="auto"/>
              <w:left w:val="single" w:sz="6" w:space="0" w:color="auto"/>
              <w:right w:val="single" w:sz="6" w:space="0" w:color="auto"/>
            </w:tcBorders>
            <w:shd w:val="clear" w:color="auto" w:fill="auto"/>
            <w:vAlign w:val="center"/>
          </w:tcPr>
          <w:p w14:paraId="22685706"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w:t>
            </w:r>
            <w:r w:rsidRPr="008C6DE4">
              <w:rPr>
                <w:rFonts w:ascii="Arial" w:hAnsi="Arial"/>
                <w:sz w:val="18"/>
                <w:lang w:eastAsia="zh-CN"/>
              </w:rPr>
              <w:t>6</w:t>
            </w:r>
            <w:r w:rsidRPr="008C6DE4">
              <w:rPr>
                <w:rFonts w:ascii="Arial" w:hAnsi="Arial"/>
                <w:sz w:val="18"/>
              </w:rPr>
              <w:t xml:space="preserve"> dB</w:t>
            </w: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17DF4CD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NR_FDD_FR1_A, NR_TDD_FR1_A,</w:t>
            </w:r>
          </w:p>
          <w:p w14:paraId="6C9458E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1224877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1E6DB46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1ADA00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2CE17F5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7FC4E37E" w14:textId="77777777" w:rsidTr="00DF3064">
        <w:trPr>
          <w:jc w:val="center"/>
        </w:trPr>
        <w:tc>
          <w:tcPr>
            <w:tcW w:w="1033" w:type="dxa"/>
            <w:vMerge/>
            <w:tcBorders>
              <w:left w:val="single" w:sz="4" w:space="0" w:color="auto"/>
              <w:right w:val="single" w:sz="6" w:space="0" w:color="auto"/>
            </w:tcBorders>
            <w:shd w:val="clear" w:color="auto" w:fill="auto"/>
            <w:vAlign w:val="center"/>
          </w:tcPr>
          <w:p w14:paraId="21496539"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17BCFCAC"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48361878"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tcPr>
          <w:p w14:paraId="5E55801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1027" w:type="dxa"/>
            <w:tcBorders>
              <w:top w:val="single" w:sz="6" w:space="0" w:color="auto"/>
              <w:left w:val="single" w:sz="4" w:space="0" w:color="auto"/>
              <w:bottom w:val="single" w:sz="6" w:space="0" w:color="auto"/>
              <w:right w:val="single" w:sz="6" w:space="0" w:color="auto"/>
            </w:tcBorders>
            <w:shd w:val="clear" w:color="auto" w:fill="auto"/>
          </w:tcPr>
          <w:p w14:paraId="1120040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1446EB7E"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FC4F2AC"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ja-JP"/>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419EAFA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1FFDC16A" w14:textId="77777777" w:rsidTr="00DF3064">
        <w:trPr>
          <w:jc w:val="center"/>
        </w:trPr>
        <w:tc>
          <w:tcPr>
            <w:tcW w:w="1033" w:type="dxa"/>
            <w:vMerge/>
            <w:tcBorders>
              <w:left w:val="single" w:sz="4" w:space="0" w:color="auto"/>
              <w:right w:val="single" w:sz="6" w:space="0" w:color="auto"/>
            </w:tcBorders>
            <w:shd w:val="clear" w:color="auto" w:fill="auto"/>
            <w:vAlign w:val="center"/>
          </w:tcPr>
          <w:p w14:paraId="3F584C77"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397A3617"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2079E76D"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7FAFF69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1C950A2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1CB44714"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B177ED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5F6AD1C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0FFD915B" w14:textId="77777777" w:rsidTr="00DF3064">
        <w:trPr>
          <w:jc w:val="center"/>
        </w:trPr>
        <w:tc>
          <w:tcPr>
            <w:tcW w:w="1033" w:type="dxa"/>
            <w:vMerge/>
            <w:tcBorders>
              <w:left w:val="single" w:sz="4" w:space="0" w:color="auto"/>
              <w:right w:val="single" w:sz="6" w:space="0" w:color="auto"/>
            </w:tcBorders>
            <w:shd w:val="clear" w:color="auto" w:fill="auto"/>
            <w:vAlign w:val="center"/>
          </w:tcPr>
          <w:p w14:paraId="64F1D35A"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2C46075A"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1594D181"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0935F21F"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759641D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-119.5</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20689FE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-116.5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8CA85B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C792E9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426328DF" w14:textId="77777777" w:rsidTr="00DF3064">
        <w:trPr>
          <w:jc w:val="center"/>
        </w:trPr>
        <w:tc>
          <w:tcPr>
            <w:tcW w:w="1033" w:type="dxa"/>
            <w:vMerge/>
            <w:tcBorders>
              <w:left w:val="single" w:sz="4" w:space="0" w:color="auto"/>
              <w:right w:val="single" w:sz="6" w:space="0" w:color="auto"/>
            </w:tcBorders>
            <w:shd w:val="clear" w:color="auto" w:fill="auto"/>
            <w:vAlign w:val="center"/>
          </w:tcPr>
          <w:p w14:paraId="0DBE0782"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4E32C996"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0D6C64A6"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125DF007"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38CDE71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E27B0E1"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-116</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3B978C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5D5C8B9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25207D95" w14:textId="77777777" w:rsidTr="00DF3064">
        <w:trPr>
          <w:jc w:val="center"/>
        </w:trPr>
        <w:tc>
          <w:tcPr>
            <w:tcW w:w="1033" w:type="dxa"/>
            <w:vMerge/>
            <w:tcBorders>
              <w:left w:val="single" w:sz="4" w:space="0" w:color="auto"/>
              <w:right w:val="single" w:sz="6" w:space="0" w:color="auto"/>
            </w:tcBorders>
            <w:shd w:val="clear" w:color="auto" w:fill="auto"/>
            <w:vAlign w:val="center"/>
          </w:tcPr>
          <w:p w14:paraId="7123BBC4"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02E7365C"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7B1D071D"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23A6DD5F"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FDD_FR1_G</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53875D6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0B1714BC"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F831B6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3BE431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703794CD" w14:textId="77777777" w:rsidTr="00DF3064">
        <w:trPr>
          <w:jc w:val="center"/>
        </w:trPr>
        <w:tc>
          <w:tcPr>
            <w:tcW w:w="1033" w:type="dxa"/>
            <w:vMerge/>
            <w:tcBorders>
              <w:left w:val="single" w:sz="4" w:space="0" w:color="auto"/>
              <w:bottom w:val="single" w:sz="4" w:space="0" w:color="auto"/>
              <w:right w:val="single" w:sz="6" w:space="0" w:color="auto"/>
            </w:tcBorders>
            <w:shd w:val="clear" w:color="auto" w:fill="auto"/>
            <w:vAlign w:val="center"/>
          </w:tcPr>
          <w:p w14:paraId="6A7E87C1"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bottom w:val="single" w:sz="4" w:space="0" w:color="auto"/>
              <w:right w:val="single" w:sz="6" w:space="0" w:color="auto"/>
            </w:tcBorders>
            <w:shd w:val="clear" w:color="auto" w:fill="auto"/>
            <w:vAlign w:val="center"/>
          </w:tcPr>
          <w:p w14:paraId="132AF406"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bottom w:val="single" w:sz="4" w:space="0" w:color="auto"/>
              <w:right w:val="single" w:sz="6" w:space="0" w:color="auto"/>
            </w:tcBorders>
            <w:shd w:val="clear" w:color="auto" w:fill="auto"/>
            <w:vAlign w:val="center"/>
          </w:tcPr>
          <w:p w14:paraId="71E035C9"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417C5548"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FDD_FR1_H</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59E08F5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16E7AA77"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083510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58C7489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70CEF3EC" w14:textId="77777777" w:rsidTr="00DF3064">
        <w:trPr>
          <w:jc w:val="center"/>
        </w:trPr>
        <w:tc>
          <w:tcPr>
            <w:tcW w:w="1033" w:type="dxa"/>
            <w:tcBorders>
              <w:top w:val="single" w:sz="4" w:space="0" w:color="auto"/>
              <w:left w:val="single" w:sz="4" w:space="0" w:color="auto"/>
              <w:bottom w:val="single" w:sz="4" w:space="0" w:color="auto"/>
              <w:right w:val="single" w:sz="6" w:space="0" w:color="auto"/>
            </w:tcBorders>
            <w:shd w:val="clear" w:color="auto" w:fill="auto"/>
            <w:vAlign w:val="center"/>
          </w:tcPr>
          <w:p w14:paraId="1F546A2C"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8</w:t>
            </w:r>
          </w:p>
        </w:tc>
        <w:tc>
          <w:tcPr>
            <w:tcW w:w="1049" w:type="dxa"/>
            <w:tcBorders>
              <w:top w:val="single" w:sz="4" w:space="0" w:color="auto"/>
              <w:left w:val="single" w:sz="6" w:space="0" w:color="auto"/>
              <w:bottom w:val="single" w:sz="4" w:space="0" w:color="auto"/>
              <w:right w:val="single" w:sz="6" w:space="0" w:color="auto"/>
            </w:tcBorders>
            <w:shd w:val="clear" w:color="auto" w:fill="auto"/>
            <w:vAlign w:val="center"/>
          </w:tcPr>
          <w:p w14:paraId="0479CA78"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11</w:t>
            </w:r>
          </w:p>
        </w:tc>
        <w:tc>
          <w:tcPr>
            <w:tcW w:w="807" w:type="dxa"/>
            <w:tcBorders>
              <w:top w:val="single" w:sz="4" w:space="0" w:color="auto"/>
              <w:left w:val="single" w:sz="6" w:space="0" w:color="auto"/>
              <w:bottom w:val="single" w:sz="4" w:space="0" w:color="auto"/>
              <w:right w:val="single" w:sz="4" w:space="0" w:color="auto"/>
            </w:tcBorders>
            <w:shd w:val="clear" w:color="auto" w:fill="auto"/>
            <w:vAlign w:val="center"/>
          </w:tcPr>
          <w:p w14:paraId="4F58FEB6"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w:t>
            </w:r>
            <w:r w:rsidRPr="008C6DE4">
              <w:rPr>
                <w:rFonts w:ascii="Arial" w:hAnsi="Arial"/>
                <w:sz w:val="18"/>
                <w:lang w:eastAsia="zh-CN"/>
              </w:rPr>
              <w:t>6</w:t>
            </w:r>
            <w:r w:rsidRPr="008C6DE4">
              <w:rPr>
                <w:rFonts w:ascii="Arial" w:hAnsi="Arial"/>
                <w:sz w:val="18"/>
              </w:rPr>
              <w:t xml:space="preserve"> dB</w:t>
            </w:r>
          </w:p>
        </w:tc>
        <w:tc>
          <w:tcPr>
            <w:tcW w:w="2349" w:type="dxa"/>
            <w:tcBorders>
              <w:top w:val="single" w:sz="6" w:space="0" w:color="auto"/>
              <w:left w:val="single" w:sz="4" w:space="0" w:color="auto"/>
              <w:bottom w:val="single" w:sz="6" w:space="0" w:color="auto"/>
              <w:right w:val="single" w:sz="4" w:space="0" w:color="auto"/>
            </w:tcBorders>
            <w:shd w:val="clear" w:color="auto" w:fill="auto"/>
            <w:vAlign w:val="center"/>
          </w:tcPr>
          <w:p w14:paraId="243070E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 xml:space="preserve">NR_FDD_FR1_A, NR_TDD_FR1_A, </w:t>
            </w:r>
          </w:p>
          <w:p w14:paraId="7167E6CB"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rPr>
              <w:t>NR_SDL_FR1_A, NR_FDD_FR1_B, NR_TDD_FR1_C, NR_FDD_FR1_D, NR_TDD_FR1_D, NR_FDD_FR1_E, NR_TDD_FR1_E, NR_FDD_FR1_G, NR_FDD_FR1_H</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3A0DDF4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13B5F10" w14:textId="77777777" w:rsidR="001F5A79" w:rsidRPr="008C6DE4" w:rsidRDefault="001F5A79" w:rsidP="00DF3064">
            <w:pPr>
              <w:keepNext/>
              <w:keepLines/>
              <w:spacing w:after="0"/>
              <w:jc w:val="center"/>
              <w:rPr>
                <w:rFonts w:ascii="Arial" w:hAnsi="Arial" w:cs="Arial"/>
                <w:sz w:val="18"/>
              </w:rPr>
            </w:pPr>
            <w:r w:rsidRPr="008C6DE4">
              <w:rPr>
                <w:rFonts w:ascii="Arial" w:hAnsi="Arial"/>
                <w:sz w:val="18"/>
                <w:lang w:eastAsia="zh-CN"/>
              </w:rPr>
              <w:t>N/A</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DBAD27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2328D70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1F5A79" w:rsidRPr="008C6DE4" w14:paraId="665B8509" w14:textId="77777777" w:rsidTr="00DF3064">
        <w:trPr>
          <w:jc w:val="center"/>
        </w:trPr>
        <w:tc>
          <w:tcPr>
            <w:tcW w:w="10172" w:type="dxa"/>
            <w:gridSpan w:val="8"/>
            <w:tcBorders>
              <w:top w:val="single" w:sz="6" w:space="0" w:color="auto"/>
              <w:left w:val="single" w:sz="4" w:space="0" w:color="auto"/>
              <w:bottom w:val="single" w:sz="4" w:space="0" w:color="auto"/>
              <w:right w:val="single" w:sz="4" w:space="0" w:color="auto"/>
            </w:tcBorders>
            <w:shd w:val="clear" w:color="auto" w:fill="auto"/>
            <w:vAlign w:val="center"/>
          </w:tcPr>
          <w:p w14:paraId="4E709BA5"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Io is assumed to have constant EPRE across the bandwidth.</w:t>
            </w:r>
          </w:p>
          <w:p w14:paraId="510FECF8"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2:</w:t>
            </w:r>
            <w:r w:rsidRPr="008C6DE4">
              <w:rPr>
                <w:rFonts w:ascii="Arial" w:hAnsi="Arial"/>
                <w:sz w:val="18"/>
              </w:rPr>
              <w:tab/>
              <w:t>Void</w:t>
            </w:r>
          </w:p>
          <w:p w14:paraId="6B02D2BD"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NR operating band groups in FR1 are as defined in clause 3.5.2.</w:t>
            </w:r>
          </w:p>
        </w:tc>
      </w:tr>
    </w:tbl>
    <w:p w14:paraId="600B8528" w14:textId="77777777" w:rsidR="001F5A79" w:rsidRPr="008C6DE4" w:rsidRDefault="001F5A79" w:rsidP="001F5A79">
      <w:pPr>
        <w:rPr>
          <w:lang w:eastAsia="zh-CN"/>
        </w:rPr>
      </w:pPr>
    </w:p>
    <w:p w14:paraId="35003609" w14:textId="6D113348" w:rsidR="001F5A79" w:rsidRPr="008C6DE4" w:rsidRDefault="001F5A79" w:rsidP="0048284E">
      <w:pPr>
        <w:pStyle w:val="Heading5"/>
      </w:pPr>
      <w:r w:rsidRPr="008C6DE4">
        <w:t>1</w:t>
      </w:r>
      <w:r w:rsidR="0048284E" w:rsidRPr="008C6DE4">
        <w:t>0.1.4.1.2</w:t>
      </w:r>
      <w:r w:rsidRPr="008C6DE4">
        <w:tab/>
        <w:t>Relative Accuracy of SS-RSRP in FR1</w:t>
      </w:r>
    </w:p>
    <w:p w14:paraId="6425BD53" w14:textId="77777777" w:rsidR="001F5A79" w:rsidRPr="008C6DE4" w:rsidRDefault="001F5A79" w:rsidP="001F5A79">
      <w:pPr>
        <w:rPr>
          <w:rFonts w:cs="v4.2.0"/>
          <w:i/>
        </w:rPr>
      </w:pPr>
      <w:r w:rsidRPr="008C6DE4">
        <w:rPr>
          <w:rFonts w:cs="v4.2.0"/>
        </w:rPr>
        <w:t xml:space="preserve">The relative accuracy of </w:t>
      </w:r>
      <w:r w:rsidRPr="008C6DE4">
        <w:rPr>
          <w:rFonts w:cs="v4.2.0"/>
          <w:lang w:eastAsia="zh-CN"/>
        </w:rPr>
        <w:t>SS-RSRP</w:t>
      </w:r>
      <w:r w:rsidRPr="008C6DE4">
        <w:rPr>
          <w:rFonts w:cs="v4.2.0"/>
        </w:rPr>
        <w:t xml:space="preserve"> in inter frequency case is defined as the RSRP measured from one cell on a frequency in FR1compared to the RSRP measured from another cell on a different frequency in FR1.</w:t>
      </w:r>
    </w:p>
    <w:p w14:paraId="16DD12FD"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10.1.4.1.2</w:t>
      </w:r>
      <w:r w:rsidRPr="008C6DE4">
        <w:rPr>
          <w:rFonts w:cs="v4.2.0"/>
        </w:rPr>
        <w:t>-1 are valid under the following conditions:</w:t>
      </w:r>
    </w:p>
    <w:p w14:paraId="3A2E34B9" w14:textId="77777777" w:rsidR="001F5A79" w:rsidRPr="008C6DE4" w:rsidRDefault="001F5A79" w:rsidP="001F5A79">
      <w:pPr>
        <w:ind w:left="568" w:hanging="284"/>
        <w:rPr>
          <w:lang w:eastAsia="zh-CN"/>
        </w:rPr>
      </w:pPr>
      <w:r w:rsidRPr="008C6DE4">
        <w:t>-</w:t>
      </w:r>
      <w:r w:rsidRPr="008C6DE4">
        <w:tab/>
        <w:t>Conditions defined in clause 7.3 of TS 38.101-1 [18] Clause 7.3 for reference sensitivity are fulfilled.</w:t>
      </w:r>
    </w:p>
    <w:p w14:paraId="19A97B9F" w14:textId="77777777" w:rsidR="001F5A79" w:rsidRPr="008C6DE4" w:rsidRDefault="001F5A79" w:rsidP="001F5A79">
      <w:pPr>
        <w:ind w:left="568" w:hanging="284"/>
        <w:rPr>
          <w:lang w:eastAsia="zh-CN"/>
        </w:rPr>
      </w:pPr>
      <w:r w:rsidRPr="008C6DE4">
        <w:t>-</w:t>
      </w:r>
      <w:r w:rsidRPr="008C6DE4">
        <w:tab/>
        <w:t xml:space="preserve">Conditions for inter-frequency measurements are fulfilled according to Annex B.2.3 for a corresponding Band </w:t>
      </w:r>
      <w:r w:rsidRPr="008C6DE4">
        <w:rPr>
          <w:rFonts w:cs="v4.2.0"/>
          <w:lang w:eastAsia="ko-KR"/>
        </w:rPr>
        <w:t>for each relevant SSB</w:t>
      </w:r>
      <w:r w:rsidRPr="008C6DE4">
        <w:t>.</w:t>
      </w:r>
    </w:p>
    <w:p w14:paraId="15F83125" w14:textId="77777777" w:rsidR="001F5A79" w:rsidRPr="008C6DE4" w:rsidRDefault="001F5A79" w:rsidP="001F5A79">
      <w:pPr>
        <w:ind w:left="568" w:hanging="284"/>
      </w:pPr>
      <w:r w:rsidRPr="008C6DE4">
        <w:t>-</w:t>
      </w:r>
      <w:r w:rsidRPr="008C6DE4">
        <w:tab/>
        <w:t>|SSB_RP1</w:t>
      </w:r>
      <w:r w:rsidRPr="008C6DE4">
        <w:rPr>
          <w:vertAlign w:val="subscript"/>
        </w:rPr>
        <w:t>dBm</w:t>
      </w:r>
      <w:r w:rsidRPr="008C6DE4">
        <w:t xml:space="preserve"> - SSB_RP2</w:t>
      </w:r>
      <w:r w:rsidRPr="008C6DE4">
        <w:rPr>
          <w:vertAlign w:val="subscript"/>
        </w:rPr>
        <w:t>dBm</w:t>
      </w:r>
      <w:r w:rsidRPr="008C6DE4">
        <w:t xml:space="preserve">| </w:t>
      </w:r>
      <w:r w:rsidRPr="008C6DE4">
        <w:rPr>
          <w:rFonts w:hint="eastAsia"/>
        </w:rPr>
        <w:t>≤</w:t>
      </w:r>
      <w:r w:rsidRPr="008C6DE4">
        <w:t xml:space="preserve"> 27 dB</w:t>
      </w:r>
      <w:r w:rsidRPr="008C6DE4">
        <w:rPr>
          <w:noProof/>
          <w:lang w:val="en-US" w:eastAsia="zh-CN"/>
        </w:rPr>
        <w:t xml:space="preserve"> </w:t>
      </w:r>
    </w:p>
    <w:p w14:paraId="6D821CA0" w14:textId="77777777" w:rsidR="001F5A79" w:rsidRPr="008C6DE4" w:rsidRDefault="001F5A79" w:rsidP="001F5A79">
      <w:pPr>
        <w:ind w:left="568" w:hanging="284"/>
        <w:rPr>
          <w:lang w:eastAsia="zh-CN"/>
        </w:rPr>
      </w:pPr>
      <w:r w:rsidRPr="008C6DE4">
        <w:t>-</w:t>
      </w:r>
      <w:r w:rsidRPr="008C6DE4">
        <w:tab/>
        <w:t xml:space="preserve">| Channel 1_Io </w:t>
      </w:r>
      <w:r w:rsidRPr="008C6DE4">
        <w:noBreakHyphen/>
        <w:t xml:space="preserve">Channel 2_Io | </w:t>
      </w:r>
      <w:r w:rsidRPr="008C6DE4">
        <w:sym w:font="Symbol" w:char="F0A3"/>
      </w:r>
      <w:r w:rsidRPr="008C6DE4">
        <w:t xml:space="preserve"> 20 dB</w:t>
      </w:r>
    </w:p>
    <w:p w14:paraId="33910B34" w14:textId="77777777" w:rsidR="001F5A79" w:rsidRPr="008C6DE4" w:rsidRDefault="001F5A79" w:rsidP="001F5A79">
      <w:pPr>
        <w:keepNext/>
        <w:keepLines/>
        <w:spacing w:before="60"/>
        <w:jc w:val="center"/>
        <w:rPr>
          <w:rFonts w:ascii="Arial" w:hAnsi="Arial"/>
          <w:b/>
        </w:rPr>
      </w:pPr>
      <w:r w:rsidRPr="008C6DE4">
        <w:rPr>
          <w:rFonts w:ascii="Arial" w:hAnsi="Arial"/>
          <w:b/>
        </w:rPr>
        <w:t>Table 10.1.4.1.2-1: SS-RSRP Inter frequency relative accuracy in FR1</w:t>
      </w:r>
    </w:p>
    <w:tbl>
      <w:tblPr>
        <w:tblW w:w="10172" w:type="dxa"/>
        <w:jc w:val="center"/>
        <w:tblLook w:val="01E0" w:firstRow="1" w:lastRow="1" w:firstColumn="1" w:lastColumn="1" w:noHBand="0" w:noVBand="0"/>
      </w:tblPr>
      <w:tblGrid>
        <w:gridCol w:w="1036"/>
        <w:gridCol w:w="1055"/>
        <w:gridCol w:w="833"/>
        <w:gridCol w:w="2530"/>
        <w:gridCol w:w="1005"/>
        <w:gridCol w:w="833"/>
        <w:gridCol w:w="1440"/>
        <w:gridCol w:w="1440"/>
      </w:tblGrid>
      <w:tr w:rsidR="00DD3199" w:rsidRPr="008C6DE4" w14:paraId="098D9BBC" w14:textId="77777777" w:rsidTr="00DF3064">
        <w:trPr>
          <w:jc w:val="center"/>
        </w:trPr>
        <w:tc>
          <w:tcPr>
            <w:tcW w:w="2091"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5E67A514" w14:textId="77777777" w:rsidR="001F5A79" w:rsidRPr="008C6DE4" w:rsidRDefault="001F5A79" w:rsidP="00DF3064">
            <w:pPr>
              <w:keepNext/>
              <w:keepLines/>
              <w:spacing w:after="0"/>
              <w:jc w:val="center"/>
            </w:pPr>
            <w:r w:rsidRPr="008C6DE4">
              <w:rPr>
                <w:rFonts w:ascii="Arial" w:hAnsi="Arial"/>
                <w:b/>
                <w:sz w:val="18"/>
              </w:rPr>
              <w:t>Accuracy</w:t>
            </w:r>
          </w:p>
        </w:tc>
        <w:tc>
          <w:tcPr>
            <w:tcW w:w="8081"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4934CC47" w14:textId="77777777" w:rsidR="001F5A79" w:rsidRPr="008C6DE4" w:rsidRDefault="001F5A79" w:rsidP="00DF3064">
            <w:pPr>
              <w:keepNext/>
              <w:keepLines/>
              <w:spacing w:after="0"/>
              <w:jc w:val="center"/>
            </w:pPr>
            <w:r w:rsidRPr="008C6DE4">
              <w:rPr>
                <w:rFonts w:ascii="Arial" w:hAnsi="Arial"/>
                <w:b/>
                <w:sz w:val="18"/>
              </w:rPr>
              <w:t>Conditions</w:t>
            </w:r>
          </w:p>
        </w:tc>
      </w:tr>
      <w:tr w:rsidR="00DD3199" w:rsidRPr="008C6DE4" w14:paraId="2B91795D" w14:textId="77777777" w:rsidTr="00DF3064">
        <w:trPr>
          <w:jc w:val="center"/>
        </w:trPr>
        <w:tc>
          <w:tcPr>
            <w:tcW w:w="1036"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189C29E8" w14:textId="77777777" w:rsidR="001F5A79" w:rsidRPr="008C6DE4" w:rsidRDefault="001F5A79" w:rsidP="00DF3064">
            <w:pPr>
              <w:keepNext/>
              <w:keepLines/>
              <w:spacing w:after="0"/>
              <w:jc w:val="center"/>
            </w:pPr>
            <w:r w:rsidRPr="008C6DE4">
              <w:rPr>
                <w:rFonts w:ascii="Arial" w:hAnsi="Arial"/>
                <w:b/>
                <w:sz w:val="18"/>
              </w:rPr>
              <w:t>Normal condition</w:t>
            </w:r>
          </w:p>
        </w:tc>
        <w:tc>
          <w:tcPr>
            <w:tcW w:w="1055"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A005C02" w14:textId="77777777" w:rsidR="001F5A79" w:rsidRPr="008C6DE4" w:rsidRDefault="001F5A79" w:rsidP="00DF3064">
            <w:pPr>
              <w:keepNext/>
              <w:keepLines/>
              <w:spacing w:after="0"/>
              <w:jc w:val="center"/>
            </w:pPr>
            <w:r w:rsidRPr="008C6DE4">
              <w:rPr>
                <w:rFonts w:ascii="Arial" w:hAnsi="Arial"/>
                <w:b/>
                <w:sz w:val="18"/>
              </w:rPr>
              <w:t>Extreme condition</w:t>
            </w:r>
          </w:p>
        </w:tc>
        <w:tc>
          <w:tcPr>
            <w:tcW w:w="833"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AD69171" w14:textId="77777777" w:rsidR="001F5A79" w:rsidRPr="008C6DE4" w:rsidRDefault="001F5A79" w:rsidP="00DF3064">
            <w:pPr>
              <w:keepNext/>
              <w:keepLines/>
              <w:spacing w:after="0"/>
              <w:jc w:val="center"/>
            </w:pPr>
            <w:r w:rsidRPr="008C6DE4">
              <w:rPr>
                <w:rFonts w:ascii="Arial" w:hAnsi="Arial"/>
                <w:b/>
                <w:sz w:val="18"/>
              </w:rPr>
              <w:t>SSB Ês/Iot</w:t>
            </w:r>
            <w:r w:rsidRPr="008C6DE4">
              <w:rPr>
                <w:rFonts w:ascii="Arial" w:hAnsi="Arial"/>
                <w:b/>
                <w:sz w:val="18"/>
                <w:vertAlign w:val="superscript"/>
              </w:rPr>
              <w:t xml:space="preserve"> Note 2</w:t>
            </w:r>
          </w:p>
        </w:tc>
        <w:tc>
          <w:tcPr>
            <w:tcW w:w="7248"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54967849" w14:textId="77777777" w:rsidR="001F5A79" w:rsidRPr="008C6DE4" w:rsidRDefault="001F5A79" w:rsidP="00DF3064">
            <w:pPr>
              <w:keepNext/>
              <w:keepLines/>
              <w:spacing w:after="0"/>
              <w:jc w:val="center"/>
            </w:pPr>
            <w:r w:rsidRPr="008C6DE4">
              <w:rPr>
                <w:rFonts w:ascii="Arial" w:hAnsi="Arial"/>
                <w:b/>
                <w:sz w:val="18"/>
              </w:rPr>
              <w:t>Io</w:t>
            </w:r>
            <w:r w:rsidRPr="008C6DE4">
              <w:rPr>
                <w:rFonts w:ascii="Arial" w:hAnsi="Arial"/>
                <w:b/>
                <w:sz w:val="18"/>
                <w:vertAlign w:val="superscript"/>
              </w:rPr>
              <w:t xml:space="preserve"> Note 1</w:t>
            </w:r>
            <w:r w:rsidRPr="008C6DE4">
              <w:rPr>
                <w:rFonts w:ascii="Arial" w:hAnsi="Arial"/>
                <w:b/>
                <w:sz w:val="18"/>
              </w:rPr>
              <w:t xml:space="preserve"> range</w:t>
            </w:r>
          </w:p>
        </w:tc>
      </w:tr>
      <w:tr w:rsidR="00DD3199" w:rsidRPr="008C6DE4" w14:paraId="38040259" w14:textId="77777777" w:rsidTr="00DF3064">
        <w:trPr>
          <w:jc w:val="center"/>
        </w:trPr>
        <w:tc>
          <w:tcPr>
            <w:tcW w:w="1036" w:type="dxa"/>
            <w:vMerge/>
            <w:tcBorders>
              <w:top w:val="single" w:sz="6" w:space="0" w:color="auto"/>
              <w:left w:val="single" w:sz="4" w:space="0" w:color="auto"/>
              <w:bottom w:val="single" w:sz="6" w:space="0" w:color="auto"/>
              <w:right w:val="single" w:sz="6" w:space="0" w:color="auto"/>
            </w:tcBorders>
            <w:shd w:val="clear" w:color="auto" w:fill="auto"/>
            <w:vAlign w:val="center"/>
          </w:tcPr>
          <w:p w14:paraId="06E9AD65" w14:textId="77777777" w:rsidR="001F5A79" w:rsidRPr="008C6DE4" w:rsidRDefault="001F5A79" w:rsidP="00DF3064">
            <w:pPr>
              <w:keepNext/>
              <w:keepLines/>
              <w:spacing w:after="0"/>
              <w:jc w:val="center"/>
            </w:pPr>
          </w:p>
        </w:tc>
        <w:tc>
          <w:tcPr>
            <w:tcW w:w="1055"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DADAF8B" w14:textId="77777777" w:rsidR="001F5A79" w:rsidRPr="008C6DE4" w:rsidRDefault="001F5A79" w:rsidP="00DF3064">
            <w:pPr>
              <w:keepNext/>
              <w:keepLines/>
              <w:spacing w:after="0"/>
              <w:jc w:val="center"/>
            </w:pPr>
          </w:p>
        </w:tc>
        <w:tc>
          <w:tcPr>
            <w:tcW w:w="833" w:type="dxa"/>
            <w:vMerge/>
            <w:tcBorders>
              <w:top w:val="single" w:sz="6" w:space="0" w:color="auto"/>
              <w:left w:val="single" w:sz="6" w:space="0" w:color="auto"/>
              <w:bottom w:val="single" w:sz="6" w:space="0" w:color="auto"/>
              <w:right w:val="single" w:sz="6" w:space="0" w:color="auto"/>
            </w:tcBorders>
            <w:shd w:val="clear" w:color="auto" w:fill="auto"/>
          </w:tcPr>
          <w:p w14:paraId="1B3435A6" w14:textId="77777777" w:rsidR="001F5A79" w:rsidRPr="008C6DE4" w:rsidRDefault="001F5A79" w:rsidP="00DF3064">
            <w:pPr>
              <w:keepNext/>
              <w:keepLines/>
              <w:spacing w:after="0"/>
              <w:jc w:val="center"/>
            </w:pP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3CFAE617" w14:textId="77777777" w:rsidR="001F5A79" w:rsidRPr="008C6DE4" w:rsidRDefault="001F5A79" w:rsidP="00DF3064">
            <w:pPr>
              <w:keepNext/>
              <w:keepLines/>
              <w:spacing w:after="0"/>
              <w:jc w:val="center"/>
            </w:pPr>
            <w:r w:rsidRPr="008C6DE4">
              <w:rPr>
                <w:rFonts w:ascii="Arial" w:hAnsi="Arial"/>
                <w:b/>
                <w:sz w:val="18"/>
              </w:rPr>
              <w:t>NR operating band groups</w:t>
            </w:r>
            <w:r w:rsidRPr="008C6DE4">
              <w:rPr>
                <w:rFonts w:ascii="Arial" w:hAnsi="Arial"/>
                <w:b/>
                <w:sz w:val="18"/>
                <w:vertAlign w:val="superscript"/>
              </w:rPr>
              <w:t xml:space="preserve"> Note 3</w:t>
            </w:r>
          </w:p>
        </w:tc>
        <w:tc>
          <w:tcPr>
            <w:tcW w:w="3278"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0059D075" w14:textId="77777777" w:rsidR="001F5A79" w:rsidRPr="008C6DE4" w:rsidRDefault="001F5A79" w:rsidP="00DF3064">
            <w:pPr>
              <w:keepNext/>
              <w:keepLines/>
              <w:spacing w:after="0"/>
              <w:jc w:val="cente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109ED2A7" w14:textId="77777777" w:rsidR="001F5A79" w:rsidRPr="008C6DE4" w:rsidRDefault="001F5A79" w:rsidP="00DF3064">
            <w:pPr>
              <w:keepNext/>
              <w:keepLines/>
              <w:spacing w:after="0"/>
              <w:jc w:val="center"/>
            </w:pPr>
            <w:r w:rsidRPr="008C6DE4">
              <w:rPr>
                <w:rFonts w:ascii="Arial" w:hAnsi="Arial"/>
                <w:b/>
                <w:sz w:val="18"/>
              </w:rPr>
              <w:t>Maximum Io</w:t>
            </w:r>
          </w:p>
        </w:tc>
      </w:tr>
      <w:tr w:rsidR="00DD3199" w:rsidRPr="008C6DE4" w14:paraId="656EDEE4" w14:textId="77777777" w:rsidTr="00DF3064">
        <w:trPr>
          <w:trHeight w:val="308"/>
          <w:jc w:val="center"/>
        </w:trPr>
        <w:tc>
          <w:tcPr>
            <w:tcW w:w="1036" w:type="dxa"/>
            <w:vMerge w:val="restart"/>
            <w:tcBorders>
              <w:top w:val="single" w:sz="6" w:space="0" w:color="auto"/>
              <w:left w:val="single" w:sz="4" w:space="0" w:color="auto"/>
              <w:right w:val="single" w:sz="6" w:space="0" w:color="auto"/>
            </w:tcBorders>
            <w:shd w:val="clear" w:color="auto" w:fill="auto"/>
            <w:vAlign w:val="center"/>
          </w:tcPr>
          <w:p w14:paraId="0CDAE297" w14:textId="77777777" w:rsidR="001F5A79" w:rsidRPr="008C6DE4" w:rsidRDefault="001F5A79" w:rsidP="00DF3064">
            <w:pPr>
              <w:keepNext/>
              <w:keepLines/>
              <w:spacing w:after="0"/>
              <w:jc w:val="center"/>
            </w:pPr>
            <w:r w:rsidRPr="008C6DE4">
              <w:rPr>
                <w:rFonts w:ascii="Arial" w:hAnsi="Arial"/>
                <w:b/>
                <w:sz w:val="18"/>
              </w:rPr>
              <w:t>dB</w:t>
            </w:r>
          </w:p>
        </w:tc>
        <w:tc>
          <w:tcPr>
            <w:tcW w:w="1055" w:type="dxa"/>
            <w:vMerge w:val="restart"/>
            <w:tcBorders>
              <w:top w:val="single" w:sz="6" w:space="0" w:color="auto"/>
              <w:left w:val="single" w:sz="6" w:space="0" w:color="auto"/>
              <w:right w:val="single" w:sz="6" w:space="0" w:color="auto"/>
            </w:tcBorders>
            <w:shd w:val="clear" w:color="auto" w:fill="auto"/>
            <w:vAlign w:val="center"/>
          </w:tcPr>
          <w:p w14:paraId="443360C5" w14:textId="77777777" w:rsidR="001F5A79" w:rsidRPr="008C6DE4" w:rsidRDefault="001F5A79" w:rsidP="00DF3064">
            <w:pPr>
              <w:keepNext/>
              <w:keepLines/>
              <w:spacing w:after="0"/>
              <w:jc w:val="center"/>
            </w:pPr>
            <w:r w:rsidRPr="008C6DE4">
              <w:rPr>
                <w:rFonts w:ascii="Arial" w:hAnsi="Arial"/>
                <w:b/>
                <w:sz w:val="18"/>
              </w:rPr>
              <w:t>dB</w:t>
            </w:r>
          </w:p>
        </w:tc>
        <w:tc>
          <w:tcPr>
            <w:tcW w:w="833" w:type="dxa"/>
            <w:vMerge w:val="restart"/>
            <w:tcBorders>
              <w:top w:val="single" w:sz="6" w:space="0" w:color="auto"/>
              <w:left w:val="single" w:sz="6" w:space="0" w:color="auto"/>
              <w:right w:val="single" w:sz="6" w:space="0" w:color="auto"/>
            </w:tcBorders>
            <w:shd w:val="clear" w:color="auto" w:fill="auto"/>
          </w:tcPr>
          <w:p w14:paraId="02143BF6" w14:textId="77777777" w:rsidR="001F5A79" w:rsidRPr="008C6DE4" w:rsidRDefault="001F5A79" w:rsidP="00DF3064">
            <w:pPr>
              <w:keepNext/>
              <w:keepLines/>
              <w:spacing w:after="0"/>
              <w:jc w:val="center"/>
            </w:pPr>
            <w:r w:rsidRPr="008C6DE4">
              <w:rPr>
                <w:rFonts w:ascii="Arial" w:hAnsi="Arial"/>
                <w:b/>
                <w:sz w:val="18"/>
              </w:rPr>
              <w:t>dB</w:t>
            </w:r>
          </w:p>
        </w:tc>
        <w:tc>
          <w:tcPr>
            <w:tcW w:w="2530" w:type="dxa"/>
            <w:vMerge w:val="restart"/>
            <w:tcBorders>
              <w:top w:val="single" w:sz="6" w:space="0" w:color="auto"/>
              <w:left w:val="single" w:sz="6" w:space="0" w:color="auto"/>
              <w:right w:val="single" w:sz="4" w:space="0" w:color="auto"/>
            </w:tcBorders>
            <w:shd w:val="clear" w:color="auto" w:fill="auto"/>
            <w:vAlign w:val="center"/>
          </w:tcPr>
          <w:p w14:paraId="5D4D1067" w14:textId="77777777" w:rsidR="001F5A79" w:rsidRPr="008C6DE4" w:rsidRDefault="001F5A79" w:rsidP="00DF3064">
            <w:pPr>
              <w:keepNext/>
              <w:keepLines/>
              <w:spacing w:after="0"/>
              <w:jc w:val="center"/>
            </w:pPr>
          </w:p>
        </w:tc>
        <w:tc>
          <w:tcPr>
            <w:tcW w:w="183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707B168F"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3D1D664F" w14:textId="77777777" w:rsidR="001F5A79" w:rsidRPr="008C6DE4" w:rsidRDefault="001F5A79" w:rsidP="00DF3064">
            <w:pPr>
              <w:keepNext/>
              <w:keepLines/>
              <w:spacing w:after="0"/>
              <w:jc w:val="cente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2BEAB001" w14:textId="77777777" w:rsidR="001F5A79" w:rsidRPr="008C6DE4" w:rsidRDefault="001F5A79" w:rsidP="00DF3064">
            <w:pPr>
              <w:keepNext/>
              <w:keepLines/>
              <w:spacing w:after="0"/>
              <w:jc w:val="center"/>
            </w:pPr>
            <w:r w:rsidRPr="008C6DE4">
              <w:rPr>
                <w:rFonts w:ascii="Arial" w:hAnsi="Arial"/>
                <w:b/>
                <w:sz w:val="18"/>
              </w:rPr>
              <w:t>dBm/BW</w:t>
            </w:r>
            <w:r w:rsidRPr="008C6DE4">
              <w:rPr>
                <w:rFonts w:ascii="Arial" w:hAnsi="Arial"/>
                <w:b/>
                <w:sz w:val="18"/>
                <w:vertAlign w:val="subscript"/>
              </w:rPr>
              <w:t>Channel</w:t>
            </w:r>
          </w:p>
        </w:tc>
      </w:tr>
      <w:tr w:rsidR="00DD3199" w:rsidRPr="008C6DE4" w14:paraId="45CEFC3F" w14:textId="77777777" w:rsidTr="00DF3064">
        <w:trPr>
          <w:trHeight w:val="307"/>
          <w:jc w:val="center"/>
        </w:trPr>
        <w:tc>
          <w:tcPr>
            <w:tcW w:w="1036" w:type="dxa"/>
            <w:vMerge/>
            <w:tcBorders>
              <w:left w:val="single" w:sz="4" w:space="0" w:color="auto"/>
              <w:bottom w:val="single" w:sz="6" w:space="0" w:color="auto"/>
              <w:right w:val="single" w:sz="6" w:space="0" w:color="auto"/>
            </w:tcBorders>
            <w:shd w:val="clear" w:color="auto" w:fill="auto"/>
            <w:vAlign w:val="center"/>
          </w:tcPr>
          <w:p w14:paraId="6969CA6F" w14:textId="77777777" w:rsidR="001F5A79" w:rsidRPr="008C6DE4" w:rsidRDefault="001F5A79" w:rsidP="00DF3064">
            <w:pPr>
              <w:keepNext/>
              <w:keepLines/>
              <w:spacing w:after="0"/>
              <w:jc w:val="center"/>
              <w:rPr>
                <w:rFonts w:ascii="Arial" w:hAnsi="Arial"/>
                <w:b/>
                <w:sz w:val="18"/>
              </w:rPr>
            </w:pPr>
          </w:p>
        </w:tc>
        <w:tc>
          <w:tcPr>
            <w:tcW w:w="1055" w:type="dxa"/>
            <w:vMerge/>
            <w:tcBorders>
              <w:left w:val="single" w:sz="6" w:space="0" w:color="auto"/>
              <w:bottom w:val="single" w:sz="6" w:space="0" w:color="auto"/>
              <w:right w:val="single" w:sz="6" w:space="0" w:color="auto"/>
            </w:tcBorders>
            <w:shd w:val="clear" w:color="auto" w:fill="auto"/>
            <w:vAlign w:val="center"/>
          </w:tcPr>
          <w:p w14:paraId="1A87FCF6" w14:textId="77777777" w:rsidR="001F5A79" w:rsidRPr="008C6DE4" w:rsidRDefault="001F5A79" w:rsidP="00DF3064">
            <w:pPr>
              <w:keepNext/>
              <w:keepLines/>
              <w:spacing w:after="0"/>
              <w:jc w:val="center"/>
              <w:rPr>
                <w:rFonts w:ascii="Arial" w:hAnsi="Arial"/>
                <w:b/>
                <w:sz w:val="18"/>
              </w:rPr>
            </w:pPr>
          </w:p>
        </w:tc>
        <w:tc>
          <w:tcPr>
            <w:tcW w:w="833" w:type="dxa"/>
            <w:vMerge/>
            <w:tcBorders>
              <w:left w:val="single" w:sz="6" w:space="0" w:color="auto"/>
              <w:bottom w:val="single" w:sz="6" w:space="0" w:color="auto"/>
              <w:right w:val="single" w:sz="6" w:space="0" w:color="auto"/>
            </w:tcBorders>
            <w:shd w:val="clear" w:color="auto" w:fill="auto"/>
          </w:tcPr>
          <w:p w14:paraId="6E002DC6" w14:textId="77777777" w:rsidR="001F5A79" w:rsidRPr="008C6DE4" w:rsidRDefault="001F5A79" w:rsidP="00DF3064">
            <w:pPr>
              <w:keepNext/>
              <w:keepLines/>
              <w:spacing w:after="0"/>
              <w:jc w:val="center"/>
              <w:rPr>
                <w:rFonts w:ascii="Arial" w:hAnsi="Arial"/>
                <w:b/>
                <w:sz w:val="18"/>
              </w:rPr>
            </w:pPr>
          </w:p>
        </w:tc>
        <w:tc>
          <w:tcPr>
            <w:tcW w:w="2530" w:type="dxa"/>
            <w:vMerge/>
            <w:tcBorders>
              <w:left w:val="single" w:sz="6" w:space="0" w:color="auto"/>
              <w:bottom w:val="single" w:sz="6" w:space="0" w:color="auto"/>
              <w:right w:val="single" w:sz="4" w:space="0" w:color="auto"/>
            </w:tcBorders>
            <w:shd w:val="clear" w:color="auto" w:fill="auto"/>
            <w:vAlign w:val="center"/>
          </w:tcPr>
          <w:p w14:paraId="17E8FEEA" w14:textId="77777777" w:rsidR="001F5A79" w:rsidRPr="008C6DE4" w:rsidRDefault="001F5A79" w:rsidP="00DF3064">
            <w:pPr>
              <w:keepNext/>
              <w:keepLines/>
              <w:spacing w:after="0"/>
              <w:jc w:val="center"/>
              <w:rPr>
                <w:rFonts w:ascii="Arial" w:hAnsi="Arial"/>
                <w:b/>
                <w:sz w:val="18"/>
              </w:rPr>
            </w:pP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608825C1"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621D59A4"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440" w:type="dxa"/>
            <w:vMerge/>
            <w:tcBorders>
              <w:left w:val="single" w:sz="6" w:space="0" w:color="auto"/>
              <w:bottom w:val="single" w:sz="6" w:space="0" w:color="auto"/>
              <w:right w:val="single" w:sz="6" w:space="0" w:color="auto"/>
            </w:tcBorders>
            <w:shd w:val="clear" w:color="auto" w:fill="auto"/>
            <w:vAlign w:val="center"/>
          </w:tcPr>
          <w:p w14:paraId="1B04E470"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25BC59D5" w14:textId="77777777" w:rsidR="001F5A79" w:rsidRPr="008C6DE4" w:rsidRDefault="001F5A79" w:rsidP="00DF3064">
            <w:pPr>
              <w:keepNext/>
              <w:keepLines/>
              <w:spacing w:after="0"/>
              <w:jc w:val="center"/>
              <w:rPr>
                <w:rFonts w:ascii="Arial" w:hAnsi="Arial"/>
                <w:b/>
                <w:sz w:val="18"/>
              </w:rPr>
            </w:pPr>
          </w:p>
        </w:tc>
      </w:tr>
      <w:tr w:rsidR="00DD3199" w:rsidRPr="008C6DE4" w14:paraId="70C9718C" w14:textId="77777777" w:rsidTr="00DF3064">
        <w:trPr>
          <w:jc w:val="center"/>
        </w:trPr>
        <w:tc>
          <w:tcPr>
            <w:tcW w:w="1036" w:type="dxa"/>
            <w:vMerge w:val="restart"/>
            <w:tcBorders>
              <w:top w:val="single" w:sz="6" w:space="0" w:color="auto"/>
              <w:left w:val="single" w:sz="4" w:space="0" w:color="auto"/>
              <w:right w:val="single" w:sz="6" w:space="0" w:color="auto"/>
            </w:tcBorders>
            <w:shd w:val="clear" w:color="auto" w:fill="auto"/>
            <w:vAlign w:val="center"/>
          </w:tcPr>
          <w:p w14:paraId="30AFDBBF"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4.5</w:t>
            </w:r>
          </w:p>
        </w:tc>
        <w:tc>
          <w:tcPr>
            <w:tcW w:w="1055" w:type="dxa"/>
            <w:vMerge w:val="restart"/>
            <w:tcBorders>
              <w:top w:val="single" w:sz="6" w:space="0" w:color="auto"/>
              <w:left w:val="single" w:sz="6" w:space="0" w:color="auto"/>
              <w:right w:val="single" w:sz="6" w:space="0" w:color="auto"/>
            </w:tcBorders>
            <w:shd w:val="clear" w:color="auto" w:fill="auto"/>
            <w:vAlign w:val="center"/>
          </w:tcPr>
          <w:p w14:paraId="658E0693"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6</w:t>
            </w:r>
          </w:p>
        </w:tc>
        <w:tc>
          <w:tcPr>
            <w:tcW w:w="833" w:type="dxa"/>
            <w:vMerge w:val="restart"/>
            <w:tcBorders>
              <w:top w:val="single" w:sz="6" w:space="0" w:color="auto"/>
              <w:left w:val="single" w:sz="6" w:space="0" w:color="auto"/>
              <w:right w:val="single" w:sz="6" w:space="0" w:color="auto"/>
            </w:tcBorders>
            <w:shd w:val="clear" w:color="auto" w:fill="auto"/>
            <w:vAlign w:val="center"/>
          </w:tcPr>
          <w:p w14:paraId="149F2D97"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w:t>
            </w:r>
            <w:r w:rsidRPr="008C6DE4">
              <w:rPr>
                <w:rFonts w:ascii="Arial" w:hAnsi="Arial"/>
                <w:sz w:val="18"/>
                <w:lang w:eastAsia="zh-CN"/>
              </w:rPr>
              <w:t>6</w:t>
            </w:r>
            <w:r w:rsidRPr="008C6DE4">
              <w:rPr>
                <w:rFonts w:ascii="Arial" w:hAnsi="Arial"/>
                <w:sz w:val="18"/>
              </w:rPr>
              <w:t xml:space="preserve"> dB</w:t>
            </w: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39A4BAD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NR_FDD_FR1_A, NR_TDD_FR1_A,</w:t>
            </w:r>
          </w:p>
          <w:p w14:paraId="7F9FD04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3105D9E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48866AD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7BD526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50E4DB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A429B94" w14:textId="77777777" w:rsidTr="00DF3064">
        <w:trPr>
          <w:jc w:val="center"/>
        </w:trPr>
        <w:tc>
          <w:tcPr>
            <w:tcW w:w="1036" w:type="dxa"/>
            <w:vMerge/>
            <w:tcBorders>
              <w:left w:val="single" w:sz="4" w:space="0" w:color="auto"/>
              <w:right w:val="single" w:sz="6" w:space="0" w:color="auto"/>
            </w:tcBorders>
            <w:shd w:val="clear" w:color="auto" w:fill="auto"/>
            <w:vAlign w:val="center"/>
          </w:tcPr>
          <w:p w14:paraId="7B160DE7" w14:textId="77777777" w:rsidR="001F5A79" w:rsidRPr="008C6DE4" w:rsidRDefault="001F5A79" w:rsidP="00DF3064">
            <w:pPr>
              <w:keepNext/>
              <w:keepLines/>
              <w:spacing w:after="0"/>
              <w:jc w:val="center"/>
              <w:rPr>
                <w:rFonts w:ascii="Arial" w:hAnsi="Arial"/>
                <w:sz w:val="18"/>
              </w:rPr>
            </w:pPr>
          </w:p>
        </w:tc>
        <w:tc>
          <w:tcPr>
            <w:tcW w:w="1055" w:type="dxa"/>
            <w:vMerge/>
            <w:tcBorders>
              <w:left w:val="single" w:sz="6" w:space="0" w:color="auto"/>
              <w:right w:val="single" w:sz="6" w:space="0" w:color="auto"/>
            </w:tcBorders>
            <w:shd w:val="clear" w:color="auto" w:fill="auto"/>
            <w:vAlign w:val="center"/>
          </w:tcPr>
          <w:p w14:paraId="1820557A" w14:textId="77777777" w:rsidR="001F5A79" w:rsidRPr="008C6DE4" w:rsidRDefault="001F5A79" w:rsidP="00DF3064">
            <w:pPr>
              <w:keepNext/>
              <w:keepLines/>
              <w:spacing w:after="0"/>
              <w:jc w:val="center"/>
              <w:rPr>
                <w:rFonts w:ascii="Arial" w:hAnsi="Arial"/>
                <w:sz w:val="18"/>
              </w:rPr>
            </w:pPr>
          </w:p>
        </w:tc>
        <w:tc>
          <w:tcPr>
            <w:tcW w:w="833" w:type="dxa"/>
            <w:vMerge/>
            <w:tcBorders>
              <w:left w:val="single" w:sz="6" w:space="0" w:color="auto"/>
              <w:right w:val="single" w:sz="6" w:space="0" w:color="auto"/>
            </w:tcBorders>
            <w:shd w:val="clear" w:color="auto" w:fill="auto"/>
            <w:vAlign w:val="center"/>
          </w:tcPr>
          <w:p w14:paraId="2B7BD4DB" w14:textId="77777777" w:rsidR="001F5A79" w:rsidRPr="008C6DE4" w:rsidRDefault="001F5A79" w:rsidP="00DF3064">
            <w:pPr>
              <w:keepNext/>
              <w:keepLines/>
              <w:spacing w:after="0"/>
              <w:jc w:val="center"/>
              <w:rPr>
                <w:rFonts w:ascii="Arial" w:hAnsi="Arial"/>
                <w:sz w:val="18"/>
              </w:rPr>
            </w:pPr>
          </w:p>
        </w:tc>
        <w:tc>
          <w:tcPr>
            <w:tcW w:w="2530" w:type="dxa"/>
            <w:tcBorders>
              <w:top w:val="single" w:sz="6" w:space="0" w:color="auto"/>
              <w:left w:val="single" w:sz="6" w:space="0" w:color="auto"/>
              <w:bottom w:val="single" w:sz="6" w:space="0" w:color="auto"/>
              <w:right w:val="single" w:sz="4" w:space="0" w:color="auto"/>
            </w:tcBorders>
            <w:shd w:val="clear" w:color="auto" w:fill="auto"/>
          </w:tcPr>
          <w:p w14:paraId="48A19D7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1005" w:type="dxa"/>
            <w:tcBorders>
              <w:top w:val="single" w:sz="6" w:space="0" w:color="auto"/>
              <w:left w:val="single" w:sz="4" w:space="0" w:color="auto"/>
              <w:bottom w:val="single" w:sz="6" w:space="0" w:color="auto"/>
              <w:right w:val="single" w:sz="6" w:space="0" w:color="auto"/>
            </w:tcBorders>
            <w:shd w:val="clear" w:color="auto" w:fill="auto"/>
          </w:tcPr>
          <w:p w14:paraId="7B23ACA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22A2B618"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7307848"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ja-JP"/>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7983398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BDCB03A" w14:textId="77777777" w:rsidTr="00DF3064">
        <w:trPr>
          <w:jc w:val="center"/>
        </w:trPr>
        <w:tc>
          <w:tcPr>
            <w:tcW w:w="1036" w:type="dxa"/>
            <w:vMerge/>
            <w:tcBorders>
              <w:left w:val="single" w:sz="4" w:space="0" w:color="auto"/>
              <w:right w:val="single" w:sz="6" w:space="0" w:color="auto"/>
            </w:tcBorders>
            <w:shd w:val="clear" w:color="auto" w:fill="auto"/>
            <w:vAlign w:val="center"/>
          </w:tcPr>
          <w:p w14:paraId="285744C6" w14:textId="77777777" w:rsidR="001F5A79" w:rsidRPr="008C6DE4" w:rsidRDefault="001F5A79" w:rsidP="00DF3064">
            <w:pPr>
              <w:keepNext/>
              <w:keepLines/>
              <w:spacing w:after="0"/>
              <w:jc w:val="center"/>
              <w:rPr>
                <w:rFonts w:ascii="Arial" w:hAnsi="Arial"/>
                <w:sz w:val="18"/>
              </w:rPr>
            </w:pPr>
          </w:p>
        </w:tc>
        <w:tc>
          <w:tcPr>
            <w:tcW w:w="1055" w:type="dxa"/>
            <w:vMerge/>
            <w:tcBorders>
              <w:left w:val="single" w:sz="6" w:space="0" w:color="auto"/>
              <w:right w:val="single" w:sz="6" w:space="0" w:color="auto"/>
            </w:tcBorders>
            <w:shd w:val="clear" w:color="auto" w:fill="auto"/>
            <w:vAlign w:val="center"/>
          </w:tcPr>
          <w:p w14:paraId="36F628C3" w14:textId="77777777" w:rsidR="001F5A79" w:rsidRPr="008C6DE4" w:rsidRDefault="001F5A79" w:rsidP="00DF3064">
            <w:pPr>
              <w:keepNext/>
              <w:keepLines/>
              <w:spacing w:after="0"/>
              <w:jc w:val="center"/>
              <w:rPr>
                <w:rFonts w:ascii="Arial" w:hAnsi="Arial"/>
                <w:sz w:val="18"/>
              </w:rPr>
            </w:pPr>
          </w:p>
        </w:tc>
        <w:tc>
          <w:tcPr>
            <w:tcW w:w="833" w:type="dxa"/>
            <w:vMerge/>
            <w:tcBorders>
              <w:left w:val="single" w:sz="6" w:space="0" w:color="auto"/>
              <w:right w:val="single" w:sz="6" w:space="0" w:color="auto"/>
            </w:tcBorders>
            <w:shd w:val="clear" w:color="auto" w:fill="auto"/>
            <w:vAlign w:val="center"/>
          </w:tcPr>
          <w:p w14:paraId="1C868999" w14:textId="77777777" w:rsidR="001F5A79" w:rsidRPr="008C6DE4" w:rsidRDefault="001F5A79" w:rsidP="00DF3064">
            <w:pPr>
              <w:keepNext/>
              <w:keepLines/>
              <w:spacing w:after="0"/>
              <w:jc w:val="center"/>
              <w:rPr>
                <w:rFonts w:ascii="Arial" w:hAnsi="Arial"/>
                <w:sz w:val="18"/>
              </w:rPr>
            </w:pP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7059745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32D2266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4318C2D8"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7F7A87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307C35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1BBF920A" w14:textId="77777777" w:rsidTr="00DF3064">
        <w:trPr>
          <w:jc w:val="center"/>
        </w:trPr>
        <w:tc>
          <w:tcPr>
            <w:tcW w:w="1036" w:type="dxa"/>
            <w:vMerge/>
            <w:tcBorders>
              <w:left w:val="single" w:sz="4" w:space="0" w:color="auto"/>
              <w:right w:val="single" w:sz="6" w:space="0" w:color="auto"/>
            </w:tcBorders>
            <w:shd w:val="clear" w:color="auto" w:fill="auto"/>
            <w:vAlign w:val="center"/>
          </w:tcPr>
          <w:p w14:paraId="1C616495" w14:textId="77777777" w:rsidR="001F5A79" w:rsidRPr="008C6DE4" w:rsidRDefault="001F5A79" w:rsidP="00DF3064">
            <w:pPr>
              <w:keepNext/>
              <w:keepLines/>
              <w:spacing w:after="0"/>
              <w:jc w:val="center"/>
              <w:rPr>
                <w:rFonts w:ascii="Arial" w:hAnsi="Arial"/>
                <w:sz w:val="18"/>
              </w:rPr>
            </w:pPr>
          </w:p>
        </w:tc>
        <w:tc>
          <w:tcPr>
            <w:tcW w:w="1055" w:type="dxa"/>
            <w:vMerge/>
            <w:tcBorders>
              <w:left w:val="single" w:sz="6" w:space="0" w:color="auto"/>
              <w:right w:val="single" w:sz="6" w:space="0" w:color="auto"/>
            </w:tcBorders>
            <w:shd w:val="clear" w:color="auto" w:fill="auto"/>
            <w:vAlign w:val="center"/>
          </w:tcPr>
          <w:p w14:paraId="5F5C74DB" w14:textId="77777777" w:rsidR="001F5A79" w:rsidRPr="008C6DE4" w:rsidRDefault="001F5A79" w:rsidP="00DF3064">
            <w:pPr>
              <w:keepNext/>
              <w:keepLines/>
              <w:spacing w:after="0"/>
              <w:jc w:val="center"/>
              <w:rPr>
                <w:rFonts w:ascii="Arial" w:hAnsi="Arial"/>
                <w:sz w:val="18"/>
              </w:rPr>
            </w:pPr>
          </w:p>
        </w:tc>
        <w:tc>
          <w:tcPr>
            <w:tcW w:w="833" w:type="dxa"/>
            <w:vMerge/>
            <w:tcBorders>
              <w:left w:val="single" w:sz="6" w:space="0" w:color="auto"/>
              <w:right w:val="single" w:sz="6" w:space="0" w:color="auto"/>
            </w:tcBorders>
            <w:shd w:val="clear" w:color="auto" w:fill="auto"/>
            <w:vAlign w:val="center"/>
          </w:tcPr>
          <w:p w14:paraId="78FBCF65" w14:textId="77777777" w:rsidR="001F5A79" w:rsidRPr="008C6DE4" w:rsidRDefault="001F5A79" w:rsidP="00DF3064">
            <w:pPr>
              <w:keepNext/>
              <w:keepLines/>
              <w:spacing w:after="0"/>
              <w:jc w:val="center"/>
              <w:rPr>
                <w:rFonts w:ascii="Arial" w:hAnsi="Arial"/>
                <w:sz w:val="18"/>
              </w:rPr>
            </w:pP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6F504DB9"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76C2B21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-119.5</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2637B86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-116.5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2AA5EB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1CFFC89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705829CF" w14:textId="77777777" w:rsidTr="00DF3064">
        <w:trPr>
          <w:jc w:val="center"/>
        </w:trPr>
        <w:tc>
          <w:tcPr>
            <w:tcW w:w="1036" w:type="dxa"/>
            <w:vMerge/>
            <w:tcBorders>
              <w:left w:val="single" w:sz="4" w:space="0" w:color="auto"/>
              <w:right w:val="single" w:sz="6" w:space="0" w:color="auto"/>
            </w:tcBorders>
            <w:shd w:val="clear" w:color="auto" w:fill="auto"/>
            <w:vAlign w:val="center"/>
          </w:tcPr>
          <w:p w14:paraId="1F525829" w14:textId="77777777" w:rsidR="001F5A79" w:rsidRPr="008C6DE4" w:rsidRDefault="001F5A79" w:rsidP="00DF3064">
            <w:pPr>
              <w:keepNext/>
              <w:keepLines/>
              <w:spacing w:after="0"/>
              <w:jc w:val="center"/>
              <w:rPr>
                <w:rFonts w:ascii="Arial" w:hAnsi="Arial"/>
                <w:sz w:val="18"/>
              </w:rPr>
            </w:pPr>
          </w:p>
        </w:tc>
        <w:tc>
          <w:tcPr>
            <w:tcW w:w="1055" w:type="dxa"/>
            <w:vMerge/>
            <w:tcBorders>
              <w:left w:val="single" w:sz="6" w:space="0" w:color="auto"/>
              <w:right w:val="single" w:sz="6" w:space="0" w:color="auto"/>
            </w:tcBorders>
            <w:shd w:val="clear" w:color="auto" w:fill="auto"/>
            <w:vAlign w:val="center"/>
          </w:tcPr>
          <w:p w14:paraId="350CDE28" w14:textId="77777777" w:rsidR="001F5A79" w:rsidRPr="008C6DE4" w:rsidRDefault="001F5A79" w:rsidP="00DF3064">
            <w:pPr>
              <w:keepNext/>
              <w:keepLines/>
              <w:spacing w:after="0"/>
              <w:jc w:val="center"/>
              <w:rPr>
                <w:rFonts w:ascii="Arial" w:hAnsi="Arial"/>
                <w:sz w:val="18"/>
              </w:rPr>
            </w:pPr>
          </w:p>
        </w:tc>
        <w:tc>
          <w:tcPr>
            <w:tcW w:w="833" w:type="dxa"/>
            <w:vMerge/>
            <w:tcBorders>
              <w:left w:val="single" w:sz="6" w:space="0" w:color="auto"/>
              <w:right w:val="single" w:sz="6" w:space="0" w:color="auto"/>
            </w:tcBorders>
            <w:shd w:val="clear" w:color="auto" w:fill="auto"/>
            <w:vAlign w:val="center"/>
          </w:tcPr>
          <w:p w14:paraId="49B38663" w14:textId="77777777" w:rsidR="001F5A79" w:rsidRPr="008C6DE4" w:rsidRDefault="001F5A79" w:rsidP="00DF3064">
            <w:pPr>
              <w:keepNext/>
              <w:keepLines/>
              <w:spacing w:after="0"/>
              <w:jc w:val="center"/>
              <w:rPr>
                <w:rFonts w:ascii="Arial" w:hAnsi="Arial"/>
                <w:sz w:val="18"/>
              </w:rPr>
            </w:pP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07376659"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735E2AC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7E9B7126"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-116</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C50B7D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2FA88DE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5C5E48FF" w14:textId="77777777" w:rsidTr="00DF3064">
        <w:trPr>
          <w:jc w:val="center"/>
        </w:trPr>
        <w:tc>
          <w:tcPr>
            <w:tcW w:w="1036" w:type="dxa"/>
            <w:vMerge/>
            <w:tcBorders>
              <w:left w:val="single" w:sz="4" w:space="0" w:color="auto"/>
              <w:right w:val="single" w:sz="6" w:space="0" w:color="auto"/>
            </w:tcBorders>
            <w:shd w:val="clear" w:color="auto" w:fill="auto"/>
            <w:vAlign w:val="center"/>
          </w:tcPr>
          <w:p w14:paraId="0148DD12" w14:textId="77777777" w:rsidR="001F5A79" w:rsidRPr="008C6DE4" w:rsidRDefault="001F5A79" w:rsidP="00DF3064">
            <w:pPr>
              <w:keepNext/>
              <w:keepLines/>
              <w:spacing w:after="0"/>
              <w:jc w:val="center"/>
              <w:rPr>
                <w:rFonts w:ascii="Arial" w:hAnsi="Arial"/>
                <w:sz w:val="18"/>
              </w:rPr>
            </w:pPr>
          </w:p>
        </w:tc>
        <w:tc>
          <w:tcPr>
            <w:tcW w:w="1055" w:type="dxa"/>
            <w:vMerge/>
            <w:tcBorders>
              <w:left w:val="single" w:sz="6" w:space="0" w:color="auto"/>
              <w:right w:val="single" w:sz="6" w:space="0" w:color="auto"/>
            </w:tcBorders>
            <w:shd w:val="clear" w:color="auto" w:fill="auto"/>
            <w:vAlign w:val="center"/>
          </w:tcPr>
          <w:p w14:paraId="63559A2F" w14:textId="77777777" w:rsidR="001F5A79" w:rsidRPr="008C6DE4" w:rsidRDefault="001F5A79" w:rsidP="00DF3064">
            <w:pPr>
              <w:keepNext/>
              <w:keepLines/>
              <w:spacing w:after="0"/>
              <w:jc w:val="center"/>
              <w:rPr>
                <w:rFonts w:ascii="Arial" w:hAnsi="Arial"/>
                <w:sz w:val="18"/>
              </w:rPr>
            </w:pPr>
          </w:p>
        </w:tc>
        <w:tc>
          <w:tcPr>
            <w:tcW w:w="833" w:type="dxa"/>
            <w:vMerge/>
            <w:tcBorders>
              <w:left w:val="single" w:sz="6" w:space="0" w:color="auto"/>
              <w:right w:val="single" w:sz="6" w:space="0" w:color="auto"/>
            </w:tcBorders>
            <w:shd w:val="clear" w:color="auto" w:fill="auto"/>
            <w:vAlign w:val="center"/>
          </w:tcPr>
          <w:p w14:paraId="6608E214" w14:textId="77777777" w:rsidR="001F5A79" w:rsidRPr="008C6DE4" w:rsidRDefault="001F5A79" w:rsidP="00DF3064">
            <w:pPr>
              <w:keepNext/>
              <w:keepLines/>
              <w:spacing w:after="0"/>
              <w:jc w:val="center"/>
              <w:rPr>
                <w:rFonts w:ascii="Arial" w:hAnsi="Arial"/>
                <w:sz w:val="18"/>
              </w:rPr>
            </w:pP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7DD5F8DF"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FDD_FR1_G</w:t>
            </w: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14B97A8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2A9E35BB"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280129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5656D60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12E59BA8" w14:textId="77777777" w:rsidTr="00DF3064">
        <w:trPr>
          <w:jc w:val="center"/>
        </w:trPr>
        <w:tc>
          <w:tcPr>
            <w:tcW w:w="1036" w:type="dxa"/>
            <w:vMerge/>
            <w:tcBorders>
              <w:left w:val="single" w:sz="4" w:space="0" w:color="auto"/>
              <w:right w:val="single" w:sz="6" w:space="0" w:color="auto"/>
            </w:tcBorders>
            <w:shd w:val="clear" w:color="auto" w:fill="auto"/>
            <w:vAlign w:val="center"/>
          </w:tcPr>
          <w:p w14:paraId="28235925" w14:textId="77777777" w:rsidR="001F5A79" w:rsidRPr="008C6DE4" w:rsidRDefault="001F5A79" w:rsidP="00DF3064">
            <w:pPr>
              <w:keepNext/>
              <w:keepLines/>
              <w:spacing w:after="0"/>
              <w:jc w:val="center"/>
              <w:rPr>
                <w:rFonts w:ascii="Arial" w:hAnsi="Arial"/>
                <w:sz w:val="18"/>
              </w:rPr>
            </w:pPr>
          </w:p>
        </w:tc>
        <w:tc>
          <w:tcPr>
            <w:tcW w:w="1055" w:type="dxa"/>
            <w:vMerge/>
            <w:tcBorders>
              <w:left w:val="single" w:sz="6" w:space="0" w:color="auto"/>
              <w:right w:val="single" w:sz="6" w:space="0" w:color="auto"/>
            </w:tcBorders>
            <w:shd w:val="clear" w:color="auto" w:fill="auto"/>
            <w:vAlign w:val="center"/>
          </w:tcPr>
          <w:p w14:paraId="6F1FB99B" w14:textId="77777777" w:rsidR="001F5A79" w:rsidRPr="008C6DE4" w:rsidRDefault="001F5A79" w:rsidP="00DF3064">
            <w:pPr>
              <w:keepNext/>
              <w:keepLines/>
              <w:spacing w:after="0"/>
              <w:jc w:val="center"/>
              <w:rPr>
                <w:rFonts w:ascii="Arial" w:hAnsi="Arial"/>
                <w:sz w:val="18"/>
              </w:rPr>
            </w:pPr>
          </w:p>
        </w:tc>
        <w:tc>
          <w:tcPr>
            <w:tcW w:w="833" w:type="dxa"/>
            <w:vMerge/>
            <w:tcBorders>
              <w:left w:val="single" w:sz="6" w:space="0" w:color="auto"/>
              <w:right w:val="single" w:sz="6" w:space="0" w:color="auto"/>
            </w:tcBorders>
            <w:shd w:val="clear" w:color="auto" w:fill="auto"/>
            <w:vAlign w:val="center"/>
          </w:tcPr>
          <w:p w14:paraId="2F204EFE" w14:textId="77777777" w:rsidR="001F5A79" w:rsidRPr="008C6DE4" w:rsidRDefault="001F5A79" w:rsidP="00DF3064">
            <w:pPr>
              <w:keepNext/>
              <w:keepLines/>
              <w:spacing w:after="0"/>
              <w:jc w:val="center"/>
              <w:rPr>
                <w:rFonts w:ascii="Arial" w:hAnsi="Arial"/>
                <w:sz w:val="18"/>
              </w:rPr>
            </w:pPr>
          </w:p>
        </w:tc>
        <w:tc>
          <w:tcPr>
            <w:tcW w:w="2530" w:type="dxa"/>
            <w:tcBorders>
              <w:top w:val="single" w:sz="6" w:space="0" w:color="auto"/>
              <w:left w:val="single" w:sz="6" w:space="0" w:color="auto"/>
              <w:bottom w:val="single" w:sz="6" w:space="0" w:color="auto"/>
              <w:right w:val="single" w:sz="4" w:space="0" w:color="auto"/>
            </w:tcBorders>
            <w:shd w:val="clear" w:color="auto" w:fill="auto"/>
            <w:vAlign w:val="center"/>
          </w:tcPr>
          <w:p w14:paraId="05833E78"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FDD_FR1_H</w:t>
            </w:r>
          </w:p>
        </w:tc>
        <w:tc>
          <w:tcPr>
            <w:tcW w:w="1005" w:type="dxa"/>
            <w:tcBorders>
              <w:top w:val="single" w:sz="6" w:space="0" w:color="auto"/>
              <w:left w:val="single" w:sz="4" w:space="0" w:color="auto"/>
              <w:bottom w:val="single" w:sz="6" w:space="0" w:color="auto"/>
              <w:right w:val="single" w:sz="6" w:space="0" w:color="auto"/>
            </w:tcBorders>
            <w:shd w:val="clear" w:color="auto" w:fill="auto"/>
            <w:vAlign w:val="center"/>
          </w:tcPr>
          <w:p w14:paraId="17002D0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833" w:type="dxa"/>
            <w:tcBorders>
              <w:top w:val="single" w:sz="6" w:space="0" w:color="auto"/>
              <w:left w:val="single" w:sz="4" w:space="0" w:color="auto"/>
              <w:bottom w:val="single" w:sz="6" w:space="0" w:color="auto"/>
              <w:right w:val="single" w:sz="6" w:space="0" w:color="auto"/>
            </w:tcBorders>
            <w:shd w:val="clear" w:color="auto" w:fill="auto"/>
            <w:vAlign w:val="center"/>
          </w:tcPr>
          <w:p w14:paraId="7CCD330C"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72C3FB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2794CF6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1F5A79" w:rsidRPr="008C6DE4" w14:paraId="152DCE31" w14:textId="77777777" w:rsidTr="00DF3064">
        <w:trPr>
          <w:jc w:val="center"/>
        </w:trPr>
        <w:tc>
          <w:tcPr>
            <w:tcW w:w="10172" w:type="dxa"/>
            <w:gridSpan w:val="8"/>
            <w:tcBorders>
              <w:top w:val="single" w:sz="6" w:space="0" w:color="auto"/>
              <w:left w:val="single" w:sz="4" w:space="0" w:color="auto"/>
              <w:bottom w:val="single" w:sz="4" w:space="0" w:color="auto"/>
              <w:right w:val="single" w:sz="4" w:space="0" w:color="auto"/>
            </w:tcBorders>
            <w:shd w:val="clear" w:color="auto" w:fill="auto"/>
            <w:vAlign w:val="center"/>
          </w:tcPr>
          <w:p w14:paraId="0D912B77"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Io is assumed to have constant EPRE across the bandwidth.</w:t>
            </w:r>
          </w:p>
          <w:p w14:paraId="153D26E3" w14:textId="77777777" w:rsidR="001F5A79" w:rsidRPr="008C6DE4" w:rsidRDefault="001F5A79" w:rsidP="00DF3064">
            <w:pPr>
              <w:keepNext/>
              <w:keepLines/>
              <w:spacing w:after="0"/>
              <w:ind w:left="851" w:hanging="851"/>
              <w:rPr>
                <w:rFonts w:ascii="Arial" w:hAnsi="Arial"/>
                <w:sz w:val="18"/>
                <w:lang w:eastAsia="zh-CN"/>
              </w:rPr>
            </w:pPr>
            <w:r w:rsidRPr="008C6DE4">
              <w:rPr>
                <w:rFonts w:ascii="Arial" w:hAnsi="Arial"/>
                <w:sz w:val="18"/>
              </w:rPr>
              <w:t>NOTE 2:</w:t>
            </w:r>
            <w:r w:rsidRPr="008C6DE4">
              <w:rPr>
                <w:rFonts w:ascii="Arial" w:hAnsi="Arial"/>
                <w:sz w:val="18"/>
              </w:rPr>
              <w:tab/>
            </w:r>
            <w:r w:rsidRPr="008C6DE4">
              <w:rPr>
                <w:rFonts w:ascii="Arial" w:hAnsi="Arial"/>
                <w:sz w:val="18"/>
                <w:lang w:eastAsia="zh-CN"/>
              </w:rPr>
              <w:t xml:space="preserve">The parameter </w:t>
            </w:r>
            <w:r w:rsidRPr="008C6DE4">
              <w:rPr>
                <w:rFonts w:ascii="Arial" w:hAnsi="Arial"/>
                <w:sz w:val="18"/>
              </w:rPr>
              <w:t>SSB Ês/Iot</w:t>
            </w:r>
            <w:r w:rsidRPr="008C6DE4">
              <w:rPr>
                <w:rFonts w:ascii="Arial" w:hAnsi="Arial"/>
                <w:sz w:val="18"/>
                <w:lang w:eastAsia="zh-CN"/>
              </w:rPr>
              <w:t xml:space="preserve"> is the minimum SSB </w:t>
            </w:r>
            <w:r w:rsidRPr="008C6DE4">
              <w:rPr>
                <w:rFonts w:ascii="Arial" w:hAnsi="Arial"/>
                <w:sz w:val="18"/>
              </w:rPr>
              <w:t>Ês/Iot</w:t>
            </w:r>
            <w:r w:rsidRPr="008C6DE4">
              <w:rPr>
                <w:rFonts w:ascii="Arial" w:hAnsi="Arial"/>
                <w:sz w:val="18"/>
                <w:lang w:eastAsia="zh-CN"/>
              </w:rPr>
              <w:t xml:space="preserve"> of the pair of cells to which the requirement applies.</w:t>
            </w:r>
          </w:p>
          <w:p w14:paraId="66097DD9"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NR operating band groups in FR1 are as defined in clause 3.5.2.</w:t>
            </w:r>
          </w:p>
        </w:tc>
      </w:tr>
    </w:tbl>
    <w:p w14:paraId="194BF7E8" w14:textId="77777777" w:rsidR="001F5A79" w:rsidRPr="008C6DE4" w:rsidRDefault="001F5A79" w:rsidP="001F5A79">
      <w:pPr>
        <w:rPr>
          <w:lang w:eastAsia="zh-CN"/>
        </w:rPr>
      </w:pPr>
    </w:p>
    <w:p w14:paraId="12724B69" w14:textId="7241BA4E" w:rsidR="001F5A79" w:rsidRPr="008C6DE4" w:rsidRDefault="001F5A79" w:rsidP="0048284E">
      <w:pPr>
        <w:pStyle w:val="Heading4"/>
        <w:rPr>
          <w:lang w:val="en-US"/>
        </w:rPr>
      </w:pPr>
      <w:r w:rsidRPr="008C6DE4">
        <w:rPr>
          <w:lang w:val="en-US"/>
        </w:rPr>
        <w:t>1</w:t>
      </w:r>
      <w:r w:rsidR="0048284E" w:rsidRPr="008C6DE4">
        <w:rPr>
          <w:lang w:val="en-US"/>
        </w:rPr>
        <w:t>0.1.4.2</w:t>
      </w:r>
      <w:r w:rsidRPr="008C6DE4">
        <w:rPr>
          <w:lang w:val="en-US"/>
        </w:rPr>
        <w:tab/>
        <w:t>Void</w:t>
      </w:r>
    </w:p>
    <w:p w14:paraId="45C3C39A" w14:textId="6C1FA508" w:rsidR="001F5A79" w:rsidRPr="008C6DE4" w:rsidRDefault="001F5A79" w:rsidP="00A710E8">
      <w:pPr>
        <w:pStyle w:val="Heading3"/>
        <w:rPr>
          <w:lang w:val="en-US"/>
        </w:rPr>
      </w:pPr>
      <w:r w:rsidRPr="008C6DE4">
        <w:rPr>
          <w:lang w:val="en-US"/>
        </w:rPr>
        <w:t>1</w:t>
      </w:r>
      <w:r w:rsidR="0048284E" w:rsidRPr="008C6DE4">
        <w:rPr>
          <w:lang w:val="en-US"/>
        </w:rPr>
        <w:t>0.1.5</w:t>
      </w:r>
      <w:r w:rsidRPr="008C6DE4">
        <w:rPr>
          <w:lang w:val="en-US"/>
        </w:rPr>
        <w:tab/>
        <w:t>Inter-frequency RSRP accuracy requirements for FR2</w:t>
      </w:r>
    </w:p>
    <w:p w14:paraId="0233B73A" w14:textId="12731C93" w:rsidR="001F5A79" w:rsidRPr="008C6DE4" w:rsidRDefault="001F5A79" w:rsidP="0048284E">
      <w:pPr>
        <w:pStyle w:val="Heading4"/>
        <w:rPr>
          <w:lang w:val="en-US"/>
        </w:rPr>
      </w:pPr>
      <w:r w:rsidRPr="008C6DE4">
        <w:rPr>
          <w:lang w:val="en-US"/>
        </w:rPr>
        <w:t>1</w:t>
      </w:r>
      <w:r w:rsidR="0048284E" w:rsidRPr="008C6DE4">
        <w:rPr>
          <w:lang w:val="en-US"/>
        </w:rPr>
        <w:t>0.1.5.1</w:t>
      </w:r>
      <w:r w:rsidRPr="008C6DE4">
        <w:rPr>
          <w:lang w:val="en-US"/>
        </w:rPr>
        <w:tab/>
        <w:t>Inter-frequency SS-RSRP accuracy requirements</w:t>
      </w:r>
    </w:p>
    <w:p w14:paraId="1508DC1A" w14:textId="69AA9082" w:rsidR="001F5A79" w:rsidRPr="008C6DE4" w:rsidRDefault="001F5A79" w:rsidP="0048284E">
      <w:pPr>
        <w:pStyle w:val="Heading5"/>
        <w:rPr>
          <w:lang w:val="en-US" w:eastAsia="zh-CN"/>
        </w:rPr>
      </w:pPr>
      <w:r w:rsidRPr="008C6DE4">
        <w:rPr>
          <w:lang w:val="en-US" w:eastAsia="zh-CN"/>
        </w:rPr>
        <w:t>1</w:t>
      </w:r>
      <w:r w:rsidR="0048284E" w:rsidRPr="008C6DE4">
        <w:rPr>
          <w:lang w:val="en-US" w:eastAsia="zh-CN"/>
        </w:rPr>
        <w:t>0.1.5.1.1</w:t>
      </w:r>
      <w:r w:rsidRPr="008C6DE4">
        <w:rPr>
          <w:lang w:val="en-US" w:eastAsia="zh-CN"/>
        </w:rPr>
        <w:tab/>
        <w:t>Absolute SS-RSRP Accuracy</w:t>
      </w:r>
    </w:p>
    <w:p w14:paraId="0FF0957C" w14:textId="77777777" w:rsidR="001F5A79" w:rsidRPr="008C6DE4" w:rsidRDefault="001F5A79" w:rsidP="001F5A79">
      <w:pPr>
        <w:rPr>
          <w:rFonts w:cs="v4.2.0"/>
          <w:i/>
        </w:rPr>
      </w:pPr>
      <w:r w:rsidRPr="008C6DE4">
        <w:rPr>
          <w:rFonts w:cs="v4.2.0"/>
        </w:rPr>
        <w:t xml:space="preserve">Unless otherwise specified, the requirements for absolute accuracy of </w:t>
      </w:r>
      <w:r w:rsidRPr="008C6DE4">
        <w:rPr>
          <w:rFonts w:cs="v4.2.0"/>
          <w:lang w:eastAsia="zh-CN"/>
        </w:rPr>
        <w:t>SS-RSRP</w:t>
      </w:r>
      <w:r w:rsidRPr="008C6DE4">
        <w:rPr>
          <w:rFonts w:cs="v4.2.0"/>
        </w:rPr>
        <w:t xml:space="preserve"> in this clause apply to a cell on a frequency in FR2 that is on a different frequency than the serving cell.</w:t>
      </w:r>
    </w:p>
    <w:p w14:paraId="1BA37DD5"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10.1.5.1.1</w:t>
      </w:r>
      <w:r w:rsidRPr="008C6DE4">
        <w:rPr>
          <w:rFonts w:cs="v4.2.0"/>
        </w:rPr>
        <w:t>-1 are valid under the following conditions:</w:t>
      </w:r>
    </w:p>
    <w:p w14:paraId="6A1F084D" w14:textId="77777777" w:rsidR="001F5A79" w:rsidRPr="008C6DE4" w:rsidRDefault="001F5A79" w:rsidP="001F5A79">
      <w:pPr>
        <w:ind w:left="568" w:hanging="284"/>
        <w:rPr>
          <w:lang w:eastAsia="zh-CN"/>
        </w:rPr>
      </w:pPr>
      <w:r w:rsidRPr="008C6DE4">
        <w:t>-</w:t>
      </w:r>
      <w:r w:rsidRPr="008C6DE4">
        <w:tab/>
        <w:t>Conditions defined in clause 7.3 of TS</w:t>
      </w:r>
      <w:r w:rsidRPr="008C6DE4">
        <w:rPr>
          <w:rFonts w:ascii="MS Gothic" w:eastAsia="MS Gothic" w:hAnsi="MS Gothic"/>
          <w:lang w:val="en-US" w:eastAsia="ko-KR"/>
        </w:rPr>
        <w:t> </w:t>
      </w:r>
      <w:r w:rsidRPr="008C6DE4">
        <w:t>38.101-2 [19] for reference sensitivity are fulfilled.</w:t>
      </w:r>
    </w:p>
    <w:p w14:paraId="438E6D74" w14:textId="77777777" w:rsidR="001F5A79" w:rsidRPr="008C6DE4" w:rsidRDefault="001F5A79" w:rsidP="001F5A79">
      <w:pPr>
        <w:ind w:left="568" w:hanging="284"/>
        <w:rPr>
          <w:lang w:eastAsia="zh-CN"/>
        </w:rPr>
      </w:pPr>
      <w:r w:rsidRPr="008C6DE4">
        <w:t>-</w:t>
      </w:r>
      <w:r w:rsidRPr="008C6DE4">
        <w:tab/>
        <w:t>Conditions for inter-frequency measurements are fulfilled according to Annex B.2.3 for a corresponding Band</w:t>
      </w:r>
      <w:r w:rsidRPr="008C6DE4">
        <w:rPr>
          <w:rFonts w:cs="v4.2.0"/>
          <w:lang w:eastAsia="ko-KR"/>
        </w:rPr>
        <w:t xml:space="preserve"> for each relevant SSB</w:t>
      </w:r>
      <w:r w:rsidRPr="008C6DE4">
        <w:t>.</w:t>
      </w:r>
    </w:p>
    <w:p w14:paraId="4A09E22B" w14:textId="77777777" w:rsidR="001F5A79" w:rsidRPr="008C6DE4" w:rsidRDefault="001F5A79" w:rsidP="001F5A79">
      <w:pPr>
        <w:ind w:left="568" w:hanging="284"/>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78365C17" w14:textId="77777777" w:rsidR="001F5A79" w:rsidRPr="008C6DE4" w:rsidRDefault="001F5A79" w:rsidP="001F5A79">
      <w:pPr>
        <w:keepNext/>
        <w:keepLines/>
        <w:spacing w:before="60"/>
        <w:jc w:val="center"/>
      </w:pPr>
      <w:r w:rsidRPr="008C6DE4">
        <w:rPr>
          <w:rFonts w:ascii="Arial" w:hAnsi="Arial"/>
          <w:b/>
        </w:rPr>
        <w:t xml:space="preserve">Table </w:t>
      </w:r>
      <w:r w:rsidRPr="008C6DE4">
        <w:rPr>
          <w:rFonts w:ascii="Arial" w:hAnsi="Arial"/>
          <w:b/>
          <w:lang w:eastAsia="zh-CN"/>
        </w:rPr>
        <w:t>10.1.5.1.1-1</w:t>
      </w:r>
      <w:r w:rsidRPr="008C6DE4">
        <w:rPr>
          <w:rFonts w:ascii="Arial" w:hAnsi="Arial"/>
          <w:b/>
        </w:rPr>
        <w:t xml:space="preserve">: </w:t>
      </w:r>
      <w:r w:rsidRPr="008C6DE4">
        <w:rPr>
          <w:rFonts w:ascii="Arial" w:hAnsi="Arial"/>
          <w:b/>
          <w:lang w:eastAsia="zh-CN"/>
        </w:rPr>
        <w:t>SS-RSRP</w:t>
      </w:r>
      <w:r w:rsidRPr="008C6DE4">
        <w:rPr>
          <w:rFonts w:ascii="Arial" w:hAnsi="Arial"/>
          <w:b/>
        </w:rPr>
        <w:t xml:space="preserve"> Inter frequency absolute accuracy</w:t>
      </w:r>
      <w:r w:rsidRPr="008C6DE4">
        <w:rPr>
          <w:rFonts w:ascii="Arial" w:hAnsi="Arial"/>
          <w:b/>
          <w:lang w:eastAsia="zh-CN"/>
        </w:rPr>
        <w:t xml:space="preserve"> in FR2</w:t>
      </w:r>
    </w:p>
    <w:tbl>
      <w:tblPr>
        <w:tblW w:w="8720" w:type="dxa"/>
        <w:jc w:val="center"/>
        <w:tblLook w:val="01E0" w:firstRow="1" w:lastRow="1" w:firstColumn="1" w:lastColumn="1" w:noHBand="0" w:noVBand="0"/>
      </w:tblPr>
      <w:tblGrid>
        <w:gridCol w:w="1111"/>
        <w:gridCol w:w="1110"/>
        <w:gridCol w:w="1110"/>
        <w:gridCol w:w="1116"/>
        <w:gridCol w:w="1116"/>
        <w:gridCol w:w="1578"/>
        <w:gridCol w:w="1579"/>
      </w:tblGrid>
      <w:tr w:rsidR="00DD3199" w:rsidRPr="008C6DE4" w14:paraId="3A831D6E" w14:textId="77777777" w:rsidTr="00DF3064">
        <w:trPr>
          <w:jc w:val="center"/>
        </w:trPr>
        <w:tc>
          <w:tcPr>
            <w:tcW w:w="2221" w:type="dxa"/>
            <w:gridSpan w:val="2"/>
            <w:tcBorders>
              <w:top w:val="single" w:sz="6" w:space="0" w:color="auto"/>
              <w:left w:val="single" w:sz="4" w:space="0" w:color="auto"/>
              <w:right w:val="single" w:sz="6" w:space="0" w:color="auto"/>
            </w:tcBorders>
            <w:shd w:val="clear" w:color="auto" w:fill="auto"/>
            <w:vAlign w:val="center"/>
          </w:tcPr>
          <w:p w14:paraId="5877E1B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6499" w:type="dxa"/>
            <w:gridSpan w:val="5"/>
            <w:tcBorders>
              <w:top w:val="single" w:sz="4" w:space="0" w:color="auto"/>
              <w:left w:val="single" w:sz="4" w:space="0" w:color="auto"/>
              <w:right w:val="single" w:sz="4" w:space="0" w:color="auto"/>
            </w:tcBorders>
            <w:vAlign w:val="center"/>
          </w:tcPr>
          <w:p w14:paraId="0A1AA04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139AAF10" w14:textId="77777777" w:rsidTr="00DF3064">
        <w:trPr>
          <w:jc w:val="center"/>
        </w:trPr>
        <w:tc>
          <w:tcPr>
            <w:tcW w:w="1111" w:type="dxa"/>
            <w:vMerge w:val="restart"/>
            <w:tcBorders>
              <w:top w:val="single" w:sz="6" w:space="0" w:color="auto"/>
              <w:left w:val="single" w:sz="4" w:space="0" w:color="auto"/>
              <w:right w:val="single" w:sz="6" w:space="0" w:color="auto"/>
            </w:tcBorders>
            <w:shd w:val="clear" w:color="auto" w:fill="auto"/>
            <w:vAlign w:val="center"/>
          </w:tcPr>
          <w:p w14:paraId="530CDEC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110" w:type="dxa"/>
            <w:vMerge w:val="restart"/>
            <w:tcBorders>
              <w:top w:val="single" w:sz="6" w:space="0" w:color="auto"/>
              <w:left w:val="single" w:sz="6" w:space="0" w:color="auto"/>
              <w:right w:val="single" w:sz="6" w:space="0" w:color="auto"/>
            </w:tcBorders>
            <w:shd w:val="clear" w:color="auto" w:fill="auto"/>
            <w:vAlign w:val="center"/>
          </w:tcPr>
          <w:p w14:paraId="2FCC302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110" w:type="dxa"/>
            <w:vMerge w:val="restart"/>
            <w:tcBorders>
              <w:top w:val="single" w:sz="4" w:space="0" w:color="auto"/>
              <w:left w:val="single" w:sz="4" w:space="0" w:color="auto"/>
              <w:right w:val="single" w:sz="4" w:space="0" w:color="auto"/>
            </w:tcBorders>
          </w:tcPr>
          <w:p w14:paraId="475FD4D5"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SSB Ês/Iot</w:t>
            </w:r>
          </w:p>
        </w:tc>
        <w:tc>
          <w:tcPr>
            <w:tcW w:w="5389" w:type="dxa"/>
            <w:gridSpan w:val="4"/>
            <w:tcBorders>
              <w:top w:val="single" w:sz="4" w:space="0" w:color="auto"/>
              <w:left w:val="single" w:sz="4" w:space="0" w:color="auto"/>
              <w:bottom w:val="single" w:sz="6" w:space="0" w:color="auto"/>
              <w:right w:val="single" w:sz="4" w:space="0" w:color="auto"/>
            </w:tcBorders>
            <w:shd w:val="clear" w:color="auto" w:fill="auto"/>
            <w:vAlign w:val="center"/>
          </w:tcPr>
          <w:p w14:paraId="4274BD9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2</w:t>
            </w:r>
            <w:r w:rsidRPr="008C6DE4">
              <w:rPr>
                <w:rFonts w:ascii="Arial" w:hAnsi="Arial"/>
                <w:b/>
                <w:sz w:val="18"/>
              </w:rPr>
              <w:t xml:space="preserve"> range</w:t>
            </w:r>
          </w:p>
        </w:tc>
      </w:tr>
      <w:tr w:rsidR="00DD3199" w:rsidRPr="008C6DE4" w14:paraId="791F43EA" w14:textId="77777777" w:rsidTr="00DF3064">
        <w:trPr>
          <w:jc w:val="center"/>
        </w:trPr>
        <w:tc>
          <w:tcPr>
            <w:tcW w:w="1111" w:type="dxa"/>
            <w:vMerge/>
            <w:tcBorders>
              <w:left w:val="single" w:sz="4" w:space="0" w:color="auto"/>
              <w:bottom w:val="single" w:sz="6" w:space="0" w:color="auto"/>
              <w:right w:val="single" w:sz="6" w:space="0" w:color="auto"/>
            </w:tcBorders>
            <w:shd w:val="clear" w:color="auto" w:fill="auto"/>
            <w:vAlign w:val="center"/>
          </w:tcPr>
          <w:p w14:paraId="303AC4CB" w14:textId="77777777" w:rsidR="001F5A79" w:rsidRPr="008C6DE4" w:rsidRDefault="001F5A79" w:rsidP="00DF3064">
            <w:pPr>
              <w:keepNext/>
              <w:keepLines/>
              <w:spacing w:after="0"/>
              <w:jc w:val="center"/>
              <w:rPr>
                <w:rFonts w:ascii="Arial" w:hAnsi="Arial"/>
                <w:b/>
                <w:sz w:val="18"/>
              </w:rPr>
            </w:pPr>
          </w:p>
        </w:tc>
        <w:tc>
          <w:tcPr>
            <w:tcW w:w="1110" w:type="dxa"/>
            <w:vMerge/>
            <w:tcBorders>
              <w:left w:val="single" w:sz="6" w:space="0" w:color="auto"/>
              <w:bottom w:val="single" w:sz="6" w:space="0" w:color="auto"/>
              <w:right w:val="single" w:sz="6" w:space="0" w:color="auto"/>
            </w:tcBorders>
            <w:shd w:val="clear" w:color="auto" w:fill="auto"/>
            <w:vAlign w:val="center"/>
          </w:tcPr>
          <w:p w14:paraId="599C5A44" w14:textId="77777777" w:rsidR="001F5A79" w:rsidRPr="008C6DE4" w:rsidRDefault="001F5A79" w:rsidP="00DF3064">
            <w:pPr>
              <w:keepNext/>
              <w:keepLines/>
              <w:spacing w:after="0"/>
              <w:jc w:val="center"/>
              <w:rPr>
                <w:rFonts w:ascii="Arial" w:hAnsi="Arial"/>
                <w:b/>
                <w:sz w:val="18"/>
              </w:rPr>
            </w:pPr>
          </w:p>
        </w:tc>
        <w:tc>
          <w:tcPr>
            <w:tcW w:w="1110" w:type="dxa"/>
            <w:vMerge/>
            <w:tcBorders>
              <w:left w:val="single" w:sz="4" w:space="0" w:color="auto"/>
              <w:bottom w:val="single" w:sz="6" w:space="0" w:color="auto"/>
              <w:right w:val="single" w:sz="4" w:space="0" w:color="auto"/>
            </w:tcBorders>
            <w:vAlign w:val="center"/>
          </w:tcPr>
          <w:p w14:paraId="5E3FB739" w14:textId="77777777" w:rsidR="001F5A79" w:rsidRPr="008C6DE4" w:rsidRDefault="001F5A79" w:rsidP="00DF3064">
            <w:pPr>
              <w:keepNext/>
              <w:keepLines/>
              <w:spacing w:after="0"/>
              <w:jc w:val="center"/>
              <w:rPr>
                <w:rFonts w:ascii="Arial" w:hAnsi="Arial"/>
                <w:b/>
                <w:sz w:val="18"/>
              </w:rPr>
            </w:pPr>
          </w:p>
        </w:tc>
        <w:tc>
          <w:tcPr>
            <w:tcW w:w="3810"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4D64DB5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1579" w:type="dxa"/>
            <w:tcBorders>
              <w:top w:val="single" w:sz="4" w:space="0" w:color="auto"/>
              <w:left w:val="single" w:sz="6" w:space="0" w:color="auto"/>
              <w:bottom w:val="single" w:sz="6" w:space="0" w:color="auto"/>
              <w:right w:val="single" w:sz="4" w:space="0" w:color="auto"/>
            </w:tcBorders>
            <w:shd w:val="clear" w:color="auto" w:fill="auto"/>
            <w:vAlign w:val="center"/>
          </w:tcPr>
          <w:p w14:paraId="313FD6C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7509E169" w14:textId="77777777" w:rsidTr="00DF3064">
        <w:trPr>
          <w:jc w:val="center"/>
        </w:trPr>
        <w:tc>
          <w:tcPr>
            <w:tcW w:w="1111" w:type="dxa"/>
            <w:vMerge w:val="restart"/>
            <w:tcBorders>
              <w:top w:val="single" w:sz="6" w:space="0" w:color="auto"/>
              <w:left w:val="single" w:sz="4" w:space="0" w:color="auto"/>
              <w:right w:val="single" w:sz="6" w:space="0" w:color="auto"/>
            </w:tcBorders>
            <w:shd w:val="clear" w:color="auto" w:fill="auto"/>
            <w:vAlign w:val="center"/>
          </w:tcPr>
          <w:p w14:paraId="3F7D6DF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0" w:type="dxa"/>
            <w:vMerge w:val="restart"/>
            <w:tcBorders>
              <w:top w:val="single" w:sz="6" w:space="0" w:color="auto"/>
              <w:left w:val="single" w:sz="6" w:space="0" w:color="auto"/>
              <w:right w:val="single" w:sz="6" w:space="0" w:color="auto"/>
            </w:tcBorders>
            <w:shd w:val="clear" w:color="auto" w:fill="auto"/>
            <w:vAlign w:val="center"/>
          </w:tcPr>
          <w:p w14:paraId="49F1075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0" w:type="dxa"/>
            <w:vMerge w:val="restart"/>
            <w:tcBorders>
              <w:top w:val="single" w:sz="6" w:space="0" w:color="auto"/>
              <w:left w:val="single" w:sz="4" w:space="0" w:color="auto"/>
              <w:right w:val="single" w:sz="4" w:space="0" w:color="auto"/>
            </w:tcBorders>
            <w:vAlign w:val="center"/>
          </w:tcPr>
          <w:p w14:paraId="3EB316DB"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2232"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77809444"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r w:rsidRPr="008C6DE4">
              <w:rPr>
                <w:rFonts w:ascii="Arial" w:hAnsi="Arial"/>
                <w:b/>
                <w:sz w:val="18"/>
                <w:vertAlign w:val="superscript"/>
              </w:rPr>
              <w:t xml:space="preserve"> Note 1</w:t>
            </w:r>
          </w:p>
        </w:tc>
        <w:tc>
          <w:tcPr>
            <w:tcW w:w="1578" w:type="dxa"/>
            <w:vMerge w:val="restart"/>
            <w:tcBorders>
              <w:top w:val="single" w:sz="6" w:space="0" w:color="auto"/>
              <w:left w:val="single" w:sz="6" w:space="0" w:color="auto"/>
              <w:right w:val="single" w:sz="6" w:space="0" w:color="auto"/>
            </w:tcBorders>
            <w:shd w:val="clear" w:color="auto" w:fill="auto"/>
            <w:vAlign w:val="center"/>
          </w:tcPr>
          <w:p w14:paraId="1AC4E43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c>
          <w:tcPr>
            <w:tcW w:w="1579" w:type="dxa"/>
            <w:vMerge w:val="restart"/>
            <w:tcBorders>
              <w:top w:val="single" w:sz="6" w:space="0" w:color="auto"/>
              <w:left w:val="single" w:sz="6" w:space="0" w:color="auto"/>
              <w:right w:val="single" w:sz="4" w:space="0" w:color="auto"/>
            </w:tcBorders>
            <w:shd w:val="clear" w:color="auto" w:fill="auto"/>
            <w:vAlign w:val="center"/>
          </w:tcPr>
          <w:p w14:paraId="0E7336C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62FE2DC7" w14:textId="77777777" w:rsidTr="00DF3064">
        <w:trPr>
          <w:jc w:val="center"/>
        </w:trPr>
        <w:tc>
          <w:tcPr>
            <w:tcW w:w="1111" w:type="dxa"/>
            <w:vMerge/>
            <w:tcBorders>
              <w:left w:val="single" w:sz="4" w:space="0" w:color="auto"/>
              <w:bottom w:val="single" w:sz="6" w:space="0" w:color="auto"/>
              <w:right w:val="single" w:sz="6" w:space="0" w:color="auto"/>
            </w:tcBorders>
            <w:shd w:val="clear" w:color="auto" w:fill="auto"/>
            <w:vAlign w:val="center"/>
          </w:tcPr>
          <w:p w14:paraId="171966EB" w14:textId="77777777" w:rsidR="001F5A79" w:rsidRPr="008C6DE4" w:rsidRDefault="001F5A79" w:rsidP="00DF3064">
            <w:pPr>
              <w:keepNext/>
              <w:keepLines/>
              <w:spacing w:after="0"/>
              <w:jc w:val="center"/>
              <w:rPr>
                <w:rFonts w:ascii="Arial" w:hAnsi="Arial"/>
                <w:b/>
                <w:sz w:val="18"/>
              </w:rPr>
            </w:pPr>
          </w:p>
        </w:tc>
        <w:tc>
          <w:tcPr>
            <w:tcW w:w="1110" w:type="dxa"/>
            <w:vMerge/>
            <w:tcBorders>
              <w:left w:val="single" w:sz="6" w:space="0" w:color="auto"/>
              <w:bottom w:val="single" w:sz="6" w:space="0" w:color="auto"/>
              <w:right w:val="single" w:sz="6" w:space="0" w:color="auto"/>
            </w:tcBorders>
            <w:shd w:val="clear" w:color="auto" w:fill="auto"/>
            <w:vAlign w:val="center"/>
          </w:tcPr>
          <w:p w14:paraId="448DFCE5" w14:textId="77777777" w:rsidR="001F5A79" w:rsidRPr="008C6DE4" w:rsidRDefault="001F5A79" w:rsidP="00DF3064">
            <w:pPr>
              <w:keepNext/>
              <w:keepLines/>
              <w:spacing w:after="0"/>
              <w:jc w:val="center"/>
              <w:rPr>
                <w:rFonts w:ascii="Arial" w:hAnsi="Arial"/>
                <w:b/>
                <w:sz w:val="18"/>
              </w:rPr>
            </w:pPr>
          </w:p>
        </w:tc>
        <w:tc>
          <w:tcPr>
            <w:tcW w:w="1110" w:type="dxa"/>
            <w:vMerge/>
            <w:tcBorders>
              <w:left w:val="single" w:sz="4" w:space="0" w:color="auto"/>
              <w:bottom w:val="single" w:sz="6" w:space="0" w:color="auto"/>
              <w:right w:val="single" w:sz="4" w:space="0" w:color="auto"/>
            </w:tcBorders>
          </w:tcPr>
          <w:p w14:paraId="162BA786" w14:textId="77777777" w:rsidR="001F5A79" w:rsidRPr="008C6DE4" w:rsidRDefault="001F5A79" w:rsidP="00DF3064">
            <w:pPr>
              <w:keepNext/>
              <w:keepLines/>
              <w:spacing w:after="0"/>
              <w:jc w:val="center"/>
              <w:rPr>
                <w:rFonts w:ascii="Arial" w:hAnsi="Arial"/>
                <w:b/>
                <w:sz w:val="18"/>
              </w:rPr>
            </w:pPr>
          </w:p>
        </w:tc>
        <w:tc>
          <w:tcPr>
            <w:tcW w:w="1116" w:type="dxa"/>
            <w:tcBorders>
              <w:top w:val="single" w:sz="6" w:space="0" w:color="auto"/>
              <w:left w:val="single" w:sz="4" w:space="0" w:color="auto"/>
              <w:bottom w:val="single" w:sz="6" w:space="0" w:color="auto"/>
              <w:right w:val="single" w:sz="6" w:space="0" w:color="auto"/>
            </w:tcBorders>
            <w:shd w:val="clear" w:color="auto" w:fill="auto"/>
            <w:vAlign w:val="center"/>
          </w:tcPr>
          <w:p w14:paraId="23C67A5A"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120kHz</w:t>
            </w:r>
          </w:p>
        </w:tc>
        <w:tc>
          <w:tcPr>
            <w:tcW w:w="1116" w:type="dxa"/>
            <w:tcBorders>
              <w:top w:val="single" w:sz="6" w:space="0" w:color="auto"/>
              <w:left w:val="single" w:sz="4" w:space="0" w:color="auto"/>
              <w:bottom w:val="single" w:sz="6" w:space="0" w:color="auto"/>
              <w:right w:val="single" w:sz="6" w:space="0" w:color="auto"/>
            </w:tcBorders>
            <w:shd w:val="clear" w:color="auto" w:fill="auto"/>
            <w:vAlign w:val="center"/>
          </w:tcPr>
          <w:p w14:paraId="10508AC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240kHz</w:t>
            </w:r>
          </w:p>
        </w:tc>
        <w:tc>
          <w:tcPr>
            <w:tcW w:w="1578" w:type="dxa"/>
            <w:vMerge/>
            <w:tcBorders>
              <w:left w:val="single" w:sz="6" w:space="0" w:color="auto"/>
              <w:bottom w:val="single" w:sz="6" w:space="0" w:color="auto"/>
              <w:right w:val="single" w:sz="6" w:space="0" w:color="auto"/>
            </w:tcBorders>
            <w:shd w:val="clear" w:color="auto" w:fill="auto"/>
            <w:vAlign w:val="center"/>
          </w:tcPr>
          <w:p w14:paraId="7CE934C8" w14:textId="77777777" w:rsidR="001F5A79" w:rsidRPr="008C6DE4" w:rsidRDefault="001F5A79" w:rsidP="00DF3064">
            <w:pPr>
              <w:keepNext/>
              <w:keepLines/>
              <w:spacing w:after="0"/>
              <w:jc w:val="center"/>
              <w:rPr>
                <w:rFonts w:ascii="Arial" w:hAnsi="Arial"/>
                <w:b/>
                <w:sz w:val="18"/>
              </w:rPr>
            </w:pPr>
          </w:p>
        </w:tc>
        <w:tc>
          <w:tcPr>
            <w:tcW w:w="1579" w:type="dxa"/>
            <w:vMerge/>
            <w:tcBorders>
              <w:left w:val="single" w:sz="6" w:space="0" w:color="auto"/>
              <w:bottom w:val="single" w:sz="6" w:space="0" w:color="auto"/>
              <w:right w:val="single" w:sz="4" w:space="0" w:color="auto"/>
            </w:tcBorders>
            <w:shd w:val="clear" w:color="auto" w:fill="auto"/>
            <w:vAlign w:val="center"/>
          </w:tcPr>
          <w:p w14:paraId="199ACEDA" w14:textId="77777777" w:rsidR="001F5A79" w:rsidRPr="008C6DE4" w:rsidRDefault="001F5A79" w:rsidP="00DF3064">
            <w:pPr>
              <w:keepNext/>
              <w:keepLines/>
              <w:spacing w:after="0"/>
              <w:jc w:val="center"/>
              <w:rPr>
                <w:rFonts w:ascii="Arial" w:hAnsi="Arial"/>
                <w:b/>
                <w:sz w:val="18"/>
              </w:rPr>
            </w:pPr>
          </w:p>
        </w:tc>
      </w:tr>
      <w:tr w:rsidR="00797924" w:rsidRPr="008C6DE4" w14:paraId="53696E97" w14:textId="77777777" w:rsidTr="00DF3064">
        <w:trPr>
          <w:jc w:val="center"/>
        </w:trPr>
        <w:tc>
          <w:tcPr>
            <w:tcW w:w="1111" w:type="dxa"/>
            <w:tcBorders>
              <w:top w:val="single" w:sz="6" w:space="0" w:color="auto"/>
              <w:left w:val="single" w:sz="4" w:space="0" w:color="auto"/>
              <w:right w:val="single" w:sz="6" w:space="0" w:color="auto"/>
            </w:tcBorders>
            <w:shd w:val="clear" w:color="auto" w:fill="auto"/>
            <w:vAlign w:val="center"/>
          </w:tcPr>
          <w:p w14:paraId="4C2F080E" w14:textId="75E6364E" w:rsidR="00797924" w:rsidRPr="008C6DE4" w:rsidRDefault="00797924" w:rsidP="00797924">
            <w:pPr>
              <w:keepNext/>
              <w:keepLines/>
              <w:spacing w:after="0"/>
              <w:jc w:val="center"/>
              <w:rPr>
                <w:rFonts w:ascii="Arial" w:hAnsi="Arial"/>
                <w:sz w:val="18"/>
              </w:rPr>
            </w:pPr>
            <w:r w:rsidRPr="008C6DE4">
              <w:rPr>
                <w:rFonts w:ascii="Arial" w:hAnsi="Arial"/>
                <w:sz w:val="18"/>
                <w:lang w:val="fr-FR"/>
              </w:rPr>
              <w:sym w:font="Symbol" w:char="F0B1"/>
            </w:r>
            <w:r w:rsidRPr="008C6DE4">
              <w:rPr>
                <w:rFonts w:ascii="Arial" w:hAnsi="Arial"/>
                <w:sz w:val="18"/>
                <w:lang w:val="fr-FR"/>
              </w:rPr>
              <w:t>6</w:t>
            </w:r>
          </w:p>
        </w:tc>
        <w:tc>
          <w:tcPr>
            <w:tcW w:w="1110" w:type="dxa"/>
            <w:tcBorders>
              <w:top w:val="single" w:sz="6" w:space="0" w:color="auto"/>
              <w:left w:val="single" w:sz="6" w:space="0" w:color="auto"/>
              <w:right w:val="single" w:sz="6" w:space="0" w:color="auto"/>
            </w:tcBorders>
            <w:shd w:val="clear" w:color="auto" w:fill="auto"/>
            <w:vAlign w:val="center"/>
          </w:tcPr>
          <w:p w14:paraId="4354D5FB" w14:textId="6B769CE1" w:rsidR="00797924" w:rsidRPr="008C6DE4" w:rsidRDefault="00797924" w:rsidP="00797924">
            <w:pPr>
              <w:keepNext/>
              <w:keepLines/>
              <w:spacing w:after="0"/>
              <w:jc w:val="center"/>
              <w:rPr>
                <w:rFonts w:ascii="Arial" w:hAnsi="Arial"/>
                <w:sz w:val="18"/>
              </w:rPr>
            </w:pPr>
            <w:r w:rsidRPr="008C6DE4">
              <w:rPr>
                <w:rFonts w:ascii="Arial" w:hAnsi="Arial"/>
                <w:sz w:val="18"/>
                <w:lang w:val="fr-FR"/>
              </w:rPr>
              <w:sym w:font="Symbol" w:char="F0B1"/>
            </w:r>
            <w:r w:rsidRPr="008C6DE4">
              <w:rPr>
                <w:rFonts w:ascii="Arial" w:hAnsi="Arial"/>
                <w:sz w:val="18"/>
                <w:lang w:val="fr-FR"/>
              </w:rPr>
              <w:t>9</w:t>
            </w:r>
          </w:p>
        </w:tc>
        <w:tc>
          <w:tcPr>
            <w:tcW w:w="1110" w:type="dxa"/>
            <w:vMerge w:val="restart"/>
            <w:tcBorders>
              <w:top w:val="single" w:sz="6" w:space="0" w:color="auto"/>
              <w:left w:val="single" w:sz="4" w:space="0" w:color="auto"/>
              <w:right w:val="single" w:sz="4" w:space="0" w:color="auto"/>
            </w:tcBorders>
            <w:vAlign w:val="center"/>
          </w:tcPr>
          <w:p w14:paraId="28A1D04F" w14:textId="77777777" w:rsidR="00797924" w:rsidRPr="008C6DE4" w:rsidRDefault="00797924" w:rsidP="00797924">
            <w:pPr>
              <w:keepNext/>
              <w:keepLines/>
              <w:spacing w:after="0"/>
              <w:jc w:val="center"/>
              <w:rPr>
                <w:rFonts w:ascii="Arial" w:hAnsi="Arial"/>
                <w:sz w:val="18"/>
              </w:rPr>
            </w:pPr>
            <w:r w:rsidRPr="008C6DE4">
              <w:rPr>
                <w:rFonts w:ascii="Arial" w:eastAsia="Yu Mincho" w:hAnsi="Arial" w:cs="Arial"/>
                <w:sz w:val="18"/>
                <w:lang w:eastAsia="ja-JP"/>
              </w:rPr>
              <w:t>≥-4</w:t>
            </w:r>
          </w:p>
        </w:tc>
        <w:tc>
          <w:tcPr>
            <w:tcW w:w="2232"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62C11D2C" w14:textId="77777777" w:rsidR="00797924" w:rsidRPr="008C6DE4" w:rsidRDefault="00797924" w:rsidP="00797924">
            <w:pPr>
              <w:keepNext/>
              <w:keepLines/>
              <w:spacing w:after="0"/>
              <w:jc w:val="center"/>
              <w:rPr>
                <w:rFonts w:ascii="Arial" w:eastAsia="Yu Mincho" w:hAnsi="Arial"/>
                <w:sz w:val="18"/>
                <w:lang w:eastAsia="ja-JP"/>
              </w:rPr>
            </w:pPr>
            <w:r w:rsidRPr="008C6DE4">
              <w:rPr>
                <w:rFonts w:ascii="Arial" w:hAnsi="Arial"/>
                <w:sz w:val="18"/>
              </w:rPr>
              <w:t>Same value as SSB_RP in Table B.2.3-2, according to UE Power class, operating band and angle of arrival</w:t>
            </w:r>
          </w:p>
        </w:tc>
        <w:tc>
          <w:tcPr>
            <w:tcW w:w="1578" w:type="dxa"/>
            <w:tcBorders>
              <w:top w:val="single" w:sz="6" w:space="0" w:color="auto"/>
              <w:left w:val="single" w:sz="6" w:space="0" w:color="auto"/>
              <w:bottom w:val="single" w:sz="6" w:space="0" w:color="auto"/>
              <w:right w:val="single" w:sz="6" w:space="0" w:color="auto"/>
            </w:tcBorders>
            <w:shd w:val="clear" w:color="auto" w:fill="auto"/>
            <w:vAlign w:val="center"/>
          </w:tcPr>
          <w:p w14:paraId="2588FCD9" w14:textId="77777777" w:rsidR="00797924" w:rsidRPr="008C6DE4" w:rsidRDefault="00797924" w:rsidP="00797924">
            <w:pPr>
              <w:keepNext/>
              <w:keepLines/>
              <w:spacing w:after="0"/>
              <w:jc w:val="center"/>
              <w:rPr>
                <w:rFonts w:ascii="Arial" w:hAnsi="Arial"/>
                <w:sz w:val="18"/>
              </w:rPr>
            </w:pPr>
            <w:r w:rsidRPr="008C6DE4">
              <w:rPr>
                <w:rFonts w:ascii="Arial" w:hAnsi="Arial"/>
                <w:sz w:val="18"/>
                <w:lang w:eastAsia="zh-CN"/>
              </w:rPr>
              <w:t>N/A</w:t>
            </w:r>
          </w:p>
        </w:tc>
        <w:tc>
          <w:tcPr>
            <w:tcW w:w="1579" w:type="dxa"/>
            <w:tcBorders>
              <w:top w:val="single" w:sz="6" w:space="0" w:color="auto"/>
              <w:left w:val="single" w:sz="6" w:space="0" w:color="auto"/>
              <w:bottom w:val="single" w:sz="6" w:space="0" w:color="auto"/>
              <w:right w:val="single" w:sz="4" w:space="0" w:color="auto"/>
            </w:tcBorders>
            <w:shd w:val="clear" w:color="auto" w:fill="auto"/>
            <w:vAlign w:val="center"/>
          </w:tcPr>
          <w:p w14:paraId="1358DED6" w14:textId="77777777" w:rsidR="00797924" w:rsidRPr="008C6DE4" w:rsidRDefault="00797924" w:rsidP="00797924">
            <w:pPr>
              <w:keepNext/>
              <w:keepLines/>
              <w:spacing w:after="0"/>
              <w:jc w:val="center"/>
              <w:rPr>
                <w:rFonts w:ascii="Arial" w:hAnsi="Arial"/>
                <w:sz w:val="18"/>
              </w:rPr>
            </w:pPr>
            <w:r w:rsidRPr="008C6DE4">
              <w:rPr>
                <w:rFonts w:ascii="Arial" w:hAnsi="Arial"/>
                <w:sz w:val="18"/>
              </w:rPr>
              <w:t>-70</w:t>
            </w:r>
          </w:p>
        </w:tc>
      </w:tr>
      <w:tr w:rsidR="00797924" w:rsidRPr="008C6DE4" w14:paraId="7F6DA689" w14:textId="77777777" w:rsidTr="00DF3064">
        <w:trPr>
          <w:jc w:val="center"/>
        </w:trPr>
        <w:tc>
          <w:tcPr>
            <w:tcW w:w="1111" w:type="dxa"/>
            <w:tcBorders>
              <w:top w:val="single" w:sz="6" w:space="0" w:color="auto"/>
              <w:left w:val="single" w:sz="4" w:space="0" w:color="auto"/>
              <w:bottom w:val="single" w:sz="6" w:space="0" w:color="auto"/>
              <w:right w:val="single" w:sz="6" w:space="0" w:color="auto"/>
            </w:tcBorders>
            <w:shd w:val="clear" w:color="auto" w:fill="auto"/>
            <w:vAlign w:val="center"/>
          </w:tcPr>
          <w:p w14:paraId="0EC46F33" w14:textId="3DD11B32" w:rsidR="00797924" w:rsidRPr="008C6DE4" w:rsidRDefault="00797924" w:rsidP="00797924">
            <w:pPr>
              <w:keepNext/>
              <w:keepLines/>
              <w:spacing w:after="0"/>
              <w:jc w:val="center"/>
              <w:rPr>
                <w:rFonts w:ascii="Arial" w:hAnsi="Arial"/>
                <w:sz w:val="18"/>
              </w:rPr>
            </w:pPr>
            <w:r w:rsidRPr="008C6DE4">
              <w:rPr>
                <w:rFonts w:ascii="Arial" w:hAnsi="Arial"/>
                <w:sz w:val="18"/>
                <w:lang w:val="fr-FR"/>
              </w:rPr>
              <w:sym w:font="Symbol" w:char="F0B1"/>
            </w:r>
            <w:r w:rsidRPr="008C6DE4">
              <w:rPr>
                <w:rFonts w:ascii="Arial" w:hAnsi="Arial"/>
                <w:sz w:val="18"/>
                <w:lang w:val="fr-FR"/>
              </w:rPr>
              <w:t>8</w:t>
            </w:r>
          </w:p>
        </w:tc>
        <w:tc>
          <w:tcPr>
            <w:tcW w:w="1110" w:type="dxa"/>
            <w:tcBorders>
              <w:top w:val="single" w:sz="6" w:space="0" w:color="auto"/>
              <w:left w:val="single" w:sz="6" w:space="0" w:color="auto"/>
              <w:bottom w:val="single" w:sz="6" w:space="0" w:color="auto"/>
              <w:right w:val="single" w:sz="6" w:space="0" w:color="auto"/>
            </w:tcBorders>
            <w:shd w:val="clear" w:color="auto" w:fill="auto"/>
            <w:vAlign w:val="center"/>
          </w:tcPr>
          <w:p w14:paraId="20EAB0ED" w14:textId="0395DA72" w:rsidR="00797924" w:rsidRPr="008C6DE4" w:rsidRDefault="00797924" w:rsidP="00797924">
            <w:pPr>
              <w:keepNext/>
              <w:keepLines/>
              <w:spacing w:after="0"/>
              <w:jc w:val="center"/>
              <w:rPr>
                <w:rFonts w:ascii="Arial" w:hAnsi="Arial"/>
                <w:sz w:val="18"/>
              </w:rPr>
            </w:pPr>
            <w:r w:rsidRPr="008C6DE4">
              <w:rPr>
                <w:rFonts w:ascii="Arial" w:hAnsi="Arial"/>
                <w:sz w:val="18"/>
                <w:lang w:val="fr-FR"/>
              </w:rPr>
              <w:sym w:font="Symbol" w:char="F0B1"/>
            </w:r>
            <w:r w:rsidRPr="008C6DE4">
              <w:rPr>
                <w:rFonts w:ascii="Arial" w:hAnsi="Arial"/>
                <w:sz w:val="18"/>
                <w:lang w:val="fr-FR"/>
              </w:rPr>
              <w:t>11</w:t>
            </w:r>
          </w:p>
        </w:tc>
        <w:tc>
          <w:tcPr>
            <w:tcW w:w="1110" w:type="dxa"/>
            <w:vMerge/>
            <w:tcBorders>
              <w:left w:val="single" w:sz="4" w:space="0" w:color="auto"/>
              <w:bottom w:val="single" w:sz="6" w:space="0" w:color="auto"/>
              <w:right w:val="single" w:sz="4" w:space="0" w:color="auto"/>
            </w:tcBorders>
          </w:tcPr>
          <w:p w14:paraId="66922CD1" w14:textId="77777777" w:rsidR="00797924" w:rsidRPr="008C6DE4" w:rsidRDefault="00797924" w:rsidP="00797924">
            <w:pPr>
              <w:keepNext/>
              <w:keepLines/>
              <w:spacing w:after="0"/>
              <w:jc w:val="center"/>
              <w:rPr>
                <w:rFonts w:ascii="Arial" w:hAnsi="Arial"/>
                <w:sz w:val="18"/>
              </w:rPr>
            </w:pPr>
          </w:p>
        </w:tc>
        <w:tc>
          <w:tcPr>
            <w:tcW w:w="2232"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10CE3B06" w14:textId="77777777" w:rsidR="00797924" w:rsidRPr="008C6DE4" w:rsidRDefault="00797924" w:rsidP="00797924">
            <w:pPr>
              <w:keepNext/>
              <w:keepLines/>
              <w:spacing w:after="0"/>
              <w:jc w:val="center"/>
              <w:rPr>
                <w:rFonts w:ascii="Arial" w:hAnsi="Arial"/>
                <w:sz w:val="18"/>
              </w:rPr>
            </w:pPr>
            <w:r w:rsidRPr="008C6DE4">
              <w:rPr>
                <w:rFonts w:ascii="Arial" w:hAnsi="Arial"/>
                <w:sz w:val="18"/>
              </w:rPr>
              <w:t>N/A</w:t>
            </w:r>
          </w:p>
        </w:tc>
        <w:tc>
          <w:tcPr>
            <w:tcW w:w="1578" w:type="dxa"/>
            <w:tcBorders>
              <w:top w:val="single" w:sz="6" w:space="0" w:color="auto"/>
              <w:left w:val="single" w:sz="6" w:space="0" w:color="auto"/>
              <w:bottom w:val="single" w:sz="6" w:space="0" w:color="auto"/>
              <w:right w:val="single" w:sz="6" w:space="0" w:color="auto"/>
            </w:tcBorders>
            <w:shd w:val="clear" w:color="auto" w:fill="auto"/>
            <w:vAlign w:val="center"/>
          </w:tcPr>
          <w:p w14:paraId="52BB1AA3" w14:textId="77777777" w:rsidR="00797924" w:rsidRPr="008C6DE4" w:rsidRDefault="00797924" w:rsidP="00797924">
            <w:pPr>
              <w:keepNext/>
              <w:keepLines/>
              <w:spacing w:after="0"/>
              <w:jc w:val="center"/>
              <w:rPr>
                <w:rFonts w:ascii="Arial" w:hAnsi="Arial"/>
                <w:sz w:val="18"/>
              </w:rPr>
            </w:pPr>
            <w:r w:rsidRPr="008C6DE4">
              <w:rPr>
                <w:rFonts w:ascii="Arial" w:hAnsi="Arial"/>
                <w:sz w:val="18"/>
              </w:rPr>
              <w:t>-70</w:t>
            </w:r>
          </w:p>
        </w:tc>
        <w:tc>
          <w:tcPr>
            <w:tcW w:w="1579" w:type="dxa"/>
            <w:tcBorders>
              <w:top w:val="single" w:sz="6" w:space="0" w:color="auto"/>
              <w:left w:val="single" w:sz="6" w:space="0" w:color="auto"/>
              <w:bottom w:val="single" w:sz="6" w:space="0" w:color="auto"/>
              <w:right w:val="single" w:sz="4" w:space="0" w:color="auto"/>
            </w:tcBorders>
            <w:shd w:val="clear" w:color="auto" w:fill="auto"/>
            <w:vAlign w:val="center"/>
          </w:tcPr>
          <w:p w14:paraId="6EF9C7AA" w14:textId="77777777" w:rsidR="00797924" w:rsidRPr="008C6DE4" w:rsidRDefault="00797924" w:rsidP="00797924">
            <w:pPr>
              <w:keepNext/>
              <w:keepLines/>
              <w:spacing w:after="0"/>
              <w:jc w:val="center"/>
              <w:rPr>
                <w:rFonts w:ascii="Arial" w:hAnsi="Arial"/>
                <w:sz w:val="18"/>
              </w:rPr>
            </w:pPr>
            <w:r w:rsidRPr="008C6DE4">
              <w:rPr>
                <w:rFonts w:ascii="Arial" w:hAnsi="Arial"/>
                <w:sz w:val="18"/>
              </w:rPr>
              <w:t>-50</w:t>
            </w:r>
          </w:p>
        </w:tc>
      </w:tr>
      <w:tr w:rsidR="001F5A79" w:rsidRPr="008C6DE4" w14:paraId="6B6E3FD0" w14:textId="77777777" w:rsidTr="00DF3064">
        <w:trPr>
          <w:jc w:val="center"/>
        </w:trPr>
        <w:tc>
          <w:tcPr>
            <w:tcW w:w="8720" w:type="dxa"/>
            <w:gridSpan w:val="7"/>
            <w:tcBorders>
              <w:top w:val="single" w:sz="6" w:space="0" w:color="auto"/>
              <w:left w:val="single" w:sz="4" w:space="0" w:color="auto"/>
              <w:bottom w:val="single" w:sz="6" w:space="0" w:color="auto"/>
              <w:right w:val="single" w:sz="4" w:space="0" w:color="auto"/>
            </w:tcBorders>
            <w:shd w:val="clear" w:color="auto" w:fill="auto"/>
            <w:vAlign w:val="center"/>
          </w:tcPr>
          <w:p w14:paraId="2C9AD79F"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Values based on Refsens and EIS spherical coverage as defined in clauses 7.3.2 and 7.3.4 of TS 38.101-2 [19]. Applicable side condition selected depending on angle of arrival.</w:t>
            </w:r>
          </w:p>
          <w:p w14:paraId="4B4EC05C" w14:textId="77777777" w:rsidR="001F5A79" w:rsidRPr="008C6DE4" w:rsidRDefault="001F5A79" w:rsidP="00DF3064">
            <w:pPr>
              <w:keepNext/>
              <w:keepLines/>
              <w:spacing w:after="0"/>
              <w:rPr>
                <w:rFonts w:ascii="Arial" w:hAnsi="Arial"/>
                <w:sz w:val="18"/>
              </w:rPr>
            </w:pPr>
            <w:r w:rsidRPr="008C6DE4">
              <w:rPr>
                <w:rFonts w:ascii="Arial" w:hAnsi="Arial"/>
                <w:sz w:val="18"/>
              </w:rPr>
              <w:t>Note 2:</w:t>
            </w:r>
            <w:r w:rsidRPr="008C6DE4">
              <w:rPr>
                <w:rFonts w:ascii="Arial" w:hAnsi="Arial"/>
                <w:sz w:val="18"/>
              </w:rPr>
              <w:tab/>
            </w:r>
            <w:r w:rsidRPr="008C6DE4">
              <w:rPr>
                <w:rFonts w:ascii="Arial" w:eastAsia="MS Mincho" w:hAnsi="Arial"/>
                <w:sz w:val="18"/>
              </w:rPr>
              <w:t>Io specified at the Reference point, and assumed to have constant EPRE across the bandwidth</w:t>
            </w:r>
            <w:r w:rsidRPr="008C6DE4">
              <w:rPr>
                <w:rFonts w:ascii="Arial" w:hAnsi="Arial"/>
                <w:sz w:val="18"/>
              </w:rPr>
              <w:t>.</w:t>
            </w:r>
          </w:p>
          <w:p w14:paraId="27365BD8"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 xml:space="preserve">In the test cases, the SSB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tc>
      </w:tr>
    </w:tbl>
    <w:p w14:paraId="7F93004D" w14:textId="77777777" w:rsidR="001F5A79" w:rsidRPr="008C6DE4" w:rsidRDefault="001F5A79" w:rsidP="001F5A79">
      <w:pPr>
        <w:rPr>
          <w:lang w:eastAsia="zh-CN"/>
        </w:rPr>
      </w:pPr>
    </w:p>
    <w:p w14:paraId="457F7FFC" w14:textId="5CBD7243" w:rsidR="001F5A79" w:rsidRPr="008C6DE4" w:rsidRDefault="001F5A79" w:rsidP="0048284E">
      <w:pPr>
        <w:pStyle w:val="Heading5"/>
        <w:rPr>
          <w:lang w:val="en-US" w:eastAsia="zh-CN"/>
        </w:rPr>
      </w:pPr>
      <w:r w:rsidRPr="008C6DE4">
        <w:rPr>
          <w:lang w:val="en-US" w:eastAsia="zh-CN"/>
        </w:rPr>
        <w:t>1</w:t>
      </w:r>
      <w:r w:rsidR="0048284E" w:rsidRPr="008C6DE4">
        <w:rPr>
          <w:lang w:val="en-US" w:eastAsia="zh-CN"/>
        </w:rPr>
        <w:t>0.1.5.1.2</w:t>
      </w:r>
      <w:r w:rsidRPr="008C6DE4">
        <w:rPr>
          <w:lang w:val="en-US" w:eastAsia="zh-CN"/>
        </w:rPr>
        <w:tab/>
        <w:t>Relative SS-RSRP Accuracy</w:t>
      </w:r>
    </w:p>
    <w:p w14:paraId="475DC3AF" w14:textId="77777777" w:rsidR="001F5A79" w:rsidRPr="008C6DE4" w:rsidRDefault="001F5A79" w:rsidP="001F5A79">
      <w:pPr>
        <w:rPr>
          <w:rFonts w:cs="v4.2.0"/>
          <w:i/>
        </w:rPr>
      </w:pPr>
      <w:r w:rsidRPr="008C6DE4">
        <w:rPr>
          <w:rFonts w:cs="v4.2.0"/>
        </w:rPr>
        <w:t xml:space="preserve">The relative accuracy of </w:t>
      </w:r>
      <w:r w:rsidRPr="008C6DE4">
        <w:rPr>
          <w:rFonts w:cs="v4.2.0"/>
          <w:lang w:eastAsia="zh-CN"/>
        </w:rPr>
        <w:t>SS-RSRP</w:t>
      </w:r>
      <w:r w:rsidRPr="008C6DE4">
        <w:rPr>
          <w:rFonts w:cs="v4.2.0"/>
        </w:rPr>
        <w:t xml:space="preserve"> is defined as the </w:t>
      </w:r>
      <w:r w:rsidRPr="008C6DE4">
        <w:rPr>
          <w:rFonts w:cs="v4.2.0"/>
          <w:lang w:eastAsia="zh-CN"/>
        </w:rPr>
        <w:t>SS-RSRP</w:t>
      </w:r>
      <w:r w:rsidRPr="008C6DE4">
        <w:rPr>
          <w:rFonts w:cs="v4.2.0"/>
        </w:rPr>
        <w:t xml:space="preserve"> measured from one cell on a frequency in FR2 compared to the </w:t>
      </w:r>
      <w:r w:rsidRPr="008C6DE4">
        <w:rPr>
          <w:rFonts w:cs="v4.2.0"/>
          <w:lang w:eastAsia="zh-CN"/>
        </w:rPr>
        <w:t>SS-RSRP</w:t>
      </w:r>
      <w:r w:rsidRPr="008C6DE4">
        <w:rPr>
          <w:rFonts w:cs="v4.2.0"/>
        </w:rPr>
        <w:t xml:space="preserve"> measured from another cell on another frequency in FR2.</w:t>
      </w:r>
    </w:p>
    <w:p w14:paraId="7328E1F2" w14:textId="77777777" w:rsidR="001F5A79" w:rsidRPr="008C6DE4" w:rsidRDefault="001F5A79" w:rsidP="001F5A79">
      <w:pPr>
        <w:rPr>
          <w:rFonts w:cs="v4.2.0"/>
        </w:rPr>
      </w:pPr>
      <w:r w:rsidRPr="008C6DE4">
        <w:rPr>
          <w:rFonts w:cs="v4.2.0"/>
        </w:rPr>
        <w:t xml:space="preserve">The accuracy requirements in Table </w:t>
      </w:r>
      <w:r w:rsidRPr="008C6DE4">
        <w:rPr>
          <w:lang w:eastAsia="zh-CN"/>
        </w:rPr>
        <w:t>10</w:t>
      </w:r>
      <w:r w:rsidRPr="008C6DE4">
        <w:t>.1.5.1</w:t>
      </w:r>
      <w:r w:rsidRPr="008C6DE4">
        <w:rPr>
          <w:lang w:eastAsia="zh-CN"/>
        </w:rPr>
        <w:t>.2</w:t>
      </w:r>
      <w:r w:rsidRPr="008C6DE4">
        <w:rPr>
          <w:rFonts w:cs="v4.2.0"/>
        </w:rPr>
        <w:t>-1 are valid under the following conditions:</w:t>
      </w:r>
    </w:p>
    <w:p w14:paraId="0270E4CC" w14:textId="77777777" w:rsidR="001F5A79" w:rsidRPr="008C6DE4" w:rsidRDefault="001F5A79" w:rsidP="001F5A79">
      <w:pPr>
        <w:ind w:left="568" w:hanging="284"/>
        <w:rPr>
          <w:lang w:eastAsia="zh-CN"/>
        </w:rPr>
      </w:pPr>
      <w:r w:rsidRPr="008C6DE4">
        <w:t>-</w:t>
      </w:r>
      <w:r w:rsidRPr="008C6DE4">
        <w:tab/>
        <w:t>Conditions defined in 38.101-2 [19] Clause 7.3 for reference sensitivity are fulfilled.</w:t>
      </w:r>
    </w:p>
    <w:p w14:paraId="40061E88" w14:textId="77777777" w:rsidR="001F5A79" w:rsidRPr="008C6DE4" w:rsidRDefault="001F5A79" w:rsidP="001F5A79">
      <w:pPr>
        <w:ind w:left="568" w:hanging="284"/>
        <w:rPr>
          <w:lang w:eastAsia="zh-CN"/>
        </w:rPr>
      </w:pPr>
      <w:r w:rsidRPr="008C6DE4">
        <w:t>-</w:t>
      </w:r>
      <w:r w:rsidRPr="008C6DE4">
        <w:tab/>
        <w:t xml:space="preserve">Conditions for inter-frequency measurements are fulfilled according to Annex B.2.3 for a corresponding Band </w:t>
      </w:r>
      <w:r w:rsidRPr="008C6DE4">
        <w:rPr>
          <w:rFonts w:cs="v4.2.0"/>
          <w:lang w:eastAsia="ko-KR"/>
        </w:rPr>
        <w:t>for each relevant SSB</w:t>
      </w:r>
      <w:r w:rsidRPr="008C6DE4">
        <w:t>.</w:t>
      </w:r>
    </w:p>
    <w:p w14:paraId="45CE18A1" w14:textId="77777777" w:rsidR="001F5A79" w:rsidRPr="008C6DE4" w:rsidRDefault="001F5A79" w:rsidP="001F5A79">
      <w:pPr>
        <w:ind w:left="568" w:hanging="284"/>
      </w:pPr>
      <w:r w:rsidRPr="008C6DE4">
        <w:t>-</w:t>
      </w:r>
      <w:r w:rsidRPr="008C6DE4">
        <w:tab/>
        <w:t>|SSB_RP1</w:t>
      </w:r>
      <w:r w:rsidRPr="008C6DE4">
        <w:rPr>
          <w:vertAlign w:val="subscript"/>
        </w:rPr>
        <w:t>dBm</w:t>
      </w:r>
      <w:r w:rsidRPr="008C6DE4">
        <w:t xml:space="preserve"> - SSB_RP2</w:t>
      </w:r>
      <w:r w:rsidRPr="008C6DE4">
        <w:rPr>
          <w:vertAlign w:val="subscript"/>
        </w:rPr>
        <w:t>dBm</w:t>
      </w:r>
      <w:r w:rsidRPr="008C6DE4">
        <w:t xml:space="preserve">| </w:t>
      </w:r>
      <w:r w:rsidRPr="008C6DE4">
        <w:rPr>
          <w:rFonts w:hint="eastAsia"/>
        </w:rPr>
        <w:t>≤</w:t>
      </w:r>
      <w:r w:rsidRPr="008C6DE4">
        <w:t xml:space="preserve"> 27dB</w:t>
      </w:r>
    </w:p>
    <w:p w14:paraId="0E93C570" w14:textId="77777777" w:rsidR="001F5A79" w:rsidRPr="008C6DE4" w:rsidRDefault="001F5A79" w:rsidP="001F5A79">
      <w:pPr>
        <w:ind w:left="568" w:hanging="284"/>
        <w:rPr>
          <w:lang w:eastAsia="zh-CN"/>
        </w:rPr>
      </w:pPr>
      <w:r w:rsidRPr="008C6DE4">
        <w:t>-</w:t>
      </w:r>
      <w:r w:rsidRPr="008C6DE4">
        <w:tab/>
        <w:t xml:space="preserve">| Channel 1_Io </w:t>
      </w:r>
      <w:r w:rsidRPr="008C6DE4">
        <w:noBreakHyphen/>
        <w:t xml:space="preserve">Channel 2_Io | </w:t>
      </w:r>
      <w:r w:rsidRPr="008C6DE4">
        <w:sym w:font="Symbol" w:char="F0A3"/>
      </w:r>
      <w:r w:rsidRPr="008C6DE4">
        <w:t xml:space="preserve"> 20 dB</w:t>
      </w:r>
    </w:p>
    <w:p w14:paraId="560A1135" w14:textId="77777777" w:rsidR="001F5A79" w:rsidRPr="008C6DE4" w:rsidRDefault="001F5A79" w:rsidP="001F5A79">
      <w:pPr>
        <w:ind w:left="568" w:hanging="284"/>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5B430EF2" w14:textId="77777777" w:rsidR="001F5A79" w:rsidRPr="008C6DE4" w:rsidRDefault="001F5A79" w:rsidP="001F5A79">
      <w:pPr>
        <w:keepNext/>
        <w:keepLines/>
        <w:spacing w:before="60"/>
        <w:jc w:val="center"/>
      </w:pPr>
      <w:r w:rsidRPr="008C6DE4">
        <w:rPr>
          <w:rFonts w:ascii="Arial" w:hAnsi="Arial"/>
          <w:b/>
        </w:rPr>
        <w:t xml:space="preserve">Table </w:t>
      </w:r>
      <w:r w:rsidRPr="008C6DE4">
        <w:rPr>
          <w:rFonts w:ascii="Arial" w:hAnsi="Arial"/>
          <w:b/>
          <w:lang w:eastAsia="zh-CN"/>
        </w:rPr>
        <w:t>10.1.5.1.2</w:t>
      </w:r>
      <w:r w:rsidRPr="008C6DE4">
        <w:rPr>
          <w:rFonts w:ascii="Arial" w:hAnsi="Arial"/>
          <w:b/>
        </w:rPr>
        <w:t xml:space="preserve">-1: </w:t>
      </w:r>
      <w:r w:rsidRPr="008C6DE4">
        <w:rPr>
          <w:rFonts w:ascii="Arial" w:hAnsi="Arial"/>
          <w:b/>
          <w:lang w:eastAsia="zh-CN"/>
        </w:rPr>
        <w:t>SS-RSRP</w:t>
      </w:r>
      <w:r w:rsidRPr="008C6DE4">
        <w:rPr>
          <w:rFonts w:ascii="Arial" w:hAnsi="Arial"/>
          <w:b/>
        </w:rPr>
        <w:t xml:space="preserve"> Inter frequency relative accuracy in FR2</w:t>
      </w:r>
    </w:p>
    <w:tbl>
      <w:tblPr>
        <w:tblW w:w="7019" w:type="dxa"/>
        <w:jc w:val="center"/>
        <w:tblLook w:val="01E0" w:firstRow="1" w:lastRow="1" w:firstColumn="1" w:lastColumn="1" w:noHBand="0" w:noVBand="0"/>
      </w:tblPr>
      <w:tblGrid>
        <w:gridCol w:w="1030"/>
        <w:gridCol w:w="1029"/>
        <w:gridCol w:w="1029"/>
        <w:gridCol w:w="1224"/>
        <w:gridCol w:w="1224"/>
        <w:gridCol w:w="1483"/>
      </w:tblGrid>
      <w:tr w:rsidR="00DD3199" w:rsidRPr="008C6DE4" w14:paraId="7A0261E9" w14:textId="77777777" w:rsidTr="00DF3064">
        <w:trPr>
          <w:jc w:val="center"/>
        </w:trPr>
        <w:tc>
          <w:tcPr>
            <w:tcW w:w="2059" w:type="dxa"/>
            <w:gridSpan w:val="2"/>
            <w:tcBorders>
              <w:top w:val="single" w:sz="6" w:space="0" w:color="auto"/>
              <w:left w:val="single" w:sz="4" w:space="0" w:color="auto"/>
              <w:right w:val="single" w:sz="6" w:space="0" w:color="auto"/>
            </w:tcBorders>
            <w:shd w:val="clear" w:color="auto" w:fill="auto"/>
            <w:vAlign w:val="center"/>
          </w:tcPr>
          <w:p w14:paraId="36A13AF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4960" w:type="dxa"/>
            <w:gridSpan w:val="4"/>
            <w:tcBorders>
              <w:top w:val="single" w:sz="6" w:space="0" w:color="auto"/>
              <w:left w:val="single" w:sz="4" w:space="0" w:color="auto"/>
              <w:right w:val="single" w:sz="4" w:space="0" w:color="auto"/>
            </w:tcBorders>
            <w:vAlign w:val="center"/>
          </w:tcPr>
          <w:p w14:paraId="625F385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0382EADD" w14:textId="77777777" w:rsidTr="00DF3064">
        <w:trPr>
          <w:jc w:val="center"/>
        </w:trPr>
        <w:tc>
          <w:tcPr>
            <w:tcW w:w="1030" w:type="dxa"/>
            <w:vMerge w:val="restart"/>
            <w:tcBorders>
              <w:top w:val="single" w:sz="6" w:space="0" w:color="auto"/>
              <w:left w:val="single" w:sz="4" w:space="0" w:color="auto"/>
              <w:right w:val="single" w:sz="6" w:space="0" w:color="auto"/>
            </w:tcBorders>
            <w:shd w:val="clear" w:color="auto" w:fill="auto"/>
            <w:vAlign w:val="center"/>
          </w:tcPr>
          <w:p w14:paraId="487319D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029" w:type="dxa"/>
            <w:vMerge w:val="restart"/>
            <w:tcBorders>
              <w:top w:val="single" w:sz="6" w:space="0" w:color="auto"/>
              <w:left w:val="single" w:sz="6" w:space="0" w:color="auto"/>
              <w:right w:val="single" w:sz="6" w:space="0" w:color="auto"/>
            </w:tcBorders>
            <w:shd w:val="clear" w:color="auto" w:fill="auto"/>
            <w:vAlign w:val="center"/>
          </w:tcPr>
          <w:p w14:paraId="02B2F9B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029" w:type="dxa"/>
            <w:vMerge w:val="restart"/>
            <w:tcBorders>
              <w:top w:val="single" w:sz="6" w:space="0" w:color="auto"/>
              <w:left w:val="single" w:sz="4" w:space="0" w:color="auto"/>
              <w:right w:val="single" w:sz="4" w:space="0" w:color="auto"/>
            </w:tcBorders>
          </w:tcPr>
          <w:p w14:paraId="2721B1B3"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SSB Ês/Iot</w:t>
            </w:r>
          </w:p>
        </w:tc>
        <w:tc>
          <w:tcPr>
            <w:tcW w:w="3931" w:type="dxa"/>
            <w:gridSpan w:val="3"/>
            <w:tcBorders>
              <w:top w:val="single" w:sz="6" w:space="0" w:color="auto"/>
              <w:left w:val="single" w:sz="4" w:space="0" w:color="auto"/>
              <w:bottom w:val="single" w:sz="6" w:space="0" w:color="auto"/>
              <w:right w:val="single" w:sz="4" w:space="0" w:color="auto"/>
            </w:tcBorders>
            <w:shd w:val="clear" w:color="auto" w:fill="auto"/>
            <w:vAlign w:val="center"/>
          </w:tcPr>
          <w:p w14:paraId="52AAF4E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2</w:t>
            </w:r>
            <w:r w:rsidRPr="008C6DE4">
              <w:rPr>
                <w:rFonts w:ascii="Arial" w:hAnsi="Arial"/>
                <w:b/>
                <w:sz w:val="18"/>
              </w:rPr>
              <w:t xml:space="preserve"> range</w:t>
            </w:r>
          </w:p>
        </w:tc>
      </w:tr>
      <w:tr w:rsidR="00DD3199" w:rsidRPr="008C6DE4" w14:paraId="21EA0943" w14:textId="77777777" w:rsidTr="00DF3064">
        <w:trPr>
          <w:jc w:val="center"/>
        </w:trPr>
        <w:tc>
          <w:tcPr>
            <w:tcW w:w="1030" w:type="dxa"/>
            <w:vMerge/>
            <w:tcBorders>
              <w:left w:val="single" w:sz="4" w:space="0" w:color="auto"/>
              <w:right w:val="single" w:sz="6" w:space="0" w:color="auto"/>
            </w:tcBorders>
            <w:shd w:val="clear" w:color="auto" w:fill="auto"/>
            <w:vAlign w:val="center"/>
          </w:tcPr>
          <w:p w14:paraId="5078CDB1" w14:textId="77777777" w:rsidR="001F5A79" w:rsidRPr="008C6DE4" w:rsidRDefault="001F5A79" w:rsidP="00DF3064">
            <w:pPr>
              <w:keepNext/>
              <w:keepLines/>
              <w:spacing w:after="0"/>
              <w:jc w:val="center"/>
              <w:rPr>
                <w:rFonts w:ascii="Arial" w:hAnsi="Arial"/>
                <w:b/>
                <w:sz w:val="18"/>
              </w:rPr>
            </w:pPr>
          </w:p>
        </w:tc>
        <w:tc>
          <w:tcPr>
            <w:tcW w:w="1029" w:type="dxa"/>
            <w:vMerge/>
            <w:tcBorders>
              <w:left w:val="single" w:sz="6" w:space="0" w:color="auto"/>
              <w:right w:val="single" w:sz="6" w:space="0" w:color="auto"/>
            </w:tcBorders>
            <w:shd w:val="clear" w:color="auto" w:fill="auto"/>
            <w:vAlign w:val="center"/>
          </w:tcPr>
          <w:p w14:paraId="4577DBFD" w14:textId="77777777" w:rsidR="001F5A79" w:rsidRPr="008C6DE4" w:rsidRDefault="001F5A79" w:rsidP="00DF3064">
            <w:pPr>
              <w:keepNext/>
              <w:keepLines/>
              <w:spacing w:after="0"/>
              <w:jc w:val="center"/>
              <w:rPr>
                <w:rFonts w:ascii="Arial" w:hAnsi="Arial"/>
                <w:b/>
                <w:sz w:val="18"/>
              </w:rPr>
            </w:pPr>
          </w:p>
        </w:tc>
        <w:tc>
          <w:tcPr>
            <w:tcW w:w="1029" w:type="dxa"/>
            <w:vMerge/>
            <w:tcBorders>
              <w:left w:val="single" w:sz="4" w:space="0" w:color="auto"/>
              <w:right w:val="single" w:sz="4" w:space="0" w:color="auto"/>
            </w:tcBorders>
            <w:vAlign w:val="center"/>
          </w:tcPr>
          <w:p w14:paraId="223F46D6" w14:textId="77777777" w:rsidR="001F5A79" w:rsidRPr="008C6DE4" w:rsidRDefault="001F5A79" w:rsidP="00DF3064">
            <w:pPr>
              <w:keepNext/>
              <w:keepLines/>
              <w:spacing w:after="0"/>
              <w:jc w:val="center"/>
              <w:rPr>
                <w:rFonts w:ascii="Arial" w:hAnsi="Arial"/>
                <w:b/>
                <w:sz w:val="18"/>
              </w:rPr>
            </w:pPr>
          </w:p>
        </w:tc>
        <w:tc>
          <w:tcPr>
            <w:tcW w:w="244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708D55FB"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Minimum Io</w:t>
            </w:r>
          </w:p>
        </w:tc>
        <w:tc>
          <w:tcPr>
            <w:tcW w:w="1483" w:type="dxa"/>
            <w:tcBorders>
              <w:top w:val="single" w:sz="6" w:space="0" w:color="auto"/>
              <w:left w:val="single" w:sz="6" w:space="0" w:color="auto"/>
              <w:right w:val="single" w:sz="4" w:space="0" w:color="auto"/>
            </w:tcBorders>
            <w:shd w:val="clear" w:color="auto" w:fill="auto"/>
            <w:vAlign w:val="center"/>
          </w:tcPr>
          <w:p w14:paraId="7928810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45C0C9D0" w14:textId="77777777" w:rsidTr="00DF3064">
        <w:trPr>
          <w:jc w:val="center"/>
        </w:trPr>
        <w:tc>
          <w:tcPr>
            <w:tcW w:w="1030" w:type="dxa"/>
            <w:vMerge w:val="restart"/>
            <w:tcBorders>
              <w:top w:val="single" w:sz="6" w:space="0" w:color="auto"/>
              <w:left w:val="single" w:sz="4" w:space="0" w:color="auto"/>
              <w:right w:val="single" w:sz="6" w:space="0" w:color="auto"/>
            </w:tcBorders>
            <w:shd w:val="clear" w:color="auto" w:fill="auto"/>
            <w:vAlign w:val="center"/>
          </w:tcPr>
          <w:p w14:paraId="2A72199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29" w:type="dxa"/>
            <w:vMerge w:val="restart"/>
            <w:tcBorders>
              <w:top w:val="single" w:sz="6" w:space="0" w:color="auto"/>
              <w:left w:val="single" w:sz="6" w:space="0" w:color="auto"/>
              <w:right w:val="single" w:sz="6" w:space="0" w:color="auto"/>
            </w:tcBorders>
            <w:shd w:val="clear" w:color="auto" w:fill="auto"/>
            <w:vAlign w:val="center"/>
          </w:tcPr>
          <w:p w14:paraId="764CB64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29" w:type="dxa"/>
            <w:vMerge w:val="restart"/>
            <w:tcBorders>
              <w:top w:val="single" w:sz="6" w:space="0" w:color="auto"/>
              <w:left w:val="single" w:sz="4" w:space="0" w:color="auto"/>
              <w:right w:val="single" w:sz="4" w:space="0" w:color="auto"/>
            </w:tcBorders>
            <w:vAlign w:val="center"/>
          </w:tcPr>
          <w:p w14:paraId="77F9CEBB"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244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457CCF66"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r w:rsidRPr="008C6DE4">
              <w:rPr>
                <w:rFonts w:ascii="Arial" w:hAnsi="Arial"/>
                <w:b/>
                <w:sz w:val="18"/>
                <w:vertAlign w:val="superscript"/>
              </w:rPr>
              <w:t xml:space="preserve"> Note 1</w:t>
            </w:r>
          </w:p>
        </w:tc>
        <w:tc>
          <w:tcPr>
            <w:tcW w:w="1483" w:type="dxa"/>
            <w:vMerge w:val="restart"/>
            <w:tcBorders>
              <w:top w:val="single" w:sz="6" w:space="0" w:color="auto"/>
              <w:left w:val="single" w:sz="6" w:space="0" w:color="auto"/>
              <w:right w:val="single" w:sz="4" w:space="0" w:color="auto"/>
            </w:tcBorders>
            <w:shd w:val="clear" w:color="auto" w:fill="auto"/>
            <w:vAlign w:val="center"/>
          </w:tcPr>
          <w:p w14:paraId="602D527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61F2B6BE" w14:textId="77777777" w:rsidTr="00DF3064">
        <w:trPr>
          <w:jc w:val="center"/>
        </w:trPr>
        <w:tc>
          <w:tcPr>
            <w:tcW w:w="1030" w:type="dxa"/>
            <w:vMerge/>
            <w:tcBorders>
              <w:left w:val="single" w:sz="4" w:space="0" w:color="auto"/>
              <w:bottom w:val="single" w:sz="6" w:space="0" w:color="auto"/>
              <w:right w:val="single" w:sz="6" w:space="0" w:color="auto"/>
            </w:tcBorders>
            <w:shd w:val="clear" w:color="auto" w:fill="auto"/>
            <w:vAlign w:val="center"/>
          </w:tcPr>
          <w:p w14:paraId="100B07B5" w14:textId="77777777" w:rsidR="001F5A79" w:rsidRPr="008C6DE4" w:rsidRDefault="001F5A79" w:rsidP="00DF3064">
            <w:pPr>
              <w:keepNext/>
              <w:keepLines/>
              <w:spacing w:after="0"/>
              <w:jc w:val="center"/>
              <w:rPr>
                <w:rFonts w:ascii="Arial" w:hAnsi="Arial"/>
                <w:b/>
                <w:sz w:val="18"/>
              </w:rPr>
            </w:pPr>
          </w:p>
        </w:tc>
        <w:tc>
          <w:tcPr>
            <w:tcW w:w="1029" w:type="dxa"/>
            <w:vMerge/>
            <w:tcBorders>
              <w:left w:val="single" w:sz="6" w:space="0" w:color="auto"/>
              <w:bottom w:val="single" w:sz="6" w:space="0" w:color="auto"/>
              <w:right w:val="single" w:sz="6" w:space="0" w:color="auto"/>
            </w:tcBorders>
            <w:shd w:val="clear" w:color="auto" w:fill="auto"/>
            <w:vAlign w:val="center"/>
          </w:tcPr>
          <w:p w14:paraId="123367C0" w14:textId="77777777" w:rsidR="001F5A79" w:rsidRPr="008C6DE4" w:rsidRDefault="001F5A79" w:rsidP="00DF3064">
            <w:pPr>
              <w:keepNext/>
              <w:keepLines/>
              <w:spacing w:after="0"/>
              <w:jc w:val="center"/>
              <w:rPr>
                <w:rFonts w:ascii="Arial" w:hAnsi="Arial"/>
                <w:b/>
                <w:sz w:val="18"/>
              </w:rPr>
            </w:pPr>
          </w:p>
        </w:tc>
        <w:tc>
          <w:tcPr>
            <w:tcW w:w="1029" w:type="dxa"/>
            <w:vMerge/>
            <w:tcBorders>
              <w:left w:val="single" w:sz="4" w:space="0" w:color="auto"/>
              <w:bottom w:val="single" w:sz="6" w:space="0" w:color="auto"/>
              <w:right w:val="single" w:sz="4" w:space="0" w:color="auto"/>
            </w:tcBorders>
          </w:tcPr>
          <w:p w14:paraId="591FDEAE" w14:textId="77777777" w:rsidR="001F5A79" w:rsidRPr="008C6DE4" w:rsidRDefault="001F5A79" w:rsidP="00DF3064">
            <w:pPr>
              <w:keepNext/>
              <w:keepLines/>
              <w:spacing w:after="0"/>
              <w:jc w:val="center"/>
              <w:rPr>
                <w:rFonts w:ascii="Arial" w:hAnsi="Arial"/>
                <w:b/>
                <w:sz w:val="18"/>
              </w:rPr>
            </w:pPr>
          </w:p>
        </w:tc>
        <w:tc>
          <w:tcPr>
            <w:tcW w:w="1224" w:type="dxa"/>
            <w:tcBorders>
              <w:top w:val="single" w:sz="6" w:space="0" w:color="auto"/>
              <w:left w:val="single" w:sz="4" w:space="0" w:color="auto"/>
              <w:bottom w:val="single" w:sz="6" w:space="0" w:color="auto"/>
              <w:right w:val="single" w:sz="6" w:space="0" w:color="auto"/>
            </w:tcBorders>
            <w:shd w:val="clear" w:color="auto" w:fill="auto"/>
            <w:vAlign w:val="center"/>
          </w:tcPr>
          <w:p w14:paraId="36AEA05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120kHz</w:t>
            </w:r>
          </w:p>
        </w:tc>
        <w:tc>
          <w:tcPr>
            <w:tcW w:w="1224" w:type="dxa"/>
            <w:tcBorders>
              <w:top w:val="single" w:sz="6" w:space="0" w:color="auto"/>
              <w:left w:val="single" w:sz="4" w:space="0" w:color="auto"/>
              <w:bottom w:val="single" w:sz="6" w:space="0" w:color="auto"/>
              <w:right w:val="single" w:sz="6" w:space="0" w:color="auto"/>
            </w:tcBorders>
            <w:shd w:val="clear" w:color="auto" w:fill="auto"/>
            <w:vAlign w:val="center"/>
          </w:tcPr>
          <w:p w14:paraId="6448F48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240kHz</w:t>
            </w:r>
          </w:p>
        </w:tc>
        <w:tc>
          <w:tcPr>
            <w:tcW w:w="1483" w:type="dxa"/>
            <w:vMerge/>
            <w:tcBorders>
              <w:left w:val="single" w:sz="6" w:space="0" w:color="auto"/>
              <w:bottom w:val="single" w:sz="6" w:space="0" w:color="auto"/>
              <w:right w:val="single" w:sz="4" w:space="0" w:color="auto"/>
            </w:tcBorders>
            <w:shd w:val="clear" w:color="auto" w:fill="auto"/>
            <w:vAlign w:val="center"/>
          </w:tcPr>
          <w:p w14:paraId="5DD8D1BA" w14:textId="77777777" w:rsidR="001F5A79" w:rsidRPr="008C6DE4" w:rsidRDefault="001F5A79" w:rsidP="00DF3064">
            <w:pPr>
              <w:keepNext/>
              <w:keepLines/>
              <w:spacing w:after="0"/>
              <w:jc w:val="center"/>
              <w:rPr>
                <w:rFonts w:ascii="Arial" w:hAnsi="Arial"/>
                <w:b/>
                <w:sz w:val="18"/>
              </w:rPr>
            </w:pPr>
          </w:p>
        </w:tc>
      </w:tr>
      <w:tr w:rsidR="00DD3199" w:rsidRPr="008C6DE4" w14:paraId="30800DF4" w14:textId="77777777" w:rsidTr="00DF3064">
        <w:trPr>
          <w:jc w:val="center"/>
        </w:trPr>
        <w:tc>
          <w:tcPr>
            <w:tcW w:w="1030" w:type="dxa"/>
            <w:tcBorders>
              <w:top w:val="single" w:sz="6" w:space="0" w:color="auto"/>
              <w:left w:val="single" w:sz="4" w:space="0" w:color="auto"/>
              <w:bottom w:val="single" w:sz="6" w:space="0" w:color="auto"/>
              <w:right w:val="single" w:sz="6" w:space="0" w:color="auto"/>
            </w:tcBorders>
            <w:shd w:val="clear" w:color="auto" w:fill="auto"/>
            <w:vAlign w:val="center"/>
          </w:tcPr>
          <w:p w14:paraId="37597FA0"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6</w:t>
            </w:r>
          </w:p>
        </w:tc>
        <w:tc>
          <w:tcPr>
            <w:tcW w:w="1029" w:type="dxa"/>
            <w:tcBorders>
              <w:top w:val="single" w:sz="6" w:space="0" w:color="auto"/>
              <w:left w:val="single" w:sz="6" w:space="0" w:color="auto"/>
              <w:bottom w:val="single" w:sz="6" w:space="0" w:color="auto"/>
              <w:right w:val="single" w:sz="6" w:space="0" w:color="auto"/>
            </w:tcBorders>
            <w:shd w:val="clear" w:color="auto" w:fill="auto"/>
            <w:vAlign w:val="center"/>
          </w:tcPr>
          <w:p w14:paraId="7F81E67A"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9</w:t>
            </w:r>
          </w:p>
        </w:tc>
        <w:tc>
          <w:tcPr>
            <w:tcW w:w="1029" w:type="dxa"/>
            <w:tcBorders>
              <w:top w:val="single" w:sz="6" w:space="0" w:color="auto"/>
              <w:left w:val="single" w:sz="4" w:space="0" w:color="auto"/>
              <w:bottom w:val="single" w:sz="6" w:space="0" w:color="auto"/>
              <w:right w:val="single" w:sz="4" w:space="0" w:color="auto"/>
            </w:tcBorders>
            <w:vAlign w:val="center"/>
          </w:tcPr>
          <w:p w14:paraId="3573CFDB"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≥-4</w:t>
            </w:r>
          </w:p>
        </w:tc>
        <w:tc>
          <w:tcPr>
            <w:tcW w:w="244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36F9D003" w14:textId="77777777" w:rsidR="001F5A79" w:rsidRPr="008C6DE4" w:rsidRDefault="001F5A79" w:rsidP="00DF3064">
            <w:pPr>
              <w:keepNext/>
              <w:keepLines/>
              <w:spacing w:after="0"/>
              <w:jc w:val="center"/>
              <w:rPr>
                <w:rFonts w:ascii="Arial" w:eastAsia="Yu Mincho" w:hAnsi="Arial"/>
                <w:sz w:val="18"/>
                <w:lang w:eastAsia="ja-JP"/>
              </w:rPr>
            </w:pPr>
            <w:r w:rsidRPr="008C6DE4">
              <w:rPr>
                <w:rFonts w:ascii="Arial" w:hAnsi="Arial"/>
                <w:sz w:val="18"/>
              </w:rPr>
              <w:t>Same value as SSB_RP in Table B.2.3-2, according to UE Power class, operating band and angle of arrival</w:t>
            </w:r>
          </w:p>
        </w:tc>
        <w:tc>
          <w:tcPr>
            <w:tcW w:w="1483" w:type="dxa"/>
            <w:tcBorders>
              <w:top w:val="single" w:sz="6" w:space="0" w:color="auto"/>
              <w:left w:val="single" w:sz="6" w:space="0" w:color="auto"/>
              <w:bottom w:val="single" w:sz="6" w:space="0" w:color="auto"/>
              <w:right w:val="single" w:sz="4" w:space="0" w:color="auto"/>
            </w:tcBorders>
            <w:shd w:val="clear" w:color="auto" w:fill="auto"/>
            <w:vAlign w:val="center"/>
          </w:tcPr>
          <w:p w14:paraId="28ADD98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1F5A79" w:rsidRPr="008C6DE4" w14:paraId="354F348A" w14:textId="77777777" w:rsidTr="00DF3064">
        <w:trPr>
          <w:jc w:val="center"/>
        </w:trPr>
        <w:tc>
          <w:tcPr>
            <w:tcW w:w="7019" w:type="dxa"/>
            <w:gridSpan w:val="6"/>
            <w:tcBorders>
              <w:top w:val="single" w:sz="6" w:space="0" w:color="auto"/>
              <w:left w:val="single" w:sz="4" w:space="0" w:color="auto"/>
              <w:bottom w:val="single" w:sz="4" w:space="0" w:color="auto"/>
              <w:right w:val="single" w:sz="4" w:space="0" w:color="auto"/>
            </w:tcBorders>
            <w:shd w:val="clear" w:color="auto" w:fill="auto"/>
            <w:vAlign w:val="center"/>
          </w:tcPr>
          <w:p w14:paraId="3BA41CA9"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Values based on Refsens and EIS spherical coverage as defined in clauses 7.3.2 and 7.3.4 of TS 38.101-2 [19]. Applicable side condition selected depending on angle of arrival.</w:t>
            </w:r>
          </w:p>
          <w:p w14:paraId="21EC6320"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2:</w:t>
            </w:r>
            <w:r w:rsidRPr="008C6DE4">
              <w:rPr>
                <w:rFonts w:ascii="Arial" w:hAnsi="Arial"/>
                <w:sz w:val="18"/>
              </w:rPr>
              <w:tab/>
            </w:r>
            <w:r w:rsidRPr="008C6DE4">
              <w:rPr>
                <w:rFonts w:ascii="Arial" w:eastAsia="MS Mincho" w:hAnsi="Arial"/>
                <w:sz w:val="18"/>
              </w:rPr>
              <w:t>Io specified at the Reference point, and assumed to have constant EPRE across the bandwidth</w:t>
            </w:r>
            <w:r w:rsidRPr="008C6DE4">
              <w:rPr>
                <w:rFonts w:ascii="Arial" w:hAnsi="Arial"/>
                <w:sz w:val="18"/>
              </w:rPr>
              <w:t>.</w:t>
            </w:r>
          </w:p>
          <w:p w14:paraId="04A39367"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 xml:space="preserve">In the test cases, the SSB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p w14:paraId="125A828E"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4:</w:t>
            </w:r>
            <w:r w:rsidRPr="008C6DE4">
              <w:rPr>
                <w:rFonts w:ascii="Arial" w:hAnsi="Arial"/>
                <w:sz w:val="18"/>
              </w:rPr>
              <w:tab/>
              <w:t>The parameter SSB Ês/Iot is the minimum SSB Ês/Iot of the pair of cells to which the requirement applies.</w:t>
            </w:r>
          </w:p>
        </w:tc>
      </w:tr>
    </w:tbl>
    <w:p w14:paraId="3A9F5964" w14:textId="77777777" w:rsidR="001F5A79" w:rsidRPr="008C6DE4" w:rsidRDefault="001F5A79" w:rsidP="001F5A79"/>
    <w:p w14:paraId="0E352134" w14:textId="6F9C9464" w:rsidR="001F5A79" w:rsidRDefault="001F5A79" w:rsidP="0048284E">
      <w:pPr>
        <w:pStyle w:val="Heading4"/>
        <w:rPr>
          <w:lang w:val="en-US"/>
        </w:rPr>
      </w:pPr>
      <w:r w:rsidRPr="008C6DE4">
        <w:rPr>
          <w:lang w:val="en-US"/>
        </w:rPr>
        <w:t>1</w:t>
      </w:r>
      <w:r w:rsidR="0048284E" w:rsidRPr="008C6DE4">
        <w:rPr>
          <w:lang w:val="en-US"/>
        </w:rPr>
        <w:t>0.1.5.2</w:t>
      </w:r>
      <w:r w:rsidRPr="008C6DE4">
        <w:rPr>
          <w:lang w:val="en-US"/>
        </w:rPr>
        <w:tab/>
        <w:t>Void</w:t>
      </w:r>
    </w:p>
    <w:p w14:paraId="2ADD7BB2" w14:textId="77777777" w:rsidR="00A710E8" w:rsidRPr="008C6DE4" w:rsidRDefault="00A710E8" w:rsidP="00A710E8">
      <w:pPr>
        <w:pStyle w:val="Heading3"/>
      </w:pPr>
      <w:bookmarkStart w:id="207" w:name="_Hlk517166845"/>
      <w:r w:rsidRPr="008C6DE4">
        <w:rPr>
          <w:lang w:val="en-US"/>
        </w:rPr>
        <w:t>10.1.6</w:t>
      </w:r>
      <w:r w:rsidRPr="008C6DE4">
        <w:rPr>
          <w:lang w:val="en-US"/>
        </w:rPr>
        <w:tab/>
      </w:r>
      <w:r w:rsidRPr="008C6DE4">
        <w:t>RSRP Measurement Report Mapping</w:t>
      </w:r>
    </w:p>
    <w:p w14:paraId="08BC007A" w14:textId="21E1C5E2" w:rsidR="001F5A79" w:rsidRPr="008C6DE4" w:rsidRDefault="001F5A79" w:rsidP="001F5A79">
      <w:pPr>
        <w:rPr>
          <w:rFonts w:cs="v4.2.0"/>
        </w:rPr>
      </w:pPr>
      <w:r w:rsidRPr="008C6DE4">
        <w:rPr>
          <w:rFonts w:cs="v4.2.0"/>
        </w:rPr>
        <w:t>The reporting range of SS-RSRP for L3 reporting is defined from -1</w:t>
      </w:r>
      <w:r w:rsidRPr="008C6DE4">
        <w:rPr>
          <w:rFonts w:cs="v4.2.0"/>
          <w:lang w:eastAsia="zh-CN"/>
        </w:rPr>
        <w:t>56</w:t>
      </w:r>
      <w:r w:rsidRPr="008C6DE4">
        <w:rPr>
          <w:rFonts w:cs="v4.2.0"/>
        </w:rPr>
        <w:t xml:space="preserve"> dBm to -31 dBm with 1 dB resolution. The reporting range of SS-RSRP and CSI-RSRP for L1 reporting is defined from -140 to -44 dBm with 1 dB resolution.</w:t>
      </w:r>
    </w:p>
    <w:p w14:paraId="2F6AF5CE" w14:textId="77777777" w:rsidR="001F5A79" w:rsidRPr="008C6DE4" w:rsidRDefault="001F5A79" w:rsidP="001F5A79">
      <w:pPr>
        <w:rPr>
          <w:rFonts w:cs="v4.2.0"/>
        </w:rPr>
      </w:pPr>
      <w:r w:rsidRPr="008C6DE4">
        <w:rPr>
          <w:rFonts w:cs="v4.2.0"/>
        </w:rPr>
        <w:t>The mapping of measured quantity is defined in Table 10.1.6.1-1. The range in the signalling may be larger than the guaranteed accuracy range.</w:t>
      </w:r>
    </w:p>
    <w:p w14:paraId="35649D21" w14:textId="77777777" w:rsidR="001F5A79" w:rsidRPr="008C6DE4" w:rsidRDefault="001F5A79" w:rsidP="001F5A79">
      <w:pPr>
        <w:rPr>
          <w:rFonts w:cs="v4.2.0"/>
        </w:rPr>
      </w:pPr>
      <w:r w:rsidRPr="008C6DE4">
        <w:rPr>
          <w:rFonts w:cs="v4.2.0"/>
        </w:rPr>
        <w:t>The reporting range of differential SS-RSRP and CSI-RSRP for L1 reporting is defined from 0 dBm to -30 dB with 2 dB resolution.</w:t>
      </w:r>
    </w:p>
    <w:p w14:paraId="6FECC4CA" w14:textId="77777777" w:rsidR="001F5A79" w:rsidRPr="008C6DE4" w:rsidRDefault="001F5A79" w:rsidP="001F5A79">
      <w:pPr>
        <w:rPr>
          <w:rFonts w:cs="v4.2.0"/>
        </w:rPr>
      </w:pPr>
      <w:r w:rsidRPr="008C6DE4">
        <w:rPr>
          <w:rFonts w:cs="v4.2.0"/>
        </w:rPr>
        <w:t>The mapping of measured quantity is defined in Table 10.1.6.1-2. The range in the signalling may be larger than the guaranteed accuracy range.</w:t>
      </w:r>
    </w:p>
    <w:p w14:paraId="6946765C" w14:textId="77777777" w:rsidR="001F5A79" w:rsidRPr="008C6DE4" w:rsidRDefault="001F5A79" w:rsidP="001F5A79">
      <w:pPr>
        <w:keepNext/>
        <w:keepLines/>
        <w:spacing w:before="60"/>
        <w:jc w:val="center"/>
        <w:rPr>
          <w:rFonts w:ascii="Arial" w:hAnsi="Arial"/>
          <w:b/>
        </w:rPr>
      </w:pPr>
      <w:r w:rsidRPr="008C6DE4">
        <w:rPr>
          <w:rFonts w:ascii="Arial" w:hAnsi="Arial"/>
          <w:b/>
        </w:rPr>
        <w:t>Table 10.1.6.1-1: SS-RSRP and CSI-RSRP measurement report mapping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0"/>
        <w:gridCol w:w="2154"/>
        <w:gridCol w:w="2268"/>
        <w:gridCol w:w="710"/>
      </w:tblGrid>
      <w:tr w:rsidR="00DD3199" w:rsidRPr="008C6DE4" w14:paraId="25AB6FE6" w14:textId="77777777" w:rsidTr="00DF3064">
        <w:trPr>
          <w:trHeight w:val="300"/>
          <w:jc w:val="center"/>
        </w:trPr>
        <w:tc>
          <w:tcPr>
            <w:tcW w:w="1640" w:type="dxa"/>
            <w:shd w:val="clear" w:color="auto" w:fill="auto"/>
            <w:noWrap/>
            <w:hideMark/>
          </w:tcPr>
          <w:p w14:paraId="4F37A6B9" w14:textId="77777777" w:rsidR="001F5A79" w:rsidRPr="008C6DE4" w:rsidRDefault="001F5A79" w:rsidP="00DF3064">
            <w:pPr>
              <w:keepNext/>
              <w:keepLines/>
              <w:spacing w:after="0"/>
              <w:jc w:val="center"/>
              <w:rPr>
                <w:rFonts w:ascii="Arial" w:hAnsi="Arial"/>
                <w:b/>
                <w:sz w:val="18"/>
                <w:lang w:eastAsia="ko-KR"/>
              </w:rPr>
            </w:pPr>
            <w:r w:rsidRPr="008C6DE4">
              <w:rPr>
                <w:rFonts w:ascii="Arial" w:hAnsi="Arial"/>
                <w:b/>
                <w:sz w:val="18"/>
                <w:lang w:eastAsia="ko-KR"/>
              </w:rPr>
              <w:t>Reported value</w:t>
            </w:r>
          </w:p>
        </w:tc>
        <w:tc>
          <w:tcPr>
            <w:tcW w:w="2154" w:type="dxa"/>
            <w:shd w:val="clear" w:color="auto" w:fill="auto"/>
            <w:noWrap/>
            <w:hideMark/>
          </w:tcPr>
          <w:p w14:paraId="2503F85A" w14:textId="77777777" w:rsidR="001F5A79" w:rsidRPr="008C6DE4" w:rsidRDefault="001F5A79" w:rsidP="00DF3064">
            <w:pPr>
              <w:keepNext/>
              <w:keepLines/>
              <w:spacing w:after="0"/>
              <w:jc w:val="center"/>
              <w:rPr>
                <w:rFonts w:ascii="Arial" w:hAnsi="Arial"/>
                <w:b/>
                <w:sz w:val="18"/>
                <w:lang w:eastAsia="ko-KR"/>
              </w:rPr>
            </w:pPr>
            <w:r w:rsidRPr="008C6DE4">
              <w:rPr>
                <w:rFonts w:ascii="Arial" w:hAnsi="Arial"/>
                <w:b/>
                <w:sz w:val="18"/>
                <w:lang w:eastAsia="ko-KR"/>
              </w:rPr>
              <w:t>Measured quantity value (L3 SS-RSRP)</w:t>
            </w:r>
          </w:p>
        </w:tc>
        <w:tc>
          <w:tcPr>
            <w:tcW w:w="2268" w:type="dxa"/>
          </w:tcPr>
          <w:p w14:paraId="245B52D0" w14:textId="77777777" w:rsidR="001F5A79" w:rsidRPr="008C6DE4" w:rsidRDefault="001F5A79" w:rsidP="00DF3064">
            <w:pPr>
              <w:keepNext/>
              <w:keepLines/>
              <w:spacing w:after="0"/>
              <w:jc w:val="center"/>
              <w:rPr>
                <w:rFonts w:ascii="Arial" w:hAnsi="Arial"/>
                <w:b/>
                <w:sz w:val="18"/>
                <w:lang w:eastAsia="ko-KR"/>
              </w:rPr>
            </w:pPr>
            <w:r w:rsidRPr="008C6DE4">
              <w:rPr>
                <w:rFonts w:ascii="Arial" w:hAnsi="Arial"/>
                <w:b/>
                <w:sz w:val="18"/>
                <w:lang w:eastAsia="ko-KR"/>
              </w:rPr>
              <w:t>Measured quantity value (L1 SS-RSRP and CSI-RSRP)</w:t>
            </w:r>
          </w:p>
        </w:tc>
        <w:tc>
          <w:tcPr>
            <w:tcW w:w="710" w:type="dxa"/>
            <w:shd w:val="clear" w:color="auto" w:fill="auto"/>
            <w:noWrap/>
            <w:hideMark/>
          </w:tcPr>
          <w:p w14:paraId="5E84BF4A" w14:textId="77777777" w:rsidR="001F5A79" w:rsidRPr="008C6DE4" w:rsidRDefault="001F5A79" w:rsidP="00DF3064">
            <w:pPr>
              <w:keepNext/>
              <w:keepLines/>
              <w:spacing w:after="0"/>
              <w:jc w:val="center"/>
              <w:rPr>
                <w:rFonts w:ascii="Arial" w:hAnsi="Arial"/>
                <w:b/>
                <w:sz w:val="18"/>
                <w:lang w:eastAsia="ko-KR"/>
              </w:rPr>
            </w:pPr>
            <w:r w:rsidRPr="008C6DE4">
              <w:rPr>
                <w:rFonts w:ascii="Arial" w:hAnsi="Arial"/>
                <w:b/>
                <w:sz w:val="18"/>
                <w:lang w:eastAsia="ko-KR"/>
              </w:rPr>
              <w:t>Unit</w:t>
            </w:r>
          </w:p>
        </w:tc>
      </w:tr>
      <w:tr w:rsidR="00DD3199" w:rsidRPr="008C6DE4" w14:paraId="4564982C" w14:textId="77777777" w:rsidTr="00DF3064">
        <w:trPr>
          <w:trHeight w:val="300"/>
          <w:jc w:val="center"/>
        </w:trPr>
        <w:tc>
          <w:tcPr>
            <w:tcW w:w="1640" w:type="dxa"/>
            <w:shd w:val="clear" w:color="auto" w:fill="auto"/>
            <w:noWrap/>
            <w:hideMark/>
          </w:tcPr>
          <w:p w14:paraId="3CF08141"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RSRP_0</w:t>
            </w:r>
          </w:p>
        </w:tc>
        <w:tc>
          <w:tcPr>
            <w:tcW w:w="2154" w:type="dxa"/>
            <w:shd w:val="clear" w:color="auto" w:fill="auto"/>
            <w:noWrap/>
            <w:hideMark/>
          </w:tcPr>
          <w:p w14:paraId="719B6504"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SS-RSRP&lt;-156</w:t>
            </w:r>
          </w:p>
        </w:tc>
        <w:tc>
          <w:tcPr>
            <w:tcW w:w="2268" w:type="dxa"/>
          </w:tcPr>
          <w:p w14:paraId="717F327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37BF6A7A"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410A3A02" w14:textId="77777777" w:rsidTr="00DF3064">
        <w:trPr>
          <w:trHeight w:val="300"/>
          <w:jc w:val="center"/>
        </w:trPr>
        <w:tc>
          <w:tcPr>
            <w:tcW w:w="1640" w:type="dxa"/>
            <w:shd w:val="clear" w:color="auto" w:fill="auto"/>
            <w:noWrap/>
            <w:hideMark/>
          </w:tcPr>
          <w:p w14:paraId="3F2E9F42"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w:t>
            </w:r>
          </w:p>
        </w:tc>
        <w:tc>
          <w:tcPr>
            <w:tcW w:w="2154" w:type="dxa"/>
            <w:shd w:val="clear" w:color="auto" w:fill="auto"/>
            <w:noWrap/>
            <w:hideMark/>
          </w:tcPr>
          <w:p w14:paraId="7AA0878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-156</w:t>
            </w:r>
            <w:r w:rsidRPr="008C6DE4">
              <w:rPr>
                <w:rFonts w:ascii="Arial" w:hAnsi="Arial" w:hint="eastAsia"/>
                <w:sz w:val="18"/>
                <w:lang w:eastAsia="ko-KR"/>
              </w:rPr>
              <w:t>≤</w:t>
            </w:r>
            <w:r w:rsidRPr="008C6DE4">
              <w:rPr>
                <w:rFonts w:ascii="Arial" w:hAnsi="Arial"/>
                <w:sz w:val="18"/>
                <w:lang w:eastAsia="ko-KR"/>
              </w:rPr>
              <w:t xml:space="preserve"> SS-RSRP&lt;-155</w:t>
            </w:r>
          </w:p>
        </w:tc>
        <w:tc>
          <w:tcPr>
            <w:tcW w:w="2268" w:type="dxa"/>
          </w:tcPr>
          <w:p w14:paraId="7B7D57F4"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12A43822"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6A642C93" w14:textId="77777777" w:rsidTr="00DF3064">
        <w:trPr>
          <w:trHeight w:val="300"/>
          <w:jc w:val="center"/>
        </w:trPr>
        <w:tc>
          <w:tcPr>
            <w:tcW w:w="1640" w:type="dxa"/>
            <w:shd w:val="clear" w:color="auto" w:fill="auto"/>
            <w:noWrap/>
            <w:hideMark/>
          </w:tcPr>
          <w:p w14:paraId="40602768"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RSRP_2</w:t>
            </w:r>
          </w:p>
        </w:tc>
        <w:tc>
          <w:tcPr>
            <w:tcW w:w="2154" w:type="dxa"/>
            <w:shd w:val="clear" w:color="auto" w:fill="auto"/>
            <w:noWrap/>
            <w:hideMark/>
          </w:tcPr>
          <w:p w14:paraId="43D4A1F7"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-155</w:t>
            </w:r>
            <w:r w:rsidRPr="008C6DE4">
              <w:rPr>
                <w:rFonts w:ascii="Arial" w:hAnsi="Arial" w:hint="eastAsia"/>
                <w:sz w:val="18"/>
                <w:lang w:eastAsia="ko-KR"/>
              </w:rPr>
              <w:t>≤</w:t>
            </w:r>
            <w:r w:rsidRPr="008C6DE4">
              <w:rPr>
                <w:rFonts w:ascii="Arial" w:hAnsi="Arial"/>
                <w:sz w:val="18"/>
                <w:lang w:eastAsia="ko-KR"/>
              </w:rPr>
              <w:t xml:space="preserve"> SS-RSRP&lt;-154</w:t>
            </w:r>
          </w:p>
        </w:tc>
        <w:tc>
          <w:tcPr>
            <w:tcW w:w="2268" w:type="dxa"/>
          </w:tcPr>
          <w:p w14:paraId="4F564AC2"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3C7EE000"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4F10027A" w14:textId="77777777" w:rsidTr="00DF3064">
        <w:trPr>
          <w:trHeight w:val="300"/>
          <w:jc w:val="center"/>
        </w:trPr>
        <w:tc>
          <w:tcPr>
            <w:tcW w:w="1640" w:type="dxa"/>
            <w:shd w:val="clear" w:color="auto" w:fill="auto"/>
            <w:noWrap/>
            <w:hideMark/>
          </w:tcPr>
          <w:p w14:paraId="200EF5AC"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RSRP_3</w:t>
            </w:r>
          </w:p>
        </w:tc>
        <w:tc>
          <w:tcPr>
            <w:tcW w:w="2154" w:type="dxa"/>
            <w:shd w:val="clear" w:color="auto" w:fill="auto"/>
            <w:noWrap/>
            <w:hideMark/>
          </w:tcPr>
          <w:p w14:paraId="78F37B08"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-154</w:t>
            </w:r>
            <w:r w:rsidRPr="008C6DE4">
              <w:rPr>
                <w:rFonts w:ascii="Arial" w:hAnsi="Arial" w:hint="eastAsia"/>
                <w:sz w:val="18"/>
                <w:lang w:eastAsia="ko-KR"/>
              </w:rPr>
              <w:t>≤</w:t>
            </w:r>
            <w:r w:rsidRPr="008C6DE4">
              <w:rPr>
                <w:rFonts w:ascii="Arial" w:hAnsi="Arial"/>
                <w:sz w:val="18"/>
                <w:lang w:eastAsia="ko-KR"/>
              </w:rPr>
              <w:t xml:space="preserve"> SS-RSRP&lt;-153</w:t>
            </w:r>
          </w:p>
        </w:tc>
        <w:tc>
          <w:tcPr>
            <w:tcW w:w="2268" w:type="dxa"/>
          </w:tcPr>
          <w:p w14:paraId="2FC3E0E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08981FF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0BE52EF6" w14:textId="77777777" w:rsidTr="00DF3064">
        <w:trPr>
          <w:trHeight w:val="300"/>
          <w:jc w:val="center"/>
        </w:trPr>
        <w:tc>
          <w:tcPr>
            <w:tcW w:w="1640" w:type="dxa"/>
            <w:shd w:val="clear" w:color="auto" w:fill="auto"/>
            <w:noWrap/>
            <w:hideMark/>
          </w:tcPr>
          <w:p w14:paraId="343BECCB"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RSRP_4</w:t>
            </w:r>
          </w:p>
        </w:tc>
        <w:tc>
          <w:tcPr>
            <w:tcW w:w="2154" w:type="dxa"/>
            <w:shd w:val="clear" w:color="auto" w:fill="auto"/>
            <w:noWrap/>
            <w:hideMark/>
          </w:tcPr>
          <w:p w14:paraId="79F805DA"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-153</w:t>
            </w:r>
            <w:r w:rsidRPr="008C6DE4">
              <w:rPr>
                <w:rFonts w:ascii="Arial" w:hAnsi="Arial" w:hint="eastAsia"/>
                <w:sz w:val="18"/>
                <w:lang w:eastAsia="ko-KR"/>
              </w:rPr>
              <w:t>≤</w:t>
            </w:r>
            <w:r w:rsidRPr="008C6DE4">
              <w:rPr>
                <w:rFonts w:ascii="Arial" w:hAnsi="Arial"/>
                <w:sz w:val="18"/>
                <w:lang w:eastAsia="ko-KR"/>
              </w:rPr>
              <w:t xml:space="preserve"> SS-RSRP&lt;-152</w:t>
            </w:r>
          </w:p>
        </w:tc>
        <w:tc>
          <w:tcPr>
            <w:tcW w:w="2268" w:type="dxa"/>
          </w:tcPr>
          <w:p w14:paraId="3B0581CB"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5D511D7D"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03443E65" w14:textId="77777777" w:rsidTr="00DF3064">
        <w:trPr>
          <w:trHeight w:val="300"/>
          <w:jc w:val="center"/>
        </w:trPr>
        <w:tc>
          <w:tcPr>
            <w:tcW w:w="1640" w:type="dxa"/>
            <w:shd w:val="clear" w:color="auto" w:fill="auto"/>
            <w:noWrap/>
            <w:hideMark/>
          </w:tcPr>
          <w:p w14:paraId="72475214"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RSRP_5</w:t>
            </w:r>
          </w:p>
        </w:tc>
        <w:tc>
          <w:tcPr>
            <w:tcW w:w="2154" w:type="dxa"/>
            <w:shd w:val="clear" w:color="auto" w:fill="auto"/>
            <w:noWrap/>
            <w:hideMark/>
          </w:tcPr>
          <w:p w14:paraId="3524CAB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-152</w:t>
            </w:r>
            <w:r w:rsidRPr="008C6DE4">
              <w:rPr>
                <w:rFonts w:ascii="Arial" w:hAnsi="Arial" w:hint="eastAsia"/>
                <w:sz w:val="18"/>
                <w:lang w:eastAsia="ko-KR"/>
              </w:rPr>
              <w:t>≤</w:t>
            </w:r>
            <w:r w:rsidRPr="008C6DE4">
              <w:rPr>
                <w:rFonts w:ascii="Arial" w:hAnsi="Arial"/>
                <w:sz w:val="18"/>
                <w:lang w:eastAsia="ko-KR"/>
              </w:rPr>
              <w:t xml:space="preserve"> SS-RSRP&lt;-151</w:t>
            </w:r>
          </w:p>
        </w:tc>
        <w:tc>
          <w:tcPr>
            <w:tcW w:w="2268" w:type="dxa"/>
          </w:tcPr>
          <w:p w14:paraId="5F82B011"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33A95C3C"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537EF7E4" w14:textId="77777777" w:rsidTr="00DF3064">
        <w:trPr>
          <w:trHeight w:val="300"/>
          <w:jc w:val="center"/>
        </w:trPr>
        <w:tc>
          <w:tcPr>
            <w:tcW w:w="1640" w:type="dxa"/>
            <w:shd w:val="clear" w:color="auto" w:fill="auto"/>
            <w:noWrap/>
            <w:hideMark/>
          </w:tcPr>
          <w:p w14:paraId="6C1A5EF0"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RSRP_6</w:t>
            </w:r>
          </w:p>
        </w:tc>
        <w:tc>
          <w:tcPr>
            <w:tcW w:w="2154" w:type="dxa"/>
            <w:shd w:val="clear" w:color="auto" w:fill="auto"/>
            <w:noWrap/>
            <w:hideMark/>
          </w:tcPr>
          <w:p w14:paraId="4AB90A8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-151</w:t>
            </w:r>
            <w:r w:rsidRPr="008C6DE4">
              <w:rPr>
                <w:rFonts w:ascii="Arial" w:hAnsi="Arial" w:hint="eastAsia"/>
                <w:sz w:val="18"/>
                <w:lang w:eastAsia="ko-KR"/>
              </w:rPr>
              <w:t>≤</w:t>
            </w:r>
            <w:r w:rsidRPr="008C6DE4">
              <w:rPr>
                <w:rFonts w:ascii="Arial" w:hAnsi="Arial"/>
                <w:sz w:val="18"/>
                <w:lang w:eastAsia="ko-KR"/>
              </w:rPr>
              <w:t xml:space="preserve"> SS-RSRP&lt;-150</w:t>
            </w:r>
          </w:p>
        </w:tc>
        <w:tc>
          <w:tcPr>
            <w:tcW w:w="2268" w:type="dxa"/>
          </w:tcPr>
          <w:p w14:paraId="37D50E98"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039DB03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7960CABA" w14:textId="77777777" w:rsidTr="00DF3064">
        <w:trPr>
          <w:trHeight w:val="300"/>
          <w:jc w:val="center"/>
        </w:trPr>
        <w:tc>
          <w:tcPr>
            <w:tcW w:w="1640" w:type="dxa"/>
            <w:shd w:val="clear" w:color="auto" w:fill="auto"/>
            <w:noWrap/>
            <w:hideMark/>
          </w:tcPr>
          <w:p w14:paraId="48F8B69A"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RSRP_7</w:t>
            </w:r>
          </w:p>
        </w:tc>
        <w:tc>
          <w:tcPr>
            <w:tcW w:w="2154" w:type="dxa"/>
            <w:shd w:val="clear" w:color="auto" w:fill="auto"/>
            <w:noWrap/>
            <w:hideMark/>
          </w:tcPr>
          <w:p w14:paraId="08820472"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-150</w:t>
            </w:r>
            <w:r w:rsidRPr="008C6DE4">
              <w:rPr>
                <w:rFonts w:ascii="Arial" w:hAnsi="Arial" w:hint="eastAsia"/>
                <w:sz w:val="18"/>
                <w:lang w:eastAsia="ko-KR"/>
              </w:rPr>
              <w:t>≤</w:t>
            </w:r>
            <w:r w:rsidRPr="008C6DE4">
              <w:rPr>
                <w:rFonts w:ascii="Arial" w:hAnsi="Arial"/>
                <w:sz w:val="18"/>
                <w:lang w:eastAsia="ko-KR"/>
              </w:rPr>
              <w:t xml:space="preserve"> SS-RSRP&lt;-149</w:t>
            </w:r>
          </w:p>
        </w:tc>
        <w:tc>
          <w:tcPr>
            <w:tcW w:w="2268" w:type="dxa"/>
          </w:tcPr>
          <w:p w14:paraId="7EF13C5D"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07A5A96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6D15BC6C" w14:textId="77777777" w:rsidTr="00DF3064">
        <w:trPr>
          <w:trHeight w:val="300"/>
          <w:jc w:val="center"/>
        </w:trPr>
        <w:tc>
          <w:tcPr>
            <w:tcW w:w="1640" w:type="dxa"/>
            <w:shd w:val="clear" w:color="auto" w:fill="auto"/>
            <w:noWrap/>
            <w:hideMark/>
          </w:tcPr>
          <w:p w14:paraId="114E3A82"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RSRP_8</w:t>
            </w:r>
          </w:p>
        </w:tc>
        <w:tc>
          <w:tcPr>
            <w:tcW w:w="2154" w:type="dxa"/>
            <w:shd w:val="clear" w:color="auto" w:fill="auto"/>
            <w:noWrap/>
            <w:hideMark/>
          </w:tcPr>
          <w:p w14:paraId="0127474D"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-149</w:t>
            </w:r>
            <w:r w:rsidRPr="008C6DE4">
              <w:rPr>
                <w:rFonts w:ascii="Arial" w:hAnsi="Arial" w:hint="eastAsia"/>
                <w:sz w:val="18"/>
                <w:lang w:eastAsia="ko-KR"/>
              </w:rPr>
              <w:t>≤</w:t>
            </w:r>
            <w:r w:rsidRPr="008C6DE4">
              <w:rPr>
                <w:rFonts w:ascii="Arial" w:hAnsi="Arial"/>
                <w:sz w:val="18"/>
                <w:lang w:eastAsia="ko-KR"/>
              </w:rPr>
              <w:t xml:space="preserve"> SS-RSRP&lt;-148</w:t>
            </w:r>
          </w:p>
        </w:tc>
        <w:tc>
          <w:tcPr>
            <w:tcW w:w="2268" w:type="dxa"/>
          </w:tcPr>
          <w:p w14:paraId="5AE6FFA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6AEBA494"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2E26E1FC" w14:textId="77777777" w:rsidTr="00DF3064">
        <w:trPr>
          <w:trHeight w:val="300"/>
          <w:jc w:val="center"/>
        </w:trPr>
        <w:tc>
          <w:tcPr>
            <w:tcW w:w="1640" w:type="dxa"/>
            <w:shd w:val="clear" w:color="auto" w:fill="auto"/>
            <w:noWrap/>
            <w:hideMark/>
          </w:tcPr>
          <w:p w14:paraId="75EA6268"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RSRP_9</w:t>
            </w:r>
          </w:p>
        </w:tc>
        <w:tc>
          <w:tcPr>
            <w:tcW w:w="2154" w:type="dxa"/>
            <w:shd w:val="clear" w:color="auto" w:fill="auto"/>
            <w:noWrap/>
            <w:hideMark/>
          </w:tcPr>
          <w:p w14:paraId="3BCE34A1"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-148</w:t>
            </w:r>
            <w:r w:rsidRPr="008C6DE4">
              <w:rPr>
                <w:rFonts w:ascii="Arial" w:hAnsi="Arial" w:hint="eastAsia"/>
                <w:sz w:val="18"/>
                <w:lang w:eastAsia="ko-KR"/>
              </w:rPr>
              <w:t>≤</w:t>
            </w:r>
            <w:r w:rsidRPr="008C6DE4">
              <w:rPr>
                <w:rFonts w:ascii="Arial" w:hAnsi="Arial"/>
                <w:sz w:val="18"/>
                <w:lang w:eastAsia="ko-KR"/>
              </w:rPr>
              <w:t xml:space="preserve"> SS-RSRP&lt;-147</w:t>
            </w:r>
          </w:p>
        </w:tc>
        <w:tc>
          <w:tcPr>
            <w:tcW w:w="2268" w:type="dxa"/>
          </w:tcPr>
          <w:p w14:paraId="70C5E046"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7239CAD2"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6DFFBDAA" w14:textId="77777777" w:rsidTr="00DF3064">
        <w:trPr>
          <w:trHeight w:val="300"/>
          <w:jc w:val="center"/>
        </w:trPr>
        <w:tc>
          <w:tcPr>
            <w:tcW w:w="1640" w:type="dxa"/>
            <w:shd w:val="clear" w:color="auto" w:fill="auto"/>
            <w:noWrap/>
            <w:hideMark/>
          </w:tcPr>
          <w:p w14:paraId="24B85897"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RSRP_10</w:t>
            </w:r>
          </w:p>
        </w:tc>
        <w:tc>
          <w:tcPr>
            <w:tcW w:w="2154" w:type="dxa"/>
            <w:shd w:val="clear" w:color="auto" w:fill="auto"/>
            <w:noWrap/>
            <w:hideMark/>
          </w:tcPr>
          <w:p w14:paraId="4F2B5CBD"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-147</w:t>
            </w:r>
            <w:r w:rsidRPr="008C6DE4">
              <w:rPr>
                <w:rFonts w:ascii="Arial" w:hAnsi="Arial" w:hint="eastAsia"/>
                <w:sz w:val="18"/>
                <w:lang w:eastAsia="ko-KR"/>
              </w:rPr>
              <w:t>≤</w:t>
            </w:r>
            <w:r w:rsidRPr="008C6DE4">
              <w:rPr>
                <w:rFonts w:ascii="Arial" w:hAnsi="Arial"/>
                <w:sz w:val="18"/>
                <w:lang w:eastAsia="ko-KR"/>
              </w:rPr>
              <w:t xml:space="preserve"> SS-RSRP&lt;-146</w:t>
            </w:r>
          </w:p>
        </w:tc>
        <w:tc>
          <w:tcPr>
            <w:tcW w:w="2268" w:type="dxa"/>
          </w:tcPr>
          <w:p w14:paraId="4D91AE3A"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68D5D2AA"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734BB402" w14:textId="77777777" w:rsidTr="00DF3064">
        <w:trPr>
          <w:trHeight w:val="300"/>
          <w:jc w:val="center"/>
        </w:trPr>
        <w:tc>
          <w:tcPr>
            <w:tcW w:w="1640" w:type="dxa"/>
            <w:shd w:val="clear" w:color="auto" w:fill="auto"/>
            <w:noWrap/>
            <w:hideMark/>
          </w:tcPr>
          <w:p w14:paraId="071C10E8"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RSRP_11</w:t>
            </w:r>
          </w:p>
        </w:tc>
        <w:tc>
          <w:tcPr>
            <w:tcW w:w="2154" w:type="dxa"/>
            <w:shd w:val="clear" w:color="auto" w:fill="auto"/>
            <w:noWrap/>
            <w:hideMark/>
          </w:tcPr>
          <w:p w14:paraId="5AC1485B"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-146</w:t>
            </w:r>
            <w:r w:rsidRPr="008C6DE4">
              <w:rPr>
                <w:rFonts w:ascii="Arial" w:hAnsi="Arial" w:hint="eastAsia"/>
                <w:sz w:val="18"/>
                <w:lang w:eastAsia="ko-KR"/>
              </w:rPr>
              <w:t>≤</w:t>
            </w:r>
            <w:r w:rsidRPr="008C6DE4">
              <w:rPr>
                <w:rFonts w:ascii="Arial" w:hAnsi="Arial"/>
                <w:sz w:val="18"/>
                <w:lang w:eastAsia="ko-KR"/>
              </w:rPr>
              <w:t xml:space="preserve"> SS-RSRP&lt;-145</w:t>
            </w:r>
          </w:p>
        </w:tc>
        <w:tc>
          <w:tcPr>
            <w:tcW w:w="2268" w:type="dxa"/>
          </w:tcPr>
          <w:p w14:paraId="4401AE1D"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0F816D5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4CCA1404" w14:textId="77777777" w:rsidTr="00DF3064">
        <w:trPr>
          <w:trHeight w:val="300"/>
          <w:jc w:val="center"/>
        </w:trPr>
        <w:tc>
          <w:tcPr>
            <w:tcW w:w="1640" w:type="dxa"/>
            <w:shd w:val="clear" w:color="auto" w:fill="auto"/>
            <w:noWrap/>
            <w:hideMark/>
          </w:tcPr>
          <w:p w14:paraId="3A45AD0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RSRP_12</w:t>
            </w:r>
          </w:p>
        </w:tc>
        <w:tc>
          <w:tcPr>
            <w:tcW w:w="2154" w:type="dxa"/>
            <w:shd w:val="clear" w:color="auto" w:fill="auto"/>
            <w:noWrap/>
            <w:hideMark/>
          </w:tcPr>
          <w:p w14:paraId="1E0BF2EF"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-145</w:t>
            </w:r>
            <w:r w:rsidRPr="008C6DE4">
              <w:rPr>
                <w:rFonts w:ascii="Arial" w:hAnsi="Arial" w:hint="eastAsia"/>
                <w:sz w:val="18"/>
                <w:lang w:eastAsia="ko-KR"/>
              </w:rPr>
              <w:t>≤</w:t>
            </w:r>
            <w:r w:rsidRPr="008C6DE4">
              <w:rPr>
                <w:rFonts w:ascii="Arial" w:hAnsi="Arial"/>
                <w:sz w:val="18"/>
                <w:lang w:eastAsia="ko-KR"/>
              </w:rPr>
              <w:t xml:space="preserve"> SS-RSRP&lt;-144</w:t>
            </w:r>
          </w:p>
        </w:tc>
        <w:tc>
          <w:tcPr>
            <w:tcW w:w="2268" w:type="dxa"/>
          </w:tcPr>
          <w:p w14:paraId="4B738B4C"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2AB3BF9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7A3139E4" w14:textId="77777777" w:rsidTr="00DF3064">
        <w:trPr>
          <w:trHeight w:val="300"/>
          <w:jc w:val="center"/>
        </w:trPr>
        <w:tc>
          <w:tcPr>
            <w:tcW w:w="1640" w:type="dxa"/>
            <w:shd w:val="clear" w:color="auto" w:fill="auto"/>
            <w:noWrap/>
            <w:hideMark/>
          </w:tcPr>
          <w:p w14:paraId="7F6EC992"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RSRP_13</w:t>
            </w:r>
          </w:p>
        </w:tc>
        <w:tc>
          <w:tcPr>
            <w:tcW w:w="2154" w:type="dxa"/>
            <w:shd w:val="clear" w:color="auto" w:fill="auto"/>
            <w:noWrap/>
            <w:hideMark/>
          </w:tcPr>
          <w:p w14:paraId="5837EA5C"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-144</w:t>
            </w:r>
            <w:r w:rsidRPr="008C6DE4">
              <w:rPr>
                <w:rFonts w:ascii="Arial" w:hAnsi="Arial" w:hint="eastAsia"/>
                <w:sz w:val="18"/>
                <w:lang w:eastAsia="ko-KR"/>
              </w:rPr>
              <w:t>≤</w:t>
            </w:r>
            <w:r w:rsidRPr="008C6DE4">
              <w:rPr>
                <w:rFonts w:ascii="Arial" w:hAnsi="Arial"/>
                <w:sz w:val="18"/>
                <w:lang w:eastAsia="ko-KR"/>
              </w:rPr>
              <w:t xml:space="preserve"> SS-RSRP&lt;-143</w:t>
            </w:r>
          </w:p>
        </w:tc>
        <w:tc>
          <w:tcPr>
            <w:tcW w:w="2268" w:type="dxa"/>
          </w:tcPr>
          <w:p w14:paraId="7426C33B"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0E1C994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0A7EC05E" w14:textId="77777777" w:rsidTr="00DF3064">
        <w:trPr>
          <w:trHeight w:val="300"/>
          <w:jc w:val="center"/>
        </w:trPr>
        <w:tc>
          <w:tcPr>
            <w:tcW w:w="1640" w:type="dxa"/>
            <w:shd w:val="clear" w:color="auto" w:fill="auto"/>
            <w:noWrap/>
            <w:hideMark/>
          </w:tcPr>
          <w:p w14:paraId="4D86DEC2"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RSRP_14</w:t>
            </w:r>
          </w:p>
        </w:tc>
        <w:tc>
          <w:tcPr>
            <w:tcW w:w="2154" w:type="dxa"/>
            <w:shd w:val="clear" w:color="auto" w:fill="auto"/>
            <w:noWrap/>
            <w:hideMark/>
          </w:tcPr>
          <w:p w14:paraId="4A1C86ED"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-143</w:t>
            </w:r>
            <w:r w:rsidRPr="008C6DE4">
              <w:rPr>
                <w:rFonts w:ascii="Arial" w:hAnsi="Arial" w:hint="eastAsia"/>
                <w:sz w:val="18"/>
                <w:lang w:eastAsia="ko-KR"/>
              </w:rPr>
              <w:t>≤</w:t>
            </w:r>
            <w:r w:rsidRPr="008C6DE4">
              <w:rPr>
                <w:rFonts w:ascii="Arial" w:hAnsi="Arial"/>
                <w:sz w:val="18"/>
                <w:lang w:eastAsia="ko-KR"/>
              </w:rPr>
              <w:t xml:space="preserve"> SS-RSRP&lt;-142</w:t>
            </w:r>
          </w:p>
        </w:tc>
        <w:tc>
          <w:tcPr>
            <w:tcW w:w="2268" w:type="dxa"/>
          </w:tcPr>
          <w:p w14:paraId="437112C1"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63E95C17"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5B7A8FF7" w14:textId="77777777" w:rsidTr="00DF3064">
        <w:trPr>
          <w:trHeight w:val="300"/>
          <w:jc w:val="center"/>
        </w:trPr>
        <w:tc>
          <w:tcPr>
            <w:tcW w:w="1640" w:type="dxa"/>
            <w:shd w:val="clear" w:color="auto" w:fill="auto"/>
            <w:noWrap/>
            <w:hideMark/>
          </w:tcPr>
          <w:p w14:paraId="3BA679BD"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RSRP_15</w:t>
            </w:r>
          </w:p>
        </w:tc>
        <w:tc>
          <w:tcPr>
            <w:tcW w:w="2154" w:type="dxa"/>
            <w:shd w:val="clear" w:color="auto" w:fill="auto"/>
            <w:noWrap/>
            <w:hideMark/>
          </w:tcPr>
          <w:p w14:paraId="7C992C36"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-142</w:t>
            </w:r>
            <w:r w:rsidRPr="008C6DE4">
              <w:rPr>
                <w:rFonts w:ascii="Arial" w:hAnsi="Arial" w:hint="eastAsia"/>
                <w:sz w:val="18"/>
                <w:lang w:eastAsia="ko-KR"/>
              </w:rPr>
              <w:t>≤</w:t>
            </w:r>
            <w:r w:rsidRPr="008C6DE4">
              <w:rPr>
                <w:rFonts w:ascii="Arial" w:hAnsi="Arial"/>
                <w:sz w:val="18"/>
                <w:lang w:eastAsia="ko-KR"/>
              </w:rPr>
              <w:t xml:space="preserve"> SS-RSRP&lt;-141</w:t>
            </w:r>
          </w:p>
        </w:tc>
        <w:tc>
          <w:tcPr>
            <w:tcW w:w="2268" w:type="dxa"/>
          </w:tcPr>
          <w:p w14:paraId="1B420AA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4FA080D0"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3B15F32B" w14:textId="77777777" w:rsidTr="00DF3064">
        <w:trPr>
          <w:trHeight w:val="300"/>
          <w:jc w:val="center"/>
        </w:trPr>
        <w:tc>
          <w:tcPr>
            <w:tcW w:w="1640" w:type="dxa"/>
            <w:shd w:val="clear" w:color="auto" w:fill="auto"/>
            <w:noWrap/>
            <w:hideMark/>
          </w:tcPr>
          <w:p w14:paraId="07F1DFDC"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RSRP_16</w:t>
            </w:r>
          </w:p>
        </w:tc>
        <w:tc>
          <w:tcPr>
            <w:tcW w:w="2154" w:type="dxa"/>
            <w:shd w:val="clear" w:color="auto" w:fill="auto"/>
            <w:noWrap/>
            <w:hideMark/>
          </w:tcPr>
          <w:p w14:paraId="6525A854"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-141</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SS-RSRP&lt;-140</w:t>
            </w:r>
          </w:p>
        </w:tc>
        <w:tc>
          <w:tcPr>
            <w:tcW w:w="2268" w:type="dxa"/>
          </w:tcPr>
          <w:p w14:paraId="70B77B3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RSRP&lt;-140</w:t>
            </w:r>
          </w:p>
        </w:tc>
        <w:tc>
          <w:tcPr>
            <w:tcW w:w="710" w:type="dxa"/>
            <w:shd w:val="clear" w:color="auto" w:fill="auto"/>
            <w:noWrap/>
            <w:hideMark/>
          </w:tcPr>
          <w:p w14:paraId="49FE47D1"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1BF4CCF3" w14:textId="77777777" w:rsidTr="00DF3064">
        <w:trPr>
          <w:trHeight w:val="300"/>
          <w:jc w:val="center"/>
        </w:trPr>
        <w:tc>
          <w:tcPr>
            <w:tcW w:w="1640" w:type="dxa"/>
            <w:shd w:val="clear" w:color="auto" w:fill="auto"/>
            <w:noWrap/>
          </w:tcPr>
          <w:p w14:paraId="541E9515"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RSRP_17</w:t>
            </w:r>
          </w:p>
        </w:tc>
        <w:tc>
          <w:tcPr>
            <w:tcW w:w="2154" w:type="dxa"/>
            <w:shd w:val="clear" w:color="auto" w:fill="auto"/>
            <w:noWrap/>
          </w:tcPr>
          <w:p w14:paraId="344A260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-140</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SS-RSRP&lt;-139</w:t>
            </w:r>
          </w:p>
        </w:tc>
        <w:tc>
          <w:tcPr>
            <w:tcW w:w="2268" w:type="dxa"/>
          </w:tcPr>
          <w:p w14:paraId="1BA123B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-140</w:t>
            </w:r>
            <w:r w:rsidRPr="008C6DE4">
              <w:rPr>
                <w:rFonts w:ascii="Arial" w:hAnsi="Arial" w:hint="eastAsia"/>
                <w:sz w:val="18"/>
                <w:lang w:eastAsia="ko-KR"/>
              </w:rPr>
              <w:t>≤</w:t>
            </w:r>
            <w:r w:rsidRPr="008C6DE4">
              <w:rPr>
                <w:rFonts w:ascii="Arial" w:hAnsi="Arial"/>
                <w:sz w:val="18"/>
                <w:lang w:eastAsia="ko-KR"/>
              </w:rPr>
              <w:t>RSRP&lt;-139</w:t>
            </w:r>
          </w:p>
        </w:tc>
        <w:tc>
          <w:tcPr>
            <w:tcW w:w="710" w:type="dxa"/>
            <w:shd w:val="clear" w:color="auto" w:fill="auto"/>
            <w:noWrap/>
          </w:tcPr>
          <w:p w14:paraId="0FE33F01"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38A0DCEF" w14:textId="77777777" w:rsidTr="00DF3064">
        <w:trPr>
          <w:trHeight w:val="300"/>
          <w:jc w:val="center"/>
        </w:trPr>
        <w:tc>
          <w:tcPr>
            <w:tcW w:w="1640" w:type="dxa"/>
            <w:shd w:val="clear" w:color="auto" w:fill="auto"/>
            <w:noWrap/>
          </w:tcPr>
          <w:p w14:paraId="196759FA"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RSRP_18</w:t>
            </w:r>
          </w:p>
        </w:tc>
        <w:tc>
          <w:tcPr>
            <w:tcW w:w="2154" w:type="dxa"/>
            <w:shd w:val="clear" w:color="auto" w:fill="auto"/>
            <w:noWrap/>
          </w:tcPr>
          <w:p w14:paraId="2CF37B2D"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-139</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SS-RSRP&lt;-138</w:t>
            </w:r>
          </w:p>
        </w:tc>
        <w:tc>
          <w:tcPr>
            <w:tcW w:w="2268" w:type="dxa"/>
          </w:tcPr>
          <w:p w14:paraId="13C93F66"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-139</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RSRP&lt;-138</w:t>
            </w:r>
          </w:p>
        </w:tc>
        <w:tc>
          <w:tcPr>
            <w:tcW w:w="710" w:type="dxa"/>
            <w:shd w:val="clear" w:color="auto" w:fill="auto"/>
            <w:noWrap/>
          </w:tcPr>
          <w:p w14:paraId="2A91DB90"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600C9457" w14:textId="77777777" w:rsidTr="00DF3064">
        <w:trPr>
          <w:trHeight w:val="300"/>
          <w:jc w:val="center"/>
        </w:trPr>
        <w:tc>
          <w:tcPr>
            <w:tcW w:w="1640" w:type="dxa"/>
            <w:shd w:val="clear" w:color="auto" w:fill="auto"/>
            <w:noWrap/>
          </w:tcPr>
          <w:p w14:paraId="0E488A74"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w:t>
            </w:r>
          </w:p>
        </w:tc>
        <w:tc>
          <w:tcPr>
            <w:tcW w:w="2154" w:type="dxa"/>
            <w:shd w:val="clear" w:color="auto" w:fill="auto"/>
            <w:noWrap/>
          </w:tcPr>
          <w:p w14:paraId="0FF43E8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w:t>
            </w:r>
          </w:p>
        </w:tc>
        <w:tc>
          <w:tcPr>
            <w:tcW w:w="2268" w:type="dxa"/>
          </w:tcPr>
          <w:p w14:paraId="280EEE2D" w14:textId="77777777" w:rsidR="001F5A79" w:rsidRPr="008C6DE4" w:rsidRDefault="001F5A79" w:rsidP="00DF3064">
            <w:pPr>
              <w:keepNext/>
              <w:keepLines/>
              <w:spacing w:after="0"/>
              <w:rPr>
                <w:rFonts w:ascii="Arial" w:hAnsi="Arial"/>
                <w:sz w:val="18"/>
                <w:lang w:eastAsia="ko-KR"/>
              </w:rPr>
            </w:pPr>
          </w:p>
        </w:tc>
        <w:tc>
          <w:tcPr>
            <w:tcW w:w="710" w:type="dxa"/>
            <w:shd w:val="clear" w:color="auto" w:fill="auto"/>
            <w:noWrap/>
          </w:tcPr>
          <w:p w14:paraId="5FD3EBD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w:t>
            </w:r>
          </w:p>
        </w:tc>
      </w:tr>
      <w:tr w:rsidR="00DD3199" w:rsidRPr="008C6DE4" w14:paraId="3EE28410" w14:textId="77777777" w:rsidTr="00DF3064">
        <w:trPr>
          <w:trHeight w:val="300"/>
          <w:jc w:val="center"/>
        </w:trPr>
        <w:tc>
          <w:tcPr>
            <w:tcW w:w="1640" w:type="dxa"/>
            <w:shd w:val="clear" w:color="auto" w:fill="auto"/>
            <w:noWrap/>
          </w:tcPr>
          <w:p w14:paraId="5DA3AEA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RSRP_111</w:t>
            </w:r>
          </w:p>
        </w:tc>
        <w:tc>
          <w:tcPr>
            <w:tcW w:w="2154" w:type="dxa"/>
            <w:shd w:val="clear" w:color="auto" w:fill="auto"/>
            <w:noWrap/>
          </w:tcPr>
          <w:p w14:paraId="6B6F85AB"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-46</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SS-RSRP&lt;-45</w:t>
            </w:r>
          </w:p>
        </w:tc>
        <w:tc>
          <w:tcPr>
            <w:tcW w:w="2268" w:type="dxa"/>
          </w:tcPr>
          <w:p w14:paraId="3067E4E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-46</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RSRP&lt;-45</w:t>
            </w:r>
          </w:p>
        </w:tc>
        <w:tc>
          <w:tcPr>
            <w:tcW w:w="710" w:type="dxa"/>
            <w:shd w:val="clear" w:color="auto" w:fill="auto"/>
            <w:noWrap/>
          </w:tcPr>
          <w:p w14:paraId="1CC4A45F"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295A3523" w14:textId="77777777" w:rsidTr="00DF3064">
        <w:trPr>
          <w:trHeight w:val="300"/>
          <w:jc w:val="center"/>
        </w:trPr>
        <w:tc>
          <w:tcPr>
            <w:tcW w:w="1640" w:type="dxa"/>
            <w:shd w:val="clear" w:color="auto" w:fill="auto"/>
            <w:noWrap/>
          </w:tcPr>
          <w:p w14:paraId="12F13275"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RSRP_112</w:t>
            </w:r>
          </w:p>
        </w:tc>
        <w:tc>
          <w:tcPr>
            <w:tcW w:w="2154" w:type="dxa"/>
            <w:shd w:val="clear" w:color="auto" w:fill="auto"/>
            <w:noWrap/>
          </w:tcPr>
          <w:p w14:paraId="4A29616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-45</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SS-RSRP&lt;-44</w:t>
            </w:r>
          </w:p>
        </w:tc>
        <w:tc>
          <w:tcPr>
            <w:tcW w:w="2268" w:type="dxa"/>
          </w:tcPr>
          <w:p w14:paraId="308AC7BF"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-45</w:t>
            </w:r>
            <w:r w:rsidRPr="008C6DE4">
              <w:rPr>
                <w:rFonts w:ascii="Arial" w:hAnsi="Arial" w:hint="eastAsia"/>
                <w:sz w:val="18"/>
                <w:lang w:eastAsia="ko-KR"/>
              </w:rPr>
              <w:t>≤</w:t>
            </w:r>
            <w:r w:rsidRPr="008C6DE4">
              <w:rPr>
                <w:rFonts w:ascii="Arial" w:hAnsi="Arial"/>
                <w:sz w:val="18"/>
              </w:rPr>
              <w:t xml:space="preserve"> RSRP</w:t>
            </w:r>
            <w:r w:rsidRPr="008C6DE4">
              <w:rPr>
                <w:rFonts w:ascii="Arial" w:hAnsi="Arial"/>
                <w:sz w:val="18"/>
                <w:lang w:eastAsia="ko-KR"/>
              </w:rPr>
              <w:t>&lt;-44</w:t>
            </w:r>
          </w:p>
        </w:tc>
        <w:tc>
          <w:tcPr>
            <w:tcW w:w="710" w:type="dxa"/>
            <w:shd w:val="clear" w:color="auto" w:fill="auto"/>
            <w:noWrap/>
          </w:tcPr>
          <w:p w14:paraId="571DB29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0B3FED9E" w14:textId="77777777" w:rsidTr="00DF3064">
        <w:trPr>
          <w:trHeight w:val="300"/>
          <w:jc w:val="center"/>
        </w:trPr>
        <w:tc>
          <w:tcPr>
            <w:tcW w:w="1640" w:type="dxa"/>
            <w:shd w:val="clear" w:color="auto" w:fill="auto"/>
            <w:noWrap/>
          </w:tcPr>
          <w:p w14:paraId="04B53C1C"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RSRP_113</w:t>
            </w:r>
          </w:p>
        </w:tc>
        <w:tc>
          <w:tcPr>
            <w:tcW w:w="2154" w:type="dxa"/>
            <w:shd w:val="clear" w:color="auto" w:fill="auto"/>
            <w:noWrap/>
          </w:tcPr>
          <w:p w14:paraId="37CFC115"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-44</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SS-RSRP&lt;-43</w:t>
            </w:r>
          </w:p>
        </w:tc>
        <w:tc>
          <w:tcPr>
            <w:tcW w:w="2268" w:type="dxa"/>
          </w:tcPr>
          <w:p w14:paraId="382F2456"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-44</w:t>
            </w:r>
            <w:r w:rsidRPr="008C6DE4">
              <w:rPr>
                <w:rFonts w:ascii="Arial" w:hAnsi="Arial" w:hint="eastAsia"/>
                <w:sz w:val="18"/>
                <w:lang w:eastAsia="ko-KR"/>
              </w:rPr>
              <w:t>≤</w:t>
            </w:r>
            <w:r w:rsidRPr="008C6DE4">
              <w:rPr>
                <w:rFonts w:ascii="Arial" w:hAnsi="Arial"/>
                <w:sz w:val="18"/>
              </w:rPr>
              <w:t xml:space="preserve"> RSRP</w:t>
            </w:r>
          </w:p>
        </w:tc>
        <w:tc>
          <w:tcPr>
            <w:tcW w:w="710" w:type="dxa"/>
            <w:shd w:val="clear" w:color="auto" w:fill="auto"/>
            <w:noWrap/>
          </w:tcPr>
          <w:p w14:paraId="0391CBB1"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3D047853" w14:textId="77777777" w:rsidTr="00DF3064">
        <w:trPr>
          <w:trHeight w:val="300"/>
          <w:jc w:val="center"/>
        </w:trPr>
        <w:tc>
          <w:tcPr>
            <w:tcW w:w="1640" w:type="dxa"/>
            <w:shd w:val="clear" w:color="auto" w:fill="auto"/>
            <w:noWrap/>
          </w:tcPr>
          <w:p w14:paraId="2E8B6F3C"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RSRP_114</w:t>
            </w:r>
          </w:p>
        </w:tc>
        <w:tc>
          <w:tcPr>
            <w:tcW w:w="2154" w:type="dxa"/>
            <w:shd w:val="clear" w:color="auto" w:fill="auto"/>
            <w:noWrap/>
          </w:tcPr>
          <w:p w14:paraId="36372A6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-43</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SS-RSRP&lt;-42</w:t>
            </w:r>
          </w:p>
        </w:tc>
        <w:tc>
          <w:tcPr>
            <w:tcW w:w="2268" w:type="dxa"/>
          </w:tcPr>
          <w:p w14:paraId="7D62E145"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tcPr>
          <w:p w14:paraId="5569202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58603B1E" w14:textId="77777777" w:rsidTr="00DF3064">
        <w:trPr>
          <w:trHeight w:val="300"/>
          <w:jc w:val="center"/>
        </w:trPr>
        <w:tc>
          <w:tcPr>
            <w:tcW w:w="1640" w:type="dxa"/>
            <w:shd w:val="clear" w:color="auto" w:fill="auto"/>
            <w:noWrap/>
          </w:tcPr>
          <w:p w14:paraId="6F88EC67"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RSRP_115</w:t>
            </w:r>
          </w:p>
        </w:tc>
        <w:tc>
          <w:tcPr>
            <w:tcW w:w="2154" w:type="dxa"/>
            <w:shd w:val="clear" w:color="auto" w:fill="auto"/>
            <w:noWrap/>
          </w:tcPr>
          <w:p w14:paraId="72E22CF7"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-42</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SS-RSRP&lt;-41</w:t>
            </w:r>
          </w:p>
        </w:tc>
        <w:tc>
          <w:tcPr>
            <w:tcW w:w="2268" w:type="dxa"/>
          </w:tcPr>
          <w:p w14:paraId="69E4022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tcPr>
          <w:p w14:paraId="6B3481B0"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4799A496" w14:textId="77777777" w:rsidTr="00DF3064">
        <w:trPr>
          <w:trHeight w:val="300"/>
          <w:jc w:val="center"/>
        </w:trPr>
        <w:tc>
          <w:tcPr>
            <w:tcW w:w="1640" w:type="dxa"/>
            <w:shd w:val="clear" w:color="auto" w:fill="auto"/>
            <w:noWrap/>
          </w:tcPr>
          <w:p w14:paraId="7EC8C33D"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RSRP_116</w:t>
            </w:r>
          </w:p>
        </w:tc>
        <w:tc>
          <w:tcPr>
            <w:tcW w:w="2154" w:type="dxa"/>
            <w:shd w:val="clear" w:color="auto" w:fill="auto"/>
            <w:noWrap/>
          </w:tcPr>
          <w:p w14:paraId="76F6F717"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-41</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SS-RSRP&lt;-40</w:t>
            </w:r>
          </w:p>
        </w:tc>
        <w:tc>
          <w:tcPr>
            <w:tcW w:w="2268" w:type="dxa"/>
          </w:tcPr>
          <w:p w14:paraId="7B7217FA"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tcPr>
          <w:p w14:paraId="630EBDF1"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24FBEE3C" w14:textId="77777777" w:rsidTr="00DF3064">
        <w:trPr>
          <w:trHeight w:val="300"/>
          <w:jc w:val="center"/>
        </w:trPr>
        <w:tc>
          <w:tcPr>
            <w:tcW w:w="1640" w:type="dxa"/>
            <w:shd w:val="clear" w:color="auto" w:fill="auto"/>
            <w:noWrap/>
          </w:tcPr>
          <w:p w14:paraId="6C4BE6C1"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RSRP_117</w:t>
            </w:r>
          </w:p>
        </w:tc>
        <w:tc>
          <w:tcPr>
            <w:tcW w:w="2154" w:type="dxa"/>
            <w:shd w:val="clear" w:color="auto" w:fill="auto"/>
            <w:noWrap/>
          </w:tcPr>
          <w:p w14:paraId="36E07944"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-40</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SS-RSRP&lt;-39</w:t>
            </w:r>
          </w:p>
        </w:tc>
        <w:tc>
          <w:tcPr>
            <w:tcW w:w="2268" w:type="dxa"/>
          </w:tcPr>
          <w:p w14:paraId="5C9908FB"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tcPr>
          <w:p w14:paraId="75FA78DF"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06BDD06C" w14:textId="77777777" w:rsidTr="00DF3064">
        <w:trPr>
          <w:trHeight w:val="300"/>
          <w:jc w:val="center"/>
        </w:trPr>
        <w:tc>
          <w:tcPr>
            <w:tcW w:w="1640" w:type="dxa"/>
            <w:shd w:val="clear" w:color="auto" w:fill="auto"/>
            <w:noWrap/>
          </w:tcPr>
          <w:p w14:paraId="6FEF4AF0"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RSRP_118</w:t>
            </w:r>
          </w:p>
        </w:tc>
        <w:tc>
          <w:tcPr>
            <w:tcW w:w="2154" w:type="dxa"/>
            <w:shd w:val="clear" w:color="auto" w:fill="auto"/>
            <w:noWrap/>
          </w:tcPr>
          <w:p w14:paraId="4A1ABC8B"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-39</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SS-RSRP&lt;-38</w:t>
            </w:r>
          </w:p>
        </w:tc>
        <w:tc>
          <w:tcPr>
            <w:tcW w:w="2268" w:type="dxa"/>
          </w:tcPr>
          <w:p w14:paraId="7EBFF4F0"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tcPr>
          <w:p w14:paraId="2524903A"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635423CF" w14:textId="77777777" w:rsidTr="00DF3064">
        <w:trPr>
          <w:trHeight w:val="300"/>
          <w:jc w:val="center"/>
        </w:trPr>
        <w:tc>
          <w:tcPr>
            <w:tcW w:w="1640" w:type="dxa"/>
            <w:shd w:val="clear" w:color="auto" w:fill="auto"/>
            <w:noWrap/>
          </w:tcPr>
          <w:p w14:paraId="3AF1806C"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RSRP_119</w:t>
            </w:r>
          </w:p>
        </w:tc>
        <w:tc>
          <w:tcPr>
            <w:tcW w:w="2154" w:type="dxa"/>
            <w:shd w:val="clear" w:color="auto" w:fill="auto"/>
            <w:noWrap/>
          </w:tcPr>
          <w:p w14:paraId="5DD88A1F"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-38</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SS-RSRP&lt;-37</w:t>
            </w:r>
          </w:p>
        </w:tc>
        <w:tc>
          <w:tcPr>
            <w:tcW w:w="2268" w:type="dxa"/>
          </w:tcPr>
          <w:p w14:paraId="5737ADC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tcPr>
          <w:p w14:paraId="0E11FE44"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7090928A" w14:textId="77777777" w:rsidTr="00DF3064">
        <w:trPr>
          <w:trHeight w:val="300"/>
          <w:jc w:val="center"/>
        </w:trPr>
        <w:tc>
          <w:tcPr>
            <w:tcW w:w="1640" w:type="dxa"/>
            <w:shd w:val="clear" w:color="auto" w:fill="auto"/>
            <w:noWrap/>
          </w:tcPr>
          <w:p w14:paraId="2DEEA360"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RSRP_120</w:t>
            </w:r>
          </w:p>
        </w:tc>
        <w:tc>
          <w:tcPr>
            <w:tcW w:w="2154" w:type="dxa"/>
            <w:shd w:val="clear" w:color="auto" w:fill="auto"/>
            <w:noWrap/>
          </w:tcPr>
          <w:p w14:paraId="36FE784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-37</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SS-RSRP&lt;-36</w:t>
            </w:r>
          </w:p>
        </w:tc>
        <w:tc>
          <w:tcPr>
            <w:tcW w:w="2268" w:type="dxa"/>
          </w:tcPr>
          <w:p w14:paraId="5B595D4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tcPr>
          <w:p w14:paraId="0E5BBDE4"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55BC2993" w14:textId="77777777" w:rsidTr="00DF3064">
        <w:trPr>
          <w:trHeight w:val="300"/>
          <w:jc w:val="center"/>
        </w:trPr>
        <w:tc>
          <w:tcPr>
            <w:tcW w:w="1640" w:type="dxa"/>
            <w:shd w:val="clear" w:color="auto" w:fill="auto"/>
            <w:noWrap/>
          </w:tcPr>
          <w:p w14:paraId="7552B99B"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RSRP_121</w:t>
            </w:r>
          </w:p>
        </w:tc>
        <w:tc>
          <w:tcPr>
            <w:tcW w:w="2154" w:type="dxa"/>
            <w:shd w:val="clear" w:color="auto" w:fill="auto"/>
            <w:noWrap/>
          </w:tcPr>
          <w:p w14:paraId="01A76AB8"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-36</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SS-RSRP&lt;-35</w:t>
            </w:r>
          </w:p>
        </w:tc>
        <w:tc>
          <w:tcPr>
            <w:tcW w:w="2268" w:type="dxa"/>
          </w:tcPr>
          <w:p w14:paraId="0EB5CE9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tcPr>
          <w:p w14:paraId="6FC4389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0714E8BD" w14:textId="77777777" w:rsidTr="00DF3064">
        <w:trPr>
          <w:trHeight w:val="300"/>
          <w:jc w:val="center"/>
        </w:trPr>
        <w:tc>
          <w:tcPr>
            <w:tcW w:w="1640" w:type="dxa"/>
            <w:shd w:val="clear" w:color="auto" w:fill="auto"/>
            <w:noWrap/>
          </w:tcPr>
          <w:p w14:paraId="2E93C27F"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RSRP_122</w:t>
            </w:r>
          </w:p>
        </w:tc>
        <w:tc>
          <w:tcPr>
            <w:tcW w:w="2154" w:type="dxa"/>
            <w:shd w:val="clear" w:color="auto" w:fill="auto"/>
            <w:noWrap/>
          </w:tcPr>
          <w:p w14:paraId="759950A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-35</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SS-RSRP&lt;-34</w:t>
            </w:r>
          </w:p>
        </w:tc>
        <w:tc>
          <w:tcPr>
            <w:tcW w:w="2268" w:type="dxa"/>
          </w:tcPr>
          <w:p w14:paraId="15B84B06"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tcPr>
          <w:p w14:paraId="5A22E0BF"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254BC156" w14:textId="77777777" w:rsidTr="00DF3064">
        <w:trPr>
          <w:trHeight w:val="300"/>
          <w:jc w:val="center"/>
        </w:trPr>
        <w:tc>
          <w:tcPr>
            <w:tcW w:w="1640" w:type="dxa"/>
            <w:shd w:val="clear" w:color="auto" w:fill="auto"/>
            <w:noWrap/>
          </w:tcPr>
          <w:p w14:paraId="48315CF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RSRP_123</w:t>
            </w:r>
          </w:p>
        </w:tc>
        <w:tc>
          <w:tcPr>
            <w:tcW w:w="2154" w:type="dxa"/>
            <w:shd w:val="clear" w:color="auto" w:fill="auto"/>
            <w:noWrap/>
          </w:tcPr>
          <w:p w14:paraId="28C88CC8"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-34</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SS-RSRP&lt;-33</w:t>
            </w:r>
          </w:p>
        </w:tc>
        <w:tc>
          <w:tcPr>
            <w:tcW w:w="2268" w:type="dxa"/>
          </w:tcPr>
          <w:p w14:paraId="30CDA3B5"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tcPr>
          <w:p w14:paraId="5C0E226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315D29A4" w14:textId="77777777" w:rsidTr="00DF3064">
        <w:trPr>
          <w:trHeight w:val="300"/>
          <w:jc w:val="center"/>
        </w:trPr>
        <w:tc>
          <w:tcPr>
            <w:tcW w:w="1640" w:type="dxa"/>
            <w:shd w:val="clear" w:color="auto" w:fill="auto"/>
            <w:noWrap/>
          </w:tcPr>
          <w:p w14:paraId="6644BEE1"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RSRP_124</w:t>
            </w:r>
          </w:p>
        </w:tc>
        <w:tc>
          <w:tcPr>
            <w:tcW w:w="2154" w:type="dxa"/>
            <w:shd w:val="clear" w:color="auto" w:fill="auto"/>
            <w:noWrap/>
          </w:tcPr>
          <w:p w14:paraId="765BB83E"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-33</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SS-RSRP&lt;-32</w:t>
            </w:r>
          </w:p>
        </w:tc>
        <w:tc>
          <w:tcPr>
            <w:tcW w:w="2268" w:type="dxa"/>
          </w:tcPr>
          <w:p w14:paraId="37B8220D"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tcPr>
          <w:p w14:paraId="2DFF2C8F"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385ED8AB" w14:textId="77777777" w:rsidTr="00DF3064">
        <w:trPr>
          <w:trHeight w:val="300"/>
          <w:jc w:val="center"/>
        </w:trPr>
        <w:tc>
          <w:tcPr>
            <w:tcW w:w="1640" w:type="dxa"/>
            <w:shd w:val="clear" w:color="auto" w:fill="auto"/>
            <w:noWrap/>
            <w:hideMark/>
          </w:tcPr>
          <w:p w14:paraId="5E133B30"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RSRP_125</w:t>
            </w:r>
          </w:p>
        </w:tc>
        <w:tc>
          <w:tcPr>
            <w:tcW w:w="2154" w:type="dxa"/>
            <w:shd w:val="clear" w:color="auto" w:fill="auto"/>
            <w:noWrap/>
            <w:hideMark/>
          </w:tcPr>
          <w:p w14:paraId="22D28CA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-32</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SS-RSRP&lt;-31</w:t>
            </w:r>
          </w:p>
        </w:tc>
        <w:tc>
          <w:tcPr>
            <w:tcW w:w="2268" w:type="dxa"/>
          </w:tcPr>
          <w:p w14:paraId="026A07C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38B950D5"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4B0EC5D3" w14:textId="77777777" w:rsidTr="00DF3064">
        <w:trPr>
          <w:trHeight w:val="300"/>
          <w:jc w:val="center"/>
        </w:trPr>
        <w:tc>
          <w:tcPr>
            <w:tcW w:w="1640" w:type="dxa"/>
            <w:shd w:val="clear" w:color="auto" w:fill="auto"/>
            <w:noWrap/>
            <w:hideMark/>
          </w:tcPr>
          <w:p w14:paraId="29AAE812"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RSRP_126</w:t>
            </w:r>
          </w:p>
        </w:tc>
        <w:tc>
          <w:tcPr>
            <w:tcW w:w="2154" w:type="dxa"/>
            <w:shd w:val="clear" w:color="auto" w:fill="auto"/>
            <w:noWrap/>
            <w:hideMark/>
          </w:tcPr>
          <w:p w14:paraId="1C95CD1D"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-31</w:t>
            </w:r>
            <w:r w:rsidRPr="008C6DE4">
              <w:rPr>
                <w:rFonts w:ascii="Arial" w:hAnsi="Arial" w:hint="eastAsia"/>
                <w:sz w:val="18"/>
                <w:lang w:eastAsia="ko-KR"/>
              </w:rPr>
              <w:t>≤</w:t>
            </w:r>
            <w:r w:rsidRPr="008C6DE4">
              <w:rPr>
                <w:rFonts w:ascii="Arial" w:hAnsi="Arial"/>
                <w:sz w:val="18"/>
              </w:rPr>
              <w:t xml:space="preserve"> </w:t>
            </w:r>
            <w:r w:rsidRPr="008C6DE4">
              <w:rPr>
                <w:rFonts w:ascii="Arial" w:hAnsi="Arial"/>
                <w:sz w:val="18"/>
                <w:lang w:eastAsia="ko-KR"/>
              </w:rPr>
              <w:t>SS-RSRP</w:t>
            </w:r>
          </w:p>
        </w:tc>
        <w:tc>
          <w:tcPr>
            <w:tcW w:w="2268" w:type="dxa"/>
          </w:tcPr>
          <w:p w14:paraId="39EA8B75"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Not valid</w:t>
            </w:r>
          </w:p>
        </w:tc>
        <w:tc>
          <w:tcPr>
            <w:tcW w:w="710" w:type="dxa"/>
            <w:shd w:val="clear" w:color="auto" w:fill="auto"/>
            <w:noWrap/>
            <w:hideMark/>
          </w:tcPr>
          <w:p w14:paraId="75F4CAA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DD3199" w:rsidRPr="008C6DE4" w14:paraId="339DF269" w14:textId="77777777" w:rsidTr="00DF3064">
        <w:trPr>
          <w:trHeight w:val="300"/>
          <w:jc w:val="center"/>
        </w:trPr>
        <w:tc>
          <w:tcPr>
            <w:tcW w:w="1640" w:type="dxa"/>
            <w:shd w:val="clear" w:color="auto" w:fill="auto"/>
            <w:noWrap/>
            <w:hideMark/>
          </w:tcPr>
          <w:p w14:paraId="10C81E2D"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 xml:space="preserve">RSRP_127 </w:t>
            </w:r>
            <w:r w:rsidRPr="008C6DE4">
              <w:rPr>
                <w:rFonts w:ascii="Arial" w:hAnsi="Arial"/>
                <w:sz w:val="18"/>
                <w:lang w:eastAsia="zh-CN"/>
              </w:rPr>
              <w:t>(Note)</w:t>
            </w:r>
          </w:p>
        </w:tc>
        <w:tc>
          <w:tcPr>
            <w:tcW w:w="2154" w:type="dxa"/>
            <w:shd w:val="clear" w:color="auto" w:fill="auto"/>
            <w:noWrap/>
            <w:hideMark/>
          </w:tcPr>
          <w:p w14:paraId="683A54C0"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Infinity</w:t>
            </w:r>
          </w:p>
        </w:tc>
        <w:tc>
          <w:tcPr>
            <w:tcW w:w="2268" w:type="dxa"/>
          </w:tcPr>
          <w:p w14:paraId="20D230A1"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zh-CN"/>
              </w:rPr>
              <w:t>Infinity</w:t>
            </w:r>
          </w:p>
        </w:tc>
        <w:tc>
          <w:tcPr>
            <w:tcW w:w="710" w:type="dxa"/>
            <w:shd w:val="clear" w:color="auto" w:fill="auto"/>
            <w:noWrap/>
            <w:hideMark/>
          </w:tcPr>
          <w:p w14:paraId="3AA05306"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dBm</w:t>
            </w:r>
          </w:p>
        </w:tc>
      </w:tr>
      <w:tr w:rsidR="001F5A79" w:rsidRPr="008C6DE4" w14:paraId="5FE7802E" w14:textId="77777777" w:rsidTr="00DF3064">
        <w:trPr>
          <w:trHeight w:val="300"/>
          <w:jc w:val="center"/>
        </w:trPr>
        <w:tc>
          <w:tcPr>
            <w:tcW w:w="6772" w:type="dxa"/>
            <w:gridSpan w:val="4"/>
            <w:shd w:val="clear" w:color="auto" w:fill="auto"/>
            <w:noWrap/>
          </w:tcPr>
          <w:p w14:paraId="4D6968D5" w14:textId="77777777" w:rsidR="001F5A79" w:rsidRPr="008C6DE4" w:rsidRDefault="001F5A79" w:rsidP="00DF3064">
            <w:pPr>
              <w:keepNext/>
              <w:keepLines/>
              <w:spacing w:after="0"/>
              <w:ind w:left="851" w:hanging="851"/>
              <w:rPr>
                <w:rFonts w:ascii="Arial" w:hAnsi="Arial"/>
                <w:sz w:val="18"/>
                <w:lang w:eastAsia="ko-KR"/>
              </w:rPr>
            </w:pPr>
            <w:r w:rsidRPr="008C6DE4">
              <w:rPr>
                <w:rFonts w:ascii="Arial" w:hAnsi="Arial"/>
                <w:sz w:val="18"/>
                <w:lang w:eastAsia="zh-CN"/>
              </w:rPr>
              <w:t>Note:</w:t>
            </w:r>
            <w:r w:rsidRPr="008C6DE4">
              <w:rPr>
                <w:rFonts w:ascii="Arial" w:hAnsi="Arial"/>
                <w:sz w:val="28"/>
                <w:lang w:val="en-US"/>
              </w:rPr>
              <w:tab/>
            </w:r>
            <w:r w:rsidRPr="008C6DE4">
              <w:rPr>
                <w:rFonts w:ascii="Arial" w:hAnsi="Arial"/>
                <w:sz w:val="18"/>
                <w:lang w:eastAsia="zh-CN"/>
              </w:rPr>
              <w:t>The value of RSRP_127 is applicable for RSRP threshold configured by the network as defined in TS 38.331 [2], but not for the purpose of measurement reporting.</w:t>
            </w:r>
          </w:p>
        </w:tc>
      </w:tr>
    </w:tbl>
    <w:p w14:paraId="4F2D4585" w14:textId="77777777" w:rsidR="001F5A79" w:rsidRPr="008C6DE4" w:rsidRDefault="001F5A79" w:rsidP="001F5A79"/>
    <w:p w14:paraId="16D0CCDF" w14:textId="77777777" w:rsidR="001F5A79" w:rsidRPr="008C6DE4" w:rsidRDefault="001F5A79" w:rsidP="001F5A79">
      <w:pPr>
        <w:keepNext/>
        <w:keepLines/>
        <w:spacing w:before="60"/>
        <w:jc w:val="center"/>
        <w:rPr>
          <w:rFonts w:ascii="Arial" w:hAnsi="Arial"/>
          <w:b/>
        </w:rPr>
      </w:pPr>
      <w:r w:rsidRPr="008C6DE4">
        <w:rPr>
          <w:rFonts w:ascii="Arial" w:hAnsi="Arial"/>
          <w:b/>
        </w:rPr>
        <w:t>Table 10.1.6.1-2: Differential SS-RSRP and CSI-RSRP measurement (for L1 reporting) report mapping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3034"/>
        <w:gridCol w:w="883"/>
      </w:tblGrid>
      <w:tr w:rsidR="00DD3199" w:rsidRPr="008C6DE4" w14:paraId="022AB7D8" w14:textId="77777777" w:rsidTr="00DF3064">
        <w:trPr>
          <w:trHeight w:val="300"/>
          <w:jc w:val="center"/>
        </w:trPr>
        <w:tc>
          <w:tcPr>
            <w:tcW w:w="1817" w:type="dxa"/>
            <w:shd w:val="clear" w:color="auto" w:fill="auto"/>
            <w:noWrap/>
            <w:hideMark/>
          </w:tcPr>
          <w:p w14:paraId="63503A69" w14:textId="77777777" w:rsidR="001F5A79" w:rsidRPr="008C6DE4" w:rsidRDefault="001F5A79" w:rsidP="00DF3064">
            <w:pPr>
              <w:keepNext/>
              <w:keepLines/>
              <w:spacing w:after="0"/>
              <w:jc w:val="center"/>
              <w:rPr>
                <w:rFonts w:ascii="Arial" w:hAnsi="Arial"/>
                <w:b/>
                <w:sz w:val="18"/>
                <w:lang w:eastAsia="zh-CN"/>
              </w:rPr>
            </w:pPr>
            <w:r w:rsidRPr="008C6DE4">
              <w:rPr>
                <w:rFonts w:ascii="Arial" w:hAnsi="Arial"/>
                <w:b/>
                <w:sz w:val="18"/>
                <w:lang w:eastAsia="zh-CN"/>
              </w:rPr>
              <w:t>Reported value</w:t>
            </w:r>
          </w:p>
        </w:tc>
        <w:tc>
          <w:tcPr>
            <w:tcW w:w="3034" w:type="dxa"/>
          </w:tcPr>
          <w:p w14:paraId="17DDBF37" w14:textId="77777777" w:rsidR="001F5A79" w:rsidRPr="008C6DE4" w:rsidRDefault="001F5A79" w:rsidP="00DF3064">
            <w:pPr>
              <w:keepNext/>
              <w:keepLines/>
              <w:spacing w:after="0"/>
              <w:jc w:val="center"/>
              <w:rPr>
                <w:rFonts w:ascii="Arial" w:hAnsi="Arial"/>
                <w:b/>
                <w:sz w:val="18"/>
                <w:lang w:eastAsia="zh-CN"/>
              </w:rPr>
            </w:pPr>
            <w:r w:rsidRPr="008C6DE4">
              <w:rPr>
                <w:rFonts w:ascii="Arial" w:hAnsi="Arial"/>
                <w:b/>
                <w:sz w:val="18"/>
                <w:lang w:eastAsia="zh-CN"/>
              </w:rPr>
              <w:t>Measured quantity value (difference in measured RSRP from strongest RSRP)</w:t>
            </w:r>
          </w:p>
        </w:tc>
        <w:tc>
          <w:tcPr>
            <w:tcW w:w="883" w:type="dxa"/>
            <w:shd w:val="clear" w:color="auto" w:fill="auto"/>
            <w:noWrap/>
            <w:hideMark/>
          </w:tcPr>
          <w:p w14:paraId="30FD5821" w14:textId="77777777" w:rsidR="001F5A79" w:rsidRPr="008C6DE4" w:rsidRDefault="001F5A79" w:rsidP="00DF3064">
            <w:pPr>
              <w:keepNext/>
              <w:keepLines/>
              <w:spacing w:after="0"/>
              <w:jc w:val="center"/>
              <w:rPr>
                <w:rFonts w:ascii="Arial" w:hAnsi="Arial"/>
                <w:b/>
                <w:sz w:val="18"/>
                <w:lang w:eastAsia="zh-CN"/>
              </w:rPr>
            </w:pPr>
            <w:r w:rsidRPr="008C6DE4">
              <w:rPr>
                <w:rFonts w:ascii="Arial" w:hAnsi="Arial"/>
                <w:b/>
                <w:sz w:val="18"/>
                <w:lang w:eastAsia="zh-CN"/>
              </w:rPr>
              <w:t>Unit</w:t>
            </w:r>
          </w:p>
        </w:tc>
      </w:tr>
      <w:tr w:rsidR="00DD3199" w:rsidRPr="008C6DE4" w14:paraId="3D74581C" w14:textId="77777777" w:rsidTr="00DF3064">
        <w:trPr>
          <w:trHeight w:val="300"/>
          <w:jc w:val="center"/>
        </w:trPr>
        <w:tc>
          <w:tcPr>
            <w:tcW w:w="1817" w:type="dxa"/>
            <w:shd w:val="clear" w:color="auto" w:fill="auto"/>
            <w:noWrap/>
            <w:hideMark/>
          </w:tcPr>
          <w:p w14:paraId="3BDB8261"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DIFFRSRP_0</w:t>
            </w:r>
          </w:p>
        </w:tc>
        <w:tc>
          <w:tcPr>
            <w:tcW w:w="3034" w:type="dxa"/>
          </w:tcPr>
          <w:p w14:paraId="6F25A3D2"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0</w:t>
            </w:r>
            <w:r w:rsidRPr="008C6DE4">
              <w:rPr>
                <w:rFonts w:ascii="Arial" w:hAnsi="Arial" w:hint="eastAsia"/>
                <w:sz w:val="18"/>
                <w:lang w:eastAsia="zh-CN"/>
              </w:rPr>
              <w:t>≥Δ</w:t>
            </w:r>
            <w:r w:rsidRPr="008C6DE4">
              <w:rPr>
                <w:rFonts w:ascii="Arial" w:hAnsi="Arial"/>
                <w:sz w:val="18"/>
                <w:lang w:eastAsia="zh-CN"/>
              </w:rPr>
              <w:t>RSRP&gt;-2</w:t>
            </w:r>
          </w:p>
        </w:tc>
        <w:tc>
          <w:tcPr>
            <w:tcW w:w="883" w:type="dxa"/>
            <w:shd w:val="clear" w:color="auto" w:fill="auto"/>
            <w:noWrap/>
            <w:hideMark/>
          </w:tcPr>
          <w:p w14:paraId="120AA54E"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401240BF" w14:textId="77777777" w:rsidTr="00DF3064">
        <w:trPr>
          <w:trHeight w:val="300"/>
          <w:jc w:val="center"/>
        </w:trPr>
        <w:tc>
          <w:tcPr>
            <w:tcW w:w="1817" w:type="dxa"/>
            <w:shd w:val="clear" w:color="auto" w:fill="auto"/>
            <w:noWrap/>
          </w:tcPr>
          <w:p w14:paraId="3364FB8C"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DIFFRSRP_1</w:t>
            </w:r>
          </w:p>
        </w:tc>
        <w:tc>
          <w:tcPr>
            <w:tcW w:w="3034" w:type="dxa"/>
          </w:tcPr>
          <w:p w14:paraId="4412E760"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-2</w:t>
            </w:r>
            <w:r w:rsidRPr="008C6DE4">
              <w:rPr>
                <w:rFonts w:ascii="Arial" w:hAnsi="Arial" w:hint="eastAsia"/>
                <w:sz w:val="18"/>
                <w:lang w:eastAsia="zh-CN"/>
              </w:rPr>
              <w:t>≥Δ</w:t>
            </w:r>
            <w:r w:rsidRPr="008C6DE4">
              <w:rPr>
                <w:rFonts w:ascii="Arial" w:hAnsi="Arial"/>
                <w:sz w:val="18"/>
                <w:lang w:eastAsia="zh-CN"/>
              </w:rPr>
              <w:t>RSRP&gt;-4</w:t>
            </w:r>
          </w:p>
        </w:tc>
        <w:tc>
          <w:tcPr>
            <w:tcW w:w="883" w:type="dxa"/>
            <w:shd w:val="clear" w:color="auto" w:fill="auto"/>
            <w:noWrap/>
          </w:tcPr>
          <w:p w14:paraId="24432C96"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180B1A58" w14:textId="77777777" w:rsidTr="00DF3064">
        <w:trPr>
          <w:trHeight w:val="300"/>
          <w:jc w:val="center"/>
        </w:trPr>
        <w:tc>
          <w:tcPr>
            <w:tcW w:w="1817" w:type="dxa"/>
            <w:shd w:val="clear" w:color="auto" w:fill="auto"/>
            <w:noWrap/>
          </w:tcPr>
          <w:p w14:paraId="174AB974"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DIFFRSRP_2</w:t>
            </w:r>
          </w:p>
        </w:tc>
        <w:tc>
          <w:tcPr>
            <w:tcW w:w="3034" w:type="dxa"/>
          </w:tcPr>
          <w:p w14:paraId="28B9575B"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-4</w:t>
            </w:r>
            <w:r w:rsidRPr="008C6DE4">
              <w:rPr>
                <w:rFonts w:ascii="Arial" w:hAnsi="Arial" w:hint="eastAsia"/>
                <w:sz w:val="18"/>
                <w:lang w:eastAsia="zh-CN"/>
              </w:rPr>
              <w:t>≥Δ</w:t>
            </w:r>
            <w:r w:rsidRPr="008C6DE4">
              <w:rPr>
                <w:rFonts w:ascii="Arial" w:hAnsi="Arial"/>
                <w:sz w:val="18"/>
                <w:lang w:eastAsia="zh-CN"/>
              </w:rPr>
              <w:t>RSRP&gt;-6</w:t>
            </w:r>
          </w:p>
        </w:tc>
        <w:tc>
          <w:tcPr>
            <w:tcW w:w="883" w:type="dxa"/>
            <w:shd w:val="clear" w:color="auto" w:fill="auto"/>
            <w:noWrap/>
          </w:tcPr>
          <w:p w14:paraId="69590B15"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1A6C2BCE" w14:textId="77777777" w:rsidTr="00DF3064">
        <w:trPr>
          <w:trHeight w:val="300"/>
          <w:jc w:val="center"/>
        </w:trPr>
        <w:tc>
          <w:tcPr>
            <w:tcW w:w="1817" w:type="dxa"/>
            <w:shd w:val="clear" w:color="auto" w:fill="auto"/>
            <w:noWrap/>
          </w:tcPr>
          <w:p w14:paraId="7CFE6327"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DIFFRSRP_3</w:t>
            </w:r>
          </w:p>
        </w:tc>
        <w:tc>
          <w:tcPr>
            <w:tcW w:w="3034" w:type="dxa"/>
          </w:tcPr>
          <w:p w14:paraId="462ED06B"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-6</w:t>
            </w:r>
            <w:r w:rsidRPr="008C6DE4">
              <w:rPr>
                <w:rFonts w:ascii="Arial" w:hAnsi="Arial" w:hint="eastAsia"/>
                <w:sz w:val="18"/>
                <w:lang w:eastAsia="zh-CN"/>
              </w:rPr>
              <w:t>≥Δ</w:t>
            </w:r>
            <w:r w:rsidRPr="008C6DE4">
              <w:rPr>
                <w:rFonts w:ascii="Arial" w:hAnsi="Arial"/>
                <w:sz w:val="18"/>
                <w:lang w:eastAsia="zh-CN"/>
              </w:rPr>
              <w:t>RSRP&gt;-8</w:t>
            </w:r>
          </w:p>
        </w:tc>
        <w:tc>
          <w:tcPr>
            <w:tcW w:w="883" w:type="dxa"/>
            <w:shd w:val="clear" w:color="auto" w:fill="auto"/>
            <w:noWrap/>
          </w:tcPr>
          <w:p w14:paraId="0CFE7F74"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02C63D99" w14:textId="77777777" w:rsidTr="00DF3064">
        <w:trPr>
          <w:trHeight w:val="300"/>
          <w:jc w:val="center"/>
        </w:trPr>
        <w:tc>
          <w:tcPr>
            <w:tcW w:w="1817" w:type="dxa"/>
            <w:shd w:val="clear" w:color="auto" w:fill="auto"/>
            <w:noWrap/>
          </w:tcPr>
          <w:p w14:paraId="42D94D2F"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DIFFRSRP_4</w:t>
            </w:r>
          </w:p>
        </w:tc>
        <w:tc>
          <w:tcPr>
            <w:tcW w:w="3034" w:type="dxa"/>
          </w:tcPr>
          <w:p w14:paraId="2572EBA1"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-8</w:t>
            </w:r>
            <w:r w:rsidRPr="008C6DE4">
              <w:rPr>
                <w:rFonts w:ascii="Arial" w:hAnsi="Arial" w:hint="eastAsia"/>
                <w:sz w:val="18"/>
                <w:lang w:eastAsia="zh-CN"/>
              </w:rPr>
              <w:t>≥Δ</w:t>
            </w:r>
            <w:r w:rsidRPr="008C6DE4">
              <w:rPr>
                <w:rFonts w:ascii="Arial" w:hAnsi="Arial"/>
                <w:sz w:val="18"/>
                <w:lang w:eastAsia="zh-CN"/>
              </w:rPr>
              <w:t>RSRP&gt;-10</w:t>
            </w:r>
          </w:p>
        </w:tc>
        <w:tc>
          <w:tcPr>
            <w:tcW w:w="883" w:type="dxa"/>
            <w:shd w:val="clear" w:color="auto" w:fill="auto"/>
            <w:noWrap/>
          </w:tcPr>
          <w:p w14:paraId="44C63403"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6A324CA5" w14:textId="77777777" w:rsidTr="00DF3064">
        <w:trPr>
          <w:trHeight w:val="300"/>
          <w:jc w:val="center"/>
        </w:trPr>
        <w:tc>
          <w:tcPr>
            <w:tcW w:w="1817" w:type="dxa"/>
            <w:shd w:val="clear" w:color="auto" w:fill="auto"/>
            <w:noWrap/>
          </w:tcPr>
          <w:p w14:paraId="0A35B648"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DIFFRSRP_5</w:t>
            </w:r>
          </w:p>
        </w:tc>
        <w:tc>
          <w:tcPr>
            <w:tcW w:w="3034" w:type="dxa"/>
          </w:tcPr>
          <w:p w14:paraId="499E9544"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-10</w:t>
            </w:r>
            <w:r w:rsidRPr="008C6DE4">
              <w:rPr>
                <w:rFonts w:ascii="Arial" w:hAnsi="Arial" w:hint="eastAsia"/>
                <w:sz w:val="18"/>
                <w:lang w:eastAsia="zh-CN"/>
              </w:rPr>
              <w:t>≥Δ</w:t>
            </w:r>
            <w:r w:rsidRPr="008C6DE4">
              <w:rPr>
                <w:rFonts w:ascii="Arial" w:hAnsi="Arial"/>
                <w:sz w:val="18"/>
                <w:lang w:eastAsia="zh-CN"/>
              </w:rPr>
              <w:t>RSRP&gt;-12</w:t>
            </w:r>
          </w:p>
        </w:tc>
        <w:tc>
          <w:tcPr>
            <w:tcW w:w="883" w:type="dxa"/>
            <w:shd w:val="clear" w:color="auto" w:fill="auto"/>
            <w:noWrap/>
          </w:tcPr>
          <w:p w14:paraId="63D12982"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57233116" w14:textId="77777777" w:rsidTr="00DF3064">
        <w:trPr>
          <w:trHeight w:val="300"/>
          <w:jc w:val="center"/>
        </w:trPr>
        <w:tc>
          <w:tcPr>
            <w:tcW w:w="1817" w:type="dxa"/>
            <w:shd w:val="clear" w:color="auto" w:fill="auto"/>
            <w:noWrap/>
          </w:tcPr>
          <w:p w14:paraId="26B34FC7"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DIFFRSRP_6</w:t>
            </w:r>
          </w:p>
        </w:tc>
        <w:tc>
          <w:tcPr>
            <w:tcW w:w="3034" w:type="dxa"/>
          </w:tcPr>
          <w:p w14:paraId="4808461B"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-12</w:t>
            </w:r>
            <w:r w:rsidRPr="008C6DE4">
              <w:rPr>
                <w:rFonts w:ascii="Arial" w:hAnsi="Arial" w:hint="eastAsia"/>
                <w:sz w:val="18"/>
                <w:lang w:eastAsia="zh-CN"/>
              </w:rPr>
              <w:t>≥Δ</w:t>
            </w:r>
            <w:r w:rsidRPr="008C6DE4">
              <w:rPr>
                <w:rFonts w:ascii="Arial" w:hAnsi="Arial"/>
                <w:sz w:val="18"/>
                <w:lang w:eastAsia="zh-CN"/>
              </w:rPr>
              <w:t>RSRP&gt;-14</w:t>
            </w:r>
          </w:p>
        </w:tc>
        <w:tc>
          <w:tcPr>
            <w:tcW w:w="883" w:type="dxa"/>
            <w:shd w:val="clear" w:color="auto" w:fill="auto"/>
            <w:noWrap/>
          </w:tcPr>
          <w:p w14:paraId="00765839"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59A247FD" w14:textId="77777777" w:rsidTr="00DF3064">
        <w:trPr>
          <w:trHeight w:val="300"/>
          <w:jc w:val="center"/>
        </w:trPr>
        <w:tc>
          <w:tcPr>
            <w:tcW w:w="1817" w:type="dxa"/>
            <w:shd w:val="clear" w:color="auto" w:fill="auto"/>
            <w:noWrap/>
          </w:tcPr>
          <w:p w14:paraId="7C1F038A"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DIFFRSRP_7</w:t>
            </w:r>
          </w:p>
        </w:tc>
        <w:tc>
          <w:tcPr>
            <w:tcW w:w="3034" w:type="dxa"/>
          </w:tcPr>
          <w:p w14:paraId="4CD7B5AD"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-14</w:t>
            </w:r>
            <w:r w:rsidRPr="008C6DE4">
              <w:rPr>
                <w:rFonts w:ascii="Arial" w:hAnsi="Arial" w:hint="eastAsia"/>
                <w:sz w:val="18"/>
                <w:lang w:eastAsia="zh-CN"/>
              </w:rPr>
              <w:t>≥Δ</w:t>
            </w:r>
            <w:r w:rsidRPr="008C6DE4">
              <w:rPr>
                <w:rFonts w:ascii="Arial" w:hAnsi="Arial"/>
                <w:sz w:val="18"/>
                <w:lang w:eastAsia="zh-CN"/>
              </w:rPr>
              <w:t>RSRP&gt;-16</w:t>
            </w:r>
          </w:p>
        </w:tc>
        <w:tc>
          <w:tcPr>
            <w:tcW w:w="883" w:type="dxa"/>
            <w:shd w:val="clear" w:color="auto" w:fill="auto"/>
            <w:noWrap/>
          </w:tcPr>
          <w:p w14:paraId="0A618119"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1FC4D32D" w14:textId="77777777" w:rsidTr="00DF3064">
        <w:trPr>
          <w:trHeight w:val="300"/>
          <w:jc w:val="center"/>
        </w:trPr>
        <w:tc>
          <w:tcPr>
            <w:tcW w:w="1817" w:type="dxa"/>
            <w:shd w:val="clear" w:color="auto" w:fill="auto"/>
            <w:noWrap/>
          </w:tcPr>
          <w:p w14:paraId="41B09FAF"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DIFFRSRP_8</w:t>
            </w:r>
          </w:p>
        </w:tc>
        <w:tc>
          <w:tcPr>
            <w:tcW w:w="3034" w:type="dxa"/>
          </w:tcPr>
          <w:p w14:paraId="2FEAD032"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-16</w:t>
            </w:r>
            <w:r w:rsidRPr="008C6DE4">
              <w:rPr>
                <w:rFonts w:ascii="Arial" w:hAnsi="Arial" w:hint="eastAsia"/>
                <w:sz w:val="18"/>
                <w:lang w:eastAsia="zh-CN"/>
              </w:rPr>
              <w:t>≥Δ</w:t>
            </w:r>
            <w:r w:rsidRPr="008C6DE4">
              <w:rPr>
                <w:rFonts w:ascii="Arial" w:hAnsi="Arial"/>
                <w:sz w:val="18"/>
                <w:lang w:eastAsia="zh-CN"/>
              </w:rPr>
              <w:t>RSRP&gt;-18</w:t>
            </w:r>
          </w:p>
        </w:tc>
        <w:tc>
          <w:tcPr>
            <w:tcW w:w="883" w:type="dxa"/>
            <w:shd w:val="clear" w:color="auto" w:fill="auto"/>
            <w:noWrap/>
          </w:tcPr>
          <w:p w14:paraId="5E41DCEA"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1D4FCBC8" w14:textId="77777777" w:rsidTr="00DF3064">
        <w:trPr>
          <w:trHeight w:val="300"/>
          <w:jc w:val="center"/>
        </w:trPr>
        <w:tc>
          <w:tcPr>
            <w:tcW w:w="1817" w:type="dxa"/>
            <w:shd w:val="clear" w:color="auto" w:fill="auto"/>
            <w:noWrap/>
          </w:tcPr>
          <w:p w14:paraId="5CE63AD7"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DIFFRSRP_9</w:t>
            </w:r>
          </w:p>
        </w:tc>
        <w:tc>
          <w:tcPr>
            <w:tcW w:w="3034" w:type="dxa"/>
          </w:tcPr>
          <w:p w14:paraId="076C2D9D"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-18</w:t>
            </w:r>
            <w:r w:rsidRPr="008C6DE4">
              <w:rPr>
                <w:rFonts w:ascii="Arial" w:hAnsi="Arial" w:hint="eastAsia"/>
                <w:sz w:val="18"/>
                <w:lang w:eastAsia="zh-CN"/>
              </w:rPr>
              <w:t>≥Δ</w:t>
            </w:r>
            <w:r w:rsidRPr="008C6DE4">
              <w:rPr>
                <w:rFonts w:ascii="Arial" w:hAnsi="Arial"/>
                <w:sz w:val="18"/>
                <w:lang w:eastAsia="zh-CN"/>
              </w:rPr>
              <w:t>RSRP&gt;-20</w:t>
            </w:r>
          </w:p>
        </w:tc>
        <w:tc>
          <w:tcPr>
            <w:tcW w:w="883" w:type="dxa"/>
            <w:shd w:val="clear" w:color="auto" w:fill="auto"/>
            <w:noWrap/>
          </w:tcPr>
          <w:p w14:paraId="5C1E9BE7"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4CC5FECE" w14:textId="77777777" w:rsidTr="00DF3064">
        <w:trPr>
          <w:trHeight w:val="300"/>
          <w:jc w:val="center"/>
        </w:trPr>
        <w:tc>
          <w:tcPr>
            <w:tcW w:w="1817" w:type="dxa"/>
            <w:shd w:val="clear" w:color="auto" w:fill="auto"/>
            <w:noWrap/>
          </w:tcPr>
          <w:p w14:paraId="1949697C"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DIFFRSRP_10</w:t>
            </w:r>
          </w:p>
        </w:tc>
        <w:tc>
          <w:tcPr>
            <w:tcW w:w="3034" w:type="dxa"/>
          </w:tcPr>
          <w:p w14:paraId="30608BDF"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-20</w:t>
            </w:r>
            <w:r w:rsidRPr="008C6DE4">
              <w:rPr>
                <w:rFonts w:ascii="Arial" w:hAnsi="Arial" w:hint="eastAsia"/>
                <w:sz w:val="18"/>
                <w:lang w:eastAsia="zh-CN"/>
              </w:rPr>
              <w:t>≥Δ</w:t>
            </w:r>
            <w:r w:rsidRPr="008C6DE4">
              <w:rPr>
                <w:rFonts w:ascii="Arial" w:hAnsi="Arial"/>
                <w:sz w:val="18"/>
                <w:lang w:eastAsia="zh-CN"/>
              </w:rPr>
              <w:t>RSRP&gt;-22</w:t>
            </w:r>
          </w:p>
        </w:tc>
        <w:tc>
          <w:tcPr>
            <w:tcW w:w="883" w:type="dxa"/>
            <w:shd w:val="clear" w:color="auto" w:fill="auto"/>
            <w:noWrap/>
          </w:tcPr>
          <w:p w14:paraId="02E2AAFB"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631D9578" w14:textId="77777777" w:rsidTr="00DF3064">
        <w:trPr>
          <w:trHeight w:val="300"/>
          <w:jc w:val="center"/>
        </w:trPr>
        <w:tc>
          <w:tcPr>
            <w:tcW w:w="1817" w:type="dxa"/>
            <w:shd w:val="clear" w:color="auto" w:fill="auto"/>
            <w:noWrap/>
          </w:tcPr>
          <w:p w14:paraId="62CCF157"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DIFFRSRP_11</w:t>
            </w:r>
          </w:p>
        </w:tc>
        <w:tc>
          <w:tcPr>
            <w:tcW w:w="3034" w:type="dxa"/>
          </w:tcPr>
          <w:p w14:paraId="6B53728A"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-22</w:t>
            </w:r>
            <w:r w:rsidRPr="008C6DE4">
              <w:rPr>
                <w:rFonts w:ascii="Arial" w:hAnsi="Arial" w:hint="eastAsia"/>
                <w:sz w:val="18"/>
                <w:lang w:eastAsia="zh-CN"/>
              </w:rPr>
              <w:t>≥Δ</w:t>
            </w:r>
            <w:r w:rsidRPr="008C6DE4">
              <w:rPr>
                <w:rFonts w:ascii="Arial" w:hAnsi="Arial"/>
                <w:sz w:val="18"/>
                <w:lang w:eastAsia="zh-CN"/>
              </w:rPr>
              <w:t>RSRP&gt;-24</w:t>
            </w:r>
          </w:p>
        </w:tc>
        <w:tc>
          <w:tcPr>
            <w:tcW w:w="883" w:type="dxa"/>
            <w:shd w:val="clear" w:color="auto" w:fill="auto"/>
            <w:noWrap/>
          </w:tcPr>
          <w:p w14:paraId="7B5E1376"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3C62B21C" w14:textId="77777777" w:rsidTr="00DF3064">
        <w:trPr>
          <w:trHeight w:val="300"/>
          <w:jc w:val="center"/>
        </w:trPr>
        <w:tc>
          <w:tcPr>
            <w:tcW w:w="1817" w:type="dxa"/>
            <w:shd w:val="clear" w:color="auto" w:fill="auto"/>
            <w:noWrap/>
          </w:tcPr>
          <w:p w14:paraId="00FC0353"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DIFFRSRP_12</w:t>
            </w:r>
          </w:p>
        </w:tc>
        <w:tc>
          <w:tcPr>
            <w:tcW w:w="3034" w:type="dxa"/>
          </w:tcPr>
          <w:p w14:paraId="5F183BC0"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-24</w:t>
            </w:r>
            <w:r w:rsidRPr="008C6DE4">
              <w:rPr>
                <w:rFonts w:ascii="Arial" w:hAnsi="Arial" w:hint="eastAsia"/>
                <w:sz w:val="18"/>
                <w:lang w:eastAsia="zh-CN"/>
              </w:rPr>
              <w:t>≥Δ</w:t>
            </w:r>
            <w:r w:rsidRPr="008C6DE4">
              <w:rPr>
                <w:rFonts w:ascii="Arial" w:hAnsi="Arial"/>
                <w:sz w:val="18"/>
                <w:lang w:eastAsia="zh-CN"/>
              </w:rPr>
              <w:t>RSRP&gt;-26</w:t>
            </w:r>
          </w:p>
        </w:tc>
        <w:tc>
          <w:tcPr>
            <w:tcW w:w="883" w:type="dxa"/>
            <w:shd w:val="clear" w:color="auto" w:fill="auto"/>
            <w:noWrap/>
          </w:tcPr>
          <w:p w14:paraId="3FB92239"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12D08BBF" w14:textId="77777777" w:rsidTr="00DF3064">
        <w:trPr>
          <w:trHeight w:val="300"/>
          <w:jc w:val="center"/>
        </w:trPr>
        <w:tc>
          <w:tcPr>
            <w:tcW w:w="1817" w:type="dxa"/>
            <w:shd w:val="clear" w:color="auto" w:fill="auto"/>
            <w:noWrap/>
          </w:tcPr>
          <w:p w14:paraId="3157A800"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DIFFRSRP_13</w:t>
            </w:r>
          </w:p>
        </w:tc>
        <w:tc>
          <w:tcPr>
            <w:tcW w:w="3034" w:type="dxa"/>
          </w:tcPr>
          <w:p w14:paraId="0AD4DAF3"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-26</w:t>
            </w:r>
            <w:r w:rsidRPr="008C6DE4">
              <w:rPr>
                <w:rFonts w:ascii="Arial" w:hAnsi="Arial" w:hint="eastAsia"/>
                <w:sz w:val="18"/>
                <w:lang w:eastAsia="zh-CN"/>
              </w:rPr>
              <w:t>≥Δ</w:t>
            </w:r>
            <w:r w:rsidRPr="008C6DE4">
              <w:rPr>
                <w:rFonts w:ascii="Arial" w:hAnsi="Arial"/>
                <w:sz w:val="18"/>
                <w:lang w:eastAsia="zh-CN"/>
              </w:rPr>
              <w:t>RSRP&gt;-28</w:t>
            </w:r>
          </w:p>
        </w:tc>
        <w:tc>
          <w:tcPr>
            <w:tcW w:w="883" w:type="dxa"/>
            <w:shd w:val="clear" w:color="auto" w:fill="auto"/>
            <w:noWrap/>
          </w:tcPr>
          <w:p w14:paraId="22E052AD"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DD3199" w:rsidRPr="008C6DE4" w14:paraId="1F59B809" w14:textId="77777777" w:rsidTr="00DF3064">
        <w:trPr>
          <w:trHeight w:val="300"/>
          <w:jc w:val="center"/>
        </w:trPr>
        <w:tc>
          <w:tcPr>
            <w:tcW w:w="1817" w:type="dxa"/>
            <w:shd w:val="clear" w:color="auto" w:fill="auto"/>
            <w:noWrap/>
          </w:tcPr>
          <w:p w14:paraId="658DCA25"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DIFFRSRP_14</w:t>
            </w:r>
          </w:p>
        </w:tc>
        <w:tc>
          <w:tcPr>
            <w:tcW w:w="3034" w:type="dxa"/>
          </w:tcPr>
          <w:p w14:paraId="0B90CA48"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-28</w:t>
            </w:r>
            <w:r w:rsidRPr="008C6DE4">
              <w:rPr>
                <w:rFonts w:ascii="Arial" w:hAnsi="Arial" w:hint="eastAsia"/>
                <w:sz w:val="18"/>
                <w:lang w:eastAsia="zh-CN"/>
              </w:rPr>
              <w:t>≥Δ</w:t>
            </w:r>
            <w:r w:rsidRPr="008C6DE4">
              <w:rPr>
                <w:rFonts w:ascii="Arial" w:hAnsi="Arial"/>
                <w:sz w:val="18"/>
                <w:lang w:eastAsia="zh-CN"/>
              </w:rPr>
              <w:t>RSRP&gt;-30</w:t>
            </w:r>
          </w:p>
        </w:tc>
        <w:tc>
          <w:tcPr>
            <w:tcW w:w="883" w:type="dxa"/>
            <w:shd w:val="clear" w:color="auto" w:fill="auto"/>
            <w:noWrap/>
          </w:tcPr>
          <w:p w14:paraId="4CACE1A8"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tr w:rsidR="001F5A79" w:rsidRPr="008C6DE4" w14:paraId="12870475" w14:textId="77777777" w:rsidTr="00DF3064">
        <w:trPr>
          <w:trHeight w:val="300"/>
          <w:jc w:val="center"/>
        </w:trPr>
        <w:tc>
          <w:tcPr>
            <w:tcW w:w="1817" w:type="dxa"/>
            <w:shd w:val="clear" w:color="auto" w:fill="auto"/>
            <w:noWrap/>
          </w:tcPr>
          <w:p w14:paraId="4FF5E81E"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DIFFRSRP_15</w:t>
            </w:r>
          </w:p>
        </w:tc>
        <w:tc>
          <w:tcPr>
            <w:tcW w:w="3034" w:type="dxa"/>
          </w:tcPr>
          <w:p w14:paraId="27D69F3E"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-30</w:t>
            </w:r>
            <w:r w:rsidRPr="008C6DE4">
              <w:rPr>
                <w:rFonts w:ascii="Arial" w:hAnsi="Arial" w:hint="eastAsia"/>
                <w:sz w:val="18"/>
                <w:lang w:eastAsia="zh-CN"/>
              </w:rPr>
              <w:t>≥Δ</w:t>
            </w:r>
            <w:r w:rsidRPr="008C6DE4">
              <w:rPr>
                <w:rFonts w:ascii="Arial" w:hAnsi="Arial"/>
                <w:sz w:val="18"/>
                <w:lang w:eastAsia="zh-CN"/>
              </w:rPr>
              <w:t>RSRP</w:t>
            </w:r>
          </w:p>
        </w:tc>
        <w:tc>
          <w:tcPr>
            <w:tcW w:w="883" w:type="dxa"/>
            <w:shd w:val="clear" w:color="auto" w:fill="auto"/>
            <w:noWrap/>
          </w:tcPr>
          <w:p w14:paraId="6FA7C6EA" w14:textId="77777777" w:rsidR="001F5A79" w:rsidRPr="008C6DE4" w:rsidRDefault="001F5A79" w:rsidP="00DF3064">
            <w:pPr>
              <w:keepNext/>
              <w:keepLines/>
              <w:spacing w:after="0"/>
              <w:rPr>
                <w:rFonts w:ascii="Arial" w:hAnsi="Arial"/>
                <w:sz w:val="18"/>
                <w:lang w:eastAsia="zh-CN"/>
              </w:rPr>
            </w:pPr>
            <w:r w:rsidRPr="008C6DE4">
              <w:rPr>
                <w:rFonts w:ascii="Arial" w:hAnsi="Arial"/>
                <w:sz w:val="18"/>
                <w:lang w:eastAsia="zh-CN"/>
              </w:rPr>
              <w:t>dB</w:t>
            </w:r>
          </w:p>
        </w:tc>
      </w:tr>
      <w:bookmarkEnd w:id="207"/>
    </w:tbl>
    <w:p w14:paraId="60C2C34F" w14:textId="77777777" w:rsidR="001F5A79" w:rsidRPr="008C6DE4" w:rsidRDefault="001F5A79" w:rsidP="001F5A79">
      <w:pPr>
        <w:rPr>
          <w:lang w:val="en-US" w:eastAsia="ko-KR"/>
        </w:rPr>
      </w:pPr>
    </w:p>
    <w:p w14:paraId="2ACBA07E" w14:textId="211C25C1" w:rsidR="001F5A79" w:rsidRPr="008C6DE4" w:rsidRDefault="001F5A79" w:rsidP="0048284E">
      <w:pPr>
        <w:pStyle w:val="Heading3"/>
        <w:rPr>
          <w:lang w:val="en-US"/>
        </w:rPr>
      </w:pPr>
      <w:r w:rsidRPr="008C6DE4">
        <w:rPr>
          <w:lang w:val="en-US" w:eastAsia="ko-KR"/>
        </w:rPr>
        <w:t>1</w:t>
      </w:r>
      <w:r w:rsidR="0048284E" w:rsidRPr="008C6DE4">
        <w:rPr>
          <w:lang w:val="en-US" w:eastAsia="ko-KR"/>
        </w:rPr>
        <w:t>0.1.7</w:t>
      </w:r>
      <w:r w:rsidRPr="008C6DE4">
        <w:rPr>
          <w:lang w:val="en-US"/>
        </w:rPr>
        <w:tab/>
        <w:t>Intra-frequency RSRQ accuracy requirements for FR1</w:t>
      </w:r>
    </w:p>
    <w:p w14:paraId="60D8BFBD" w14:textId="0F35D965" w:rsidR="001F5A79" w:rsidRPr="008C6DE4" w:rsidRDefault="001F5A79" w:rsidP="0048284E">
      <w:pPr>
        <w:pStyle w:val="Heading4"/>
        <w:rPr>
          <w:lang w:val="en-US" w:eastAsia="zh-CN"/>
        </w:rPr>
      </w:pPr>
      <w:r w:rsidRPr="008C6DE4">
        <w:rPr>
          <w:lang w:val="en-US" w:eastAsia="zh-CN"/>
        </w:rPr>
        <w:t>1</w:t>
      </w:r>
      <w:r w:rsidR="0048284E" w:rsidRPr="008C6DE4">
        <w:rPr>
          <w:lang w:val="en-US" w:eastAsia="zh-CN"/>
        </w:rPr>
        <w:t>0.1.7.1</w:t>
      </w:r>
      <w:r w:rsidRPr="008C6DE4">
        <w:rPr>
          <w:lang w:val="en-US" w:eastAsia="zh-CN"/>
        </w:rPr>
        <w:tab/>
      </w:r>
      <w:r w:rsidRPr="008C6DE4">
        <w:rPr>
          <w:lang w:val="en-US" w:eastAsia="ko-KR"/>
        </w:rPr>
        <w:t>Intra-frequency SS-RSRQ accuracy requirements</w:t>
      </w:r>
      <w:r w:rsidRPr="008C6DE4">
        <w:rPr>
          <w:lang w:val="en-US" w:eastAsia="zh-CN"/>
        </w:rPr>
        <w:t xml:space="preserve"> in FR1</w:t>
      </w:r>
    </w:p>
    <w:p w14:paraId="764097D0" w14:textId="12BA35A1" w:rsidR="001F5A79" w:rsidRPr="008C6DE4" w:rsidRDefault="001F5A79" w:rsidP="0048284E">
      <w:pPr>
        <w:pStyle w:val="Heading5"/>
      </w:pPr>
      <w:r w:rsidRPr="008C6DE4">
        <w:rPr>
          <w:lang w:eastAsia="zh-CN"/>
        </w:rPr>
        <w:t>1</w:t>
      </w:r>
      <w:r w:rsidR="0048284E" w:rsidRPr="008C6DE4">
        <w:rPr>
          <w:lang w:eastAsia="zh-CN"/>
        </w:rPr>
        <w:t>0.</w:t>
      </w:r>
      <w:r w:rsidR="0048284E" w:rsidRPr="008C6DE4">
        <w:t>1</w:t>
      </w:r>
      <w:r w:rsidR="0048284E" w:rsidRPr="008C6DE4">
        <w:rPr>
          <w:lang w:eastAsia="zh-CN"/>
        </w:rPr>
        <w:t>.</w:t>
      </w:r>
      <w:r w:rsidR="0048284E" w:rsidRPr="008C6DE4">
        <w:t>7</w:t>
      </w:r>
      <w:r w:rsidR="0048284E" w:rsidRPr="008C6DE4">
        <w:rPr>
          <w:lang w:eastAsia="zh-CN"/>
        </w:rPr>
        <w:t>.</w:t>
      </w:r>
      <w:r w:rsidR="0048284E" w:rsidRPr="008C6DE4">
        <w:t>1</w:t>
      </w:r>
      <w:r w:rsidR="0048284E" w:rsidRPr="008C6DE4">
        <w:rPr>
          <w:lang w:eastAsia="zh-CN"/>
        </w:rPr>
        <w:t>.1</w:t>
      </w:r>
      <w:r w:rsidRPr="008C6DE4">
        <w:tab/>
        <w:t xml:space="preserve">Absolute </w:t>
      </w:r>
      <w:r w:rsidRPr="008C6DE4">
        <w:rPr>
          <w:lang w:val="en-US" w:eastAsia="ko-KR"/>
        </w:rPr>
        <w:t xml:space="preserve">SS-RSRQ </w:t>
      </w:r>
      <w:r w:rsidRPr="008C6DE4">
        <w:t>Accuracy in FR1</w:t>
      </w:r>
    </w:p>
    <w:p w14:paraId="270D04D2" w14:textId="77777777" w:rsidR="001F5A79" w:rsidRPr="008C6DE4" w:rsidRDefault="001F5A79" w:rsidP="001F5A79">
      <w:pPr>
        <w:rPr>
          <w:rFonts w:cs="v4.2.0"/>
          <w:i/>
        </w:rPr>
      </w:pPr>
      <w:r w:rsidRPr="008C6DE4">
        <w:rPr>
          <w:rFonts w:cs="v4.2.0"/>
        </w:rPr>
        <w:t xml:space="preserve">Unless otherwise specified, the requirements for absolute accuracy of </w:t>
      </w:r>
      <w:r w:rsidRPr="008C6DE4">
        <w:rPr>
          <w:rFonts w:cs="v4.2.0"/>
          <w:lang w:eastAsia="zh-CN"/>
        </w:rPr>
        <w:t>SS-RSRQ</w:t>
      </w:r>
      <w:r w:rsidRPr="008C6DE4">
        <w:rPr>
          <w:rFonts w:cs="v4.2.0"/>
        </w:rPr>
        <w:t xml:space="preserve"> in this clause apply to a cell on the same frequency as that of the serving cell in FR1.</w:t>
      </w:r>
    </w:p>
    <w:p w14:paraId="397EA250"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10.1.7.1.1</w:t>
      </w:r>
      <w:r w:rsidRPr="008C6DE4">
        <w:rPr>
          <w:rFonts w:cs="v4.2.0"/>
        </w:rPr>
        <w:t>-1 are valid under the following conditions:</w:t>
      </w:r>
    </w:p>
    <w:p w14:paraId="4A25AF7A" w14:textId="77777777" w:rsidR="001F5A79" w:rsidRPr="008C6DE4" w:rsidRDefault="001F5A79" w:rsidP="001F5A79">
      <w:pPr>
        <w:ind w:left="568" w:hanging="284"/>
        <w:rPr>
          <w:lang w:eastAsia="zh-CN"/>
        </w:rPr>
      </w:pPr>
      <w:r w:rsidRPr="008C6DE4">
        <w:t>-</w:t>
      </w:r>
      <w:r w:rsidRPr="008C6DE4">
        <w:tab/>
        <w:t>Conditions defined in clause 7.3 of TS 38.101-1 [18] for reference sensitivity are fulfilled.</w:t>
      </w:r>
    </w:p>
    <w:p w14:paraId="22C9C20D" w14:textId="77777777" w:rsidR="001F5A79" w:rsidRPr="008C6DE4" w:rsidRDefault="001F5A79" w:rsidP="001F5A79">
      <w:pPr>
        <w:ind w:left="568" w:hanging="284"/>
        <w:rPr>
          <w:lang w:eastAsia="zh-CN"/>
        </w:rPr>
      </w:pPr>
      <w:r w:rsidRPr="008C6DE4">
        <w:t>-</w:t>
      </w:r>
      <w:r w:rsidRPr="008C6DE4">
        <w:rPr>
          <w:rFonts w:ascii="Arial" w:hAnsi="Arial"/>
          <w:sz w:val="28"/>
          <w:lang w:val="en-US"/>
        </w:rPr>
        <w:tab/>
      </w:r>
      <w:r w:rsidRPr="008C6DE4">
        <w:t xml:space="preserve">Conditions for intra-frequency measurements are fulfilled according to Annex B.2.2 for a corresponding Band </w:t>
      </w:r>
      <w:r w:rsidRPr="008C6DE4">
        <w:rPr>
          <w:rFonts w:cs="v4.2.0"/>
          <w:lang w:eastAsia="ko-KR"/>
        </w:rPr>
        <w:t>for each relevant SSB</w:t>
      </w:r>
      <w:r w:rsidRPr="008C6DE4">
        <w:t>.</w:t>
      </w:r>
    </w:p>
    <w:p w14:paraId="31262153" w14:textId="77777777" w:rsidR="001F5A79" w:rsidRPr="008C6DE4" w:rsidRDefault="001F5A79" w:rsidP="001F5A79">
      <w:pPr>
        <w:keepNext/>
        <w:keepLines/>
        <w:spacing w:before="60"/>
        <w:jc w:val="center"/>
        <w:rPr>
          <w:rFonts w:ascii="Arial" w:hAnsi="Arial"/>
          <w:b/>
          <w:lang w:eastAsia="zh-CN"/>
        </w:rPr>
      </w:pPr>
      <w:r w:rsidRPr="008C6DE4">
        <w:rPr>
          <w:rFonts w:ascii="Arial" w:hAnsi="Arial"/>
          <w:b/>
        </w:rPr>
        <w:t xml:space="preserve">Table </w:t>
      </w:r>
      <w:r w:rsidRPr="008C6DE4">
        <w:rPr>
          <w:rFonts w:ascii="Arial" w:hAnsi="Arial"/>
          <w:b/>
          <w:lang w:eastAsia="zh-CN"/>
        </w:rPr>
        <w:t>10.1.7.1.1-1</w:t>
      </w:r>
      <w:r w:rsidRPr="008C6DE4">
        <w:rPr>
          <w:rFonts w:ascii="Arial" w:hAnsi="Arial"/>
          <w:b/>
        </w:rPr>
        <w:t xml:space="preserve">: </w:t>
      </w:r>
      <w:r w:rsidRPr="008C6DE4">
        <w:rPr>
          <w:rFonts w:ascii="Arial" w:hAnsi="Arial"/>
          <w:b/>
          <w:lang w:eastAsia="zh-CN"/>
        </w:rPr>
        <w:t>SS-RSRQ</w:t>
      </w:r>
      <w:r w:rsidRPr="008C6DE4">
        <w:rPr>
          <w:rFonts w:ascii="Arial" w:hAnsi="Arial"/>
          <w:b/>
        </w:rPr>
        <w:t xml:space="preserve"> Intra frequency absolute accuracy</w:t>
      </w:r>
      <w:r w:rsidRPr="008C6DE4">
        <w:rPr>
          <w:rFonts w:ascii="Arial" w:hAnsi="Arial"/>
          <w:b/>
          <w:lang w:eastAsia="zh-CN"/>
        </w:rPr>
        <w:t xml:space="preserve"> in FR1</w:t>
      </w:r>
    </w:p>
    <w:tbl>
      <w:tblPr>
        <w:tblW w:w="10172" w:type="dxa"/>
        <w:jc w:val="center"/>
        <w:tblLook w:val="01E0" w:firstRow="1" w:lastRow="1" w:firstColumn="1" w:lastColumn="1" w:noHBand="0" w:noVBand="0"/>
      </w:tblPr>
      <w:tblGrid>
        <w:gridCol w:w="1034"/>
        <w:gridCol w:w="1048"/>
        <w:gridCol w:w="805"/>
        <w:gridCol w:w="2317"/>
        <w:gridCol w:w="1003"/>
        <w:gridCol w:w="1085"/>
        <w:gridCol w:w="1440"/>
        <w:gridCol w:w="1440"/>
      </w:tblGrid>
      <w:tr w:rsidR="00DD3199" w:rsidRPr="008C6DE4" w14:paraId="349567A4" w14:textId="77777777" w:rsidTr="00DF3064">
        <w:trPr>
          <w:jc w:val="center"/>
        </w:trPr>
        <w:tc>
          <w:tcPr>
            <w:tcW w:w="2082"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1ED9344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8090"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0DB6B04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4E5C8377" w14:textId="77777777" w:rsidTr="00DF3064">
        <w:trPr>
          <w:jc w:val="center"/>
        </w:trPr>
        <w:tc>
          <w:tcPr>
            <w:tcW w:w="1034"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62B5BBD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048"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0F523D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805"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76BDF8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SSB Ês/Iot</w:t>
            </w:r>
          </w:p>
        </w:tc>
        <w:tc>
          <w:tcPr>
            <w:tcW w:w="7285"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506BB06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lang w:eastAsia="zh-CN"/>
              </w:rPr>
              <w:t xml:space="preserve"> Note 1</w:t>
            </w:r>
            <w:r w:rsidRPr="008C6DE4">
              <w:rPr>
                <w:rFonts w:ascii="Arial" w:hAnsi="Arial"/>
                <w:b/>
                <w:sz w:val="18"/>
              </w:rPr>
              <w:t xml:space="preserve"> range</w:t>
            </w:r>
          </w:p>
        </w:tc>
      </w:tr>
      <w:tr w:rsidR="00DD3199" w:rsidRPr="008C6DE4" w14:paraId="4BF115F0" w14:textId="77777777" w:rsidTr="00DF3064">
        <w:trPr>
          <w:jc w:val="center"/>
        </w:trPr>
        <w:tc>
          <w:tcPr>
            <w:tcW w:w="1034" w:type="dxa"/>
            <w:vMerge/>
            <w:tcBorders>
              <w:top w:val="single" w:sz="6" w:space="0" w:color="auto"/>
              <w:left w:val="single" w:sz="4" w:space="0" w:color="auto"/>
              <w:bottom w:val="single" w:sz="6" w:space="0" w:color="auto"/>
              <w:right w:val="single" w:sz="6" w:space="0" w:color="auto"/>
            </w:tcBorders>
            <w:shd w:val="clear" w:color="auto" w:fill="auto"/>
            <w:vAlign w:val="center"/>
          </w:tcPr>
          <w:p w14:paraId="4E2C50B5" w14:textId="77777777" w:rsidR="001F5A79" w:rsidRPr="008C6DE4" w:rsidRDefault="001F5A79" w:rsidP="00DF3064">
            <w:pPr>
              <w:keepNext/>
              <w:keepLines/>
              <w:spacing w:after="0"/>
              <w:jc w:val="center"/>
              <w:rPr>
                <w:rFonts w:ascii="Arial" w:hAnsi="Arial"/>
                <w:b/>
                <w:sz w:val="18"/>
              </w:rPr>
            </w:pPr>
          </w:p>
        </w:tc>
        <w:tc>
          <w:tcPr>
            <w:tcW w:w="1048"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5211FD9" w14:textId="77777777" w:rsidR="001F5A79" w:rsidRPr="008C6DE4" w:rsidRDefault="001F5A79" w:rsidP="00DF3064">
            <w:pPr>
              <w:keepNext/>
              <w:keepLines/>
              <w:spacing w:after="0"/>
              <w:jc w:val="center"/>
              <w:rPr>
                <w:rFonts w:ascii="Arial" w:hAnsi="Arial"/>
                <w:b/>
                <w:sz w:val="18"/>
              </w:rPr>
            </w:pPr>
          </w:p>
        </w:tc>
        <w:tc>
          <w:tcPr>
            <w:tcW w:w="805" w:type="dxa"/>
            <w:vMerge/>
            <w:tcBorders>
              <w:top w:val="single" w:sz="6" w:space="0" w:color="auto"/>
              <w:left w:val="single" w:sz="6" w:space="0" w:color="auto"/>
              <w:bottom w:val="single" w:sz="6" w:space="0" w:color="auto"/>
              <w:right w:val="single" w:sz="6" w:space="0" w:color="auto"/>
            </w:tcBorders>
            <w:shd w:val="clear" w:color="auto" w:fill="auto"/>
          </w:tcPr>
          <w:p w14:paraId="32CF977B" w14:textId="77777777" w:rsidR="001F5A79" w:rsidRPr="008C6DE4" w:rsidRDefault="001F5A79" w:rsidP="00DF3064">
            <w:pPr>
              <w:keepNext/>
              <w:keepLines/>
              <w:spacing w:after="0"/>
              <w:jc w:val="center"/>
              <w:rPr>
                <w:rFonts w:ascii="Arial" w:hAnsi="Arial"/>
                <w:b/>
                <w:sz w:val="18"/>
              </w:rPr>
            </w:pPr>
          </w:p>
        </w:tc>
        <w:tc>
          <w:tcPr>
            <w:tcW w:w="2317" w:type="dxa"/>
            <w:tcBorders>
              <w:top w:val="single" w:sz="6" w:space="0" w:color="auto"/>
              <w:left w:val="single" w:sz="6" w:space="0" w:color="auto"/>
              <w:bottom w:val="single" w:sz="6" w:space="0" w:color="auto"/>
              <w:right w:val="single" w:sz="4" w:space="0" w:color="auto"/>
            </w:tcBorders>
            <w:shd w:val="clear" w:color="auto" w:fill="auto"/>
            <w:vAlign w:val="center"/>
          </w:tcPr>
          <w:p w14:paraId="60F326B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NR operating band groups</w:t>
            </w:r>
            <w:r w:rsidRPr="008C6DE4">
              <w:rPr>
                <w:rFonts w:ascii="Arial" w:hAnsi="Arial"/>
                <w:b/>
                <w:sz w:val="18"/>
                <w:vertAlign w:val="superscript"/>
              </w:rPr>
              <w:t xml:space="preserve"> </w:t>
            </w:r>
            <w:r w:rsidRPr="008C6DE4">
              <w:rPr>
                <w:rFonts w:ascii="Arial" w:hAnsi="Arial"/>
                <w:b/>
                <w:sz w:val="18"/>
                <w:vertAlign w:val="superscript"/>
                <w:lang w:eastAsia="zh-CN"/>
              </w:rPr>
              <w:t>Note 3</w:t>
            </w:r>
          </w:p>
        </w:tc>
        <w:tc>
          <w:tcPr>
            <w:tcW w:w="3528"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6B2237CA"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1AC3286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0F154A82" w14:textId="77777777" w:rsidTr="00DF3064">
        <w:trPr>
          <w:trHeight w:val="308"/>
          <w:jc w:val="center"/>
        </w:trPr>
        <w:tc>
          <w:tcPr>
            <w:tcW w:w="1034" w:type="dxa"/>
            <w:vMerge w:val="restart"/>
            <w:tcBorders>
              <w:top w:val="single" w:sz="6" w:space="0" w:color="auto"/>
              <w:left w:val="single" w:sz="4" w:space="0" w:color="auto"/>
              <w:right w:val="single" w:sz="6" w:space="0" w:color="auto"/>
            </w:tcBorders>
            <w:shd w:val="clear" w:color="auto" w:fill="auto"/>
            <w:vAlign w:val="center"/>
          </w:tcPr>
          <w:p w14:paraId="7AE365F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48" w:type="dxa"/>
            <w:vMerge w:val="restart"/>
            <w:tcBorders>
              <w:top w:val="single" w:sz="6" w:space="0" w:color="auto"/>
              <w:left w:val="single" w:sz="6" w:space="0" w:color="auto"/>
              <w:right w:val="single" w:sz="6" w:space="0" w:color="auto"/>
            </w:tcBorders>
            <w:shd w:val="clear" w:color="auto" w:fill="auto"/>
            <w:vAlign w:val="center"/>
          </w:tcPr>
          <w:p w14:paraId="00CB7D0A"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805" w:type="dxa"/>
            <w:vMerge w:val="restart"/>
            <w:tcBorders>
              <w:top w:val="single" w:sz="6" w:space="0" w:color="auto"/>
              <w:left w:val="single" w:sz="6" w:space="0" w:color="auto"/>
              <w:right w:val="single" w:sz="6" w:space="0" w:color="auto"/>
            </w:tcBorders>
            <w:shd w:val="clear" w:color="auto" w:fill="auto"/>
          </w:tcPr>
          <w:p w14:paraId="1988A70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2317" w:type="dxa"/>
            <w:vMerge w:val="restart"/>
            <w:tcBorders>
              <w:top w:val="single" w:sz="6" w:space="0" w:color="auto"/>
              <w:left w:val="single" w:sz="6" w:space="0" w:color="auto"/>
              <w:right w:val="single" w:sz="4" w:space="0" w:color="auto"/>
            </w:tcBorders>
            <w:shd w:val="clear" w:color="auto" w:fill="auto"/>
            <w:vAlign w:val="center"/>
          </w:tcPr>
          <w:p w14:paraId="2A7D5CF7" w14:textId="77777777" w:rsidR="001F5A79" w:rsidRPr="008C6DE4" w:rsidRDefault="001F5A79" w:rsidP="00DF3064">
            <w:pPr>
              <w:keepNext/>
              <w:keepLines/>
              <w:spacing w:after="0"/>
              <w:jc w:val="center"/>
              <w:rPr>
                <w:rFonts w:ascii="Arial" w:hAnsi="Arial"/>
                <w:b/>
                <w:sz w:val="18"/>
              </w:rPr>
            </w:pPr>
          </w:p>
        </w:tc>
        <w:tc>
          <w:tcPr>
            <w:tcW w:w="208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26643A66"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6E2121E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081E57A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06679A64" w14:textId="77777777" w:rsidTr="00DF3064">
        <w:trPr>
          <w:trHeight w:val="307"/>
          <w:jc w:val="center"/>
        </w:trPr>
        <w:tc>
          <w:tcPr>
            <w:tcW w:w="1034" w:type="dxa"/>
            <w:vMerge/>
            <w:tcBorders>
              <w:left w:val="single" w:sz="4" w:space="0" w:color="auto"/>
              <w:bottom w:val="single" w:sz="6" w:space="0" w:color="auto"/>
              <w:right w:val="single" w:sz="6" w:space="0" w:color="auto"/>
            </w:tcBorders>
            <w:shd w:val="clear" w:color="auto" w:fill="auto"/>
            <w:vAlign w:val="center"/>
          </w:tcPr>
          <w:p w14:paraId="3ED8107A" w14:textId="77777777" w:rsidR="001F5A79" w:rsidRPr="008C6DE4" w:rsidRDefault="001F5A79" w:rsidP="00DF3064">
            <w:pPr>
              <w:keepNext/>
              <w:keepLines/>
              <w:spacing w:after="0"/>
              <w:jc w:val="center"/>
              <w:rPr>
                <w:rFonts w:ascii="Arial" w:hAnsi="Arial"/>
                <w:b/>
                <w:sz w:val="18"/>
              </w:rPr>
            </w:pPr>
          </w:p>
        </w:tc>
        <w:tc>
          <w:tcPr>
            <w:tcW w:w="1048" w:type="dxa"/>
            <w:vMerge/>
            <w:tcBorders>
              <w:left w:val="single" w:sz="6" w:space="0" w:color="auto"/>
              <w:bottom w:val="single" w:sz="6" w:space="0" w:color="auto"/>
              <w:right w:val="single" w:sz="6" w:space="0" w:color="auto"/>
            </w:tcBorders>
            <w:shd w:val="clear" w:color="auto" w:fill="auto"/>
            <w:vAlign w:val="center"/>
          </w:tcPr>
          <w:p w14:paraId="01FCFB74" w14:textId="77777777" w:rsidR="001F5A79" w:rsidRPr="008C6DE4" w:rsidRDefault="001F5A79" w:rsidP="00DF3064">
            <w:pPr>
              <w:keepNext/>
              <w:keepLines/>
              <w:spacing w:after="0"/>
              <w:jc w:val="center"/>
              <w:rPr>
                <w:rFonts w:ascii="Arial" w:hAnsi="Arial"/>
                <w:b/>
                <w:sz w:val="18"/>
              </w:rPr>
            </w:pPr>
          </w:p>
        </w:tc>
        <w:tc>
          <w:tcPr>
            <w:tcW w:w="805" w:type="dxa"/>
            <w:vMerge/>
            <w:tcBorders>
              <w:left w:val="single" w:sz="6" w:space="0" w:color="auto"/>
              <w:bottom w:val="single" w:sz="6" w:space="0" w:color="auto"/>
              <w:right w:val="single" w:sz="6" w:space="0" w:color="auto"/>
            </w:tcBorders>
            <w:shd w:val="clear" w:color="auto" w:fill="auto"/>
          </w:tcPr>
          <w:p w14:paraId="61475087" w14:textId="77777777" w:rsidR="001F5A79" w:rsidRPr="008C6DE4" w:rsidRDefault="001F5A79" w:rsidP="00DF3064">
            <w:pPr>
              <w:keepNext/>
              <w:keepLines/>
              <w:spacing w:after="0"/>
              <w:jc w:val="center"/>
              <w:rPr>
                <w:rFonts w:ascii="Arial" w:hAnsi="Arial"/>
                <w:b/>
                <w:sz w:val="18"/>
              </w:rPr>
            </w:pPr>
          </w:p>
        </w:tc>
        <w:tc>
          <w:tcPr>
            <w:tcW w:w="2317" w:type="dxa"/>
            <w:vMerge/>
            <w:tcBorders>
              <w:left w:val="single" w:sz="6" w:space="0" w:color="auto"/>
              <w:bottom w:val="single" w:sz="6" w:space="0" w:color="auto"/>
              <w:right w:val="single" w:sz="4" w:space="0" w:color="auto"/>
            </w:tcBorders>
            <w:shd w:val="clear" w:color="auto" w:fill="auto"/>
            <w:vAlign w:val="center"/>
          </w:tcPr>
          <w:p w14:paraId="07E93E83" w14:textId="77777777" w:rsidR="001F5A79" w:rsidRPr="008C6DE4" w:rsidRDefault="001F5A79" w:rsidP="00DF3064">
            <w:pPr>
              <w:keepNext/>
              <w:keepLines/>
              <w:spacing w:after="0"/>
              <w:jc w:val="center"/>
              <w:rPr>
                <w:rFonts w:ascii="Arial" w:hAnsi="Arial"/>
                <w:b/>
                <w:sz w:val="18"/>
              </w:rPr>
            </w:pPr>
          </w:p>
        </w:tc>
        <w:tc>
          <w:tcPr>
            <w:tcW w:w="1003" w:type="dxa"/>
            <w:tcBorders>
              <w:top w:val="single" w:sz="6" w:space="0" w:color="auto"/>
              <w:left w:val="single" w:sz="4" w:space="0" w:color="auto"/>
              <w:bottom w:val="single" w:sz="6" w:space="0" w:color="auto"/>
              <w:right w:val="single" w:sz="6" w:space="0" w:color="auto"/>
            </w:tcBorders>
            <w:shd w:val="clear" w:color="auto" w:fill="auto"/>
            <w:vAlign w:val="center"/>
          </w:tcPr>
          <w:p w14:paraId="1A0FEE8D"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1085" w:type="dxa"/>
            <w:tcBorders>
              <w:top w:val="single" w:sz="6" w:space="0" w:color="auto"/>
              <w:left w:val="single" w:sz="4" w:space="0" w:color="auto"/>
              <w:bottom w:val="single" w:sz="6" w:space="0" w:color="auto"/>
              <w:right w:val="single" w:sz="6" w:space="0" w:color="auto"/>
            </w:tcBorders>
            <w:shd w:val="clear" w:color="auto" w:fill="auto"/>
            <w:vAlign w:val="center"/>
          </w:tcPr>
          <w:p w14:paraId="703F4B38"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440" w:type="dxa"/>
            <w:vMerge/>
            <w:tcBorders>
              <w:left w:val="single" w:sz="6" w:space="0" w:color="auto"/>
              <w:bottom w:val="single" w:sz="6" w:space="0" w:color="auto"/>
              <w:right w:val="single" w:sz="6" w:space="0" w:color="auto"/>
            </w:tcBorders>
            <w:shd w:val="clear" w:color="auto" w:fill="auto"/>
            <w:vAlign w:val="center"/>
          </w:tcPr>
          <w:p w14:paraId="4735A5CB"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70263FB9" w14:textId="77777777" w:rsidR="001F5A79" w:rsidRPr="008C6DE4" w:rsidRDefault="001F5A79" w:rsidP="00DF3064">
            <w:pPr>
              <w:keepNext/>
              <w:keepLines/>
              <w:spacing w:after="0"/>
              <w:jc w:val="center"/>
              <w:rPr>
                <w:rFonts w:ascii="Arial" w:hAnsi="Arial"/>
                <w:b/>
                <w:sz w:val="18"/>
              </w:rPr>
            </w:pPr>
          </w:p>
        </w:tc>
      </w:tr>
      <w:tr w:rsidR="00DD3199" w:rsidRPr="008C6DE4" w14:paraId="1C9F59D7" w14:textId="77777777" w:rsidTr="00DF3064">
        <w:trPr>
          <w:jc w:val="center"/>
        </w:trPr>
        <w:tc>
          <w:tcPr>
            <w:tcW w:w="1034" w:type="dxa"/>
            <w:vMerge w:val="restart"/>
            <w:tcBorders>
              <w:top w:val="single" w:sz="6" w:space="0" w:color="auto"/>
              <w:left w:val="single" w:sz="4" w:space="0" w:color="auto"/>
              <w:right w:val="single" w:sz="6" w:space="0" w:color="auto"/>
            </w:tcBorders>
            <w:shd w:val="clear" w:color="auto" w:fill="auto"/>
            <w:vAlign w:val="center"/>
          </w:tcPr>
          <w:p w14:paraId="4F9A9D4F"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2.5</w:t>
            </w:r>
          </w:p>
        </w:tc>
        <w:tc>
          <w:tcPr>
            <w:tcW w:w="1048" w:type="dxa"/>
            <w:vMerge w:val="restart"/>
            <w:tcBorders>
              <w:top w:val="single" w:sz="6" w:space="0" w:color="auto"/>
              <w:left w:val="single" w:sz="6" w:space="0" w:color="auto"/>
              <w:right w:val="single" w:sz="6" w:space="0" w:color="auto"/>
            </w:tcBorders>
            <w:shd w:val="clear" w:color="auto" w:fill="auto"/>
            <w:vAlign w:val="center"/>
          </w:tcPr>
          <w:p w14:paraId="7991B544"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805" w:type="dxa"/>
            <w:vMerge w:val="restart"/>
            <w:tcBorders>
              <w:top w:val="single" w:sz="6" w:space="0" w:color="auto"/>
              <w:left w:val="single" w:sz="6" w:space="0" w:color="auto"/>
              <w:right w:val="single" w:sz="6" w:space="0" w:color="auto"/>
            </w:tcBorders>
            <w:shd w:val="clear" w:color="auto" w:fill="auto"/>
            <w:vAlign w:val="center"/>
          </w:tcPr>
          <w:p w14:paraId="65E3DC2D"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-3 dB</w:t>
            </w:r>
          </w:p>
        </w:tc>
        <w:tc>
          <w:tcPr>
            <w:tcW w:w="2317" w:type="dxa"/>
            <w:tcBorders>
              <w:top w:val="single" w:sz="6" w:space="0" w:color="auto"/>
              <w:left w:val="single" w:sz="6" w:space="0" w:color="auto"/>
              <w:bottom w:val="single" w:sz="6" w:space="0" w:color="auto"/>
              <w:right w:val="single" w:sz="4" w:space="0" w:color="auto"/>
            </w:tcBorders>
            <w:shd w:val="clear" w:color="auto" w:fill="auto"/>
            <w:vAlign w:val="center"/>
          </w:tcPr>
          <w:p w14:paraId="7182888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NR_FDD_FR1_A, NR_TDD_FR1_A,</w:t>
            </w:r>
          </w:p>
          <w:p w14:paraId="37BCAF9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tc>
        <w:tc>
          <w:tcPr>
            <w:tcW w:w="1003" w:type="dxa"/>
            <w:tcBorders>
              <w:top w:val="single" w:sz="6" w:space="0" w:color="auto"/>
              <w:left w:val="single" w:sz="4" w:space="0" w:color="auto"/>
              <w:bottom w:val="single" w:sz="6" w:space="0" w:color="auto"/>
              <w:right w:val="single" w:sz="6" w:space="0" w:color="auto"/>
            </w:tcBorders>
            <w:shd w:val="clear" w:color="auto" w:fill="auto"/>
            <w:vAlign w:val="center"/>
          </w:tcPr>
          <w:p w14:paraId="5CA9C43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1085" w:type="dxa"/>
            <w:tcBorders>
              <w:top w:val="single" w:sz="6" w:space="0" w:color="auto"/>
              <w:left w:val="single" w:sz="4" w:space="0" w:color="auto"/>
              <w:bottom w:val="single" w:sz="6" w:space="0" w:color="auto"/>
              <w:right w:val="single" w:sz="6" w:space="0" w:color="auto"/>
            </w:tcBorders>
            <w:shd w:val="clear" w:color="auto" w:fill="auto"/>
            <w:vAlign w:val="center"/>
          </w:tcPr>
          <w:p w14:paraId="77D97C4C" w14:textId="77777777" w:rsidR="001F5A79" w:rsidRPr="008C6DE4" w:rsidRDefault="001F5A79" w:rsidP="00DF3064">
            <w:pPr>
              <w:keepNext/>
              <w:keepLines/>
              <w:spacing w:after="0"/>
              <w:jc w:val="center"/>
              <w:rPr>
                <w:rFonts w:ascii="Arial" w:hAnsi="Arial" w:cs="Arial"/>
                <w:sz w:val="18"/>
              </w:rPr>
            </w:pPr>
            <w:r w:rsidRPr="008C6DE4">
              <w:rPr>
                <w:rFonts w:ascii="Arial" w:hAnsi="Arial"/>
                <w:sz w:val="18"/>
              </w:rPr>
              <w:t>-118</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D82554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C0EBE1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59F0ADF7" w14:textId="77777777" w:rsidTr="00DF3064">
        <w:trPr>
          <w:jc w:val="center"/>
        </w:trPr>
        <w:tc>
          <w:tcPr>
            <w:tcW w:w="1034" w:type="dxa"/>
            <w:vMerge/>
            <w:tcBorders>
              <w:left w:val="single" w:sz="4" w:space="0" w:color="auto"/>
              <w:right w:val="single" w:sz="6" w:space="0" w:color="auto"/>
            </w:tcBorders>
            <w:shd w:val="clear" w:color="auto" w:fill="auto"/>
            <w:vAlign w:val="center"/>
          </w:tcPr>
          <w:p w14:paraId="28464CA5" w14:textId="77777777" w:rsidR="001F5A79" w:rsidRPr="008C6DE4" w:rsidRDefault="001F5A79" w:rsidP="00DF3064">
            <w:pPr>
              <w:keepNext/>
              <w:keepLines/>
              <w:spacing w:after="0"/>
              <w:jc w:val="center"/>
              <w:rPr>
                <w:rFonts w:ascii="Arial" w:hAnsi="Arial"/>
                <w:sz w:val="18"/>
              </w:rPr>
            </w:pPr>
          </w:p>
        </w:tc>
        <w:tc>
          <w:tcPr>
            <w:tcW w:w="1048" w:type="dxa"/>
            <w:vMerge/>
            <w:tcBorders>
              <w:left w:val="single" w:sz="6" w:space="0" w:color="auto"/>
              <w:right w:val="single" w:sz="6" w:space="0" w:color="auto"/>
            </w:tcBorders>
            <w:shd w:val="clear" w:color="auto" w:fill="auto"/>
            <w:vAlign w:val="center"/>
          </w:tcPr>
          <w:p w14:paraId="2BF730FB" w14:textId="77777777" w:rsidR="001F5A79" w:rsidRPr="008C6DE4" w:rsidRDefault="001F5A79" w:rsidP="00DF3064">
            <w:pPr>
              <w:keepNext/>
              <w:keepLines/>
              <w:spacing w:after="0"/>
              <w:jc w:val="center"/>
              <w:rPr>
                <w:rFonts w:ascii="Arial" w:hAnsi="Arial"/>
                <w:sz w:val="18"/>
              </w:rPr>
            </w:pPr>
          </w:p>
        </w:tc>
        <w:tc>
          <w:tcPr>
            <w:tcW w:w="805" w:type="dxa"/>
            <w:vMerge/>
            <w:tcBorders>
              <w:left w:val="single" w:sz="6" w:space="0" w:color="auto"/>
              <w:right w:val="single" w:sz="6" w:space="0" w:color="auto"/>
            </w:tcBorders>
            <w:shd w:val="clear" w:color="auto" w:fill="auto"/>
            <w:vAlign w:val="center"/>
          </w:tcPr>
          <w:p w14:paraId="451EDB42" w14:textId="77777777" w:rsidR="001F5A79" w:rsidRPr="008C6DE4" w:rsidRDefault="001F5A79" w:rsidP="00DF3064">
            <w:pPr>
              <w:keepNext/>
              <w:keepLines/>
              <w:spacing w:after="0"/>
              <w:jc w:val="center"/>
              <w:rPr>
                <w:rFonts w:ascii="Arial" w:hAnsi="Arial"/>
                <w:sz w:val="18"/>
              </w:rPr>
            </w:pPr>
          </w:p>
        </w:tc>
        <w:tc>
          <w:tcPr>
            <w:tcW w:w="2317" w:type="dxa"/>
            <w:tcBorders>
              <w:top w:val="single" w:sz="6" w:space="0" w:color="auto"/>
              <w:left w:val="single" w:sz="6" w:space="0" w:color="auto"/>
              <w:bottom w:val="single" w:sz="6" w:space="0" w:color="auto"/>
              <w:right w:val="single" w:sz="4" w:space="0" w:color="auto"/>
            </w:tcBorders>
            <w:shd w:val="clear" w:color="auto" w:fill="auto"/>
          </w:tcPr>
          <w:p w14:paraId="4BCE572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1003" w:type="dxa"/>
            <w:tcBorders>
              <w:top w:val="single" w:sz="6" w:space="0" w:color="auto"/>
              <w:left w:val="single" w:sz="4" w:space="0" w:color="auto"/>
              <w:bottom w:val="single" w:sz="6" w:space="0" w:color="auto"/>
              <w:right w:val="single" w:sz="6" w:space="0" w:color="auto"/>
            </w:tcBorders>
            <w:shd w:val="clear" w:color="auto" w:fill="auto"/>
          </w:tcPr>
          <w:p w14:paraId="45F26DC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1085" w:type="dxa"/>
            <w:tcBorders>
              <w:top w:val="single" w:sz="6" w:space="0" w:color="auto"/>
              <w:left w:val="single" w:sz="4" w:space="0" w:color="auto"/>
              <w:bottom w:val="single" w:sz="6" w:space="0" w:color="auto"/>
              <w:right w:val="single" w:sz="6" w:space="0" w:color="auto"/>
            </w:tcBorders>
            <w:shd w:val="clear" w:color="auto" w:fill="auto"/>
            <w:vAlign w:val="center"/>
          </w:tcPr>
          <w:p w14:paraId="00693EE3"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-117.5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09E3FAA"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ja-JP"/>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31FD354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6A850071" w14:textId="77777777" w:rsidTr="00DF3064">
        <w:trPr>
          <w:jc w:val="center"/>
        </w:trPr>
        <w:tc>
          <w:tcPr>
            <w:tcW w:w="1034" w:type="dxa"/>
            <w:vMerge/>
            <w:tcBorders>
              <w:left w:val="single" w:sz="4" w:space="0" w:color="auto"/>
              <w:right w:val="single" w:sz="6" w:space="0" w:color="auto"/>
            </w:tcBorders>
            <w:shd w:val="clear" w:color="auto" w:fill="auto"/>
            <w:vAlign w:val="center"/>
          </w:tcPr>
          <w:p w14:paraId="014ED525" w14:textId="77777777" w:rsidR="001F5A79" w:rsidRPr="008C6DE4" w:rsidRDefault="001F5A79" w:rsidP="00DF3064">
            <w:pPr>
              <w:keepNext/>
              <w:keepLines/>
              <w:spacing w:after="0"/>
              <w:jc w:val="center"/>
              <w:rPr>
                <w:rFonts w:ascii="Arial" w:hAnsi="Arial"/>
                <w:sz w:val="18"/>
              </w:rPr>
            </w:pPr>
          </w:p>
        </w:tc>
        <w:tc>
          <w:tcPr>
            <w:tcW w:w="1048" w:type="dxa"/>
            <w:vMerge/>
            <w:tcBorders>
              <w:left w:val="single" w:sz="6" w:space="0" w:color="auto"/>
              <w:right w:val="single" w:sz="6" w:space="0" w:color="auto"/>
            </w:tcBorders>
            <w:shd w:val="clear" w:color="auto" w:fill="auto"/>
            <w:vAlign w:val="center"/>
          </w:tcPr>
          <w:p w14:paraId="48539BF2" w14:textId="77777777" w:rsidR="001F5A79" w:rsidRPr="008C6DE4" w:rsidRDefault="001F5A79" w:rsidP="00DF3064">
            <w:pPr>
              <w:keepNext/>
              <w:keepLines/>
              <w:spacing w:after="0"/>
              <w:jc w:val="center"/>
              <w:rPr>
                <w:rFonts w:ascii="Arial" w:hAnsi="Arial"/>
                <w:sz w:val="18"/>
              </w:rPr>
            </w:pPr>
          </w:p>
        </w:tc>
        <w:tc>
          <w:tcPr>
            <w:tcW w:w="805" w:type="dxa"/>
            <w:vMerge/>
            <w:tcBorders>
              <w:left w:val="single" w:sz="6" w:space="0" w:color="auto"/>
              <w:right w:val="single" w:sz="6" w:space="0" w:color="auto"/>
            </w:tcBorders>
            <w:shd w:val="clear" w:color="auto" w:fill="auto"/>
            <w:vAlign w:val="center"/>
          </w:tcPr>
          <w:p w14:paraId="4A9272E6" w14:textId="77777777" w:rsidR="001F5A79" w:rsidRPr="008C6DE4" w:rsidRDefault="001F5A79" w:rsidP="00DF3064">
            <w:pPr>
              <w:keepNext/>
              <w:keepLines/>
              <w:spacing w:after="0"/>
              <w:jc w:val="center"/>
              <w:rPr>
                <w:rFonts w:ascii="Arial" w:hAnsi="Arial"/>
                <w:sz w:val="18"/>
              </w:rPr>
            </w:pPr>
          </w:p>
        </w:tc>
        <w:tc>
          <w:tcPr>
            <w:tcW w:w="2317" w:type="dxa"/>
            <w:tcBorders>
              <w:top w:val="single" w:sz="6" w:space="0" w:color="auto"/>
              <w:left w:val="single" w:sz="6" w:space="0" w:color="auto"/>
              <w:bottom w:val="single" w:sz="6" w:space="0" w:color="auto"/>
              <w:right w:val="single" w:sz="4" w:space="0" w:color="auto"/>
            </w:tcBorders>
            <w:shd w:val="clear" w:color="auto" w:fill="auto"/>
            <w:vAlign w:val="center"/>
          </w:tcPr>
          <w:p w14:paraId="6F4EBAA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1003" w:type="dxa"/>
            <w:tcBorders>
              <w:top w:val="single" w:sz="6" w:space="0" w:color="auto"/>
              <w:left w:val="single" w:sz="4" w:space="0" w:color="auto"/>
              <w:bottom w:val="single" w:sz="6" w:space="0" w:color="auto"/>
              <w:right w:val="single" w:sz="6" w:space="0" w:color="auto"/>
            </w:tcBorders>
            <w:shd w:val="clear" w:color="auto" w:fill="auto"/>
            <w:vAlign w:val="center"/>
          </w:tcPr>
          <w:p w14:paraId="3A5B24A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1085" w:type="dxa"/>
            <w:tcBorders>
              <w:top w:val="single" w:sz="6" w:space="0" w:color="auto"/>
              <w:left w:val="single" w:sz="4" w:space="0" w:color="auto"/>
              <w:bottom w:val="single" w:sz="6" w:space="0" w:color="auto"/>
              <w:right w:val="single" w:sz="6" w:space="0" w:color="auto"/>
            </w:tcBorders>
            <w:shd w:val="clear" w:color="auto" w:fill="auto"/>
            <w:vAlign w:val="center"/>
          </w:tcPr>
          <w:p w14:paraId="559A1D44"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-117</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461AA8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01D8857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70776B3B" w14:textId="77777777" w:rsidTr="00DF3064">
        <w:trPr>
          <w:jc w:val="center"/>
        </w:trPr>
        <w:tc>
          <w:tcPr>
            <w:tcW w:w="1034" w:type="dxa"/>
            <w:vMerge/>
            <w:tcBorders>
              <w:left w:val="single" w:sz="4" w:space="0" w:color="auto"/>
              <w:right w:val="single" w:sz="6" w:space="0" w:color="auto"/>
            </w:tcBorders>
            <w:shd w:val="clear" w:color="auto" w:fill="auto"/>
            <w:vAlign w:val="center"/>
          </w:tcPr>
          <w:p w14:paraId="0B6EE392" w14:textId="77777777" w:rsidR="001F5A79" w:rsidRPr="008C6DE4" w:rsidRDefault="001F5A79" w:rsidP="00DF3064">
            <w:pPr>
              <w:keepNext/>
              <w:keepLines/>
              <w:spacing w:after="0"/>
              <w:jc w:val="center"/>
              <w:rPr>
                <w:rFonts w:ascii="Arial" w:hAnsi="Arial"/>
                <w:sz w:val="18"/>
              </w:rPr>
            </w:pPr>
          </w:p>
        </w:tc>
        <w:tc>
          <w:tcPr>
            <w:tcW w:w="1048" w:type="dxa"/>
            <w:vMerge/>
            <w:tcBorders>
              <w:left w:val="single" w:sz="6" w:space="0" w:color="auto"/>
              <w:right w:val="single" w:sz="6" w:space="0" w:color="auto"/>
            </w:tcBorders>
            <w:shd w:val="clear" w:color="auto" w:fill="auto"/>
            <w:vAlign w:val="center"/>
          </w:tcPr>
          <w:p w14:paraId="381D0D77" w14:textId="77777777" w:rsidR="001F5A79" w:rsidRPr="008C6DE4" w:rsidRDefault="001F5A79" w:rsidP="00DF3064">
            <w:pPr>
              <w:keepNext/>
              <w:keepLines/>
              <w:spacing w:after="0"/>
              <w:jc w:val="center"/>
              <w:rPr>
                <w:rFonts w:ascii="Arial" w:hAnsi="Arial"/>
                <w:sz w:val="18"/>
              </w:rPr>
            </w:pPr>
          </w:p>
        </w:tc>
        <w:tc>
          <w:tcPr>
            <w:tcW w:w="805" w:type="dxa"/>
            <w:vMerge/>
            <w:tcBorders>
              <w:left w:val="single" w:sz="6" w:space="0" w:color="auto"/>
              <w:right w:val="single" w:sz="6" w:space="0" w:color="auto"/>
            </w:tcBorders>
            <w:shd w:val="clear" w:color="auto" w:fill="auto"/>
            <w:vAlign w:val="center"/>
          </w:tcPr>
          <w:p w14:paraId="4D9A5543" w14:textId="77777777" w:rsidR="001F5A79" w:rsidRPr="008C6DE4" w:rsidRDefault="001F5A79" w:rsidP="00DF3064">
            <w:pPr>
              <w:keepNext/>
              <w:keepLines/>
              <w:spacing w:after="0"/>
              <w:jc w:val="center"/>
              <w:rPr>
                <w:rFonts w:ascii="Arial" w:hAnsi="Arial"/>
                <w:sz w:val="18"/>
              </w:rPr>
            </w:pPr>
          </w:p>
        </w:tc>
        <w:tc>
          <w:tcPr>
            <w:tcW w:w="2317" w:type="dxa"/>
            <w:tcBorders>
              <w:top w:val="single" w:sz="6" w:space="0" w:color="auto"/>
              <w:left w:val="single" w:sz="6" w:space="0" w:color="auto"/>
              <w:bottom w:val="single" w:sz="6" w:space="0" w:color="auto"/>
              <w:right w:val="single" w:sz="4" w:space="0" w:color="auto"/>
            </w:tcBorders>
            <w:shd w:val="clear" w:color="auto" w:fill="auto"/>
            <w:vAlign w:val="center"/>
          </w:tcPr>
          <w:p w14:paraId="34C5CCAC"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1003" w:type="dxa"/>
            <w:tcBorders>
              <w:top w:val="single" w:sz="6" w:space="0" w:color="auto"/>
              <w:left w:val="single" w:sz="4" w:space="0" w:color="auto"/>
              <w:bottom w:val="single" w:sz="6" w:space="0" w:color="auto"/>
              <w:right w:val="single" w:sz="6" w:space="0" w:color="auto"/>
            </w:tcBorders>
            <w:shd w:val="clear" w:color="auto" w:fill="auto"/>
            <w:vAlign w:val="center"/>
          </w:tcPr>
          <w:p w14:paraId="2349BA7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-119.5</w:t>
            </w:r>
          </w:p>
        </w:tc>
        <w:tc>
          <w:tcPr>
            <w:tcW w:w="1085" w:type="dxa"/>
            <w:tcBorders>
              <w:top w:val="single" w:sz="6" w:space="0" w:color="auto"/>
              <w:left w:val="single" w:sz="4" w:space="0" w:color="auto"/>
              <w:bottom w:val="single" w:sz="6" w:space="0" w:color="auto"/>
              <w:right w:val="single" w:sz="6" w:space="0" w:color="auto"/>
            </w:tcBorders>
            <w:shd w:val="clear" w:color="auto" w:fill="auto"/>
            <w:vAlign w:val="center"/>
          </w:tcPr>
          <w:p w14:paraId="5E82B10E" w14:textId="77777777" w:rsidR="001F5A79" w:rsidRPr="008C6DE4" w:rsidRDefault="001F5A79" w:rsidP="00DF3064">
            <w:pPr>
              <w:keepNext/>
              <w:keepLines/>
              <w:spacing w:after="0"/>
              <w:jc w:val="center"/>
              <w:rPr>
                <w:rFonts w:ascii="Arial" w:hAnsi="Arial" w:cs="Arial"/>
                <w:sz w:val="18"/>
              </w:rPr>
            </w:pPr>
            <w:r w:rsidRPr="008C6DE4">
              <w:rPr>
                <w:rFonts w:ascii="Arial" w:hAnsi="Arial"/>
                <w:sz w:val="18"/>
              </w:rPr>
              <w:t>-116.5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6CF59C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BB3EC2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1714D3F8" w14:textId="77777777" w:rsidTr="00DF3064">
        <w:trPr>
          <w:jc w:val="center"/>
        </w:trPr>
        <w:tc>
          <w:tcPr>
            <w:tcW w:w="1034" w:type="dxa"/>
            <w:vMerge/>
            <w:tcBorders>
              <w:left w:val="single" w:sz="4" w:space="0" w:color="auto"/>
              <w:right w:val="single" w:sz="6" w:space="0" w:color="auto"/>
            </w:tcBorders>
            <w:shd w:val="clear" w:color="auto" w:fill="auto"/>
            <w:vAlign w:val="center"/>
          </w:tcPr>
          <w:p w14:paraId="3059B956" w14:textId="77777777" w:rsidR="001F5A79" w:rsidRPr="008C6DE4" w:rsidRDefault="001F5A79" w:rsidP="00DF3064">
            <w:pPr>
              <w:keepNext/>
              <w:keepLines/>
              <w:spacing w:after="0"/>
              <w:jc w:val="center"/>
              <w:rPr>
                <w:rFonts w:ascii="Arial" w:hAnsi="Arial"/>
                <w:sz w:val="18"/>
              </w:rPr>
            </w:pPr>
          </w:p>
        </w:tc>
        <w:tc>
          <w:tcPr>
            <w:tcW w:w="1048" w:type="dxa"/>
            <w:vMerge/>
            <w:tcBorders>
              <w:left w:val="single" w:sz="6" w:space="0" w:color="auto"/>
              <w:right w:val="single" w:sz="6" w:space="0" w:color="auto"/>
            </w:tcBorders>
            <w:shd w:val="clear" w:color="auto" w:fill="auto"/>
            <w:vAlign w:val="center"/>
          </w:tcPr>
          <w:p w14:paraId="7D27D84D" w14:textId="77777777" w:rsidR="001F5A79" w:rsidRPr="008C6DE4" w:rsidRDefault="001F5A79" w:rsidP="00DF3064">
            <w:pPr>
              <w:keepNext/>
              <w:keepLines/>
              <w:spacing w:after="0"/>
              <w:jc w:val="center"/>
              <w:rPr>
                <w:rFonts w:ascii="Arial" w:hAnsi="Arial"/>
                <w:sz w:val="18"/>
              </w:rPr>
            </w:pPr>
          </w:p>
        </w:tc>
        <w:tc>
          <w:tcPr>
            <w:tcW w:w="805" w:type="dxa"/>
            <w:vMerge/>
            <w:tcBorders>
              <w:left w:val="single" w:sz="6" w:space="0" w:color="auto"/>
              <w:right w:val="single" w:sz="6" w:space="0" w:color="auto"/>
            </w:tcBorders>
            <w:shd w:val="clear" w:color="auto" w:fill="auto"/>
            <w:vAlign w:val="center"/>
          </w:tcPr>
          <w:p w14:paraId="7CA20DC9" w14:textId="77777777" w:rsidR="001F5A79" w:rsidRPr="008C6DE4" w:rsidRDefault="001F5A79" w:rsidP="00DF3064">
            <w:pPr>
              <w:keepNext/>
              <w:keepLines/>
              <w:spacing w:after="0"/>
              <w:jc w:val="center"/>
              <w:rPr>
                <w:rFonts w:ascii="Arial" w:hAnsi="Arial"/>
                <w:sz w:val="18"/>
              </w:rPr>
            </w:pPr>
          </w:p>
        </w:tc>
        <w:tc>
          <w:tcPr>
            <w:tcW w:w="2317" w:type="dxa"/>
            <w:tcBorders>
              <w:top w:val="single" w:sz="6" w:space="0" w:color="auto"/>
              <w:left w:val="single" w:sz="6" w:space="0" w:color="auto"/>
              <w:bottom w:val="single" w:sz="6" w:space="0" w:color="auto"/>
              <w:right w:val="single" w:sz="4" w:space="0" w:color="auto"/>
            </w:tcBorders>
            <w:shd w:val="clear" w:color="auto" w:fill="auto"/>
            <w:vAlign w:val="center"/>
          </w:tcPr>
          <w:p w14:paraId="6FF7D61F"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1003" w:type="dxa"/>
            <w:tcBorders>
              <w:top w:val="single" w:sz="6" w:space="0" w:color="auto"/>
              <w:left w:val="single" w:sz="4" w:space="0" w:color="auto"/>
              <w:bottom w:val="single" w:sz="6" w:space="0" w:color="auto"/>
              <w:right w:val="single" w:sz="6" w:space="0" w:color="auto"/>
            </w:tcBorders>
            <w:shd w:val="clear" w:color="auto" w:fill="auto"/>
            <w:vAlign w:val="center"/>
          </w:tcPr>
          <w:p w14:paraId="11DE581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1085" w:type="dxa"/>
            <w:tcBorders>
              <w:top w:val="single" w:sz="6" w:space="0" w:color="auto"/>
              <w:left w:val="single" w:sz="4" w:space="0" w:color="auto"/>
              <w:bottom w:val="single" w:sz="6" w:space="0" w:color="auto"/>
              <w:right w:val="single" w:sz="6" w:space="0" w:color="auto"/>
            </w:tcBorders>
            <w:shd w:val="clear" w:color="auto" w:fill="auto"/>
            <w:vAlign w:val="center"/>
          </w:tcPr>
          <w:p w14:paraId="19E5B1A3"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-116</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BDC80C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7545EFF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676580D6" w14:textId="77777777" w:rsidTr="00DF3064">
        <w:trPr>
          <w:jc w:val="center"/>
        </w:trPr>
        <w:tc>
          <w:tcPr>
            <w:tcW w:w="1034" w:type="dxa"/>
            <w:vMerge/>
            <w:tcBorders>
              <w:left w:val="single" w:sz="4" w:space="0" w:color="auto"/>
              <w:right w:val="single" w:sz="6" w:space="0" w:color="auto"/>
            </w:tcBorders>
            <w:shd w:val="clear" w:color="auto" w:fill="auto"/>
            <w:vAlign w:val="center"/>
          </w:tcPr>
          <w:p w14:paraId="15148BC4" w14:textId="77777777" w:rsidR="001F5A79" w:rsidRPr="008C6DE4" w:rsidRDefault="001F5A79" w:rsidP="00DF3064">
            <w:pPr>
              <w:keepNext/>
              <w:keepLines/>
              <w:spacing w:after="0"/>
              <w:jc w:val="center"/>
              <w:rPr>
                <w:rFonts w:ascii="Arial" w:hAnsi="Arial"/>
                <w:sz w:val="18"/>
              </w:rPr>
            </w:pPr>
          </w:p>
        </w:tc>
        <w:tc>
          <w:tcPr>
            <w:tcW w:w="1048" w:type="dxa"/>
            <w:vMerge/>
            <w:tcBorders>
              <w:left w:val="single" w:sz="6" w:space="0" w:color="auto"/>
              <w:right w:val="single" w:sz="6" w:space="0" w:color="auto"/>
            </w:tcBorders>
            <w:shd w:val="clear" w:color="auto" w:fill="auto"/>
            <w:vAlign w:val="center"/>
          </w:tcPr>
          <w:p w14:paraId="50429A4C" w14:textId="77777777" w:rsidR="001F5A79" w:rsidRPr="008C6DE4" w:rsidRDefault="001F5A79" w:rsidP="00DF3064">
            <w:pPr>
              <w:keepNext/>
              <w:keepLines/>
              <w:spacing w:after="0"/>
              <w:jc w:val="center"/>
              <w:rPr>
                <w:rFonts w:ascii="Arial" w:hAnsi="Arial"/>
                <w:sz w:val="18"/>
              </w:rPr>
            </w:pPr>
          </w:p>
        </w:tc>
        <w:tc>
          <w:tcPr>
            <w:tcW w:w="805" w:type="dxa"/>
            <w:vMerge/>
            <w:tcBorders>
              <w:left w:val="single" w:sz="6" w:space="0" w:color="auto"/>
              <w:right w:val="single" w:sz="6" w:space="0" w:color="auto"/>
            </w:tcBorders>
            <w:shd w:val="clear" w:color="auto" w:fill="auto"/>
            <w:vAlign w:val="center"/>
          </w:tcPr>
          <w:p w14:paraId="26262303" w14:textId="77777777" w:rsidR="001F5A79" w:rsidRPr="008C6DE4" w:rsidRDefault="001F5A79" w:rsidP="00DF3064">
            <w:pPr>
              <w:keepNext/>
              <w:keepLines/>
              <w:spacing w:after="0"/>
              <w:jc w:val="center"/>
              <w:rPr>
                <w:rFonts w:ascii="Arial" w:hAnsi="Arial"/>
                <w:sz w:val="18"/>
              </w:rPr>
            </w:pPr>
          </w:p>
        </w:tc>
        <w:tc>
          <w:tcPr>
            <w:tcW w:w="2317" w:type="dxa"/>
            <w:tcBorders>
              <w:top w:val="single" w:sz="6" w:space="0" w:color="auto"/>
              <w:left w:val="single" w:sz="6" w:space="0" w:color="auto"/>
              <w:bottom w:val="single" w:sz="6" w:space="0" w:color="auto"/>
              <w:right w:val="single" w:sz="4" w:space="0" w:color="auto"/>
            </w:tcBorders>
            <w:shd w:val="clear" w:color="auto" w:fill="auto"/>
            <w:vAlign w:val="center"/>
          </w:tcPr>
          <w:p w14:paraId="2019F5EB"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FDD_FR1_G</w:t>
            </w:r>
          </w:p>
        </w:tc>
        <w:tc>
          <w:tcPr>
            <w:tcW w:w="1003" w:type="dxa"/>
            <w:tcBorders>
              <w:top w:val="single" w:sz="6" w:space="0" w:color="auto"/>
              <w:left w:val="single" w:sz="4" w:space="0" w:color="auto"/>
              <w:bottom w:val="single" w:sz="6" w:space="0" w:color="auto"/>
              <w:right w:val="single" w:sz="6" w:space="0" w:color="auto"/>
            </w:tcBorders>
            <w:shd w:val="clear" w:color="auto" w:fill="auto"/>
            <w:vAlign w:val="center"/>
          </w:tcPr>
          <w:p w14:paraId="1EFC0B5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085" w:type="dxa"/>
            <w:tcBorders>
              <w:top w:val="single" w:sz="6" w:space="0" w:color="auto"/>
              <w:left w:val="single" w:sz="4" w:space="0" w:color="auto"/>
              <w:bottom w:val="single" w:sz="6" w:space="0" w:color="auto"/>
              <w:right w:val="single" w:sz="6" w:space="0" w:color="auto"/>
            </w:tcBorders>
            <w:shd w:val="clear" w:color="auto" w:fill="auto"/>
            <w:vAlign w:val="center"/>
          </w:tcPr>
          <w:p w14:paraId="464AFF30"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62CA95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A68F40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6DA390B" w14:textId="77777777" w:rsidTr="00DF3064">
        <w:trPr>
          <w:jc w:val="center"/>
        </w:trPr>
        <w:tc>
          <w:tcPr>
            <w:tcW w:w="1034" w:type="dxa"/>
            <w:vMerge/>
            <w:tcBorders>
              <w:left w:val="single" w:sz="4" w:space="0" w:color="auto"/>
              <w:right w:val="single" w:sz="6" w:space="0" w:color="auto"/>
            </w:tcBorders>
            <w:shd w:val="clear" w:color="auto" w:fill="auto"/>
            <w:vAlign w:val="center"/>
          </w:tcPr>
          <w:p w14:paraId="3C0C6D9B" w14:textId="77777777" w:rsidR="001F5A79" w:rsidRPr="008C6DE4" w:rsidRDefault="001F5A79" w:rsidP="00DF3064">
            <w:pPr>
              <w:keepNext/>
              <w:keepLines/>
              <w:spacing w:after="0"/>
              <w:jc w:val="center"/>
              <w:rPr>
                <w:rFonts w:ascii="Arial" w:hAnsi="Arial"/>
                <w:sz w:val="18"/>
              </w:rPr>
            </w:pPr>
          </w:p>
        </w:tc>
        <w:tc>
          <w:tcPr>
            <w:tcW w:w="1048" w:type="dxa"/>
            <w:vMerge/>
            <w:tcBorders>
              <w:left w:val="single" w:sz="6" w:space="0" w:color="auto"/>
              <w:right w:val="single" w:sz="6" w:space="0" w:color="auto"/>
            </w:tcBorders>
            <w:shd w:val="clear" w:color="auto" w:fill="auto"/>
            <w:vAlign w:val="center"/>
          </w:tcPr>
          <w:p w14:paraId="43D5A14F" w14:textId="77777777" w:rsidR="001F5A79" w:rsidRPr="008C6DE4" w:rsidRDefault="001F5A79" w:rsidP="00DF3064">
            <w:pPr>
              <w:keepNext/>
              <w:keepLines/>
              <w:spacing w:after="0"/>
              <w:jc w:val="center"/>
              <w:rPr>
                <w:rFonts w:ascii="Arial" w:hAnsi="Arial"/>
                <w:sz w:val="18"/>
              </w:rPr>
            </w:pPr>
          </w:p>
        </w:tc>
        <w:tc>
          <w:tcPr>
            <w:tcW w:w="805" w:type="dxa"/>
            <w:vMerge/>
            <w:tcBorders>
              <w:left w:val="single" w:sz="6" w:space="0" w:color="auto"/>
              <w:right w:val="single" w:sz="6" w:space="0" w:color="auto"/>
            </w:tcBorders>
            <w:shd w:val="clear" w:color="auto" w:fill="auto"/>
            <w:vAlign w:val="center"/>
          </w:tcPr>
          <w:p w14:paraId="759A30E8" w14:textId="77777777" w:rsidR="001F5A79" w:rsidRPr="008C6DE4" w:rsidRDefault="001F5A79" w:rsidP="00DF3064">
            <w:pPr>
              <w:keepNext/>
              <w:keepLines/>
              <w:spacing w:after="0"/>
              <w:jc w:val="center"/>
              <w:rPr>
                <w:rFonts w:ascii="Arial" w:hAnsi="Arial"/>
                <w:sz w:val="18"/>
              </w:rPr>
            </w:pPr>
          </w:p>
        </w:tc>
        <w:tc>
          <w:tcPr>
            <w:tcW w:w="2317" w:type="dxa"/>
            <w:tcBorders>
              <w:top w:val="single" w:sz="6" w:space="0" w:color="auto"/>
              <w:left w:val="single" w:sz="6" w:space="0" w:color="auto"/>
              <w:bottom w:val="single" w:sz="6" w:space="0" w:color="auto"/>
              <w:right w:val="single" w:sz="4" w:space="0" w:color="auto"/>
            </w:tcBorders>
            <w:shd w:val="clear" w:color="auto" w:fill="auto"/>
            <w:vAlign w:val="center"/>
          </w:tcPr>
          <w:p w14:paraId="375332FC"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FDD_FR1_H</w:t>
            </w:r>
          </w:p>
        </w:tc>
        <w:tc>
          <w:tcPr>
            <w:tcW w:w="1003" w:type="dxa"/>
            <w:tcBorders>
              <w:top w:val="single" w:sz="6" w:space="0" w:color="auto"/>
              <w:left w:val="single" w:sz="4" w:space="0" w:color="auto"/>
              <w:bottom w:val="single" w:sz="6" w:space="0" w:color="auto"/>
              <w:right w:val="single" w:sz="6" w:space="0" w:color="auto"/>
            </w:tcBorders>
            <w:shd w:val="clear" w:color="auto" w:fill="auto"/>
            <w:vAlign w:val="center"/>
          </w:tcPr>
          <w:p w14:paraId="0DD7CD6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1085" w:type="dxa"/>
            <w:tcBorders>
              <w:top w:val="single" w:sz="6" w:space="0" w:color="auto"/>
              <w:left w:val="single" w:sz="4" w:space="0" w:color="auto"/>
              <w:bottom w:val="single" w:sz="6" w:space="0" w:color="auto"/>
              <w:right w:val="single" w:sz="6" w:space="0" w:color="auto"/>
            </w:tcBorders>
            <w:shd w:val="clear" w:color="auto" w:fill="auto"/>
            <w:vAlign w:val="center"/>
          </w:tcPr>
          <w:p w14:paraId="2AEEE84B"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A5247D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19B88C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7C929B54" w14:textId="77777777" w:rsidTr="00DF3064">
        <w:trPr>
          <w:jc w:val="center"/>
        </w:trPr>
        <w:tc>
          <w:tcPr>
            <w:tcW w:w="1034" w:type="dxa"/>
            <w:tcBorders>
              <w:top w:val="single" w:sz="6" w:space="0" w:color="auto"/>
              <w:left w:val="single" w:sz="4" w:space="0" w:color="auto"/>
              <w:bottom w:val="single" w:sz="6" w:space="0" w:color="auto"/>
              <w:right w:val="single" w:sz="6" w:space="0" w:color="auto"/>
            </w:tcBorders>
            <w:shd w:val="clear" w:color="auto" w:fill="auto"/>
            <w:vAlign w:val="center"/>
          </w:tcPr>
          <w:p w14:paraId="6CCB282B"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3.5</w:t>
            </w:r>
          </w:p>
        </w:tc>
        <w:tc>
          <w:tcPr>
            <w:tcW w:w="1048" w:type="dxa"/>
            <w:tcBorders>
              <w:top w:val="single" w:sz="6" w:space="0" w:color="auto"/>
              <w:left w:val="single" w:sz="6" w:space="0" w:color="auto"/>
              <w:bottom w:val="single" w:sz="6" w:space="0" w:color="auto"/>
              <w:right w:val="single" w:sz="6" w:space="0" w:color="auto"/>
            </w:tcBorders>
            <w:shd w:val="clear" w:color="auto" w:fill="auto"/>
            <w:vAlign w:val="center"/>
          </w:tcPr>
          <w:p w14:paraId="48D0FD45"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805" w:type="dxa"/>
            <w:tcBorders>
              <w:top w:val="single" w:sz="6" w:space="0" w:color="auto"/>
              <w:left w:val="single" w:sz="6" w:space="0" w:color="auto"/>
              <w:bottom w:val="single" w:sz="6" w:space="0" w:color="auto"/>
              <w:right w:val="single" w:sz="6" w:space="0" w:color="auto"/>
            </w:tcBorders>
            <w:shd w:val="clear" w:color="auto" w:fill="auto"/>
            <w:vAlign w:val="center"/>
          </w:tcPr>
          <w:p w14:paraId="14911F74"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-6 dB</w:t>
            </w:r>
          </w:p>
        </w:tc>
        <w:tc>
          <w:tcPr>
            <w:tcW w:w="2317" w:type="dxa"/>
            <w:tcBorders>
              <w:top w:val="single" w:sz="6" w:space="0" w:color="auto"/>
              <w:left w:val="single" w:sz="6" w:space="0" w:color="auto"/>
              <w:bottom w:val="single" w:sz="6" w:space="0" w:color="auto"/>
              <w:right w:val="single" w:sz="4" w:space="0" w:color="auto"/>
            </w:tcBorders>
            <w:shd w:val="clear" w:color="auto" w:fill="auto"/>
            <w:vAlign w:val="center"/>
          </w:tcPr>
          <w:p w14:paraId="1E70616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c>
          <w:tcPr>
            <w:tcW w:w="1003" w:type="dxa"/>
            <w:tcBorders>
              <w:top w:val="single" w:sz="6" w:space="0" w:color="auto"/>
              <w:left w:val="single" w:sz="4" w:space="0" w:color="auto"/>
              <w:bottom w:val="single" w:sz="4" w:space="0" w:color="auto"/>
              <w:right w:val="single" w:sz="6" w:space="0" w:color="auto"/>
            </w:tcBorders>
            <w:shd w:val="clear" w:color="auto" w:fill="auto"/>
            <w:vAlign w:val="center"/>
          </w:tcPr>
          <w:p w14:paraId="5854C7F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c>
          <w:tcPr>
            <w:tcW w:w="1085" w:type="dxa"/>
            <w:tcBorders>
              <w:top w:val="single" w:sz="6" w:space="0" w:color="auto"/>
              <w:left w:val="single" w:sz="4" w:space="0" w:color="auto"/>
              <w:bottom w:val="single" w:sz="4" w:space="0" w:color="auto"/>
              <w:right w:val="single" w:sz="6" w:space="0" w:color="auto"/>
            </w:tcBorders>
            <w:shd w:val="clear" w:color="auto" w:fill="auto"/>
            <w:vAlign w:val="center"/>
          </w:tcPr>
          <w:p w14:paraId="47872C23"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rPr>
              <w:t>Note 2</w:t>
            </w:r>
          </w:p>
        </w:tc>
        <w:tc>
          <w:tcPr>
            <w:tcW w:w="1440" w:type="dxa"/>
            <w:tcBorders>
              <w:top w:val="single" w:sz="6" w:space="0" w:color="auto"/>
              <w:left w:val="single" w:sz="6" w:space="0" w:color="auto"/>
              <w:bottom w:val="single" w:sz="4" w:space="0" w:color="auto"/>
              <w:right w:val="single" w:sz="6" w:space="0" w:color="auto"/>
            </w:tcBorders>
            <w:shd w:val="clear" w:color="auto" w:fill="auto"/>
            <w:vAlign w:val="center"/>
          </w:tcPr>
          <w:p w14:paraId="27B50E6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c>
          <w:tcPr>
            <w:tcW w:w="1440" w:type="dxa"/>
            <w:tcBorders>
              <w:top w:val="single" w:sz="6" w:space="0" w:color="auto"/>
              <w:left w:val="single" w:sz="6" w:space="0" w:color="auto"/>
              <w:bottom w:val="single" w:sz="4" w:space="0" w:color="auto"/>
              <w:right w:val="single" w:sz="4" w:space="0" w:color="auto"/>
            </w:tcBorders>
            <w:shd w:val="clear" w:color="auto" w:fill="auto"/>
            <w:vAlign w:val="center"/>
          </w:tcPr>
          <w:p w14:paraId="67F6A7D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r>
      <w:tr w:rsidR="001F5A79" w:rsidRPr="008C6DE4" w14:paraId="72E2B160" w14:textId="77777777" w:rsidTr="00DF3064">
        <w:trPr>
          <w:jc w:val="center"/>
        </w:trPr>
        <w:tc>
          <w:tcPr>
            <w:tcW w:w="10172" w:type="dxa"/>
            <w:gridSpan w:val="8"/>
            <w:tcBorders>
              <w:top w:val="single" w:sz="6" w:space="0" w:color="auto"/>
              <w:left w:val="single" w:sz="4" w:space="0" w:color="auto"/>
              <w:bottom w:val="single" w:sz="4" w:space="0" w:color="auto"/>
              <w:right w:val="single" w:sz="4" w:space="0" w:color="auto"/>
            </w:tcBorders>
            <w:shd w:val="clear" w:color="auto" w:fill="auto"/>
            <w:vAlign w:val="center"/>
          </w:tcPr>
          <w:p w14:paraId="1F5DE1C0"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Io is assumed to have constant EPRE across the bandwidth.</w:t>
            </w:r>
          </w:p>
          <w:p w14:paraId="6FAA3C84" w14:textId="77777777" w:rsidR="001F5A79" w:rsidRPr="008C6DE4" w:rsidRDefault="001F5A79" w:rsidP="00DF3064">
            <w:pPr>
              <w:keepNext/>
              <w:keepLines/>
              <w:spacing w:after="0"/>
              <w:ind w:left="851" w:hanging="851"/>
              <w:rPr>
                <w:rFonts w:ascii="Arial" w:hAnsi="Arial" w:cs="Arial"/>
                <w:sz w:val="18"/>
              </w:rPr>
            </w:pPr>
            <w:r w:rsidRPr="008C6DE4">
              <w:rPr>
                <w:rFonts w:ascii="Arial" w:hAnsi="Arial" w:cs="Arial"/>
                <w:sz w:val="18"/>
              </w:rPr>
              <w:t>N</w:t>
            </w:r>
            <w:r w:rsidRPr="008C6DE4">
              <w:rPr>
                <w:rFonts w:ascii="Arial" w:hAnsi="Arial" w:cs="Arial"/>
                <w:sz w:val="18"/>
                <w:lang w:eastAsia="zh-CN"/>
              </w:rPr>
              <w:t>OTE</w:t>
            </w:r>
            <w:r w:rsidRPr="008C6DE4">
              <w:rPr>
                <w:rFonts w:ascii="Arial" w:hAnsi="Arial" w:cs="Arial"/>
                <w:sz w:val="18"/>
              </w:rPr>
              <w:t xml:space="preserve"> 2:</w:t>
            </w:r>
            <w:r w:rsidRPr="008C6DE4">
              <w:rPr>
                <w:rFonts w:ascii="Arial" w:hAnsi="Arial" w:cs="Arial"/>
                <w:sz w:val="18"/>
              </w:rPr>
              <w:tab/>
              <w:t>The same bands and the same Io conditions for each band apply for this requirement as for the corresponding highest accuracy requirement.</w:t>
            </w:r>
          </w:p>
          <w:p w14:paraId="70E095E0"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NR operating band groups in FR1 are as defined in clause 3.5.2.</w:t>
            </w:r>
          </w:p>
        </w:tc>
      </w:tr>
    </w:tbl>
    <w:p w14:paraId="7DBBAB94" w14:textId="77777777" w:rsidR="001F5A79" w:rsidRPr="008C6DE4" w:rsidRDefault="001F5A79" w:rsidP="001F5A79"/>
    <w:p w14:paraId="23B248C6" w14:textId="35B36FB5" w:rsidR="001F5A79" w:rsidRPr="008C6DE4" w:rsidRDefault="001F5A79" w:rsidP="0048284E">
      <w:pPr>
        <w:pStyle w:val="Heading3"/>
        <w:rPr>
          <w:lang w:val="en-US"/>
        </w:rPr>
      </w:pPr>
      <w:r w:rsidRPr="008C6DE4">
        <w:rPr>
          <w:lang w:val="en-US" w:eastAsia="ko-KR"/>
        </w:rPr>
        <w:t>1</w:t>
      </w:r>
      <w:r w:rsidR="0048284E" w:rsidRPr="008C6DE4">
        <w:rPr>
          <w:lang w:val="en-US" w:eastAsia="ko-KR"/>
        </w:rPr>
        <w:t>0.1.8</w:t>
      </w:r>
      <w:r w:rsidRPr="008C6DE4">
        <w:rPr>
          <w:lang w:val="en-US"/>
        </w:rPr>
        <w:tab/>
        <w:t>Intra-frequency RSRQ accuracy requirements for FR2</w:t>
      </w:r>
    </w:p>
    <w:p w14:paraId="099E9F16" w14:textId="30F4B651" w:rsidR="001F5A79" w:rsidRPr="008C6DE4" w:rsidRDefault="001F5A79" w:rsidP="0048284E">
      <w:pPr>
        <w:pStyle w:val="Heading4"/>
        <w:rPr>
          <w:lang w:val="en-US" w:eastAsia="zh-CN"/>
        </w:rPr>
      </w:pPr>
      <w:r w:rsidRPr="008C6DE4">
        <w:rPr>
          <w:lang w:val="en-US"/>
        </w:rPr>
        <w:t>1</w:t>
      </w:r>
      <w:r w:rsidR="0048284E" w:rsidRPr="008C6DE4">
        <w:rPr>
          <w:lang w:val="en-US"/>
        </w:rPr>
        <w:t>0.1.8.</w:t>
      </w:r>
      <w:r w:rsidR="0048284E" w:rsidRPr="008C6DE4">
        <w:rPr>
          <w:lang w:val="en-US" w:eastAsia="zh-CN"/>
        </w:rPr>
        <w:t>1</w:t>
      </w:r>
      <w:r w:rsidRPr="008C6DE4">
        <w:rPr>
          <w:lang w:val="en-US" w:eastAsia="zh-CN"/>
        </w:rPr>
        <w:tab/>
      </w:r>
      <w:r w:rsidRPr="008C6DE4">
        <w:rPr>
          <w:lang w:val="en-US" w:eastAsia="ko-KR"/>
        </w:rPr>
        <w:t>Intra</w:t>
      </w:r>
      <w:r w:rsidRPr="008C6DE4">
        <w:rPr>
          <w:lang w:val="en-US"/>
        </w:rPr>
        <w:t xml:space="preserve">-frequency </w:t>
      </w:r>
      <w:r w:rsidRPr="008C6DE4">
        <w:rPr>
          <w:lang w:val="en-US" w:eastAsia="ko-KR"/>
        </w:rPr>
        <w:t>SS-RSRQ</w:t>
      </w:r>
      <w:r w:rsidRPr="008C6DE4">
        <w:rPr>
          <w:lang w:val="en-US"/>
        </w:rPr>
        <w:t xml:space="preserve"> accuracy requirements </w:t>
      </w:r>
      <w:r w:rsidRPr="008C6DE4">
        <w:rPr>
          <w:lang w:val="en-US" w:eastAsia="zh-CN"/>
        </w:rPr>
        <w:t>in FR2</w:t>
      </w:r>
    </w:p>
    <w:p w14:paraId="2549C997" w14:textId="689839D1" w:rsidR="001F5A79" w:rsidRPr="008C6DE4" w:rsidRDefault="001F5A79" w:rsidP="0048284E">
      <w:pPr>
        <w:pStyle w:val="Heading5"/>
      </w:pPr>
      <w:r w:rsidRPr="008C6DE4">
        <w:rPr>
          <w:lang w:eastAsia="zh-CN"/>
        </w:rPr>
        <w:t>1</w:t>
      </w:r>
      <w:r w:rsidR="0048284E" w:rsidRPr="008C6DE4">
        <w:rPr>
          <w:lang w:eastAsia="zh-CN"/>
        </w:rPr>
        <w:t>0.</w:t>
      </w:r>
      <w:r w:rsidR="0048284E" w:rsidRPr="008C6DE4">
        <w:t>1</w:t>
      </w:r>
      <w:r w:rsidR="0048284E" w:rsidRPr="008C6DE4">
        <w:rPr>
          <w:lang w:eastAsia="zh-CN"/>
        </w:rPr>
        <w:t>.</w:t>
      </w:r>
      <w:r w:rsidR="0048284E" w:rsidRPr="008C6DE4">
        <w:t>8</w:t>
      </w:r>
      <w:r w:rsidR="0048284E" w:rsidRPr="008C6DE4">
        <w:rPr>
          <w:lang w:eastAsia="zh-CN"/>
        </w:rPr>
        <w:t>.</w:t>
      </w:r>
      <w:r w:rsidR="0048284E" w:rsidRPr="008C6DE4">
        <w:t>1</w:t>
      </w:r>
      <w:r w:rsidR="0048284E" w:rsidRPr="008C6DE4">
        <w:rPr>
          <w:lang w:eastAsia="zh-CN"/>
        </w:rPr>
        <w:t>.1</w:t>
      </w:r>
      <w:r w:rsidRPr="008C6DE4">
        <w:tab/>
        <w:t xml:space="preserve">Absolute </w:t>
      </w:r>
      <w:r w:rsidRPr="008C6DE4">
        <w:rPr>
          <w:lang w:val="en-US" w:eastAsia="ko-KR"/>
        </w:rPr>
        <w:t xml:space="preserve">SS-RSRQ </w:t>
      </w:r>
      <w:r w:rsidRPr="008C6DE4">
        <w:t>Accuracy in FR2</w:t>
      </w:r>
    </w:p>
    <w:p w14:paraId="1AC75AFB" w14:textId="77777777" w:rsidR="001F5A79" w:rsidRPr="008C6DE4" w:rsidRDefault="001F5A79" w:rsidP="001F5A79">
      <w:pPr>
        <w:rPr>
          <w:i/>
        </w:rPr>
      </w:pPr>
      <w:r w:rsidRPr="008C6DE4">
        <w:rPr>
          <w:rFonts w:cs="v4.2.0"/>
        </w:rPr>
        <w:t xml:space="preserve">Unless otherwise specified, the requirements </w:t>
      </w:r>
      <w:r w:rsidRPr="008C6DE4">
        <w:t xml:space="preserve">for </w:t>
      </w:r>
      <w:r w:rsidRPr="008C6DE4">
        <w:rPr>
          <w:rFonts w:cs="v4.2.0"/>
        </w:rPr>
        <w:t xml:space="preserve">absolute accuracy of </w:t>
      </w:r>
      <w:r w:rsidRPr="008C6DE4">
        <w:rPr>
          <w:rFonts w:cs="v4.2.0"/>
          <w:lang w:eastAsia="zh-CN"/>
        </w:rPr>
        <w:t>SS-RSRQ</w:t>
      </w:r>
      <w:r w:rsidRPr="008C6DE4">
        <w:rPr>
          <w:rFonts w:cs="v4.2.0"/>
        </w:rPr>
        <w:t xml:space="preserve"> in this clause apply to a cell on the same frequency as that of the serving cell in FR2.</w:t>
      </w:r>
    </w:p>
    <w:p w14:paraId="6CFA20B4"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10.1.8.1.1</w:t>
      </w:r>
      <w:r w:rsidRPr="008C6DE4">
        <w:rPr>
          <w:rFonts w:cs="v4.2.0"/>
        </w:rPr>
        <w:t>-1 are valid under the following conditions:</w:t>
      </w:r>
    </w:p>
    <w:p w14:paraId="52C58B35" w14:textId="77777777" w:rsidR="001F5A79" w:rsidRPr="008C6DE4" w:rsidRDefault="001F5A79" w:rsidP="001F5A79">
      <w:pPr>
        <w:ind w:left="568" w:hanging="284"/>
        <w:rPr>
          <w:lang w:eastAsia="zh-CN"/>
        </w:rPr>
      </w:pPr>
      <w:r w:rsidRPr="008C6DE4">
        <w:t>-</w:t>
      </w:r>
      <w:r w:rsidRPr="008C6DE4">
        <w:rPr>
          <w:rFonts w:ascii="Arial" w:hAnsi="Arial"/>
          <w:sz w:val="28"/>
          <w:lang w:val="en-US"/>
        </w:rPr>
        <w:tab/>
      </w:r>
      <w:r w:rsidRPr="008C6DE4">
        <w:t>Conditions defined in clause 7.3 of TS 38.101-2 [19] for reference sensitivity are fulfilled.</w:t>
      </w:r>
    </w:p>
    <w:p w14:paraId="7F7A46CB" w14:textId="77777777" w:rsidR="001F5A79" w:rsidRPr="008C6DE4" w:rsidRDefault="001F5A79" w:rsidP="001F5A79">
      <w:pPr>
        <w:ind w:left="568" w:hanging="284"/>
      </w:pPr>
      <w:r w:rsidRPr="008C6DE4">
        <w:t>-</w:t>
      </w:r>
      <w:r w:rsidRPr="008C6DE4">
        <w:rPr>
          <w:rFonts w:ascii="Arial" w:hAnsi="Arial"/>
          <w:sz w:val="28"/>
          <w:lang w:val="en-US"/>
        </w:rPr>
        <w:tab/>
      </w:r>
      <w:r w:rsidRPr="008C6DE4">
        <w:t xml:space="preserve">Conditions for intra-frequency measurements are fulfilled according to Annex B.2.2 for a corresponding Band </w:t>
      </w:r>
      <w:r w:rsidRPr="008C6DE4">
        <w:rPr>
          <w:rFonts w:cs="v4.2.0"/>
          <w:lang w:eastAsia="ko-KR"/>
        </w:rPr>
        <w:t>for each relevant SSB</w:t>
      </w:r>
      <w:r w:rsidRPr="008C6DE4">
        <w:t xml:space="preserve">. </w:t>
      </w:r>
    </w:p>
    <w:p w14:paraId="10FAD216" w14:textId="77777777" w:rsidR="001F5A79" w:rsidRPr="008C6DE4" w:rsidRDefault="001F5A79" w:rsidP="001F5A79">
      <w:pPr>
        <w:ind w:left="568" w:hanging="284"/>
        <w:rPr>
          <w:lang w:eastAsia="zh-CN"/>
        </w:rPr>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015A3EAF" w14:textId="77777777" w:rsidR="001F5A79" w:rsidRPr="008C6DE4" w:rsidRDefault="001F5A79" w:rsidP="001F5A79">
      <w:pPr>
        <w:keepNext/>
        <w:keepLines/>
        <w:spacing w:before="60"/>
        <w:jc w:val="center"/>
        <w:rPr>
          <w:rFonts w:ascii="Arial" w:hAnsi="Arial"/>
          <w:b/>
          <w:lang w:eastAsia="zh-CN"/>
        </w:rPr>
      </w:pPr>
      <w:r w:rsidRPr="008C6DE4">
        <w:rPr>
          <w:rFonts w:ascii="Arial" w:hAnsi="Arial"/>
          <w:b/>
        </w:rPr>
        <w:t xml:space="preserve">Table </w:t>
      </w:r>
      <w:r w:rsidRPr="008C6DE4">
        <w:rPr>
          <w:rFonts w:ascii="Arial" w:hAnsi="Arial"/>
          <w:b/>
          <w:lang w:eastAsia="zh-CN"/>
        </w:rPr>
        <w:t>10.1.8.1.1-1</w:t>
      </w:r>
      <w:r w:rsidRPr="008C6DE4">
        <w:rPr>
          <w:rFonts w:ascii="Arial" w:hAnsi="Arial"/>
          <w:b/>
        </w:rPr>
        <w:t xml:space="preserve">: </w:t>
      </w:r>
      <w:r w:rsidRPr="008C6DE4">
        <w:rPr>
          <w:rFonts w:ascii="Arial" w:hAnsi="Arial"/>
          <w:b/>
          <w:lang w:eastAsia="zh-CN"/>
        </w:rPr>
        <w:t>SS-RSRQ</w:t>
      </w:r>
      <w:r w:rsidRPr="008C6DE4">
        <w:rPr>
          <w:rFonts w:ascii="Arial" w:hAnsi="Arial"/>
          <w:b/>
        </w:rPr>
        <w:t xml:space="preserve"> Intra frequency absolute accuracy</w:t>
      </w:r>
      <w:r w:rsidRPr="008C6DE4">
        <w:rPr>
          <w:rFonts w:ascii="Arial" w:hAnsi="Arial"/>
          <w:b/>
          <w:lang w:eastAsia="zh-CN"/>
        </w:rPr>
        <w:t xml:space="preserve"> in FR2</w:t>
      </w:r>
    </w:p>
    <w:tbl>
      <w:tblPr>
        <w:tblW w:w="8789" w:type="dxa"/>
        <w:jc w:val="center"/>
        <w:tblLook w:val="01E0" w:firstRow="1" w:lastRow="1" w:firstColumn="1" w:lastColumn="1" w:noHBand="0" w:noVBand="0"/>
      </w:tblPr>
      <w:tblGrid>
        <w:gridCol w:w="1122"/>
        <w:gridCol w:w="1119"/>
        <w:gridCol w:w="1119"/>
        <w:gridCol w:w="1580"/>
        <w:gridCol w:w="1581"/>
        <w:gridCol w:w="2268"/>
      </w:tblGrid>
      <w:tr w:rsidR="00DD3199" w:rsidRPr="008C6DE4" w14:paraId="3951595C" w14:textId="77777777" w:rsidTr="00DF3064">
        <w:trPr>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2364E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6548" w:type="dxa"/>
            <w:gridSpan w:val="4"/>
            <w:tcBorders>
              <w:top w:val="single" w:sz="4" w:space="0" w:color="auto"/>
              <w:left w:val="single" w:sz="4" w:space="0" w:color="auto"/>
              <w:bottom w:val="single" w:sz="4" w:space="0" w:color="auto"/>
              <w:right w:val="single" w:sz="4" w:space="0" w:color="auto"/>
            </w:tcBorders>
            <w:vAlign w:val="center"/>
          </w:tcPr>
          <w:p w14:paraId="2EE243D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2BE944B8" w14:textId="77777777" w:rsidTr="00DF3064">
        <w:trPr>
          <w:jc w:val="center"/>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DDF87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92939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119" w:type="dxa"/>
            <w:vMerge w:val="restart"/>
            <w:tcBorders>
              <w:top w:val="single" w:sz="4" w:space="0" w:color="auto"/>
              <w:left w:val="single" w:sz="4" w:space="0" w:color="auto"/>
              <w:bottom w:val="single" w:sz="4" w:space="0" w:color="auto"/>
              <w:right w:val="single" w:sz="4" w:space="0" w:color="auto"/>
            </w:tcBorders>
          </w:tcPr>
          <w:p w14:paraId="38362E27"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SSB Ês/Iot</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9568F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2</w:t>
            </w:r>
            <w:r w:rsidRPr="008C6DE4">
              <w:rPr>
                <w:rFonts w:ascii="Arial" w:hAnsi="Arial"/>
                <w:b/>
                <w:sz w:val="18"/>
              </w:rPr>
              <w:t xml:space="preserve"> range</w:t>
            </w:r>
          </w:p>
        </w:tc>
      </w:tr>
      <w:tr w:rsidR="00DD3199" w:rsidRPr="008C6DE4" w14:paraId="09161B93" w14:textId="77777777" w:rsidTr="00DF3064">
        <w:trPr>
          <w:jc w:val="center"/>
        </w:trPr>
        <w:tc>
          <w:tcPr>
            <w:tcW w:w="11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FE1106"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DFE646"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vAlign w:val="center"/>
          </w:tcPr>
          <w:p w14:paraId="1F91F621" w14:textId="77777777" w:rsidR="001F5A79" w:rsidRPr="008C6DE4" w:rsidRDefault="001F5A79" w:rsidP="00DF3064">
            <w:pPr>
              <w:keepNext/>
              <w:keepLines/>
              <w:spacing w:after="0"/>
              <w:jc w:val="center"/>
              <w:rPr>
                <w:rFonts w:ascii="Arial" w:hAnsi="Arial"/>
                <w:b/>
                <w:sz w:val="18"/>
              </w:rPr>
            </w:pPr>
          </w:p>
        </w:tc>
        <w:tc>
          <w:tcPr>
            <w:tcW w:w="31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9C1CA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3927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6761F655" w14:textId="77777777" w:rsidTr="00DF3064">
        <w:trPr>
          <w:jc w:val="center"/>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2C890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92AFD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4" w:space="0" w:color="auto"/>
              <w:left w:val="single" w:sz="4" w:space="0" w:color="auto"/>
              <w:bottom w:val="single" w:sz="4" w:space="0" w:color="auto"/>
              <w:right w:val="single" w:sz="4" w:space="0" w:color="auto"/>
            </w:tcBorders>
            <w:vAlign w:val="center"/>
          </w:tcPr>
          <w:p w14:paraId="11705EBD"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31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EF42C4"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r w:rsidRPr="008C6DE4">
              <w:rPr>
                <w:rFonts w:ascii="Arial" w:hAnsi="Arial"/>
                <w:b/>
                <w:sz w:val="18"/>
                <w:vertAlign w:val="superscript"/>
              </w:rPr>
              <w:t xml:space="preserve"> Note 1</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5BE1255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516E4B61" w14:textId="77777777" w:rsidTr="00DF3064">
        <w:trPr>
          <w:jc w:val="center"/>
        </w:trPr>
        <w:tc>
          <w:tcPr>
            <w:tcW w:w="11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4340D85"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BF77DB5"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tcPr>
          <w:p w14:paraId="709E7326" w14:textId="77777777" w:rsidR="001F5A79" w:rsidRPr="008C6DE4" w:rsidRDefault="001F5A79" w:rsidP="00DF3064">
            <w:pPr>
              <w:keepNext/>
              <w:keepLines/>
              <w:spacing w:after="0"/>
              <w:jc w:val="center"/>
              <w:rPr>
                <w:rFonts w:ascii="Arial" w:hAnsi="Arial"/>
                <w:b/>
                <w:sz w:val="18"/>
              </w:rPr>
            </w:pP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14:paraId="09B4765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120kHz</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6B2B982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240kHz</w:t>
            </w:r>
          </w:p>
        </w:tc>
        <w:tc>
          <w:tcPr>
            <w:tcW w:w="2268" w:type="dxa"/>
            <w:vMerge/>
            <w:tcBorders>
              <w:left w:val="single" w:sz="4" w:space="0" w:color="auto"/>
              <w:bottom w:val="single" w:sz="4" w:space="0" w:color="auto"/>
              <w:right w:val="single" w:sz="4" w:space="0" w:color="auto"/>
            </w:tcBorders>
            <w:shd w:val="clear" w:color="auto" w:fill="auto"/>
            <w:vAlign w:val="center"/>
          </w:tcPr>
          <w:p w14:paraId="02780541" w14:textId="77777777" w:rsidR="001F5A79" w:rsidRPr="008C6DE4" w:rsidRDefault="001F5A79" w:rsidP="00DF3064">
            <w:pPr>
              <w:keepNext/>
              <w:keepLines/>
              <w:spacing w:after="0"/>
              <w:jc w:val="center"/>
              <w:rPr>
                <w:rFonts w:ascii="Arial" w:hAnsi="Arial"/>
                <w:b/>
                <w:sz w:val="18"/>
              </w:rPr>
            </w:pPr>
          </w:p>
        </w:tc>
      </w:tr>
      <w:tr w:rsidR="00DD3199" w:rsidRPr="008C6DE4" w14:paraId="702C85EC" w14:textId="77777777" w:rsidTr="00DF3064">
        <w:trPr>
          <w:trHeight w:val="465"/>
          <w:jc w:val="center"/>
        </w:trPr>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14:paraId="0F4EADFF"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2.5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14:paraId="5875CD60"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vAlign w:val="center"/>
          </w:tcPr>
          <w:p w14:paraId="3A54CF7D" w14:textId="77777777" w:rsidR="001F5A79" w:rsidRPr="008C6DE4" w:rsidRDefault="001F5A79" w:rsidP="00DF3064">
            <w:pPr>
              <w:keepNext/>
              <w:keepLines/>
              <w:spacing w:after="0"/>
              <w:jc w:val="center"/>
              <w:rPr>
                <w:rFonts w:ascii="Arial" w:hAnsi="Arial"/>
                <w:sz w:val="18"/>
              </w:rPr>
            </w:pPr>
            <w:r w:rsidRPr="008C6DE4">
              <w:rPr>
                <w:rFonts w:hint="eastAsia"/>
                <w:sz w:val="18"/>
              </w:rPr>
              <w:t>≥</w:t>
            </w:r>
            <w:r w:rsidRPr="008C6DE4">
              <w:rPr>
                <w:rFonts w:ascii="Arial" w:hAnsi="Arial"/>
                <w:sz w:val="18"/>
              </w:rPr>
              <w:t>-3</w:t>
            </w:r>
          </w:p>
        </w:tc>
        <w:tc>
          <w:tcPr>
            <w:tcW w:w="31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A8D2AA" w14:textId="77777777" w:rsidR="001F5A79" w:rsidRPr="008C6DE4" w:rsidRDefault="001F5A79" w:rsidP="00DF3064">
            <w:pPr>
              <w:keepNext/>
              <w:keepLines/>
              <w:spacing w:after="0"/>
              <w:rPr>
                <w:rFonts w:ascii="Arial" w:eastAsia="Yu Mincho" w:hAnsi="Arial"/>
                <w:sz w:val="18"/>
                <w:lang w:eastAsia="ja-JP"/>
              </w:rPr>
            </w:pPr>
            <w:r w:rsidRPr="008C6DE4">
              <w:rPr>
                <w:rFonts w:ascii="Arial" w:hAnsi="Arial"/>
                <w:sz w:val="18"/>
              </w:rPr>
              <w:t>Same value as SSB_RP in Table B.2.2-2, according to UE Power class, operating band and angle of arrival</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01A69EF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028630F9" w14:textId="77777777" w:rsidTr="00DF3064">
        <w:trPr>
          <w:trHeight w:val="465"/>
          <w:jc w:val="center"/>
        </w:trPr>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14:paraId="771AB108"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14:paraId="560686DA"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vAlign w:val="center"/>
          </w:tcPr>
          <w:p w14:paraId="53703847" w14:textId="77777777" w:rsidR="001F5A79" w:rsidRPr="008C6DE4" w:rsidRDefault="001F5A79" w:rsidP="00DF3064">
            <w:pPr>
              <w:keepNext/>
              <w:keepLines/>
              <w:spacing w:after="0"/>
              <w:jc w:val="center"/>
              <w:rPr>
                <w:sz w:val="18"/>
              </w:rPr>
            </w:pPr>
            <w:r w:rsidRPr="008C6DE4">
              <w:rPr>
                <w:rFonts w:ascii="Arial" w:eastAsia="Yu Mincho" w:hAnsi="Arial" w:cs="Arial"/>
                <w:sz w:val="18"/>
                <w:lang w:eastAsia="ja-JP"/>
              </w:rPr>
              <w:t>≥-6</w:t>
            </w:r>
          </w:p>
        </w:tc>
        <w:tc>
          <w:tcPr>
            <w:tcW w:w="316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32BE8E4" w14:textId="77777777" w:rsidR="001F5A79" w:rsidRPr="008C6DE4" w:rsidRDefault="001F5A79" w:rsidP="00DF3064">
            <w:pPr>
              <w:keepNext/>
              <w:keepLines/>
              <w:spacing w:after="0"/>
              <w:jc w:val="center"/>
              <w:rPr>
                <w:rFonts w:ascii="Arial" w:hAnsi="Arial"/>
                <w:sz w:val="18"/>
              </w:rPr>
            </w:pPr>
          </w:p>
        </w:tc>
        <w:tc>
          <w:tcPr>
            <w:tcW w:w="2268" w:type="dxa"/>
            <w:vMerge/>
            <w:tcBorders>
              <w:left w:val="single" w:sz="4" w:space="0" w:color="auto"/>
              <w:bottom w:val="single" w:sz="4" w:space="0" w:color="auto"/>
              <w:right w:val="single" w:sz="4" w:space="0" w:color="auto"/>
            </w:tcBorders>
            <w:shd w:val="clear" w:color="auto" w:fill="auto"/>
            <w:vAlign w:val="center"/>
          </w:tcPr>
          <w:p w14:paraId="1692384A" w14:textId="77777777" w:rsidR="001F5A79" w:rsidRPr="008C6DE4" w:rsidRDefault="001F5A79" w:rsidP="00DF3064">
            <w:pPr>
              <w:keepNext/>
              <w:keepLines/>
              <w:spacing w:after="0"/>
              <w:jc w:val="center"/>
              <w:rPr>
                <w:rFonts w:ascii="Arial" w:hAnsi="Arial"/>
                <w:sz w:val="18"/>
              </w:rPr>
            </w:pPr>
          </w:p>
        </w:tc>
      </w:tr>
      <w:tr w:rsidR="001F5A79" w:rsidRPr="008C6DE4" w14:paraId="5122C4EE" w14:textId="77777777" w:rsidTr="00DF3064">
        <w:trPr>
          <w:jc w:val="center"/>
        </w:trPr>
        <w:tc>
          <w:tcPr>
            <w:tcW w:w="87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1117BDF"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Values based on Refsens and EIS spherical coverage as defined in clauses 7.3.2 and 7.3.4 of TS 38.101-2 [19]. Applicable side condition selected depending on angle of arrival.</w:t>
            </w:r>
          </w:p>
          <w:p w14:paraId="46CA1BCA" w14:textId="77777777" w:rsidR="001F5A79" w:rsidRPr="008C6DE4" w:rsidRDefault="001F5A79" w:rsidP="00DF3064">
            <w:pPr>
              <w:keepNext/>
              <w:keepLines/>
              <w:spacing w:after="0"/>
              <w:rPr>
                <w:rFonts w:ascii="Arial" w:hAnsi="Arial"/>
                <w:sz w:val="18"/>
              </w:rPr>
            </w:pPr>
            <w:r w:rsidRPr="008C6DE4">
              <w:rPr>
                <w:rFonts w:ascii="Arial" w:hAnsi="Arial"/>
                <w:sz w:val="18"/>
              </w:rPr>
              <w:t>Note 2:</w:t>
            </w:r>
            <w:r w:rsidRPr="008C6DE4">
              <w:rPr>
                <w:rFonts w:ascii="Arial" w:hAnsi="Arial"/>
                <w:sz w:val="18"/>
              </w:rPr>
              <w:tab/>
            </w:r>
            <w:r w:rsidRPr="008C6DE4">
              <w:rPr>
                <w:rFonts w:ascii="Arial" w:eastAsia="MS Mincho" w:hAnsi="Arial"/>
                <w:sz w:val="18"/>
              </w:rPr>
              <w:t>Io specified at the Reference point, and assumed to have constant EPRE across the bandwidth</w:t>
            </w:r>
            <w:r w:rsidRPr="008C6DE4">
              <w:rPr>
                <w:rFonts w:ascii="Arial" w:hAnsi="Arial"/>
                <w:sz w:val="18"/>
              </w:rPr>
              <w:t>.</w:t>
            </w:r>
          </w:p>
          <w:p w14:paraId="5298F603"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 xml:space="preserve">In the test cases, the SSB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tc>
      </w:tr>
    </w:tbl>
    <w:p w14:paraId="3DE9B142" w14:textId="77777777" w:rsidR="001F5A79" w:rsidRPr="008C6DE4" w:rsidRDefault="001F5A79" w:rsidP="001F5A79"/>
    <w:p w14:paraId="4941FFCD" w14:textId="632F299C" w:rsidR="001F5A79" w:rsidRPr="008C6DE4" w:rsidRDefault="001F5A79" w:rsidP="0048284E">
      <w:pPr>
        <w:pStyle w:val="Heading3"/>
        <w:rPr>
          <w:lang w:val="en-US"/>
        </w:rPr>
      </w:pPr>
      <w:r w:rsidRPr="008C6DE4">
        <w:rPr>
          <w:lang w:val="en-US"/>
        </w:rPr>
        <w:t>1</w:t>
      </w:r>
      <w:r w:rsidR="0048284E" w:rsidRPr="008C6DE4">
        <w:rPr>
          <w:lang w:val="en-US"/>
        </w:rPr>
        <w:t>0.1.9</w:t>
      </w:r>
      <w:r w:rsidRPr="008C6DE4">
        <w:rPr>
          <w:lang w:val="en-US"/>
        </w:rPr>
        <w:tab/>
        <w:t xml:space="preserve">Inter-frequency RSRQ accuracy requirements for </w:t>
      </w:r>
      <w:r w:rsidRPr="008C6DE4">
        <w:rPr>
          <w:lang w:val="en-US" w:eastAsia="ko-KR"/>
        </w:rPr>
        <w:t>FR1</w:t>
      </w:r>
    </w:p>
    <w:p w14:paraId="03FF389D" w14:textId="247A1CE2" w:rsidR="001F5A79" w:rsidRPr="008C6DE4" w:rsidRDefault="001F5A79" w:rsidP="0048284E">
      <w:pPr>
        <w:pStyle w:val="Heading4"/>
        <w:rPr>
          <w:lang w:val="en-US" w:eastAsia="zh-CN"/>
        </w:rPr>
      </w:pPr>
      <w:r w:rsidRPr="008C6DE4">
        <w:rPr>
          <w:lang w:val="en-US" w:eastAsia="zh-CN"/>
        </w:rPr>
        <w:t>1</w:t>
      </w:r>
      <w:r w:rsidR="0048284E" w:rsidRPr="008C6DE4">
        <w:rPr>
          <w:lang w:val="en-US" w:eastAsia="zh-CN"/>
        </w:rPr>
        <w:t>0.1.9.1</w:t>
      </w:r>
      <w:r w:rsidRPr="008C6DE4">
        <w:rPr>
          <w:lang w:val="en-US" w:eastAsia="zh-CN"/>
        </w:rPr>
        <w:tab/>
      </w:r>
      <w:r w:rsidRPr="008C6DE4">
        <w:rPr>
          <w:lang w:val="en-US" w:eastAsia="ko-KR"/>
        </w:rPr>
        <w:t>Inter-frequency SS-RSRQ accuracy requirements</w:t>
      </w:r>
      <w:r w:rsidRPr="008C6DE4">
        <w:rPr>
          <w:lang w:val="en-US" w:eastAsia="zh-CN"/>
        </w:rPr>
        <w:t xml:space="preserve"> in FR1</w:t>
      </w:r>
    </w:p>
    <w:p w14:paraId="712B8A0B" w14:textId="2268FA21" w:rsidR="001F5A79" w:rsidRPr="008C6DE4" w:rsidRDefault="001F5A79" w:rsidP="0048284E">
      <w:pPr>
        <w:pStyle w:val="Heading5"/>
        <w:rPr>
          <w:lang w:val="en-US" w:eastAsia="zh-CN"/>
        </w:rPr>
      </w:pPr>
      <w:r w:rsidRPr="008C6DE4">
        <w:rPr>
          <w:lang w:val="en-US" w:eastAsia="zh-CN"/>
        </w:rPr>
        <w:t>1</w:t>
      </w:r>
      <w:r w:rsidR="0048284E" w:rsidRPr="008C6DE4">
        <w:rPr>
          <w:lang w:val="en-US" w:eastAsia="zh-CN"/>
        </w:rPr>
        <w:t>0.1.9.1.1</w:t>
      </w:r>
      <w:r w:rsidRPr="008C6DE4">
        <w:rPr>
          <w:lang w:val="en-US" w:eastAsia="zh-CN"/>
        </w:rPr>
        <w:tab/>
      </w:r>
      <w:r w:rsidRPr="008C6DE4">
        <w:rPr>
          <w:lang w:eastAsia="zh-CN"/>
        </w:rPr>
        <w:t>Aboslute</w:t>
      </w:r>
      <w:r w:rsidRPr="008C6DE4">
        <w:t xml:space="preserve"> Accuracy of </w:t>
      </w:r>
      <w:r w:rsidRPr="008C6DE4">
        <w:rPr>
          <w:lang w:eastAsia="zh-CN"/>
        </w:rPr>
        <w:t>SS-RSRQ</w:t>
      </w:r>
      <w:r w:rsidRPr="008C6DE4">
        <w:rPr>
          <w:lang w:val="en-US" w:eastAsia="zh-CN"/>
        </w:rPr>
        <w:t xml:space="preserve"> in FR1</w:t>
      </w:r>
    </w:p>
    <w:p w14:paraId="2E5BABE0" w14:textId="77777777" w:rsidR="001F5A79" w:rsidRPr="008C6DE4" w:rsidRDefault="001F5A79" w:rsidP="001F5A79">
      <w:pPr>
        <w:rPr>
          <w:rFonts w:cs="v4.2.0"/>
          <w:i/>
        </w:rPr>
      </w:pPr>
      <w:r w:rsidRPr="008C6DE4">
        <w:rPr>
          <w:rFonts w:cs="v4.2.0"/>
        </w:rPr>
        <w:t>The requirements for absolute accuracy of</w:t>
      </w:r>
      <w:r w:rsidRPr="008C6DE4">
        <w:rPr>
          <w:rFonts w:cs="v4.2.0"/>
          <w:lang w:eastAsia="zh-CN"/>
        </w:rPr>
        <w:t xml:space="preserve"> SS-RSRQ</w:t>
      </w:r>
      <w:r w:rsidRPr="008C6DE4">
        <w:rPr>
          <w:rFonts w:cs="v4.2.0"/>
        </w:rPr>
        <w:t xml:space="preserve"> in this clause apply to a cell on a frequency in FR1 that has different carrier frequency from the serving cell.</w:t>
      </w:r>
    </w:p>
    <w:p w14:paraId="0DDD8F2A"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10.1.9.1.1</w:t>
      </w:r>
      <w:r w:rsidRPr="008C6DE4">
        <w:rPr>
          <w:rFonts w:cs="v4.2.0"/>
        </w:rPr>
        <w:t>-1 are valid under the following conditions:</w:t>
      </w:r>
    </w:p>
    <w:p w14:paraId="07C9E91F" w14:textId="77777777" w:rsidR="001F5A79" w:rsidRPr="008C6DE4" w:rsidRDefault="001F5A79" w:rsidP="001F5A79">
      <w:pPr>
        <w:ind w:left="568" w:hanging="284"/>
        <w:rPr>
          <w:lang w:eastAsia="zh-CN"/>
        </w:rPr>
      </w:pPr>
      <w:r w:rsidRPr="008C6DE4">
        <w:t>-</w:t>
      </w:r>
      <w:r w:rsidRPr="008C6DE4">
        <w:rPr>
          <w:rFonts w:ascii="Arial" w:hAnsi="Arial"/>
          <w:sz w:val="28"/>
          <w:lang w:val="en-US"/>
        </w:rPr>
        <w:tab/>
      </w:r>
      <w:r w:rsidRPr="008C6DE4">
        <w:t>Conditions defined in clause 7.3 of TS 38.101-1 [18] for reference sensitivity are fulfilled.</w:t>
      </w:r>
    </w:p>
    <w:p w14:paraId="6800F9D7" w14:textId="77777777" w:rsidR="001F5A79" w:rsidRPr="008C6DE4" w:rsidRDefault="001F5A79" w:rsidP="001F5A79">
      <w:pPr>
        <w:ind w:left="568" w:hanging="284"/>
        <w:rPr>
          <w:lang w:eastAsia="zh-CN"/>
        </w:rPr>
      </w:pPr>
      <w:r w:rsidRPr="008C6DE4">
        <w:t>-</w:t>
      </w:r>
      <w:r w:rsidRPr="008C6DE4">
        <w:rPr>
          <w:rFonts w:ascii="Arial" w:hAnsi="Arial"/>
          <w:sz w:val="28"/>
          <w:lang w:val="en-US"/>
        </w:rPr>
        <w:tab/>
      </w:r>
      <w:r w:rsidRPr="008C6DE4">
        <w:t xml:space="preserve">Conditions for inter-frequency measurements are fulfilled according to Annex B.2.3 for a corresponding Band </w:t>
      </w:r>
      <w:r w:rsidRPr="008C6DE4">
        <w:rPr>
          <w:rFonts w:cs="v4.2.0"/>
          <w:lang w:eastAsia="ko-KR"/>
        </w:rPr>
        <w:t>for each relevant SSB</w:t>
      </w:r>
      <w:r w:rsidRPr="008C6DE4">
        <w:t>.</w:t>
      </w:r>
    </w:p>
    <w:p w14:paraId="087D9410" w14:textId="77777777" w:rsidR="001F5A79" w:rsidRPr="008C6DE4" w:rsidRDefault="001F5A79" w:rsidP="001F5A79">
      <w:pPr>
        <w:keepNext/>
        <w:keepLines/>
        <w:spacing w:before="60"/>
        <w:jc w:val="center"/>
        <w:rPr>
          <w:rFonts w:ascii="Arial" w:hAnsi="Arial"/>
          <w:b/>
          <w:lang w:eastAsia="zh-CN"/>
        </w:rPr>
      </w:pPr>
      <w:r w:rsidRPr="008C6DE4">
        <w:rPr>
          <w:rFonts w:ascii="Arial" w:hAnsi="Arial"/>
          <w:b/>
        </w:rPr>
        <w:t xml:space="preserve">Table </w:t>
      </w:r>
      <w:r w:rsidRPr="008C6DE4">
        <w:rPr>
          <w:rFonts w:ascii="Arial" w:hAnsi="Arial"/>
          <w:b/>
          <w:lang w:eastAsia="zh-CN"/>
        </w:rPr>
        <w:t>10.1.9.1.1</w:t>
      </w:r>
      <w:r w:rsidRPr="008C6DE4">
        <w:rPr>
          <w:rFonts w:ascii="Arial" w:hAnsi="Arial"/>
          <w:b/>
        </w:rPr>
        <w:t xml:space="preserve">-1: </w:t>
      </w:r>
      <w:r w:rsidRPr="008C6DE4">
        <w:rPr>
          <w:rFonts w:ascii="Arial" w:hAnsi="Arial"/>
          <w:b/>
          <w:lang w:eastAsia="zh-CN"/>
        </w:rPr>
        <w:t>SS-RSRQ</w:t>
      </w:r>
      <w:r w:rsidRPr="008C6DE4">
        <w:rPr>
          <w:rFonts w:ascii="Arial" w:hAnsi="Arial"/>
          <w:b/>
        </w:rPr>
        <w:t xml:space="preserve"> Inter frequency absolute accuracy</w:t>
      </w:r>
      <w:r w:rsidRPr="008C6DE4">
        <w:rPr>
          <w:rFonts w:ascii="Arial" w:hAnsi="Arial"/>
          <w:b/>
          <w:lang w:eastAsia="zh-CN"/>
        </w:rPr>
        <w:t xml:space="preserve"> in FR1</w:t>
      </w:r>
    </w:p>
    <w:tbl>
      <w:tblPr>
        <w:tblW w:w="10172" w:type="dxa"/>
        <w:jc w:val="center"/>
        <w:tblLook w:val="01E0" w:firstRow="1" w:lastRow="1" w:firstColumn="1" w:lastColumn="1" w:noHBand="0" w:noVBand="0"/>
      </w:tblPr>
      <w:tblGrid>
        <w:gridCol w:w="1035"/>
        <w:gridCol w:w="1047"/>
        <w:gridCol w:w="802"/>
        <w:gridCol w:w="2298"/>
        <w:gridCol w:w="1027"/>
        <w:gridCol w:w="1083"/>
        <w:gridCol w:w="1440"/>
        <w:gridCol w:w="1440"/>
      </w:tblGrid>
      <w:tr w:rsidR="00DD3199" w:rsidRPr="008C6DE4" w14:paraId="64AEC1CF" w14:textId="77777777" w:rsidTr="00DF3064">
        <w:trPr>
          <w:jc w:val="center"/>
        </w:trPr>
        <w:tc>
          <w:tcPr>
            <w:tcW w:w="2082"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54A5CCF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8090"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77B48DB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151CC09D" w14:textId="77777777" w:rsidTr="00DF3064">
        <w:trPr>
          <w:jc w:val="center"/>
        </w:trPr>
        <w:tc>
          <w:tcPr>
            <w:tcW w:w="1035"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1F4E11E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04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112378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80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2E99AC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SSB Ês/Iot</w:t>
            </w:r>
          </w:p>
        </w:tc>
        <w:tc>
          <w:tcPr>
            <w:tcW w:w="7288"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56E4730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lang w:eastAsia="zh-CN"/>
              </w:rPr>
              <w:t xml:space="preserve"> Note 1</w:t>
            </w:r>
            <w:r w:rsidRPr="008C6DE4">
              <w:rPr>
                <w:rFonts w:ascii="Arial" w:hAnsi="Arial"/>
                <w:b/>
                <w:sz w:val="18"/>
              </w:rPr>
              <w:t xml:space="preserve"> range</w:t>
            </w:r>
          </w:p>
        </w:tc>
      </w:tr>
      <w:tr w:rsidR="00DD3199" w:rsidRPr="008C6DE4" w14:paraId="0DD44283" w14:textId="77777777" w:rsidTr="00DF3064">
        <w:trPr>
          <w:jc w:val="center"/>
        </w:trPr>
        <w:tc>
          <w:tcPr>
            <w:tcW w:w="1035" w:type="dxa"/>
            <w:vMerge/>
            <w:tcBorders>
              <w:top w:val="single" w:sz="6" w:space="0" w:color="auto"/>
              <w:left w:val="single" w:sz="4" w:space="0" w:color="auto"/>
              <w:bottom w:val="single" w:sz="6" w:space="0" w:color="auto"/>
              <w:right w:val="single" w:sz="6" w:space="0" w:color="auto"/>
            </w:tcBorders>
            <w:shd w:val="clear" w:color="auto" w:fill="auto"/>
            <w:vAlign w:val="center"/>
          </w:tcPr>
          <w:p w14:paraId="0B1609F3" w14:textId="77777777" w:rsidR="001F5A79" w:rsidRPr="008C6DE4" w:rsidRDefault="001F5A79" w:rsidP="00DF3064">
            <w:pPr>
              <w:keepNext/>
              <w:keepLines/>
              <w:spacing w:after="0"/>
              <w:jc w:val="center"/>
              <w:rPr>
                <w:rFonts w:ascii="Arial" w:hAnsi="Arial"/>
                <w:b/>
                <w:sz w:val="18"/>
              </w:rPr>
            </w:pPr>
          </w:p>
        </w:tc>
        <w:tc>
          <w:tcPr>
            <w:tcW w:w="10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7886A9E" w14:textId="77777777" w:rsidR="001F5A79" w:rsidRPr="008C6DE4" w:rsidRDefault="001F5A79" w:rsidP="00DF3064">
            <w:pPr>
              <w:keepNext/>
              <w:keepLines/>
              <w:spacing w:after="0"/>
              <w:jc w:val="center"/>
              <w:rPr>
                <w:rFonts w:ascii="Arial" w:hAnsi="Arial"/>
                <w:b/>
                <w:sz w:val="18"/>
              </w:rPr>
            </w:pPr>
          </w:p>
        </w:tc>
        <w:tc>
          <w:tcPr>
            <w:tcW w:w="802" w:type="dxa"/>
            <w:vMerge/>
            <w:tcBorders>
              <w:top w:val="single" w:sz="6" w:space="0" w:color="auto"/>
              <w:left w:val="single" w:sz="6" w:space="0" w:color="auto"/>
              <w:bottom w:val="single" w:sz="6" w:space="0" w:color="auto"/>
              <w:right w:val="single" w:sz="6" w:space="0" w:color="auto"/>
            </w:tcBorders>
            <w:shd w:val="clear" w:color="auto" w:fill="auto"/>
          </w:tcPr>
          <w:p w14:paraId="776F2A34" w14:textId="77777777" w:rsidR="001F5A79" w:rsidRPr="008C6DE4" w:rsidRDefault="001F5A79" w:rsidP="00DF3064">
            <w:pPr>
              <w:keepNext/>
              <w:keepLines/>
              <w:spacing w:after="0"/>
              <w:jc w:val="center"/>
              <w:rPr>
                <w:rFonts w:ascii="Arial" w:hAnsi="Arial"/>
                <w:b/>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7EB301E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NR operating band groups</w:t>
            </w:r>
            <w:r w:rsidRPr="008C6DE4">
              <w:rPr>
                <w:rFonts w:ascii="Arial" w:hAnsi="Arial"/>
                <w:b/>
                <w:sz w:val="18"/>
                <w:vertAlign w:val="superscript"/>
              </w:rPr>
              <w:t xml:space="preserve"> </w:t>
            </w:r>
            <w:r w:rsidRPr="008C6DE4">
              <w:rPr>
                <w:rFonts w:ascii="Arial" w:hAnsi="Arial"/>
                <w:b/>
                <w:sz w:val="18"/>
                <w:vertAlign w:val="superscript"/>
                <w:lang w:eastAsia="zh-CN"/>
              </w:rPr>
              <w:t>Note 3</w:t>
            </w:r>
          </w:p>
        </w:tc>
        <w:tc>
          <w:tcPr>
            <w:tcW w:w="3550"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345DD6D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0F06AAD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66C653EC" w14:textId="77777777" w:rsidTr="00DF3064">
        <w:trPr>
          <w:trHeight w:val="308"/>
          <w:jc w:val="center"/>
        </w:trPr>
        <w:tc>
          <w:tcPr>
            <w:tcW w:w="1035" w:type="dxa"/>
            <w:vMerge w:val="restart"/>
            <w:tcBorders>
              <w:top w:val="single" w:sz="6" w:space="0" w:color="auto"/>
              <w:left w:val="single" w:sz="4" w:space="0" w:color="auto"/>
              <w:right w:val="single" w:sz="6" w:space="0" w:color="auto"/>
            </w:tcBorders>
            <w:shd w:val="clear" w:color="auto" w:fill="auto"/>
            <w:vAlign w:val="center"/>
          </w:tcPr>
          <w:p w14:paraId="2308579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47" w:type="dxa"/>
            <w:vMerge w:val="restart"/>
            <w:tcBorders>
              <w:top w:val="single" w:sz="6" w:space="0" w:color="auto"/>
              <w:left w:val="single" w:sz="6" w:space="0" w:color="auto"/>
              <w:right w:val="single" w:sz="6" w:space="0" w:color="auto"/>
            </w:tcBorders>
            <w:shd w:val="clear" w:color="auto" w:fill="auto"/>
            <w:vAlign w:val="center"/>
          </w:tcPr>
          <w:p w14:paraId="1215C21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802" w:type="dxa"/>
            <w:vMerge w:val="restart"/>
            <w:tcBorders>
              <w:top w:val="single" w:sz="6" w:space="0" w:color="auto"/>
              <w:left w:val="single" w:sz="6" w:space="0" w:color="auto"/>
              <w:right w:val="single" w:sz="6" w:space="0" w:color="auto"/>
            </w:tcBorders>
            <w:shd w:val="clear" w:color="auto" w:fill="auto"/>
          </w:tcPr>
          <w:p w14:paraId="67C455C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2298" w:type="dxa"/>
            <w:vMerge w:val="restart"/>
            <w:tcBorders>
              <w:top w:val="single" w:sz="6" w:space="0" w:color="auto"/>
              <w:left w:val="single" w:sz="6" w:space="0" w:color="auto"/>
              <w:right w:val="single" w:sz="4" w:space="0" w:color="auto"/>
            </w:tcBorders>
            <w:shd w:val="clear" w:color="auto" w:fill="auto"/>
            <w:vAlign w:val="center"/>
          </w:tcPr>
          <w:p w14:paraId="721AC60B" w14:textId="77777777" w:rsidR="001F5A79" w:rsidRPr="008C6DE4" w:rsidRDefault="001F5A79" w:rsidP="00DF3064">
            <w:pPr>
              <w:keepNext/>
              <w:keepLines/>
              <w:spacing w:after="0"/>
              <w:jc w:val="center"/>
              <w:rPr>
                <w:rFonts w:ascii="Arial" w:hAnsi="Arial"/>
                <w:b/>
                <w:sz w:val="18"/>
              </w:rPr>
            </w:pPr>
          </w:p>
        </w:tc>
        <w:tc>
          <w:tcPr>
            <w:tcW w:w="2110"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082C9AA5"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32356F2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46F6026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1017EAD0" w14:textId="77777777" w:rsidTr="00DF3064">
        <w:trPr>
          <w:trHeight w:val="307"/>
          <w:jc w:val="center"/>
        </w:trPr>
        <w:tc>
          <w:tcPr>
            <w:tcW w:w="1035" w:type="dxa"/>
            <w:vMerge/>
            <w:tcBorders>
              <w:left w:val="single" w:sz="4" w:space="0" w:color="auto"/>
              <w:bottom w:val="single" w:sz="6" w:space="0" w:color="auto"/>
              <w:right w:val="single" w:sz="6" w:space="0" w:color="auto"/>
            </w:tcBorders>
            <w:shd w:val="clear" w:color="auto" w:fill="auto"/>
            <w:vAlign w:val="center"/>
          </w:tcPr>
          <w:p w14:paraId="618E7B45" w14:textId="77777777" w:rsidR="001F5A79" w:rsidRPr="008C6DE4" w:rsidRDefault="001F5A79" w:rsidP="00DF3064">
            <w:pPr>
              <w:keepNext/>
              <w:keepLines/>
              <w:spacing w:after="0"/>
              <w:jc w:val="center"/>
              <w:rPr>
                <w:rFonts w:ascii="Arial" w:hAnsi="Arial"/>
                <w:b/>
                <w:sz w:val="18"/>
              </w:rPr>
            </w:pPr>
          </w:p>
        </w:tc>
        <w:tc>
          <w:tcPr>
            <w:tcW w:w="1047" w:type="dxa"/>
            <w:vMerge/>
            <w:tcBorders>
              <w:left w:val="single" w:sz="6" w:space="0" w:color="auto"/>
              <w:bottom w:val="single" w:sz="6" w:space="0" w:color="auto"/>
              <w:right w:val="single" w:sz="6" w:space="0" w:color="auto"/>
            </w:tcBorders>
            <w:shd w:val="clear" w:color="auto" w:fill="auto"/>
            <w:vAlign w:val="center"/>
          </w:tcPr>
          <w:p w14:paraId="321BED8B" w14:textId="77777777" w:rsidR="001F5A79" w:rsidRPr="008C6DE4" w:rsidRDefault="001F5A79" w:rsidP="00DF3064">
            <w:pPr>
              <w:keepNext/>
              <w:keepLines/>
              <w:spacing w:after="0"/>
              <w:jc w:val="center"/>
              <w:rPr>
                <w:rFonts w:ascii="Arial" w:hAnsi="Arial"/>
                <w:b/>
                <w:sz w:val="18"/>
              </w:rPr>
            </w:pPr>
          </w:p>
        </w:tc>
        <w:tc>
          <w:tcPr>
            <w:tcW w:w="802" w:type="dxa"/>
            <w:vMerge/>
            <w:tcBorders>
              <w:left w:val="single" w:sz="6" w:space="0" w:color="auto"/>
              <w:bottom w:val="single" w:sz="6" w:space="0" w:color="auto"/>
              <w:right w:val="single" w:sz="6" w:space="0" w:color="auto"/>
            </w:tcBorders>
            <w:shd w:val="clear" w:color="auto" w:fill="auto"/>
          </w:tcPr>
          <w:p w14:paraId="7474C16A" w14:textId="77777777" w:rsidR="001F5A79" w:rsidRPr="008C6DE4" w:rsidRDefault="001F5A79" w:rsidP="00DF3064">
            <w:pPr>
              <w:keepNext/>
              <w:keepLines/>
              <w:spacing w:after="0"/>
              <w:jc w:val="center"/>
              <w:rPr>
                <w:rFonts w:ascii="Arial" w:hAnsi="Arial"/>
                <w:b/>
                <w:sz w:val="18"/>
              </w:rPr>
            </w:pPr>
          </w:p>
        </w:tc>
        <w:tc>
          <w:tcPr>
            <w:tcW w:w="2298" w:type="dxa"/>
            <w:vMerge/>
            <w:tcBorders>
              <w:left w:val="single" w:sz="6" w:space="0" w:color="auto"/>
              <w:bottom w:val="single" w:sz="6" w:space="0" w:color="auto"/>
              <w:right w:val="single" w:sz="4" w:space="0" w:color="auto"/>
            </w:tcBorders>
            <w:shd w:val="clear" w:color="auto" w:fill="auto"/>
            <w:vAlign w:val="center"/>
          </w:tcPr>
          <w:p w14:paraId="3E2CEA22" w14:textId="77777777" w:rsidR="001F5A79" w:rsidRPr="008C6DE4" w:rsidRDefault="001F5A79" w:rsidP="00DF3064">
            <w:pPr>
              <w:keepNext/>
              <w:keepLines/>
              <w:spacing w:after="0"/>
              <w:jc w:val="center"/>
              <w:rPr>
                <w:rFonts w:ascii="Arial" w:hAnsi="Arial"/>
                <w:b/>
                <w:sz w:val="18"/>
              </w:rPr>
            </w:pP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5C1EE01C"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27887022"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440" w:type="dxa"/>
            <w:vMerge/>
            <w:tcBorders>
              <w:left w:val="single" w:sz="6" w:space="0" w:color="auto"/>
              <w:bottom w:val="single" w:sz="6" w:space="0" w:color="auto"/>
              <w:right w:val="single" w:sz="6" w:space="0" w:color="auto"/>
            </w:tcBorders>
            <w:shd w:val="clear" w:color="auto" w:fill="auto"/>
            <w:vAlign w:val="center"/>
          </w:tcPr>
          <w:p w14:paraId="384299A6"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6E0D5237" w14:textId="77777777" w:rsidR="001F5A79" w:rsidRPr="008C6DE4" w:rsidRDefault="001F5A79" w:rsidP="00DF3064">
            <w:pPr>
              <w:keepNext/>
              <w:keepLines/>
              <w:spacing w:after="0"/>
              <w:jc w:val="center"/>
              <w:rPr>
                <w:rFonts w:ascii="Arial" w:hAnsi="Arial"/>
                <w:b/>
                <w:sz w:val="18"/>
              </w:rPr>
            </w:pPr>
          </w:p>
        </w:tc>
      </w:tr>
      <w:tr w:rsidR="00DD3199" w:rsidRPr="008C6DE4" w14:paraId="67CD9CD0" w14:textId="77777777" w:rsidTr="00DF3064">
        <w:trPr>
          <w:jc w:val="center"/>
        </w:trPr>
        <w:tc>
          <w:tcPr>
            <w:tcW w:w="1035" w:type="dxa"/>
            <w:vMerge w:val="restart"/>
            <w:tcBorders>
              <w:top w:val="single" w:sz="6" w:space="0" w:color="auto"/>
              <w:left w:val="single" w:sz="4" w:space="0" w:color="auto"/>
              <w:right w:val="single" w:sz="6" w:space="0" w:color="auto"/>
            </w:tcBorders>
            <w:shd w:val="clear" w:color="auto" w:fill="auto"/>
            <w:vAlign w:val="center"/>
          </w:tcPr>
          <w:p w14:paraId="0097F785"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2.5</w:t>
            </w:r>
          </w:p>
        </w:tc>
        <w:tc>
          <w:tcPr>
            <w:tcW w:w="1047" w:type="dxa"/>
            <w:vMerge w:val="restart"/>
            <w:tcBorders>
              <w:top w:val="single" w:sz="6" w:space="0" w:color="auto"/>
              <w:left w:val="single" w:sz="6" w:space="0" w:color="auto"/>
              <w:right w:val="single" w:sz="6" w:space="0" w:color="auto"/>
            </w:tcBorders>
            <w:shd w:val="clear" w:color="auto" w:fill="auto"/>
            <w:vAlign w:val="center"/>
          </w:tcPr>
          <w:p w14:paraId="60FF6781"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802" w:type="dxa"/>
            <w:vMerge w:val="restart"/>
            <w:tcBorders>
              <w:top w:val="single" w:sz="6" w:space="0" w:color="auto"/>
              <w:left w:val="single" w:sz="6" w:space="0" w:color="auto"/>
              <w:right w:val="single" w:sz="6" w:space="0" w:color="auto"/>
            </w:tcBorders>
            <w:shd w:val="clear" w:color="auto" w:fill="auto"/>
            <w:vAlign w:val="center"/>
          </w:tcPr>
          <w:p w14:paraId="4132B6ED"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-3 dB</w:t>
            </w: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51A0791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NR_FDD_FR1_A, NR_TDD_FR1_A,</w:t>
            </w:r>
          </w:p>
          <w:p w14:paraId="14523CC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31F2547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389F3F95" w14:textId="77777777" w:rsidR="001F5A79" w:rsidRPr="008C6DE4" w:rsidRDefault="001F5A79" w:rsidP="00DF3064">
            <w:pPr>
              <w:keepNext/>
              <w:keepLines/>
              <w:spacing w:after="0"/>
              <w:jc w:val="center"/>
              <w:rPr>
                <w:rFonts w:ascii="Arial" w:hAnsi="Arial" w:cs="Arial"/>
                <w:sz w:val="18"/>
              </w:rPr>
            </w:pPr>
            <w:r w:rsidRPr="008C6DE4">
              <w:rPr>
                <w:rFonts w:ascii="Arial" w:hAnsi="Arial"/>
                <w:sz w:val="18"/>
              </w:rPr>
              <w:t>-118</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057159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7E503C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79CD5D72" w14:textId="77777777" w:rsidTr="00DF3064">
        <w:trPr>
          <w:jc w:val="center"/>
        </w:trPr>
        <w:tc>
          <w:tcPr>
            <w:tcW w:w="1035" w:type="dxa"/>
            <w:vMerge/>
            <w:tcBorders>
              <w:left w:val="single" w:sz="4" w:space="0" w:color="auto"/>
              <w:right w:val="single" w:sz="6" w:space="0" w:color="auto"/>
            </w:tcBorders>
            <w:shd w:val="clear" w:color="auto" w:fill="auto"/>
            <w:vAlign w:val="center"/>
          </w:tcPr>
          <w:p w14:paraId="5605BD04"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35311A0C"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37C0FECC"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tcPr>
          <w:p w14:paraId="01FBBA0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1027" w:type="dxa"/>
            <w:tcBorders>
              <w:top w:val="single" w:sz="6" w:space="0" w:color="auto"/>
              <w:left w:val="single" w:sz="4" w:space="0" w:color="auto"/>
              <w:bottom w:val="single" w:sz="6" w:space="0" w:color="auto"/>
              <w:right w:val="single" w:sz="6" w:space="0" w:color="auto"/>
            </w:tcBorders>
            <w:shd w:val="clear" w:color="auto" w:fill="auto"/>
          </w:tcPr>
          <w:p w14:paraId="311CFAF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3FD557DC"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-117.5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6987A3F"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ja-JP"/>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5296AF3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71ED1C02" w14:textId="77777777" w:rsidTr="00DF3064">
        <w:trPr>
          <w:jc w:val="center"/>
        </w:trPr>
        <w:tc>
          <w:tcPr>
            <w:tcW w:w="1035" w:type="dxa"/>
            <w:vMerge/>
            <w:tcBorders>
              <w:left w:val="single" w:sz="4" w:space="0" w:color="auto"/>
              <w:right w:val="single" w:sz="6" w:space="0" w:color="auto"/>
            </w:tcBorders>
            <w:shd w:val="clear" w:color="auto" w:fill="auto"/>
            <w:vAlign w:val="center"/>
          </w:tcPr>
          <w:p w14:paraId="5686D7A6"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0E0BD140"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766744D6"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72C8B59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18EC02D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313655AA"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-117</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C8126E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51BD9AE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42D40467" w14:textId="77777777" w:rsidTr="00DF3064">
        <w:trPr>
          <w:jc w:val="center"/>
        </w:trPr>
        <w:tc>
          <w:tcPr>
            <w:tcW w:w="1035" w:type="dxa"/>
            <w:vMerge/>
            <w:tcBorders>
              <w:left w:val="single" w:sz="4" w:space="0" w:color="auto"/>
              <w:right w:val="single" w:sz="6" w:space="0" w:color="auto"/>
            </w:tcBorders>
            <w:shd w:val="clear" w:color="auto" w:fill="auto"/>
            <w:vAlign w:val="center"/>
          </w:tcPr>
          <w:p w14:paraId="3058757C"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4C9FDA28"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2B810EA5"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111B88D1"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685C683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-119.5</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3C178304" w14:textId="77777777" w:rsidR="001F5A79" w:rsidRPr="008C6DE4" w:rsidRDefault="001F5A79" w:rsidP="00DF3064">
            <w:pPr>
              <w:keepNext/>
              <w:keepLines/>
              <w:spacing w:after="0"/>
              <w:jc w:val="center"/>
              <w:rPr>
                <w:rFonts w:ascii="Arial" w:hAnsi="Arial" w:cs="Arial"/>
                <w:sz w:val="18"/>
              </w:rPr>
            </w:pPr>
            <w:r w:rsidRPr="008C6DE4">
              <w:rPr>
                <w:rFonts w:ascii="Arial" w:hAnsi="Arial"/>
                <w:sz w:val="18"/>
              </w:rPr>
              <w:t>-116.5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D09F34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1C7389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059B944" w14:textId="77777777" w:rsidTr="00DF3064">
        <w:trPr>
          <w:jc w:val="center"/>
        </w:trPr>
        <w:tc>
          <w:tcPr>
            <w:tcW w:w="1035" w:type="dxa"/>
            <w:vMerge/>
            <w:tcBorders>
              <w:left w:val="single" w:sz="4" w:space="0" w:color="auto"/>
              <w:right w:val="single" w:sz="6" w:space="0" w:color="auto"/>
            </w:tcBorders>
            <w:shd w:val="clear" w:color="auto" w:fill="auto"/>
            <w:vAlign w:val="center"/>
          </w:tcPr>
          <w:p w14:paraId="5AB9B8AF"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21EF068A"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69DAA45D"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03E06186"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520A0E1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66CAB1D0"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-116</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9145A4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CD7DD8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231027A9" w14:textId="77777777" w:rsidTr="00DF3064">
        <w:trPr>
          <w:jc w:val="center"/>
        </w:trPr>
        <w:tc>
          <w:tcPr>
            <w:tcW w:w="1035" w:type="dxa"/>
            <w:vMerge/>
            <w:tcBorders>
              <w:left w:val="single" w:sz="4" w:space="0" w:color="auto"/>
              <w:right w:val="single" w:sz="6" w:space="0" w:color="auto"/>
            </w:tcBorders>
            <w:shd w:val="clear" w:color="auto" w:fill="auto"/>
            <w:vAlign w:val="center"/>
          </w:tcPr>
          <w:p w14:paraId="7D25350C"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17711B47"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69302777"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7766F4AA"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FDD_FR1_G</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3C5284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7DA7E643"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D39A5C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179AA74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60BB49CC" w14:textId="77777777" w:rsidTr="00DF3064">
        <w:trPr>
          <w:jc w:val="center"/>
        </w:trPr>
        <w:tc>
          <w:tcPr>
            <w:tcW w:w="1035" w:type="dxa"/>
            <w:vMerge/>
            <w:tcBorders>
              <w:left w:val="single" w:sz="4" w:space="0" w:color="auto"/>
              <w:right w:val="single" w:sz="6" w:space="0" w:color="auto"/>
            </w:tcBorders>
            <w:shd w:val="clear" w:color="auto" w:fill="auto"/>
            <w:vAlign w:val="center"/>
          </w:tcPr>
          <w:p w14:paraId="3DCE4235"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2CCEAD7E"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0FE28422"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7FF3B928"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FDD_FR1_H</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413253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2D86DE22"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A04989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0D5DC0D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5594EAC2" w14:textId="77777777" w:rsidTr="00DF3064">
        <w:trPr>
          <w:jc w:val="center"/>
        </w:trPr>
        <w:tc>
          <w:tcPr>
            <w:tcW w:w="1035" w:type="dxa"/>
            <w:tcBorders>
              <w:top w:val="single" w:sz="6" w:space="0" w:color="auto"/>
              <w:left w:val="single" w:sz="4" w:space="0" w:color="auto"/>
              <w:bottom w:val="single" w:sz="6" w:space="0" w:color="auto"/>
              <w:right w:val="single" w:sz="6" w:space="0" w:color="auto"/>
            </w:tcBorders>
            <w:shd w:val="clear" w:color="auto" w:fill="auto"/>
            <w:vAlign w:val="center"/>
          </w:tcPr>
          <w:p w14:paraId="0C0B0D93"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3.5</w:t>
            </w:r>
          </w:p>
        </w:tc>
        <w:tc>
          <w:tcPr>
            <w:tcW w:w="1047" w:type="dxa"/>
            <w:tcBorders>
              <w:top w:val="single" w:sz="6" w:space="0" w:color="auto"/>
              <w:left w:val="single" w:sz="6" w:space="0" w:color="auto"/>
              <w:bottom w:val="single" w:sz="6" w:space="0" w:color="auto"/>
              <w:right w:val="single" w:sz="6" w:space="0" w:color="auto"/>
            </w:tcBorders>
            <w:shd w:val="clear" w:color="auto" w:fill="auto"/>
            <w:vAlign w:val="center"/>
          </w:tcPr>
          <w:p w14:paraId="1F147A8D"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802" w:type="dxa"/>
            <w:tcBorders>
              <w:top w:val="single" w:sz="6" w:space="0" w:color="auto"/>
              <w:left w:val="single" w:sz="6" w:space="0" w:color="auto"/>
              <w:bottom w:val="single" w:sz="6" w:space="0" w:color="auto"/>
              <w:right w:val="single" w:sz="6" w:space="0" w:color="auto"/>
            </w:tcBorders>
            <w:shd w:val="clear" w:color="auto" w:fill="auto"/>
            <w:vAlign w:val="center"/>
          </w:tcPr>
          <w:p w14:paraId="6FAE24E6"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w:t>
            </w:r>
            <w:r w:rsidRPr="008C6DE4">
              <w:rPr>
                <w:rFonts w:ascii="Arial" w:hAnsi="Arial"/>
                <w:sz w:val="18"/>
                <w:lang w:eastAsia="zh-CN"/>
              </w:rPr>
              <w:t>6</w:t>
            </w:r>
            <w:r w:rsidRPr="008C6DE4">
              <w:rPr>
                <w:rFonts w:ascii="Arial" w:hAnsi="Arial"/>
                <w:sz w:val="18"/>
              </w:rPr>
              <w:t xml:space="preserve"> dB</w:t>
            </w: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06CA75C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c>
          <w:tcPr>
            <w:tcW w:w="1027" w:type="dxa"/>
            <w:tcBorders>
              <w:top w:val="single" w:sz="6" w:space="0" w:color="auto"/>
              <w:left w:val="single" w:sz="4" w:space="0" w:color="auto"/>
              <w:bottom w:val="single" w:sz="4" w:space="0" w:color="auto"/>
              <w:right w:val="single" w:sz="6" w:space="0" w:color="auto"/>
            </w:tcBorders>
            <w:shd w:val="clear" w:color="auto" w:fill="auto"/>
            <w:vAlign w:val="center"/>
          </w:tcPr>
          <w:p w14:paraId="2016293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c>
          <w:tcPr>
            <w:tcW w:w="1083" w:type="dxa"/>
            <w:tcBorders>
              <w:top w:val="single" w:sz="6" w:space="0" w:color="auto"/>
              <w:left w:val="single" w:sz="4" w:space="0" w:color="auto"/>
              <w:bottom w:val="single" w:sz="4" w:space="0" w:color="auto"/>
              <w:right w:val="single" w:sz="6" w:space="0" w:color="auto"/>
            </w:tcBorders>
            <w:shd w:val="clear" w:color="auto" w:fill="auto"/>
            <w:vAlign w:val="center"/>
          </w:tcPr>
          <w:p w14:paraId="0D370FFA"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rPr>
              <w:t>Note 2</w:t>
            </w:r>
          </w:p>
        </w:tc>
        <w:tc>
          <w:tcPr>
            <w:tcW w:w="1440" w:type="dxa"/>
            <w:tcBorders>
              <w:top w:val="single" w:sz="6" w:space="0" w:color="auto"/>
              <w:left w:val="single" w:sz="6" w:space="0" w:color="auto"/>
              <w:bottom w:val="single" w:sz="4" w:space="0" w:color="auto"/>
              <w:right w:val="single" w:sz="6" w:space="0" w:color="auto"/>
            </w:tcBorders>
            <w:shd w:val="clear" w:color="auto" w:fill="auto"/>
            <w:vAlign w:val="center"/>
          </w:tcPr>
          <w:p w14:paraId="146C8EC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c>
          <w:tcPr>
            <w:tcW w:w="1440" w:type="dxa"/>
            <w:tcBorders>
              <w:top w:val="single" w:sz="6" w:space="0" w:color="auto"/>
              <w:left w:val="single" w:sz="6" w:space="0" w:color="auto"/>
              <w:bottom w:val="single" w:sz="4" w:space="0" w:color="auto"/>
              <w:right w:val="single" w:sz="4" w:space="0" w:color="auto"/>
            </w:tcBorders>
            <w:shd w:val="clear" w:color="auto" w:fill="auto"/>
            <w:vAlign w:val="center"/>
          </w:tcPr>
          <w:p w14:paraId="23AD975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r>
      <w:tr w:rsidR="001F5A79" w:rsidRPr="008C6DE4" w14:paraId="6CFE86B3" w14:textId="77777777" w:rsidTr="00DF3064">
        <w:trPr>
          <w:jc w:val="center"/>
        </w:trPr>
        <w:tc>
          <w:tcPr>
            <w:tcW w:w="10172" w:type="dxa"/>
            <w:gridSpan w:val="8"/>
            <w:tcBorders>
              <w:top w:val="single" w:sz="6" w:space="0" w:color="auto"/>
              <w:left w:val="single" w:sz="4" w:space="0" w:color="auto"/>
              <w:bottom w:val="single" w:sz="4" w:space="0" w:color="auto"/>
              <w:right w:val="single" w:sz="4" w:space="0" w:color="auto"/>
            </w:tcBorders>
            <w:shd w:val="clear" w:color="auto" w:fill="auto"/>
            <w:vAlign w:val="center"/>
          </w:tcPr>
          <w:p w14:paraId="4CFEE6BF"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Io is assumed to have constant EPRE across the bandwidth.</w:t>
            </w:r>
          </w:p>
          <w:p w14:paraId="69E71828" w14:textId="77777777" w:rsidR="001F5A79" w:rsidRPr="008C6DE4" w:rsidRDefault="001F5A79" w:rsidP="00DF3064">
            <w:pPr>
              <w:keepNext/>
              <w:keepLines/>
              <w:spacing w:after="0"/>
              <w:ind w:left="851" w:hanging="851"/>
              <w:rPr>
                <w:rFonts w:ascii="Arial" w:hAnsi="Arial" w:cs="Arial"/>
                <w:sz w:val="18"/>
              </w:rPr>
            </w:pPr>
            <w:r w:rsidRPr="008C6DE4">
              <w:rPr>
                <w:rFonts w:ascii="Arial" w:hAnsi="Arial" w:cs="Arial"/>
                <w:sz w:val="18"/>
              </w:rPr>
              <w:t>N</w:t>
            </w:r>
            <w:r w:rsidRPr="008C6DE4">
              <w:rPr>
                <w:rFonts w:ascii="Arial" w:hAnsi="Arial" w:cs="Arial"/>
                <w:sz w:val="18"/>
                <w:lang w:eastAsia="zh-CN"/>
              </w:rPr>
              <w:t>OTE</w:t>
            </w:r>
            <w:r w:rsidRPr="008C6DE4">
              <w:rPr>
                <w:rFonts w:ascii="Arial" w:hAnsi="Arial" w:cs="Arial"/>
                <w:sz w:val="18"/>
              </w:rPr>
              <w:t xml:space="preserve"> 2:</w:t>
            </w:r>
            <w:r w:rsidRPr="008C6DE4">
              <w:rPr>
                <w:rFonts w:ascii="Arial" w:hAnsi="Arial" w:cs="Arial"/>
                <w:sz w:val="18"/>
              </w:rPr>
              <w:tab/>
              <w:t>The same bands and the same Io conditions for each band apply for this requirement as for the corresponding highest accuracy requirement.</w:t>
            </w:r>
          </w:p>
          <w:p w14:paraId="6196B083"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NR operating band groups in FR1 are as defined in clause 3.5.2.</w:t>
            </w:r>
          </w:p>
        </w:tc>
      </w:tr>
    </w:tbl>
    <w:p w14:paraId="7B827D8E" w14:textId="77777777" w:rsidR="001F5A79" w:rsidRPr="008C6DE4" w:rsidRDefault="001F5A79" w:rsidP="001F5A79">
      <w:pPr>
        <w:rPr>
          <w:lang w:eastAsia="zh-CN"/>
        </w:rPr>
      </w:pPr>
    </w:p>
    <w:p w14:paraId="5817AC97" w14:textId="55C55995" w:rsidR="001F5A79" w:rsidRPr="008C6DE4" w:rsidRDefault="001F5A79" w:rsidP="0048284E">
      <w:pPr>
        <w:pStyle w:val="Heading5"/>
      </w:pPr>
      <w:r w:rsidRPr="008C6DE4">
        <w:rPr>
          <w:lang w:eastAsia="zh-CN"/>
        </w:rPr>
        <w:t>1</w:t>
      </w:r>
      <w:r w:rsidR="0048284E" w:rsidRPr="008C6DE4">
        <w:rPr>
          <w:lang w:eastAsia="zh-CN"/>
        </w:rPr>
        <w:t>0.</w:t>
      </w:r>
      <w:r w:rsidR="0048284E" w:rsidRPr="008C6DE4">
        <w:t>1</w:t>
      </w:r>
      <w:r w:rsidR="0048284E" w:rsidRPr="008C6DE4">
        <w:rPr>
          <w:lang w:eastAsia="zh-CN"/>
        </w:rPr>
        <w:t>.9.1.2</w:t>
      </w:r>
      <w:r w:rsidRPr="008C6DE4">
        <w:tab/>
        <w:t xml:space="preserve">Relative Accuracy of </w:t>
      </w:r>
      <w:r w:rsidRPr="008C6DE4">
        <w:rPr>
          <w:lang w:eastAsia="zh-CN"/>
        </w:rPr>
        <w:t>SS-RSRQ</w:t>
      </w:r>
      <w:r w:rsidRPr="008C6DE4">
        <w:t xml:space="preserve"> in FR1</w:t>
      </w:r>
    </w:p>
    <w:p w14:paraId="1F450E60" w14:textId="77777777" w:rsidR="001F5A79" w:rsidRPr="008C6DE4" w:rsidRDefault="001F5A79" w:rsidP="001F5A79">
      <w:pPr>
        <w:rPr>
          <w:rFonts w:cs="v4.2.0"/>
          <w:i/>
        </w:rPr>
      </w:pPr>
      <w:r w:rsidRPr="008C6DE4">
        <w:rPr>
          <w:rFonts w:cs="v4.2.0"/>
        </w:rPr>
        <w:t xml:space="preserve">The relative accuracy of </w:t>
      </w:r>
      <w:r w:rsidRPr="008C6DE4">
        <w:rPr>
          <w:rFonts w:cs="v4.2.0"/>
          <w:lang w:eastAsia="zh-CN"/>
        </w:rPr>
        <w:t>SS-RSRQ</w:t>
      </w:r>
      <w:r w:rsidRPr="008C6DE4">
        <w:rPr>
          <w:rFonts w:cs="v4.2.0"/>
        </w:rPr>
        <w:t xml:space="preserve"> in inter frequency case is defined as the RSRQ measured from one cell on a frequency in FR1 compared to the RSRP measured from another cell on a different frequency in FR1.</w:t>
      </w:r>
    </w:p>
    <w:p w14:paraId="37453378"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10.1.9.1.2</w:t>
      </w:r>
      <w:r w:rsidRPr="008C6DE4">
        <w:rPr>
          <w:rFonts w:cs="v4.2.0"/>
        </w:rPr>
        <w:t>-1 are valid under the following conditions:</w:t>
      </w:r>
    </w:p>
    <w:p w14:paraId="74D45E14" w14:textId="77777777" w:rsidR="001F5A79" w:rsidRPr="008C6DE4" w:rsidRDefault="001F5A79" w:rsidP="001F5A79">
      <w:pPr>
        <w:ind w:left="568" w:hanging="284"/>
        <w:rPr>
          <w:rFonts w:cs="v4.2.0"/>
        </w:rPr>
      </w:pPr>
      <w:r w:rsidRPr="008C6DE4">
        <w:t>-</w:t>
      </w:r>
      <w:r w:rsidRPr="008C6DE4">
        <w:rPr>
          <w:rFonts w:ascii="Arial" w:hAnsi="Arial"/>
          <w:sz w:val="28"/>
          <w:lang w:val="en-US"/>
        </w:rPr>
        <w:tab/>
      </w:r>
      <w:r w:rsidRPr="008C6DE4">
        <w:t>Conditions defined in clause 7.3 of TS 38.101-1 [18] for reference sensitivity are fulfilled.</w:t>
      </w:r>
    </w:p>
    <w:p w14:paraId="122A1D27" w14:textId="77777777" w:rsidR="001F5A79" w:rsidRPr="008C6DE4" w:rsidRDefault="001F5A79" w:rsidP="001F5A79">
      <w:pPr>
        <w:ind w:left="568" w:hanging="284"/>
        <w:rPr>
          <w:lang w:eastAsia="zh-CN"/>
        </w:rPr>
      </w:pPr>
      <w:r w:rsidRPr="008C6DE4">
        <w:t>-</w:t>
      </w:r>
      <w:r w:rsidRPr="008C6DE4">
        <w:rPr>
          <w:rFonts w:ascii="Arial" w:hAnsi="Arial"/>
          <w:sz w:val="28"/>
          <w:lang w:val="en-US"/>
        </w:rPr>
        <w:tab/>
      </w:r>
      <w:r w:rsidRPr="008C6DE4">
        <w:t xml:space="preserve">Conditions for inter-frequency measurements are fulfilled according to Annex B.2.3 for a corresponding Band </w:t>
      </w:r>
      <w:r w:rsidRPr="008C6DE4">
        <w:rPr>
          <w:rFonts w:cs="v4.2.0"/>
          <w:lang w:eastAsia="ko-KR"/>
        </w:rPr>
        <w:t>for each relevant SSB</w:t>
      </w:r>
      <w:r w:rsidRPr="008C6DE4">
        <w:t>.</w:t>
      </w:r>
    </w:p>
    <w:p w14:paraId="74AD2C9E" w14:textId="77777777" w:rsidR="001F5A79" w:rsidRPr="008C6DE4" w:rsidRDefault="001F5A79" w:rsidP="001F5A79">
      <w:pPr>
        <w:ind w:left="568" w:hanging="284"/>
        <w:rPr>
          <w:rFonts w:cs="v4.2.0"/>
          <w:sz w:val="18"/>
        </w:rPr>
      </w:pPr>
      <w:r w:rsidRPr="008C6DE4">
        <w:t>-</w:t>
      </w:r>
      <w:r w:rsidRPr="008C6DE4">
        <w:rPr>
          <w:rFonts w:ascii="Arial" w:hAnsi="Arial"/>
          <w:sz w:val="28"/>
          <w:lang w:val="en-US"/>
        </w:rPr>
        <w:tab/>
      </w:r>
      <w:r w:rsidRPr="008C6DE4">
        <w:t>|SSB_RP1</w:t>
      </w:r>
      <w:r w:rsidRPr="008C6DE4">
        <w:rPr>
          <w:vertAlign w:val="subscript"/>
        </w:rPr>
        <w:t>dBm</w:t>
      </w:r>
      <w:r w:rsidRPr="008C6DE4">
        <w:t xml:space="preserve"> - SSB_RP2</w:t>
      </w:r>
      <w:r w:rsidRPr="008C6DE4">
        <w:rPr>
          <w:vertAlign w:val="subscript"/>
        </w:rPr>
        <w:t>dBm</w:t>
      </w:r>
      <w:r w:rsidRPr="008C6DE4">
        <w:t xml:space="preserve">| </w:t>
      </w:r>
      <w:r w:rsidRPr="008C6DE4">
        <w:rPr>
          <w:rFonts w:hint="eastAsia"/>
        </w:rPr>
        <w:t>≤</w:t>
      </w:r>
      <w:r w:rsidRPr="008C6DE4">
        <w:t xml:space="preserve"> 27 dB</w:t>
      </w:r>
    </w:p>
    <w:p w14:paraId="3295A63B" w14:textId="77777777" w:rsidR="001F5A79" w:rsidRPr="008C6DE4" w:rsidRDefault="001F5A79" w:rsidP="001F5A79">
      <w:pPr>
        <w:ind w:left="568" w:hanging="284"/>
        <w:rPr>
          <w:lang w:eastAsia="zh-CN"/>
        </w:rPr>
      </w:pPr>
      <w:r w:rsidRPr="008C6DE4">
        <w:t>-</w:t>
      </w:r>
      <w:r w:rsidRPr="008C6DE4">
        <w:rPr>
          <w:rFonts w:ascii="Arial" w:hAnsi="Arial"/>
          <w:sz w:val="28"/>
          <w:lang w:val="en-US"/>
        </w:rPr>
        <w:tab/>
      </w:r>
      <w:r w:rsidRPr="008C6DE4">
        <w:t xml:space="preserve">| Channel 1_Io </w:t>
      </w:r>
      <w:r w:rsidRPr="008C6DE4">
        <w:noBreakHyphen/>
        <w:t xml:space="preserve">Channel 2_Io | </w:t>
      </w:r>
      <w:r w:rsidRPr="008C6DE4">
        <w:sym w:font="Symbol" w:char="F0A3"/>
      </w:r>
      <w:r w:rsidRPr="008C6DE4">
        <w:t xml:space="preserve"> 20 dB</w:t>
      </w:r>
    </w:p>
    <w:p w14:paraId="3216F096" w14:textId="77777777" w:rsidR="001F5A79" w:rsidRPr="008C6DE4" w:rsidRDefault="001F5A79" w:rsidP="001F5A79">
      <w:pPr>
        <w:keepNext/>
        <w:keepLines/>
        <w:spacing w:before="60" w:after="120"/>
        <w:jc w:val="center"/>
        <w:rPr>
          <w:rFonts w:ascii="Arial" w:hAnsi="Arial"/>
          <w:b/>
          <w:sz w:val="22"/>
          <w:szCs w:val="22"/>
          <w:lang w:eastAsia="zh-CN"/>
        </w:rPr>
      </w:pPr>
      <w:r w:rsidRPr="008C6DE4">
        <w:rPr>
          <w:rFonts w:ascii="Arial" w:hAnsi="Arial"/>
          <w:b/>
        </w:rPr>
        <w:t xml:space="preserve">Table </w:t>
      </w:r>
      <w:r w:rsidRPr="008C6DE4">
        <w:rPr>
          <w:rFonts w:ascii="Arial" w:hAnsi="Arial"/>
          <w:b/>
          <w:lang w:eastAsia="zh-CN"/>
        </w:rPr>
        <w:t>10.1.9.1.2</w:t>
      </w:r>
      <w:r w:rsidRPr="008C6DE4">
        <w:rPr>
          <w:rFonts w:ascii="Arial" w:hAnsi="Arial"/>
          <w:b/>
        </w:rPr>
        <w:t xml:space="preserve">-1: </w:t>
      </w:r>
      <w:r w:rsidRPr="008C6DE4">
        <w:rPr>
          <w:rFonts w:ascii="Arial" w:hAnsi="Arial"/>
          <w:b/>
          <w:lang w:eastAsia="zh-CN"/>
        </w:rPr>
        <w:t>SS-RSRQ</w:t>
      </w:r>
      <w:r w:rsidRPr="008C6DE4">
        <w:rPr>
          <w:rFonts w:ascii="Arial" w:hAnsi="Arial"/>
          <w:b/>
        </w:rPr>
        <w:t xml:space="preserve"> Inter frequency relative accuracy</w:t>
      </w:r>
      <w:r w:rsidRPr="008C6DE4">
        <w:rPr>
          <w:rFonts w:ascii="Arial" w:hAnsi="Arial"/>
          <w:b/>
          <w:sz w:val="22"/>
          <w:szCs w:val="22"/>
          <w:lang w:eastAsia="zh-CN"/>
        </w:rPr>
        <w:t xml:space="preserve"> in FR1</w:t>
      </w:r>
    </w:p>
    <w:tbl>
      <w:tblPr>
        <w:tblW w:w="10172" w:type="dxa"/>
        <w:jc w:val="center"/>
        <w:tblLook w:val="01E0" w:firstRow="1" w:lastRow="1" w:firstColumn="1" w:lastColumn="1" w:noHBand="0" w:noVBand="0"/>
      </w:tblPr>
      <w:tblGrid>
        <w:gridCol w:w="1035"/>
        <w:gridCol w:w="1047"/>
        <w:gridCol w:w="802"/>
        <w:gridCol w:w="2298"/>
        <w:gridCol w:w="1027"/>
        <w:gridCol w:w="1083"/>
        <w:gridCol w:w="1440"/>
        <w:gridCol w:w="1440"/>
      </w:tblGrid>
      <w:tr w:rsidR="00DD3199" w:rsidRPr="008C6DE4" w14:paraId="70538039" w14:textId="77777777" w:rsidTr="00DF3064">
        <w:trPr>
          <w:jc w:val="center"/>
        </w:trPr>
        <w:tc>
          <w:tcPr>
            <w:tcW w:w="2082"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35188B7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8090"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09AA964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6B6C7F17" w14:textId="77777777" w:rsidTr="00DF3064">
        <w:trPr>
          <w:jc w:val="center"/>
        </w:trPr>
        <w:tc>
          <w:tcPr>
            <w:tcW w:w="1035"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4E6AFC8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04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966773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80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AF897A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SSB Ês/Iot</w:t>
            </w:r>
            <w:r w:rsidRPr="008C6DE4">
              <w:rPr>
                <w:rFonts w:ascii="Arial" w:hAnsi="Arial"/>
                <w:b/>
                <w:sz w:val="18"/>
                <w:vertAlign w:val="superscript"/>
                <w:lang w:eastAsia="zh-CN"/>
              </w:rPr>
              <w:t xml:space="preserve"> Note 2</w:t>
            </w:r>
          </w:p>
        </w:tc>
        <w:tc>
          <w:tcPr>
            <w:tcW w:w="7288"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5DDFBD4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lang w:eastAsia="zh-CN"/>
              </w:rPr>
              <w:t xml:space="preserve"> Note 1</w:t>
            </w:r>
            <w:r w:rsidRPr="008C6DE4">
              <w:rPr>
                <w:rFonts w:ascii="Arial" w:hAnsi="Arial"/>
                <w:b/>
                <w:sz w:val="18"/>
              </w:rPr>
              <w:t xml:space="preserve"> range</w:t>
            </w:r>
          </w:p>
        </w:tc>
      </w:tr>
      <w:tr w:rsidR="00DD3199" w:rsidRPr="008C6DE4" w14:paraId="0FB27C74" w14:textId="77777777" w:rsidTr="00DF3064">
        <w:trPr>
          <w:jc w:val="center"/>
        </w:trPr>
        <w:tc>
          <w:tcPr>
            <w:tcW w:w="1035" w:type="dxa"/>
            <w:vMerge/>
            <w:tcBorders>
              <w:top w:val="single" w:sz="6" w:space="0" w:color="auto"/>
              <w:left w:val="single" w:sz="4" w:space="0" w:color="auto"/>
              <w:bottom w:val="single" w:sz="6" w:space="0" w:color="auto"/>
              <w:right w:val="single" w:sz="6" w:space="0" w:color="auto"/>
            </w:tcBorders>
            <w:shd w:val="clear" w:color="auto" w:fill="auto"/>
            <w:vAlign w:val="center"/>
          </w:tcPr>
          <w:p w14:paraId="3C5487B2" w14:textId="77777777" w:rsidR="001F5A79" w:rsidRPr="008C6DE4" w:rsidRDefault="001F5A79" w:rsidP="00DF3064">
            <w:pPr>
              <w:keepNext/>
              <w:keepLines/>
              <w:spacing w:after="0"/>
              <w:jc w:val="center"/>
              <w:rPr>
                <w:rFonts w:ascii="Arial" w:hAnsi="Arial"/>
                <w:b/>
                <w:sz w:val="18"/>
              </w:rPr>
            </w:pPr>
          </w:p>
        </w:tc>
        <w:tc>
          <w:tcPr>
            <w:tcW w:w="10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1E698B3" w14:textId="77777777" w:rsidR="001F5A79" w:rsidRPr="008C6DE4" w:rsidRDefault="001F5A79" w:rsidP="00DF3064">
            <w:pPr>
              <w:keepNext/>
              <w:keepLines/>
              <w:spacing w:after="0"/>
              <w:jc w:val="center"/>
              <w:rPr>
                <w:rFonts w:ascii="Arial" w:hAnsi="Arial"/>
                <w:b/>
                <w:sz w:val="18"/>
              </w:rPr>
            </w:pPr>
          </w:p>
        </w:tc>
        <w:tc>
          <w:tcPr>
            <w:tcW w:w="802" w:type="dxa"/>
            <w:vMerge/>
            <w:tcBorders>
              <w:top w:val="single" w:sz="6" w:space="0" w:color="auto"/>
              <w:left w:val="single" w:sz="6" w:space="0" w:color="auto"/>
              <w:bottom w:val="single" w:sz="6" w:space="0" w:color="auto"/>
              <w:right w:val="single" w:sz="6" w:space="0" w:color="auto"/>
            </w:tcBorders>
            <w:shd w:val="clear" w:color="auto" w:fill="auto"/>
          </w:tcPr>
          <w:p w14:paraId="567CC71E" w14:textId="77777777" w:rsidR="001F5A79" w:rsidRPr="008C6DE4" w:rsidRDefault="001F5A79" w:rsidP="00DF3064">
            <w:pPr>
              <w:keepNext/>
              <w:keepLines/>
              <w:spacing w:after="0"/>
              <w:jc w:val="center"/>
              <w:rPr>
                <w:rFonts w:ascii="Arial" w:hAnsi="Arial"/>
                <w:b/>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0BEFBDA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NR operating band groups</w:t>
            </w:r>
            <w:r w:rsidRPr="008C6DE4">
              <w:rPr>
                <w:rFonts w:ascii="Arial" w:hAnsi="Arial"/>
                <w:b/>
                <w:sz w:val="18"/>
                <w:vertAlign w:val="superscript"/>
              </w:rPr>
              <w:t xml:space="preserve"> </w:t>
            </w:r>
            <w:r w:rsidRPr="008C6DE4">
              <w:rPr>
                <w:rFonts w:ascii="Arial" w:hAnsi="Arial"/>
                <w:b/>
                <w:sz w:val="18"/>
                <w:vertAlign w:val="superscript"/>
                <w:lang w:eastAsia="zh-CN"/>
              </w:rPr>
              <w:t>Note 4</w:t>
            </w:r>
          </w:p>
        </w:tc>
        <w:tc>
          <w:tcPr>
            <w:tcW w:w="3550"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074BEE9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070CC37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32E91C71" w14:textId="77777777" w:rsidTr="00DF3064">
        <w:trPr>
          <w:trHeight w:val="308"/>
          <w:jc w:val="center"/>
        </w:trPr>
        <w:tc>
          <w:tcPr>
            <w:tcW w:w="1035" w:type="dxa"/>
            <w:vMerge w:val="restart"/>
            <w:tcBorders>
              <w:top w:val="single" w:sz="6" w:space="0" w:color="auto"/>
              <w:left w:val="single" w:sz="4" w:space="0" w:color="auto"/>
              <w:right w:val="single" w:sz="6" w:space="0" w:color="auto"/>
            </w:tcBorders>
            <w:shd w:val="clear" w:color="auto" w:fill="auto"/>
            <w:vAlign w:val="center"/>
          </w:tcPr>
          <w:p w14:paraId="4D5D1CA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47" w:type="dxa"/>
            <w:vMerge w:val="restart"/>
            <w:tcBorders>
              <w:top w:val="single" w:sz="6" w:space="0" w:color="auto"/>
              <w:left w:val="single" w:sz="6" w:space="0" w:color="auto"/>
              <w:right w:val="single" w:sz="6" w:space="0" w:color="auto"/>
            </w:tcBorders>
            <w:shd w:val="clear" w:color="auto" w:fill="auto"/>
            <w:vAlign w:val="center"/>
          </w:tcPr>
          <w:p w14:paraId="0821C49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802" w:type="dxa"/>
            <w:vMerge w:val="restart"/>
            <w:tcBorders>
              <w:top w:val="single" w:sz="6" w:space="0" w:color="auto"/>
              <w:left w:val="single" w:sz="6" w:space="0" w:color="auto"/>
              <w:right w:val="single" w:sz="6" w:space="0" w:color="auto"/>
            </w:tcBorders>
            <w:shd w:val="clear" w:color="auto" w:fill="auto"/>
          </w:tcPr>
          <w:p w14:paraId="12804B2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2298" w:type="dxa"/>
            <w:vMerge w:val="restart"/>
            <w:tcBorders>
              <w:top w:val="single" w:sz="6" w:space="0" w:color="auto"/>
              <w:left w:val="single" w:sz="6" w:space="0" w:color="auto"/>
              <w:right w:val="single" w:sz="4" w:space="0" w:color="auto"/>
            </w:tcBorders>
            <w:shd w:val="clear" w:color="auto" w:fill="auto"/>
            <w:vAlign w:val="center"/>
          </w:tcPr>
          <w:p w14:paraId="5ECFA64D" w14:textId="77777777" w:rsidR="001F5A79" w:rsidRPr="008C6DE4" w:rsidRDefault="001F5A79" w:rsidP="00DF3064">
            <w:pPr>
              <w:keepNext/>
              <w:keepLines/>
              <w:spacing w:after="0"/>
              <w:jc w:val="center"/>
              <w:rPr>
                <w:rFonts w:ascii="Arial" w:hAnsi="Arial"/>
                <w:b/>
                <w:sz w:val="18"/>
              </w:rPr>
            </w:pPr>
          </w:p>
        </w:tc>
        <w:tc>
          <w:tcPr>
            <w:tcW w:w="2110"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5F2BCC56"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2E4ADC7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08F8267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3266DD89" w14:textId="77777777" w:rsidTr="00DF3064">
        <w:trPr>
          <w:trHeight w:val="307"/>
          <w:jc w:val="center"/>
        </w:trPr>
        <w:tc>
          <w:tcPr>
            <w:tcW w:w="1035" w:type="dxa"/>
            <w:vMerge/>
            <w:tcBorders>
              <w:left w:val="single" w:sz="4" w:space="0" w:color="auto"/>
              <w:bottom w:val="single" w:sz="6" w:space="0" w:color="auto"/>
              <w:right w:val="single" w:sz="6" w:space="0" w:color="auto"/>
            </w:tcBorders>
            <w:shd w:val="clear" w:color="auto" w:fill="auto"/>
            <w:vAlign w:val="center"/>
          </w:tcPr>
          <w:p w14:paraId="33F4FA23" w14:textId="77777777" w:rsidR="001F5A79" w:rsidRPr="008C6DE4" w:rsidRDefault="001F5A79" w:rsidP="00DF3064">
            <w:pPr>
              <w:keepNext/>
              <w:keepLines/>
              <w:spacing w:after="0"/>
              <w:jc w:val="center"/>
              <w:rPr>
                <w:rFonts w:ascii="Arial" w:hAnsi="Arial"/>
                <w:b/>
                <w:sz w:val="18"/>
              </w:rPr>
            </w:pPr>
          </w:p>
        </w:tc>
        <w:tc>
          <w:tcPr>
            <w:tcW w:w="1047" w:type="dxa"/>
            <w:vMerge/>
            <w:tcBorders>
              <w:left w:val="single" w:sz="6" w:space="0" w:color="auto"/>
              <w:bottom w:val="single" w:sz="6" w:space="0" w:color="auto"/>
              <w:right w:val="single" w:sz="6" w:space="0" w:color="auto"/>
            </w:tcBorders>
            <w:shd w:val="clear" w:color="auto" w:fill="auto"/>
            <w:vAlign w:val="center"/>
          </w:tcPr>
          <w:p w14:paraId="582CD772" w14:textId="77777777" w:rsidR="001F5A79" w:rsidRPr="008C6DE4" w:rsidRDefault="001F5A79" w:rsidP="00DF3064">
            <w:pPr>
              <w:keepNext/>
              <w:keepLines/>
              <w:spacing w:after="0"/>
              <w:jc w:val="center"/>
              <w:rPr>
                <w:rFonts w:ascii="Arial" w:hAnsi="Arial"/>
                <w:b/>
                <w:sz w:val="18"/>
              </w:rPr>
            </w:pPr>
          </w:p>
        </w:tc>
        <w:tc>
          <w:tcPr>
            <w:tcW w:w="802" w:type="dxa"/>
            <w:vMerge/>
            <w:tcBorders>
              <w:left w:val="single" w:sz="6" w:space="0" w:color="auto"/>
              <w:bottom w:val="single" w:sz="6" w:space="0" w:color="auto"/>
              <w:right w:val="single" w:sz="6" w:space="0" w:color="auto"/>
            </w:tcBorders>
            <w:shd w:val="clear" w:color="auto" w:fill="auto"/>
          </w:tcPr>
          <w:p w14:paraId="4B521C3C" w14:textId="77777777" w:rsidR="001F5A79" w:rsidRPr="008C6DE4" w:rsidRDefault="001F5A79" w:rsidP="00DF3064">
            <w:pPr>
              <w:keepNext/>
              <w:keepLines/>
              <w:spacing w:after="0"/>
              <w:jc w:val="center"/>
              <w:rPr>
                <w:rFonts w:ascii="Arial" w:hAnsi="Arial"/>
                <w:b/>
                <w:sz w:val="18"/>
              </w:rPr>
            </w:pPr>
          </w:p>
        </w:tc>
        <w:tc>
          <w:tcPr>
            <w:tcW w:w="2298" w:type="dxa"/>
            <w:vMerge/>
            <w:tcBorders>
              <w:left w:val="single" w:sz="6" w:space="0" w:color="auto"/>
              <w:bottom w:val="single" w:sz="6" w:space="0" w:color="auto"/>
              <w:right w:val="single" w:sz="4" w:space="0" w:color="auto"/>
            </w:tcBorders>
            <w:shd w:val="clear" w:color="auto" w:fill="auto"/>
            <w:vAlign w:val="center"/>
          </w:tcPr>
          <w:p w14:paraId="28121240" w14:textId="77777777" w:rsidR="001F5A79" w:rsidRPr="008C6DE4" w:rsidRDefault="001F5A79" w:rsidP="00DF3064">
            <w:pPr>
              <w:keepNext/>
              <w:keepLines/>
              <w:spacing w:after="0"/>
              <w:jc w:val="center"/>
              <w:rPr>
                <w:rFonts w:ascii="Arial" w:hAnsi="Arial"/>
                <w:b/>
                <w:sz w:val="18"/>
              </w:rPr>
            </w:pP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5852DCAB"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7DE86788"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440" w:type="dxa"/>
            <w:vMerge/>
            <w:tcBorders>
              <w:left w:val="single" w:sz="6" w:space="0" w:color="auto"/>
              <w:bottom w:val="single" w:sz="6" w:space="0" w:color="auto"/>
              <w:right w:val="single" w:sz="6" w:space="0" w:color="auto"/>
            </w:tcBorders>
            <w:shd w:val="clear" w:color="auto" w:fill="auto"/>
            <w:vAlign w:val="center"/>
          </w:tcPr>
          <w:p w14:paraId="57D8BD52"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30E3E8CD" w14:textId="77777777" w:rsidR="001F5A79" w:rsidRPr="008C6DE4" w:rsidRDefault="001F5A79" w:rsidP="00DF3064">
            <w:pPr>
              <w:keepNext/>
              <w:keepLines/>
              <w:spacing w:after="0"/>
              <w:jc w:val="center"/>
              <w:rPr>
                <w:rFonts w:ascii="Arial" w:hAnsi="Arial"/>
                <w:b/>
                <w:sz w:val="18"/>
              </w:rPr>
            </w:pPr>
          </w:p>
        </w:tc>
      </w:tr>
      <w:tr w:rsidR="00DD3199" w:rsidRPr="008C6DE4" w14:paraId="10E48521" w14:textId="77777777" w:rsidTr="00DF3064">
        <w:trPr>
          <w:jc w:val="center"/>
        </w:trPr>
        <w:tc>
          <w:tcPr>
            <w:tcW w:w="1035" w:type="dxa"/>
            <w:vMerge w:val="restart"/>
            <w:tcBorders>
              <w:top w:val="single" w:sz="6" w:space="0" w:color="auto"/>
              <w:left w:val="single" w:sz="4" w:space="0" w:color="auto"/>
              <w:right w:val="single" w:sz="6" w:space="0" w:color="auto"/>
            </w:tcBorders>
            <w:shd w:val="clear" w:color="auto" w:fill="auto"/>
            <w:vAlign w:val="center"/>
          </w:tcPr>
          <w:p w14:paraId="2F4D9B2D"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w:t>
            </w:r>
          </w:p>
        </w:tc>
        <w:tc>
          <w:tcPr>
            <w:tcW w:w="1047" w:type="dxa"/>
            <w:vMerge w:val="restart"/>
            <w:tcBorders>
              <w:top w:val="single" w:sz="6" w:space="0" w:color="auto"/>
              <w:left w:val="single" w:sz="6" w:space="0" w:color="auto"/>
              <w:right w:val="single" w:sz="6" w:space="0" w:color="auto"/>
            </w:tcBorders>
            <w:shd w:val="clear" w:color="auto" w:fill="auto"/>
            <w:vAlign w:val="center"/>
          </w:tcPr>
          <w:p w14:paraId="4F46CEFC"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802" w:type="dxa"/>
            <w:vMerge w:val="restart"/>
            <w:tcBorders>
              <w:top w:val="single" w:sz="6" w:space="0" w:color="auto"/>
              <w:left w:val="single" w:sz="6" w:space="0" w:color="auto"/>
              <w:right w:val="single" w:sz="6" w:space="0" w:color="auto"/>
            </w:tcBorders>
            <w:shd w:val="clear" w:color="auto" w:fill="auto"/>
            <w:vAlign w:val="center"/>
          </w:tcPr>
          <w:p w14:paraId="6A7F77E1"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-3 dB</w:t>
            </w: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3726E6E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NR_FDD_FR1_A, NR_TDD_FR1_A,</w:t>
            </w:r>
          </w:p>
          <w:p w14:paraId="6A740E0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014BA0B4" w14:textId="11B470EB"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4D60D1A9" w14:textId="525C91EE" w:rsidR="001F5A79" w:rsidRPr="008C6DE4" w:rsidRDefault="001F5A79" w:rsidP="00DF3064">
            <w:pPr>
              <w:keepNext/>
              <w:keepLines/>
              <w:spacing w:after="0"/>
              <w:jc w:val="center"/>
              <w:rPr>
                <w:rFonts w:ascii="Arial" w:hAnsi="Arial" w:cs="Arial"/>
                <w:sz w:val="18"/>
              </w:rPr>
            </w:pPr>
            <w:r w:rsidRPr="008C6DE4">
              <w:rPr>
                <w:rFonts w:ascii="Arial" w:hAnsi="Arial"/>
                <w:sz w:val="18"/>
              </w:rPr>
              <w:t>-118</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6582A0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4F51D1A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672D2146" w14:textId="77777777" w:rsidTr="00DF3064">
        <w:trPr>
          <w:jc w:val="center"/>
        </w:trPr>
        <w:tc>
          <w:tcPr>
            <w:tcW w:w="1035" w:type="dxa"/>
            <w:vMerge/>
            <w:tcBorders>
              <w:left w:val="single" w:sz="4" w:space="0" w:color="auto"/>
              <w:right w:val="single" w:sz="6" w:space="0" w:color="auto"/>
            </w:tcBorders>
            <w:shd w:val="clear" w:color="auto" w:fill="auto"/>
            <w:vAlign w:val="center"/>
          </w:tcPr>
          <w:p w14:paraId="29D402D4"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457D4F90"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73622B44"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tcPr>
          <w:p w14:paraId="1822B56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1027" w:type="dxa"/>
            <w:tcBorders>
              <w:top w:val="single" w:sz="6" w:space="0" w:color="auto"/>
              <w:left w:val="single" w:sz="4" w:space="0" w:color="auto"/>
              <w:bottom w:val="single" w:sz="6" w:space="0" w:color="auto"/>
              <w:right w:val="single" w:sz="6" w:space="0" w:color="auto"/>
            </w:tcBorders>
            <w:shd w:val="clear" w:color="auto" w:fill="auto"/>
          </w:tcPr>
          <w:p w14:paraId="069536D0" w14:textId="445737E5"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2564849C" w14:textId="61081D43"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-117.5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C400D3F"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ja-JP"/>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6048E2A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54BBE3C9" w14:textId="77777777" w:rsidTr="00DF3064">
        <w:trPr>
          <w:jc w:val="center"/>
        </w:trPr>
        <w:tc>
          <w:tcPr>
            <w:tcW w:w="1035" w:type="dxa"/>
            <w:vMerge/>
            <w:tcBorders>
              <w:left w:val="single" w:sz="4" w:space="0" w:color="auto"/>
              <w:right w:val="single" w:sz="6" w:space="0" w:color="auto"/>
            </w:tcBorders>
            <w:shd w:val="clear" w:color="auto" w:fill="auto"/>
            <w:vAlign w:val="center"/>
          </w:tcPr>
          <w:p w14:paraId="49626221"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5E5B74D0"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759D2DD2"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29F3BE7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06DE815F" w14:textId="37D4BBE8"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2115DE73" w14:textId="77397D02"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-117</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F03997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2822A90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54357853" w14:textId="77777777" w:rsidTr="00DF3064">
        <w:trPr>
          <w:jc w:val="center"/>
        </w:trPr>
        <w:tc>
          <w:tcPr>
            <w:tcW w:w="1035" w:type="dxa"/>
            <w:vMerge/>
            <w:tcBorders>
              <w:left w:val="single" w:sz="4" w:space="0" w:color="auto"/>
              <w:right w:val="single" w:sz="6" w:space="0" w:color="auto"/>
            </w:tcBorders>
            <w:shd w:val="clear" w:color="auto" w:fill="auto"/>
            <w:vAlign w:val="center"/>
          </w:tcPr>
          <w:p w14:paraId="471E7939"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771D6C6D"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3ED580F1"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1FC07465" w14:textId="0F5781B6" w:rsidR="001F5A79" w:rsidRPr="008C6DE4" w:rsidRDefault="001F5A79" w:rsidP="00DF3064">
            <w:pPr>
              <w:keepNext/>
              <w:keepLines/>
              <w:spacing w:after="0"/>
              <w:jc w:val="center"/>
              <w:rPr>
                <w:rFonts w:ascii="Arial" w:hAnsi="Arial"/>
                <w:sz w:val="18"/>
                <w:lang w:val="sv-FI"/>
              </w:rPr>
            </w:pPr>
            <w:r w:rsidRPr="008C6DE4">
              <w:rPr>
                <w:rFonts w:ascii="Arial" w:hAnsi="Arial"/>
                <w:sz w:val="18"/>
                <w:lang w:val="sv-SE"/>
              </w:rPr>
              <w:t>NR_FDD_FR1_D, NR_TDD_FR1_D</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353E0E2D" w14:textId="2B17EBF3" w:rsidR="001F5A79" w:rsidRPr="008C6DE4" w:rsidRDefault="001F5A79" w:rsidP="00DF3064">
            <w:pPr>
              <w:keepNext/>
              <w:keepLines/>
              <w:spacing w:after="0"/>
              <w:jc w:val="center"/>
              <w:rPr>
                <w:rFonts w:ascii="Arial" w:hAnsi="Arial"/>
                <w:sz w:val="18"/>
              </w:rPr>
            </w:pPr>
            <w:r w:rsidRPr="008C6DE4">
              <w:rPr>
                <w:rFonts w:ascii="Arial" w:hAnsi="Arial"/>
                <w:sz w:val="18"/>
              </w:rPr>
              <w:t>-119.5</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28B292C4" w14:textId="4FC39208" w:rsidR="001F5A79" w:rsidRPr="008C6DE4" w:rsidRDefault="001F5A79" w:rsidP="00DF3064">
            <w:pPr>
              <w:keepNext/>
              <w:keepLines/>
              <w:spacing w:after="0"/>
              <w:jc w:val="center"/>
              <w:rPr>
                <w:rFonts w:ascii="Arial" w:hAnsi="Arial"/>
                <w:sz w:val="18"/>
              </w:rPr>
            </w:pPr>
            <w:r w:rsidRPr="008C6DE4">
              <w:rPr>
                <w:rFonts w:ascii="Arial" w:hAnsi="Arial"/>
                <w:sz w:val="18"/>
              </w:rPr>
              <w:t>-116.5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5B5287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71DD5C9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B95ECE8" w14:textId="77777777" w:rsidTr="00DF3064">
        <w:trPr>
          <w:jc w:val="center"/>
        </w:trPr>
        <w:tc>
          <w:tcPr>
            <w:tcW w:w="1035" w:type="dxa"/>
            <w:vMerge/>
            <w:tcBorders>
              <w:left w:val="single" w:sz="4" w:space="0" w:color="auto"/>
              <w:right w:val="single" w:sz="6" w:space="0" w:color="auto"/>
            </w:tcBorders>
            <w:shd w:val="clear" w:color="auto" w:fill="auto"/>
            <w:vAlign w:val="center"/>
          </w:tcPr>
          <w:p w14:paraId="2255EAFC"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55248F6D"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769F262E"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5288ADE4"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6083F558" w14:textId="1CC6250F"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416811ED" w14:textId="7888765B"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-116</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0848C9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0812280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8D0714C" w14:textId="77777777" w:rsidTr="00DF3064">
        <w:trPr>
          <w:jc w:val="center"/>
        </w:trPr>
        <w:tc>
          <w:tcPr>
            <w:tcW w:w="1035" w:type="dxa"/>
            <w:vMerge/>
            <w:tcBorders>
              <w:left w:val="single" w:sz="4" w:space="0" w:color="auto"/>
              <w:right w:val="single" w:sz="6" w:space="0" w:color="auto"/>
            </w:tcBorders>
            <w:shd w:val="clear" w:color="auto" w:fill="auto"/>
            <w:vAlign w:val="center"/>
          </w:tcPr>
          <w:p w14:paraId="01AE56C1"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1842CEC2"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56029523"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3C203416"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NR_FDD_FR1_G</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3A7AF7B3" w14:textId="26316CF5"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1A7D615A" w14:textId="512DBC0F"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70C6C9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12AE03B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4339942C" w14:textId="77777777" w:rsidTr="00DF3064">
        <w:trPr>
          <w:jc w:val="center"/>
        </w:trPr>
        <w:tc>
          <w:tcPr>
            <w:tcW w:w="1035" w:type="dxa"/>
            <w:vMerge/>
            <w:tcBorders>
              <w:left w:val="single" w:sz="4" w:space="0" w:color="auto"/>
              <w:right w:val="single" w:sz="6" w:space="0" w:color="auto"/>
            </w:tcBorders>
            <w:shd w:val="clear" w:color="auto" w:fill="auto"/>
            <w:vAlign w:val="center"/>
          </w:tcPr>
          <w:p w14:paraId="2F973BD7"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57DF68AB"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30BF3F7D"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33F3704F"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NR_FDD_FR1_H</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1D284EA2" w14:textId="6294691C"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2E5D5EB7" w14:textId="729132F5"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F075F5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8E20DD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D1B3D51" w14:textId="77777777" w:rsidTr="00DF3064">
        <w:trPr>
          <w:jc w:val="center"/>
        </w:trPr>
        <w:tc>
          <w:tcPr>
            <w:tcW w:w="1035" w:type="dxa"/>
            <w:tcBorders>
              <w:top w:val="single" w:sz="6" w:space="0" w:color="auto"/>
              <w:left w:val="single" w:sz="4" w:space="0" w:color="auto"/>
              <w:bottom w:val="single" w:sz="6" w:space="0" w:color="auto"/>
              <w:right w:val="single" w:sz="6" w:space="0" w:color="auto"/>
            </w:tcBorders>
            <w:shd w:val="clear" w:color="auto" w:fill="auto"/>
            <w:vAlign w:val="center"/>
          </w:tcPr>
          <w:p w14:paraId="12F63620"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047" w:type="dxa"/>
            <w:tcBorders>
              <w:top w:val="single" w:sz="6" w:space="0" w:color="auto"/>
              <w:left w:val="single" w:sz="6" w:space="0" w:color="auto"/>
              <w:bottom w:val="single" w:sz="6" w:space="0" w:color="auto"/>
              <w:right w:val="single" w:sz="6" w:space="0" w:color="auto"/>
            </w:tcBorders>
            <w:shd w:val="clear" w:color="auto" w:fill="auto"/>
            <w:vAlign w:val="center"/>
          </w:tcPr>
          <w:p w14:paraId="0A8730CF"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802" w:type="dxa"/>
            <w:tcBorders>
              <w:top w:val="single" w:sz="6" w:space="0" w:color="auto"/>
              <w:left w:val="single" w:sz="6" w:space="0" w:color="auto"/>
              <w:bottom w:val="single" w:sz="6" w:space="0" w:color="auto"/>
              <w:right w:val="single" w:sz="6" w:space="0" w:color="auto"/>
            </w:tcBorders>
            <w:shd w:val="clear" w:color="auto" w:fill="auto"/>
            <w:vAlign w:val="center"/>
          </w:tcPr>
          <w:p w14:paraId="7F683E1A"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w:t>
            </w:r>
            <w:r w:rsidRPr="008C6DE4">
              <w:rPr>
                <w:rFonts w:ascii="Arial" w:hAnsi="Arial"/>
                <w:sz w:val="18"/>
                <w:lang w:eastAsia="zh-CN"/>
              </w:rPr>
              <w:t>6</w:t>
            </w:r>
            <w:r w:rsidRPr="008C6DE4">
              <w:rPr>
                <w:rFonts w:ascii="Arial" w:hAnsi="Arial"/>
                <w:sz w:val="18"/>
              </w:rPr>
              <w:t xml:space="preserve"> dB</w:t>
            </w: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5D23618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3</w:t>
            </w:r>
          </w:p>
        </w:tc>
        <w:tc>
          <w:tcPr>
            <w:tcW w:w="1027" w:type="dxa"/>
            <w:tcBorders>
              <w:top w:val="single" w:sz="6" w:space="0" w:color="auto"/>
              <w:left w:val="single" w:sz="4" w:space="0" w:color="auto"/>
              <w:bottom w:val="single" w:sz="4" w:space="0" w:color="auto"/>
              <w:right w:val="single" w:sz="6" w:space="0" w:color="auto"/>
            </w:tcBorders>
            <w:shd w:val="clear" w:color="auto" w:fill="auto"/>
            <w:vAlign w:val="center"/>
          </w:tcPr>
          <w:p w14:paraId="3161827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3</w:t>
            </w:r>
          </w:p>
        </w:tc>
        <w:tc>
          <w:tcPr>
            <w:tcW w:w="1083" w:type="dxa"/>
            <w:tcBorders>
              <w:top w:val="single" w:sz="6" w:space="0" w:color="auto"/>
              <w:left w:val="single" w:sz="4" w:space="0" w:color="auto"/>
              <w:bottom w:val="single" w:sz="4" w:space="0" w:color="auto"/>
              <w:right w:val="single" w:sz="6" w:space="0" w:color="auto"/>
            </w:tcBorders>
            <w:shd w:val="clear" w:color="auto" w:fill="auto"/>
            <w:vAlign w:val="center"/>
          </w:tcPr>
          <w:p w14:paraId="04D5C8F9"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rPr>
              <w:t>Note 3</w:t>
            </w:r>
          </w:p>
        </w:tc>
        <w:tc>
          <w:tcPr>
            <w:tcW w:w="1440" w:type="dxa"/>
            <w:tcBorders>
              <w:top w:val="single" w:sz="6" w:space="0" w:color="auto"/>
              <w:left w:val="single" w:sz="6" w:space="0" w:color="auto"/>
              <w:bottom w:val="single" w:sz="4" w:space="0" w:color="auto"/>
              <w:right w:val="single" w:sz="6" w:space="0" w:color="auto"/>
            </w:tcBorders>
            <w:shd w:val="clear" w:color="auto" w:fill="auto"/>
            <w:vAlign w:val="center"/>
          </w:tcPr>
          <w:p w14:paraId="188BBA7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3</w:t>
            </w:r>
          </w:p>
        </w:tc>
        <w:tc>
          <w:tcPr>
            <w:tcW w:w="1440" w:type="dxa"/>
            <w:tcBorders>
              <w:top w:val="single" w:sz="6" w:space="0" w:color="auto"/>
              <w:left w:val="single" w:sz="6" w:space="0" w:color="auto"/>
              <w:bottom w:val="single" w:sz="4" w:space="0" w:color="auto"/>
              <w:right w:val="single" w:sz="4" w:space="0" w:color="auto"/>
            </w:tcBorders>
            <w:shd w:val="clear" w:color="auto" w:fill="auto"/>
            <w:vAlign w:val="center"/>
          </w:tcPr>
          <w:p w14:paraId="437D686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3</w:t>
            </w:r>
          </w:p>
        </w:tc>
      </w:tr>
      <w:tr w:rsidR="001F5A79" w:rsidRPr="008C6DE4" w14:paraId="17D51419" w14:textId="77777777" w:rsidTr="00DF3064">
        <w:trPr>
          <w:jc w:val="center"/>
        </w:trPr>
        <w:tc>
          <w:tcPr>
            <w:tcW w:w="10172" w:type="dxa"/>
            <w:gridSpan w:val="8"/>
            <w:tcBorders>
              <w:top w:val="single" w:sz="6" w:space="0" w:color="auto"/>
              <w:left w:val="single" w:sz="4" w:space="0" w:color="auto"/>
              <w:bottom w:val="single" w:sz="4" w:space="0" w:color="auto"/>
              <w:right w:val="single" w:sz="4" w:space="0" w:color="auto"/>
            </w:tcBorders>
            <w:shd w:val="clear" w:color="auto" w:fill="auto"/>
            <w:vAlign w:val="center"/>
          </w:tcPr>
          <w:p w14:paraId="590C169B"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w:t>
            </w:r>
            <w:r w:rsidRPr="008C6DE4">
              <w:rPr>
                <w:rFonts w:ascii="Arial" w:hAnsi="Arial"/>
                <w:sz w:val="18"/>
                <w:lang w:eastAsia="zh-CN"/>
              </w:rPr>
              <w:t>OTE</w:t>
            </w:r>
            <w:r w:rsidRPr="008C6DE4">
              <w:rPr>
                <w:rFonts w:ascii="Arial" w:hAnsi="Arial"/>
                <w:sz w:val="18"/>
              </w:rPr>
              <w:t xml:space="preserve"> 1:</w:t>
            </w:r>
            <w:r w:rsidRPr="008C6DE4">
              <w:rPr>
                <w:rFonts w:ascii="Arial" w:hAnsi="Arial"/>
                <w:sz w:val="18"/>
              </w:rPr>
              <w:tab/>
              <w:t>Io is assumed to have constant EPRE across the bandwidth.</w:t>
            </w:r>
          </w:p>
          <w:p w14:paraId="3FCC0B68"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w:t>
            </w:r>
            <w:r w:rsidRPr="008C6DE4">
              <w:rPr>
                <w:rFonts w:ascii="Arial" w:hAnsi="Arial"/>
                <w:sz w:val="18"/>
                <w:lang w:eastAsia="zh-CN"/>
              </w:rPr>
              <w:t>OTE</w:t>
            </w:r>
            <w:r w:rsidRPr="008C6DE4">
              <w:rPr>
                <w:rFonts w:ascii="Arial" w:hAnsi="Arial"/>
                <w:sz w:val="18"/>
              </w:rPr>
              <w:t xml:space="preserve"> 2:</w:t>
            </w:r>
            <w:r w:rsidRPr="008C6DE4">
              <w:rPr>
                <w:rFonts w:ascii="Arial" w:hAnsi="Arial"/>
                <w:sz w:val="18"/>
              </w:rPr>
              <w:tab/>
            </w:r>
            <w:r w:rsidRPr="008C6DE4">
              <w:rPr>
                <w:rFonts w:ascii="Arial" w:hAnsi="Arial"/>
                <w:sz w:val="18"/>
                <w:lang w:eastAsia="zh-CN"/>
              </w:rPr>
              <w:t xml:space="preserve">The parameter SSB </w:t>
            </w:r>
            <w:r w:rsidRPr="008C6DE4">
              <w:rPr>
                <w:rFonts w:ascii="Arial" w:hAnsi="Arial"/>
                <w:sz w:val="18"/>
              </w:rPr>
              <w:t>Ês/Iot</w:t>
            </w:r>
            <w:r w:rsidRPr="008C6DE4">
              <w:rPr>
                <w:rFonts w:ascii="Arial" w:hAnsi="Arial"/>
                <w:sz w:val="18"/>
                <w:lang w:eastAsia="zh-CN"/>
              </w:rPr>
              <w:t xml:space="preserve"> is the minimum SSB </w:t>
            </w:r>
            <w:r w:rsidRPr="008C6DE4">
              <w:rPr>
                <w:rFonts w:ascii="Arial" w:hAnsi="Arial"/>
                <w:sz w:val="18"/>
              </w:rPr>
              <w:t>Ês/Iot</w:t>
            </w:r>
            <w:r w:rsidRPr="008C6DE4">
              <w:rPr>
                <w:rFonts w:ascii="Arial" w:hAnsi="Arial"/>
                <w:sz w:val="18"/>
                <w:lang w:eastAsia="zh-CN"/>
              </w:rPr>
              <w:t xml:space="preserve"> of the pair of cells to which the requirement applies.</w:t>
            </w:r>
          </w:p>
          <w:p w14:paraId="11DE591E" w14:textId="77777777" w:rsidR="001F5A79" w:rsidRPr="008C6DE4" w:rsidRDefault="001F5A79" w:rsidP="00DF3064">
            <w:pPr>
              <w:keepNext/>
              <w:keepLines/>
              <w:spacing w:after="0"/>
              <w:ind w:left="851" w:hanging="851"/>
              <w:rPr>
                <w:rFonts w:ascii="Arial" w:hAnsi="Arial" w:cs="Arial"/>
                <w:sz w:val="18"/>
              </w:rPr>
            </w:pPr>
            <w:r w:rsidRPr="008C6DE4">
              <w:rPr>
                <w:rFonts w:ascii="Arial" w:hAnsi="Arial"/>
                <w:sz w:val="18"/>
              </w:rPr>
              <w:t>N</w:t>
            </w:r>
            <w:r w:rsidRPr="008C6DE4">
              <w:rPr>
                <w:rFonts w:ascii="Arial" w:hAnsi="Arial"/>
                <w:sz w:val="18"/>
                <w:lang w:eastAsia="zh-CN"/>
              </w:rPr>
              <w:t>OTE</w:t>
            </w:r>
            <w:r w:rsidRPr="008C6DE4">
              <w:rPr>
                <w:rFonts w:ascii="Arial" w:hAnsi="Arial"/>
                <w:sz w:val="18"/>
              </w:rPr>
              <w:t xml:space="preserve"> 3:</w:t>
            </w:r>
            <w:r w:rsidRPr="008C6DE4">
              <w:rPr>
                <w:rFonts w:ascii="Arial" w:hAnsi="Arial"/>
                <w:sz w:val="18"/>
              </w:rPr>
              <w:tab/>
            </w:r>
            <w:r w:rsidRPr="008C6DE4">
              <w:rPr>
                <w:rFonts w:ascii="Arial" w:hAnsi="Arial" w:cs="Arial"/>
                <w:sz w:val="18"/>
              </w:rPr>
              <w:t>The same bands and the same Io conditions for each band apply for this requirement as for the corresponding highest accuracy requirement.</w:t>
            </w:r>
          </w:p>
          <w:p w14:paraId="1A0DA08D"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4:</w:t>
            </w:r>
            <w:r w:rsidRPr="008C6DE4">
              <w:rPr>
                <w:rFonts w:ascii="Arial" w:hAnsi="Arial"/>
                <w:sz w:val="18"/>
              </w:rPr>
              <w:tab/>
              <w:t>NR operating band groups in FR1 are as defined in clause 3.5.2.</w:t>
            </w:r>
          </w:p>
        </w:tc>
      </w:tr>
    </w:tbl>
    <w:p w14:paraId="6470B282" w14:textId="77777777" w:rsidR="001F5A79" w:rsidRPr="008C6DE4" w:rsidRDefault="001F5A79" w:rsidP="001F5A79">
      <w:pPr>
        <w:rPr>
          <w:lang w:eastAsia="ko-KR"/>
        </w:rPr>
      </w:pPr>
    </w:p>
    <w:p w14:paraId="527D249B" w14:textId="692EDAC9" w:rsidR="001F5A79" w:rsidRPr="008C6DE4" w:rsidRDefault="001F5A79" w:rsidP="0048284E">
      <w:pPr>
        <w:pStyle w:val="Heading3"/>
        <w:rPr>
          <w:lang w:val="en-US" w:eastAsia="ko-KR"/>
        </w:rPr>
      </w:pPr>
      <w:r w:rsidRPr="008C6DE4">
        <w:rPr>
          <w:lang w:val="en-US" w:eastAsia="ko-KR"/>
        </w:rPr>
        <w:t>1</w:t>
      </w:r>
      <w:r w:rsidR="0048284E" w:rsidRPr="008C6DE4">
        <w:rPr>
          <w:lang w:val="en-US" w:eastAsia="ko-KR"/>
        </w:rPr>
        <w:t>0.1.1</w:t>
      </w:r>
      <w:r w:rsidRPr="008C6DE4">
        <w:rPr>
          <w:lang w:val="en-US" w:eastAsia="ko-KR"/>
        </w:rPr>
        <w:t>0</w:t>
      </w:r>
      <w:r w:rsidRPr="008C6DE4">
        <w:rPr>
          <w:lang w:val="en-US" w:eastAsia="ko-KR"/>
        </w:rPr>
        <w:tab/>
        <w:t xml:space="preserve">Inter-frequency RSRQ accuracy requirements </w:t>
      </w:r>
      <w:r w:rsidRPr="008C6DE4">
        <w:rPr>
          <w:lang w:val="en-US" w:eastAsia="zh-CN"/>
        </w:rPr>
        <w:t>for</w:t>
      </w:r>
      <w:r w:rsidRPr="008C6DE4">
        <w:rPr>
          <w:lang w:val="en-US" w:eastAsia="ko-KR"/>
        </w:rPr>
        <w:t xml:space="preserve"> FR2</w:t>
      </w:r>
    </w:p>
    <w:p w14:paraId="25F2200F" w14:textId="77777777" w:rsidR="001F5A79" w:rsidRPr="008C6DE4" w:rsidRDefault="001F5A79" w:rsidP="001F5A79">
      <w:pPr>
        <w:keepNext/>
        <w:keepLines/>
        <w:overflowPunct w:val="0"/>
        <w:autoSpaceDE w:val="0"/>
        <w:autoSpaceDN w:val="0"/>
        <w:adjustRightInd w:val="0"/>
        <w:spacing w:before="120"/>
        <w:ind w:left="1418" w:hanging="1418"/>
        <w:textAlignment w:val="baseline"/>
        <w:outlineLvl w:val="3"/>
        <w:rPr>
          <w:rFonts w:ascii="Arial" w:hAnsi="Arial"/>
          <w:sz w:val="24"/>
          <w:lang w:val="en-US" w:eastAsia="zh-CN"/>
        </w:rPr>
      </w:pPr>
      <w:r w:rsidRPr="008C6DE4">
        <w:rPr>
          <w:rFonts w:ascii="Arial" w:hAnsi="Arial"/>
          <w:sz w:val="24"/>
          <w:lang w:val="en-US" w:eastAsia="zh-CN"/>
        </w:rPr>
        <w:t>10.1.10.1</w:t>
      </w:r>
      <w:r w:rsidRPr="008C6DE4">
        <w:rPr>
          <w:rFonts w:ascii="Arial" w:hAnsi="Arial"/>
          <w:sz w:val="24"/>
          <w:lang w:val="en-US" w:eastAsia="zh-CN"/>
        </w:rPr>
        <w:tab/>
      </w:r>
      <w:r w:rsidRPr="008C6DE4">
        <w:rPr>
          <w:rFonts w:ascii="Arial" w:hAnsi="Arial"/>
          <w:sz w:val="24"/>
          <w:lang w:val="en-US" w:eastAsia="ko-KR"/>
        </w:rPr>
        <w:t>Inter-frequency SS-RSRQ accuracy requirements</w:t>
      </w:r>
      <w:r w:rsidRPr="008C6DE4">
        <w:rPr>
          <w:rFonts w:ascii="Arial" w:hAnsi="Arial"/>
          <w:sz w:val="24"/>
          <w:lang w:val="en-US" w:eastAsia="zh-CN"/>
        </w:rPr>
        <w:t xml:space="preserve"> in FR2</w:t>
      </w:r>
    </w:p>
    <w:p w14:paraId="54C49971" w14:textId="77777777" w:rsidR="001F5A79" w:rsidRPr="008C6DE4" w:rsidRDefault="001F5A79" w:rsidP="001F5A79">
      <w:pPr>
        <w:keepNext/>
        <w:keepLines/>
        <w:spacing w:before="120"/>
        <w:ind w:left="1701" w:hanging="1701"/>
        <w:outlineLvl w:val="4"/>
        <w:rPr>
          <w:rFonts w:ascii="Arial" w:hAnsi="Arial"/>
          <w:sz w:val="22"/>
          <w:lang w:val="en-US" w:eastAsia="zh-CN"/>
        </w:rPr>
      </w:pPr>
      <w:r w:rsidRPr="008C6DE4">
        <w:rPr>
          <w:rFonts w:ascii="Arial" w:hAnsi="Arial"/>
          <w:sz w:val="22"/>
          <w:lang w:val="en-US" w:eastAsia="zh-CN"/>
        </w:rPr>
        <w:t>10.1.10.1.1</w:t>
      </w:r>
      <w:r w:rsidRPr="008C6DE4">
        <w:rPr>
          <w:rFonts w:ascii="Arial" w:hAnsi="Arial"/>
          <w:sz w:val="22"/>
          <w:lang w:val="en-US" w:eastAsia="zh-CN"/>
        </w:rPr>
        <w:tab/>
      </w:r>
      <w:r w:rsidRPr="008C6DE4">
        <w:rPr>
          <w:rFonts w:ascii="Arial" w:hAnsi="Arial"/>
          <w:sz w:val="22"/>
          <w:lang w:eastAsia="zh-CN"/>
        </w:rPr>
        <w:t>Aboslute</w:t>
      </w:r>
      <w:r w:rsidRPr="008C6DE4">
        <w:rPr>
          <w:rFonts w:ascii="Arial" w:hAnsi="Arial"/>
          <w:sz w:val="22"/>
        </w:rPr>
        <w:t xml:space="preserve"> Accuracy of </w:t>
      </w:r>
      <w:r w:rsidRPr="008C6DE4">
        <w:rPr>
          <w:rFonts w:ascii="Arial" w:hAnsi="Arial"/>
          <w:sz w:val="22"/>
          <w:lang w:eastAsia="zh-CN"/>
        </w:rPr>
        <w:t>SS-RSRQ</w:t>
      </w:r>
      <w:r w:rsidRPr="008C6DE4">
        <w:rPr>
          <w:rFonts w:ascii="Arial" w:hAnsi="Arial"/>
          <w:sz w:val="22"/>
          <w:lang w:val="en-US" w:eastAsia="zh-CN"/>
        </w:rPr>
        <w:t xml:space="preserve"> in FR2</w:t>
      </w:r>
    </w:p>
    <w:p w14:paraId="153F7485" w14:textId="77777777" w:rsidR="001F5A79" w:rsidRPr="008C6DE4" w:rsidRDefault="001F5A79" w:rsidP="001F5A79">
      <w:pPr>
        <w:rPr>
          <w:rFonts w:cs="v4.2.0"/>
          <w:i/>
        </w:rPr>
      </w:pPr>
      <w:r w:rsidRPr="008C6DE4">
        <w:rPr>
          <w:rFonts w:cs="v4.2.0"/>
        </w:rPr>
        <w:t>The requirements for absolute accuracy of</w:t>
      </w:r>
      <w:r w:rsidRPr="008C6DE4">
        <w:rPr>
          <w:rFonts w:cs="v4.2.0"/>
          <w:lang w:eastAsia="zh-CN"/>
        </w:rPr>
        <w:t xml:space="preserve"> SS-RSRQ</w:t>
      </w:r>
      <w:r w:rsidRPr="008C6DE4">
        <w:rPr>
          <w:rFonts w:cs="v4.2.0"/>
        </w:rPr>
        <w:t xml:space="preserve"> in this clause apply to a cell on a frequency in FR2 that has different carrier frequency from the serving cell.</w:t>
      </w:r>
    </w:p>
    <w:p w14:paraId="3E65DE72"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10.1.10.1.1</w:t>
      </w:r>
      <w:r w:rsidRPr="008C6DE4">
        <w:rPr>
          <w:rFonts w:cs="v4.2.0"/>
        </w:rPr>
        <w:t>-1 are valid under the following conditions:</w:t>
      </w:r>
    </w:p>
    <w:p w14:paraId="651383DE" w14:textId="77777777" w:rsidR="001F5A79" w:rsidRPr="008C6DE4" w:rsidRDefault="001F5A79" w:rsidP="001F5A79">
      <w:pPr>
        <w:ind w:left="568" w:hanging="284"/>
        <w:rPr>
          <w:rFonts w:cs="v4.2.0"/>
        </w:rPr>
      </w:pPr>
      <w:r w:rsidRPr="008C6DE4">
        <w:t>-</w:t>
      </w:r>
      <w:r w:rsidRPr="008C6DE4">
        <w:rPr>
          <w:rFonts w:ascii="Arial" w:hAnsi="Arial"/>
          <w:sz w:val="28"/>
          <w:lang w:val="en-US"/>
        </w:rPr>
        <w:tab/>
      </w:r>
      <w:r w:rsidRPr="008C6DE4">
        <w:t>Conditions defined in clause 7.3 of TS 38.101-2 [19] for reference sensitivity are fulfilled.</w:t>
      </w:r>
    </w:p>
    <w:p w14:paraId="38B6CE4A" w14:textId="77777777" w:rsidR="001F5A79" w:rsidRPr="008C6DE4" w:rsidRDefault="001F5A79" w:rsidP="001F5A79">
      <w:pPr>
        <w:ind w:left="568" w:hanging="284"/>
      </w:pPr>
      <w:r w:rsidRPr="008C6DE4">
        <w:t>-</w:t>
      </w:r>
      <w:r w:rsidRPr="008C6DE4">
        <w:rPr>
          <w:rFonts w:ascii="Arial" w:hAnsi="Arial"/>
          <w:sz w:val="28"/>
          <w:lang w:val="en-US"/>
        </w:rPr>
        <w:tab/>
      </w:r>
      <w:r w:rsidRPr="008C6DE4">
        <w:t xml:space="preserve">Conditions for inter-frequency measurements are fulfilled according to Annex B.2.3 for a corresponding Band </w:t>
      </w:r>
      <w:r w:rsidRPr="008C6DE4">
        <w:rPr>
          <w:rFonts w:cs="v4.2.0"/>
          <w:lang w:eastAsia="ko-KR"/>
        </w:rPr>
        <w:t>for each relevant SSB</w:t>
      </w:r>
      <w:r w:rsidRPr="008C6DE4">
        <w:t>.</w:t>
      </w:r>
    </w:p>
    <w:p w14:paraId="5814C346" w14:textId="77777777" w:rsidR="001F5A79" w:rsidRPr="008C6DE4" w:rsidRDefault="001F5A79" w:rsidP="001F5A79">
      <w:pPr>
        <w:ind w:left="568" w:hanging="284"/>
        <w:rPr>
          <w:lang w:eastAsia="zh-CN"/>
        </w:rPr>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2F943ED4" w14:textId="77777777" w:rsidR="001F5A79" w:rsidRPr="008C6DE4" w:rsidRDefault="001F5A79" w:rsidP="001F5A79">
      <w:pPr>
        <w:keepNext/>
        <w:keepLines/>
        <w:spacing w:before="60"/>
        <w:jc w:val="center"/>
        <w:rPr>
          <w:rFonts w:ascii="Arial" w:hAnsi="Arial"/>
          <w:b/>
          <w:lang w:eastAsia="zh-CN"/>
        </w:rPr>
      </w:pPr>
      <w:r w:rsidRPr="008C6DE4">
        <w:rPr>
          <w:rFonts w:ascii="Arial" w:hAnsi="Arial"/>
          <w:b/>
        </w:rPr>
        <w:t xml:space="preserve">Table </w:t>
      </w:r>
      <w:r w:rsidRPr="008C6DE4">
        <w:rPr>
          <w:rFonts w:ascii="Arial" w:hAnsi="Arial"/>
          <w:b/>
          <w:lang w:eastAsia="zh-CN"/>
        </w:rPr>
        <w:t>10.1.10.1.1</w:t>
      </w:r>
      <w:r w:rsidRPr="008C6DE4">
        <w:rPr>
          <w:rFonts w:ascii="Arial" w:hAnsi="Arial"/>
          <w:b/>
        </w:rPr>
        <w:t xml:space="preserve">-1: </w:t>
      </w:r>
      <w:r w:rsidRPr="008C6DE4">
        <w:rPr>
          <w:rFonts w:ascii="Arial" w:hAnsi="Arial"/>
          <w:b/>
          <w:lang w:eastAsia="zh-CN"/>
        </w:rPr>
        <w:t>SS-RSRQ</w:t>
      </w:r>
      <w:r w:rsidRPr="008C6DE4">
        <w:rPr>
          <w:rFonts w:ascii="Arial" w:hAnsi="Arial"/>
          <w:b/>
        </w:rPr>
        <w:t xml:space="preserve"> Inter frequency absolute accuracy</w:t>
      </w:r>
      <w:r w:rsidRPr="008C6DE4">
        <w:rPr>
          <w:rFonts w:ascii="Arial" w:hAnsi="Arial"/>
          <w:b/>
          <w:lang w:eastAsia="zh-CN"/>
        </w:rPr>
        <w:t xml:space="preserve"> in FR2</w:t>
      </w:r>
    </w:p>
    <w:tbl>
      <w:tblPr>
        <w:tblW w:w="8789" w:type="dxa"/>
        <w:jc w:val="center"/>
        <w:tblLook w:val="01E0" w:firstRow="1" w:lastRow="1" w:firstColumn="1" w:lastColumn="1" w:noHBand="0" w:noVBand="0"/>
      </w:tblPr>
      <w:tblGrid>
        <w:gridCol w:w="1122"/>
        <w:gridCol w:w="1119"/>
        <w:gridCol w:w="1119"/>
        <w:gridCol w:w="1580"/>
        <w:gridCol w:w="1581"/>
        <w:gridCol w:w="2268"/>
      </w:tblGrid>
      <w:tr w:rsidR="00DD3199" w:rsidRPr="008C6DE4" w14:paraId="3FF847C2" w14:textId="77777777" w:rsidTr="00DF3064">
        <w:trPr>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3B222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6548" w:type="dxa"/>
            <w:gridSpan w:val="4"/>
            <w:tcBorders>
              <w:top w:val="single" w:sz="4" w:space="0" w:color="auto"/>
              <w:left w:val="single" w:sz="4" w:space="0" w:color="auto"/>
              <w:bottom w:val="single" w:sz="4" w:space="0" w:color="auto"/>
              <w:right w:val="single" w:sz="4" w:space="0" w:color="auto"/>
            </w:tcBorders>
            <w:vAlign w:val="center"/>
          </w:tcPr>
          <w:p w14:paraId="289A3BE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5A757736" w14:textId="77777777" w:rsidTr="00DF3064">
        <w:trPr>
          <w:jc w:val="center"/>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E5C49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B3393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119" w:type="dxa"/>
            <w:vMerge w:val="restart"/>
            <w:tcBorders>
              <w:top w:val="single" w:sz="4" w:space="0" w:color="auto"/>
              <w:left w:val="single" w:sz="4" w:space="0" w:color="auto"/>
              <w:bottom w:val="single" w:sz="4" w:space="0" w:color="auto"/>
              <w:right w:val="single" w:sz="4" w:space="0" w:color="auto"/>
            </w:tcBorders>
          </w:tcPr>
          <w:p w14:paraId="7DA67F1E"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SSB Ês/Iot</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678C1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2</w:t>
            </w:r>
            <w:r w:rsidRPr="008C6DE4">
              <w:rPr>
                <w:rFonts w:ascii="Arial" w:hAnsi="Arial"/>
                <w:b/>
                <w:sz w:val="18"/>
              </w:rPr>
              <w:t xml:space="preserve"> range</w:t>
            </w:r>
          </w:p>
        </w:tc>
      </w:tr>
      <w:tr w:rsidR="00DD3199" w:rsidRPr="008C6DE4" w14:paraId="66F0EB35" w14:textId="77777777" w:rsidTr="00DF3064">
        <w:trPr>
          <w:jc w:val="center"/>
        </w:trPr>
        <w:tc>
          <w:tcPr>
            <w:tcW w:w="11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76B4960"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9EAE442"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vAlign w:val="center"/>
          </w:tcPr>
          <w:p w14:paraId="63437F88" w14:textId="77777777" w:rsidR="001F5A79" w:rsidRPr="008C6DE4" w:rsidRDefault="001F5A79" w:rsidP="00DF3064">
            <w:pPr>
              <w:keepNext/>
              <w:keepLines/>
              <w:spacing w:after="0"/>
              <w:jc w:val="center"/>
              <w:rPr>
                <w:rFonts w:ascii="Arial" w:hAnsi="Arial"/>
                <w:b/>
                <w:sz w:val="18"/>
              </w:rPr>
            </w:pPr>
          </w:p>
        </w:tc>
        <w:tc>
          <w:tcPr>
            <w:tcW w:w="31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0702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D5B69A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40ECBBBA" w14:textId="77777777" w:rsidTr="00DF3064">
        <w:trPr>
          <w:jc w:val="center"/>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7C2B4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95AA5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4" w:space="0" w:color="auto"/>
              <w:left w:val="single" w:sz="4" w:space="0" w:color="auto"/>
              <w:bottom w:val="single" w:sz="4" w:space="0" w:color="auto"/>
              <w:right w:val="single" w:sz="4" w:space="0" w:color="auto"/>
            </w:tcBorders>
            <w:vAlign w:val="center"/>
          </w:tcPr>
          <w:p w14:paraId="41B3EFF8"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31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9D151"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r w:rsidRPr="008C6DE4">
              <w:rPr>
                <w:rFonts w:ascii="Arial" w:hAnsi="Arial"/>
                <w:b/>
                <w:sz w:val="18"/>
                <w:vertAlign w:val="superscript"/>
              </w:rPr>
              <w:t xml:space="preserve"> Note 1</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26AFCA3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22AA47B9" w14:textId="77777777" w:rsidTr="00DF3064">
        <w:trPr>
          <w:jc w:val="center"/>
        </w:trPr>
        <w:tc>
          <w:tcPr>
            <w:tcW w:w="11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EAA70F"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17D825"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tcPr>
          <w:p w14:paraId="32CBDA49" w14:textId="77777777" w:rsidR="001F5A79" w:rsidRPr="008C6DE4" w:rsidRDefault="001F5A79" w:rsidP="00DF3064">
            <w:pPr>
              <w:keepNext/>
              <w:keepLines/>
              <w:spacing w:after="0"/>
              <w:jc w:val="center"/>
              <w:rPr>
                <w:rFonts w:ascii="Arial" w:hAnsi="Arial"/>
                <w:b/>
                <w:sz w:val="18"/>
              </w:rPr>
            </w:pP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14:paraId="5181EA0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120kHz</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7FFAE6C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240kHz</w:t>
            </w:r>
          </w:p>
        </w:tc>
        <w:tc>
          <w:tcPr>
            <w:tcW w:w="2268" w:type="dxa"/>
            <w:vMerge/>
            <w:tcBorders>
              <w:left w:val="single" w:sz="4" w:space="0" w:color="auto"/>
              <w:bottom w:val="single" w:sz="4" w:space="0" w:color="auto"/>
              <w:right w:val="single" w:sz="4" w:space="0" w:color="auto"/>
            </w:tcBorders>
            <w:shd w:val="clear" w:color="auto" w:fill="auto"/>
            <w:vAlign w:val="center"/>
          </w:tcPr>
          <w:p w14:paraId="577445E5" w14:textId="77777777" w:rsidR="001F5A79" w:rsidRPr="008C6DE4" w:rsidRDefault="001F5A79" w:rsidP="00DF3064">
            <w:pPr>
              <w:keepNext/>
              <w:keepLines/>
              <w:spacing w:after="0"/>
              <w:jc w:val="center"/>
              <w:rPr>
                <w:rFonts w:ascii="Arial" w:hAnsi="Arial"/>
                <w:b/>
                <w:sz w:val="18"/>
              </w:rPr>
            </w:pPr>
          </w:p>
        </w:tc>
      </w:tr>
      <w:tr w:rsidR="00DD3199" w:rsidRPr="008C6DE4" w14:paraId="7352CD52" w14:textId="77777777" w:rsidTr="00DF3064">
        <w:trPr>
          <w:trHeight w:val="465"/>
          <w:jc w:val="center"/>
        </w:trPr>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14:paraId="798E3C66"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2.5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14:paraId="60B01E19"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vAlign w:val="center"/>
          </w:tcPr>
          <w:p w14:paraId="5F7F8776"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w:t>
            </w:r>
            <w:r w:rsidRPr="008C6DE4">
              <w:rPr>
                <w:rFonts w:ascii="Arial" w:hAnsi="Arial"/>
                <w:sz w:val="18"/>
              </w:rPr>
              <w:t>-3</w:t>
            </w:r>
          </w:p>
        </w:tc>
        <w:tc>
          <w:tcPr>
            <w:tcW w:w="31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7CA6AA" w14:textId="77777777" w:rsidR="001F5A79" w:rsidRPr="008C6DE4" w:rsidRDefault="001F5A79" w:rsidP="00DF3064">
            <w:pPr>
              <w:keepNext/>
              <w:keepLines/>
              <w:spacing w:after="0"/>
              <w:rPr>
                <w:rFonts w:ascii="Arial" w:eastAsia="Yu Mincho" w:hAnsi="Arial"/>
                <w:sz w:val="18"/>
                <w:lang w:eastAsia="ja-JP"/>
              </w:rPr>
            </w:pPr>
            <w:r w:rsidRPr="008C6DE4">
              <w:rPr>
                <w:rFonts w:ascii="Arial" w:hAnsi="Arial"/>
                <w:sz w:val="18"/>
              </w:rPr>
              <w:t>Same value as SSB_RP in Table B.2.2-2, according to UE Power class, operating band and angle of arrival</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5B1297B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261537A" w14:textId="77777777" w:rsidTr="00DF3064">
        <w:trPr>
          <w:trHeight w:val="465"/>
          <w:jc w:val="center"/>
        </w:trPr>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14:paraId="4A9BC96F"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14:paraId="558B90E6"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vAlign w:val="center"/>
          </w:tcPr>
          <w:p w14:paraId="66429EC5" w14:textId="77777777" w:rsidR="001F5A79" w:rsidRPr="008C6DE4" w:rsidRDefault="001F5A79" w:rsidP="00DF3064">
            <w:pPr>
              <w:keepNext/>
              <w:keepLines/>
              <w:spacing w:after="0"/>
              <w:jc w:val="center"/>
              <w:rPr>
                <w:sz w:val="18"/>
              </w:rPr>
            </w:pPr>
            <w:r w:rsidRPr="008C6DE4">
              <w:rPr>
                <w:rFonts w:ascii="Arial" w:eastAsia="Yu Mincho" w:hAnsi="Arial" w:cs="Arial"/>
                <w:sz w:val="18"/>
                <w:lang w:eastAsia="ja-JP"/>
              </w:rPr>
              <w:t>≥-4</w:t>
            </w:r>
          </w:p>
        </w:tc>
        <w:tc>
          <w:tcPr>
            <w:tcW w:w="316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24D1D5E4" w14:textId="77777777" w:rsidR="001F5A79" w:rsidRPr="008C6DE4" w:rsidRDefault="001F5A79" w:rsidP="00DF3064">
            <w:pPr>
              <w:keepNext/>
              <w:keepLines/>
              <w:spacing w:after="0"/>
              <w:jc w:val="center"/>
              <w:rPr>
                <w:rFonts w:ascii="Arial" w:hAnsi="Arial"/>
                <w:sz w:val="18"/>
              </w:rPr>
            </w:pPr>
          </w:p>
        </w:tc>
        <w:tc>
          <w:tcPr>
            <w:tcW w:w="2268" w:type="dxa"/>
            <w:vMerge/>
            <w:tcBorders>
              <w:left w:val="single" w:sz="4" w:space="0" w:color="auto"/>
              <w:bottom w:val="single" w:sz="4" w:space="0" w:color="auto"/>
              <w:right w:val="single" w:sz="4" w:space="0" w:color="auto"/>
            </w:tcBorders>
            <w:shd w:val="clear" w:color="auto" w:fill="auto"/>
            <w:vAlign w:val="center"/>
          </w:tcPr>
          <w:p w14:paraId="21075C01" w14:textId="77777777" w:rsidR="001F5A79" w:rsidRPr="008C6DE4" w:rsidRDefault="001F5A79" w:rsidP="00DF3064">
            <w:pPr>
              <w:keepNext/>
              <w:keepLines/>
              <w:spacing w:after="0"/>
              <w:jc w:val="center"/>
              <w:rPr>
                <w:rFonts w:ascii="Arial" w:hAnsi="Arial"/>
                <w:sz w:val="18"/>
              </w:rPr>
            </w:pPr>
          </w:p>
        </w:tc>
      </w:tr>
      <w:tr w:rsidR="001F5A79" w:rsidRPr="008C6DE4" w14:paraId="6990F161" w14:textId="77777777" w:rsidTr="00DF3064">
        <w:trPr>
          <w:jc w:val="center"/>
        </w:trPr>
        <w:tc>
          <w:tcPr>
            <w:tcW w:w="87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CC433D"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Values based on Refsens and EIS spherical coverage as defined in clauses 7.3.2 and 7.3.4 of TS 38.101-2 [19]. Applicable side condition selected depending on angle of arrival.</w:t>
            </w:r>
          </w:p>
          <w:p w14:paraId="693C65C8" w14:textId="77777777" w:rsidR="001F5A79" w:rsidRPr="008C6DE4" w:rsidRDefault="001F5A79" w:rsidP="00DF3064">
            <w:pPr>
              <w:keepNext/>
              <w:keepLines/>
              <w:spacing w:after="0"/>
              <w:rPr>
                <w:rFonts w:ascii="Arial" w:hAnsi="Arial"/>
                <w:sz w:val="18"/>
              </w:rPr>
            </w:pPr>
            <w:r w:rsidRPr="008C6DE4">
              <w:rPr>
                <w:rFonts w:ascii="Arial" w:hAnsi="Arial"/>
                <w:sz w:val="18"/>
              </w:rPr>
              <w:t>Note 2:</w:t>
            </w:r>
            <w:r w:rsidRPr="008C6DE4">
              <w:rPr>
                <w:rFonts w:ascii="Arial" w:hAnsi="Arial"/>
                <w:sz w:val="18"/>
              </w:rPr>
              <w:tab/>
            </w:r>
            <w:r w:rsidRPr="008C6DE4">
              <w:rPr>
                <w:rFonts w:ascii="Arial" w:eastAsia="MS Mincho" w:hAnsi="Arial"/>
                <w:sz w:val="18"/>
              </w:rPr>
              <w:t>Io specified at the Reference point, and assumed to have constant EPRE across the bandwidth</w:t>
            </w:r>
            <w:r w:rsidRPr="008C6DE4">
              <w:rPr>
                <w:rFonts w:ascii="Arial" w:hAnsi="Arial"/>
                <w:sz w:val="18"/>
              </w:rPr>
              <w:t>.</w:t>
            </w:r>
          </w:p>
          <w:p w14:paraId="4D1995B4"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 xml:space="preserve">In the test cases, the SSB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tc>
      </w:tr>
    </w:tbl>
    <w:p w14:paraId="78891204" w14:textId="77777777" w:rsidR="001F5A79" w:rsidRPr="008C6DE4" w:rsidRDefault="001F5A79" w:rsidP="001F5A79">
      <w:pPr>
        <w:rPr>
          <w:lang w:eastAsia="zh-CN"/>
        </w:rPr>
      </w:pPr>
    </w:p>
    <w:p w14:paraId="3D85265A" w14:textId="77777777" w:rsidR="001F5A79" w:rsidRPr="008C6DE4" w:rsidRDefault="001F5A79" w:rsidP="001F5A79">
      <w:pPr>
        <w:keepNext/>
        <w:keepLines/>
        <w:spacing w:before="120"/>
        <w:ind w:left="1701" w:hanging="1701"/>
        <w:outlineLvl w:val="4"/>
        <w:rPr>
          <w:rFonts w:ascii="Arial" w:hAnsi="Arial"/>
          <w:sz w:val="22"/>
        </w:rPr>
      </w:pPr>
      <w:r w:rsidRPr="008C6DE4">
        <w:rPr>
          <w:rFonts w:ascii="Arial" w:hAnsi="Arial"/>
          <w:sz w:val="22"/>
          <w:lang w:eastAsia="zh-CN"/>
        </w:rPr>
        <w:t>10</w:t>
      </w:r>
      <w:r w:rsidRPr="008C6DE4">
        <w:rPr>
          <w:rFonts w:ascii="Arial" w:hAnsi="Arial"/>
          <w:sz w:val="22"/>
        </w:rPr>
        <w:t>.1.</w:t>
      </w:r>
      <w:r w:rsidRPr="008C6DE4">
        <w:rPr>
          <w:rFonts w:ascii="Arial" w:hAnsi="Arial"/>
          <w:sz w:val="22"/>
          <w:lang w:eastAsia="zh-CN"/>
        </w:rPr>
        <w:t>10</w:t>
      </w:r>
      <w:r w:rsidRPr="008C6DE4">
        <w:rPr>
          <w:rFonts w:ascii="Arial" w:hAnsi="Arial"/>
          <w:sz w:val="22"/>
        </w:rPr>
        <w:t>.</w:t>
      </w:r>
      <w:r w:rsidRPr="008C6DE4">
        <w:rPr>
          <w:rFonts w:ascii="Arial" w:hAnsi="Arial"/>
          <w:sz w:val="22"/>
          <w:lang w:eastAsia="zh-CN"/>
        </w:rPr>
        <w:t>1.2</w:t>
      </w:r>
      <w:r w:rsidRPr="008C6DE4">
        <w:rPr>
          <w:rFonts w:ascii="Arial" w:hAnsi="Arial"/>
          <w:sz w:val="22"/>
        </w:rPr>
        <w:tab/>
        <w:t xml:space="preserve">Relative Accuracy of </w:t>
      </w:r>
      <w:r w:rsidRPr="008C6DE4">
        <w:rPr>
          <w:rFonts w:ascii="Arial" w:hAnsi="Arial"/>
          <w:sz w:val="22"/>
          <w:lang w:eastAsia="zh-CN"/>
        </w:rPr>
        <w:t>SS-RSRQ</w:t>
      </w:r>
      <w:r w:rsidRPr="008C6DE4">
        <w:rPr>
          <w:rFonts w:ascii="Arial" w:hAnsi="Arial"/>
          <w:sz w:val="22"/>
        </w:rPr>
        <w:t xml:space="preserve"> in FR2</w:t>
      </w:r>
    </w:p>
    <w:p w14:paraId="381D3120" w14:textId="77777777" w:rsidR="001F5A79" w:rsidRPr="008C6DE4" w:rsidRDefault="001F5A79" w:rsidP="001F5A79">
      <w:pPr>
        <w:rPr>
          <w:rFonts w:cs="v4.2.0"/>
          <w:i/>
        </w:rPr>
      </w:pPr>
      <w:r w:rsidRPr="008C6DE4">
        <w:rPr>
          <w:rFonts w:cs="v4.2.0"/>
        </w:rPr>
        <w:t xml:space="preserve">The relative accuracy of </w:t>
      </w:r>
      <w:r w:rsidRPr="008C6DE4">
        <w:rPr>
          <w:rFonts w:cs="v4.2.0"/>
          <w:lang w:eastAsia="zh-CN"/>
        </w:rPr>
        <w:t>SS-RSRQ</w:t>
      </w:r>
      <w:r w:rsidRPr="008C6DE4">
        <w:rPr>
          <w:rFonts w:cs="v4.2.0"/>
        </w:rPr>
        <w:t xml:space="preserve"> in inter frequency case is defined as the RSRQ measured from one cell on a frequency in FR2 compared to the RSRP measured from another cell on a different frequency in FR2.</w:t>
      </w:r>
    </w:p>
    <w:p w14:paraId="52F257B7"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10.1.10.1.2</w:t>
      </w:r>
      <w:r w:rsidRPr="008C6DE4">
        <w:rPr>
          <w:rFonts w:cs="v4.2.0"/>
        </w:rPr>
        <w:t>-1 are valid under the following conditions:</w:t>
      </w:r>
    </w:p>
    <w:p w14:paraId="361BDF13" w14:textId="77777777" w:rsidR="001F5A79" w:rsidRPr="008C6DE4" w:rsidRDefault="001F5A79" w:rsidP="001F5A79">
      <w:pPr>
        <w:ind w:left="568" w:hanging="284"/>
        <w:rPr>
          <w:rFonts w:cs="v4.2.0"/>
        </w:rPr>
      </w:pPr>
      <w:r w:rsidRPr="008C6DE4">
        <w:t>-</w:t>
      </w:r>
      <w:r w:rsidRPr="008C6DE4">
        <w:rPr>
          <w:rFonts w:ascii="Arial" w:hAnsi="Arial"/>
          <w:sz w:val="28"/>
          <w:lang w:val="en-US"/>
        </w:rPr>
        <w:tab/>
      </w:r>
      <w:r w:rsidRPr="008C6DE4">
        <w:t>Conditions defined in clause 7.3 of TS 38.101-2 [19] for reference sensitivity are fulfilled.</w:t>
      </w:r>
    </w:p>
    <w:p w14:paraId="66499C57" w14:textId="77777777" w:rsidR="001F5A79" w:rsidRPr="008C6DE4" w:rsidRDefault="001F5A79" w:rsidP="001F5A79">
      <w:pPr>
        <w:ind w:left="568" w:hanging="284"/>
        <w:rPr>
          <w:lang w:eastAsia="zh-CN"/>
        </w:rPr>
      </w:pPr>
      <w:r w:rsidRPr="008C6DE4">
        <w:t>-</w:t>
      </w:r>
      <w:r w:rsidRPr="008C6DE4">
        <w:rPr>
          <w:rFonts w:ascii="Arial" w:hAnsi="Arial"/>
          <w:sz w:val="28"/>
          <w:lang w:val="en-US"/>
        </w:rPr>
        <w:tab/>
      </w:r>
      <w:r w:rsidRPr="008C6DE4">
        <w:t xml:space="preserve">Conditions for inter-frequency measurements are fulfilled according to Annex B.2.3 for a corresponding Band </w:t>
      </w:r>
      <w:r w:rsidRPr="008C6DE4">
        <w:rPr>
          <w:rFonts w:cs="v4.2.0"/>
          <w:lang w:eastAsia="ko-KR"/>
        </w:rPr>
        <w:t>for each relevant SSB</w:t>
      </w:r>
      <w:r w:rsidRPr="008C6DE4">
        <w:t>.</w:t>
      </w:r>
    </w:p>
    <w:p w14:paraId="30FF978A" w14:textId="77777777" w:rsidR="001F5A79" w:rsidRPr="008C6DE4" w:rsidRDefault="001F5A79" w:rsidP="001F5A79">
      <w:pPr>
        <w:ind w:left="568" w:hanging="284"/>
        <w:rPr>
          <w:rFonts w:cs="v4.2.0"/>
          <w:sz w:val="18"/>
        </w:rPr>
      </w:pPr>
      <w:r w:rsidRPr="008C6DE4">
        <w:t>-</w:t>
      </w:r>
      <w:r w:rsidRPr="008C6DE4">
        <w:rPr>
          <w:rFonts w:ascii="Arial" w:hAnsi="Arial"/>
          <w:sz w:val="28"/>
          <w:lang w:val="en-US"/>
        </w:rPr>
        <w:tab/>
      </w:r>
      <w:r w:rsidRPr="008C6DE4">
        <w:t>|SSB_RP1</w:t>
      </w:r>
      <w:r w:rsidRPr="008C6DE4">
        <w:rPr>
          <w:vertAlign w:val="subscript"/>
        </w:rPr>
        <w:t>dBm</w:t>
      </w:r>
      <w:r w:rsidRPr="008C6DE4">
        <w:t xml:space="preserve"> - SSB_RP2</w:t>
      </w:r>
      <w:r w:rsidRPr="008C6DE4">
        <w:rPr>
          <w:vertAlign w:val="subscript"/>
        </w:rPr>
        <w:t>dBm</w:t>
      </w:r>
      <w:r w:rsidRPr="008C6DE4">
        <w:t xml:space="preserve">| </w:t>
      </w:r>
      <w:r w:rsidRPr="008C6DE4">
        <w:sym w:font="Symbol" w:char="F0A3"/>
      </w:r>
      <w:r w:rsidRPr="008C6DE4">
        <w:t xml:space="preserve"> 27 dB</w:t>
      </w:r>
    </w:p>
    <w:p w14:paraId="58654C1E" w14:textId="77777777" w:rsidR="001F5A79" w:rsidRPr="008C6DE4" w:rsidRDefault="001F5A79" w:rsidP="001F5A79">
      <w:pPr>
        <w:ind w:left="568" w:hanging="284"/>
      </w:pPr>
      <w:r w:rsidRPr="008C6DE4">
        <w:t>-</w:t>
      </w:r>
      <w:r w:rsidRPr="008C6DE4">
        <w:rPr>
          <w:rFonts w:ascii="Arial" w:hAnsi="Arial"/>
          <w:sz w:val="28"/>
          <w:lang w:val="en-US"/>
        </w:rPr>
        <w:tab/>
      </w:r>
      <w:r w:rsidRPr="008C6DE4">
        <w:t xml:space="preserve">| Channel 1_Io </w:t>
      </w:r>
      <w:r w:rsidRPr="008C6DE4">
        <w:noBreakHyphen/>
        <w:t xml:space="preserve">Channel 2_Io | </w:t>
      </w:r>
      <w:r w:rsidRPr="008C6DE4">
        <w:sym w:font="Symbol" w:char="F0A3"/>
      </w:r>
      <w:r w:rsidRPr="008C6DE4">
        <w:t xml:space="preserve"> 20 dB</w:t>
      </w:r>
    </w:p>
    <w:p w14:paraId="41260393" w14:textId="77777777" w:rsidR="001F5A79" w:rsidRPr="008C6DE4" w:rsidRDefault="001F5A79" w:rsidP="001F5A79">
      <w:pPr>
        <w:ind w:left="568" w:hanging="284"/>
        <w:rPr>
          <w:lang w:eastAsia="zh-CN"/>
        </w:rPr>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6A63EEB9" w14:textId="77777777" w:rsidR="001F5A79" w:rsidRPr="008C6DE4" w:rsidRDefault="001F5A79" w:rsidP="001F5A79">
      <w:pPr>
        <w:keepNext/>
        <w:keepLines/>
        <w:spacing w:before="60" w:after="120"/>
        <w:jc w:val="center"/>
        <w:rPr>
          <w:rFonts w:ascii="Arial" w:hAnsi="Arial"/>
          <w:b/>
          <w:sz w:val="22"/>
          <w:szCs w:val="22"/>
          <w:lang w:eastAsia="zh-CN"/>
        </w:rPr>
      </w:pPr>
      <w:r w:rsidRPr="008C6DE4">
        <w:rPr>
          <w:rFonts w:ascii="Arial" w:hAnsi="Arial"/>
          <w:b/>
        </w:rPr>
        <w:t xml:space="preserve">Table </w:t>
      </w:r>
      <w:r w:rsidRPr="008C6DE4">
        <w:rPr>
          <w:rFonts w:ascii="Arial" w:hAnsi="Arial"/>
          <w:b/>
          <w:lang w:eastAsia="zh-CN"/>
        </w:rPr>
        <w:t>10.1.10.1.2</w:t>
      </w:r>
      <w:r w:rsidRPr="008C6DE4">
        <w:rPr>
          <w:rFonts w:ascii="Arial" w:hAnsi="Arial"/>
          <w:b/>
        </w:rPr>
        <w:t xml:space="preserve">-1: </w:t>
      </w:r>
      <w:r w:rsidRPr="008C6DE4">
        <w:rPr>
          <w:rFonts w:ascii="Arial" w:hAnsi="Arial"/>
          <w:b/>
          <w:lang w:eastAsia="zh-CN"/>
        </w:rPr>
        <w:t>SS-RSRQ</w:t>
      </w:r>
      <w:r w:rsidRPr="008C6DE4">
        <w:rPr>
          <w:rFonts w:ascii="Arial" w:hAnsi="Arial"/>
          <w:b/>
        </w:rPr>
        <w:t xml:space="preserve"> Inter frequency relative accuracy</w:t>
      </w:r>
      <w:r w:rsidRPr="008C6DE4">
        <w:rPr>
          <w:rFonts w:ascii="Arial" w:hAnsi="Arial"/>
          <w:b/>
          <w:sz w:val="22"/>
          <w:szCs w:val="22"/>
          <w:lang w:eastAsia="zh-CN"/>
        </w:rPr>
        <w:t xml:space="preserve"> in FR2</w:t>
      </w:r>
    </w:p>
    <w:tbl>
      <w:tblPr>
        <w:tblW w:w="8789" w:type="dxa"/>
        <w:jc w:val="center"/>
        <w:tblLook w:val="01E0" w:firstRow="1" w:lastRow="1" w:firstColumn="1" w:lastColumn="1" w:noHBand="0" w:noVBand="0"/>
      </w:tblPr>
      <w:tblGrid>
        <w:gridCol w:w="1122"/>
        <w:gridCol w:w="1119"/>
        <w:gridCol w:w="1119"/>
        <w:gridCol w:w="1580"/>
        <w:gridCol w:w="1581"/>
        <w:gridCol w:w="2268"/>
      </w:tblGrid>
      <w:tr w:rsidR="00DD3199" w:rsidRPr="008C6DE4" w14:paraId="644FBB0F" w14:textId="77777777" w:rsidTr="00DF3064">
        <w:trPr>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CA249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6548" w:type="dxa"/>
            <w:gridSpan w:val="4"/>
            <w:tcBorders>
              <w:top w:val="single" w:sz="4" w:space="0" w:color="auto"/>
              <w:left w:val="single" w:sz="4" w:space="0" w:color="auto"/>
              <w:bottom w:val="single" w:sz="4" w:space="0" w:color="auto"/>
              <w:right w:val="single" w:sz="4" w:space="0" w:color="auto"/>
            </w:tcBorders>
            <w:vAlign w:val="center"/>
          </w:tcPr>
          <w:p w14:paraId="63EBB37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69D63317" w14:textId="77777777" w:rsidTr="00DF3064">
        <w:trPr>
          <w:jc w:val="center"/>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C8137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9F1D4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119" w:type="dxa"/>
            <w:vMerge w:val="restart"/>
            <w:tcBorders>
              <w:top w:val="single" w:sz="4" w:space="0" w:color="auto"/>
              <w:left w:val="single" w:sz="4" w:space="0" w:color="auto"/>
              <w:bottom w:val="single" w:sz="4" w:space="0" w:color="auto"/>
              <w:right w:val="single" w:sz="4" w:space="0" w:color="auto"/>
            </w:tcBorders>
          </w:tcPr>
          <w:p w14:paraId="1A3352B0"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SSB Ês/Iot</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F7E34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2</w:t>
            </w:r>
            <w:r w:rsidRPr="008C6DE4">
              <w:rPr>
                <w:rFonts w:ascii="Arial" w:hAnsi="Arial"/>
                <w:b/>
                <w:sz w:val="18"/>
              </w:rPr>
              <w:t xml:space="preserve"> range</w:t>
            </w:r>
          </w:p>
        </w:tc>
      </w:tr>
      <w:tr w:rsidR="00DD3199" w:rsidRPr="008C6DE4" w14:paraId="7A5FBD1A" w14:textId="77777777" w:rsidTr="00DF3064">
        <w:trPr>
          <w:jc w:val="center"/>
        </w:trPr>
        <w:tc>
          <w:tcPr>
            <w:tcW w:w="11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972EA92"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9DCE7D"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vAlign w:val="center"/>
          </w:tcPr>
          <w:p w14:paraId="49075705" w14:textId="77777777" w:rsidR="001F5A79" w:rsidRPr="008C6DE4" w:rsidRDefault="001F5A79" w:rsidP="00DF3064">
            <w:pPr>
              <w:keepNext/>
              <w:keepLines/>
              <w:spacing w:after="0"/>
              <w:jc w:val="center"/>
              <w:rPr>
                <w:rFonts w:ascii="Arial" w:hAnsi="Arial"/>
                <w:b/>
                <w:sz w:val="18"/>
              </w:rPr>
            </w:pPr>
          </w:p>
        </w:tc>
        <w:tc>
          <w:tcPr>
            <w:tcW w:w="31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A22AD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D5253A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3EFAE1EF" w14:textId="77777777" w:rsidTr="00DF3064">
        <w:trPr>
          <w:jc w:val="center"/>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E6785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A2AE9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4" w:space="0" w:color="auto"/>
              <w:left w:val="single" w:sz="4" w:space="0" w:color="auto"/>
              <w:bottom w:val="single" w:sz="4" w:space="0" w:color="auto"/>
              <w:right w:val="single" w:sz="4" w:space="0" w:color="auto"/>
            </w:tcBorders>
            <w:vAlign w:val="center"/>
          </w:tcPr>
          <w:p w14:paraId="3D10B7AA"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31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62C24F"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r w:rsidRPr="008C6DE4">
              <w:rPr>
                <w:rFonts w:ascii="Arial" w:hAnsi="Arial"/>
                <w:b/>
                <w:sz w:val="18"/>
                <w:vertAlign w:val="superscript"/>
              </w:rPr>
              <w:t xml:space="preserve"> Note 1</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78C52A7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7D2DA359" w14:textId="77777777" w:rsidTr="00DF3064">
        <w:trPr>
          <w:jc w:val="center"/>
        </w:trPr>
        <w:tc>
          <w:tcPr>
            <w:tcW w:w="11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BA6B69"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B76FF7"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tcPr>
          <w:p w14:paraId="7B4F21E1" w14:textId="77777777" w:rsidR="001F5A79" w:rsidRPr="008C6DE4" w:rsidRDefault="001F5A79" w:rsidP="00DF3064">
            <w:pPr>
              <w:keepNext/>
              <w:keepLines/>
              <w:spacing w:after="0"/>
              <w:jc w:val="center"/>
              <w:rPr>
                <w:rFonts w:ascii="Arial" w:hAnsi="Arial"/>
                <w:b/>
                <w:sz w:val="18"/>
              </w:rPr>
            </w:pP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14:paraId="25D3BC1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120kHz</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46E2671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240kHz</w:t>
            </w:r>
          </w:p>
        </w:tc>
        <w:tc>
          <w:tcPr>
            <w:tcW w:w="2268" w:type="dxa"/>
            <w:vMerge/>
            <w:tcBorders>
              <w:left w:val="single" w:sz="4" w:space="0" w:color="auto"/>
              <w:bottom w:val="single" w:sz="4" w:space="0" w:color="auto"/>
              <w:right w:val="single" w:sz="4" w:space="0" w:color="auto"/>
            </w:tcBorders>
            <w:shd w:val="clear" w:color="auto" w:fill="auto"/>
            <w:vAlign w:val="center"/>
          </w:tcPr>
          <w:p w14:paraId="76999673" w14:textId="77777777" w:rsidR="001F5A79" w:rsidRPr="008C6DE4" w:rsidRDefault="001F5A79" w:rsidP="00DF3064">
            <w:pPr>
              <w:keepNext/>
              <w:keepLines/>
              <w:spacing w:after="0"/>
              <w:jc w:val="center"/>
              <w:rPr>
                <w:rFonts w:ascii="Arial" w:hAnsi="Arial"/>
                <w:b/>
                <w:sz w:val="18"/>
              </w:rPr>
            </w:pPr>
          </w:p>
        </w:tc>
      </w:tr>
      <w:tr w:rsidR="00DD3199" w:rsidRPr="008C6DE4" w14:paraId="4C598D63" w14:textId="77777777" w:rsidTr="00DF3064">
        <w:trPr>
          <w:trHeight w:val="465"/>
          <w:jc w:val="center"/>
        </w:trPr>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14:paraId="5AE08AFC"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14:paraId="7340D6E9"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vAlign w:val="center"/>
          </w:tcPr>
          <w:p w14:paraId="1981A208"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w:t>
            </w:r>
            <w:r w:rsidRPr="008C6DE4">
              <w:rPr>
                <w:rFonts w:ascii="Arial" w:hAnsi="Arial"/>
                <w:sz w:val="18"/>
              </w:rPr>
              <w:t>-3</w:t>
            </w:r>
          </w:p>
        </w:tc>
        <w:tc>
          <w:tcPr>
            <w:tcW w:w="31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31CA46" w14:textId="77777777" w:rsidR="001F5A79" w:rsidRPr="008C6DE4" w:rsidRDefault="001F5A79" w:rsidP="00DF3064">
            <w:pPr>
              <w:keepNext/>
              <w:keepLines/>
              <w:spacing w:after="0"/>
              <w:rPr>
                <w:rFonts w:ascii="Arial" w:eastAsia="Yu Mincho" w:hAnsi="Arial"/>
                <w:sz w:val="18"/>
                <w:lang w:eastAsia="ja-JP"/>
              </w:rPr>
            </w:pPr>
            <w:r w:rsidRPr="008C6DE4">
              <w:rPr>
                <w:rFonts w:ascii="Arial" w:hAnsi="Arial"/>
                <w:sz w:val="18"/>
              </w:rPr>
              <w:t>Same value as SSB_RP in Table B.2.2-2, according to UE Power class, operating band and angle of arrival</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1A29B03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149FEF60" w14:textId="77777777" w:rsidTr="00DF3064">
        <w:trPr>
          <w:trHeight w:val="465"/>
          <w:jc w:val="center"/>
        </w:trPr>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14:paraId="2291E848"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14:paraId="5288D96A"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vAlign w:val="center"/>
          </w:tcPr>
          <w:p w14:paraId="67098761" w14:textId="77777777" w:rsidR="001F5A79" w:rsidRPr="008C6DE4" w:rsidRDefault="001F5A79" w:rsidP="00DF3064">
            <w:pPr>
              <w:keepNext/>
              <w:keepLines/>
              <w:spacing w:after="0"/>
              <w:jc w:val="center"/>
              <w:rPr>
                <w:sz w:val="18"/>
              </w:rPr>
            </w:pPr>
            <w:r w:rsidRPr="008C6DE4">
              <w:rPr>
                <w:rFonts w:ascii="Arial" w:eastAsia="Yu Mincho" w:hAnsi="Arial" w:cs="Arial"/>
                <w:sz w:val="18"/>
                <w:lang w:eastAsia="ja-JP"/>
              </w:rPr>
              <w:t>≥-4</w:t>
            </w:r>
          </w:p>
        </w:tc>
        <w:tc>
          <w:tcPr>
            <w:tcW w:w="316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739B8634" w14:textId="77777777" w:rsidR="001F5A79" w:rsidRPr="008C6DE4" w:rsidRDefault="001F5A79" w:rsidP="00DF3064">
            <w:pPr>
              <w:keepNext/>
              <w:keepLines/>
              <w:spacing w:after="0"/>
              <w:jc w:val="center"/>
              <w:rPr>
                <w:rFonts w:ascii="Arial" w:hAnsi="Arial"/>
                <w:sz w:val="18"/>
              </w:rPr>
            </w:pPr>
          </w:p>
        </w:tc>
        <w:tc>
          <w:tcPr>
            <w:tcW w:w="2268" w:type="dxa"/>
            <w:vMerge/>
            <w:tcBorders>
              <w:left w:val="single" w:sz="4" w:space="0" w:color="auto"/>
              <w:bottom w:val="single" w:sz="4" w:space="0" w:color="auto"/>
              <w:right w:val="single" w:sz="4" w:space="0" w:color="auto"/>
            </w:tcBorders>
            <w:shd w:val="clear" w:color="auto" w:fill="auto"/>
            <w:vAlign w:val="center"/>
          </w:tcPr>
          <w:p w14:paraId="30785D4C" w14:textId="77777777" w:rsidR="001F5A79" w:rsidRPr="008C6DE4" w:rsidRDefault="001F5A79" w:rsidP="00DF3064">
            <w:pPr>
              <w:keepNext/>
              <w:keepLines/>
              <w:spacing w:after="0"/>
              <w:jc w:val="center"/>
              <w:rPr>
                <w:rFonts w:ascii="Arial" w:hAnsi="Arial"/>
                <w:sz w:val="18"/>
              </w:rPr>
            </w:pPr>
          </w:p>
        </w:tc>
      </w:tr>
      <w:tr w:rsidR="001F5A79" w:rsidRPr="008C6DE4" w14:paraId="745FE25C" w14:textId="77777777" w:rsidTr="00DF3064">
        <w:trPr>
          <w:jc w:val="center"/>
        </w:trPr>
        <w:tc>
          <w:tcPr>
            <w:tcW w:w="87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6AEE348"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Values based on Refsens and EIS spherical coverage as defined in clauses 7.3.2 and 7.3.4 of TS 38.101-2 [19]. Applicable side condition selected depending on angle of arrival.</w:t>
            </w:r>
          </w:p>
          <w:p w14:paraId="0E521DD9" w14:textId="77777777" w:rsidR="001F5A79" w:rsidRPr="008C6DE4" w:rsidRDefault="001F5A79" w:rsidP="00DF3064">
            <w:pPr>
              <w:keepNext/>
              <w:keepLines/>
              <w:spacing w:after="0"/>
              <w:rPr>
                <w:rFonts w:ascii="Arial" w:hAnsi="Arial"/>
                <w:sz w:val="18"/>
              </w:rPr>
            </w:pPr>
            <w:r w:rsidRPr="008C6DE4">
              <w:rPr>
                <w:rFonts w:ascii="Arial" w:hAnsi="Arial"/>
                <w:sz w:val="18"/>
              </w:rPr>
              <w:t>Note 2:</w:t>
            </w:r>
            <w:r w:rsidRPr="008C6DE4">
              <w:rPr>
                <w:rFonts w:ascii="Arial" w:hAnsi="Arial"/>
                <w:sz w:val="18"/>
              </w:rPr>
              <w:tab/>
            </w:r>
            <w:r w:rsidRPr="008C6DE4">
              <w:rPr>
                <w:rFonts w:ascii="Arial" w:eastAsia="MS Mincho" w:hAnsi="Arial"/>
                <w:sz w:val="18"/>
              </w:rPr>
              <w:t>Io specified at the Reference point, and assumed to have constant EPRE across the bandwidth</w:t>
            </w:r>
            <w:r w:rsidRPr="008C6DE4">
              <w:rPr>
                <w:rFonts w:ascii="Arial" w:hAnsi="Arial"/>
                <w:sz w:val="18"/>
              </w:rPr>
              <w:t>.</w:t>
            </w:r>
          </w:p>
          <w:p w14:paraId="7F4FB564"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r>
            <w:r w:rsidRPr="008C6DE4">
              <w:rPr>
                <w:rFonts w:ascii="Arial" w:hAnsi="Arial"/>
                <w:sz w:val="18"/>
                <w:lang w:eastAsia="zh-CN"/>
              </w:rPr>
              <w:t xml:space="preserve">The parameter SSB </w:t>
            </w:r>
            <w:r w:rsidRPr="008C6DE4">
              <w:rPr>
                <w:rFonts w:ascii="Arial" w:hAnsi="Arial"/>
                <w:sz w:val="18"/>
              </w:rPr>
              <w:t>Ês/Iot</w:t>
            </w:r>
            <w:r w:rsidRPr="008C6DE4">
              <w:rPr>
                <w:rFonts w:ascii="Arial" w:hAnsi="Arial"/>
                <w:sz w:val="18"/>
                <w:lang w:eastAsia="zh-CN"/>
              </w:rPr>
              <w:t xml:space="preserve"> is the minimum SSB </w:t>
            </w:r>
            <w:r w:rsidRPr="008C6DE4">
              <w:rPr>
                <w:rFonts w:ascii="Arial" w:hAnsi="Arial"/>
                <w:sz w:val="18"/>
              </w:rPr>
              <w:t>Ês/Iot</w:t>
            </w:r>
            <w:r w:rsidRPr="008C6DE4">
              <w:rPr>
                <w:rFonts w:ascii="Arial" w:hAnsi="Arial"/>
                <w:sz w:val="18"/>
                <w:lang w:eastAsia="zh-CN"/>
              </w:rPr>
              <w:t xml:space="preserve"> of the pair of cells to which the requirement applies</w:t>
            </w:r>
            <w:r w:rsidRPr="008C6DE4">
              <w:rPr>
                <w:rFonts w:ascii="Arial" w:hAnsi="Arial"/>
                <w:sz w:val="18"/>
              </w:rPr>
              <w:t>.</w:t>
            </w:r>
          </w:p>
          <w:p w14:paraId="2FEEB9EF"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4:</w:t>
            </w:r>
            <w:r w:rsidRPr="008C6DE4">
              <w:rPr>
                <w:rFonts w:ascii="Arial" w:hAnsi="Arial"/>
                <w:sz w:val="18"/>
              </w:rPr>
              <w:tab/>
              <w:t xml:space="preserve">In the test cases, the SSB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tc>
      </w:tr>
    </w:tbl>
    <w:p w14:paraId="1D7BC9C7" w14:textId="77777777" w:rsidR="001F5A79" w:rsidRPr="008C6DE4" w:rsidRDefault="001F5A79" w:rsidP="001F5A79"/>
    <w:p w14:paraId="30F88F91" w14:textId="1ADEDA7C" w:rsidR="001F5A79" w:rsidRPr="008C6DE4" w:rsidRDefault="001F5A79" w:rsidP="0048284E">
      <w:pPr>
        <w:pStyle w:val="Heading3"/>
        <w:rPr>
          <w:lang w:val="en-US" w:eastAsia="ko-KR"/>
        </w:rPr>
      </w:pPr>
      <w:r w:rsidRPr="008C6DE4">
        <w:rPr>
          <w:lang w:val="en-US" w:eastAsia="ko-KR"/>
        </w:rPr>
        <w:t>1</w:t>
      </w:r>
      <w:r w:rsidR="0048284E" w:rsidRPr="008C6DE4">
        <w:rPr>
          <w:lang w:val="en-US" w:eastAsia="ko-KR"/>
        </w:rPr>
        <w:t>0.1.1</w:t>
      </w:r>
      <w:r w:rsidRPr="008C6DE4">
        <w:rPr>
          <w:lang w:val="en-US" w:eastAsia="ko-KR"/>
        </w:rPr>
        <w:t>1</w:t>
      </w:r>
      <w:r w:rsidRPr="008C6DE4">
        <w:rPr>
          <w:lang w:val="en-US" w:eastAsia="ko-KR"/>
        </w:rPr>
        <w:tab/>
        <w:t>RSRQ report mapping</w:t>
      </w:r>
    </w:p>
    <w:p w14:paraId="4AA870F6" w14:textId="77777777" w:rsidR="001F5A79" w:rsidRPr="008C6DE4" w:rsidRDefault="001F5A79" w:rsidP="001F5A79">
      <w:pPr>
        <w:keepNext/>
        <w:keepLines/>
        <w:overflowPunct w:val="0"/>
        <w:autoSpaceDE w:val="0"/>
        <w:autoSpaceDN w:val="0"/>
        <w:adjustRightInd w:val="0"/>
        <w:spacing w:before="120"/>
        <w:ind w:left="1418" w:hanging="1418"/>
        <w:textAlignment w:val="baseline"/>
        <w:outlineLvl w:val="3"/>
        <w:rPr>
          <w:rFonts w:ascii="Arial" w:hAnsi="Arial"/>
          <w:sz w:val="24"/>
          <w:lang w:val="en-US" w:eastAsia="zh-CN"/>
        </w:rPr>
      </w:pPr>
      <w:r w:rsidRPr="008C6DE4">
        <w:rPr>
          <w:rFonts w:ascii="Arial" w:hAnsi="Arial"/>
          <w:sz w:val="24"/>
          <w:lang w:val="en-US" w:eastAsia="zh-CN"/>
        </w:rPr>
        <w:t>10.1.11.1</w:t>
      </w:r>
      <w:r w:rsidRPr="008C6DE4">
        <w:rPr>
          <w:rFonts w:ascii="Arial" w:hAnsi="Arial"/>
          <w:sz w:val="24"/>
          <w:lang w:val="en-US" w:eastAsia="zh-CN"/>
        </w:rPr>
        <w:tab/>
      </w:r>
      <w:r w:rsidRPr="008C6DE4">
        <w:rPr>
          <w:rFonts w:ascii="Arial" w:hAnsi="Arial"/>
          <w:sz w:val="24"/>
          <w:lang w:val="en-US" w:eastAsia="ko-KR"/>
        </w:rPr>
        <w:t>SS-RSRQ measurement report mapping</w:t>
      </w:r>
    </w:p>
    <w:p w14:paraId="3B026B8D" w14:textId="77777777" w:rsidR="001F5A79" w:rsidRPr="008C6DE4" w:rsidRDefault="001F5A79" w:rsidP="001F5A79">
      <w:pPr>
        <w:rPr>
          <w:rFonts w:cs="v4.2.0"/>
        </w:rPr>
      </w:pPr>
      <w:r w:rsidRPr="008C6DE4">
        <w:rPr>
          <w:sz w:val="22"/>
          <w:szCs w:val="22"/>
        </w:rPr>
        <w:t>T</w:t>
      </w:r>
      <w:r w:rsidRPr="008C6DE4">
        <w:rPr>
          <w:rFonts w:cs="v4.2.0"/>
        </w:rPr>
        <w:t>he reporting range of SS-RSRQ is defined from -</w:t>
      </w:r>
      <w:r w:rsidRPr="008C6DE4">
        <w:rPr>
          <w:rFonts w:cs="v4.2.0"/>
          <w:lang w:eastAsia="zh-CN"/>
        </w:rPr>
        <w:t>43</w:t>
      </w:r>
      <w:r w:rsidRPr="008C6DE4">
        <w:rPr>
          <w:rFonts w:cs="v4.2.0"/>
        </w:rPr>
        <w:t xml:space="preserve"> dB to 20 dB with 0.5 dB resolution. The mapping of measured quantity is defined in Table 10.1.11.1-1. The range in the signalling may be larger than the guaranteed accuracy range.</w:t>
      </w:r>
    </w:p>
    <w:p w14:paraId="66E4E66C" w14:textId="77777777" w:rsidR="001F5A79" w:rsidRPr="008C6DE4" w:rsidRDefault="001F5A79" w:rsidP="001F5A79">
      <w:pPr>
        <w:keepNext/>
        <w:keepLines/>
        <w:spacing w:before="60"/>
        <w:jc w:val="center"/>
        <w:rPr>
          <w:rFonts w:ascii="Arial" w:hAnsi="Arial"/>
          <w:b/>
        </w:rPr>
      </w:pPr>
      <w:r w:rsidRPr="008C6DE4">
        <w:rPr>
          <w:rFonts w:ascii="Arial" w:hAnsi="Arial"/>
          <w:b/>
        </w:rPr>
        <w:t>Table 10.1.11.1-1: SS-RSRQ measurement report mapping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0"/>
        <w:gridCol w:w="2154"/>
        <w:gridCol w:w="710"/>
      </w:tblGrid>
      <w:tr w:rsidR="00DD3199" w:rsidRPr="008C6DE4" w14:paraId="44975563" w14:textId="77777777" w:rsidTr="00DF3064">
        <w:trPr>
          <w:trHeight w:val="300"/>
          <w:jc w:val="center"/>
        </w:trPr>
        <w:tc>
          <w:tcPr>
            <w:tcW w:w="1640" w:type="dxa"/>
            <w:shd w:val="clear" w:color="auto" w:fill="auto"/>
            <w:noWrap/>
            <w:hideMark/>
          </w:tcPr>
          <w:p w14:paraId="7668B424" w14:textId="77777777" w:rsidR="001F5A79" w:rsidRPr="008C6DE4" w:rsidRDefault="001F5A79" w:rsidP="00DF3064">
            <w:pPr>
              <w:keepNext/>
              <w:keepLines/>
              <w:spacing w:after="0"/>
              <w:jc w:val="center"/>
              <w:rPr>
                <w:rFonts w:ascii="Arial" w:hAnsi="Arial"/>
                <w:b/>
                <w:sz w:val="18"/>
                <w:lang w:eastAsia="ko-KR"/>
              </w:rPr>
            </w:pPr>
            <w:r w:rsidRPr="008C6DE4">
              <w:rPr>
                <w:rFonts w:ascii="Arial" w:hAnsi="Arial"/>
                <w:b/>
                <w:sz w:val="18"/>
                <w:lang w:eastAsia="ko-KR"/>
              </w:rPr>
              <w:t>Reported value</w:t>
            </w:r>
          </w:p>
        </w:tc>
        <w:tc>
          <w:tcPr>
            <w:tcW w:w="2154" w:type="dxa"/>
            <w:shd w:val="clear" w:color="auto" w:fill="auto"/>
            <w:noWrap/>
            <w:hideMark/>
          </w:tcPr>
          <w:p w14:paraId="29D3D366" w14:textId="77777777" w:rsidR="001F5A79" w:rsidRPr="008C6DE4" w:rsidRDefault="001F5A79" w:rsidP="00DF3064">
            <w:pPr>
              <w:keepNext/>
              <w:keepLines/>
              <w:spacing w:after="0"/>
              <w:jc w:val="center"/>
              <w:rPr>
                <w:rFonts w:ascii="Arial" w:hAnsi="Arial"/>
                <w:b/>
                <w:sz w:val="18"/>
                <w:lang w:eastAsia="ko-KR"/>
              </w:rPr>
            </w:pPr>
            <w:r w:rsidRPr="008C6DE4">
              <w:rPr>
                <w:rFonts w:ascii="Arial" w:hAnsi="Arial"/>
                <w:b/>
                <w:sz w:val="18"/>
                <w:lang w:eastAsia="ko-KR"/>
              </w:rPr>
              <w:t>Measured quantity value</w:t>
            </w:r>
          </w:p>
        </w:tc>
        <w:tc>
          <w:tcPr>
            <w:tcW w:w="710" w:type="dxa"/>
            <w:shd w:val="clear" w:color="auto" w:fill="auto"/>
            <w:noWrap/>
            <w:hideMark/>
          </w:tcPr>
          <w:p w14:paraId="3E61AF85" w14:textId="77777777" w:rsidR="001F5A79" w:rsidRPr="008C6DE4" w:rsidRDefault="001F5A79" w:rsidP="00DF3064">
            <w:pPr>
              <w:keepNext/>
              <w:keepLines/>
              <w:spacing w:after="0"/>
              <w:jc w:val="center"/>
              <w:rPr>
                <w:rFonts w:ascii="Arial" w:hAnsi="Arial"/>
                <w:b/>
                <w:sz w:val="18"/>
                <w:lang w:eastAsia="ko-KR"/>
              </w:rPr>
            </w:pPr>
            <w:r w:rsidRPr="008C6DE4">
              <w:rPr>
                <w:rFonts w:ascii="Arial" w:hAnsi="Arial"/>
                <w:b/>
                <w:sz w:val="18"/>
                <w:lang w:eastAsia="ko-KR"/>
              </w:rPr>
              <w:t>Unit</w:t>
            </w:r>
          </w:p>
        </w:tc>
      </w:tr>
      <w:tr w:rsidR="00DD3199" w:rsidRPr="008C6DE4" w14:paraId="40320AF1" w14:textId="77777777" w:rsidTr="00DF3064">
        <w:trPr>
          <w:trHeight w:val="300"/>
          <w:jc w:val="center"/>
        </w:trPr>
        <w:tc>
          <w:tcPr>
            <w:tcW w:w="1640" w:type="dxa"/>
            <w:shd w:val="clear" w:color="auto" w:fill="auto"/>
            <w:noWrap/>
            <w:vAlign w:val="bottom"/>
            <w:hideMark/>
          </w:tcPr>
          <w:p w14:paraId="7CB38928"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SS-RSRQ_0</w:t>
            </w:r>
          </w:p>
        </w:tc>
        <w:tc>
          <w:tcPr>
            <w:tcW w:w="2154" w:type="dxa"/>
            <w:shd w:val="clear" w:color="auto" w:fill="auto"/>
            <w:noWrap/>
            <w:vAlign w:val="bottom"/>
            <w:hideMark/>
          </w:tcPr>
          <w:p w14:paraId="0EA1CDB4"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SS-RSRQ&lt;-43</w:t>
            </w:r>
          </w:p>
        </w:tc>
        <w:tc>
          <w:tcPr>
            <w:tcW w:w="710" w:type="dxa"/>
            <w:shd w:val="clear" w:color="auto" w:fill="auto"/>
            <w:noWrap/>
            <w:vAlign w:val="bottom"/>
            <w:hideMark/>
          </w:tcPr>
          <w:p w14:paraId="705D23C4"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01B45A8F" w14:textId="77777777" w:rsidTr="00DF3064">
        <w:trPr>
          <w:trHeight w:val="300"/>
          <w:jc w:val="center"/>
        </w:trPr>
        <w:tc>
          <w:tcPr>
            <w:tcW w:w="1640" w:type="dxa"/>
            <w:shd w:val="clear" w:color="auto" w:fill="auto"/>
            <w:noWrap/>
            <w:vAlign w:val="bottom"/>
            <w:hideMark/>
          </w:tcPr>
          <w:p w14:paraId="5ADA9963"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SS-RSRQ_1</w:t>
            </w:r>
          </w:p>
        </w:tc>
        <w:tc>
          <w:tcPr>
            <w:tcW w:w="2154" w:type="dxa"/>
            <w:shd w:val="clear" w:color="auto" w:fill="auto"/>
            <w:noWrap/>
            <w:vAlign w:val="bottom"/>
            <w:hideMark/>
          </w:tcPr>
          <w:p w14:paraId="0F3B6301"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-43</w:t>
            </w:r>
            <w:r w:rsidRPr="008C6DE4">
              <w:rPr>
                <w:rFonts w:ascii="Arial" w:hAnsi="Arial" w:hint="eastAsia"/>
                <w:sz w:val="18"/>
              </w:rPr>
              <w:t>≤</w:t>
            </w:r>
            <w:r w:rsidRPr="008C6DE4">
              <w:rPr>
                <w:rFonts w:ascii="Arial" w:hAnsi="Arial"/>
                <w:sz w:val="18"/>
              </w:rPr>
              <w:t xml:space="preserve"> SS-RSRQ&lt;-42.5</w:t>
            </w:r>
          </w:p>
        </w:tc>
        <w:tc>
          <w:tcPr>
            <w:tcW w:w="710" w:type="dxa"/>
            <w:shd w:val="clear" w:color="auto" w:fill="auto"/>
            <w:noWrap/>
            <w:vAlign w:val="bottom"/>
            <w:hideMark/>
          </w:tcPr>
          <w:p w14:paraId="7451D063"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7CA9F6C6" w14:textId="77777777" w:rsidTr="00DF3064">
        <w:trPr>
          <w:trHeight w:val="300"/>
          <w:jc w:val="center"/>
        </w:trPr>
        <w:tc>
          <w:tcPr>
            <w:tcW w:w="1640" w:type="dxa"/>
            <w:shd w:val="clear" w:color="auto" w:fill="auto"/>
            <w:noWrap/>
            <w:vAlign w:val="bottom"/>
            <w:hideMark/>
          </w:tcPr>
          <w:p w14:paraId="7F02C556"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SS-RSRQ_2</w:t>
            </w:r>
          </w:p>
        </w:tc>
        <w:tc>
          <w:tcPr>
            <w:tcW w:w="2154" w:type="dxa"/>
            <w:shd w:val="clear" w:color="auto" w:fill="auto"/>
            <w:noWrap/>
            <w:vAlign w:val="bottom"/>
            <w:hideMark/>
          </w:tcPr>
          <w:p w14:paraId="28596696"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-42.5</w:t>
            </w:r>
            <w:r w:rsidRPr="008C6DE4">
              <w:rPr>
                <w:rFonts w:ascii="Arial" w:hAnsi="Arial" w:hint="eastAsia"/>
                <w:sz w:val="18"/>
              </w:rPr>
              <w:t>≤</w:t>
            </w:r>
            <w:r w:rsidRPr="008C6DE4">
              <w:rPr>
                <w:rFonts w:ascii="Arial" w:hAnsi="Arial"/>
                <w:sz w:val="18"/>
              </w:rPr>
              <w:t xml:space="preserve"> SS-RSRQ&lt;-42</w:t>
            </w:r>
          </w:p>
        </w:tc>
        <w:tc>
          <w:tcPr>
            <w:tcW w:w="710" w:type="dxa"/>
            <w:shd w:val="clear" w:color="auto" w:fill="auto"/>
            <w:noWrap/>
            <w:vAlign w:val="bottom"/>
            <w:hideMark/>
          </w:tcPr>
          <w:p w14:paraId="08C15A18"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39B613E1" w14:textId="77777777" w:rsidTr="00DF3064">
        <w:trPr>
          <w:trHeight w:val="300"/>
          <w:jc w:val="center"/>
        </w:trPr>
        <w:tc>
          <w:tcPr>
            <w:tcW w:w="1640" w:type="dxa"/>
            <w:shd w:val="clear" w:color="auto" w:fill="auto"/>
            <w:noWrap/>
            <w:vAlign w:val="bottom"/>
            <w:hideMark/>
          </w:tcPr>
          <w:p w14:paraId="1F6D02A4"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SS-RSRQ_3</w:t>
            </w:r>
          </w:p>
        </w:tc>
        <w:tc>
          <w:tcPr>
            <w:tcW w:w="2154" w:type="dxa"/>
            <w:shd w:val="clear" w:color="auto" w:fill="auto"/>
            <w:noWrap/>
            <w:vAlign w:val="bottom"/>
            <w:hideMark/>
          </w:tcPr>
          <w:p w14:paraId="340B1908"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-42</w:t>
            </w:r>
            <w:r w:rsidRPr="008C6DE4">
              <w:rPr>
                <w:rFonts w:ascii="Arial" w:hAnsi="Arial" w:hint="eastAsia"/>
                <w:sz w:val="18"/>
              </w:rPr>
              <w:t>≤</w:t>
            </w:r>
            <w:r w:rsidRPr="008C6DE4">
              <w:rPr>
                <w:rFonts w:ascii="Arial" w:hAnsi="Arial"/>
                <w:sz w:val="18"/>
              </w:rPr>
              <w:t xml:space="preserve"> SS-RSRQ&lt;-41.5</w:t>
            </w:r>
          </w:p>
        </w:tc>
        <w:tc>
          <w:tcPr>
            <w:tcW w:w="710" w:type="dxa"/>
            <w:shd w:val="clear" w:color="auto" w:fill="auto"/>
            <w:noWrap/>
            <w:vAlign w:val="bottom"/>
            <w:hideMark/>
          </w:tcPr>
          <w:p w14:paraId="28CC1E60"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3FF7B40A" w14:textId="77777777" w:rsidTr="00DF3064">
        <w:trPr>
          <w:trHeight w:val="300"/>
          <w:jc w:val="center"/>
        </w:trPr>
        <w:tc>
          <w:tcPr>
            <w:tcW w:w="1640" w:type="dxa"/>
            <w:shd w:val="clear" w:color="auto" w:fill="auto"/>
            <w:noWrap/>
            <w:vAlign w:val="bottom"/>
            <w:hideMark/>
          </w:tcPr>
          <w:p w14:paraId="192571C3"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SS-RSRQ_4</w:t>
            </w:r>
          </w:p>
        </w:tc>
        <w:tc>
          <w:tcPr>
            <w:tcW w:w="2154" w:type="dxa"/>
            <w:shd w:val="clear" w:color="auto" w:fill="auto"/>
            <w:noWrap/>
            <w:vAlign w:val="bottom"/>
            <w:hideMark/>
          </w:tcPr>
          <w:p w14:paraId="4C8A0335"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-41.5</w:t>
            </w:r>
            <w:r w:rsidRPr="008C6DE4">
              <w:rPr>
                <w:rFonts w:ascii="Arial" w:hAnsi="Arial" w:hint="eastAsia"/>
                <w:sz w:val="18"/>
              </w:rPr>
              <w:t>≤</w:t>
            </w:r>
            <w:r w:rsidRPr="008C6DE4">
              <w:rPr>
                <w:rFonts w:ascii="Arial" w:hAnsi="Arial"/>
                <w:sz w:val="18"/>
              </w:rPr>
              <w:t xml:space="preserve"> SS-RSRQ&lt;-41</w:t>
            </w:r>
          </w:p>
        </w:tc>
        <w:tc>
          <w:tcPr>
            <w:tcW w:w="710" w:type="dxa"/>
            <w:shd w:val="clear" w:color="auto" w:fill="auto"/>
            <w:noWrap/>
            <w:vAlign w:val="bottom"/>
            <w:hideMark/>
          </w:tcPr>
          <w:p w14:paraId="65A9D906"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49A645B2" w14:textId="77777777" w:rsidTr="00DF3064">
        <w:trPr>
          <w:trHeight w:val="300"/>
          <w:jc w:val="center"/>
        </w:trPr>
        <w:tc>
          <w:tcPr>
            <w:tcW w:w="1640" w:type="dxa"/>
            <w:shd w:val="clear" w:color="auto" w:fill="auto"/>
            <w:noWrap/>
            <w:hideMark/>
          </w:tcPr>
          <w:p w14:paraId="1CC2BCF3"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w:t>
            </w:r>
          </w:p>
        </w:tc>
        <w:tc>
          <w:tcPr>
            <w:tcW w:w="2154" w:type="dxa"/>
            <w:shd w:val="clear" w:color="auto" w:fill="auto"/>
            <w:noWrap/>
            <w:hideMark/>
          </w:tcPr>
          <w:p w14:paraId="75D77D88"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w:t>
            </w:r>
          </w:p>
        </w:tc>
        <w:tc>
          <w:tcPr>
            <w:tcW w:w="710" w:type="dxa"/>
            <w:shd w:val="clear" w:color="auto" w:fill="auto"/>
            <w:noWrap/>
            <w:hideMark/>
          </w:tcPr>
          <w:p w14:paraId="66F7C0A4"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w:t>
            </w:r>
          </w:p>
        </w:tc>
      </w:tr>
      <w:tr w:rsidR="00DD3199" w:rsidRPr="008C6DE4" w14:paraId="6BB6039B" w14:textId="77777777" w:rsidTr="00DF3064">
        <w:trPr>
          <w:trHeight w:val="300"/>
          <w:jc w:val="center"/>
        </w:trPr>
        <w:tc>
          <w:tcPr>
            <w:tcW w:w="1640" w:type="dxa"/>
            <w:shd w:val="clear" w:color="auto" w:fill="auto"/>
            <w:noWrap/>
            <w:vAlign w:val="bottom"/>
            <w:hideMark/>
          </w:tcPr>
          <w:p w14:paraId="0ACC89A5"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SS-RSRQ_122</w:t>
            </w:r>
          </w:p>
        </w:tc>
        <w:tc>
          <w:tcPr>
            <w:tcW w:w="2154" w:type="dxa"/>
            <w:shd w:val="clear" w:color="auto" w:fill="auto"/>
            <w:noWrap/>
            <w:vAlign w:val="bottom"/>
            <w:hideMark/>
          </w:tcPr>
          <w:p w14:paraId="63C93975"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17.5</w:t>
            </w:r>
            <w:r w:rsidRPr="008C6DE4">
              <w:rPr>
                <w:rFonts w:ascii="Arial" w:hAnsi="Arial" w:hint="eastAsia"/>
                <w:sz w:val="18"/>
              </w:rPr>
              <w:t>≤</w:t>
            </w:r>
            <w:r w:rsidRPr="008C6DE4">
              <w:rPr>
                <w:rFonts w:ascii="Arial" w:hAnsi="Arial"/>
                <w:sz w:val="18"/>
              </w:rPr>
              <w:t xml:space="preserve"> SS-RSRQ&lt;18</w:t>
            </w:r>
          </w:p>
        </w:tc>
        <w:tc>
          <w:tcPr>
            <w:tcW w:w="710" w:type="dxa"/>
            <w:shd w:val="clear" w:color="auto" w:fill="auto"/>
            <w:noWrap/>
            <w:vAlign w:val="bottom"/>
            <w:hideMark/>
          </w:tcPr>
          <w:p w14:paraId="39AE3863"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673246FE" w14:textId="77777777" w:rsidTr="00DF3064">
        <w:trPr>
          <w:trHeight w:val="300"/>
          <w:jc w:val="center"/>
        </w:trPr>
        <w:tc>
          <w:tcPr>
            <w:tcW w:w="1640" w:type="dxa"/>
            <w:shd w:val="clear" w:color="auto" w:fill="auto"/>
            <w:noWrap/>
            <w:vAlign w:val="bottom"/>
            <w:hideMark/>
          </w:tcPr>
          <w:p w14:paraId="40B542C0"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SS-RSRQ_123</w:t>
            </w:r>
          </w:p>
        </w:tc>
        <w:tc>
          <w:tcPr>
            <w:tcW w:w="2154" w:type="dxa"/>
            <w:shd w:val="clear" w:color="auto" w:fill="auto"/>
            <w:noWrap/>
            <w:vAlign w:val="bottom"/>
            <w:hideMark/>
          </w:tcPr>
          <w:p w14:paraId="04CE99E5"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18</w:t>
            </w:r>
            <w:r w:rsidRPr="008C6DE4">
              <w:rPr>
                <w:rFonts w:ascii="Arial" w:hAnsi="Arial" w:hint="eastAsia"/>
                <w:sz w:val="18"/>
              </w:rPr>
              <w:t>≤</w:t>
            </w:r>
            <w:r w:rsidRPr="008C6DE4">
              <w:rPr>
                <w:rFonts w:ascii="Arial" w:hAnsi="Arial"/>
                <w:sz w:val="18"/>
              </w:rPr>
              <w:t xml:space="preserve"> SS-RSRQ&lt;18.5</w:t>
            </w:r>
          </w:p>
        </w:tc>
        <w:tc>
          <w:tcPr>
            <w:tcW w:w="710" w:type="dxa"/>
            <w:shd w:val="clear" w:color="auto" w:fill="auto"/>
            <w:noWrap/>
            <w:vAlign w:val="bottom"/>
            <w:hideMark/>
          </w:tcPr>
          <w:p w14:paraId="04F28704"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0C90B8C3" w14:textId="77777777" w:rsidTr="00DF3064">
        <w:trPr>
          <w:trHeight w:val="300"/>
          <w:jc w:val="center"/>
        </w:trPr>
        <w:tc>
          <w:tcPr>
            <w:tcW w:w="1640" w:type="dxa"/>
            <w:shd w:val="clear" w:color="auto" w:fill="auto"/>
            <w:noWrap/>
            <w:vAlign w:val="bottom"/>
            <w:hideMark/>
          </w:tcPr>
          <w:p w14:paraId="0EDA745D"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SS-RSRQ_124</w:t>
            </w:r>
          </w:p>
        </w:tc>
        <w:tc>
          <w:tcPr>
            <w:tcW w:w="2154" w:type="dxa"/>
            <w:shd w:val="clear" w:color="auto" w:fill="auto"/>
            <w:noWrap/>
            <w:vAlign w:val="bottom"/>
            <w:hideMark/>
          </w:tcPr>
          <w:p w14:paraId="6DAED173"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18.5</w:t>
            </w:r>
            <w:r w:rsidRPr="008C6DE4">
              <w:rPr>
                <w:rFonts w:ascii="Arial" w:hAnsi="Arial" w:hint="eastAsia"/>
                <w:sz w:val="18"/>
              </w:rPr>
              <w:t>≤</w:t>
            </w:r>
            <w:r w:rsidRPr="008C6DE4">
              <w:rPr>
                <w:rFonts w:ascii="Arial" w:hAnsi="Arial"/>
                <w:sz w:val="18"/>
              </w:rPr>
              <w:t xml:space="preserve"> SS-RSRQ&lt;19</w:t>
            </w:r>
          </w:p>
        </w:tc>
        <w:tc>
          <w:tcPr>
            <w:tcW w:w="710" w:type="dxa"/>
            <w:shd w:val="clear" w:color="auto" w:fill="auto"/>
            <w:noWrap/>
            <w:vAlign w:val="bottom"/>
            <w:hideMark/>
          </w:tcPr>
          <w:p w14:paraId="66A6156C"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3DE1B188" w14:textId="77777777" w:rsidTr="00DF3064">
        <w:trPr>
          <w:trHeight w:val="300"/>
          <w:jc w:val="center"/>
        </w:trPr>
        <w:tc>
          <w:tcPr>
            <w:tcW w:w="1640" w:type="dxa"/>
            <w:shd w:val="clear" w:color="auto" w:fill="auto"/>
            <w:noWrap/>
            <w:vAlign w:val="bottom"/>
            <w:hideMark/>
          </w:tcPr>
          <w:p w14:paraId="270CD33A"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SS-RSRQ_125</w:t>
            </w:r>
          </w:p>
        </w:tc>
        <w:tc>
          <w:tcPr>
            <w:tcW w:w="2154" w:type="dxa"/>
            <w:shd w:val="clear" w:color="auto" w:fill="auto"/>
            <w:noWrap/>
            <w:vAlign w:val="bottom"/>
            <w:hideMark/>
          </w:tcPr>
          <w:p w14:paraId="32102F5D"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19</w:t>
            </w:r>
            <w:r w:rsidRPr="008C6DE4">
              <w:rPr>
                <w:rFonts w:ascii="Arial" w:hAnsi="Arial" w:hint="eastAsia"/>
                <w:sz w:val="18"/>
              </w:rPr>
              <w:t>≤</w:t>
            </w:r>
            <w:r w:rsidRPr="008C6DE4">
              <w:rPr>
                <w:rFonts w:ascii="Arial" w:hAnsi="Arial"/>
                <w:sz w:val="18"/>
              </w:rPr>
              <w:t xml:space="preserve"> SS-RSRQ&lt;19.5</w:t>
            </w:r>
          </w:p>
        </w:tc>
        <w:tc>
          <w:tcPr>
            <w:tcW w:w="710" w:type="dxa"/>
            <w:shd w:val="clear" w:color="auto" w:fill="auto"/>
            <w:noWrap/>
            <w:vAlign w:val="bottom"/>
            <w:hideMark/>
          </w:tcPr>
          <w:p w14:paraId="31F5CDB7"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7940B2BF" w14:textId="77777777" w:rsidTr="00DF3064">
        <w:trPr>
          <w:trHeight w:val="300"/>
          <w:jc w:val="center"/>
        </w:trPr>
        <w:tc>
          <w:tcPr>
            <w:tcW w:w="1640" w:type="dxa"/>
            <w:shd w:val="clear" w:color="auto" w:fill="auto"/>
            <w:noWrap/>
            <w:vAlign w:val="bottom"/>
            <w:hideMark/>
          </w:tcPr>
          <w:p w14:paraId="16649642"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SS-RSRQ_126</w:t>
            </w:r>
          </w:p>
        </w:tc>
        <w:tc>
          <w:tcPr>
            <w:tcW w:w="2154" w:type="dxa"/>
            <w:shd w:val="clear" w:color="auto" w:fill="auto"/>
            <w:noWrap/>
            <w:vAlign w:val="bottom"/>
            <w:hideMark/>
          </w:tcPr>
          <w:p w14:paraId="2BE53260"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19.5</w:t>
            </w:r>
            <w:r w:rsidRPr="008C6DE4">
              <w:rPr>
                <w:rFonts w:ascii="Arial" w:hAnsi="Arial" w:hint="eastAsia"/>
                <w:sz w:val="18"/>
              </w:rPr>
              <w:t>≤</w:t>
            </w:r>
            <w:r w:rsidRPr="008C6DE4">
              <w:rPr>
                <w:rFonts w:ascii="Arial" w:hAnsi="Arial"/>
                <w:sz w:val="18"/>
              </w:rPr>
              <w:t xml:space="preserve"> SS-RSRQ&lt;20</w:t>
            </w:r>
          </w:p>
        </w:tc>
        <w:tc>
          <w:tcPr>
            <w:tcW w:w="710" w:type="dxa"/>
            <w:shd w:val="clear" w:color="auto" w:fill="auto"/>
            <w:noWrap/>
            <w:vAlign w:val="bottom"/>
            <w:hideMark/>
          </w:tcPr>
          <w:p w14:paraId="12CA62E5"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1F5A79" w:rsidRPr="008C6DE4" w14:paraId="1DBAEFFA" w14:textId="77777777" w:rsidTr="00DF3064">
        <w:trPr>
          <w:trHeight w:val="300"/>
          <w:jc w:val="center"/>
        </w:trPr>
        <w:tc>
          <w:tcPr>
            <w:tcW w:w="1640" w:type="dxa"/>
            <w:shd w:val="clear" w:color="auto" w:fill="auto"/>
            <w:noWrap/>
            <w:vAlign w:val="bottom"/>
          </w:tcPr>
          <w:p w14:paraId="42163522" w14:textId="77777777" w:rsidR="001F5A79" w:rsidRPr="008C6DE4" w:rsidRDefault="001F5A79" w:rsidP="00DF3064">
            <w:pPr>
              <w:keepNext/>
              <w:keepLines/>
              <w:spacing w:after="0"/>
              <w:rPr>
                <w:rFonts w:ascii="Arial" w:hAnsi="Arial"/>
                <w:sz w:val="18"/>
              </w:rPr>
            </w:pPr>
            <w:r w:rsidRPr="008C6DE4">
              <w:rPr>
                <w:rFonts w:ascii="Arial" w:hAnsi="Arial"/>
                <w:sz w:val="18"/>
              </w:rPr>
              <w:t>SS-RSRQ_127</w:t>
            </w:r>
          </w:p>
        </w:tc>
        <w:tc>
          <w:tcPr>
            <w:tcW w:w="2154" w:type="dxa"/>
            <w:shd w:val="clear" w:color="auto" w:fill="auto"/>
            <w:noWrap/>
            <w:vAlign w:val="bottom"/>
          </w:tcPr>
          <w:p w14:paraId="69013AFB" w14:textId="77777777" w:rsidR="001F5A79" w:rsidRPr="008C6DE4" w:rsidRDefault="001F5A79" w:rsidP="00DF3064">
            <w:pPr>
              <w:keepNext/>
              <w:keepLines/>
              <w:spacing w:after="0"/>
              <w:rPr>
                <w:rFonts w:ascii="Arial" w:hAnsi="Arial"/>
                <w:sz w:val="18"/>
              </w:rPr>
            </w:pPr>
            <w:r w:rsidRPr="008C6DE4">
              <w:rPr>
                <w:rFonts w:ascii="Arial" w:hAnsi="Arial"/>
                <w:sz w:val="18"/>
              </w:rPr>
              <w:t xml:space="preserve">20 </w:t>
            </w:r>
            <w:r w:rsidRPr="008C6DE4">
              <w:rPr>
                <w:rFonts w:ascii="Arial" w:hAnsi="Arial" w:hint="eastAsia"/>
                <w:sz w:val="18"/>
              </w:rPr>
              <w:t>≤</w:t>
            </w:r>
            <w:r w:rsidRPr="008C6DE4">
              <w:rPr>
                <w:rFonts w:ascii="Arial" w:hAnsi="Arial"/>
                <w:sz w:val="18"/>
              </w:rPr>
              <w:t xml:space="preserve"> SS-RSRQ</w:t>
            </w:r>
          </w:p>
        </w:tc>
        <w:tc>
          <w:tcPr>
            <w:tcW w:w="710" w:type="dxa"/>
            <w:shd w:val="clear" w:color="auto" w:fill="auto"/>
            <w:noWrap/>
            <w:vAlign w:val="bottom"/>
          </w:tcPr>
          <w:p w14:paraId="6F40A305" w14:textId="77777777" w:rsidR="001F5A79" w:rsidRPr="008C6DE4" w:rsidRDefault="001F5A79" w:rsidP="00DF3064">
            <w:pPr>
              <w:keepNext/>
              <w:keepLines/>
              <w:spacing w:after="0"/>
              <w:rPr>
                <w:rFonts w:ascii="Arial" w:hAnsi="Arial"/>
                <w:sz w:val="18"/>
              </w:rPr>
            </w:pPr>
            <w:r w:rsidRPr="008C6DE4">
              <w:rPr>
                <w:rFonts w:ascii="Arial" w:hAnsi="Arial"/>
                <w:sz w:val="18"/>
              </w:rPr>
              <w:t>dB</w:t>
            </w:r>
          </w:p>
        </w:tc>
      </w:tr>
    </w:tbl>
    <w:p w14:paraId="279518B9" w14:textId="77777777" w:rsidR="001F5A79" w:rsidRPr="008C6DE4" w:rsidRDefault="001F5A79" w:rsidP="001F5A79">
      <w:pPr>
        <w:rPr>
          <w:lang w:val="en-US" w:eastAsia="ko-KR"/>
        </w:rPr>
      </w:pPr>
    </w:p>
    <w:p w14:paraId="1DE22EF3" w14:textId="5E748DFA" w:rsidR="001F5A79" w:rsidRPr="008C6DE4" w:rsidRDefault="001F5A79" w:rsidP="0048284E">
      <w:pPr>
        <w:pStyle w:val="Heading3"/>
        <w:rPr>
          <w:lang w:val="en-US" w:eastAsia="ko-KR"/>
        </w:rPr>
      </w:pPr>
      <w:r w:rsidRPr="008C6DE4">
        <w:rPr>
          <w:lang w:val="en-US" w:eastAsia="ko-KR"/>
        </w:rPr>
        <w:t>1</w:t>
      </w:r>
      <w:r w:rsidR="0048284E" w:rsidRPr="008C6DE4">
        <w:rPr>
          <w:lang w:val="en-US" w:eastAsia="ko-KR"/>
        </w:rPr>
        <w:t>0.1.1</w:t>
      </w:r>
      <w:r w:rsidRPr="008C6DE4">
        <w:rPr>
          <w:lang w:val="en-US" w:eastAsia="ko-KR"/>
        </w:rPr>
        <w:t>2</w:t>
      </w:r>
      <w:r w:rsidRPr="008C6DE4">
        <w:rPr>
          <w:lang w:val="en-US" w:eastAsia="ko-KR"/>
        </w:rPr>
        <w:tab/>
        <w:t xml:space="preserve">Intra-frequency SINR accuracy requirements </w:t>
      </w:r>
      <w:r w:rsidRPr="008C6DE4">
        <w:rPr>
          <w:lang w:val="en-US" w:eastAsia="zh-CN"/>
        </w:rPr>
        <w:t>for</w:t>
      </w:r>
      <w:r w:rsidRPr="008C6DE4">
        <w:rPr>
          <w:lang w:val="en-US" w:eastAsia="ko-KR"/>
        </w:rPr>
        <w:t xml:space="preserve"> FR1</w:t>
      </w:r>
    </w:p>
    <w:p w14:paraId="092FED88" w14:textId="77777777" w:rsidR="001F5A79" w:rsidRPr="008C6DE4" w:rsidRDefault="001F5A79" w:rsidP="001F5A79">
      <w:pPr>
        <w:keepNext/>
        <w:keepLines/>
        <w:overflowPunct w:val="0"/>
        <w:autoSpaceDE w:val="0"/>
        <w:autoSpaceDN w:val="0"/>
        <w:adjustRightInd w:val="0"/>
        <w:spacing w:before="120"/>
        <w:ind w:left="1418" w:hanging="1418"/>
        <w:textAlignment w:val="baseline"/>
        <w:outlineLvl w:val="3"/>
        <w:rPr>
          <w:rFonts w:ascii="Arial" w:hAnsi="Arial"/>
          <w:sz w:val="24"/>
          <w:lang w:val="en-US" w:eastAsia="zh-CN"/>
        </w:rPr>
      </w:pPr>
      <w:r w:rsidRPr="008C6DE4">
        <w:rPr>
          <w:rFonts w:ascii="Arial" w:hAnsi="Arial"/>
          <w:sz w:val="24"/>
          <w:lang w:val="en-US" w:eastAsia="zh-CN"/>
        </w:rPr>
        <w:t>10.1.12.1</w:t>
      </w:r>
      <w:r w:rsidRPr="008C6DE4">
        <w:rPr>
          <w:rFonts w:ascii="Arial" w:hAnsi="Arial"/>
          <w:sz w:val="24"/>
          <w:lang w:val="en-US" w:eastAsia="zh-CN"/>
        </w:rPr>
        <w:tab/>
      </w:r>
      <w:r w:rsidRPr="008C6DE4">
        <w:rPr>
          <w:rFonts w:ascii="Arial" w:hAnsi="Arial"/>
          <w:sz w:val="24"/>
          <w:lang w:val="en-US" w:eastAsia="ko-KR"/>
        </w:rPr>
        <w:t>Intra-frequency SS-SINR accuracy requirements</w:t>
      </w:r>
      <w:r w:rsidRPr="008C6DE4">
        <w:rPr>
          <w:rFonts w:ascii="Arial" w:hAnsi="Arial"/>
          <w:sz w:val="24"/>
          <w:lang w:val="en-US" w:eastAsia="zh-CN"/>
        </w:rPr>
        <w:t xml:space="preserve"> in FR1</w:t>
      </w:r>
    </w:p>
    <w:p w14:paraId="0EB8384D" w14:textId="77777777" w:rsidR="001F5A79" w:rsidRPr="008C6DE4" w:rsidRDefault="001F5A79" w:rsidP="001F5A79">
      <w:pPr>
        <w:keepNext/>
        <w:keepLines/>
        <w:spacing w:before="120"/>
        <w:ind w:left="1701" w:hanging="1701"/>
        <w:outlineLvl w:val="4"/>
        <w:rPr>
          <w:rFonts w:ascii="Arial" w:hAnsi="Arial"/>
          <w:sz w:val="22"/>
        </w:rPr>
      </w:pPr>
      <w:r w:rsidRPr="008C6DE4">
        <w:rPr>
          <w:rFonts w:ascii="Arial" w:hAnsi="Arial"/>
          <w:sz w:val="22"/>
          <w:lang w:eastAsia="zh-CN"/>
        </w:rPr>
        <w:t>10.1.12</w:t>
      </w:r>
      <w:r w:rsidRPr="008C6DE4">
        <w:rPr>
          <w:rFonts w:ascii="Arial" w:hAnsi="Arial"/>
          <w:sz w:val="22"/>
        </w:rPr>
        <w:t>.1</w:t>
      </w:r>
      <w:r w:rsidRPr="008C6DE4">
        <w:rPr>
          <w:rFonts w:ascii="Arial" w:hAnsi="Arial"/>
          <w:sz w:val="22"/>
          <w:lang w:eastAsia="zh-CN"/>
        </w:rPr>
        <w:t>.1</w:t>
      </w:r>
      <w:r w:rsidRPr="008C6DE4">
        <w:rPr>
          <w:rFonts w:ascii="Arial" w:hAnsi="Arial"/>
          <w:sz w:val="22"/>
        </w:rPr>
        <w:tab/>
        <w:t xml:space="preserve">Absolute </w:t>
      </w:r>
      <w:r w:rsidRPr="008C6DE4">
        <w:rPr>
          <w:rFonts w:ascii="Arial" w:hAnsi="Arial"/>
          <w:sz w:val="22"/>
          <w:lang w:val="en-US" w:eastAsia="ko-KR"/>
        </w:rPr>
        <w:t xml:space="preserve">SS-SINR </w:t>
      </w:r>
      <w:r w:rsidRPr="008C6DE4">
        <w:rPr>
          <w:rFonts w:ascii="Arial" w:hAnsi="Arial"/>
          <w:sz w:val="22"/>
        </w:rPr>
        <w:t>Accuracy in FR1</w:t>
      </w:r>
    </w:p>
    <w:p w14:paraId="4C5496CC" w14:textId="77777777" w:rsidR="001F5A79" w:rsidRPr="008C6DE4" w:rsidRDefault="001F5A79" w:rsidP="001F5A79">
      <w:pPr>
        <w:rPr>
          <w:rFonts w:cs="v4.2.0"/>
          <w:i/>
        </w:rPr>
      </w:pPr>
      <w:r w:rsidRPr="008C6DE4">
        <w:rPr>
          <w:rFonts w:cs="v4.2.0"/>
        </w:rPr>
        <w:t xml:space="preserve">Unless otherwise specified, the requirements for absolute accuracy of </w:t>
      </w:r>
      <w:r w:rsidRPr="008C6DE4">
        <w:rPr>
          <w:rFonts w:cs="v4.2.0"/>
          <w:lang w:eastAsia="zh-CN"/>
        </w:rPr>
        <w:t>SS-SINR</w:t>
      </w:r>
      <w:r w:rsidRPr="008C6DE4">
        <w:rPr>
          <w:rFonts w:cs="v4.2.0"/>
        </w:rPr>
        <w:t xml:space="preserve"> in this clause apply to a cell on the same frequency as that of the serving cell in FR1.</w:t>
      </w:r>
    </w:p>
    <w:p w14:paraId="6429EC1F"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10.1.12.1.1</w:t>
      </w:r>
      <w:r w:rsidRPr="008C6DE4">
        <w:rPr>
          <w:rFonts w:cs="v4.2.0"/>
        </w:rPr>
        <w:t>-1 are valid under the following conditions:</w:t>
      </w:r>
    </w:p>
    <w:p w14:paraId="37543D33" w14:textId="77777777" w:rsidR="001F5A79" w:rsidRPr="008C6DE4" w:rsidRDefault="001F5A79" w:rsidP="001F5A79">
      <w:pPr>
        <w:ind w:left="568" w:hanging="284"/>
        <w:rPr>
          <w:rFonts w:cs="v4.2.0"/>
        </w:rPr>
      </w:pPr>
      <w:r w:rsidRPr="008C6DE4">
        <w:t>-</w:t>
      </w:r>
      <w:r w:rsidRPr="008C6DE4">
        <w:rPr>
          <w:rFonts w:ascii="Arial" w:hAnsi="Arial"/>
          <w:sz w:val="28"/>
          <w:lang w:val="en-US"/>
        </w:rPr>
        <w:tab/>
      </w:r>
      <w:r w:rsidRPr="008C6DE4">
        <w:t>Conditions defined in clause 7.3 of TS 38.101-1 [18] for reference sensitivity are fulfilled.</w:t>
      </w:r>
    </w:p>
    <w:p w14:paraId="35BCA27F" w14:textId="77777777" w:rsidR="001F5A79" w:rsidRPr="008C6DE4" w:rsidRDefault="001F5A79" w:rsidP="001F5A79">
      <w:pPr>
        <w:ind w:left="568" w:hanging="284"/>
      </w:pPr>
      <w:r w:rsidRPr="008C6DE4">
        <w:t>-</w:t>
      </w:r>
      <w:r w:rsidRPr="008C6DE4">
        <w:rPr>
          <w:rFonts w:ascii="Arial" w:hAnsi="Arial"/>
          <w:sz w:val="28"/>
          <w:lang w:val="en-US"/>
        </w:rPr>
        <w:tab/>
      </w:r>
      <w:r w:rsidRPr="008C6DE4">
        <w:t>Conditions for intra-frequency measurements are fulfilled according to Annex B.2.2 for a corresponding Band.</w:t>
      </w:r>
    </w:p>
    <w:p w14:paraId="20B2BB3B" w14:textId="77777777" w:rsidR="001F5A79" w:rsidRPr="008C6DE4" w:rsidRDefault="001F5A79" w:rsidP="001F5A79">
      <w:pPr>
        <w:keepNext/>
        <w:keepLines/>
        <w:spacing w:before="60"/>
        <w:jc w:val="center"/>
        <w:rPr>
          <w:rFonts w:ascii="Arial" w:hAnsi="Arial"/>
          <w:b/>
          <w:lang w:eastAsia="zh-CN"/>
        </w:rPr>
      </w:pPr>
      <w:r w:rsidRPr="008C6DE4">
        <w:rPr>
          <w:rFonts w:ascii="Arial" w:hAnsi="Arial"/>
          <w:b/>
        </w:rPr>
        <w:t xml:space="preserve">Table </w:t>
      </w:r>
      <w:r w:rsidRPr="008C6DE4">
        <w:rPr>
          <w:rFonts w:ascii="Arial" w:hAnsi="Arial"/>
          <w:b/>
          <w:lang w:eastAsia="zh-CN"/>
        </w:rPr>
        <w:t>10.1.12.1.1-1</w:t>
      </w:r>
      <w:r w:rsidRPr="008C6DE4">
        <w:rPr>
          <w:rFonts w:ascii="Arial" w:hAnsi="Arial"/>
          <w:b/>
        </w:rPr>
        <w:t xml:space="preserve">: </w:t>
      </w:r>
      <w:r w:rsidRPr="008C6DE4">
        <w:rPr>
          <w:rFonts w:ascii="Arial" w:hAnsi="Arial"/>
          <w:b/>
          <w:lang w:eastAsia="zh-CN"/>
        </w:rPr>
        <w:t>SS-SINR</w:t>
      </w:r>
      <w:r w:rsidRPr="008C6DE4">
        <w:rPr>
          <w:rFonts w:ascii="Arial" w:hAnsi="Arial"/>
          <w:b/>
        </w:rPr>
        <w:t xml:space="preserve"> Intra frequency absolute accuracy</w:t>
      </w:r>
      <w:r w:rsidRPr="008C6DE4">
        <w:rPr>
          <w:rFonts w:ascii="Arial" w:hAnsi="Arial"/>
          <w:b/>
          <w:lang w:eastAsia="zh-CN"/>
        </w:rPr>
        <w:t xml:space="preserve"> in FR1</w:t>
      </w:r>
    </w:p>
    <w:tbl>
      <w:tblPr>
        <w:tblW w:w="10172" w:type="dxa"/>
        <w:jc w:val="center"/>
        <w:tblLook w:val="01E0" w:firstRow="1" w:lastRow="1" w:firstColumn="1" w:lastColumn="1" w:noHBand="0" w:noVBand="0"/>
      </w:tblPr>
      <w:tblGrid>
        <w:gridCol w:w="1035"/>
        <w:gridCol w:w="1047"/>
        <w:gridCol w:w="802"/>
        <w:gridCol w:w="2298"/>
        <w:gridCol w:w="1027"/>
        <w:gridCol w:w="1083"/>
        <w:gridCol w:w="1440"/>
        <w:gridCol w:w="1440"/>
      </w:tblGrid>
      <w:tr w:rsidR="00DD3199" w:rsidRPr="008C6DE4" w14:paraId="22991575" w14:textId="77777777" w:rsidTr="00DF3064">
        <w:trPr>
          <w:jc w:val="center"/>
        </w:trPr>
        <w:tc>
          <w:tcPr>
            <w:tcW w:w="2082"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03C578CA"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8090"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49B7934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7956F2AB" w14:textId="77777777" w:rsidTr="00DF3064">
        <w:trPr>
          <w:jc w:val="center"/>
        </w:trPr>
        <w:tc>
          <w:tcPr>
            <w:tcW w:w="1035"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65D8F21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04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ECCF66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80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815021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SSB Ês/Iot</w:t>
            </w:r>
            <w:r w:rsidRPr="008C6DE4">
              <w:rPr>
                <w:rFonts w:ascii="Arial" w:hAnsi="Arial"/>
                <w:b/>
                <w:sz w:val="18"/>
                <w:vertAlign w:val="superscript"/>
                <w:lang w:eastAsia="zh-CN"/>
              </w:rPr>
              <w:t xml:space="preserve"> Note 3</w:t>
            </w:r>
          </w:p>
        </w:tc>
        <w:tc>
          <w:tcPr>
            <w:tcW w:w="7288"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48FEFDA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lang w:eastAsia="zh-CN"/>
              </w:rPr>
              <w:t xml:space="preserve"> Note 1</w:t>
            </w:r>
            <w:r w:rsidRPr="008C6DE4">
              <w:rPr>
                <w:rFonts w:ascii="Arial" w:hAnsi="Arial"/>
                <w:b/>
                <w:sz w:val="18"/>
              </w:rPr>
              <w:t xml:space="preserve"> range</w:t>
            </w:r>
          </w:p>
        </w:tc>
      </w:tr>
      <w:tr w:rsidR="00DD3199" w:rsidRPr="008C6DE4" w14:paraId="38BAD647" w14:textId="77777777" w:rsidTr="00DF3064">
        <w:trPr>
          <w:jc w:val="center"/>
        </w:trPr>
        <w:tc>
          <w:tcPr>
            <w:tcW w:w="1035" w:type="dxa"/>
            <w:vMerge/>
            <w:tcBorders>
              <w:top w:val="single" w:sz="6" w:space="0" w:color="auto"/>
              <w:left w:val="single" w:sz="4" w:space="0" w:color="auto"/>
              <w:bottom w:val="single" w:sz="6" w:space="0" w:color="auto"/>
              <w:right w:val="single" w:sz="6" w:space="0" w:color="auto"/>
            </w:tcBorders>
            <w:shd w:val="clear" w:color="auto" w:fill="auto"/>
            <w:vAlign w:val="center"/>
          </w:tcPr>
          <w:p w14:paraId="17A890FF" w14:textId="77777777" w:rsidR="001F5A79" w:rsidRPr="008C6DE4" w:rsidRDefault="001F5A79" w:rsidP="00DF3064">
            <w:pPr>
              <w:keepNext/>
              <w:keepLines/>
              <w:spacing w:after="0"/>
              <w:jc w:val="center"/>
              <w:rPr>
                <w:rFonts w:ascii="Arial" w:hAnsi="Arial"/>
                <w:b/>
                <w:sz w:val="18"/>
              </w:rPr>
            </w:pPr>
          </w:p>
        </w:tc>
        <w:tc>
          <w:tcPr>
            <w:tcW w:w="10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8CF3851" w14:textId="77777777" w:rsidR="001F5A79" w:rsidRPr="008C6DE4" w:rsidRDefault="001F5A79" w:rsidP="00DF3064">
            <w:pPr>
              <w:keepNext/>
              <w:keepLines/>
              <w:spacing w:after="0"/>
              <w:jc w:val="center"/>
              <w:rPr>
                <w:rFonts w:ascii="Arial" w:hAnsi="Arial"/>
                <w:b/>
                <w:sz w:val="18"/>
              </w:rPr>
            </w:pPr>
          </w:p>
        </w:tc>
        <w:tc>
          <w:tcPr>
            <w:tcW w:w="802" w:type="dxa"/>
            <w:vMerge/>
            <w:tcBorders>
              <w:top w:val="single" w:sz="6" w:space="0" w:color="auto"/>
              <w:left w:val="single" w:sz="6" w:space="0" w:color="auto"/>
              <w:bottom w:val="single" w:sz="6" w:space="0" w:color="auto"/>
              <w:right w:val="single" w:sz="6" w:space="0" w:color="auto"/>
            </w:tcBorders>
            <w:shd w:val="clear" w:color="auto" w:fill="auto"/>
          </w:tcPr>
          <w:p w14:paraId="00B03F51" w14:textId="77777777" w:rsidR="001F5A79" w:rsidRPr="008C6DE4" w:rsidRDefault="001F5A79" w:rsidP="00DF3064">
            <w:pPr>
              <w:keepNext/>
              <w:keepLines/>
              <w:spacing w:after="0"/>
              <w:jc w:val="center"/>
              <w:rPr>
                <w:rFonts w:ascii="Arial" w:hAnsi="Arial"/>
                <w:b/>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0479A94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NR operating band groups</w:t>
            </w:r>
            <w:r w:rsidRPr="008C6DE4">
              <w:rPr>
                <w:rFonts w:ascii="Arial" w:hAnsi="Arial"/>
                <w:b/>
                <w:sz w:val="18"/>
                <w:vertAlign w:val="superscript"/>
              </w:rPr>
              <w:t xml:space="preserve"> </w:t>
            </w:r>
            <w:r w:rsidRPr="008C6DE4">
              <w:rPr>
                <w:rFonts w:ascii="Arial" w:hAnsi="Arial"/>
                <w:b/>
                <w:sz w:val="18"/>
                <w:vertAlign w:val="superscript"/>
                <w:lang w:eastAsia="zh-CN"/>
              </w:rPr>
              <w:t>Note 4</w:t>
            </w:r>
          </w:p>
        </w:tc>
        <w:tc>
          <w:tcPr>
            <w:tcW w:w="3550"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4A5F814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4CF0460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45314E20" w14:textId="77777777" w:rsidTr="00DF3064">
        <w:trPr>
          <w:trHeight w:val="308"/>
          <w:jc w:val="center"/>
        </w:trPr>
        <w:tc>
          <w:tcPr>
            <w:tcW w:w="1035" w:type="dxa"/>
            <w:vMerge w:val="restart"/>
            <w:tcBorders>
              <w:top w:val="single" w:sz="6" w:space="0" w:color="auto"/>
              <w:left w:val="single" w:sz="4" w:space="0" w:color="auto"/>
              <w:right w:val="single" w:sz="6" w:space="0" w:color="auto"/>
            </w:tcBorders>
            <w:shd w:val="clear" w:color="auto" w:fill="auto"/>
            <w:vAlign w:val="center"/>
          </w:tcPr>
          <w:p w14:paraId="72BB3EE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47" w:type="dxa"/>
            <w:vMerge w:val="restart"/>
            <w:tcBorders>
              <w:top w:val="single" w:sz="6" w:space="0" w:color="auto"/>
              <w:left w:val="single" w:sz="6" w:space="0" w:color="auto"/>
              <w:right w:val="single" w:sz="6" w:space="0" w:color="auto"/>
            </w:tcBorders>
            <w:shd w:val="clear" w:color="auto" w:fill="auto"/>
            <w:vAlign w:val="center"/>
          </w:tcPr>
          <w:p w14:paraId="146A01D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802" w:type="dxa"/>
            <w:vMerge w:val="restart"/>
            <w:tcBorders>
              <w:top w:val="single" w:sz="6" w:space="0" w:color="auto"/>
              <w:left w:val="single" w:sz="6" w:space="0" w:color="auto"/>
              <w:right w:val="single" w:sz="6" w:space="0" w:color="auto"/>
            </w:tcBorders>
            <w:shd w:val="clear" w:color="auto" w:fill="auto"/>
          </w:tcPr>
          <w:p w14:paraId="41D52C6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2298" w:type="dxa"/>
            <w:vMerge w:val="restart"/>
            <w:tcBorders>
              <w:top w:val="single" w:sz="6" w:space="0" w:color="auto"/>
              <w:left w:val="single" w:sz="6" w:space="0" w:color="auto"/>
              <w:right w:val="single" w:sz="4" w:space="0" w:color="auto"/>
            </w:tcBorders>
            <w:shd w:val="clear" w:color="auto" w:fill="auto"/>
            <w:vAlign w:val="center"/>
          </w:tcPr>
          <w:p w14:paraId="2A157E6E" w14:textId="77777777" w:rsidR="001F5A79" w:rsidRPr="008C6DE4" w:rsidRDefault="001F5A79" w:rsidP="00DF3064">
            <w:pPr>
              <w:keepNext/>
              <w:keepLines/>
              <w:spacing w:after="0"/>
              <w:jc w:val="center"/>
              <w:rPr>
                <w:rFonts w:ascii="Arial" w:hAnsi="Arial"/>
                <w:b/>
                <w:sz w:val="18"/>
              </w:rPr>
            </w:pPr>
          </w:p>
        </w:tc>
        <w:tc>
          <w:tcPr>
            <w:tcW w:w="2110"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15A003FA"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36C5424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488C309A"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683FCB5D" w14:textId="77777777" w:rsidTr="00DF3064">
        <w:trPr>
          <w:trHeight w:val="307"/>
          <w:jc w:val="center"/>
        </w:trPr>
        <w:tc>
          <w:tcPr>
            <w:tcW w:w="1035" w:type="dxa"/>
            <w:vMerge/>
            <w:tcBorders>
              <w:left w:val="single" w:sz="4" w:space="0" w:color="auto"/>
              <w:bottom w:val="single" w:sz="6" w:space="0" w:color="auto"/>
              <w:right w:val="single" w:sz="6" w:space="0" w:color="auto"/>
            </w:tcBorders>
            <w:shd w:val="clear" w:color="auto" w:fill="auto"/>
            <w:vAlign w:val="center"/>
          </w:tcPr>
          <w:p w14:paraId="0F8EF4B9" w14:textId="77777777" w:rsidR="001F5A79" w:rsidRPr="008C6DE4" w:rsidRDefault="001F5A79" w:rsidP="00DF3064">
            <w:pPr>
              <w:keepNext/>
              <w:keepLines/>
              <w:spacing w:after="0"/>
              <w:jc w:val="center"/>
              <w:rPr>
                <w:rFonts w:ascii="Arial" w:hAnsi="Arial"/>
                <w:b/>
                <w:sz w:val="18"/>
              </w:rPr>
            </w:pPr>
          </w:p>
        </w:tc>
        <w:tc>
          <w:tcPr>
            <w:tcW w:w="1047" w:type="dxa"/>
            <w:vMerge/>
            <w:tcBorders>
              <w:left w:val="single" w:sz="6" w:space="0" w:color="auto"/>
              <w:bottom w:val="single" w:sz="6" w:space="0" w:color="auto"/>
              <w:right w:val="single" w:sz="6" w:space="0" w:color="auto"/>
            </w:tcBorders>
            <w:shd w:val="clear" w:color="auto" w:fill="auto"/>
            <w:vAlign w:val="center"/>
          </w:tcPr>
          <w:p w14:paraId="7A4F218A" w14:textId="77777777" w:rsidR="001F5A79" w:rsidRPr="008C6DE4" w:rsidRDefault="001F5A79" w:rsidP="00DF3064">
            <w:pPr>
              <w:keepNext/>
              <w:keepLines/>
              <w:spacing w:after="0"/>
              <w:jc w:val="center"/>
              <w:rPr>
                <w:rFonts w:ascii="Arial" w:hAnsi="Arial"/>
                <w:b/>
                <w:sz w:val="18"/>
              </w:rPr>
            </w:pPr>
          </w:p>
        </w:tc>
        <w:tc>
          <w:tcPr>
            <w:tcW w:w="802" w:type="dxa"/>
            <w:vMerge/>
            <w:tcBorders>
              <w:left w:val="single" w:sz="6" w:space="0" w:color="auto"/>
              <w:bottom w:val="single" w:sz="6" w:space="0" w:color="auto"/>
              <w:right w:val="single" w:sz="6" w:space="0" w:color="auto"/>
            </w:tcBorders>
            <w:shd w:val="clear" w:color="auto" w:fill="auto"/>
          </w:tcPr>
          <w:p w14:paraId="48C69E26" w14:textId="77777777" w:rsidR="001F5A79" w:rsidRPr="008C6DE4" w:rsidRDefault="001F5A79" w:rsidP="00DF3064">
            <w:pPr>
              <w:keepNext/>
              <w:keepLines/>
              <w:spacing w:after="0"/>
              <w:jc w:val="center"/>
              <w:rPr>
                <w:rFonts w:ascii="Arial" w:hAnsi="Arial"/>
                <w:b/>
                <w:sz w:val="18"/>
              </w:rPr>
            </w:pPr>
          </w:p>
        </w:tc>
        <w:tc>
          <w:tcPr>
            <w:tcW w:w="2298" w:type="dxa"/>
            <w:vMerge/>
            <w:tcBorders>
              <w:left w:val="single" w:sz="6" w:space="0" w:color="auto"/>
              <w:bottom w:val="single" w:sz="6" w:space="0" w:color="auto"/>
              <w:right w:val="single" w:sz="4" w:space="0" w:color="auto"/>
            </w:tcBorders>
            <w:shd w:val="clear" w:color="auto" w:fill="auto"/>
            <w:vAlign w:val="center"/>
          </w:tcPr>
          <w:p w14:paraId="06ADEAC1" w14:textId="77777777" w:rsidR="001F5A79" w:rsidRPr="008C6DE4" w:rsidRDefault="001F5A79" w:rsidP="00DF3064">
            <w:pPr>
              <w:keepNext/>
              <w:keepLines/>
              <w:spacing w:after="0"/>
              <w:jc w:val="center"/>
              <w:rPr>
                <w:rFonts w:ascii="Arial" w:hAnsi="Arial"/>
                <w:b/>
                <w:sz w:val="18"/>
              </w:rPr>
            </w:pP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5913A483"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619B0A7B"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440" w:type="dxa"/>
            <w:vMerge/>
            <w:tcBorders>
              <w:left w:val="single" w:sz="6" w:space="0" w:color="auto"/>
              <w:bottom w:val="single" w:sz="6" w:space="0" w:color="auto"/>
              <w:right w:val="single" w:sz="6" w:space="0" w:color="auto"/>
            </w:tcBorders>
            <w:shd w:val="clear" w:color="auto" w:fill="auto"/>
            <w:vAlign w:val="center"/>
          </w:tcPr>
          <w:p w14:paraId="13EE092C"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2DE29375" w14:textId="77777777" w:rsidR="001F5A79" w:rsidRPr="008C6DE4" w:rsidRDefault="001F5A79" w:rsidP="00DF3064">
            <w:pPr>
              <w:keepNext/>
              <w:keepLines/>
              <w:spacing w:after="0"/>
              <w:jc w:val="center"/>
              <w:rPr>
                <w:rFonts w:ascii="Arial" w:hAnsi="Arial"/>
                <w:b/>
                <w:sz w:val="18"/>
              </w:rPr>
            </w:pPr>
          </w:p>
        </w:tc>
      </w:tr>
      <w:tr w:rsidR="00DD3199" w:rsidRPr="008C6DE4" w14:paraId="4195CB19" w14:textId="77777777" w:rsidTr="00DF3064">
        <w:trPr>
          <w:jc w:val="center"/>
        </w:trPr>
        <w:tc>
          <w:tcPr>
            <w:tcW w:w="1035" w:type="dxa"/>
            <w:vMerge w:val="restart"/>
            <w:tcBorders>
              <w:top w:val="single" w:sz="6" w:space="0" w:color="auto"/>
              <w:left w:val="single" w:sz="4" w:space="0" w:color="auto"/>
              <w:right w:val="single" w:sz="6" w:space="0" w:color="auto"/>
            </w:tcBorders>
            <w:shd w:val="clear" w:color="auto" w:fill="auto"/>
            <w:vAlign w:val="center"/>
          </w:tcPr>
          <w:p w14:paraId="7269A325"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3.0</w:t>
            </w:r>
          </w:p>
        </w:tc>
        <w:tc>
          <w:tcPr>
            <w:tcW w:w="1047" w:type="dxa"/>
            <w:vMerge w:val="restart"/>
            <w:tcBorders>
              <w:top w:val="single" w:sz="6" w:space="0" w:color="auto"/>
              <w:left w:val="single" w:sz="6" w:space="0" w:color="auto"/>
              <w:right w:val="single" w:sz="6" w:space="0" w:color="auto"/>
            </w:tcBorders>
            <w:shd w:val="clear" w:color="auto" w:fill="auto"/>
            <w:vAlign w:val="center"/>
          </w:tcPr>
          <w:p w14:paraId="59A4C604"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802" w:type="dxa"/>
            <w:vMerge w:val="restart"/>
            <w:tcBorders>
              <w:top w:val="single" w:sz="6" w:space="0" w:color="auto"/>
              <w:left w:val="single" w:sz="6" w:space="0" w:color="auto"/>
              <w:right w:val="single" w:sz="6" w:space="0" w:color="auto"/>
            </w:tcBorders>
            <w:shd w:val="clear" w:color="auto" w:fill="auto"/>
            <w:vAlign w:val="center"/>
          </w:tcPr>
          <w:p w14:paraId="214D5FCC"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-3 dB</w:t>
            </w: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3060CE8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NR_FDD_FR1_A, NR_TDD_FR1_A,</w:t>
            </w:r>
          </w:p>
          <w:p w14:paraId="0CDF09F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638D760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44F5168C" w14:textId="77777777" w:rsidR="001F5A79" w:rsidRPr="008C6DE4" w:rsidRDefault="001F5A79" w:rsidP="00DF3064">
            <w:pPr>
              <w:keepNext/>
              <w:keepLines/>
              <w:spacing w:after="0"/>
              <w:jc w:val="center"/>
              <w:rPr>
                <w:rFonts w:ascii="Arial" w:hAnsi="Arial" w:cs="Arial"/>
                <w:sz w:val="18"/>
              </w:rPr>
            </w:pPr>
            <w:r w:rsidRPr="008C6DE4">
              <w:rPr>
                <w:rFonts w:ascii="Arial" w:hAnsi="Arial"/>
                <w:sz w:val="18"/>
              </w:rPr>
              <w:t>-118</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96EE15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7DC6757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00995400" w14:textId="77777777" w:rsidTr="00DF3064">
        <w:trPr>
          <w:jc w:val="center"/>
        </w:trPr>
        <w:tc>
          <w:tcPr>
            <w:tcW w:w="1035" w:type="dxa"/>
            <w:vMerge/>
            <w:tcBorders>
              <w:left w:val="single" w:sz="4" w:space="0" w:color="auto"/>
              <w:right w:val="single" w:sz="6" w:space="0" w:color="auto"/>
            </w:tcBorders>
            <w:shd w:val="clear" w:color="auto" w:fill="auto"/>
            <w:vAlign w:val="center"/>
          </w:tcPr>
          <w:p w14:paraId="2A9D48A3"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6EF864C9"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4A3F6F7A"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tcPr>
          <w:p w14:paraId="7EA469E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1027" w:type="dxa"/>
            <w:tcBorders>
              <w:top w:val="single" w:sz="6" w:space="0" w:color="auto"/>
              <w:left w:val="single" w:sz="4" w:space="0" w:color="auto"/>
              <w:bottom w:val="single" w:sz="6" w:space="0" w:color="auto"/>
              <w:right w:val="single" w:sz="6" w:space="0" w:color="auto"/>
            </w:tcBorders>
            <w:shd w:val="clear" w:color="auto" w:fill="auto"/>
          </w:tcPr>
          <w:p w14:paraId="04804AF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48C8C377"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-117.5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8FF8EFC"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ja-JP"/>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5F1D42D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22652CA0" w14:textId="77777777" w:rsidTr="00DF3064">
        <w:trPr>
          <w:jc w:val="center"/>
        </w:trPr>
        <w:tc>
          <w:tcPr>
            <w:tcW w:w="1035" w:type="dxa"/>
            <w:vMerge/>
            <w:tcBorders>
              <w:left w:val="single" w:sz="4" w:space="0" w:color="auto"/>
              <w:right w:val="single" w:sz="6" w:space="0" w:color="auto"/>
            </w:tcBorders>
            <w:shd w:val="clear" w:color="auto" w:fill="auto"/>
            <w:vAlign w:val="center"/>
          </w:tcPr>
          <w:p w14:paraId="15383215"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27E61E4E"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42257109"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316E4E8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6FC79AE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578EBEE0"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-117</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A3D765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42F093D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6A821C55" w14:textId="77777777" w:rsidTr="00DF3064">
        <w:trPr>
          <w:jc w:val="center"/>
        </w:trPr>
        <w:tc>
          <w:tcPr>
            <w:tcW w:w="1035" w:type="dxa"/>
            <w:vMerge/>
            <w:tcBorders>
              <w:left w:val="single" w:sz="4" w:space="0" w:color="auto"/>
              <w:right w:val="single" w:sz="6" w:space="0" w:color="auto"/>
            </w:tcBorders>
            <w:shd w:val="clear" w:color="auto" w:fill="auto"/>
            <w:vAlign w:val="center"/>
          </w:tcPr>
          <w:p w14:paraId="1E6DB777"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722412B0"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6CEDEE8F"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7EE5D144"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519A1E8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-119.5</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20911DFF" w14:textId="77777777" w:rsidR="001F5A79" w:rsidRPr="008C6DE4" w:rsidRDefault="001F5A79" w:rsidP="00DF3064">
            <w:pPr>
              <w:keepNext/>
              <w:keepLines/>
              <w:spacing w:after="0"/>
              <w:jc w:val="center"/>
              <w:rPr>
                <w:rFonts w:ascii="Arial" w:hAnsi="Arial" w:cs="Arial"/>
                <w:sz w:val="18"/>
              </w:rPr>
            </w:pPr>
            <w:r w:rsidRPr="008C6DE4">
              <w:rPr>
                <w:rFonts w:ascii="Arial" w:hAnsi="Arial"/>
                <w:sz w:val="18"/>
              </w:rPr>
              <w:t>-116.5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A387F0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46DFCA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C9FDB77" w14:textId="77777777" w:rsidTr="00DF3064">
        <w:trPr>
          <w:jc w:val="center"/>
        </w:trPr>
        <w:tc>
          <w:tcPr>
            <w:tcW w:w="1035" w:type="dxa"/>
            <w:vMerge/>
            <w:tcBorders>
              <w:left w:val="single" w:sz="4" w:space="0" w:color="auto"/>
              <w:right w:val="single" w:sz="6" w:space="0" w:color="auto"/>
            </w:tcBorders>
            <w:shd w:val="clear" w:color="auto" w:fill="auto"/>
            <w:vAlign w:val="center"/>
          </w:tcPr>
          <w:p w14:paraId="1C85D348"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550721EF"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0DADB12F"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5B730601"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66BA3B7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11881BAD"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-116</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D9A6E5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1888368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28936218" w14:textId="77777777" w:rsidTr="00DF3064">
        <w:trPr>
          <w:jc w:val="center"/>
        </w:trPr>
        <w:tc>
          <w:tcPr>
            <w:tcW w:w="1035" w:type="dxa"/>
            <w:vMerge/>
            <w:tcBorders>
              <w:left w:val="single" w:sz="4" w:space="0" w:color="auto"/>
              <w:right w:val="single" w:sz="6" w:space="0" w:color="auto"/>
            </w:tcBorders>
            <w:shd w:val="clear" w:color="auto" w:fill="auto"/>
            <w:vAlign w:val="center"/>
          </w:tcPr>
          <w:p w14:paraId="5BB32D95"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03E8A6AB"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0F4E9310"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546C9558"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FDD_FR1_G</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64AA243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6E3C2440"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447960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195337E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1B2BF763" w14:textId="77777777" w:rsidTr="00DF3064">
        <w:trPr>
          <w:jc w:val="center"/>
        </w:trPr>
        <w:tc>
          <w:tcPr>
            <w:tcW w:w="1035" w:type="dxa"/>
            <w:vMerge/>
            <w:tcBorders>
              <w:left w:val="single" w:sz="4" w:space="0" w:color="auto"/>
              <w:right w:val="single" w:sz="6" w:space="0" w:color="auto"/>
            </w:tcBorders>
            <w:shd w:val="clear" w:color="auto" w:fill="auto"/>
            <w:vAlign w:val="center"/>
          </w:tcPr>
          <w:p w14:paraId="392704C4"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28EEA913"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66D8F785"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2C9C9D4F"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FDD_FR1_H</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0F4B9A1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62626B1F"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4B4622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4726162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44C8807E" w14:textId="77777777" w:rsidTr="00DF3064">
        <w:trPr>
          <w:jc w:val="center"/>
        </w:trPr>
        <w:tc>
          <w:tcPr>
            <w:tcW w:w="1035" w:type="dxa"/>
            <w:tcBorders>
              <w:top w:val="single" w:sz="6" w:space="0" w:color="auto"/>
              <w:left w:val="single" w:sz="4" w:space="0" w:color="auto"/>
              <w:bottom w:val="single" w:sz="6" w:space="0" w:color="auto"/>
              <w:right w:val="single" w:sz="6" w:space="0" w:color="auto"/>
            </w:tcBorders>
            <w:shd w:val="clear" w:color="auto" w:fill="auto"/>
            <w:vAlign w:val="center"/>
          </w:tcPr>
          <w:p w14:paraId="00BE4D10"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3.5</w:t>
            </w:r>
          </w:p>
        </w:tc>
        <w:tc>
          <w:tcPr>
            <w:tcW w:w="1047" w:type="dxa"/>
            <w:tcBorders>
              <w:top w:val="single" w:sz="6" w:space="0" w:color="auto"/>
              <w:left w:val="single" w:sz="6" w:space="0" w:color="auto"/>
              <w:bottom w:val="single" w:sz="6" w:space="0" w:color="auto"/>
              <w:right w:val="single" w:sz="6" w:space="0" w:color="auto"/>
            </w:tcBorders>
            <w:shd w:val="clear" w:color="auto" w:fill="auto"/>
            <w:vAlign w:val="center"/>
          </w:tcPr>
          <w:p w14:paraId="1F9F05DA"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802" w:type="dxa"/>
            <w:tcBorders>
              <w:top w:val="single" w:sz="6" w:space="0" w:color="auto"/>
              <w:left w:val="single" w:sz="6" w:space="0" w:color="auto"/>
              <w:bottom w:val="single" w:sz="6" w:space="0" w:color="auto"/>
              <w:right w:val="single" w:sz="6" w:space="0" w:color="auto"/>
            </w:tcBorders>
            <w:shd w:val="clear" w:color="auto" w:fill="auto"/>
            <w:vAlign w:val="center"/>
          </w:tcPr>
          <w:p w14:paraId="32B04806"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-6 dB</w:t>
            </w: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2FC7ECA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c>
          <w:tcPr>
            <w:tcW w:w="1027" w:type="dxa"/>
            <w:tcBorders>
              <w:top w:val="single" w:sz="6" w:space="0" w:color="auto"/>
              <w:left w:val="single" w:sz="4" w:space="0" w:color="auto"/>
              <w:bottom w:val="single" w:sz="4" w:space="0" w:color="auto"/>
              <w:right w:val="single" w:sz="6" w:space="0" w:color="auto"/>
            </w:tcBorders>
            <w:shd w:val="clear" w:color="auto" w:fill="auto"/>
            <w:vAlign w:val="center"/>
          </w:tcPr>
          <w:p w14:paraId="23CDA18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c>
          <w:tcPr>
            <w:tcW w:w="1083" w:type="dxa"/>
            <w:tcBorders>
              <w:top w:val="single" w:sz="6" w:space="0" w:color="auto"/>
              <w:left w:val="single" w:sz="4" w:space="0" w:color="auto"/>
              <w:bottom w:val="single" w:sz="4" w:space="0" w:color="auto"/>
              <w:right w:val="single" w:sz="6" w:space="0" w:color="auto"/>
            </w:tcBorders>
            <w:shd w:val="clear" w:color="auto" w:fill="auto"/>
            <w:vAlign w:val="center"/>
          </w:tcPr>
          <w:p w14:paraId="22BADA14"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rPr>
              <w:t>Note 2</w:t>
            </w:r>
          </w:p>
        </w:tc>
        <w:tc>
          <w:tcPr>
            <w:tcW w:w="1440" w:type="dxa"/>
            <w:tcBorders>
              <w:top w:val="single" w:sz="6" w:space="0" w:color="auto"/>
              <w:left w:val="single" w:sz="6" w:space="0" w:color="auto"/>
              <w:bottom w:val="single" w:sz="4" w:space="0" w:color="auto"/>
              <w:right w:val="single" w:sz="6" w:space="0" w:color="auto"/>
            </w:tcBorders>
            <w:shd w:val="clear" w:color="auto" w:fill="auto"/>
            <w:vAlign w:val="center"/>
          </w:tcPr>
          <w:p w14:paraId="754CF02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c>
          <w:tcPr>
            <w:tcW w:w="1440" w:type="dxa"/>
            <w:tcBorders>
              <w:top w:val="single" w:sz="6" w:space="0" w:color="auto"/>
              <w:left w:val="single" w:sz="6" w:space="0" w:color="auto"/>
              <w:bottom w:val="single" w:sz="4" w:space="0" w:color="auto"/>
              <w:right w:val="single" w:sz="4" w:space="0" w:color="auto"/>
            </w:tcBorders>
            <w:shd w:val="clear" w:color="auto" w:fill="auto"/>
            <w:vAlign w:val="center"/>
          </w:tcPr>
          <w:p w14:paraId="23A67AF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r>
      <w:tr w:rsidR="001F5A79" w:rsidRPr="008C6DE4" w14:paraId="64457A1F" w14:textId="77777777" w:rsidTr="00DF3064">
        <w:trPr>
          <w:jc w:val="center"/>
        </w:trPr>
        <w:tc>
          <w:tcPr>
            <w:tcW w:w="10172" w:type="dxa"/>
            <w:gridSpan w:val="8"/>
            <w:tcBorders>
              <w:top w:val="single" w:sz="6" w:space="0" w:color="auto"/>
              <w:left w:val="single" w:sz="4" w:space="0" w:color="auto"/>
              <w:bottom w:val="single" w:sz="4" w:space="0" w:color="auto"/>
              <w:right w:val="single" w:sz="4" w:space="0" w:color="auto"/>
            </w:tcBorders>
            <w:shd w:val="clear" w:color="auto" w:fill="auto"/>
            <w:vAlign w:val="center"/>
          </w:tcPr>
          <w:p w14:paraId="5AF63A0A"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Io is assumed to have constant EPRE across the bandwidth.</w:t>
            </w:r>
          </w:p>
          <w:p w14:paraId="331D6A6D" w14:textId="77777777" w:rsidR="001F5A79" w:rsidRPr="008C6DE4" w:rsidRDefault="001F5A79" w:rsidP="00DF3064">
            <w:pPr>
              <w:keepNext/>
              <w:keepLines/>
              <w:spacing w:after="0"/>
              <w:ind w:left="851" w:hanging="851"/>
              <w:rPr>
                <w:rFonts w:ascii="Arial" w:hAnsi="Arial" w:cs="Arial"/>
                <w:sz w:val="18"/>
              </w:rPr>
            </w:pPr>
            <w:r w:rsidRPr="008C6DE4">
              <w:rPr>
                <w:rFonts w:ascii="Arial" w:hAnsi="Arial" w:cs="Arial"/>
                <w:sz w:val="18"/>
              </w:rPr>
              <w:t>N</w:t>
            </w:r>
            <w:r w:rsidRPr="008C6DE4">
              <w:rPr>
                <w:rFonts w:ascii="Arial" w:hAnsi="Arial" w:cs="Arial"/>
                <w:sz w:val="18"/>
                <w:lang w:eastAsia="zh-CN"/>
              </w:rPr>
              <w:t>OTE</w:t>
            </w:r>
            <w:r w:rsidRPr="008C6DE4">
              <w:rPr>
                <w:rFonts w:ascii="Arial" w:hAnsi="Arial" w:cs="Arial"/>
                <w:sz w:val="18"/>
              </w:rPr>
              <w:t xml:space="preserve"> 2:</w:t>
            </w:r>
            <w:r w:rsidRPr="008C6DE4">
              <w:rPr>
                <w:rFonts w:ascii="Arial" w:hAnsi="Arial" w:cs="Arial"/>
                <w:sz w:val="18"/>
              </w:rPr>
              <w:tab/>
              <w:t>The same bands and the same Io conditions for each band apply for this requirement as for the corresponding highest accuracy requirement.</w:t>
            </w:r>
          </w:p>
          <w:p w14:paraId="0A889471" w14:textId="77777777" w:rsidR="001F5A79" w:rsidRPr="008C6DE4" w:rsidRDefault="001F5A79" w:rsidP="00DF3064">
            <w:pPr>
              <w:keepNext/>
              <w:keepLines/>
              <w:spacing w:after="0"/>
              <w:ind w:left="851" w:hanging="851"/>
              <w:rPr>
                <w:rFonts w:ascii="Arial" w:hAnsi="Arial" w:cs="Arial"/>
                <w:sz w:val="18"/>
              </w:rPr>
            </w:pPr>
            <w:r w:rsidRPr="008C6DE4">
              <w:rPr>
                <w:rFonts w:ascii="Arial" w:hAnsi="Arial" w:cs="Arial"/>
                <w:sz w:val="18"/>
              </w:rPr>
              <w:t>NOTE 3:</w:t>
            </w:r>
            <w:r w:rsidRPr="008C6DE4">
              <w:rPr>
                <w:rFonts w:ascii="Arial" w:hAnsi="Arial" w:cs="Arial"/>
                <w:sz w:val="18"/>
              </w:rPr>
              <w:tab/>
              <w:t xml:space="preserve">The requirements apply for SSB Ês/Iot </w:t>
            </w:r>
            <w:r w:rsidRPr="008C6DE4">
              <w:rPr>
                <w:rFonts w:ascii="Arial" w:hAnsi="Arial" w:cs="Arial" w:hint="eastAsia"/>
                <w:sz w:val="18"/>
              </w:rPr>
              <w:t>≤</w:t>
            </w:r>
            <w:r w:rsidRPr="008C6DE4">
              <w:rPr>
                <w:rFonts w:ascii="Arial" w:hAnsi="Arial" w:cs="Arial"/>
                <w:sz w:val="18"/>
              </w:rPr>
              <w:t xml:space="preserve"> 25 dB.</w:t>
            </w:r>
          </w:p>
          <w:p w14:paraId="34B37969" w14:textId="77777777" w:rsidR="001F5A79" w:rsidRPr="008C6DE4" w:rsidRDefault="001F5A79" w:rsidP="00DF3064">
            <w:pPr>
              <w:keepNext/>
              <w:keepLines/>
              <w:spacing w:after="0"/>
              <w:ind w:left="851" w:hanging="851"/>
              <w:rPr>
                <w:rFonts w:ascii="Arial" w:hAnsi="Arial"/>
                <w:sz w:val="18"/>
              </w:rPr>
            </w:pPr>
            <w:r w:rsidRPr="008C6DE4">
              <w:rPr>
                <w:rFonts w:ascii="Arial" w:hAnsi="Arial" w:cs="Arial"/>
                <w:sz w:val="18"/>
              </w:rPr>
              <w:t>NOTE 4:</w:t>
            </w:r>
            <w:r w:rsidRPr="008C6DE4">
              <w:rPr>
                <w:rFonts w:ascii="Arial" w:hAnsi="Arial" w:cs="Arial"/>
                <w:sz w:val="18"/>
              </w:rPr>
              <w:tab/>
            </w:r>
            <w:r w:rsidRPr="008C6DE4">
              <w:rPr>
                <w:rFonts w:ascii="Arial" w:hAnsi="Arial"/>
                <w:sz w:val="18"/>
              </w:rPr>
              <w:t>NR operating band groups in FR1 are as defined in clause 3.5.2.</w:t>
            </w:r>
          </w:p>
        </w:tc>
      </w:tr>
    </w:tbl>
    <w:p w14:paraId="586AF451" w14:textId="77777777" w:rsidR="001F5A79" w:rsidRPr="008C6DE4" w:rsidRDefault="001F5A79" w:rsidP="001F5A79"/>
    <w:p w14:paraId="1A2BA756" w14:textId="0F711D72" w:rsidR="001F5A79" w:rsidRPr="008C6DE4" w:rsidRDefault="001F5A79" w:rsidP="0048284E">
      <w:pPr>
        <w:pStyle w:val="Heading3"/>
        <w:rPr>
          <w:lang w:val="en-US" w:eastAsia="ko-KR"/>
        </w:rPr>
      </w:pPr>
      <w:r w:rsidRPr="008C6DE4">
        <w:rPr>
          <w:lang w:val="en-US" w:eastAsia="ko-KR"/>
        </w:rPr>
        <w:t>1</w:t>
      </w:r>
      <w:r w:rsidR="0048284E" w:rsidRPr="008C6DE4">
        <w:rPr>
          <w:lang w:val="en-US" w:eastAsia="ko-KR"/>
        </w:rPr>
        <w:t>0.1.1</w:t>
      </w:r>
      <w:r w:rsidRPr="008C6DE4">
        <w:rPr>
          <w:lang w:val="en-US" w:eastAsia="ko-KR"/>
        </w:rPr>
        <w:t>3</w:t>
      </w:r>
      <w:r w:rsidRPr="008C6DE4">
        <w:rPr>
          <w:lang w:val="en-US" w:eastAsia="ko-KR"/>
        </w:rPr>
        <w:tab/>
        <w:t xml:space="preserve">Intra-frequency SINR accuracy requirements </w:t>
      </w:r>
      <w:r w:rsidRPr="008C6DE4">
        <w:rPr>
          <w:lang w:val="en-US" w:eastAsia="zh-CN"/>
        </w:rPr>
        <w:t>for</w:t>
      </w:r>
      <w:r w:rsidRPr="008C6DE4">
        <w:rPr>
          <w:lang w:val="en-US" w:eastAsia="ko-KR"/>
        </w:rPr>
        <w:t xml:space="preserve"> FR2</w:t>
      </w:r>
    </w:p>
    <w:p w14:paraId="17BF54E7" w14:textId="77777777" w:rsidR="001F5A79" w:rsidRPr="008C6DE4" w:rsidRDefault="001F5A79" w:rsidP="001F5A79">
      <w:pPr>
        <w:keepNext/>
        <w:keepLines/>
        <w:overflowPunct w:val="0"/>
        <w:autoSpaceDE w:val="0"/>
        <w:autoSpaceDN w:val="0"/>
        <w:adjustRightInd w:val="0"/>
        <w:spacing w:before="120"/>
        <w:ind w:left="1418" w:hanging="1418"/>
        <w:textAlignment w:val="baseline"/>
        <w:outlineLvl w:val="3"/>
        <w:rPr>
          <w:rFonts w:ascii="Arial" w:hAnsi="Arial"/>
          <w:sz w:val="24"/>
          <w:lang w:val="en-US" w:eastAsia="zh-CN"/>
        </w:rPr>
      </w:pPr>
      <w:r w:rsidRPr="008C6DE4">
        <w:rPr>
          <w:rFonts w:ascii="Arial" w:hAnsi="Arial"/>
          <w:sz w:val="24"/>
          <w:lang w:val="en-US" w:eastAsia="zh-CN"/>
        </w:rPr>
        <w:t>10.1.13.1</w:t>
      </w:r>
      <w:r w:rsidRPr="008C6DE4">
        <w:rPr>
          <w:rFonts w:ascii="Arial" w:hAnsi="Arial"/>
          <w:sz w:val="24"/>
          <w:lang w:val="en-US" w:eastAsia="zh-CN"/>
        </w:rPr>
        <w:tab/>
      </w:r>
      <w:r w:rsidRPr="008C6DE4">
        <w:rPr>
          <w:rFonts w:ascii="Arial" w:hAnsi="Arial"/>
          <w:sz w:val="24"/>
          <w:lang w:val="en-US" w:eastAsia="ko-KR"/>
        </w:rPr>
        <w:t>Intra-frequency SS-SINR accuracy requirements</w:t>
      </w:r>
      <w:r w:rsidRPr="008C6DE4">
        <w:rPr>
          <w:rFonts w:ascii="Arial" w:hAnsi="Arial"/>
          <w:sz w:val="24"/>
          <w:lang w:val="en-US" w:eastAsia="zh-CN"/>
        </w:rPr>
        <w:t xml:space="preserve"> in FR2</w:t>
      </w:r>
    </w:p>
    <w:p w14:paraId="2228E069" w14:textId="77777777" w:rsidR="001F5A79" w:rsidRPr="008C6DE4" w:rsidRDefault="001F5A79" w:rsidP="001F5A79">
      <w:pPr>
        <w:keepNext/>
        <w:keepLines/>
        <w:spacing w:before="120"/>
        <w:ind w:left="1701" w:hanging="1701"/>
        <w:outlineLvl w:val="4"/>
        <w:rPr>
          <w:rFonts w:ascii="Arial" w:hAnsi="Arial"/>
          <w:sz w:val="22"/>
        </w:rPr>
      </w:pPr>
      <w:r w:rsidRPr="008C6DE4">
        <w:rPr>
          <w:rFonts w:ascii="Arial" w:hAnsi="Arial"/>
          <w:sz w:val="22"/>
          <w:lang w:eastAsia="zh-CN"/>
        </w:rPr>
        <w:t>10.1.13</w:t>
      </w:r>
      <w:r w:rsidRPr="008C6DE4">
        <w:rPr>
          <w:rFonts w:ascii="Arial" w:hAnsi="Arial"/>
          <w:sz w:val="22"/>
        </w:rPr>
        <w:t>.1</w:t>
      </w:r>
      <w:r w:rsidRPr="008C6DE4">
        <w:rPr>
          <w:rFonts w:ascii="Arial" w:hAnsi="Arial"/>
          <w:sz w:val="22"/>
          <w:lang w:eastAsia="zh-CN"/>
        </w:rPr>
        <w:t>.1</w:t>
      </w:r>
      <w:r w:rsidRPr="008C6DE4">
        <w:rPr>
          <w:rFonts w:ascii="Arial" w:hAnsi="Arial"/>
          <w:sz w:val="22"/>
        </w:rPr>
        <w:tab/>
        <w:t xml:space="preserve">Absolute </w:t>
      </w:r>
      <w:r w:rsidRPr="008C6DE4">
        <w:rPr>
          <w:rFonts w:ascii="Arial" w:hAnsi="Arial"/>
          <w:sz w:val="22"/>
          <w:lang w:val="en-US" w:eastAsia="ko-KR"/>
        </w:rPr>
        <w:t xml:space="preserve">SS-SINR </w:t>
      </w:r>
      <w:r w:rsidRPr="008C6DE4">
        <w:rPr>
          <w:rFonts w:ascii="Arial" w:hAnsi="Arial"/>
          <w:sz w:val="22"/>
        </w:rPr>
        <w:t>Accuracy in FR2</w:t>
      </w:r>
    </w:p>
    <w:p w14:paraId="1535E25B" w14:textId="77777777" w:rsidR="001F5A79" w:rsidRPr="008C6DE4" w:rsidRDefault="001F5A79" w:rsidP="001F5A79">
      <w:pPr>
        <w:rPr>
          <w:rFonts w:cs="v4.2.0"/>
          <w:i/>
        </w:rPr>
      </w:pPr>
      <w:r w:rsidRPr="008C6DE4">
        <w:rPr>
          <w:rFonts w:cs="v4.2.0"/>
        </w:rPr>
        <w:t xml:space="preserve">Unless otherwise specified, the requirements for absolute accuracy of </w:t>
      </w:r>
      <w:r w:rsidRPr="008C6DE4">
        <w:rPr>
          <w:rFonts w:cs="v4.2.0"/>
          <w:lang w:eastAsia="zh-CN"/>
        </w:rPr>
        <w:t>SS-SINR</w:t>
      </w:r>
      <w:r w:rsidRPr="008C6DE4">
        <w:rPr>
          <w:rFonts w:cs="v4.2.0"/>
        </w:rPr>
        <w:t xml:space="preserve"> in this clause apply to a cell on the same frequency as that of the serving cell in FR2.</w:t>
      </w:r>
    </w:p>
    <w:p w14:paraId="4F39781A"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10.1.13.1.1</w:t>
      </w:r>
      <w:r w:rsidRPr="008C6DE4">
        <w:rPr>
          <w:rFonts w:cs="v4.2.0"/>
        </w:rPr>
        <w:t>-1 are valid under the following conditions:</w:t>
      </w:r>
    </w:p>
    <w:p w14:paraId="6AC15C61" w14:textId="77777777" w:rsidR="001F5A79" w:rsidRPr="008C6DE4" w:rsidRDefault="001F5A79" w:rsidP="001F5A79">
      <w:pPr>
        <w:ind w:left="568" w:hanging="284"/>
        <w:rPr>
          <w:rFonts w:cs="v4.2.0"/>
        </w:rPr>
      </w:pPr>
      <w:r w:rsidRPr="008C6DE4">
        <w:t>-</w:t>
      </w:r>
      <w:r w:rsidRPr="008C6DE4">
        <w:rPr>
          <w:rFonts w:ascii="Arial" w:hAnsi="Arial"/>
          <w:sz w:val="28"/>
          <w:lang w:val="en-US"/>
        </w:rPr>
        <w:tab/>
      </w:r>
      <w:r w:rsidRPr="008C6DE4">
        <w:t>Conditions defined in clause 7.3 of TS 38.101-2 [19] for reference sensitivity are fulfilled.</w:t>
      </w:r>
    </w:p>
    <w:p w14:paraId="1701D466" w14:textId="77777777" w:rsidR="001F5A79" w:rsidRPr="008C6DE4" w:rsidRDefault="001F5A79" w:rsidP="001F5A79">
      <w:pPr>
        <w:ind w:left="568" w:hanging="284"/>
      </w:pPr>
      <w:r w:rsidRPr="008C6DE4">
        <w:t>-</w:t>
      </w:r>
      <w:r w:rsidRPr="008C6DE4">
        <w:rPr>
          <w:rFonts w:ascii="Arial" w:hAnsi="Arial"/>
          <w:sz w:val="28"/>
          <w:lang w:val="en-US"/>
        </w:rPr>
        <w:tab/>
      </w:r>
      <w:r w:rsidRPr="008C6DE4">
        <w:t>Conditions for intra-frequency measurements are fulfilled according to Annex B.2.2 for a corresponding Band.</w:t>
      </w:r>
    </w:p>
    <w:p w14:paraId="3C3E1AC2" w14:textId="77777777" w:rsidR="001F5A79" w:rsidRPr="008C6DE4" w:rsidRDefault="001F5A79" w:rsidP="001F5A79">
      <w:pPr>
        <w:ind w:left="568" w:hanging="284"/>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359545D1" w14:textId="77777777" w:rsidR="001F5A79" w:rsidRPr="008C6DE4" w:rsidRDefault="001F5A79" w:rsidP="001F5A79">
      <w:pPr>
        <w:keepNext/>
        <w:keepLines/>
        <w:spacing w:before="60"/>
        <w:jc w:val="center"/>
        <w:rPr>
          <w:rFonts w:ascii="Arial" w:hAnsi="Arial"/>
          <w:b/>
          <w:lang w:eastAsia="zh-CN"/>
        </w:rPr>
      </w:pPr>
      <w:r w:rsidRPr="008C6DE4">
        <w:rPr>
          <w:rFonts w:ascii="Arial" w:hAnsi="Arial"/>
          <w:b/>
        </w:rPr>
        <w:t xml:space="preserve">Table </w:t>
      </w:r>
      <w:r w:rsidRPr="008C6DE4">
        <w:rPr>
          <w:rFonts w:ascii="Arial" w:hAnsi="Arial"/>
          <w:b/>
          <w:lang w:eastAsia="zh-CN"/>
        </w:rPr>
        <w:t>10.1.13.1.1-1</w:t>
      </w:r>
      <w:r w:rsidRPr="008C6DE4">
        <w:rPr>
          <w:rFonts w:ascii="Arial" w:hAnsi="Arial"/>
          <w:b/>
        </w:rPr>
        <w:t xml:space="preserve">: </w:t>
      </w:r>
      <w:r w:rsidRPr="008C6DE4">
        <w:rPr>
          <w:rFonts w:ascii="Arial" w:hAnsi="Arial"/>
          <w:b/>
          <w:lang w:eastAsia="zh-CN"/>
        </w:rPr>
        <w:t>SS-SINR</w:t>
      </w:r>
      <w:r w:rsidRPr="008C6DE4">
        <w:rPr>
          <w:rFonts w:ascii="Arial" w:hAnsi="Arial"/>
          <w:b/>
        </w:rPr>
        <w:t xml:space="preserve"> Intra frequency absolute accuracy</w:t>
      </w:r>
      <w:r w:rsidRPr="008C6DE4">
        <w:rPr>
          <w:rFonts w:ascii="Arial" w:hAnsi="Arial"/>
          <w:b/>
          <w:lang w:eastAsia="zh-CN"/>
        </w:rPr>
        <w:t xml:space="preserve"> in FR2</w:t>
      </w:r>
    </w:p>
    <w:tbl>
      <w:tblPr>
        <w:tblW w:w="8789" w:type="dxa"/>
        <w:jc w:val="center"/>
        <w:tblLook w:val="01E0" w:firstRow="1" w:lastRow="1" w:firstColumn="1" w:lastColumn="1" w:noHBand="0" w:noVBand="0"/>
      </w:tblPr>
      <w:tblGrid>
        <w:gridCol w:w="1122"/>
        <w:gridCol w:w="1119"/>
        <w:gridCol w:w="1119"/>
        <w:gridCol w:w="1580"/>
        <w:gridCol w:w="1581"/>
        <w:gridCol w:w="2268"/>
      </w:tblGrid>
      <w:tr w:rsidR="00DD3199" w:rsidRPr="008C6DE4" w14:paraId="660FE8E0" w14:textId="77777777" w:rsidTr="00DF3064">
        <w:trPr>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A4256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6548" w:type="dxa"/>
            <w:gridSpan w:val="4"/>
            <w:tcBorders>
              <w:top w:val="single" w:sz="4" w:space="0" w:color="auto"/>
              <w:left w:val="single" w:sz="4" w:space="0" w:color="auto"/>
              <w:bottom w:val="single" w:sz="4" w:space="0" w:color="auto"/>
              <w:right w:val="single" w:sz="4" w:space="0" w:color="auto"/>
            </w:tcBorders>
            <w:vAlign w:val="center"/>
          </w:tcPr>
          <w:p w14:paraId="463B253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230EE57A" w14:textId="77777777" w:rsidTr="00DF3064">
        <w:trPr>
          <w:jc w:val="center"/>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65CC2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564B9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119" w:type="dxa"/>
            <w:vMerge w:val="restart"/>
            <w:tcBorders>
              <w:top w:val="single" w:sz="4" w:space="0" w:color="auto"/>
              <w:left w:val="single" w:sz="4" w:space="0" w:color="auto"/>
              <w:bottom w:val="single" w:sz="4" w:space="0" w:color="auto"/>
              <w:right w:val="single" w:sz="4" w:space="0" w:color="auto"/>
            </w:tcBorders>
          </w:tcPr>
          <w:p w14:paraId="189E9BA7"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SSB Ês/Iot</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C6073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2</w:t>
            </w:r>
            <w:r w:rsidRPr="008C6DE4">
              <w:rPr>
                <w:rFonts w:ascii="Arial" w:hAnsi="Arial"/>
                <w:b/>
                <w:sz w:val="18"/>
              </w:rPr>
              <w:t xml:space="preserve"> range</w:t>
            </w:r>
          </w:p>
        </w:tc>
      </w:tr>
      <w:tr w:rsidR="00DD3199" w:rsidRPr="008C6DE4" w14:paraId="38303255" w14:textId="77777777" w:rsidTr="00DF3064">
        <w:trPr>
          <w:jc w:val="center"/>
        </w:trPr>
        <w:tc>
          <w:tcPr>
            <w:tcW w:w="11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864AC5"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3EF2C0C"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vAlign w:val="center"/>
          </w:tcPr>
          <w:p w14:paraId="3979C950" w14:textId="77777777" w:rsidR="001F5A79" w:rsidRPr="008C6DE4" w:rsidRDefault="001F5A79" w:rsidP="00DF3064">
            <w:pPr>
              <w:keepNext/>
              <w:keepLines/>
              <w:spacing w:after="0"/>
              <w:jc w:val="center"/>
              <w:rPr>
                <w:rFonts w:ascii="Arial" w:hAnsi="Arial"/>
                <w:b/>
                <w:sz w:val="18"/>
              </w:rPr>
            </w:pPr>
          </w:p>
        </w:tc>
        <w:tc>
          <w:tcPr>
            <w:tcW w:w="31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2CCCC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1B858B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26CDA58B" w14:textId="77777777" w:rsidTr="00DF3064">
        <w:trPr>
          <w:jc w:val="center"/>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07B62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E3D6C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4" w:space="0" w:color="auto"/>
              <w:left w:val="single" w:sz="4" w:space="0" w:color="auto"/>
              <w:bottom w:val="single" w:sz="4" w:space="0" w:color="auto"/>
              <w:right w:val="single" w:sz="4" w:space="0" w:color="auto"/>
            </w:tcBorders>
            <w:vAlign w:val="center"/>
          </w:tcPr>
          <w:p w14:paraId="45B262C2"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31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3929A"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r w:rsidRPr="008C6DE4">
              <w:rPr>
                <w:rFonts w:ascii="Arial" w:hAnsi="Arial"/>
                <w:b/>
                <w:sz w:val="18"/>
                <w:vertAlign w:val="superscript"/>
              </w:rPr>
              <w:t xml:space="preserve"> Note 1</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3D9C0DE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55210031" w14:textId="77777777" w:rsidTr="00DF3064">
        <w:trPr>
          <w:jc w:val="center"/>
        </w:trPr>
        <w:tc>
          <w:tcPr>
            <w:tcW w:w="11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548470"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698657"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tcPr>
          <w:p w14:paraId="0653A6A7" w14:textId="77777777" w:rsidR="001F5A79" w:rsidRPr="008C6DE4" w:rsidRDefault="001F5A79" w:rsidP="00DF3064">
            <w:pPr>
              <w:keepNext/>
              <w:keepLines/>
              <w:spacing w:after="0"/>
              <w:jc w:val="center"/>
              <w:rPr>
                <w:rFonts w:ascii="Arial" w:hAnsi="Arial"/>
                <w:b/>
                <w:sz w:val="18"/>
              </w:rPr>
            </w:pP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14:paraId="522D0F7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120kHz</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25B7F87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240kHz</w:t>
            </w:r>
          </w:p>
        </w:tc>
        <w:tc>
          <w:tcPr>
            <w:tcW w:w="2268" w:type="dxa"/>
            <w:vMerge/>
            <w:tcBorders>
              <w:left w:val="single" w:sz="4" w:space="0" w:color="auto"/>
              <w:bottom w:val="single" w:sz="4" w:space="0" w:color="auto"/>
              <w:right w:val="single" w:sz="4" w:space="0" w:color="auto"/>
            </w:tcBorders>
            <w:shd w:val="clear" w:color="auto" w:fill="auto"/>
            <w:vAlign w:val="center"/>
          </w:tcPr>
          <w:p w14:paraId="1DC2CC36" w14:textId="77777777" w:rsidR="001F5A79" w:rsidRPr="008C6DE4" w:rsidRDefault="001F5A79" w:rsidP="00DF3064">
            <w:pPr>
              <w:keepNext/>
              <w:keepLines/>
              <w:spacing w:after="0"/>
              <w:jc w:val="center"/>
              <w:rPr>
                <w:rFonts w:ascii="Arial" w:hAnsi="Arial"/>
                <w:b/>
                <w:sz w:val="18"/>
              </w:rPr>
            </w:pPr>
          </w:p>
        </w:tc>
      </w:tr>
      <w:tr w:rsidR="00DD3199" w:rsidRPr="008C6DE4" w14:paraId="776C8D54" w14:textId="77777777" w:rsidTr="00DF3064">
        <w:trPr>
          <w:trHeight w:val="465"/>
          <w:jc w:val="center"/>
        </w:trPr>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14:paraId="6E114A10"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14:paraId="28534817"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vAlign w:val="center"/>
          </w:tcPr>
          <w:p w14:paraId="1E0172FF"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w:t>
            </w:r>
            <w:r w:rsidRPr="008C6DE4">
              <w:rPr>
                <w:rFonts w:ascii="Arial" w:hAnsi="Arial"/>
                <w:sz w:val="18"/>
              </w:rPr>
              <w:t>-3</w:t>
            </w:r>
          </w:p>
        </w:tc>
        <w:tc>
          <w:tcPr>
            <w:tcW w:w="31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A575E8" w14:textId="77777777" w:rsidR="001F5A79" w:rsidRPr="008C6DE4" w:rsidRDefault="001F5A79" w:rsidP="00DF3064">
            <w:pPr>
              <w:keepNext/>
              <w:keepLines/>
              <w:spacing w:after="0"/>
              <w:rPr>
                <w:rFonts w:ascii="Arial" w:eastAsia="Yu Mincho" w:hAnsi="Arial"/>
                <w:sz w:val="18"/>
                <w:lang w:eastAsia="ja-JP"/>
              </w:rPr>
            </w:pPr>
            <w:r w:rsidRPr="008C6DE4">
              <w:rPr>
                <w:rFonts w:ascii="Arial" w:hAnsi="Arial"/>
                <w:sz w:val="18"/>
              </w:rPr>
              <w:t>Same value as SSB_RP in Table B.2.2-2, according to UE Power class, operating band and angle of arrival</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3EA913E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405BD0DA" w14:textId="77777777" w:rsidTr="00DF3064">
        <w:trPr>
          <w:trHeight w:val="465"/>
          <w:jc w:val="center"/>
        </w:trPr>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14:paraId="1A76D39E"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14:paraId="5BA110DD"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vAlign w:val="center"/>
          </w:tcPr>
          <w:p w14:paraId="4D10DE87" w14:textId="77777777" w:rsidR="001F5A79" w:rsidRPr="008C6DE4" w:rsidRDefault="001F5A79" w:rsidP="00DF3064">
            <w:pPr>
              <w:keepNext/>
              <w:keepLines/>
              <w:spacing w:after="0"/>
              <w:jc w:val="center"/>
              <w:rPr>
                <w:sz w:val="18"/>
              </w:rPr>
            </w:pPr>
            <w:r w:rsidRPr="008C6DE4">
              <w:rPr>
                <w:rFonts w:ascii="Arial" w:eastAsia="Yu Mincho" w:hAnsi="Arial" w:cs="Arial"/>
                <w:sz w:val="18"/>
                <w:lang w:eastAsia="ja-JP"/>
              </w:rPr>
              <w:t>≥-6</w:t>
            </w:r>
          </w:p>
        </w:tc>
        <w:tc>
          <w:tcPr>
            <w:tcW w:w="316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B35BEA2" w14:textId="77777777" w:rsidR="001F5A79" w:rsidRPr="008C6DE4" w:rsidRDefault="001F5A79" w:rsidP="00DF3064">
            <w:pPr>
              <w:keepNext/>
              <w:keepLines/>
              <w:spacing w:after="0"/>
              <w:jc w:val="center"/>
              <w:rPr>
                <w:rFonts w:ascii="Arial" w:hAnsi="Arial"/>
                <w:sz w:val="18"/>
              </w:rPr>
            </w:pPr>
          </w:p>
        </w:tc>
        <w:tc>
          <w:tcPr>
            <w:tcW w:w="2268" w:type="dxa"/>
            <w:vMerge/>
            <w:tcBorders>
              <w:left w:val="single" w:sz="4" w:space="0" w:color="auto"/>
              <w:bottom w:val="single" w:sz="4" w:space="0" w:color="auto"/>
              <w:right w:val="single" w:sz="4" w:space="0" w:color="auto"/>
            </w:tcBorders>
            <w:shd w:val="clear" w:color="auto" w:fill="auto"/>
            <w:vAlign w:val="center"/>
          </w:tcPr>
          <w:p w14:paraId="77DEFB4E" w14:textId="77777777" w:rsidR="001F5A79" w:rsidRPr="008C6DE4" w:rsidRDefault="001F5A79" w:rsidP="00DF3064">
            <w:pPr>
              <w:keepNext/>
              <w:keepLines/>
              <w:spacing w:after="0"/>
              <w:jc w:val="center"/>
              <w:rPr>
                <w:rFonts w:ascii="Arial" w:hAnsi="Arial"/>
                <w:sz w:val="18"/>
              </w:rPr>
            </w:pPr>
          </w:p>
        </w:tc>
      </w:tr>
      <w:tr w:rsidR="001F5A79" w:rsidRPr="008C6DE4" w14:paraId="7CB4DD77" w14:textId="77777777" w:rsidTr="00DF3064">
        <w:trPr>
          <w:jc w:val="center"/>
        </w:trPr>
        <w:tc>
          <w:tcPr>
            <w:tcW w:w="87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D681C3B"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Values based on Refsens and EIS spherical coverage as defined in clauses 7.3.2 and 7.3.4 of TS 38.101-2 [19]. Applicable side condition selected depending on angle of arrival.</w:t>
            </w:r>
          </w:p>
          <w:p w14:paraId="3E0FBF87" w14:textId="77777777" w:rsidR="001F5A79" w:rsidRPr="008C6DE4" w:rsidRDefault="001F5A79" w:rsidP="00DF3064">
            <w:pPr>
              <w:keepNext/>
              <w:keepLines/>
              <w:spacing w:after="0"/>
              <w:rPr>
                <w:rFonts w:ascii="Arial" w:hAnsi="Arial"/>
                <w:sz w:val="18"/>
              </w:rPr>
            </w:pPr>
            <w:r w:rsidRPr="008C6DE4">
              <w:rPr>
                <w:rFonts w:ascii="Arial" w:hAnsi="Arial"/>
                <w:sz w:val="18"/>
              </w:rPr>
              <w:t>Note 2:</w:t>
            </w:r>
            <w:r w:rsidRPr="008C6DE4">
              <w:rPr>
                <w:rFonts w:ascii="Arial" w:hAnsi="Arial"/>
                <w:sz w:val="18"/>
              </w:rPr>
              <w:tab/>
            </w:r>
            <w:r w:rsidRPr="008C6DE4">
              <w:rPr>
                <w:rFonts w:ascii="Arial" w:eastAsia="MS Mincho" w:hAnsi="Arial"/>
                <w:sz w:val="18"/>
              </w:rPr>
              <w:t>Io specified at the Reference point, and assumed to have constant EPRE across the bandwidth</w:t>
            </w:r>
            <w:r w:rsidRPr="008C6DE4">
              <w:rPr>
                <w:rFonts w:ascii="Arial" w:hAnsi="Arial"/>
                <w:sz w:val="18"/>
              </w:rPr>
              <w:t>.</w:t>
            </w:r>
          </w:p>
          <w:p w14:paraId="7D336B71"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 xml:space="preserve">In the test cases, the SSB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p w14:paraId="38ADC03E"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4:</w:t>
            </w:r>
            <w:r w:rsidRPr="008C6DE4">
              <w:rPr>
                <w:rFonts w:ascii="Arial" w:hAnsi="Arial"/>
                <w:sz w:val="18"/>
              </w:rPr>
              <w:tab/>
            </w:r>
            <w:r w:rsidRPr="008C6DE4">
              <w:rPr>
                <w:rFonts w:ascii="Arial" w:hAnsi="Arial" w:cs="Arial"/>
                <w:sz w:val="18"/>
              </w:rPr>
              <w:t xml:space="preserve">The requirements apply for SSB Ês/Iot </w:t>
            </w:r>
            <w:r w:rsidRPr="008C6DE4">
              <w:rPr>
                <w:rFonts w:ascii="Arial" w:hAnsi="Arial" w:cs="Arial" w:hint="eastAsia"/>
                <w:sz w:val="18"/>
              </w:rPr>
              <w:t>≤</w:t>
            </w:r>
            <w:r w:rsidRPr="008C6DE4">
              <w:rPr>
                <w:rFonts w:ascii="Arial" w:hAnsi="Arial" w:cs="Arial"/>
                <w:sz w:val="18"/>
              </w:rPr>
              <w:t xml:space="preserve"> 25 dB.</w:t>
            </w:r>
          </w:p>
        </w:tc>
      </w:tr>
    </w:tbl>
    <w:p w14:paraId="41A1215B" w14:textId="77777777" w:rsidR="001F5A79" w:rsidRPr="008C6DE4" w:rsidRDefault="001F5A79" w:rsidP="001F5A79"/>
    <w:p w14:paraId="5D89751A" w14:textId="21BD56F8" w:rsidR="001F5A79" w:rsidRPr="008C6DE4" w:rsidRDefault="001F5A79" w:rsidP="0048284E">
      <w:pPr>
        <w:pStyle w:val="Heading3"/>
        <w:rPr>
          <w:lang w:val="en-US" w:eastAsia="ko-KR"/>
        </w:rPr>
      </w:pPr>
      <w:r w:rsidRPr="008C6DE4">
        <w:rPr>
          <w:lang w:val="en-US" w:eastAsia="ko-KR"/>
        </w:rPr>
        <w:t>1</w:t>
      </w:r>
      <w:r w:rsidR="0048284E" w:rsidRPr="008C6DE4">
        <w:rPr>
          <w:lang w:val="en-US" w:eastAsia="ko-KR"/>
        </w:rPr>
        <w:t>0.1.1</w:t>
      </w:r>
      <w:r w:rsidRPr="008C6DE4">
        <w:rPr>
          <w:lang w:val="en-US" w:eastAsia="ko-KR"/>
        </w:rPr>
        <w:t>4</w:t>
      </w:r>
      <w:r w:rsidRPr="008C6DE4">
        <w:rPr>
          <w:lang w:val="en-US" w:eastAsia="ko-KR"/>
        </w:rPr>
        <w:tab/>
        <w:t xml:space="preserve">Inter-frequency SINR accuracy requirements </w:t>
      </w:r>
      <w:r w:rsidRPr="008C6DE4">
        <w:rPr>
          <w:lang w:val="en-US" w:eastAsia="zh-CN"/>
        </w:rPr>
        <w:t>for</w:t>
      </w:r>
      <w:r w:rsidRPr="008C6DE4">
        <w:rPr>
          <w:lang w:val="en-US" w:eastAsia="ko-KR"/>
        </w:rPr>
        <w:t xml:space="preserve"> FR1</w:t>
      </w:r>
    </w:p>
    <w:p w14:paraId="7D5E4680" w14:textId="77777777" w:rsidR="001F5A79" w:rsidRPr="008C6DE4" w:rsidRDefault="001F5A79" w:rsidP="001F5A79">
      <w:pPr>
        <w:keepNext/>
        <w:keepLines/>
        <w:overflowPunct w:val="0"/>
        <w:autoSpaceDE w:val="0"/>
        <w:autoSpaceDN w:val="0"/>
        <w:adjustRightInd w:val="0"/>
        <w:spacing w:before="120"/>
        <w:ind w:left="1418" w:hanging="1418"/>
        <w:textAlignment w:val="baseline"/>
        <w:outlineLvl w:val="3"/>
        <w:rPr>
          <w:rFonts w:ascii="Arial" w:hAnsi="Arial"/>
          <w:sz w:val="24"/>
          <w:lang w:val="en-US" w:eastAsia="zh-CN"/>
        </w:rPr>
      </w:pPr>
      <w:r w:rsidRPr="008C6DE4">
        <w:rPr>
          <w:rFonts w:ascii="Arial" w:hAnsi="Arial"/>
          <w:sz w:val="24"/>
          <w:lang w:val="en-US" w:eastAsia="zh-CN"/>
        </w:rPr>
        <w:t>10.1.14.1</w:t>
      </w:r>
      <w:r w:rsidRPr="008C6DE4">
        <w:rPr>
          <w:rFonts w:ascii="Arial" w:hAnsi="Arial"/>
          <w:sz w:val="24"/>
          <w:lang w:val="en-US" w:eastAsia="zh-CN"/>
        </w:rPr>
        <w:tab/>
      </w:r>
      <w:r w:rsidRPr="008C6DE4">
        <w:rPr>
          <w:rFonts w:ascii="Arial" w:hAnsi="Arial"/>
          <w:sz w:val="24"/>
          <w:lang w:val="en-US" w:eastAsia="ko-KR"/>
        </w:rPr>
        <w:t>Inter-frequency SS-SINR accuracy requirements</w:t>
      </w:r>
      <w:r w:rsidRPr="008C6DE4">
        <w:rPr>
          <w:rFonts w:ascii="Arial" w:hAnsi="Arial"/>
          <w:sz w:val="24"/>
          <w:lang w:val="en-US" w:eastAsia="zh-CN"/>
        </w:rPr>
        <w:t xml:space="preserve"> in FR1</w:t>
      </w:r>
    </w:p>
    <w:p w14:paraId="24C39776" w14:textId="77777777" w:rsidR="001F5A79" w:rsidRPr="008C6DE4" w:rsidRDefault="001F5A79" w:rsidP="001F5A79">
      <w:pPr>
        <w:keepNext/>
        <w:keepLines/>
        <w:spacing w:before="120"/>
        <w:ind w:left="1701" w:hanging="1701"/>
        <w:outlineLvl w:val="4"/>
        <w:rPr>
          <w:rFonts w:ascii="Arial" w:hAnsi="Arial"/>
          <w:sz w:val="22"/>
          <w:lang w:val="en-US" w:eastAsia="zh-CN"/>
        </w:rPr>
      </w:pPr>
      <w:r w:rsidRPr="008C6DE4">
        <w:rPr>
          <w:rFonts w:ascii="Arial" w:hAnsi="Arial"/>
          <w:sz w:val="22"/>
          <w:lang w:val="en-US" w:eastAsia="zh-CN"/>
        </w:rPr>
        <w:t>10.1.14.1.1</w:t>
      </w:r>
      <w:r w:rsidRPr="008C6DE4">
        <w:rPr>
          <w:rFonts w:ascii="Arial" w:hAnsi="Arial"/>
          <w:sz w:val="22"/>
          <w:lang w:val="en-US" w:eastAsia="zh-CN"/>
        </w:rPr>
        <w:tab/>
      </w:r>
      <w:r w:rsidRPr="008C6DE4">
        <w:rPr>
          <w:rFonts w:ascii="Arial" w:hAnsi="Arial"/>
          <w:sz w:val="22"/>
          <w:lang w:eastAsia="zh-CN"/>
        </w:rPr>
        <w:t>Aboslute</w:t>
      </w:r>
      <w:r w:rsidRPr="008C6DE4">
        <w:rPr>
          <w:rFonts w:ascii="Arial" w:hAnsi="Arial"/>
          <w:sz w:val="22"/>
        </w:rPr>
        <w:t xml:space="preserve"> Accuracy of </w:t>
      </w:r>
      <w:r w:rsidRPr="008C6DE4">
        <w:rPr>
          <w:rFonts w:ascii="Arial" w:hAnsi="Arial"/>
          <w:sz w:val="22"/>
          <w:lang w:eastAsia="zh-CN"/>
        </w:rPr>
        <w:t>SS-SINR</w:t>
      </w:r>
      <w:r w:rsidRPr="008C6DE4">
        <w:rPr>
          <w:rFonts w:ascii="Arial" w:hAnsi="Arial"/>
          <w:sz w:val="22"/>
          <w:lang w:val="en-US" w:eastAsia="zh-CN"/>
        </w:rPr>
        <w:t xml:space="preserve"> in FR1</w:t>
      </w:r>
    </w:p>
    <w:p w14:paraId="7E964030" w14:textId="77777777" w:rsidR="001F5A79" w:rsidRPr="008C6DE4" w:rsidRDefault="001F5A79" w:rsidP="001F5A79">
      <w:pPr>
        <w:rPr>
          <w:rFonts w:cs="v4.2.0"/>
          <w:i/>
        </w:rPr>
      </w:pPr>
      <w:r w:rsidRPr="008C6DE4">
        <w:rPr>
          <w:rFonts w:cs="v4.2.0"/>
        </w:rPr>
        <w:t>The requirements for absolute accuracy of</w:t>
      </w:r>
      <w:r w:rsidRPr="008C6DE4">
        <w:rPr>
          <w:rFonts w:cs="v4.2.0"/>
          <w:lang w:eastAsia="zh-CN"/>
        </w:rPr>
        <w:t xml:space="preserve"> SS-SINR</w:t>
      </w:r>
      <w:r w:rsidRPr="008C6DE4">
        <w:rPr>
          <w:rFonts w:cs="v4.2.0"/>
        </w:rPr>
        <w:t xml:space="preserve"> in this clause apply to a cell on a frequency in FR1 that has different carrier frequency from the serving cell.</w:t>
      </w:r>
    </w:p>
    <w:p w14:paraId="652965B9"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10.1.14.1.1</w:t>
      </w:r>
      <w:r w:rsidRPr="008C6DE4">
        <w:rPr>
          <w:rFonts w:cs="v4.2.0"/>
        </w:rPr>
        <w:t>-1 are valid under the following conditions:</w:t>
      </w:r>
    </w:p>
    <w:p w14:paraId="003066D1" w14:textId="77777777" w:rsidR="001F5A79" w:rsidRPr="008C6DE4" w:rsidRDefault="001F5A79" w:rsidP="001F5A79">
      <w:pPr>
        <w:ind w:left="568" w:hanging="284"/>
        <w:rPr>
          <w:rFonts w:cs="v4.2.0"/>
        </w:rPr>
      </w:pPr>
      <w:r w:rsidRPr="008C6DE4">
        <w:t>-</w:t>
      </w:r>
      <w:r w:rsidRPr="008C6DE4">
        <w:rPr>
          <w:rFonts w:ascii="Arial" w:hAnsi="Arial"/>
          <w:sz w:val="28"/>
          <w:lang w:val="en-US"/>
        </w:rPr>
        <w:tab/>
      </w:r>
      <w:r w:rsidRPr="008C6DE4">
        <w:t>Conditions defined in clause 7.3 of TS 38.101-1 [18] for reference sensitivity are fulfilled.</w:t>
      </w:r>
    </w:p>
    <w:p w14:paraId="5BE51606" w14:textId="77777777" w:rsidR="001F5A79" w:rsidRPr="008C6DE4" w:rsidRDefault="001F5A79" w:rsidP="001F5A79">
      <w:pPr>
        <w:ind w:left="568" w:hanging="284"/>
      </w:pPr>
      <w:r w:rsidRPr="008C6DE4">
        <w:t>-</w:t>
      </w:r>
      <w:r w:rsidRPr="008C6DE4">
        <w:rPr>
          <w:rFonts w:ascii="Arial" w:hAnsi="Arial"/>
          <w:sz w:val="28"/>
          <w:lang w:val="en-US"/>
        </w:rPr>
        <w:tab/>
      </w:r>
      <w:r w:rsidRPr="008C6DE4">
        <w:t>Conditions for inter-frequency measurements are fulfilled according to Annex B.2.3 for a corresponding Band.</w:t>
      </w:r>
    </w:p>
    <w:p w14:paraId="7E8AC390" w14:textId="77777777" w:rsidR="001F5A79" w:rsidRPr="008C6DE4" w:rsidRDefault="001F5A79" w:rsidP="001F5A79">
      <w:pPr>
        <w:keepNext/>
        <w:keepLines/>
        <w:spacing w:before="60"/>
        <w:jc w:val="center"/>
        <w:rPr>
          <w:rFonts w:ascii="Arial" w:hAnsi="Arial"/>
          <w:b/>
          <w:lang w:eastAsia="zh-CN"/>
        </w:rPr>
      </w:pPr>
      <w:r w:rsidRPr="008C6DE4">
        <w:rPr>
          <w:rFonts w:ascii="Arial" w:hAnsi="Arial"/>
          <w:b/>
        </w:rPr>
        <w:t xml:space="preserve">Table </w:t>
      </w:r>
      <w:r w:rsidRPr="008C6DE4">
        <w:rPr>
          <w:rFonts w:ascii="Arial" w:hAnsi="Arial"/>
          <w:b/>
          <w:lang w:eastAsia="zh-CN"/>
        </w:rPr>
        <w:t>10.1.14.1.1</w:t>
      </w:r>
      <w:r w:rsidRPr="008C6DE4">
        <w:rPr>
          <w:rFonts w:ascii="Arial" w:hAnsi="Arial"/>
          <w:b/>
        </w:rPr>
        <w:t xml:space="preserve">-1: </w:t>
      </w:r>
      <w:r w:rsidRPr="008C6DE4">
        <w:rPr>
          <w:rFonts w:ascii="Arial" w:hAnsi="Arial"/>
          <w:b/>
          <w:lang w:eastAsia="zh-CN"/>
        </w:rPr>
        <w:t>SS-SINR</w:t>
      </w:r>
      <w:r w:rsidRPr="008C6DE4">
        <w:rPr>
          <w:rFonts w:ascii="Arial" w:hAnsi="Arial"/>
          <w:b/>
        </w:rPr>
        <w:t xml:space="preserve"> Inter frequency absolute accuracy</w:t>
      </w:r>
      <w:r w:rsidRPr="008C6DE4">
        <w:rPr>
          <w:rFonts w:ascii="Arial" w:hAnsi="Arial"/>
          <w:b/>
          <w:lang w:eastAsia="zh-CN"/>
        </w:rPr>
        <w:t xml:space="preserve"> in FR1</w:t>
      </w:r>
    </w:p>
    <w:tbl>
      <w:tblPr>
        <w:tblW w:w="10172" w:type="dxa"/>
        <w:jc w:val="center"/>
        <w:tblLook w:val="01E0" w:firstRow="1" w:lastRow="1" w:firstColumn="1" w:lastColumn="1" w:noHBand="0" w:noVBand="0"/>
      </w:tblPr>
      <w:tblGrid>
        <w:gridCol w:w="1035"/>
        <w:gridCol w:w="1047"/>
        <w:gridCol w:w="802"/>
        <w:gridCol w:w="2298"/>
        <w:gridCol w:w="1027"/>
        <w:gridCol w:w="1083"/>
        <w:gridCol w:w="1440"/>
        <w:gridCol w:w="1440"/>
      </w:tblGrid>
      <w:tr w:rsidR="00DD3199" w:rsidRPr="008C6DE4" w14:paraId="365473B6" w14:textId="77777777" w:rsidTr="00DF3064">
        <w:trPr>
          <w:jc w:val="center"/>
        </w:trPr>
        <w:tc>
          <w:tcPr>
            <w:tcW w:w="2082"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2C7D5C4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8090"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604AF2E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14F99BD9" w14:textId="77777777" w:rsidTr="00DF3064">
        <w:trPr>
          <w:jc w:val="center"/>
        </w:trPr>
        <w:tc>
          <w:tcPr>
            <w:tcW w:w="1035"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60E7DC0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04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9F0698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80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70E603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SSB Ês/Iot</w:t>
            </w:r>
            <w:r w:rsidRPr="008C6DE4">
              <w:rPr>
                <w:rFonts w:ascii="Arial" w:hAnsi="Arial"/>
                <w:b/>
                <w:sz w:val="18"/>
                <w:vertAlign w:val="superscript"/>
                <w:lang w:eastAsia="zh-CN"/>
              </w:rPr>
              <w:t xml:space="preserve"> Note 3</w:t>
            </w:r>
          </w:p>
        </w:tc>
        <w:tc>
          <w:tcPr>
            <w:tcW w:w="7288"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5D8D68C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lang w:eastAsia="zh-CN"/>
              </w:rPr>
              <w:t xml:space="preserve"> Note 1</w:t>
            </w:r>
            <w:r w:rsidRPr="008C6DE4">
              <w:rPr>
                <w:rFonts w:ascii="Arial" w:hAnsi="Arial"/>
                <w:b/>
                <w:sz w:val="18"/>
              </w:rPr>
              <w:t xml:space="preserve"> range</w:t>
            </w:r>
          </w:p>
        </w:tc>
      </w:tr>
      <w:tr w:rsidR="00DD3199" w:rsidRPr="008C6DE4" w14:paraId="76B13383" w14:textId="77777777" w:rsidTr="00DF3064">
        <w:trPr>
          <w:jc w:val="center"/>
        </w:trPr>
        <w:tc>
          <w:tcPr>
            <w:tcW w:w="1035" w:type="dxa"/>
            <w:vMerge/>
            <w:tcBorders>
              <w:top w:val="single" w:sz="6" w:space="0" w:color="auto"/>
              <w:left w:val="single" w:sz="4" w:space="0" w:color="auto"/>
              <w:bottom w:val="single" w:sz="6" w:space="0" w:color="auto"/>
              <w:right w:val="single" w:sz="6" w:space="0" w:color="auto"/>
            </w:tcBorders>
            <w:shd w:val="clear" w:color="auto" w:fill="auto"/>
            <w:vAlign w:val="center"/>
          </w:tcPr>
          <w:p w14:paraId="46DC897B" w14:textId="77777777" w:rsidR="001F5A79" w:rsidRPr="008C6DE4" w:rsidRDefault="001F5A79" w:rsidP="00DF3064">
            <w:pPr>
              <w:keepNext/>
              <w:keepLines/>
              <w:spacing w:after="0"/>
              <w:jc w:val="center"/>
              <w:rPr>
                <w:rFonts w:ascii="Arial" w:hAnsi="Arial"/>
                <w:b/>
                <w:sz w:val="18"/>
              </w:rPr>
            </w:pPr>
          </w:p>
        </w:tc>
        <w:tc>
          <w:tcPr>
            <w:tcW w:w="10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5930FA0" w14:textId="77777777" w:rsidR="001F5A79" w:rsidRPr="008C6DE4" w:rsidRDefault="001F5A79" w:rsidP="00DF3064">
            <w:pPr>
              <w:keepNext/>
              <w:keepLines/>
              <w:spacing w:after="0"/>
              <w:jc w:val="center"/>
              <w:rPr>
                <w:rFonts w:ascii="Arial" w:hAnsi="Arial"/>
                <w:b/>
                <w:sz w:val="18"/>
              </w:rPr>
            </w:pPr>
          </w:p>
        </w:tc>
        <w:tc>
          <w:tcPr>
            <w:tcW w:w="802" w:type="dxa"/>
            <w:vMerge/>
            <w:tcBorders>
              <w:top w:val="single" w:sz="6" w:space="0" w:color="auto"/>
              <w:left w:val="single" w:sz="6" w:space="0" w:color="auto"/>
              <w:bottom w:val="single" w:sz="6" w:space="0" w:color="auto"/>
              <w:right w:val="single" w:sz="6" w:space="0" w:color="auto"/>
            </w:tcBorders>
            <w:shd w:val="clear" w:color="auto" w:fill="auto"/>
          </w:tcPr>
          <w:p w14:paraId="45CB1BBB" w14:textId="77777777" w:rsidR="001F5A79" w:rsidRPr="008C6DE4" w:rsidRDefault="001F5A79" w:rsidP="00DF3064">
            <w:pPr>
              <w:keepNext/>
              <w:keepLines/>
              <w:spacing w:after="0"/>
              <w:jc w:val="center"/>
              <w:rPr>
                <w:rFonts w:ascii="Arial" w:hAnsi="Arial"/>
                <w:b/>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1BF3AE0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NR operating band groups</w:t>
            </w:r>
            <w:r w:rsidRPr="008C6DE4">
              <w:rPr>
                <w:rFonts w:ascii="Arial" w:hAnsi="Arial"/>
                <w:b/>
                <w:sz w:val="18"/>
                <w:vertAlign w:val="superscript"/>
              </w:rPr>
              <w:t xml:space="preserve"> </w:t>
            </w:r>
            <w:r w:rsidRPr="008C6DE4">
              <w:rPr>
                <w:rFonts w:ascii="Arial" w:hAnsi="Arial"/>
                <w:b/>
                <w:sz w:val="18"/>
                <w:vertAlign w:val="superscript"/>
                <w:lang w:eastAsia="zh-CN"/>
              </w:rPr>
              <w:t>Note 4</w:t>
            </w:r>
          </w:p>
        </w:tc>
        <w:tc>
          <w:tcPr>
            <w:tcW w:w="3550"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6E67F4E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252AD16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3C4A20E7" w14:textId="77777777" w:rsidTr="00DF3064">
        <w:trPr>
          <w:trHeight w:val="308"/>
          <w:jc w:val="center"/>
        </w:trPr>
        <w:tc>
          <w:tcPr>
            <w:tcW w:w="1035" w:type="dxa"/>
            <w:vMerge w:val="restart"/>
            <w:tcBorders>
              <w:top w:val="single" w:sz="6" w:space="0" w:color="auto"/>
              <w:left w:val="single" w:sz="4" w:space="0" w:color="auto"/>
              <w:right w:val="single" w:sz="6" w:space="0" w:color="auto"/>
            </w:tcBorders>
            <w:shd w:val="clear" w:color="auto" w:fill="auto"/>
            <w:vAlign w:val="center"/>
          </w:tcPr>
          <w:p w14:paraId="07121E8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47" w:type="dxa"/>
            <w:vMerge w:val="restart"/>
            <w:tcBorders>
              <w:top w:val="single" w:sz="6" w:space="0" w:color="auto"/>
              <w:left w:val="single" w:sz="6" w:space="0" w:color="auto"/>
              <w:right w:val="single" w:sz="6" w:space="0" w:color="auto"/>
            </w:tcBorders>
            <w:shd w:val="clear" w:color="auto" w:fill="auto"/>
            <w:vAlign w:val="center"/>
          </w:tcPr>
          <w:p w14:paraId="5D29F74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802" w:type="dxa"/>
            <w:vMerge w:val="restart"/>
            <w:tcBorders>
              <w:top w:val="single" w:sz="6" w:space="0" w:color="auto"/>
              <w:left w:val="single" w:sz="6" w:space="0" w:color="auto"/>
              <w:right w:val="single" w:sz="6" w:space="0" w:color="auto"/>
            </w:tcBorders>
            <w:shd w:val="clear" w:color="auto" w:fill="auto"/>
          </w:tcPr>
          <w:p w14:paraId="2E0087F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2298" w:type="dxa"/>
            <w:vMerge w:val="restart"/>
            <w:tcBorders>
              <w:top w:val="single" w:sz="6" w:space="0" w:color="auto"/>
              <w:left w:val="single" w:sz="6" w:space="0" w:color="auto"/>
              <w:right w:val="single" w:sz="4" w:space="0" w:color="auto"/>
            </w:tcBorders>
            <w:shd w:val="clear" w:color="auto" w:fill="auto"/>
            <w:vAlign w:val="center"/>
          </w:tcPr>
          <w:p w14:paraId="656D8791" w14:textId="77777777" w:rsidR="001F5A79" w:rsidRPr="008C6DE4" w:rsidRDefault="001F5A79" w:rsidP="00DF3064">
            <w:pPr>
              <w:keepNext/>
              <w:keepLines/>
              <w:spacing w:after="0"/>
              <w:jc w:val="center"/>
              <w:rPr>
                <w:rFonts w:ascii="Arial" w:hAnsi="Arial"/>
                <w:b/>
                <w:sz w:val="18"/>
              </w:rPr>
            </w:pPr>
          </w:p>
        </w:tc>
        <w:tc>
          <w:tcPr>
            <w:tcW w:w="2110"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35F6A848"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52A2AD7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45E6A4B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66A785BC" w14:textId="77777777" w:rsidTr="00DF3064">
        <w:trPr>
          <w:trHeight w:val="307"/>
          <w:jc w:val="center"/>
        </w:trPr>
        <w:tc>
          <w:tcPr>
            <w:tcW w:w="1035" w:type="dxa"/>
            <w:vMerge/>
            <w:tcBorders>
              <w:left w:val="single" w:sz="4" w:space="0" w:color="auto"/>
              <w:bottom w:val="single" w:sz="6" w:space="0" w:color="auto"/>
              <w:right w:val="single" w:sz="6" w:space="0" w:color="auto"/>
            </w:tcBorders>
            <w:shd w:val="clear" w:color="auto" w:fill="auto"/>
            <w:vAlign w:val="center"/>
          </w:tcPr>
          <w:p w14:paraId="02DD13A4" w14:textId="77777777" w:rsidR="001F5A79" w:rsidRPr="008C6DE4" w:rsidRDefault="001F5A79" w:rsidP="00DF3064">
            <w:pPr>
              <w:keepNext/>
              <w:keepLines/>
              <w:spacing w:after="0"/>
              <w:jc w:val="center"/>
              <w:rPr>
                <w:rFonts w:ascii="Arial" w:hAnsi="Arial"/>
                <w:b/>
                <w:sz w:val="18"/>
              </w:rPr>
            </w:pPr>
          </w:p>
        </w:tc>
        <w:tc>
          <w:tcPr>
            <w:tcW w:w="1047" w:type="dxa"/>
            <w:vMerge/>
            <w:tcBorders>
              <w:left w:val="single" w:sz="6" w:space="0" w:color="auto"/>
              <w:bottom w:val="single" w:sz="6" w:space="0" w:color="auto"/>
              <w:right w:val="single" w:sz="6" w:space="0" w:color="auto"/>
            </w:tcBorders>
            <w:shd w:val="clear" w:color="auto" w:fill="auto"/>
            <w:vAlign w:val="center"/>
          </w:tcPr>
          <w:p w14:paraId="76472642" w14:textId="77777777" w:rsidR="001F5A79" w:rsidRPr="008C6DE4" w:rsidRDefault="001F5A79" w:rsidP="00DF3064">
            <w:pPr>
              <w:keepNext/>
              <w:keepLines/>
              <w:spacing w:after="0"/>
              <w:jc w:val="center"/>
              <w:rPr>
                <w:rFonts w:ascii="Arial" w:hAnsi="Arial"/>
                <w:b/>
                <w:sz w:val="18"/>
              </w:rPr>
            </w:pPr>
          </w:p>
        </w:tc>
        <w:tc>
          <w:tcPr>
            <w:tcW w:w="802" w:type="dxa"/>
            <w:vMerge/>
            <w:tcBorders>
              <w:left w:val="single" w:sz="6" w:space="0" w:color="auto"/>
              <w:bottom w:val="single" w:sz="6" w:space="0" w:color="auto"/>
              <w:right w:val="single" w:sz="6" w:space="0" w:color="auto"/>
            </w:tcBorders>
            <w:shd w:val="clear" w:color="auto" w:fill="auto"/>
          </w:tcPr>
          <w:p w14:paraId="2293AE36" w14:textId="77777777" w:rsidR="001F5A79" w:rsidRPr="008C6DE4" w:rsidRDefault="001F5A79" w:rsidP="00DF3064">
            <w:pPr>
              <w:keepNext/>
              <w:keepLines/>
              <w:spacing w:after="0"/>
              <w:jc w:val="center"/>
              <w:rPr>
                <w:rFonts w:ascii="Arial" w:hAnsi="Arial"/>
                <w:b/>
                <w:sz w:val="18"/>
              </w:rPr>
            </w:pPr>
          </w:p>
        </w:tc>
        <w:tc>
          <w:tcPr>
            <w:tcW w:w="2298" w:type="dxa"/>
            <w:vMerge/>
            <w:tcBorders>
              <w:left w:val="single" w:sz="6" w:space="0" w:color="auto"/>
              <w:bottom w:val="single" w:sz="6" w:space="0" w:color="auto"/>
              <w:right w:val="single" w:sz="4" w:space="0" w:color="auto"/>
            </w:tcBorders>
            <w:shd w:val="clear" w:color="auto" w:fill="auto"/>
            <w:vAlign w:val="center"/>
          </w:tcPr>
          <w:p w14:paraId="168F1E51" w14:textId="77777777" w:rsidR="001F5A79" w:rsidRPr="008C6DE4" w:rsidRDefault="001F5A79" w:rsidP="00DF3064">
            <w:pPr>
              <w:keepNext/>
              <w:keepLines/>
              <w:spacing w:after="0"/>
              <w:jc w:val="center"/>
              <w:rPr>
                <w:rFonts w:ascii="Arial" w:hAnsi="Arial"/>
                <w:b/>
                <w:sz w:val="18"/>
              </w:rPr>
            </w:pP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0B8AD4F5"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68187213"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440" w:type="dxa"/>
            <w:vMerge/>
            <w:tcBorders>
              <w:left w:val="single" w:sz="6" w:space="0" w:color="auto"/>
              <w:bottom w:val="single" w:sz="6" w:space="0" w:color="auto"/>
              <w:right w:val="single" w:sz="6" w:space="0" w:color="auto"/>
            </w:tcBorders>
            <w:shd w:val="clear" w:color="auto" w:fill="auto"/>
            <w:vAlign w:val="center"/>
          </w:tcPr>
          <w:p w14:paraId="0CDD3027"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1C8CF534" w14:textId="77777777" w:rsidR="001F5A79" w:rsidRPr="008C6DE4" w:rsidRDefault="001F5A79" w:rsidP="00DF3064">
            <w:pPr>
              <w:keepNext/>
              <w:keepLines/>
              <w:spacing w:after="0"/>
              <w:jc w:val="center"/>
              <w:rPr>
                <w:rFonts w:ascii="Arial" w:hAnsi="Arial"/>
                <w:b/>
                <w:sz w:val="18"/>
              </w:rPr>
            </w:pPr>
          </w:p>
        </w:tc>
      </w:tr>
      <w:tr w:rsidR="00DD3199" w:rsidRPr="008C6DE4" w14:paraId="51BA2748" w14:textId="77777777" w:rsidTr="00DF3064">
        <w:trPr>
          <w:jc w:val="center"/>
        </w:trPr>
        <w:tc>
          <w:tcPr>
            <w:tcW w:w="1035" w:type="dxa"/>
            <w:vMerge w:val="restart"/>
            <w:tcBorders>
              <w:top w:val="single" w:sz="6" w:space="0" w:color="auto"/>
              <w:left w:val="single" w:sz="4" w:space="0" w:color="auto"/>
              <w:right w:val="single" w:sz="6" w:space="0" w:color="auto"/>
            </w:tcBorders>
            <w:shd w:val="clear" w:color="auto" w:fill="auto"/>
            <w:vAlign w:val="center"/>
          </w:tcPr>
          <w:p w14:paraId="43C25FD4"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3.0</w:t>
            </w:r>
          </w:p>
        </w:tc>
        <w:tc>
          <w:tcPr>
            <w:tcW w:w="1047" w:type="dxa"/>
            <w:vMerge w:val="restart"/>
            <w:tcBorders>
              <w:top w:val="single" w:sz="6" w:space="0" w:color="auto"/>
              <w:left w:val="single" w:sz="6" w:space="0" w:color="auto"/>
              <w:right w:val="single" w:sz="6" w:space="0" w:color="auto"/>
            </w:tcBorders>
            <w:shd w:val="clear" w:color="auto" w:fill="auto"/>
            <w:vAlign w:val="center"/>
          </w:tcPr>
          <w:p w14:paraId="12E31C63"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802" w:type="dxa"/>
            <w:vMerge w:val="restart"/>
            <w:tcBorders>
              <w:top w:val="single" w:sz="6" w:space="0" w:color="auto"/>
              <w:left w:val="single" w:sz="6" w:space="0" w:color="auto"/>
              <w:right w:val="single" w:sz="6" w:space="0" w:color="auto"/>
            </w:tcBorders>
            <w:shd w:val="clear" w:color="auto" w:fill="auto"/>
            <w:vAlign w:val="center"/>
          </w:tcPr>
          <w:p w14:paraId="2DC4C9AC"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-3 dB</w:t>
            </w: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71799EC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NR_FDD_FR1_A, NR_TDD_FR1_A,</w:t>
            </w:r>
          </w:p>
          <w:p w14:paraId="61CE1E1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3B64A5A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1F32EC74" w14:textId="77777777" w:rsidR="001F5A79" w:rsidRPr="008C6DE4" w:rsidRDefault="001F5A79" w:rsidP="00DF3064">
            <w:pPr>
              <w:keepNext/>
              <w:keepLines/>
              <w:spacing w:after="0"/>
              <w:jc w:val="center"/>
              <w:rPr>
                <w:rFonts w:ascii="Arial" w:hAnsi="Arial" w:cs="Arial"/>
                <w:sz w:val="18"/>
              </w:rPr>
            </w:pPr>
            <w:r w:rsidRPr="008C6DE4">
              <w:rPr>
                <w:rFonts w:ascii="Arial" w:hAnsi="Arial"/>
                <w:sz w:val="18"/>
              </w:rPr>
              <w:t>-118</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FA5E53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1A588A3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1D9A7278" w14:textId="77777777" w:rsidTr="00DF3064">
        <w:trPr>
          <w:jc w:val="center"/>
        </w:trPr>
        <w:tc>
          <w:tcPr>
            <w:tcW w:w="1035" w:type="dxa"/>
            <w:vMerge/>
            <w:tcBorders>
              <w:left w:val="single" w:sz="4" w:space="0" w:color="auto"/>
              <w:right w:val="single" w:sz="6" w:space="0" w:color="auto"/>
            </w:tcBorders>
            <w:shd w:val="clear" w:color="auto" w:fill="auto"/>
            <w:vAlign w:val="center"/>
          </w:tcPr>
          <w:p w14:paraId="6D81D8CF"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29676D5E"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7FDB85D6"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tcPr>
          <w:p w14:paraId="23AA690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1027" w:type="dxa"/>
            <w:tcBorders>
              <w:top w:val="single" w:sz="6" w:space="0" w:color="auto"/>
              <w:left w:val="single" w:sz="4" w:space="0" w:color="auto"/>
              <w:bottom w:val="single" w:sz="6" w:space="0" w:color="auto"/>
              <w:right w:val="single" w:sz="6" w:space="0" w:color="auto"/>
            </w:tcBorders>
            <w:shd w:val="clear" w:color="auto" w:fill="auto"/>
          </w:tcPr>
          <w:p w14:paraId="5B8B851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127E6807"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-117.5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6699AC1"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ja-JP"/>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6C62992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56D6AA64" w14:textId="77777777" w:rsidTr="00DF3064">
        <w:trPr>
          <w:jc w:val="center"/>
        </w:trPr>
        <w:tc>
          <w:tcPr>
            <w:tcW w:w="1035" w:type="dxa"/>
            <w:vMerge/>
            <w:tcBorders>
              <w:left w:val="single" w:sz="4" w:space="0" w:color="auto"/>
              <w:right w:val="single" w:sz="6" w:space="0" w:color="auto"/>
            </w:tcBorders>
            <w:shd w:val="clear" w:color="auto" w:fill="auto"/>
            <w:vAlign w:val="center"/>
          </w:tcPr>
          <w:p w14:paraId="49261E77"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566B8FE6"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777C4E22"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76CE578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650196F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09093403"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-117</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11D05F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117BD63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DD36CF4" w14:textId="77777777" w:rsidTr="00DF3064">
        <w:trPr>
          <w:jc w:val="center"/>
        </w:trPr>
        <w:tc>
          <w:tcPr>
            <w:tcW w:w="1035" w:type="dxa"/>
            <w:vMerge/>
            <w:tcBorders>
              <w:left w:val="single" w:sz="4" w:space="0" w:color="auto"/>
              <w:right w:val="single" w:sz="6" w:space="0" w:color="auto"/>
            </w:tcBorders>
            <w:shd w:val="clear" w:color="auto" w:fill="auto"/>
            <w:vAlign w:val="center"/>
          </w:tcPr>
          <w:p w14:paraId="04539C11"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1696F492"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383147F3"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55A216FC"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65895F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-119.5</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4F7EFFF3" w14:textId="77777777" w:rsidR="001F5A79" w:rsidRPr="008C6DE4" w:rsidRDefault="001F5A79" w:rsidP="00DF3064">
            <w:pPr>
              <w:keepNext/>
              <w:keepLines/>
              <w:spacing w:after="0"/>
              <w:jc w:val="center"/>
              <w:rPr>
                <w:rFonts w:ascii="Arial" w:hAnsi="Arial" w:cs="Arial"/>
                <w:sz w:val="18"/>
              </w:rPr>
            </w:pPr>
            <w:r w:rsidRPr="008C6DE4">
              <w:rPr>
                <w:rFonts w:ascii="Arial" w:hAnsi="Arial"/>
                <w:sz w:val="18"/>
              </w:rPr>
              <w:t>-116.5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62DDC7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8700DE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1CDCB9CB" w14:textId="77777777" w:rsidTr="00DF3064">
        <w:trPr>
          <w:jc w:val="center"/>
        </w:trPr>
        <w:tc>
          <w:tcPr>
            <w:tcW w:w="1035" w:type="dxa"/>
            <w:vMerge/>
            <w:tcBorders>
              <w:left w:val="single" w:sz="4" w:space="0" w:color="auto"/>
              <w:right w:val="single" w:sz="6" w:space="0" w:color="auto"/>
            </w:tcBorders>
            <w:shd w:val="clear" w:color="auto" w:fill="auto"/>
            <w:vAlign w:val="center"/>
          </w:tcPr>
          <w:p w14:paraId="7307B264"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095399CC"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673FD723"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172D441E"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3E9AE3A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571D4734"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-116</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9416A3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7D93742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5C960EB2" w14:textId="77777777" w:rsidTr="00DF3064">
        <w:trPr>
          <w:jc w:val="center"/>
        </w:trPr>
        <w:tc>
          <w:tcPr>
            <w:tcW w:w="1035" w:type="dxa"/>
            <w:vMerge/>
            <w:tcBorders>
              <w:left w:val="single" w:sz="4" w:space="0" w:color="auto"/>
              <w:right w:val="single" w:sz="6" w:space="0" w:color="auto"/>
            </w:tcBorders>
            <w:shd w:val="clear" w:color="auto" w:fill="auto"/>
            <w:vAlign w:val="center"/>
          </w:tcPr>
          <w:p w14:paraId="5AD05352"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051961EF"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39CECBF1"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4D72A648"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FDD_FR1_G</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261E7C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4106A6E6"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73D8FF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4FC8920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12D0F3F7" w14:textId="77777777" w:rsidTr="00DF3064">
        <w:trPr>
          <w:jc w:val="center"/>
        </w:trPr>
        <w:tc>
          <w:tcPr>
            <w:tcW w:w="1035" w:type="dxa"/>
            <w:vMerge/>
            <w:tcBorders>
              <w:left w:val="single" w:sz="4" w:space="0" w:color="auto"/>
              <w:right w:val="single" w:sz="6" w:space="0" w:color="auto"/>
            </w:tcBorders>
            <w:shd w:val="clear" w:color="auto" w:fill="auto"/>
            <w:vAlign w:val="center"/>
          </w:tcPr>
          <w:p w14:paraId="03BEB6CF"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4677C524" w14:textId="77777777" w:rsidR="001F5A79" w:rsidRPr="008C6DE4" w:rsidRDefault="001F5A79" w:rsidP="00DF3064">
            <w:pPr>
              <w:keepNext/>
              <w:keepLines/>
              <w:spacing w:after="0"/>
              <w:jc w:val="center"/>
              <w:rPr>
                <w:rFonts w:ascii="Arial" w:hAnsi="Arial"/>
                <w:sz w:val="18"/>
              </w:rPr>
            </w:pPr>
          </w:p>
        </w:tc>
        <w:tc>
          <w:tcPr>
            <w:tcW w:w="802" w:type="dxa"/>
            <w:vMerge/>
            <w:tcBorders>
              <w:left w:val="single" w:sz="6" w:space="0" w:color="auto"/>
              <w:right w:val="single" w:sz="6" w:space="0" w:color="auto"/>
            </w:tcBorders>
            <w:shd w:val="clear" w:color="auto" w:fill="auto"/>
            <w:vAlign w:val="center"/>
          </w:tcPr>
          <w:p w14:paraId="7BD2DAC7" w14:textId="77777777" w:rsidR="001F5A79" w:rsidRPr="008C6DE4" w:rsidRDefault="001F5A79" w:rsidP="00DF3064">
            <w:pPr>
              <w:keepNext/>
              <w:keepLines/>
              <w:spacing w:after="0"/>
              <w:jc w:val="center"/>
              <w:rPr>
                <w:rFonts w:ascii="Arial" w:hAnsi="Arial"/>
                <w:sz w:val="18"/>
              </w:rPr>
            </w:pP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6320094A"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FDD_FR1_H</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5F11459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1083" w:type="dxa"/>
            <w:tcBorders>
              <w:top w:val="single" w:sz="6" w:space="0" w:color="auto"/>
              <w:left w:val="single" w:sz="4" w:space="0" w:color="auto"/>
              <w:bottom w:val="single" w:sz="6" w:space="0" w:color="auto"/>
              <w:right w:val="single" w:sz="6" w:space="0" w:color="auto"/>
            </w:tcBorders>
            <w:shd w:val="clear" w:color="auto" w:fill="auto"/>
            <w:vAlign w:val="center"/>
          </w:tcPr>
          <w:p w14:paraId="34A83076"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35800F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52293B3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648B65D7" w14:textId="77777777" w:rsidTr="00DF3064">
        <w:trPr>
          <w:jc w:val="center"/>
        </w:trPr>
        <w:tc>
          <w:tcPr>
            <w:tcW w:w="1035" w:type="dxa"/>
            <w:tcBorders>
              <w:top w:val="single" w:sz="6" w:space="0" w:color="auto"/>
              <w:left w:val="single" w:sz="4" w:space="0" w:color="auto"/>
              <w:bottom w:val="single" w:sz="6" w:space="0" w:color="auto"/>
              <w:right w:val="single" w:sz="6" w:space="0" w:color="auto"/>
            </w:tcBorders>
            <w:shd w:val="clear" w:color="auto" w:fill="auto"/>
            <w:vAlign w:val="center"/>
          </w:tcPr>
          <w:p w14:paraId="752BF570"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3.5</w:t>
            </w:r>
          </w:p>
        </w:tc>
        <w:tc>
          <w:tcPr>
            <w:tcW w:w="1047" w:type="dxa"/>
            <w:tcBorders>
              <w:top w:val="single" w:sz="6" w:space="0" w:color="auto"/>
              <w:left w:val="single" w:sz="6" w:space="0" w:color="auto"/>
              <w:bottom w:val="single" w:sz="6" w:space="0" w:color="auto"/>
              <w:right w:val="single" w:sz="6" w:space="0" w:color="auto"/>
            </w:tcBorders>
            <w:shd w:val="clear" w:color="auto" w:fill="auto"/>
            <w:vAlign w:val="center"/>
          </w:tcPr>
          <w:p w14:paraId="3273B80F"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802" w:type="dxa"/>
            <w:tcBorders>
              <w:top w:val="single" w:sz="6" w:space="0" w:color="auto"/>
              <w:left w:val="single" w:sz="6" w:space="0" w:color="auto"/>
              <w:bottom w:val="single" w:sz="6" w:space="0" w:color="auto"/>
              <w:right w:val="single" w:sz="6" w:space="0" w:color="auto"/>
            </w:tcBorders>
            <w:shd w:val="clear" w:color="auto" w:fill="auto"/>
            <w:vAlign w:val="center"/>
          </w:tcPr>
          <w:p w14:paraId="1C68E05B"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w:t>
            </w:r>
            <w:r w:rsidRPr="008C6DE4">
              <w:rPr>
                <w:rFonts w:ascii="Arial" w:hAnsi="Arial"/>
                <w:sz w:val="18"/>
                <w:lang w:eastAsia="zh-CN"/>
              </w:rPr>
              <w:t>6</w:t>
            </w:r>
            <w:r w:rsidRPr="008C6DE4">
              <w:rPr>
                <w:rFonts w:ascii="Arial" w:hAnsi="Arial"/>
                <w:sz w:val="18"/>
              </w:rPr>
              <w:t xml:space="preserve"> dB</w:t>
            </w:r>
          </w:p>
        </w:tc>
        <w:tc>
          <w:tcPr>
            <w:tcW w:w="2298" w:type="dxa"/>
            <w:tcBorders>
              <w:top w:val="single" w:sz="6" w:space="0" w:color="auto"/>
              <w:left w:val="single" w:sz="6" w:space="0" w:color="auto"/>
              <w:bottom w:val="single" w:sz="6" w:space="0" w:color="auto"/>
              <w:right w:val="single" w:sz="4" w:space="0" w:color="auto"/>
            </w:tcBorders>
            <w:shd w:val="clear" w:color="auto" w:fill="auto"/>
            <w:vAlign w:val="center"/>
          </w:tcPr>
          <w:p w14:paraId="7E73D2C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c>
          <w:tcPr>
            <w:tcW w:w="1027" w:type="dxa"/>
            <w:tcBorders>
              <w:top w:val="single" w:sz="6" w:space="0" w:color="auto"/>
              <w:left w:val="single" w:sz="4" w:space="0" w:color="auto"/>
              <w:bottom w:val="single" w:sz="4" w:space="0" w:color="auto"/>
              <w:right w:val="single" w:sz="6" w:space="0" w:color="auto"/>
            </w:tcBorders>
            <w:shd w:val="clear" w:color="auto" w:fill="auto"/>
            <w:vAlign w:val="center"/>
          </w:tcPr>
          <w:p w14:paraId="3C6A26B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c>
          <w:tcPr>
            <w:tcW w:w="1083" w:type="dxa"/>
            <w:tcBorders>
              <w:top w:val="single" w:sz="6" w:space="0" w:color="auto"/>
              <w:left w:val="single" w:sz="4" w:space="0" w:color="auto"/>
              <w:bottom w:val="single" w:sz="4" w:space="0" w:color="auto"/>
              <w:right w:val="single" w:sz="6" w:space="0" w:color="auto"/>
            </w:tcBorders>
            <w:shd w:val="clear" w:color="auto" w:fill="auto"/>
            <w:vAlign w:val="center"/>
          </w:tcPr>
          <w:p w14:paraId="4F5AF44B"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rPr>
              <w:t>Note 2</w:t>
            </w:r>
          </w:p>
        </w:tc>
        <w:tc>
          <w:tcPr>
            <w:tcW w:w="1440" w:type="dxa"/>
            <w:tcBorders>
              <w:top w:val="single" w:sz="6" w:space="0" w:color="auto"/>
              <w:left w:val="single" w:sz="6" w:space="0" w:color="auto"/>
              <w:bottom w:val="single" w:sz="4" w:space="0" w:color="auto"/>
              <w:right w:val="single" w:sz="6" w:space="0" w:color="auto"/>
            </w:tcBorders>
            <w:shd w:val="clear" w:color="auto" w:fill="auto"/>
            <w:vAlign w:val="center"/>
          </w:tcPr>
          <w:p w14:paraId="6F5AD09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c>
          <w:tcPr>
            <w:tcW w:w="1440" w:type="dxa"/>
            <w:tcBorders>
              <w:top w:val="single" w:sz="6" w:space="0" w:color="auto"/>
              <w:left w:val="single" w:sz="6" w:space="0" w:color="auto"/>
              <w:bottom w:val="single" w:sz="4" w:space="0" w:color="auto"/>
              <w:right w:val="single" w:sz="4" w:space="0" w:color="auto"/>
            </w:tcBorders>
            <w:shd w:val="clear" w:color="auto" w:fill="auto"/>
            <w:vAlign w:val="center"/>
          </w:tcPr>
          <w:p w14:paraId="0A01078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2</w:t>
            </w:r>
          </w:p>
        </w:tc>
      </w:tr>
      <w:tr w:rsidR="001F5A79" w:rsidRPr="008C6DE4" w14:paraId="7C16700C" w14:textId="77777777" w:rsidTr="00DF3064">
        <w:trPr>
          <w:jc w:val="center"/>
        </w:trPr>
        <w:tc>
          <w:tcPr>
            <w:tcW w:w="10172" w:type="dxa"/>
            <w:gridSpan w:val="8"/>
            <w:tcBorders>
              <w:top w:val="single" w:sz="6" w:space="0" w:color="auto"/>
              <w:left w:val="single" w:sz="4" w:space="0" w:color="auto"/>
              <w:bottom w:val="single" w:sz="4" w:space="0" w:color="auto"/>
              <w:right w:val="single" w:sz="4" w:space="0" w:color="auto"/>
            </w:tcBorders>
            <w:shd w:val="clear" w:color="auto" w:fill="auto"/>
            <w:vAlign w:val="center"/>
          </w:tcPr>
          <w:p w14:paraId="52CEDD18"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Io is assumed to have constant EPRE across the bandwidth.</w:t>
            </w:r>
          </w:p>
          <w:p w14:paraId="6504C273" w14:textId="77777777" w:rsidR="001F5A79" w:rsidRPr="008C6DE4" w:rsidRDefault="001F5A79" w:rsidP="00DF3064">
            <w:pPr>
              <w:keepNext/>
              <w:keepLines/>
              <w:spacing w:after="0"/>
              <w:ind w:left="851" w:hanging="851"/>
              <w:rPr>
                <w:rFonts w:ascii="Arial" w:hAnsi="Arial" w:cs="Arial"/>
                <w:sz w:val="18"/>
              </w:rPr>
            </w:pPr>
            <w:r w:rsidRPr="008C6DE4">
              <w:rPr>
                <w:rFonts w:ascii="Arial" w:hAnsi="Arial" w:cs="Arial"/>
                <w:sz w:val="18"/>
              </w:rPr>
              <w:t>N</w:t>
            </w:r>
            <w:r w:rsidRPr="008C6DE4">
              <w:rPr>
                <w:rFonts w:ascii="Arial" w:hAnsi="Arial" w:cs="Arial"/>
                <w:sz w:val="18"/>
                <w:lang w:eastAsia="zh-CN"/>
              </w:rPr>
              <w:t>OTE</w:t>
            </w:r>
            <w:r w:rsidRPr="008C6DE4">
              <w:rPr>
                <w:rFonts w:ascii="Arial" w:hAnsi="Arial" w:cs="Arial"/>
                <w:sz w:val="18"/>
              </w:rPr>
              <w:t xml:space="preserve"> 2:</w:t>
            </w:r>
            <w:r w:rsidRPr="008C6DE4">
              <w:rPr>
                <w:rFonts w:ascii="Arial" w:hAnsi="Arial" w:cs="Arial"/>
                <w:sz w:val="18"/>
              </w:rPr>
              <w:tab/>
              <w:t>The same bands and the same Io conditions for each band apply for this requirement as for the corresponding highest accuracy requirement.</w:t>
            </w:r>
          </w:p>
          <w:p w14:paraId="02A4A2BA" w14:textId="77777777" w:rsidR="001F5A79" w:rsidRPr="008C6DE4" w:rsidRDefault="001F5A79" w:rsidP="00DF3064">
            <w:pPr>
              <w:keepNext/>
              <w:keepLines/>
              <w:spacing w:after="0"/>
              <w:ind w:left="851" w:hanging="851"/>
              <w:rPr>
                <w:rFonts w:ascii="Arial" w:hAnsi="Arial" w:cs="Arial"/>
                <w:sz w:val="18"/>
              </w:rPr>
            </w:pPr>
            <w:r w:rsidRPr="008C6DE4">
              <w:rPr>
                <w:rFonts w:ascii="Arial" w:hAnsi="Arial" w:cs="Arial"/>
                <w:sz w:val="18"/>
              </w:rPr>
              <w:t>NOTE 3:</w:t>
            </w:r>
            <w:r w:rsidRPr="008C6DE4">
              <w:rPr>
                <w:rFonts w:ascii="Arial" w:hAnsi="Arial" w:cs="Arial"/>
                <w:sz w:val="18"/>
              </w:rPr>
              <w:tab/>
              <w:t xml:space="preserve">The requirements apply for SSB Ês/Iot </w:t>
            </w:r>
            <w:r w:rsidRPr="008C6DE4">
              <w:rPr>
                <w:rFonts w:ascii="Arial" w:hAnsi="Arial" w:cs="Arial" w:hint="eastAsia"/>
                <w:sz w:val="18"/>
              </w:rPr>
              <w:t>≤</w:t>
            </w:r>
            <w:r w:rsidRPr="008C6DE4">
              <w:rPr>
                <w:rFonts w:ascii="Arial" w:hAnsi="Arial" w:cs="Arial"/>
                <w:sz w:val="18"/>
              </w:rPr>
              <w:t xml:space="preserve"> 25 dB.</w:t>
            </w:r>
          </w:p>
          <w:p w14:paraId="01037119" w14:textId="77777777" w:rsidR="001F5A79" w:rsidRPr="008C6DE4" w:rsidRDefault="001F5A79" w:rsidP="00DF3064">
            <w:pPr>
              <w:keepNext/>
              <w:keepLines/>
              <w:spacing w:after="0"/>
              <w:ind w:left="851" w:hanging="851"/>
              <w:rPr>
                <w:rFonts w:ascii="Arial" w:hAnsi="Arial"/>
                <w:sz w:val="18"/>
              </w:rPr>
            </w:pPr>
            <w:r w:rsidRPr="008C6DE4">
              <w:rPr>
                <w:rFonts w:ascii="Arial" w:hAnsi="Arial" w:cs="Arial"/>
                <w:sz w:val="18"/>
              </w:rPr>
              <w:t>NOTE 4:</w:t>
            </w:r>
            <w:r w:rsidRPr="008C6DE4">
              <w:rPr>
                <w:rFonts w:ascii="Arial" w:hAnsi="Arial" w:cs="Arial"/>
                <w:sz w:val="18"/>
              </w:rPr>
              <w:tab/>
            </w:r>
            <w:r w:rsidRPr="008C6DE4">
              <w:rPr>
                <w:rFonts w:ascii="Arial" w:hAnsi="Arial"/>
                <w:sz w:val="18"/>
              </w:rPr>
              <w:t>NR operating band groups in FR1 are as defined in clause 3.5.2.</w:t>
            </w:r>
          </w:p>
        </w:tc>
      </w:tr>
    </w:tbl>
    <w:p w14:paraId="03D57465" w14:textId="77777777" w:rsidR="001F5A79" w:rsidRPr="008C6DE4" w:rsidRDefault="001F5A79" w:rsidP="001F5A79">
      <w:pPr>
        <w:rPr>
          <w:lang w:eastAsia="ko-KR"/>
        </w:rPr>
      </w:pPr>
    </w:p>
    <w:p w14:paraId="2EDEE6B0" w14:textId="77777777" w:rsidR="001F5A79" w:rsidRPr="008C6DE4" w:rsidRDefault="001F5A79" w:rsidP="001F5A79">
      <w:pPr>
        <w:keepNext/>
        <w:keepLines/>
        <w:spacing w:before="120"/>
        <w:ind w:left="1701" w:hanging="1701"/>
        <w:outlineLvl w:val="4"/>
        <w:rPr>
          <w:rFonts w:ascii="Arial" w:hAnsi="Arial"/>
          <w:sz w:val="22"/>
        </w:rPr>
      </w:pPr>
      <w:r w:rsidRPr="008C6DE4">
        <w:rPr>
          <w:rFonts w:ascii="Arial" w:hAnsi="Arial"/>
          <w:sz w:val="22"/>
          <w:lang w:eastAsia="zh-CN"/>
        </w:rPr>
        <w:t>10.1.14</w:t>
      </w:r>
      <w:r w:rsidRPr="008C6DE4">
        <w:rPr>
          <w:rFonts w:ascii="Arial" w:hAnsi="Arial"/>
          <w:sz w:val="22"/>
        </w:rPr>
        <w:t>.</w:t>
      </w:r>
      <w:r w:rsidRPr="008C6DE4">
        <w:rPr>
          <w:rFonts w:ascii="Arial" w:hAnsi="Arial"/>
          <w:sz w:val="22"/>
          <w:lang w:eastAsia="zh-CN"/>
        </w:rPr>
        <w:t>1.2</w:t>
      </w:r>
      <w:r w:rsidRPr="008C6DE4">
        <w:rPr>
          <w:rFonts w:ascii="Arial" w:hAnsi="Arial"/>
          <w:sz w:val="22"/>
        </w:rPr>
        <w:tab/>
        <w:t xml:space="preserve">Relative Accuracy of </w:t>
      </w:r>
      <w:r w:rsidRPr="008C6DE4">
        <w:rPr>
          <w:rFonts w:ascii="Arial" w:hAnsi="Arial"/>
          <w:sz w:val="22"/>
          <w:lang w:eastAsia="zh-CN"/>
        </w:rPr>
        <w:t>SS-SINR</w:t>
      </w:r>
      <w:r w:rsidRPr="008C6DE4">
        <w:rPr>
          <w:rFonts w:ascii="Arial" w:hAnsi="Arial"/>
          <w:sz w:val="22"/>
        </w:rPr>
        <w:t xml:space="preserve"> in FR1</w:t>
      </w:r>
    </w:p>
    <w:p w14:paraId="3844B6EB" w14:textId="77777777" w:rsidR="001F5A79" w:rsidRPr="008C6DE4" w:rsidRDefault="001F5A79" w:rsidP="001F5A79">
      <w:pPr>
        <w:rPr>
          <w:rFonts w:cs="v4.2.0"/>
          <w:i/>
        </w:rPr>
      </w:pPr>
      <w:r w:rsidRPr="008C6DE4">
        <w:rPr>
          <w:rFonts w:cs="v4.2.0"/>
        </w:rPr>
        <w:t xml:space="preserve">The relative accuracy of </w:t>
      </w:r>
      <w:r w:rsidRPr="008C6DE4">
        <w:rPr>
          <w:rFonts w:cs="v4.2.0"/>
          <w:lang w:eastAsia="zh-CN"/>
        </w:rPr>
        <w:t>SS-SINR</w:t>
      </w:r>
      <w:r w:rsidRPr="008C6DE4">
        <w:rPr>
          <w:rFonts w:cs="v4.2.0"/>
        </w:rPr>
        <w:t xml:space="preserve"> in inter frequency case is defined as the SS-SINR measured from one cell on a frequency in FR1 compared to the SS-SINR measured from another cell on a different frequency in FR1.</w:t>
      </w:r>
    </w:p>
    <w:p w14:paraId="3F2A2C10"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10.1.14.1.2</w:t>
      </w:r>
      <w:r w:rsidRPr="008C6DE4">
        <w:rPr>
          <w:rFonts w:cs="v4.2.0"/>
        </w:rPr>
        <w:t>-1 are valid under the following conditions:</w:t>
      </w:r>
    </w:p>
    <w:p w14:paraId="4FE941B8" w14:textId="77777777" w:rsidR="001F5A79" w:rsidRPr="008C6DE4" w:rsidRDefault="001F5A79" w:rsidP="001F5A79">
      <w:pPr>
        <w:ind w:left="568" w:hanging="284"/>
        <w:rPr>
          <w:rFonts w:cs="v4.2.0"/>
        </w:rPr>
      </w:pPr>
      <w:r w:rsidRPr="008C6DE4">
        <w:t>-</w:t>
      </w:r>
      <w:r w:rsidRPr="008C6DE4">
        <w:rPr>
          <w:rFonts w:ascii="Arial" w:hAnsi="Arial"/>
          <w:sz w:val="28"/>
          <w:lang w:val="en-US"/>
        </w:rPr>
        <w:tab/>
      </w:r>
      <w:r w:rsidRPr="008C6DE4">
        <w:t>Conditions defined in clause 7.3 of TS 38.101-1 [18] for reference sensitivity are fulfilled.</w:t>
      </w:r>
    </w:p>
    <w:p w14:paraId="428B1CDD" w14:textId="77777777" w:rsidR="001F5A79" w:rsidRPr="008C6DE4" w:rsidRDefault="001F5A79" w:rsidP="001F5A79">
      <w:pPr>
        <w:ind w:left="568" w:hanging="284"/>
      </w:pPr>
      <w:r w:rsidRPr="008C6DE4">
        <w:t>-</w:t>
      </w:r>
      <w:r w:rsidRPr="008C6DE4">
        <w:rPr>
          <w:rFonts w:ascii="Arial" w:hAnsi="Arial"/>
          <w:sz w:val="28"/>
          <w:lang w:val="en-US"/>
        </w:rPr>
        <w:tab/>
      </w:r>
      <w:r w:rsidRPr="008C6DE4">
        <w:t>Conditions for inter-frequency measurements are fulfilled according to Annex B.2.3 for a corresponding Band.</w:t>
      </w:r>
    </w:p>
    <w:p w14:paraId="6DDF2F23" w14:textId="77777777" w:rsidR="001F5A79" w:rsidRPr="008C6DE4" w:rsidRDefault="001F5A79" w:rsidP="001F5A79">
      <w:pPr>
        <w:ind w:left="568" w:hanging="284"/>
        <w:rPr>
          <w:rFonts w:cs="v4.2.0"/>
          <w:sz w:val="18"/>
        </w:rPr>
      </w:pPr>
      <w:r w:rsidRPr="008C6DE4">
        <w:t>-</w:t>
      </w:r>
      <w:r w:rsidRPr="008C6DE4">
        <w:rPr>
          <w:rFonts w:ascii="Arial" w:hAnsi="Arial"/>
          <w:sz w:val="28"/>
          <w:lang w:val="en-US"/>
        </w:rPr>
        <w:tab/>
      </w:r>
      <w:r w:rsidRPr="008C6DE4">
        <w:t>|SSB_RP1</w:t>
      </w:r>
      <w:r w:rsidRPr="008C6DE4">
        <w:rPr>
          <w:vertAlign w:val="subscript"/>
        </w:rPr>
        <w:t>dBm</w:t>
      </w:r>
      <w:r w:rsidRPr="008C6DE4">
        <w:t xml:space="preserve"> - SSB_RP2</w:t>
      </w:r>
      <w:r w:rsidRPr="008C6DE4">
        <w:rPr>
          <w:vertAlign w:val="subscript"/>
        </w:rPr>
        <w:t>dBm</w:t>
      </w:r>
      <w:r w:rsidRPr="008C6DE4">
        <w:t xml:space="preserve">| </w:t>
      </w:r>
      <w:r w:rsidRPr="008C6DE4">
        <w:rPr>
          <w:rFonts w:hint="eastAsia"/>
        </w:rPr>
        <w:t>≤</w:t>
      </w:r>
      <w:r w:rsidRPr="008C6DE4">
        <w:t xml:space="preserve"> 27 dB</w:t>
      </w:r>
    </w:p>
    <w:p w14:paraId="26203E4A" w14:textId="77777777" w:rsidR="001F5A79" w:rsidRPr="008C6DE4" w:rsidRDefault="001F5A79" w:rsidP="001F5A79">
      <w:pPr>
        <w:ind w:left="568" w:hanging="284"/>
      </w:pPr>
      <w:r w:rsidRPr="008C6DE4">
        <w:t>-</w:t>
      </w:r>
      <w:r w:rsidRPr="008C6DE4">
        <w:rPr>
          <w:rFonts w:ascii="Arial" w:hAnsi="Arial"/>
          <w:sz w:val="28"/>
          <w:lang w:val="en-US"/>
        </w:rPr>
        <w:tab/>
      </w:r>
      <w:r w:rsidRPr="008C6DE4">
        <w:t xml:space="preserve">| Channel 1_Io </w:t>
      </w:r>
      <w:r w:rsidRPr="008C6DE4">
        <w:noBreakHyphen/>
        <w:t xml:space="preserve">Channel 2_Io | </w:t>
      </w:r>
      <w:r w:rsidRPr="008C6DE4">
        <w:sym w:font="Symbol" w:char="F0A3"/>
      </w:r>
      <w:r w:rsidRPr="008C6DE4">
        <w:t xml:space="preserve"> 20 dB</w:t>
      </w:r>
    </w:p>
    <w:p w14:paraId="3E025800" w14:textId="77777777" w:rsidR="001F5A79" w:rsidRPr="008C6DE4" w:rsidRDefault="001F5A79" w:rsidP="001F5A79">
      <w:pPr>
        <w:keepNext/>
        <w:keepLines/>
        <w:spacing w:before="60" w:after="120"/>
        <w:jc w:val="center"/>
        <w:rPr>
          <w:rFonts w:ascii="Arial" w:hAnsi="Arial"/>
          <w:b/>
          <w:sz w:val="22"/>
          <w:szCs w:val="22"/>
          <w:lang w:eastAsia="zh-CN"/>
        </w:rPr>
      </w:pPr>
      <w:r w:rsidRPr="008C6DE4">
        <w:rPr>
          <w:rFonts w:ascii="Arial" w:hAnsi="Arial"/>
          <w:b/>
        </w:rPr>
        <w:t xml:space="preserve">Table </w:t>
      </w:r>
      <w:r w:rsidRPr="008C6DE4">
        <w:rPr>
          <w:rFonts w:ascii="Arial" w:hAnsi="Arial"/>
          <w:b/>
          <w:lang w:eastAsia="zh-CN"/>
        </w:rPr>
        <w:t>10.1.14.1.2</w:t>
      </w:r>
      <w:r w:rsidRPr="008C6DE4">
        <w:rPr>
          <w:rFonts w:ascii="Arial" w:hAnsi="Arial"/>
          <w:b/>
        </w:rPr>
        <w:t xml:space="preserve">-1: </w:t>
      </w:r>
      <w:r w:rsidRPr="008C6DE4">
        <w:rPr>
          <w:rFonts w:ascii="Arial" w:hAnsi="Arial"/>
          <w:b/>
          <w:lang w:eastAsia="zh-CN"/>
        </w:rPr>
        <w:t>SS-SINR</w:t>
      </w:r>
      <w:r w:rsidRPr="008C6DE4">
        <w:rPr>
          <w:rFonts w:ascii="Arial" w:hAnsi="Arial"/>
          <w:b/>
        </w:rPr>
        <w:t xml:space="preserve"> Inter frequency relative accuracy</w:t>
      </w:r>
      <w:r w:rsidRPr="008C6DE4">
        <w:rPr>
          <w:rFonts w:ascii="Arial" w:hAnsi="Arial"/>
          <w:b/>
          <w:sz w:val="22"/>
          <w:szCs w:val="22"/>
          <w:lang w:eastAsia="zh-CN"/>
        </w:rPr>
        <w:t xml:space="preserve"> in FR1</w:t>
      </w:r>
    </w:p>
    <w:tbl>
      <w:tblPr>
        <w:tblW w:w="10172" w:type="dxa"/>
        <w:jc w:val="center"/>
        <w:tblLook w:val="01E0" w:firstRow="1" w:lastRow="1" w:firstColumn="1" w:lastColumn="1" w:noHBand="0" w:noVBand="0"/>
      </w:tblPr>
      <w:tblGrid>
        <w:gridCol w:w="1033"/>
        <w:gridCol w:w="1047"/>
        <w:gridCol w:w="951"/>
        <w:gridCol w:w="2122"/>
        <w:gridCol w:w="1107"/>
        <w:gridCol w:w="1032"/>
        <w:gridCol w:w="1440"/>
        <w:gridCol w:w="1440"/>
      </w:tblGrid>
      <w:tr w:rsidR="00DD3199" w:rsidRPr="008C6DE4" w14:paraId="373CA228" w14:textId="77777777" w:rsidTr="00DF3064">
        <w:trPr>
          <w:jc w:val="center"/>
        </w:trPr>
        <w:tc>
          <w:tcPr>
            <w:tcW w:w="2080"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7AF6DDE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8092"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6BABC1F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795397EF" w14:textId="77777777" w:rsidTr="00DF3064">
        <w:trPr>
          <w:jc w:val="center"/>
        </w:trPr>
        <w:tc>
          <w:tcPr>
            <w:tcW w:w="1033"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2C259D6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04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A13DC6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95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6FAEB1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SSB Ês/Iot</w:t>
            </w:r>
            <w:r w:rsidRPr="008C6DE4">
              <w:rPr>
                <w:rFonts w:ascii="Arial" w:hAnsi="Arial"/>
                <w:b/>
                <w:sz w:val="18"/>
                <w:vertAlign w:val="superscript"/>
                <w:lang w:eastAsia="zh-CN"/>
              </w:rPr>
              <w:t xml:space="preserve"> Note 2,4</w:t>
            </w:r>
          </w:p>
        </w:tc>
        <w:tc>
          <w:tcPr>
            <w:tcW w:w="7141"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031936A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lang w:eastAsia="zh-CN"/>
              </w:rPr>
              <w:t xml:space="preserve"> Note 1</w:t>
            </w:r>
            <w:r w:rsidRPr="008C6DE4">
              <w:rPr>
                <w:rFonts w:ascii="Arial" w:hAnsi="Arial"/>
                <w:b/>
                <w:sz w:val="18"/>
              </w:rPr>
              <w:t xml:space="preserve"> range</w:t>
            </w:r>
          </w:p>
        </w:tc>
      </w:tr>
      <w:tr w:rsidR="00DD3199" w:rsidRPr="008C6DE4" w14:paraId="290AB079" w14:textId="77777777" w:rsidTr="00DF3064">
        <w:trPr>
          <w:jc w:val="center"/>
        </w:trPr>
        <w:tc>
          <w:tcPr>
            <w:tcW w:w="1033" w:type="dxa"/>
            <w:vMerge/>
            <w:tcBorders>
              <w:top w:val="single" w:sz="6" w:space="0" w:color="auto"/>
              <w:left w:val="single" w:sz="4" w:space="0" w:color="auto"/>
              <w:bottom w:val="single" w:sz="6" w:space="0" w:color="auto"/>
              <w:right w:val="single" w:sz="6" w:space="0" w:color="auto"/>
            </w:tcBorders>
            <w:shd w:val="clear" w:color="auto" w:fill="auto"/>
            <w:vAlign w:val="center"/>
          </w:tcPr>
          <w:p w14:paraId="16F8AD28" w14:textId="77777777" w:rsidR="001F5A79" w:rsidRPr="008C6DE4" w:rsidRDefault="001F5A79" w:rsidP="00DF3064">
            <w:pPr>
              <w:keepNext/>
              <w:keepLines/>
              <w:spacing w:after="0"/>
              <w:jc w:val="center"/>
              <w:rPr>
                <w:rFonts w:ascii="Arial" w:hAnsi="Arial"/>
                <w:b/>
                <w:sz w:val="18"/>
              </w:rPr>
            </w:pPr>
          </w:p>
        </w:tc>
        <w:tc>
          <w:tcPr>
            <w:tcW w:w="10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D178F5A" w14:textId="77777777" w:rsidR="001F5A79" w:rsidRPr="008C6DE4" w:rsidRDefault="001F5A79" w:rsidP="00DF3064">
            <w:pPr>
              <w:keepNext/>
              <w:keepLines/>
              <w:spacing w:after="0"/>
              <w:jc w:val="center"/>
              <w:rPr>
                <w:rFonts w:ascii="Arial" w:hAnsi="Arial"/>
                <w:b/>
                <w:sz w:val="18"/>
              </w:rPr>
            </w:pPr>
          </w:p>
        </w:tc>
        <w:tc>
          <w:tcPr>
            <w:tcW w:w="951" w:type="dxa"/>
            <w:vMerge/>
            <w:tcBorders>
              <w:top w:val="single" w:sz="6" w:space="0" w:color="auto"/>
              <w:left w:val="single" w:sz="6" w:space="0" w:color="auto"/>
              <w:bottom w:val="single" w:sz="6" w:space="0" w:color="auto"/>
              <w:right w:val="single" w:sz="6" w:space="0" w:color="auto"/>
            </w:tcBorders>
            <w:shd w:val="clear" w:color="auto" w:fill="auto"/>
          </w:tcPr>
          <w:p w14:paraId="6BE355E5" w14:textId="77777777" w:rsidR="001F5A79" w:rsidRPr="008C6DE4" w:rsidRDefault="001F5A79" w:rsidP="00DF3064">
            <w:pPr>
              <w:keepNext/>
              <w:keepLines/>
              <w:spacing w:after="0"/>
              <w:jc w:val="center"/>
              <w:rPr>
                <w:rFonts w:ascii="Arial" w:hAnsi="Arial"/>
                <w:b/>
                <w:sz w:val="18"/>
              </w:rPr>
            </w:pPr>
          </w:p>
        </w:tc>
        <w:tc>
          <w:tcPr>
            <w:tcW w:w="2122" w:type="dxa"/>
            <w:tcBorders>
              <w:top w:val="single" w:sz="6" w:space="0" w:color="auto"/>
              <w:left w:val="single" w:sz="6" w:space="0" w:color="auto"/>
              <w:bottom w:val="single" w:sz="6" w:space="0" w:color="auto"/>
              <w:right w:val="single" w:sz="4" w:space="0" w:color="auto"/>
            </w:tcBorders>
            <w:shd w:val="clear" w:color="auto" w:fill="auto"/>
            <w:vAlign w:val="center"/>
          </w:tcPr>
          <w:p w14:paraId="0B63291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NR operating band groups</w:t>
            </w:r>
            <w:r w:rsidRPr="008C6DE4">
              <w:rPr>
                <w:rFonts w:ascii="Arial" w:hAnsi="Arial"/>
                <w:b/>
                <w:sz w:val="18"/>
                <w:vertAlign w:val="superscript"/>
              </w:rPr>
              <w:t xml:space="preserve"> Note 5</w:t>
            </w:r>
          </w:p>
        </w:tc>
        <w:tc>
          <w:tcPr>
            <w:tcW w:w="3579"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762CAE7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2B2E449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4FC9DFFD" w14:textId="77777777" w:rsidTr="00DF3064">
        <w:trPr>
          <w:trHeight w:val="308"/>
          <w:jc w:val="center"/>
        </w:trPr>
        <w:tc>
          <w:tcPr>
            <w:tcW w:w="1033" w:type="dxa"/>
            <w:vMerge w:val="restart"/>
            <w:tcBorders>
              <w:top w:val="single" w:sz="6" w:space="0" w:color="auto"/>
              <w:left w:val="single" w:sz="4" w:space="0" w:color="auto"/>
              <w:right w:val="single" w:sz="6" w:space="0" w:color="auto"/>
            </w:tcBorders>
            <w:shd w:val="clear" w:color="auto" w:fill="auto"/>
            <w:vAlign w:val="center"/>
          </w:tcPr>
          <w:p w14:paraId="1A20D45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47" w:type="dxa"/>
            <w:vMerge w:val="restart"/>
            <w:tcBorders>
              <w:top w:val="single" w:sz="6" w:space="0" w:color="auto"/>
              <w:left w:val="single" w:sz="6" w:space="0" w:color="auto"/>
              <w:right w:val="single" w:sz="6" w:space="0" w:color="auto"/>
            </w:tcBorders>
            <w:shd w:val="clear" w:color="auto" w:fill="auto"/>
            <w:vAlign w:val="center"/>
          </w:tcPr>
          <w:p w14:paraId="787F0B4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951" w:type="dxa"/>
            <w:vMerge w:val="restart"/>
            <w:tcBorders>
              <w:top w:val="single" w:sz="6" w:space="0" w:color="auto"/>
              <w:left w:val="single" w:sz="6" w:space="0" w:color="auto"/>
              <w:right w:val="single" w:sz="6" w:space="0" w:color="auto"/>
            </w:tcBorders>
            <w:shd w:val="clear" w:color="auto" w:fill="auto"/>
          </w:tcPr>
          <w:p w14:paraId="3CDFD44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2122" w:type="dxa"/>
            <w:vMerge w:val="restart"/>
            <w:tcBorders>
              <w:top w:val="single" w:sz="6" w:space="0" w:color="auto"/>
              <w:left w:val="single" w:sz="6" w:space="0" w:color="auto"/>
              <w:right w:val="single" w:sz="4" w:space="0" w:color="auto"/>
            </w:tcBorders>
            <w:shd w:val="clear" w:color="auto" w:fill="auto"/>
            <w:vAlign w:val="center"/>
          </w:tcPr>
          <w:p w14:paraId="71DF271E" w14:textId="77777777" w:rsidR="001F5A79" w:rsidRPr="008C6DE4" w:rsidRDefault="001F5A79" w:rsidP="00DF3064">
            <w:pPr>
              <w:keepNext/>
              <w:keepLines/>
              <w:spacing w:after="0"/>
              <w:jc w:val="center"/>
              <w:rPr>
                <w:rFonts w:ascii="Arial" w:hAnsi="Arial"/>
                <w:b/>
                <w:sz w:val="18"/>
              </w:rPr>
            </w:pPr>
          </w:p>
        </w:tc>
        <w:tc>
          <w:tcPr>
            <w:tcW w:w="2139"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18EC91C0"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46A0434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0D429E9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053746D6" w14:textId="77777777" w:rsidTr="00DF3064">
        <w:trPr>
          <w:trHeight w:val="307"/>
          <w:jc w:val="center"/>
        </w:trPr>
        <w:tc>
          <w:tcPr>
            <w:tcW w:w="1033" w:type="dxa"/>
            <w:vMerge/>
            <w:tcBorders>
              <w:left w:val="single" w:sz="4" w:space="0" w:color="auto"/>
              <w:bottom w:val="single" w:sz="6" w:space="0" w:color="auto"/>
              <w:right w:val="single" w:sz="6" w:space="0" w:color="auto"/>
            </w:tcBorders>
            <w:shd w:val="clear" w:color="auto" w:fill="auto"/>
            <w:vAlign w:val="center"/>
          </w:tcPr>
          <w:p w14:paraId="0EA2D969" w14:textId="77777777" w:rsidR="001F5A79" w:rsidRPr="008C6DE4" w:rsidRDefault="001F5A79" w:rsidP="00DF3064">
            <w:pPr>
              <w:keepNext/>
              <w:keepLines/>
              <w:spacing w:after="0"/>
              <w:jc w:val="center"/>
              <w:rPr>
                <w:rFonts w:ascii="Arial" w:hAnsi="Arial"/>
                <w:b/>
                <w:sz w:val="18"/>
              </w:rPr>
            </w:pPr>
          </w:p>
        </w:tc>
        <w:tc>
          <w:tcPr>
            <w:tcW w:w="1047" w:type="dxa"/>
            <w:vMerge/>
            <w:tcBorders>
              <w:left w:val="single" w:sz="6" w:space="0" w:color="auto"/>
              <w:bottom w:val="single" w:sz="6" w:space="0" w:color="auto"/>
              <w:right w:val="single" w:sz="6" w:space="0" w:color="auto"/>
            </w:tcBorders>
            <w:shd w:val="clear" w:color="auto" w:fill="auto"/>
            <w:vAlign w:val="center"/>
          </w:tcPr>
          <w:p w14:paraId="187B4539" w14:textId="77777777" w:rsidR="001F5A79" w:rsidRPr="008C6DE4" w:rsidRDefault="001F5A79" w:rsidP="00DF3064">
            <w:pPr>
              <w:keepNext/>
              <w:keepLines/>
              <w:spacing w:after="0"/>
              <w:jc w:val="center"/>
              <w:rPr>
                <w:rFonts w:ascii="Arial" w:hAnsi="Arial"/>
                <w:b/>
                <w:sz w:val="18"/>
              </w:rPr>
            </w:pPr>
          </w:p>
        </w:tc>
        <w:tc>
          <w:tcPr>
            <w:tcW w:w="951" w:type="dxa"/>
            <w:vMerge/>
            <w:tcBorders>
              <w:left w:val="single" w:sz="6" w:space="0" w:color="auto"/>
              <w:bottom w:val="single" w:sz="6" w:space="0" w:color="auto"/>
              <w:right w:val="single" w:sz="6" w:space="0" w:color="auto"/>
            </w:tcBorders>
            <w:shd w:val="clear" w:color="auto" w:fill="auto"/>
          </w:tcPr>
          <w:p w14:paraId="4C1B5866" w14:textId="77777777" w:rsidR="001F5A79" w:rsidRPr="008C6DE4" w:rsidRDefault="001F5A79" w:rsidP="00DF3064">
            <w:pPr>
              <w:keepNext/>
              <w:keepLines/>
              <w:spacing w:after="0"/>
              <w:jc w:val="center"/>
              <w:rPr>
                <w:rFonts w:ascii="Arial" w:hAnsi="Arial"/>
                <w:b/>
                <w:sz w:val="18"/>
              </w:rPr>
            </w:pPr>
          </w:p>
        </w:tc>
        <w:tc>
          <w:tcPr>
            <w:tcW w:w="2122" w:type="dxa"/>
            <w:vMerge/>
            <w:tcBorders>
              <w:left w:val="single" w:sz="6" w:space="0" w:color="auto"/>
              <w:bottom w:val="single" w:sz="6" w:space="0" w:color="auto"/>
              <w:right w:val="single" w:sz="4" w:space="0" w:color="auto"/>
            </w:tcBorders>
            <w:shd w:val="clear" w:color="auto" w:fill="auto"/>
            <w:vAlign w:val="center"/>
          </w:tcPr>
          <w:p w14:paraId="501B1FD7" w14:textId="77777777" w:rsidR="001F5A79" w:rsidRPr="008C6DE4" w:rsidRDefault="001F5A79" w:rsidP="00DF3064">
            <w:pPr>
              <w:keepNext/>
              <w:keepLines/>
              <w:spacing w:after="0"/>
              <w:jc w:val="center"/>
              <w:rPr>
                <w:rFonts w:ascii="Arial" w:hAnsi="Arial"/>
                <w:b/>
                <w:sz w:val="18"/>
              </w:rPr>
            </w:pPr>
          </w:p>
        </w:tc>
        <w:tc>
          <w:tcPr>
            <w:tcW w:w="1107" w:type="dxa"/>
            <w:tcBorders>
              <w:top w:val="single" w:sz="6" w:space="0" w:color="auto"/>
              <w:left w:val="single" w:sz="4" w:space="0" w:color="auto"/>
              <w:bottom w:val="single" w:sz="6" w:space="0" w:color="auto"/>
              <w:right w:val="single" w:sz="6" w:space="0" w:color="auto"/>
            </w:tcBorders>
            <w:shd w:val="clear" w:color="auto" w:fill="auto"/>
            <w:vAlign w:val="center"/>
          </w:tcPr>
          <w:p w14:paraId="3BA14C54"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 kHz</w:t>
            </w:r>
          </w:p>
        </w:tc>
        <w:tc>
          <w:tcPr>
            <w:tcW w:w="1032" w:type="dxa"/>
            <w:tcBorders>
              <w:top w:val="single" w:sz="6" w:space="0" w:color="auto"/>
              <w:left w:val="single" w:sz="4" w:space="0" w:color="auto"/>
              <w:bottom w:val="single" w:sz="6" w:space="0" w:color="auto"/>
              <w:right w:val="single" w:sz="6" w:space="0" w:color="auto"/>
            </w:tcBorders>
            <w:shd w:val="clear" w:color="auto" w:fill="auto"/>
            <w:vAlign w:val="center"/>
          </w:tcPr>
          <w:p w14:paraId="35FA0876"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 kHz</w:t>
            </w:r>
          </w:p>
        </w:tc>
        <w:tc>
          <w:tcPr>
            <w:tcW w:w="1440" w:type="dxa"/>
            <w:vMerge/>
            <w:tcBorders>
              <w:left w:val="single" w:sz="6" w:space="0" w:color="auto"/>
              <w:bottom w:val="single" w:sz="6" w:space="0" w:color="auto"/>
              <w:right w:val="single" w:sz="6" w:space="0" w:color="auto"/>
            </w:tcBorders>
            <w:shd w:val="clear" w:color="auto" w:fill="auto"/>
            <w:vAlign w:val="center"/>
          </w:tcPr>
          <w:p w14:paraId="54235774"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6ADEED02" w14:textId="77777777" w:rsidR="001F5A79" w:rsidRPr="008C6DE4" w:rsidRDefault="001F5A79" w:rsidP="00DF3064">
            <w:pPr>
              <w:keepNext/>
              <w:keepLines/>
              <w:spacing w:after="0"/>
              <w:jc w:val="center"/>
              <w:rPr>
                <w:rFonts w:ascii="Arial" w:hAnsi="Arial"/>
                <w:b/>
                <w:sz w:val="18"/>
              </w:rPr>
            </w:pPr>
          </w:p>
        </w:tc>
      </w:tr>
      <w:tr w:rsidR="00DD3199" w:rsidRPr="008C6DE4" w14:paraId="37D09146" w14:textId="77777777" w:rsidTr="00DF3064">
        <w:trPr>
          <w:jc w:val="center"/>
        </w:trPr>
        <w:tc>
          <w:tcPr>
            <w:tcW w:w="1033" w:type="dxa"/>
            <w:vMerge w:val="restart"/>
            <w:tcBorders>
              <w:top w:val="single" w:sz="6" w:space="0" w:color="auto"/>
              <w:left w:val="single" w:sz="4" w:space="0" w:color="auto"/>
              <w:right w:val="single" w:sz="6" w:space="0" w:color="auto"/>
            </w:tcBorders>
            <w:shd w:val="clear" w:color="auto" w:fill="auto"/>
            <w:vAlign w:val="center"/>
          </w:tcPr>
          <w:p w14:paraId="34A542CE"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rPr>
              <w:sym w:font="Symbol" w:char="F0B1"/>
            </w:r>
            <w:r w:rsidRPr="008C6DE4">
              <w:rPr>
                <w:rFonts w:ascii="Arial" w:hAnsi="Arial"/>
                <w:sz w:val="18"/>
              </w:rPr>
              <w:t>3.5</w:t>
            </w:r>
          </w:p>
        </w:tc>
        <w:tc>
          <w:tcPr>
            <w:tcW w:w="1047" w:type="dxa"/>
            <w:vMerge w:val="restart"/>
            <w:tcBorders>
              <w:top w:val="single" w:sz="6" w:space="0" w:color="auto"/>
              <w:left w:val="single" w:sz="6" w:space="0" w:color="auto"/>
              <w:right w:val="single" w:sz="6" w:space="0" w:color="auto"/>
            </w:tcBorders>
            <w:shd w:val="clear" w:color="auto" w:fill="auto"/>
            <w:vAlign w:val="center"/>
          </w:tcPr>
          <w:p w14:paraId="4300A21E"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rPr>
              <w:sym w:font="Symbol" w:char="F0B1"/>
            </w:r>
            <w:r w:rsidRPr="008C6DE4">
              <w:rPr>
                <w:rFonts w:ascii="Arial" w:hAnsi="Arial"/>
                <w:sz w:val="18"/>
              </w:rPr>
              <w:t>4</w:t>
            </w:r>
          </w:p>
        </w:tc>
        <w:tc>
          <w:tcPr>
            <w:tcW w:w="951" w:type="dxa"/>
            <w:vMerge w:val="restart"/>
            <w:tcBorders>
              <w:top w:val="single" w:sz="6" w:space="0" w:color="auto"/>
              <w:left w:val="single" w:sz="6" w:space="0" w:color="auto"/>
              <w:right w:val="single" w:sz="6" w:space="0" w:color="auto"/>
            </w:tcBorders>
            <w:shd w:val="clear" w:color="auto" w:fill="auto"/>
            <w:vAlign w:val="center"/>
          </w:tcPr>
          <w:p w14:paraId="0A58251B"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lang w:eastAsia="zh-CN"/>
              </w:rPr>
              <w:t>-3</w:t>
            </w:r>
            <w:r w:rsidRPr="008C6DE4">
              <w:rPr>
                <w:rFonts w:ascii="Arial" w:hAnsi="Arial"/>
                <w:sz w:val="18"/>
              </w:rPr>
              <w:t xml:space="preserve"> dB</w:t>
            </w:r>
          </w:p>
        </w:tc>
        <w:tc>
          <w:tcPr>
            <w:tcW w:w="2122" w:type="dxa"/>
            <w:tcBorders>
              <w:top w:val="single" w:sz="6" w:space="0" w:color="auto"/>
              <w:left w:val="single" w:sz="6" w:space="0" w:color="auto"/>
              <w:bottom w:val="single" w:sz="6" w:space="0" w:color="auto"/>
              <w:right w:val="single" w:sz="4" w:space="0" w:color="auto"/>
            </w:tcBorders>
            <w:shd w:val="clear" w:color="auto" w:fill="auto"/>
            <w:vAlign w:val="center"/>
          </w:tcPr>
          <w:p w14:paraId="729425D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NR_FDD_FR1_A, NR_TDD_FR1_A,</w:t>
            </w:r>
          </w:p>
          <w:p w14:paraId="387DA42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tc>
        <w:tc>
          <w:tcPr>
            <w:tcW w:w="1107" w:type="dxa"/>
            <w:tcBorders>
              <w:top w:val="single" w:sz="6" w:space="0" w:color="auto"/>
              <w:left w:val="single" w:sz="4" w:space="0" w:color="auto"/>
              <w:bottom w:val="single" w:sz="6" w:space="0" w:color="auto"/>
              <w:right w:val="single" w:sz="6" w:space="0" w:color="auto"/>
            </w:tcBorders>
            <w:shd w:val="clear" w:color="auto" w:fill="auto"/>
            <w:vAlign w:val="center"/>
          </w:tcPr>
          <w:p w14:paraId="470FDC7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1032" w:type="dxa"/>
            <w:tcBorders>
              <w:top w:val="single" w:sz="6" w:space="0" w:color="auto"/>
              <w:left w:val="single" w:sz="4" w:space="0" w:color="auto"/>
              <w:bottom w:val="single" w:sz="6" w:space="0" w:color="auto"/>
              <w:right w:val="single" w:sz="6" w:space="0" w:color="auto"/>
            </w:tcBorders>
            <w:shd w:val="clear" w:color="auto" w:fill="auto"/>
            <w:vAlign w:val="center"/>
          </w:tcPr>
          <w:p w14:paraId="468988B6" w14:textId="77777777" w:rsidR="001F5A79" w:rsidRPr="008C6DE4" w:rsidRDefault="001F5A79" w:rsidP="00DF3064">
            <w:pPr>
              <w:keepNext/>
              <w:keepLines/>
              <w:spacing w:after="0"/>
              <w:jc w:val="center"/>
              <w:rPr>
                <w:rFonts w:ascii="Arial" w:hAnsi="Arial" w:cs="Arial"/>
                <w:sz w:val="18"/>
              </w:rPr>
            </w:pPr>
            <w:r w:rsidRPr="008C6DE4">
              <w:rPr>
                <w:rFonts w:ascii="Arial" w:hAnsi="Arial"/>
                <w:sz w:val="18"/>
              </w:rPr>
              <w:t>-118</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54E92E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526640C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72C6F052" w14:textId="77777777" w:rsidTr="00DF3064">
        <w:trPr>
          <w:jc w:val="center"/>
        </w:trPr>
        <w:tc>
          <w:tcPr>
            <w:tcW w:w="1033" w:type="dxa"/>
            <w:vMerge/>
            <w:tcBorders>
              <w:left w:val="single" w:sz="4" w:space="0" w:color="auto"/>
              <w:right w:val="single" w:sz="6" w:space="0" w:color="auto"/>
            </w:tcBorders>
            <w:shd w:val="clear" w:color="auto" w:fill="auto"/>
            <w:vAlign w:val="center"/>
          </w:tcPr>
          <w:p w14:paraId="576208FD"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66FFB497" w14:textId="77777777" w:rsidR="001F5A79" w:rsidRPr="008C6DE4" w:rsidRDefault="001F5A79" w:rsidP="00DF3064">
            <w:pPr>
              <w:keepNext/>
              <w:keepLines/>
              <w:spacing w:after="0"/>
              <w:jc w:val="center"/>
              <w:rPr>
                <w:rFonts w:ascii="Arial" w:hAnsi="Arial"/>
                <w:sz w:val="18"/>
              </w:rPr>
            </w:pPr>
          </w:p>
        </w:tc>
        <w:tc>
          <w:tcPr>
            <w:tcW w:w="951" w:type="dxa"/>
            <w:vMerge/>
            <w:tcBorders>
              <w:left w:val="single" w:sz="6" w:space="0" w:color="auto"/>
              <w:right w:val="single" w:sz="6" w:space="0" w:color="auto"/>
            </w:tcBorders>
            <w:shd w:val="clear" w:color="auto" w:fill="auto"/>
            <w:vAlign w:val="center"/>
          </w:tcPr>
          <w:p w14:paraId="7ABFE728" w14:textId="77777777" w:rsidR="001F5A79" w:rsidRPr="008C6DE4" w:rsidRDefault="001F5A79" w:rsidP="00DF3064">
            <w:pPr>
              <w:keepNext/>
              <w:keepLines/>
              <w:spacing w:after="0"/>
              <w:jc w:val="center"/>
              <w:rPr>
                <w:rFonts w:ascii="Arial" w:hAnsi="Arial"/>
                <w:sz w:val="18"/>
              </w:rPr>
            </w:pPr>
          </w:p>
        </w:tc>
        <w:tc>
          <w:tcPr>
            <w:tcW w:w="2122" w:type="dxa"/>
            <w:tcBorders>
              <w:top w:val="single" w:sz="6" w:space="0" w:color="auto"/>
              <w:left w:val="single" w:sz="6" w:space="0" w:color="auto"/>
              <w:bottom w:val="single" w:sz="6" w:space="0" w:color="auto"/>
              <w:right w:val="single" w:sz="4" w:space="0" w:color="auto"/>
            </w:tcBorders>
            <w:shd w:val="clear" w:color="auto" w:fill="auto"/>
          </w:tcPr>
          <w:p w14:paraId="2F13F5B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1107" w:type="dxa"/>
            <w:tcBorders>
              <w:top w:val="single" w:sz="6" w:space="0" w:color="auto"/>
              <w:left w:val="single" w:sz="4" w:space="0" w:color="auto"/>
              <w:bottom w:val="single" w:sz="6" w:space="0" w:color="auto"/>
              <w:right w:val="single" w:sz="6" w:space="0" w:color="auto"/>
            </w:tcBorders>
            <w:shd w:val="clear" w:color="auto" w:fill="auto"/>
          </w:tcPr>
          <w:p w14:paraId="2BC68E5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1032" w:type="dxa"/>
            <w:tcBorders>
              <w:top w:val="single" w:sz="6" w:space="0" w:color="auto"/>
              <w:left w:val="single" w:sz="4" w:space="0" w:color="auto"/>
              <w:bottom w:val="single" w:sz="6" w:space="0" w:color="auto"/>
              <w:right w:val="single" w:sz="6" w:space="0" w:color="auto"/>
            </w:tcBorders>
            <w:shd w:val="clear" w:color="auto" w:fill="auto"/>
            <w:vAlign w:val="center"/>
          </w:tcPr>
          <w:p w14:paraId="7B4FEBDB"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-117.5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418369B"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ja-JP"/>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6FF3B07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76ED34F3" w14:textId="77777777" w:rsidTr="00DF3064">
        <w:trPr>
          <w:jc w:val="center"/>
        </w:trPr>
        <w:tc>
          <w:tcPr>
            <w:tcW w:w="1033" w:type="dxa"/>
            <w:vMerge/>
            <w:tcBorders>
              <w:left w:val="single" w:sz="4" w:space="0" w:color="auto"/>
              <w:right w:val="single" w:sz="6" w:space="0" w:color="auto"/>
            </w:tcBorders>
            <w:shd w:val="clear" w:color="auto" w:fill="auto"/>
            <w:vAlign w:val="center"/>
          </w:tcPr>
          <w:p w14:paraId="54FE611D"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3DE081F5" w14:textId="77777777" w:rsidR="001F5A79" w:rsidRPr="008C6DE4" w:rsidRDefault="001F5A79" w:rsidP="00DF3064">
            <w:pPr>
              <w:keepNext/>
              <w:keepLines/>
              <w:spacing w:after="0"/>
              <w:jc w:val="center"/>
              <w:rPr>
                <w:rFonts w:ascii="Arial" w:hAnsi="Arial"/>
                <w:sz w:val="18"/>
              </w:rPr>
            </w:pPr>
          </w:p>
        </w:tc>
        <w:tc>
          <w:tcPr>
            <w:tcW w:w="951" w:type="dxa"/>
            <w:vMerge/>
            <w:tcBorders>
              <w:left w:val="single" w:sz="6" w:space="0" w:color="auto"/>
              <w:right w:val="single" w:sz="6" w:space="0" w:color="auto"/>
            </w:tcBorders>
            <w:shd w:val="clear" w:color="auto" w:fill="auto"/>
            <w:vAlign w:val="center"/>
          </w:tcPr>
          <w:p w14:paraId="68E66779" w14:textId="77777777" w:rsidR="001F5A79" w:rsidRPr="008C6DE4" w:rsidRDefault="001F5A79" w:rsidP="00DF3064">
            <w:pPr>
              <w:keepNext/>
              <w:keepLines/>
              <w:spacing w:after="0"/>
              <w:jc w:val="center"/>
              <w:rPr>
                <w:rFonts w:ascii="Arial" w:hAnsi="Arial"/>
                <w:sz w:val="18"/>
              </w:rPr>
            </w:pPr>
          </w:p>
        </w:tc>
        <w:tc>
          <w:tcPr>
            <w:tcW w:w="2122" w:type="dxa"/>
            <w:tcBorders>
              <w:top w:val="single" w:sz="6" w:space="0" w:color="auto"/>
              <w:left w:val="single" w:sz="6" w:space="0" w:color="auto"/>
              <w:bottom w:val="single" w:sz="6" w:space="0" w:color="auto"/>
              <w:right w:val="single" w:sz="4" w:space="0" w:color="auto"/>
            </w:tcBorders>
            <w:shd w:val="clear" w:color="auto" w:fill="auto"/>
            <w:vAlign w:val="center"/>
          </w:tcPr>
          <w:p w14:paraId="6A1C742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1107" w:type="dxa"/>
            <w:tcBorders>
              <w:top w:val="single" w:sz="6" w:space="0" w:color="auto"/>
              <w:left w:val="single" w:sz="4" w:space="0" w:color="auto"/>
              <w:bottom w:val="single" w:sz="6" w:space="0" w:color="auto"/>
              <w:right w:val="single" w:sz="6" w:space="0" w:color="auto"/>
            </w:tcBorders>
            <w:shd w:val="clear" w:color="auto" w:fill="auto"/>
            <w:vAlign w:val="center"/>
          </w:tcPr>
          <w:p w14:paraId="60A01AC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1032" w:type="dxa"/>
            <w:tcBorders>
              <w:top w:val="single" w:sz="6" w:space="0" w:color="auto"/>
              <w:left w:val="single" w:sz="4" w:space="0" w:color="auto"/>
              <w:bottom w:val="single" w:sz="6" w:space="0" w:color="auto"/>
              <w:right w:val="single" w:sz="6" w:space="0" w:color="auto"/>
            </w:tcBorders>
            <w:shd w:val="clear" w:color="auto" w:fill="auto"/>
            <w:vAlign w:val="center"/>
          </w:tcPr>
          <w:p w14:paraId="792F7F95"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-117</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E3E61A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2A360F1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729DCDC5" w14:textId="77777777" w:rsidTr="00DF3064">
        <w:trPr>
          <w:jc w:val="center"/>
        </w:trPr>
        <w:tc>
          <w:tcPr>
            <w:tcW w:w="1033" w:type="dxa"/>
            <w:vMerge/>
            <w:tcBorders>
              <w:left w:val="single" w:sz="4" w:space="0" w:color="auto"/>
              <w:right w:val="single" w:sz="6" w:space="0" w:color="auto"/>
            </w:tcBorders>
            <w:shd w:val="clear" w:color="auto" w:fill="auto"/>
            <w:vAlign w:val="center"/>
          </w:tcPr>
          <w:p w14:paraId="05154172"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1B7C6CF0" w14:textId="77777777" w:rsidR="001F5A79" w:rsidRPr="008C6DE4" w:rsidRDefault="001F5A79" w:rsidP="00DF3064">
            <w:pPr>
              <w:keepNext/>
              <w:keepLines/>
              <w:spacing w:after="0"/>
              <w:jc w:val="center"/>
              <w:rPr>
                <w:rFonts w:ascii="Arial" w:hAnsi="Arial"/>
                <w:sz w:val="18"/>
              </w:rPr>
            </w:pPr>
          </w:p>
        </w:tc>
        <w:tc>
          <w:tcPr>
            <w:tcW w:w="951" w:type="dxa"/>
            <w:vMerge/>
            <w:tcBorders>
              <w:left w:val="single" w:sz="6" w:space="0" w:color="auto"/>
              <w:right w:val="single" w:sz="6" w:space="0" w:color="auto"/>
            </w:tcBorders>
            <w:shd w:val="clear" w:color="auto" w:fill="auto"/>
            <w:vAlign w:val="center"/>
          </w:tcPr>
          <w:p w14:paraId="0F6BE159" w14:textId="77777777" w:rsidR="001F5A79" w:rsidRPr="008C6DE4" w:rsidRDefault="001F5A79" w:rsidP="00DF3064">
            <w:pPr>
              <w:keepNext/>
              <w:keepLines/>
              <w:spacing w:after="0"/>
              <w:jc w:val="center"/>
              <w:rPr>
                <w:rFonts w:ascii="Arial" w:hAnsi="Arial"/>
                <w:sz w:val="18"/>
              </w:rPr>
            </w:pPr>
          </w:p>
        </w:tc>
        <w:tc>
          <w:tcPr>
            <w:tcW w:w="2122" w:type="dxa"/>
            <w:tcBorders>
              <w:top w:val="single" w:sz="6" w:space="0" w:color="auto"/>
              <w:left w:val="single" w:sz="6" w:space="0" w:color="auto"/>
              <w:bottom w:val="single" w:sz="6" w:space="0" w:color="auto"/>
              <w:right w:val="single" w:sz="4" w:space="0" w:color="auto"/>
            </w:tcBorders>
            <w:shd w:val="clear" w:color="auto" w:fill="auto"/>
            <w:vAlign w:val="center"/>
          </w:tcPr>
          <w:p w14:paraId="38B0C29D"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1107" w:type="dxa"/>
            <w:tcBorders>
              <w:top w:val="single" w:sz="6" w:space="0" w:color="auto"/>
              <w:left w:val="single" w:sz="4" w:space="0" w:color="auto"/>
              <w:bottom w:val="single" w:sz="6" w:space="0" w:color="auto"/>
              <w:right w:val="single" w:sz="6" w:space="0" w:color="auto"/>
            </w:tcBorders>
            <w:shd w:val="clear" w:color="auto" w:fill="auto"/>
            <w:vAlign w:val="center"/>
          </w:tcPr>
          <w:p w14:paraId="7026CC1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-119.5</w:t>
            </w:r>
          </w:p>
        </w:tc>
        <w:tc>
          <w:tcPr>
            <w:tcW w:w="1032" w:type="dxa"/>
            <w:tcBorders>
              <w:top w:val="single" w:sz="6" w:space="0" w:color="auto"/>
              <w:left w:val="single" w:sz="4" w:space="0" w:color="auto"/>
              <w:bottom w:val="single" w:sz="6" w:space="0" w:color="auto"/>
              <w:right w:val="single" w:sz="6" w:space="0" w:color="auto"/>
            </w:tcBorders>
            <w:shd w:val="clear" w:color="auto" w:fill="auto"/>
            <w:vAlign w:val="center"/>
          </w:tcPr>
          <w:p w14:paraId="1B714E87" w14:textId="77777777" w:rsidR="001F5A79" w:rsidRPr="008C6DE4" w:rsidRDefault="001F5A79" w:rsidP="00DF3064">
            <w:pPr>
              <w:keepNext/>
              <w:keepLines/>
              <w:spacing w:after="0"/>
              <w:jc w:val="center"/>
              <w:rPr>
                <w:rFonts w:ascii="Arial" w:hAnsi="Arial" w:cs="Arial"/>
                <w:sz w:val="18"/>
              </w:rPr>
            </w:pPr>
            <w:r w:rsidRPr="008C6DE4">
              <w:rPr>
                <w:rFonts w:ascii="Arial" w:hAnsi="Arial"/>
                <w:sz w:val="18"/>
              </w:rPr>
              <w:t>-116.5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4DE4A5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ED7A9E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283EA2B" w14:textId="77777777" w:rsidTr="00DF3064">
        <w:trPr>
          <w:jc w:val="center"/>
        </w:trPr>
        <w:tc>
          <w:tcPr>
            <w:tcW w:w="1033" w:type="dxa"/>
            <w:vMerge/>
            <w:tcBorders>
              <w:left w:val="single" w:sz="4" w:space="0" w:color="auto"/>
              <w:right w:val="single" w:sz="6" w:space="0" w:color="auto"/>
            </w:tcBorders>
            <w:shd w:val="clear" w:color="auto" w:fill="auto"/>
            <w:vAlign w:val="center"/>
          </w:tcPr>
          <w:p w14:paraId="2AEBEA04"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377D6136" w14:textId="77777777" w:rsidR="001F5A79" w:rsidRPr="008C6DE4" w:rsidRDefault="001F5A79" w:rsidP="00DF3064">
            <w:pPr>
              <w:keepNext/>
              <w:keepLines/>
              <w:spacing w:after="0"/>
              <w:jc w:val="center"/>
              <w:rPr>
                <w:rFonts w:ascii="Arial" w:hAnsi="Arial"/>
                <w:sz w:val="18"/>
              </w:rPr>
            </w:pPr>
          </w:p>
        </w:tc>
        <w:tc>
          <w:tcPr>
            <w:tcW w:w="951" w:type="dxa"/>
            <w:vMerge/>
            <w:tcBorders>
              <w:left w:val="single" w:sz="6" w:space="0" w:color="auto"/>
              <w:right w:val="single" w:sz="6" w:space="0" w:color="auto"/>
            </w:tcBorders>
            <w:shd w:val="clear" w:color="auto" w:fill="auto"/>
            <w:vAlign w:val="center"/>
          </w:tcPr>
          <w:p w14:paraId="60073293" w14:textId="77777777" w:rsidR="001F5A79" w:rsidRPr="008C6DE4" w:rsidRDefault="001F5A79" w:rsidP="00DF3064">
            <w:pPr>
              <w:keepNext/>
              <w:keepLines/>
              <w:spacing w:after="0"/>
              <w:jc w:val="center"/>
              <w:rPr>
                <w:rFonts w:ascii="Arial" w:hAnsi="Arial"/>
                <w:sz w:val="18"/>
              </w:rPr>
            </w:pPr>
          </w:p>
        </w:tc>
        <w:tc>
          <w:tcPr>
            <w:tcW w:w="2122" w:type="dxa"/>
            <w:tcBorders>
              <w:top w:val="single" w:sz="6" w:space="0" w:color="auto"/>
              <w:left w:val="single" w:sz="6" w:space="0" w:color="auto"/>
              <w:bottom w:val="single" w:sz="6" w:space="0" w:color="auto"/>
              <w:right w:val="single" w:sz="4" w:space="0" w:color="auto"/>
            </w:tcBorders>
            <w:shd w:val="clear" w:color="auto" w:fill="auto"/>
            <w:vAlign w:val="center"/>
          </w:tcPr>
          <w:p w14:paraId="0F2C2911"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1107" w:type="dxa"/>
            <w:tcBorders>
              <w:top w:val="single" w:sz="6" w:space="0" w:color="auto"/>
              <w:left w:val="single" w:sz="4" w:space="0" w:color="auto"/>
              <w:bottom w:val="single" w:sz="6" w:space="0" w:color="auto"/>
              <w:right w:val="single" w:sz="6" w:space="0" w:color="auto"/>
            </w:tcBorders>
            <w:shd w:val="clear" w:color="auto" w:fill="auto"/>
            <w:vAlign w:val="center"/>
          </w:tcPr>
          <w:p w14:paraId="2C3027B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1032" w:type="dxa"/>
            <w:tcBorders>
              <w:top w:val="single" w:sz="6" w:space="0" w:color="auto"/>
              <w:left w:val="single" w:sz="4" w:space="0" w:color="auto"/>
              <w:bottom w:val="single" w:sz="6" w:space="0" w:color="auto"/>
              <w:right w:val="single" w:sz="6" w:space="0" w:color="auto"/>
            </w:tcBorders>
            <w:shd w:val="clear" w:color="auto" w:fill="auto"/>
            <w:vAlign w:val="center"/>
          </w:tcPr>
          <w:p w14:paraId="4E70C709"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sz w:val="18"/>
              </w:rPr>
              <w:t>-116</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790948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09E432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761F3589" w14:textId="77777777" w:rsidTr="00DF3064">
        <w:trPr>
          <w:jc w:val="center"/>
        </w:trPr>
        <w:tc>
          <w:tcPr>
            <w:tcW w:w="1033" w:type="dxa"/>
            <w:vMerge/>
            <w:tcBorders>
              <w:left w:val="single" w:sz="4" w:space="0" w:color="auto"/>
              <w:right w:val="single" w:sz="6" w:space="0" w:color="auto"/>
            </w:tcBorders>
            <w:shd w:val="clear" w:color="auto" w:fill="auto"/>
            <w:vAlign w:val="center"/>
          </w:tcPr>
          <w:p w14:paraId="09BB3EC7"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6F6412E2" w14:textId="77777777" w:rsidR="001F5A79" w:rsidRPr="008C6DE4" w:rsidRDefault="001F5A79" w:rsidP="00DF3064">
            <w:pPr>
              <w:keepNext/>
              <w:keepLines/>
              <w:spacing w:after="0"/>
              <w:jc w:val="center"/>
              <w:rPr>
                <w:rFonts w:ascii="Arial" w:hAnsi="Arial"/>
                <w:sz w:val="18"/>
              </w:rPr>
            </w:pPr>
          </w:p>
        </w:tc>
        <w:tc>
          <w:tcPr>
            <w:tcW w:w="951" w:type="dxa"/>
            <w:vMerge/>
            <w:tcBorders>
              <w:left w:val="single" w:sz="6" w:space="0" w:color="auto"/>
              <w:right w:val="single" w:sz="6" w:space="0" w:color="auto"/>
            </w:tcBorders>
            <w:shd w:val="clear" w:color="auto" w:fill="auto"/>
            <w:vAlign w:val="center"/>
          </w:tcPr>
          <w:p w14:paraId="6D3569F3" w14:textId="77777777" w:rsidR="001F5A79" w:rsidRPr="008C6DE4" w:rsidRDefault="001F5A79" w:rsidP="00DF3064">
            <w:pPr>
              <w:keepNext/>
              <w:keepLines/>
              <w:spacing w:after="0"/>
              <w:jc w:val="center"/>
              <w:rPr>
                <w:rFonts w:ascii="Arial" w:hAnsi="Arial"/>
                <w:sz w:val="18"/>
              </w:rPr>
            </w:pPr>
          </w:p>
        </w:tc>
        <w:tc>
          <w:tcPr>
            <w:tcW w:w="2122" w:type="dxa"/>
            <w:tcBorders>
              <w:top w:val="single" w:sz="6" w:space="0" w:color="auto"/>
              <w:left w:val="single" w:sz="6" w:space="0" w:color="auto"/>
              <w:bottom w:val="single" w:sz="6" w:space="0" w:color="auto"/>
              <w:right w:val="single" w:sz="4" w:space="0" w:color="auto"/>
            </w:tcBorders>
            <w:shd w:val="clear" w:color="auto" w:fill="auto"/>
            <w:vAlign w:val="center"/>
          </w:tcPr>
          <w:p w14:paraId="352E873D"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NR_FDD_FR1_G</w:t>
            </w:r>
          </w:p>
        </w:tc>
        <w:tc>
          <w:tcPr>
            <w:tcW w:w="1107" w:type="dxa"/>
            <w:tcBorders>
              <w:top w:val="single" w:sz="6" w:space="0" w:color="auto"/>
              <w:left w:val="single" w:sz="4" w:space="0" w:color="auto"/>
              <w:bottom w:val="single" w:sz="6" w:space="0" w:color="auto"/>
              <w:right w:val="single" w:sz="6" w:space="0" w:color="auto"/>
            </w:tcBorders>
            <w:shd w:val="clear" w:color="auto" w:fill="auto"/>
            <w:vAlign w:val="center"/>
          </w:tcPr>
          <w:p w14:paraId="550701A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032" w:type="dxa"/>
            <w:tcBorders>
              <w:top w:val="single" w:sz="6" w:space="0" w:color="auto"/>
              <w:left w:val="single" w:sz="4" w:space="0" w:color="auto"/>
              <w:bottom w:val="single" w:sz="6" w:space="0" w:color="auto"/>
              <w:right w:val="single" w:sz="6" w:space="0" w:color="auto"/>
            </w:tcBorders>
            <w:shd w:val="clear" w:color="auto" w:fill="auto"/>
            <w:vAlign w:val="center"/>
          </w:tcPr>
          <w:p w14:paraId="08D76359"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A0B149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2621B4B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22803A08" w14:textId="77777777" w:rsidTr="00DF3064">
        <w:trPr>
          <w:jc w:val="center"/>
        </w:trPr>
        <w:tc>
          <w:tcPr>
            <w:tcW w:w="1033" w:type="dxa"/>
            <w:vMerge/>
            <w:tcBorders>
              <w:left w:val="single" w:sz="4" w:space="0" w:color="auto"/>
              <w:right w:val="single" w:sz="6" w:space="0" w:color="auto"/>
            </w:tcBorders>
            <w:shd w:val="clear" w:color="auto" w:fill="auto"/>
            <w:vAlign w:val="center"/>
          </w:tcPr>
          <w:p w14:paraId="2655AD2D" w14:textId="77777777" w:rsidR="001F5A79" w:rsidRPr="008C6DE4" w:rsidRDefault="001F5A79" w:rsidP="00DF3064">
            <w:pPr>
              <w:keepNext/>
              <w:keepLines/>
              <w:spacing w:after="0"/>
              <w:jc w:val="center"/>
              <w:rPr>
                <w:rFonts w:ascii="Arial" w:hAnsi="Arial"/>
                <w:sz w:val="18"/>
              </w:rPr>
            </w:pPr>
          </w:p>
        </w:tc>
        <w:tc>
          <w:tcPr>
            <w:tcW w:w="1047" w:type="dxa"/>
            <w:vMerge/>
            <w:tcBorders>
              <w:left w:val="single" w:sz="6" w:space="0" w:color="auto"/>
              <w:right w:val="single" w:sz="6" w:space="0" w:color="auto"/>
            </w:tcBorders>
            <w:shd w:val="clear" w:color="auto" w:fill="auto"/>
            <w:vAlign w:val="center"/>
          </w:tcPr>
          <w:p w14:paraId="3FE15A1C" w14:textId="77777777" w:rsidR="001F5A79" w:rsidRPr="008C6DE4" w:rsidRDefault="001F5A79" w:rsidP="00DF3064">
            <w:pPr>
              <w:keepNext/>
              <w:keepLines/>
              <w:spacing w:after="0"/>
              <w:jc w:val="center"/>
              <w:rPr>
                <w:rFonts w:ascii="Arial" w:hAnsi="Arial"/>
                <w:sz w:val="18"/>
              </w:rPr>
            </w:pPr>
          </w:p>
        </w:tc>
        <w:tc>
          <w:tcPr>
            <w:tcW w:w="951" w:type="dxa"/>
            <w:vMerge/>
            <w:tcBorders>
              <w:left w:val="single" w:sz="6" w:space="0" w:color="auto"/>
              <w:right w:val="single" w:sz="6" w:space="0" w:color="auto"/>
            </w:tcBorders>
            <w:shd w:val="clear" w:color="auto" w:fill="auto"/>
            <w:vAlign w:val="center"/>
          </w:tcPr>
          <w:p w14:paraId="434AB7F1" w14:textId="77777777" w:rsidR="001F5A79" w:rsidRPr="008C6DE4" w:rsidRDefault="001F5A79" w:rsidP="00DF3064">
            <w:pPr>
              <w:keepNext/>
              <w:keepLines/>
              <w:spacing w:after="0"/>
              <w:jc w:val="center"/>
              <w:rPr>
                <w:rFonts w:ascii="Arial" w:hAnsi="Arial"/>
                <w:sz w:val="18"/>
              </w:rPr>
            </w:pPr>
          </w:p>
        </w:tc>
        <w:tc>
          <w:tcPr>
            <w:tcW w:w="2122" w:type="dxa"/>
            <w:tcBorders>
              <w:top w:val="single" w:sz="6" w:space="0" w:color="auto"/>
              <w:left w:val="single" w:sz="6" w:space="0" w:color="auto"/>
              <w:bottom w:val="single" w:sz="6" w:space="0" w:color="auto"/>
              <w:right w:val="single" w:sz="4" w:space="0" w:color="auto"/>
            </w:tcBorders>
            <w:shd w:val="clear" w:color="auto" w:fill="auto"/>
            <w:vAlign w:val="center"/>
          </w:tcPr>
          <w:p w14:paraId="247F753D"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NR_FDD_FR1_H</w:t>
            </w:r>
          </w:p>
        </w:tc>
        <w:tc>
          <w:tcPr>
            <w:tcW w:w="1107" w:type="dxa"/>
            <w:tcBorders>
              <w:top w:val="single" w:sz="6" w:space="0" w:color="auto"/>
              <w:left w:val="single" w:sz="4" w:space="0" w:color="auto"/>
              <w:bottom w:val="single" w:sz="6" w:space="0" w:color="auto"/>
              <w:right w:val="single" w:sz="6" w:space="0" w:color="auto"/>
            </w:tcBorders>
            <w:shd w:val="clear" w:color="auto" w:fill="auto"/>
            <w:vAlign w:val="center"/>
          </w:tcPr>
          <w:p w14:paraId="48C1731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1032" w:type="dxa"/>
            <w:tcBorders>
              <w:top w:val="single" w:sz="6" w:space="0" w:color="auto"/>
              <w:left w:val="single" w:sz="4" w:space="0" w:color="auto"/>
              <w:bottom w:val="single" w:sz="6" w:space="0" w:color="auto"/>
              <w:right w:val="single" w:sz="6" w:space="0" w:color="auto"/>
            </w:tcBorders>
            <w:shd w:val="clear" w:color="auto" w:fill="auto"/>
            <w:vAlign w:val="center"/>
          </w:tcPr>
          <w:p w14:paraId="4068E93C"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3C87F4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0DC6E65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05DDADF6" w14:textId="77777777" w:rsidTr="00DF3064">
        <w:trPr>
          <w:jc w:val="center"/>
        </w:trPr>
        <w:tc>
          <w:tcPr>
            <w:tcW w:w="1033" w:type="dxa"/>
            <w:tcBorders>
              <w:top w:val="single" w:sz="6" w:space="0" w:color="auto"/>
              <w:left w:val="single" w:sz="4" w:space="0" w:color="auto"/>
              <w:bottom w:val="single" w:sz="6" w:space="0" w:color="auto"/>
              <w:right w:val="single" w:sz="6" w:space="0" w:color="auto"/>
            </w:tcBorders>
            <w:shd w:val="clear" w:color="auto" w:fill="auto"/>
            <w:vAlign w:val="center"/>
          </w:tcPr>
          <w:p w14:paraId="2C3EF9E2"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rPr>
              <w:sym w:font="Symbol" w:char="F0B1"/>
            </w:r>
            <w:r w:rsidRPr="008C6DE4">
              <w:rPr>
                <w:rFonts w:ascii="Arial" w:hAnsi="Arial"/>
                <w:sz w:val="18"/>
              </w:rPr>
              <w:t>4</w:t>
            </w:r>
          </w:p>
        </w:tc>
        <w:tc>
          <w:tcPr>
            <w:tcW w:w="1047" w:type="dxa"/>
            <w:tcBorders>
              <w:top w:val="single" w:sz="6" w:space="0" w:color="auto"/>
              <w:left w:val="single" w:sz="6" w:space="0" w:color="auto"/>
              <w:bottom w:val="single" w:sz="6" w:space="0" w:color="auto"/>
              <w:right w:val="single" w:sz="6" w:space="0" w:color="auto"/>
            </w:tcBorders>
            <w:shd w:val="clear" w:color="auto" w:fill="auto"/>
            <w:vAlign w:val="center"/>
          </w:tcPr>
          <w:p w14:paraId="070516B1"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rPr>
              <w:sym w:font="Symbol" w:char="F0B1"/>
            </w:r>
            <w:r w:rsidRPr="008C6DE4">
              <w:rPr>
                <w:rFonts w:ascii="Arial" w:hAnsi="Arial"/>
                <w:sz w:val="18"/>
              </w:rPr>
              <w:t>4</w:t>
            </w:r>
          </w:p>
        </w:tc>
        <w:tc>
          <w:tcPr>
            <w:tcW w:w="951" w:type="dxa"/>
            <w:tcBorders>
              <w:top w:val="single" w:sz="6" w:space="0" w:color="auto"/>
              <w:left w:val="single" w:sz="6" w:space="0" w:color="auto"/>
              <w:bottom w:val="single" w:sz="6" w:space="0" w:color="auto"/>
              <w:right w:val="single" w:sz="6" w:space="0" w:color="auto"/>
            </w:tcBorders>
            <w:shd w:val="clear" w:color="auto" w:fill="auto"/>
            <w:vAlign w:val="center"/>
          </w:tcPr>
          <w:p w14:paraId="694431A1"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lang w:eastAsia="zh-CN"/>
              </w:rPr>
              <w:t>-6</w:t>
            </w:r>
            <w:r w:rsidRPr="008C6DE4">
              <w:rPr>
                <w:rFonts w:ascii="Arial" w:hAnsi="Arial"/>
                <w:sz w:val="18"/>
              </w:rPr>
              <w:t xml:space="preserve"> dB</w:t>
            </w:r>
          </w:p>
        </w:tc>
        <w:tc>
          <w:tcPr>
            <w:tcW w:w="2122" w:type="dxa"/>
            <w:tcBorders>
              <w:top w:val="single" w:sz="6" w:space="0" w:color="auto"/>
              <w:left w:val="single" w:sz="6" w:space="0" w:color="auto"/>
              <w:bottom w:val="single" w:sz="6" w:space="0" w:color="auto"/>
              <w:right w:val="single" w:sz="4" w:space="0" w:color="auto"/>
            </w:tcBorders>
            <w:shd w:val="clear" w:color="auto" w:fill="auto"/>
            <w:vAlign w:val="center"/>
          </w:tcPr>
          <w:p w14:paraId="7830E99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3</w:t>
            </w:r>
          </w:p>
        </w:tc>
        <w:tc>
          <w:tcPr>
            <w:tcW w:w="1107" w:type="dxa"/>
            <w:tcBorders>
              <w:top w:val="single" w:sz="6" w:space="0" w:color="auto"/>
              <w:left w:val="single" w:sz="4" w:space="0" w:color="auto"/>
              <w:bottom w:val="single" w:sz="4" w:space="0" w:color="auto"/>
              <w:right w:val="single" w:sz="6" w:space="0" w:color="auto"/>
            </w:tcBorders>
            <w:shd w:val="clear" w:color="auto" w:fill="auto"/>
            <w:vAlign w:val="center"/>
          </w:tcPr>
          <w:p w14:paraId="077D581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3</w:t>
            </w:r>
          </w:p>
        </w:tc>
        <w:tc>
          <w:tcPr>
            <w:tcW w:w="1032" w:type="dxa"/>
            <w:tcBorders>
              <w:top w:val="single" w:sz="6" w:space="0" w:color="auto"/>
              <w:left w:val="single" w:sz="4" w:space="0" w:color="auto"/>
              <w:bottom w:val="single" w:sz="4" w:space="0" w:color="auto"/>
              <w:right w:val="single" w:sz="6" w:space="0" w:color="auto"/>
            </w:tcBorders>
            <w:shd w:val="clear" w:color="auto" w:fill="auto"/>
            <w:vAlign w:val="center"/>
          </w:tcPr>
          <w:p w14:paraId="6EA919EF"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rPr>
              <w:t>Note 3</w:t>
            </w:r>
          </w:p>
        </w:tc>
        <w:tc>
          <w:tcPr>
            <w:tcW w:w="1440" w:type="dxa"/>
            <w:tcBorders>
              <w:top w:val="single" w:sz="6" w:space="0" w:color="auto"/>
              <w:left w:val="single" w:sz="6" w:space="0" w:color="auto"/>
              <w:bottom w:val="single" w:sz="4" w:space="0" w:color="auto"/>
              <w:right w:val="single" w:sz="6" w:space="0" w:color="auto"/>
            </w:tcBorders>
            <w:shd w:val="clear" w:color="auto" w:fill="auto"/>
            <w:vAlign w:val="center"/>
          </w:tcPr>
          <w:p w14:paraId="6854CCC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3</w:t>
            </w:r>
          </w:p>
        </w:tc>
        <w:tc>
          <w:tcPr>
            <w:tcW w:w="1440" w:type="dxa"/>
            <w:tcBorders>
              <w:top w:val="single" w:sz="6" w:space="0" w:color="auto"/>
              <w:left w:val="single" w:sz="6" w:space="0" w:color="auto"/>
              <w:bottom w:val="single" w:sz="4" w:space="0" w:color="auto"/>
              <w:right w:val="single" w:sz="4" w:space="0" w:color="auto"/>
            </w:tcBorders>
            <w:shd w:val="clear" w:color="auto" w:fill="auto"/>
            <w:vAlign w:val="center"/>
          </w:tcPr>
          <w:p w14:paraId="1840B7F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Note 3</w:t>
            </w:r>
          </w:p>
        </w:tc>
      </w:tr>
      <w:tr w:rsidR="001F5A79" w:rsidRPr="008C6DE4" w14:paraId="02C92EE2" w14:textId="77777777" w:rsidTr="00DF3064">
        <w:trPr>
          <w:jc w:val="center"/>
        </w:trPr>
        <w:tc>
          <w:tcPr>
            <w:tcW w:w="10172" w:type="dxa"/>
            <w:gridSpan w:val="8"/>
            <w:tcBorders>
              <w:top w:val="single" w:sz="6" w:space="0" w:color="auto"/>
              <w:left w:val="single" w:sz="4" w:space="0" w:color="auto"/>
              <w:bottom w:val="single" w:sz="4" w:space="0" w:color="auto"/>
              <w:right w:val="single" w:sz="4" w:space="0" w:color="auto"/>
            </w:tcBorders>
            <w:shd w:val="clear" w:color="auto" w:fill="auto"/>
            <w:vAlign w:val="center"/>
          </w:tcPr>
          <w:p w14:paraId="24677130"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w:t>
            </w:r>
            <w:r w:rsidRPr="008C6DE4">
              <w:rPr>
                <w:rFonts w:ascii="Arial" w:hAnsi="Arial"/>
                <w:sz w:val="18"/>
                <w:lang w:eastAsia="zh-CN"/>
              </w:rPr>
              <w:t>OTE</w:t>
            </w:r>
            <w:r w:rsidRPr="008C6DE4">
              <w:rPr>
                <w:rFonts w:ascii="Arial" w:hAnsi="Arial"/>
                <w:sz w:val="18"/>
              </w:rPr>
              <w:t xml:space="preserve"> 1:</w:t>
            </w:r>
            <w:r w:rsidRPr="008C6DE4">
              <w:rPr>
                <w:rFonts w:ascii="Arial" w:hAnsi="Arial"/>
                <w:sz w:val="18"/>
              </w:rPr>
              <w:tab/>
              <w:t>Io is assumed to have constant EPRE across the bandwidth.</w:t>
            </w:r>
          </w:p>
          <w:p w14:paraId="2F6E0878"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w:t>
            </w:r>
            <w:r w:rsidRPr="008C6DE4">
              <w:rPr>
                <w:rFonts w:ascii="Arial" w:hAnsi="Arial"/>
                <w:sz w:val="18"/>
                <w:lang w:eastAsia="zh-CN"/>
              </w:rPr>
              <w:t>OTE</w:t>
            </w:r>
            <w:r w:rsidRPr="008C6DE4">
              <w:rPr>
                <w:rFonts w:ascii="Arial" w:hAnsi="Arial"/>
                <w:sz w:val="18"/>
              </w:rPr>
              <w:t xml:space="preserve"> 2:</w:t>
            </w:r>
            <w:r w:rsidRPr="008C6DE4">
              <w:rPr>
                <w:rFonts w:ascii="Arial" w:hAnsi="Arial"/>
                <w:sz w:val="18"/>
              </w:rPr>
              <w:tab/>
            </w:r>
            <w:r w:rsidRPr="008C6DE4">
              <w:rPr>
                <w:rFonts w:ascii="Arial" w:hAnsi="Arial"/>
                <w:sz w:val="18"/>
                <w:lang w:eastAsia="zh-CN"/>
              </w:rPr>
              <w:t xml:space="preserve">The parameter </w:t>
            </w:r>
            <w:r w:rsidRPr="008C6DE4">
              <w:rPr>
                <w:rFonts w:ascii="Arial" w:hAnsi="Arial"/>
                <w:sz w:val="18"/>
              </w:rPr>
              <w:t>SSB Ês/Iot</w:t>
            </w:r>
            <w:r w:rsidRPr="008C6DE4">
              <w:rPr>
                <w:rFonts w:ascii="Arial" w:hAnsi="Arial"/>
                <w:sz w:val="18"/>
                <w:lang w:eastAsia="zh-CN"/>
              </w:rPr>
              <w:t xml:space="preserve"> is the minimum </w:t>
            </w:r>
            <w:r w:rsidRPr="008C6DE4">
              <w:rPr>
                <w:rFonts w:ascii="Arial" w:hAnsi="Arial"/>
                <w:sz w:val="18"/>
              </w:rPr>
              <w:t>SSB Ês/Iot</w:t>
            </w:r>
            <w:r w:rsidRPr="008C6DE4">
              <w:rPr>
                <w:rFonts w:ascii="Arial" w:hAnsi="Arial"/>
                <w:sz w:val="18"/>
                <w:lang w:eastAsia="zh-CN"/>
              </w:rPr>
              <w:t xml:space="preserve"> of the pair of cells to which the requirement applies.</w:t>
            </w:r>
          </w:p>
          <w:p w14:paraId="2B47A8C1" w14:textId="77777777" w:rsidR="001F5A79" w:rsidRPr="008C6DE4" w:rsidRDefault="001F5A79" w:rsidP="00DF3064">
            <w:pPr>
              <w:keepNext/>
              <w:keepLines/>
              <w:spacing w:after="0"/>
              <w:ind w:left="851" w:hanging="851"/>
              <w:rPr>
                <w:rFonts w:ascii="Arial" w:hAnsi="Arial" w:cs="Arial"/>
                <w:sz w:val="18"/>
              </w:rPr>
            </w:pPr>
            <w:r w:rsidRPr="008C6DE4">
              <w:rPr>
                <w:rFonts w:ascii="Arial" w:hAnsi="Arial"/>
                <w:sz w:val="18"/>
              </w:rPr>
              <w:t>N</w:t>
            </w:r>
            <w:r w:rsidRPr="008C6DE4">
              <w:rPr>
                <w:rFonts w:ascii="Arial" w:hAnsi="Arial"/>
                <w:sz w:val="18"/>
                <w:lang w:eastAsia="zh-CN"/>
              </w:rPr>
              <w:t>OTE</w:t>
            </w:r>
            <w:r w:rsidRPr="008C6DE4">
              <w:rPr>
                <w:rFonts w:ascii="Arial" w:hAnsi="Arial"/>
                <w:sz w:val="18"/>
              </w:rPr>
              <w:t xml:space="preserve"> 3:</w:t>
            </w:r>
            <w:r w:rsidRPr="008C6DE4">
              <w:rPr>
                <w:rFonts w:ascii="Arial" w:hAnsi="Arial"/>
                <w:sz w:val="18"/>
              </w:rPr>
              <w:tab/>
            </w:r>
            <w:r w:rsidRPr="008C6DE4">
              <w:rPr>
                <w:rFonts w:ascii="Arial" w:hAnsi="Arial" w:cs="Arial"/>
                <w:sz w:val="18"/>
              </w:rPr>
              <w:t>The same bands and the same Io conditions for each band apply for this requirement as for the corresponding highest accuracy requirement.</w:t>
            </w:r>
          </w:p>
          <w:p w14:paraId="56EEF650" w14:textId="1F478F64" w:rsidR="00F25F43" w:rsidRPr="008C6DE4" w:rsidRDefault="00F25F43" w:rsidP="00F25F43">
            <w:pPr>
              <w:keepNext/>
              <w:keepLines/>
              <w:spacing w:after="0"/>
              <w:ind w:left="851" w:hanging="851"/>
              <w:rPr>
                <w:rFonts w:ascii="Arial" w:hAnsi="Arial" w:cs="Arial"/>
                <w:sz w:val="18"/>
              </w:rPr>
            </w:pPr>
            <w:r w:rsidRPr="008C6DE4">
              <w:rPr>
                <w:rFonts w:ascii="Arial" w:hAnsi="Arial" w:cs="Arial"/>
                <w:sz w:val="18"/>
              </w:rPr>
              <w:t>NOTE 4:</w:t>
            </w:r>
            <w:r w:rsidRPr="008C6DE4">
              <w:rPr>
                <w:rFonts w:ascii="Arial" w:hAnsi="Arial" w:cs="Arial"/>
                <w:sz w:val="18"/>
              </w:rPr>
              <w:tab/>
              <w:t xml:space="preserve">The requirements apply for SSB Ês/Iot </w:t>
            </w:r>
            <w:r w:rsidRPr="008C6DE4">
              <w:rPr>
                <w:rFonts w:ascii="Arial" w:hAnsi="Arial" w:cs="Arial" w:hint="eastAsia"/>
                <w:sz w:val="18"/>
              </w:rPr>
              <w:t>≤</w:t>
            </w:r>
            <w:r w:rsidRPr="008C6DE4">
              <w:rPr>
                <w:rFonts w:ascii="Arial" w:hAnsi="Arial" w:cs="Arial"/>
                <w:sz w:val="18"/>
              </w:rPr>
              <w:t xml:space="preserve"> 25 dB.</w:t>
            </w:r>
          </w:p>
          <w:p w14:paraId="64EA1234" w14:textId="286C4277" w:rsidR="001F5A79" w:rsidRPr="008C6DE4" w:rsidRDefault="00F25F43" w:rsidP="00F25F43">
            <w:pPr>
              <w:keepNext/>
              <w:keepLines/>
              <w:spacing w:after="0"/>
              <w:ind w:left="851" w:hanging="851"/>
              <w:rPr>
                <w:rFonts w:ascii="Arial" w:hAnsi="Arial"/>
                <w:sz w:val="18"/>
              </w:rPr>
            </w:pPr>
            <w:r w:rsidRPr="008C6DE4">
              <w:rPr>
                <w:rFonts w:ascii="Arial" w:hAnsi="Arial" w:cs="Arial"/>
                <w:sz w:val="18"/>
              </w:rPr>
              <w:t>NOTE 5:</w:t>
            </w:r>
            <w:r w:rsidRPr="008C6DE4">
              <w:rPr>
                <w:rFonts w:ascii="Arial" w:hAnsi="Arial" w:cs="Arial"/>
                <w:sz w:val="18"/>
              </w:rPr>
              <w:tab/>
            </w:r>
            <w:r w:rsidRPr="008C6DE4">
              <w:rPr>
                <w:rFonts w:ascii="Arial" w:hAnsi="Arial"/>
                <w:sz w:val="18"/>
              </w:rPr>
              <w:t>NR operating band groups in FR1 are as defined in clause 3.5.2.</w:t>
            </w:r>
          </w:p>
        </w:tc>
      </w:tr>
    </w:tbl>
    <w:p w14:paraId="7B184D58" w14:textId="77777777" w:rsidR="001F5A79" w:rsidRPr="008C6DE4" w:rsidRDefault="001F5A79" w:rsidP="001F5A79">
      <w:pPr>
        <w:rPr>
          <w:lang w:eastAsia="ko-KR"/>
        </w:rPr>
      </w:pPr>
    </w:p>
    <w:p w14:paraId="6E5C207B" w14:textId="4F2C1B4D" w:rsidR="001F5A79" w:rsidRPr="008C6DE4" w:rsidRDefault="001F5A79" w:rsidP="0048284E">
      <w:pPr>
        <w:pStyle w:val="Heading3"/>
        <w:rPr>
          <w:lang w:val="en-US" w:eastAsia="ko-KR"/>
        </w:rPr>
      </w:pPr>
      <w:r w:rsidRPr="008C6DE4">
        <w:rPr>
          <w:lang w:val="en-US" w:eastAsia="ko-KR"/>
        </w:rPr>
        <w:t>1</w:t>
      </w:r>
      <w:r w:rsidR="0048284E" w:rsidRPr="008C6DE4">
        <w:rPr>
          <w:lang w:val="en-US" w:eastAsia="ko-KR"/>
        </w:rPr>
        <w:t>0.1.1</w:t>
      </w:r>
      <w:r w:rsidRPr="008C6DE4">
        <w:rPr>
          <w:lang w:val="en-US" w:eastAsia="ko-KR"/>
        </w:rPr>
        <w:t>5</w:t>
      </w:r>
      <w:r w:rsidRPr="008C6DE4">
        <w:rPr>
          <w:lang w:val="en-US" w:eastAsia="ko-KR"/>
        </w:rPr>
        <w:tab/>
        <w:t xml:space="preserve">Inter-frequency SINR accuracy requirements </w:t>
      </w:r>
      <w:r w:rsidRPr="008C6DE4">
        <w:rPr>
          <w:lang w:val="en-US" w:eastAsia="zh-CN"/>
        </w:rPr>
        <w:t>for</w:t>
      </w:r>
      <w:r w:rsidRPr="008C6DE4">
        <w:rPr>
          <w:lang w:val="en-US" w:eastAsia="ko-KR"/>
        </w:rPr>
        <w:t xml:space="preserve"> FR2</w:t>
      </w:r>
    </w:p>
    <w:p w14:paraId="5F56F4A9" w14:textId="77777777" w:rsidR="001F5A79" w:rsidRPr="008C6DE4" w:rsidRDefault="001F5A79" w:rsidP="001F5A79">
      <w:pPr>
        <w:keepNext/>
        <w:keepLines/>
        <w:overflowPunct w:val="0"/>
        <w:autoSpaceDE w:val="0"/>
        <w:autoSpaceDN w:val="0"/>
        <w:adjustRightInd w:val="0"/>
        <w:spacing w:before="120"/>
        <w:ind w:left="1418" w:hanging="1418"/>
        <w:textAlignment w:val="baseline"/>
        <w:outlineLvl w:val="3"/>
        <w:rPr>
          <w:rFonts w:ascii="Arial" w:hAnsi="Arial"/>
          <w:sz w:val="24"/>
          <w:lang w:val="en-US" w:eastAsia="zh-CN"/>
        </w:rPr>
      </w:pPr>
      <w:r w:rsidRPr="008C6DE4">
        <w:rPr>
          <w:rFonts w:ascii="Arial" w:hAnsi="Arial"/>
          <w:sz w:val="24"/>
          <w:lang w:val="en-US" w:eastAsia="zh-CN"/>
        </w:rPr>
        <w:t>10.1.15.1</w:t>
      </w:r>
      <w:r w:rsidRPr="008C6DE4">
        <w:rPr>
          <w:rFonts w:ascii="Arial" w:hAnsi="Arial"/>
          <w:sz w:val="24"/>
          <w:lang w:val="en-US" w:eastAsia="zh-CN"/>
        </w:rPr>
        <w:tab/>
      </w:r>
      <w:r w:rsidRPr="008C6DE4">
        <w:rPr>
          <w:rFonts w:ascii="Arial" w:hAnsi="Arial"/>
          <w:sz w:val="24"/>
          <w:lang w:val="en-US" w:eastAsia="ko-KR"/>
        </w:rPr>
        <w:t>Inter-frequency SS-SINR accuracy requirements</w:t>
      </w:r>
      <w:r w:rsidRPr="008C6DE4">
        <w:rPr>
          <w:rFonts w:ascii="Arial" w:hAnsi="Arial"/>
          <w:sz w:val="24"/>
          <w:lang w:val="en-US" w:eastAsia="zh-CN"/>
        </w:rPr>
        <w:t xml:space="preserve"> in FR2</w:t>
      </w:r>
    </w:p>
    <w:p w14:paraId="25F4D97A" w14:textId="77777777" w:rsidR="001F5A79" w:rsidRPr="008C6DE4" w:rsidRDefault="001F5A79" w:rsidP="001F5A79">
      <w:pPr>
        <w:keepNext/>
        <w:keepLines/>
        <w:spacing w:before="120"/>
        <w:ind w:left="1701" w:hanging="1701"/>
        <w:outlineLvl w:val="4"/>
        <w:rPr>
          <w:rFonts w:ascii="Arial" w:hAnsi="Arial"/>
          <w:sz w:val="22"/>
          <w:lang w:val="en-US" w:eastAsia="zh-CN"/>
        </w:rPr>
      </w:pPr>
      <w:r w:rsidRPr="008C6DE4">
        <w:rPr>
          <w:rFonts w:ascii="Arial" w:hAnsi="Arial"/>
          <w:sz w:val="22"/>
          <w:lang w:val="en-US" w:eastAsia="zh-CN"/>
        </w:rPr>
        <w:t>10.1.15.1.1</w:t>
      </w:r>
      <w:r w:rsidRPr="008C6DE4">
        <w:rPr>
          <w:rFonts w:ascii="Arial" w:hAnsi="Arial"/>
          <w:sz w:val="22"/>
          <w:lang w:val="en-US" w:eastAsia="zh-CN"/>
        </w:rPr>
        <w:tab/>
      </w:r>
      <w:r w:rsidRPr="008C6DE4">
        <w:rPr>
          <w:rFonts w:ascii="Arial" w:hAnsi="Arial"/>
          <w:sz w:val="22"/>
          <w:lang w:eastAsia="zh-CN"/>
        </w:rPr>
        <w:t>Aboslute</w:t>
      </w:r>
      <w:r w:rsidRPr="008C6DE4">
        <w:rPr>
          <w:rFonts w:ascii="Arial" w:hAnsi="Arial"/>
          <w:sz w:val="22"/>
        </w:rPr>
        <w:t xml:space="preserve"> Accuracy of </w:t>
      </w:r>
      <w:r w:rsidRPr="008C6DE4">
        <w:rPr>
          <w:rFonts w:ascii="Arial" w:hAnsi="Arial"/>
          <w:sz w:val="22"/>
          <w:lang w:eastAsia="zh-CN"/>
        </w:rPr>
        <w:t>SS-SINR</w:t>
      </w:r>
      <w:r w:rsidRPr="008C6DE4">
        <w:rPr>
          <w:rFonts w:ascii="Arial" w:hAnsi="Arial"/>
          <w:sz w:val="22"/>
          <w:lang w:val="en-US" w:eastAsia="zh-CN"/>
        </w:rPr>
        <w:t xml:space="preserve"> in FR2</w:t>
      </w:r>
    </w:p>
    <w:p w14:paraId="3D47EE3E" w14:textId="77777777" w:rsidR="001F5A79" w:rsidRPr="008C6DE4" w:rsidRDefault="001F5A79" w:rsidP="001F5A79">
      <w:pPr>
        <w:rPr>
          <w:rFonts w:cs="v4.2.0"/>
          <w:i/>
        </w:rPr>
      </w:pPr>
      <w:r w:rsidRPr="008C6DE4">
        <w:rPr>
          <w:rFonts w:cs="v4.2.0"/>
        </w:rPr>
        <w:t>The requirements for absolute accuracy of</w:t>
      </w:r>
      <w:r w:rsidRPr="008C6DE4">
        <w:rPr>
          <w:rFonts w:cs="v4.2.0"/>
          <w:lang w:eastAsia="zh-CN"/>
        </w:rPr>
        <w:t xml:space="preserve"> SS-SINR</w:t>
      </w:r>
      <w:r w:rsidRPr="008C6DE4">
        <w:rPr>
          <w:rFonts w:cs="v4.2.0"/>
        </w:rPr>
        <w:t xml:space="preserve"> in this clause apply to a cell on a frequency in FR2 that has different carrier frequency from the serving cell.</w:t>
      </w:r>
    </w:p>
    <w:p w14:paraId="0B8BA0F6"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10.1.15.1.1</w:t>
      </w:r>
      <w:r w:rsidRPr="008C6DE4">
        <w:rPr>
          <w:rFonts w:cs="v4.2.0"/>
        </w:rPr>
        <w:t>-1 are valid under the following conditions:</w:t>
      </w:r>
    </w:p>
    <w:p w14:paraId="06AAA815" w14:textId="77777777" w:rsidR="001F5A79" w:rsidRPr="008C6DE4" w:rsidRDefault="001F5A79" w:rsidP="001F5A79">
      <w:pPr>
        <w:ind w:left="568" w:hanging="284"/>
        <w:rPr>
          <w:rFonts w:cs="v4.2.0"/>
        </w:rPr>
      </w:pPr>
      <w:r w:rsidRPr="008C6DE4">
        <w:t>-</w:t>
      </w:r>
      <w:r w:rsidRPr="008C6DE4">
        <w:rPr>
          <w:rFonts w:ascii="Arial" w:hAnsi="Arial"/>
          <w:sz w:val="28"/>
          <w:lang w:val="en-US"/>
        </w:rPr>
        <w:tab/>
      </w:r>
      <w:r w:rsidRPr="008C6DE4">
        <w:t>Conditions defined in clause 7.3 of TS 38.101-2 [19] for reference sensitivity are fulfilled.</w:t>
      </w:r>
    </w:p>
    <w:p w14:paraId="5BFECF45" w14:textId="77777777" w:rsidR="001F5A79" w:rsidRPr="008C6DE4" w:rsidRDefault="001F5A79" w:rsidP="001F5A79">
      <w:pPr>
        <w:ind w:left="568" w:hanging="284"/>
      </w:pPr>
      <w:r w:rsidRPr="008C6DE4">
        <w:t>-</w:t>
      </w:r>
      <w:r w:rsidRPr="008C6DE4">
        <w:rPr>
          <w:rFonts w:ascii="Arial" w:hAnsi="Arial"/>
          <w:sz w:val="28"/>
          <w:lang w:val="en-US"/>
        </w:rPr>
        <w:tab/>
      </w:r>
      <w:r w:rsidRPr="008C6DE4">
        <w:t>Conditions for inter-frequency measurements are fulfilled according to Annex B.2.3 for a corresponding Band.</w:t>
      </w:r>
    </w:p>
    <w:p w14:paraId="59627942" w14:textId="77777777" w:rsidR="001F5A79" w:rsidRPr="008C6DE4" w:rsidRDefault="001F5A79" w:rsidP="001F5A79">
      <w:pPr>
        <w:ind w:left="568" w:hanging="284"/>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31D2C819" w14:textId="77777777" w:rsidR="001F5A79" w:rsidRPr="008C6DE4" w:rsidRDefault="001F5A79" w:rsidP="001F5A79">
      <w:pPr>
        <w:keepNext/>
        <w:keepLines/>
        <w:spacing w:before="60"/>
        <w:jc w:val="center"/>
        <w:rPr>
          <w:rFonts w:ascii="Arial" w:hAnsi="Arial"/>
          <w:b/>
          <w:lang w:eastAsia="zh-CN"/>
        </w:rPr>
      </w:pPr>
      <w:r w:rsidRPr="008C6DE4">
        <w:rPr>
          <w:rFonts w:ascii="Arial" w:hAnsi="Arial"/>
          <w:b/>
        </w:rPr>
        <w:t xml:space="preserve">Table </w:t>
      </w:r>
      <w:r w:rsidRPr="008C6DE4">
        <w:rPr>
          <w:rFonts w:ascii="Arial" w:hAnsi="Arial"/>
          <w:b/>
          <w:lang w:eastAsia="zh-CN"/>
        </w:rPr>
        <w:t>10.1.15.1.1</w:t>
      </w:r>
      <w:r w:rsidRPr="008C6DE4">
        <w:rPr>
          <w:rFonts w:ascii="Arial" w:hAnsi="Arial"/>
          <w:b/>
        </w:rPr>
        <w:t xml:space="preserve">-1: </w:t>
      </w:r>
      <w:r w:rsidRPr="008C6DE4">
        <w:rPr>
          <w:rFonts w:ascii="Arial" w:hAnsi="Arial"/>
          <w:b/>
          <w:lang w:eastAsia="zh-CN"/>
        </w:rPr>
        <w:t>SS-SINR</w:t>
      </w:r>
      <w:r w:rsidRPr="008C6DE4">
        <w:rPr>
          <w:rFonts w:ascii="Arial" w:hAnsi="Arial"/>
          <w:b/>
        </w:rPr>
        <w:t xml:space="preserve"> Inter frequency absolute accuracy</w:t>
      </w:r>
      <w:r w:rsidRPr="008C6DE4">
        <w:rPr>
          <w:rFonts w:ascii="Arial" w:hAnsi="Arial"/>
          <w:b/>
          <w:lang w:eastAsia="zh-CN"/>
        </w:rPr>
        <w:t xml:space="preserve"> in FR2</w:t>
      </w:r>
    </w:p>
    <w:tbl>
      <w:tblPr>
        <w:tblW w:w="8789" w:type="dxa"/>
        <w:jc w:val="center"/>
        <w:tblLook w:val="01E0" w:firstRow="1" w:lastRow="1" w:firstColumn="1" w:lastColumn="1" w:noHBand="0" w:noVBand="0"/>
      </w:tblPr>
      <w:tblGrid>
        <w:gridCol w:w="1122"/>
        <w:gridCol w:w="1119"/>
        <w:gridCol w:w="1119"/>
        <w:gridCol w:w="1580"/>
        <w:gridCol w:w="1581"/>
        <w:gridCol w:w="2268"/>
      </w:tblGrid>
      <w:tr w:rsidR="00DD3199" w:rsidRPr="008C6DE4" w14:paraId="41E9FB58" w14:textId="77777777" w:rsidTr="00DF3064">
        <w:trPr>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5328D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6548" w:type="dxa"/>
            <w:gridSpan w:val="4"/>
            <w:tcBorders>
              <w:top w:val="single" w:sz="4" w:space="0" w:color="auto"/>
              <w:left w:val="single" w:sz="4" w:space="0" w:color="auto"/>
              <w:bottom w:val="single" w:sz="4" w:space="0" w:color="auto"/>
              <w:right w:val="single" w:sz="4" w:space="0" w:color="auto"/>
            </w:tcBorders>
            <w:vAlign w:val="center"/>
          </w:tcPr>
          <w:p w14:paraId="5753B8E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538BC35B" w14:textId="77777777" w:rsidTr="00DF3064">
        <w:trPr>
          <w:jc w:val="center"/>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5C2EF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839FD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119" w:type="dxa"/>
            <w:vMerge w:val="restart"/>
            <w:tcBorders>
              <w:top w:val="single" w:sz="4" w:space="0" w:color="auto"/>
              <w:left w:val="single" w:sz="4" w:space="0" w:color="auto"/>
              <w:bottom w:val="single" w:sz="4" w:space="0" w:color="auto"/>
              <w:right w:val="single" w:sz="4" w:space="0" w:color="auto"/>
            </w:tcBorders>
          </w:tcPr>
          <w:p w14:paraId="3B96CABA"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SSB Ês/Iot</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EC051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2</w:t>
            </w:r>
            <w:r w:rsidRPr="008C6DE4">
              <w:rPr>
                <w:rFonts w:ascii="Arial" w:hAnsi="Arial"/>
                <w:b/>
                <w:sz w:val="18"/>
              </w:rPr>
              <w:t xml:space="preserve"> range</w:t>
            </w:r>
          </w:p>
        </w:tc>
      </w:tr>
      <w:tr w:rsidR="00DD3199" w:rsidRPr="008C6DE4" w14:paraId="390488EF" w14:textId="77777777" w:rsidTr="00DF3064">
        <w:trPr>
          <w:jc w:val="center"/>
        </w:trPr>
        <w:tc>
          <w:tcPr>
            <w:tcW w:w="11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D253E6"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E9703A"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vAlign w:val="center"/>
          </w:tcPr>
          <w:p w14:paraId="64833A75" w14:textId="77777777" w:rsidR="001F5A79" w:rsidRPr="008C6DE4" w:rsidRDefault="001F5A79" w:rsidP="00DF3064">
            <w:pPr>
              <w:keepNext/>
              <w:keepLines/>
              <w:spacing w:after="0"/>
              <w:jc w:val="center"/>
              <w:rPr>
                <w:rFonts w:ascii="Arial" w:hAnsi="Arial"/>
                <w:b/>
                <w:sz w:val="18"/>
              </w:rPr>
            </w:pPr>
          </w:p>
        </w:tc>
        <w:tc>
          <w:tcPr>
            <w:tcW w:w="31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668F1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E8C577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6DC8B118" w14:textId="77777777" w:rsidTr="00DF3064">
        <w:trPr>
          <w:jc w:val="center"/>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0619B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15094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4" w:space="0" w:color="auto"/>
              <w:left w:val="single" w:sz="4" w:space="0" w:color="auto"/>
              <w:bottom w:val="single" w:sz="4" w:space="0" w:color="auto"/>
              <w:right w:val="single" w:sz="4" w:space="0" w:color="auto"/>
            </w:tcBorders>
            <w:vAlign w:val="center"/>
          </w:tcPr>
          <w:p w14:paraId="01119814"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31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03DBFC"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r w:rsidRPr="008C6DE4">
              <w:rPr>
                <w:rFonts w:ascii="Arial" w:hAnsi="Arial"/>
                <w:b/>
                <w:sz w:val="18"/>
                <w:vertAlign w:val="superscript"/>
              </w:rPr>
              <w:t xml:space="preserve"> Note 1</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7E1B062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54C53C79" w14:textId="77777777" w:rsidTr="00DF3064">
        <w:trPr>
          <w:jc w:val="center"/>
        </w:trPr>
        <w:tc>
          <w:tcPr>
            <w:tcW w:w="11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3EC58D"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2D9859"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tcPr>
          <w:p w14:paraId="463A7E46" w14:textId="77777777" w:rsidR="001F5A79" w:rsidRPr="008C6DE4" w:rsidRDefault="001F5A79" w:rsidP="00DF3064">
            <w:pPr>
              <w:keepNext/>
              <w:keepLines/>
              <w:spacing w:after="0"/>
              <w:jc w:val="center"/>
              <w:rPr>
                <w:rFonts w:ascii="Arial" w:hAnsi="Arial"/>
                <w:b/>
                <w:sz w:val="18"/>
              </w:rPr>
            </w:pP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14:paraId="4D0B2B8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120kHz</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4090D92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240kHz</w:t>
            </w:r>
          </w:p>
        </w:tc>
        <w:tc>
          <w:tcPr>
            <w:tcW w:w="2268" w:type="dxa"/>
            <w:vMerge/>
            <w:tcBorders>
              <w:left w:val="single" w:sz="4" w:space="0" w:color="auto"/>
              <w:bottom w:val="single" w:sz="4" w:space="0" w:color="auto"/>
              <w:right w:val="single" w:sz="4" w:space="0" w:color="auto"/>
            </w:tcBorders>
            <w:shd w:val="clear" w:color="auto" w:fill="auto"/>
            <w:vAlign w:val="center"/>
          </w:tcPr>
          <w:p w14:paraId="0FE81047" w14:textId="77777777" w:rsidR="001F5A79" w:rsidRPr="008C6DE4" w:rsidRDefault="001F5A79" w:rsidP="00DF3064">
            <w:pPr>
              <w:keepNext/>
              <w:keepLines/>
              <w:spacing w:after="0"/>
              <w:jc w:val="center"/>
              <w:rPr>
                <w:rFonts w:ascii="Arial" w:hAnsi="Arial"/>
                <w:b/>
                <w:sz w:val="18"/>
              </w:rPr>
            </w:pPr>
          </w:p>
        </w:tc>
      </w:tr>
      <w:tr w:rsidR="00DD3199" w:rsidRPr="008C6DE4" w14:paraId="040BC3BD" w14:textId="77777777" w:rsidTr="00DF3064">
        <w:trPr>
          <w:trHeight w:val="465"/>
          <w:jc w:val="center"/>
        </w:trPr>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14:paraId="2DADCF24"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14:paraId="7FF0621B"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vAlign w:val="center"/>
          </w:tcPr>
          <w:p w14:paraId="43F09155"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w:t>
            </w:r>
            <w:r w:rsidRPr="008C6DE4">
              <w:rPr>
                <w:rFonts w:ascii="Arial" w:hAnsi="Arial"/>
                <w:sz w:val="18"/>
              </w:rPr>
              <w:t>-3</w:t>
            </w:r>
          </w:p>
        </w:tc>
        <w:tc>
          <w:tcPr>
            <w:tcW w:w="31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043687" w14:textId="77777777" w:rsidR="001F5A79" w:rsidRPr="008C6DE4" w:rsidRDefault="001F5A79" w:rsidP="00DF3064">
            <w:pPr>
              <w:keepNext/>
              <w:keepLines/>
              <w:spacing w:after="0"/>
              <w:rPr>
                <w:rFonts w:ascii="Arial" w:eastAsia="Yu Mincho" w:hAnsi="Arial"/>
                <w:sz w:val="18"/>
                <w:lang w:eastAsia="ja-JP"/>
              </w:rPr>
            </w:pPr>
            <w:r w:rsidRPr="008C6DE4">
              <w:rPr>
                <w:rFonts w:ascii="Arial" w:hAnsi="Arial"/>
                <w:sz w:val="18"/>
              </w:rPr>
              <w:t>Same value as SSB_RP in Table B.2.2-2, according to UE Power class, operating band and angle of arrival</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5FACD24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72201F08" w14:textId="77777777" w:rsidTr="00DF3064">
        <w:trPr>
          <w:trHeight w:val="465"/>
          <w:jc w:val="center"/>
        </w:trPr>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14:paraId="5260EA3F"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14:paraId="6B0762C1"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vAlign w:val="center"/>
          </w:tcPr>
          <w:p w14:paraId="15646739" w14:textId="77777777" w:rsidR="001F5A79" w:rsidRPr="008C6DE4" w:rsidRDefault="001F5A79" w:rsidP="00DF3064">
            <w:pPr>
              <w:keepNext/>
              <w:keepLines/>
              <w:spacing w:after="0"/>
              <w:jc w:val="center"/>
              <w:rPr>
                <w:sz w:val="18"/>
              </w:rPr>
            </w:pPr>
            <w:r w:rsidRPr="008C6DE4">
              <w:rPr>
                <w:rFonts w:ascii="Arial" w:eastAsia="Yu Mincho" w:hAnsi="Arial" w:cs="Arial"/>
                <w:sz w:val="18"/>
                <w:lang w:eastAsia="ja-JP"/>
              </w:rPr>
              <w:t>≥-4</w:t>
            </w:r>
          </w:p>
        </w:tc>
        <w:tc>
          <w:tcPr>
            <w:tcW w:w="316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47D8B8C5" w14:textId="77777777" w:rsidR="001F5A79" w:rsidRPr="008C6DE4" w:rsidRDefault="001F5A79" w:rsidP="00DF3064">
            <w:pPr>
              <w:keepNext/>
              <w:keepLines/>
              <w:spacing w:after="0"/>
              <w:jc w:val="center"/>
              <w:rPr>
                <w:rFonts w:ascii="Arial" w:hAnsi="Arial"/>
                <w:sz w:val="18"/>
              </w:rPr>
            </w:pPr>
          </w:p>
        </w:tc>
        <w:tc>
          <w:tcPr>
            <w:tcW w:w="2268" w:type="dxa"/>
            <w:vMerge/>
            <w:tcBorders>
              <w:left w:val="single" w:sz="4" w:space="0" w:color="auto"/>
              <w:bottom w:val="single" w:sz="4" w:space="0" w:color="auto"/>
              <w:right w:val="single" w:sz="4" w:space="0" w:color="auto"/>
            </w:tcBorders>
            <w:shd w:val="clear" w:color="auto" w:fill="auto"/>
            <w:vAlign w:val="center"/>
          </w:tcPr>
          <w:p w14:paraId="603526D8" w14:textId="77777777" w:rsidR="001F5A79" w:rsidRPr="008C6DE4" w:rsidRDefault="001F5A79" w:rsidP="00DF3064">
            <w:pPr>
              <w:keepNext/>
              <w:keepLines/>
              <w:spacing w:after="0"/>
              <w:jc w:val="center"/>
              <w:rPr>
                <w:rFonts w:ascii="Arial" w:hAnsi="Arial"/>
                <w:sz w:val="18"/>
              </w:rPr>
            </w:pPr>
          </w:p>
        </w:tc>
      </w:tr>
      <w:tr w:rsidR="001F5A79" w:rsidRPr="008C6DE4" w14:paraId="362DCF02" w14:textId="77777777" w:rsidTr="00DF3064">
        <w:trPr>
          <w:jc w:val="center"/>
        </w:trPr>
        <w:tc>
          <w:tcPr>
            <w:tcW w:w="87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5536BB1"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Values based on Refsens and EIS spherical coverage as defined in clauses 7.3.2 and 7.3.4 of TS 38.101-2 [19]. Applicable side condition selected depending on angle of arrival.</w:t>
            </w:r>
          </w:p>
          <w:p w14:paraId="7C5753D1" w14:textId="77777777" w:rsidR="001F5A79" w:rsidRPr="008C6DE4" w:rsidRDefault="001F5A79" w:rsidP="00DF3064">
            <w:pPr>
              <w:keepNext/>
              <w:keepLines/>
              <w:spacing w:after="0"/>
              <w:rPr>
                <w:rFonts w:ascii="Arial" w:hAnsi="Arial"/>
                <w:sz w:val="18"/>
              </w:rPr>
            </w:pPr>
            <w:r w:rsidRPr="008C6DE4">
              <w:rPr>
                <w:rFonts w:ascii="Arial" w:hAnsi="Arial"/>
                <w:sz w:val="18"/>
              </w:rPr>
              <w:t>Note 2:</w:t>
            </w:r>
            <w:r w:rsidRPr="008C6DE4">
              <w:rPr>
                <w:rFonts w:ascii="Arial" w:hAnsi="Arial"/>
                <w:sz w:val="18"/>
              </w:rPr>
              <w:tab/>
            </w:r>
            <w:r w:rsidRPr="008C6DE4">
              <w:rPr>
                <w:rFonts w:ascii="Arial" w:eastAsia="MS Mincho" w:hAnsi="Arial"/>
                <w:sz w:val="18"/>
              </w:rPr>
              <w:t>Io specified at the Reference point, and assumed to have constant EPRE across the bandwidth</w:t>
            </w:r>
            <w:r w:rsidRPr="008C6DE4">
              <w:rPr>
                <w:rFonts w:ascii="Arial" w:hAnsi="Arial"/>
                <w:sz w:val="18"/>
              </w:rPr>
              <w:t>.</w:t>
            </w:r>
          </w:p>
          <w:p w14:paraId="3D37760E"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 xml:space="preserve">In the test cases, the SSB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p w14:paraId="13B8DE1E"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4:</w:t>
            </w:r>
            <w:r w:rsidRPr="008C6DE4">
              <w:rPr>
                <w:rFonts w:ascii="Arial" w:hAnsi="Arial"/>
                <w:sz w:val="18"/>
              </w:rPr>
              <w:tab/>
            </w:r>
            <w:r w:rsidRPr="008C6DE4">
              <w:rPr>
                <w:rFonts w:ascii="Arial" w:hAnsi="Arial" w:cs="Arial"/>
                <w:sz w:val="18"/>
              </w:rPr>
              <w:t xml:space="preserve">The requirements apply for SSB Ês/Iot </w:t>
            </w:r>
            <w:r w:rsidRPr="008C6DE4">
              <w:rPr>
                <w:rFonts w:ascii="Arial" w:hAnsi="Arial" w:cs="Arial" w:hint="eastAsia"/>
                <w:sz w:val="18"/>
              </w:rPr>
              <w:t>≤</w:t>
            </w:r>
            <w:r w:rsidRPr="008C6DE4">
              <w:rPr>
                <w:rFonts w:ascii="Arial" w:hAnsi="Arial" w:cs="Arial"/>
                <w:sz w:val="18"/>
              </w:rPr>
              <w:t xml:space="preserve"> 25 dB.</w:t>
            </w:r>
          </w:p>
        </w:tc>
      </w:tr>
    </w:tbl>
    <w:p w14:paraId="166B5CB7" w14:textId="77777777" w:rsidR="001F5A79" w:rsidRPr="008C6DE4" w:rsidRDefault="001F5A79" w:rsidP="001F5A79">
      <w:pPr>
        <w:rPr>
          <w:lang w:eastAsia="zh-CN"/>
        </w:rPr>
      </w:pPr>
    </w:p>
    <w:p w14:paraId="2FD09BEB" w14:textId="77777777" w:rsidR="001F5A79" w:rsidRPr="008C6DE4" w:rsidRDefault="001F5A79" w:rsidP="001F5A79">
      <w:pPr>
        <w:keepNext/>
        <w:keepLines/>
        <w:spacing w:before="120"/>
        <w:ind w:left="1701" w:hanging="1701"/>
        <w:outlineLvl w:val="4"/>
        <w:rPr>
          <w:rFonts w:ascii="Arial" w:hAnsi="Arial"/>
          <w:sz w:val="22"/>
        </w:rPr>
      </w:pPr>
      <w:r w:rsidRPr="008C6DE4">
        <w:rPr>
          <w:rFonts w:ascii="Arial" w:hAnsi="Arial"/>
          <w:sz w:val="22"/>
          <w:lang w:eastAsia="zh-CN"/>
        </w:rPr>
        <w:t>10.1.15</w:t>
      </w:r>
      <w:r w:rsidRPr="008C6DE4">
        <w:rPr>
          <w:rFonts w:ascii="Arial" w:hAnsi="Arial"/>
          <w:sz w:val="22"/>
        </w:rPr>
        <w:t>.</w:t>
      </w:r>
      <w:r w:rsidRPr="008C6DE4">
        <w:rPr>
          <w:rFonts w:ascii="Arial" w:hAnsi="Arial"/>
          <w:sz w:val="22"/>
          <w:lang w:eastAsia="zh-CN"/>
        </w:rPr>
        <w:t>1.2</w:t>
      </w:r>
      <w:r w:rsidRPr="008C6DE4">
        <w:rPr>
          <w:rFonts w:ascii="Arial" w:hAnsi="Arial"/>
          <w:sz w:val="22"/>
        </w:rPr>
        <w:tab/>
        <w:t xml:space="preserve">Relative Accuracy of </w:t>
      </w:r>
      <w:r w:rsidRPr="008C6DE4">
        <w:rPr>
          <w:rFonts w:ascii="Arial" w:hAnsi="Arial"/>
          <w:sz w:val="22"/>
          <w:lang w:eastAsia="zh-CN"/>
        </w:rPr>
        <w:t>SS-SINR</w:t>
      </w:r>
      <w:r w:rsidRPr="008C6DE4">
        <w:rPr>
          <w:rFonts w:ascii="Arial" w:hAnsi="Arial"/>
          <w:sz w:val="22"/>
        </w:rPr>
        <w:t xml:space="preserve"> in FR2</w:t>
      </w:r>
    </w:p>
    <w:p w14:paraId="70FA4C20" w14:textId="77777777" w:rsidR="001F5A79" w:rsidRPr="008C6DE4" w:rsidRDefault="001F5A79" w:rsidP="001F5A79">
      <w:pPr>
        <w:rPr>
          <w:i/>
        </w:rPr>
      </w:pPr>
      <w:r w:rsidRPr="008C6DE4">
        <w:t xml:space="preserve">The relative accuracy of </w:t>
      </w:r>
      <w:r w:rsidRPr="008C6DE4">
        <w:rPr>
          <w:lang w:eastAsia="zh-CN"/>
        </w:rPr>
        <w:t>SS-SINR</w:t>
      </w:r>
      <w:r w:rsidRPr="008C6DE4">
        <w:t xml:space="preserve"> in inter frequency case is defined as the SS-SINR measured from one cell on a frequency in FR2 compared to the SS-SINR measured from another cell on a different frequency in FR2.</w:t>
      </w:r>
    </w:p>
    <w:p w14:paraId="4D476BF3"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10.1.15.1.2</w:t>
      </w:r>
      <w:r w:rsidRPr="008C6DE4">
        <w:rPr>
          <w:rFonts w:cs="v4.2.0"/>
        </w:rPr>
        <w:t>-1 are valid under the following conditions:</w:t>
      </w:r>
    </w:p>
    <w:p w14:paraId="48051AB9" w14:textId="77777777" w:rsidR="001F5A79" w:rsidRPr="008C6DE4" w:rsidRDefault="001F5A79" w:rsidP="001F5A79">
      <w:pPr>
        <w:ind w:left="568" w:hanging="284"/>
        <w:rPr>
          <w:rFonts w:cs="v4.2.0"/>
        </w:rPr>
      </w:pPr>
      <w:r w:rsidRPr="008C6DE4">
        <w:t>-</w:t>
      </w:r>
      <w:r w:rsidRPr="008C6DE4">
        <w:rPr>
          <w:rFonts w:ascii="Arial" w:hAnsi="Arial"/>
          <w:sz w:val="28"/>
          <w:lang w:val="en-US"/>
        </w:rPr>
        <w:tab/>
      </w:r>
      <w:r w:rsidRPr="008C6DE4">
        <w:t>Conditions defined in clause 7.3 of TS 38.101-2 [19] for reference sensitivity are fulfilled.</w:t>
      </w:r>
    </w:p>
    <w:p w14:paraId="06DF160F" w14:textId="77777777" w:rsidR="001F5A79" w:rsidRPr="008C6DE4" w:rsidRDefault="001F5A79" w:rsidP="001F5A79">
      <w:pPr>
        <w:ind w:left="568" w:hanging="284"/>
      </w:pPr>
      <w:r w:rsidRPr="008C6DE4">
        <w:t>-</w:t>
      </w:r>
      <w:r w:rsidRPr="008C6DE4">
        <w:rPr>
          <w:rFonts w:ascii="Arial" w:hAnsi="Arial"/>
          <w:sz w:val="28"/>
          <w:lang w:val="en-US"/>
        </w:rPr>
        <w:tab/>
      </w:r>
      <w:r w:rsidRPr="008C6DE4">
        <w:t>Conditions for inter-frequency measurements are fulfilled according to Annex B.2.3 for a corresponding Band.</w:t>
      </w:r>
    </w:p>
    <w:p w14:paraId="375DF1AD" w14:textId="77777777" w:rsidR="001F5A79" w:rsidRPr="008C6DE4" w:rsidRDefault="001F5A79" w:rsidP="001F5A79">
      <w:pPr>
        <w:ind w:left="568" w:hanging="284"/>
        <w:rPr>
          <w:rFonts w:cs="v4.2.0"/>
          <w:sz w:val="18"/>
        </w:rPr>
      </w:pPr>
      <w:r w:rsidRPr="008C6DE4">
        <w:t>-</w:t>
      </w:r>
      <w:r w:rsidRPr="008C6DE4">
        <w:rPr>
          <w:rFonts w:ascii="Arial" w:hAnsi="Arial"/>
          <w:sz w:val="28"/>
          <w:lang w:val="en-US"/>
        </w:rPr>
        <w:tab/>
      </w:r>
      <w:r w:rsidRPr="008C6DE4">
        <w:t>|SSB_RP1</w:t>
      </w:r>
      <w:r w:rsidRPr="008C6DE4">
        <w:rPr>
          <w:vertAlign w:val="subscript"/>
        </w:rPr>
        <w:t>dBm</w:t>
      </w:r>
      <w:r w:rsidRPr="008C6DE4">
        <w:t xml:space="preserve"> - SSB_RP2</w:t>
      </w:r>
      <w:r w:rsidRPr="008C6DE4">
        <w:rPr>
          <w:vertAlign w:val="subscript"/>
        </w:rPr>
        <w:t>dBm</w:t>
      </w:r>
      <w:r w:rsidRPr="008C6DE4">
        <w:t xml:space="preserve">| </w:t>
      </w:r>
      <w:r w:rsidRPr="008C6DE4">
        <w:sym w:font="Symbol" w:char="F0A3"/>
      </w:r>
      <w:r w:rsidRPr="008C6DE4">
        <w:t xml:space="preserve"> 27 dB</w:t>
      </w:r>
    </w:p>
    <w:p w14:paraId="2A0D447A" w14:textId="77777777" w:rsidR="001F5A79" w:rsidRPr="008C6DE4" w:rsidRDefault="001F5A79" w:rsidP="001F5A79">
      <w:pPr>
        <w:ind w:left="568" w:hanging="284"/>
      </w:pPr>
      <w:r w:rsidRPr="008C6DE4">
        <w:t>-</w:t>
      </w:r>
      <w:r w:rsidRPr="008C6DE4">
        <w:rPr>
          <w:rFonts w:ascii="Arial" w:hAnsi="Arial"/>
          <w:sz w:val="28"/>
          <w:lang w:val="en-US"/>
        </w:rPr>
        <w:tab/>
      </w:r>
      <w:r w:rsidRPr="008C6DE4">
        <w:t xml:space="preserve">| Channel 1_Io </w:t>
      </w:r>
      <w:r w:rsidRPr="008C6DE4">
        <w:noBreakHyphen/>
        <w:t xml:space="preserve">Channel 2_Io | </w:t>
      </w:r>
      <w:r w:rsidRPr="008C6DE4">
        <w:sym w:font="Symbol" w:char="F0A3"/>
      </w:r>
      <w:r w:rsidRPr="008C6DE4">
        <w:t xml:space="preserve"> 20 dB</w:t>
      </w:r>
    </w:p>
    <w:p w14:paraId="5A08D2DC" w14:textId="77777777" w:rsidR="001F5A79" w:rsidRPr="008C6DE4" w:rsidRDefault="001F5A79" w:rsidP="001F5A79">
      <w:pPr>
        <w:ind w:left="568" w:hanging="284"/>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1F8E3A42" w14:textId="77777777" w:rsidR="001F5A79" w:rsidRPr="008C6DE4" w:rsidRDefault="001F5A79" w:rsidP="001F5A79">
      <w:pPr>
        <w:keepNext/>
        <w:keepLines/>
        <w:spacing w:before="60" w:after="120"/>
        <w:jc w:val="center"/>
        <w:rPr>
          <w:rFonts w:ascii="Arial" w:hAnsi="Arial"/>
          <w:b/>
          <w:sz w:val="22"/>
          <w:szCs w:val="22"/>
          <w:lang w:eastAsia="zh-CN"/>
        </w:rPr>
      </w:pPr>
      <w:r w:rsidRPr="008C6DE4">
        <w:rPr>
          <w:rFonts w:ascii="Arial" w:hAnsi="Arial"/>
          <w:b/>
        </w:rPr>
        <w:t xml:space="preserve">Table </w:t>
      </w:r>
      <w:r w:rsidRPr="008C6DE4">
        <w:rPr>
          <w:rFonts w:ascii="Arial" w:hAnsi="Arial"/>
          <w:b/>
          <w:lang w:eastAsia="zh-CN"/>
        </w:rPr>
        <w:t>10.1.15.1.2</w:t>
      </w:r>
      <w:r w:rsidRPr="008C6DE4">
        <w:rPr>
          <w:rFonts w:ascii="Arial" w:hAnsi="Arial"/>
          <w:b/>
        </w:rPr>
        <w:t xml:space="preserve">-1: </w:t>
      </w:r>
      <w:r w:rsidRPr="008C6DE4">
        <w:rPr>
          <w:rFonts w:ascii="Arial" w:hAnsi="Arial"/>
          <w:b/>
          <w:lang w:eastAsia="zh-CN"/>
        </w:rPr>
        <w:t>SS-SINR</w:t>
      </w:r>
      <w:r w:rsidRPr="008C6DE4">
        <w:rPr>
          <w:rFonts w:ascii="Arial" w:hAnsi="Arial"/>
          <w:b/>
        </w:rPr>
        <w:t xml:space="preserve"> Inter frequency relative accuracy</w:t>
      </w:r>
      <w:r w:rsidRPr="008C6DE4">
        <w:rPr>
          <w:rFonts w:ascii="Arial" w:hAnsi="Arial"/>
          <w:b/>
          <w:sz w:val="22"/>
          <w:szCs w:val="22"/>
          <w:lang w:eastAsia="zh-CN"/>
        </w:rPr>
        <w:t xml:space="preserve"> in FR2</w:t>
      </w:r>
    </w:p>
    <w:tbl>
      <w:tblPr>
        <w:tblW w:w="8789" w:type="dxa"/>
        <w:jc w:val="center"/>
        <w:tblLook w:val="01E0" w:firstRow="1" w:lastRow="1" w:firstColumn="1" w:lastColumn="1" w:noHBand="0" w:noVBand="0"/>
      </w:tblPr>
      <w:tblGrid>
        <w:gridCol w:w="1122"/>
        <w:gridCol w:w="1119"/>
        <w:gridCol w:w="1119"/>
        <w:gridCol w:w="1580"/>
        <w:gridCol w:w="1581"/>
        <w:gridCol w:w="2268"/>
      </w:tblGrid>
      <w:tr w:rsidR="00DD3199" w:rsidRPr="008C6DE4" w14:paraId="3DB0A0EF" w14:textId="77777777" w:rsidTr="00DF3064">
        <w:trPr>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5DC4E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6548" w:type="dxa"/>
            <w:gridSpan w:val="4"/>
            <w:tcBorders>
              <w:top w:val="single" w:sz="4" w:space="0" w:color="auto"/>
              <w:left w:val="single" w:sz="4" w:space="0" w:color="auto"/>
              <w:bottom w:val="single" w:sz="4" w:space="0" w:color="auto"/>
              <w:right w:val="single" w:sz="4" w:space="0" w:color="auto"/>
            </w:tcBorders>
            <w:vAlign w:val="center"/>
          </w:tcPr>
          <w:p w14:paraId="5E56A97A"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2D5319C7" w14:textId="77777777" w:rsidTr="00DF3064">
        <w:trPr>
          <w:jc w:val="center"/>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1AD51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6D3B7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119" w:type="dxa"/>
            <w:vMerge w:val="restart"/>
            <w:tcBorders>
              <w:top w:val="single" w:sz="4" w:space="0" w:color="auto"/>
              <w:left w:val="single" w:sz="4" w:space="0" w:color="auto"/>
              <w:bottom w:val="single" w:sz="4" w:space="0" w:color="auto"/>
              <w:right w:val="single" w:sz="4" w:space="0" w:color="auto"/>
            </w:tcBorders>
          </w:tcPr>
          <w:p w14:paraId="358EAD27"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SSB Ês/Iot</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958D1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2</w:t>
            </w:r>
            <w:r w:rsidRPr="008C6DE4">
              <w:rPr>
                <w:rFonts w:ascii="Arial" w:hAnsi="Arial"/>
                <w:b/>
                <w:sz w:val="18"/>
              </w:rPr>
              <w:t xml:space="preserve"> range</w:t>
            </w:r>
          </w:p>
        </w:tc>
      </w:tr>
      <w:tr w:rsidR="00DD3199" w:rsidRPr="008C6DE4" w14:paraId="15D11C6B" w14:textId="77777777" w:rsidTr="00DF3064">
        <w:trPr>
          <w:jc w:val="center"/>
        </w:trPr>
        <w:tc>
          <w:tcPr>
            <w:tcW w:w="11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10C061"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B14851"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vAlign w:val="center"/>
          </w:tcPr>
          <w:p w14:paraId="5D3027A9" w14:textId="77777777" w:rsidR="001F5A79" w:rsidRPr="008C6DE4" w:rsidRDefault="001F5A79" w:rsidP="00DF3064">
            <w:pPr>
              <w:keepNext/>
              <w:keepLines/>
              <w:spacing w:after="0"/>
              <w:jc w:val="center"/>
              <w:rPr>
                <w:rFonts w:ascii="Arial" w:hAnsi="Arial"/>
                <w:b/>
                <w:sz w:val="18"/>
              </w:rPr>
            </w:pPr>
          </w:p>
        </w:tc>
        <w:tc>
          <w:tcPr>
            <w:tcW w:w="31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6E6F3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AE3FC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71267617" w14:textId="77777777" w:rsidTr="00DF3064">
        <w:trPr>
          <w:jc w:val="center"/>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3C030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4CC1F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9" w:type="dxa"/>
            <w:vMerge w:val="restart"/>
            <w:tcBorders>
              <w:top w:val="single" w:sz="4" w:space="0" w:color="auto"/>
              <w:left w:val="single" w:sz="4" w:space="0" w:color="auto"/>
              <w:bottom w:val="single" w:sz="4" w:space="0" w:color="auto"/>
              <w:right w:val="single" w:sz="4" w:space="0" w:color="auto"/>
            </w:tcBorders>
            <w:vAlign w:val="center"/>
          </w:tcPr>
          <w:p w14:paraId="52B9F0D4"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31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58D586"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r w:rsidRPr="008C6DE4">
              <w:rPr>
                <w:rFonts w:ascii="Arial" w:hAnsi="Arial"/>
                <w:b/>
                <w:sz w:val="18"/>
                <w:vertAlign w:val="superscript"/>
              </w:rPr>
              <w:t xml:space="preserve"> Note 1</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65044DB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5F67A533" w14:textId="77777777" w:rsidTr="00DF3064">
        <w:trPr>
          <w:jc w:val="center"/>
        </w:trPr>
        <w:tc>
          <w:tcPr>
            <w:tcW w:w="11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8D3FEC"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DA2C69" w14:textId="77777777" w:rsidR="001F5A79" w:rsidRPr="008C6DE4" w:rsidRDefault="001F5A79" w:rsidP="00DF3064">
            <w:pPr>
              <w:keepNext/>
              <w:keepLines/>
              <w:spacing w:after="0"/>
              <w:jc w:val="center"/>
              <w:rPr>
                <w:rFonts w:ascii="Arial" w:hAnsi="Arial"/>
                <w:b/>
                <w:sz w:val="18"/>
              </w:rPr>
            </w:pPr>
          </w:p>
        </w:tc>
        <w:tc>
          <w:tcPr>
            <w:tcW w:w="1119" w:type="dxa"/>
            <w:vMerge/>
            <w:tcBorders>
              <w:top w:val="single" w:sz="4" w:space="0" w:color="auto"/>
              <w:left w:val="single" w:sz="4" w:space="0" w:color="auto"/>
              <w:bottom w:val="single" w:sz="4" w:space="0" w:color="auto"/>
              <w:right w:val="single" w:sz="4" w:space="0" w:color="auto"/>
            </w:tcBorders>
          </w:tcPr>
          <w:p w14:paraId="60E66C5E" w14:textId="77777777" w:rsidR="001F5A79" w:rsidRPr="008C6DE4" w:rsidRDefault="001F5A79" w:rsidP="00DF3064">
            <w:pPr>
              <w:keepNext/>
              <w:keepLines/>
              <w:spacing w:after="0"/>
              <w:jc w:val="center"/>
              <w:rPr>
                <w:rFonts w:ascii="Arial" w:hAnsi="Arial"/>
                <w:b/>
                <w:sz w:val="18"/>
              </w:rPr>
            </w:pP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14:paraId="02D8432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120kHz</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3D94929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240kHz</w:t>
            </w:r>
          </w:p>
        </w:tc>
        <w:tc>
          <w:tcPr>
            <w:tcW w:w="2268" w:type="dxa"/>
            <w:vMerge/>
            <w:tcBorders>
              <w:left w:val="single" w:sz="4" w:space="0" w:color="auto"/>
              <w:bottom w:val="single" w:sz="4" w:space="0" w:color="auto"/>
              <w:right w:val="single" w:sz="4" w:space="0" w:color="auto"/>
            </w:tcBorders>
            <w:shd w:val="clear" w:color="auto" w:fill="auto"/>
            <w:vAlign w:val="center"/>
          </w:tcPr>
          <w:p w14:paraId="07C9AFBD" w14:textId="77777777" w:rsidR="001F5A79" w:rsidRPr="008C6DE4" w:rsidRDefault="001F5A79" w:rsidP="00DF3064">
            <w:pPr>
              <w:keepNext/>
              <w:keepLines/>
              <w:spacing w:after="0"/>
              <w:jc w:val="center"/>
              <w:rPr>
                <w:rFonts w:ascii="Arial" w:hAnsi="Arial"/>
                <w:b/>
                <w:sz w:val="18"/>
              </w:rPr>
            </w:pPr>
          </w:p>
        </w:tc>
      </w:tr>
      <w:tr w:rsidR="00DD3199" w:rsidRPr="008C6DE4" w14:paraId="04994589" w14:textId="77777777" w:rsidTr="00DF3064">
        <w:trPr>
          <w:trHeight w:val="465"/>
          <w:jc w:val="center"/>
        </w:trPr>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14:paraId="26397091"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3.5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14:paraId="04A038C1"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vAlign w:val="center"/>
          </w:tcPr>
          <w:p w14:paraId="11AE01EF"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w:t>
            </w:r>
            <w:r w:rsidRPr="008C6DE4">
              <w:rPr>
                <w:rFonts w:ascii="Arial" w:hAnsi="Arial"/>
                <w:sz w:val="18"/>
              </w:rPr>
              <w:t>-3</w:t>
            </w:r>
          </w:p>
        </w:tc>
        <w:tc>
          <w:tcPr>
            <w:tcW w:w="31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8CDBAE" w14:textId="77777777" w:rsidR="001F5A79" w:rsidRPr="008C6DE4" w:rsidRDefault="001F5A79" w:rsidP="00DF3064">
            <w:pPr>
              <w:keepNext/>
              <w:keepLines/>
              <w:spacing w:after="0"/>
              <w:rPr>
                <w:rFonts w:ascii="Arial" w:eastAsia="Yu Mincho" w:hAnsi="Arial"/>
                <w:sz w:val="18"/>
                <w:lang w:eastAsia="ja-JP"/>
              </w:rPr>
            </w:pPr>
            <w:r w:rsidRPr="008C6DE4">
              <w:rPr>
                <w:rFonts w:ascii="Arial" w:hAnsi="Arial"/>
                <w:sz w:val="18"/>
              </w:rPr>
              <w:t>Same value as SSB_RP in Table B.2.2-2, according to UE Power class, operating band and angle of arrival</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45D4825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634B1B16" w14:textId="77777777" w:rsidTr="00DF3064">
        <w:trPr>
          <w:trHeight w:val="465"/>
          <w:jc w:val="center"/>
        </w:trPr>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14:paraId="070D4AE6"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14:paraId="23FF20E3"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4</w:t>
            </w:r>
          </w:p>
        </w:tc>
        <w:tc>
          <w:tcPr>
            <w:tcW w:w="1119" w:type="dxa"/>
            <w:tcBorders>
              <w:top w:val="single" w:sz="4" w:space="0" w:color="auto"/>
              <w:left w:val="single" w:sz="4" w:space="0" w:color="auto"/>
              <w:bottom w:val="single" w:sz="4" w:space="0" w:color="auto"/>
              <w:right w:val="single" w:sz="4" w:space="0" w:color="auto"/>
            </w:tcBorders>
            <w:vAlign w:val="center"/>
          </w:tcPr>
          <w:p w14:paraId="0D9D7B4F" w14:textId="77777777" w:rsidR="001F5A79" w:rsidRPr="008C6DE4" w:rsidRDefault="001F5A79" w:rsidP="00DF3064">
            <w:pPr>
              <w:keepNext/>
              <w:keepLines/>
              <w:spacing w:after="0"/>
              <w:jc w:val="center"/>
              <w:rPr>
                <w:sz w:val="18"/>
              </w:rPr>
            </w:pPr>
            <w:r w:rsidRPr="008C6DE4">
              <w:rPr>
                <w:rFonts w:ascii="Arial" w:eastAsia="Yu Mincho" w:hAnsi="Arial" w:cs="Arial"/>
                <w:sz w:val="18"/>
                <w:lang w:eastAsia="ja-JP"/>
              </w:rPr>
              <w:t>≥-6</w:t>
            </w:r>
          </w:p>
        </w:tc>
        <w:tc>
          <w:tcPr>
            <w:tcW w:w="316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6D904D2E" w14:textId="77777777" w:rsidR="001F5A79" w:rsidRPr="008C6DE4" w:rsidRDefault="001F5A79" w:rsidP="00DF3064">
            <w:pPr>
              <w:keepNext/>
              <w:keepLines/>
              <w:spacing w:after="0"/>
              <w:jc w:val="center"/>
              <w:rPr>
                <w:rFonts w:ascii="Arial" w:hAnsi="Arial"/>
                <w:sz w:val="18"/>
              </w:rPr>
            </w:pPr>
          </w:p>
        </w:tc>
        <w:tc>
          <w:tcPr>
            <w:tcW w:w="2268" w:type="dxa"/>
            <w:vMerge/>
            <w:tcBorders>
              <w:left w:val="single" w:sz="4" w:space="0" w:color="auto"/>
              <w:bottom w:val="single" w:sz="4" w:space="0" w:color="auto"/>
              <w:right w:val="single" w:sz="4" w:space="0" w:color="auto"/>
            </w:tcBorders>
            <w:shd w:val="clear" w:color="auto" w:fill="auto"/>
            <w:vAlign w:val="center"/>
          </w:tcPr>
          <w:p w14:paraId="53EDC27D" w14:textId="77777777" w:rsidR="001F5A79" w:rsidRPr="008C6DE4" w:rsidRDefault="001F5A79" w:rsidP="00DF3064">
            <w:pPr>
              <w:keepNext/>
              <w:keepLines/>
              <w:spacing w:after="0"/>
              <w:jc w:val="center"/>
              <w:rPr>
                <w:rFonts w:ascii="Arial" w:hAnsi="Arial"/>
                <w:sz w:val="18"/>
              </w:rPr>
            </w:pPr>
          </w:p>
        </w:tc>
      </w:tr>
      <w:tr w:rsidR="001F5A79" w:rsidRPr="008C6DE4" w14:paraId="3D9A1DE7" w14:textId="77777777" w:rsidTr="00DF3064">
        <w:trPr>
          <w:jc w:val="center"/>
        </w:trPr>
        <w:tc>
          <w:tcPr>
            <w:tcW w:w="878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35B077D"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Values based on Refsens and EIS spherical coverage as defined in clauses 7.3.2 and 7.3.4 of TS 38.101-2 [19]. Applicable side condition selected depending on angle of arrival.</w:t>
            </w:r>
          </w:p>
          <w:p w14:paraId="663B20D9" w14:textId="77777777" w:rsidR="001F5A79" w:rsidRPr="008C6DE4" w:rsidRDefault="001F5A79" w:rsidP="00DF3064">
            <w:pPr>
              <w:keepNext/>
              <w:keepLines/>
              <w:spacing w:after="0"/>
              <w:rPr>
                <w:rFonts w:ascii="Arial" w:hAnsi="Arial"/>
                <w:sz w:val="18"/>
              </w:rPr>
            </w:pPr>
            <w:r w:rsidRPr="008C6DE4">
              <w:rPr>
                <w:rFonts w:ascii="Arial" w:hAnsi="Arial"/>
                <w:sz w:val="18"/>
              </w:rPr>
              <w:t>Note 2:</w:t>
            </w:r>
            <w:r w:rsidRPr="008C6DE4">
              <w:rPr>
                <w:rFonts w:ascii="Arial" w:hAnsi="Arial"/>
                <w:sz w:val="18"/>
              </w:rPr>
              <w:tab/>
            </w:r>
            <w:r w:rsidRPr="008C6DE4">
              <w:rPr>
                <w:rFonts w:ascii="Arial" w:eastAsia="MS Mincho" w:hAnsi="Arial"/>
                <w:sz w:val="18"/>
              </w:rPr>
              <w:t>Io specified at the Reference point, and assumed to have constant EPRE across the bandwidth</w:t>
            </w:r>
            <w:r w:rsidRPr="008C6DE4">
              <w:rPr>
                <w:rFonts w:ascii="Arial" w:hAnsi="Arial"/>
                <w:sz w:val="18"/>
              </w:rPr>
              <w:t>.</w:t>
            </w:r>
          </w:p>
          <w:p w14:paraId="056807E4"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r>
            <w:r w:rsidRPr="008C6DE4">
              <w:rPr>
                <w:rFonts w:ascii="Arial" w:hAnsi="Arial"/>
                <w:sz w:val="18"/>
                <w:lang w:eastAsia="zh-CN"/>
              </w:rPr>
              <w:t xml:space="preserve">The parameter SSB </w:t>
            </w:r>
            <w:r w:rsidRPr="008C6DE4">
              <w:rPr>
                <w:rFonts w:ascii="Arial" w:hAnsi="Arial"/>
                <w:sz w:val="18"/>
              </w:rPr>
              <w:t>Ês/Iot</w:t>
            </w:r>
            <w:r w:rsidRPr="008C6DE4">
              <w:rPr>
                <w:rFonts w:ascii="Arial" w:hAnsi="Arial"/>
                <w:sz w:val="18"/>
                <w:lang w:eastAsia="zh-CN"/>
              </w:rPr>
              <w:t xml:space="preserve"> is the minimum SSB </w:t>
            </w:r>
            <w:r w:rsidRPr="008C6DE4">
              <w:rPr>
                <w:rFonts w:ascii="Arial" w:hAnsi="Arial"/>
                <w:sz w:val="18"/>
              </w:rPr>
              <w:t>Ês/Iot</w:t>
            </w:r>
            <w:r w:rsidRPr="008C6DE4">
              <w:rPr>
                <w:rFonts w:ascii="Arial" w:hAnsi="Arial"/>
                <w:sz w:val="18"/>
                <w:lang w:eastAsia="zh-CN"/>
              </w:rPr>
              <w:t xml:space="preserve"> of the pair of cells to which the requirement applies</w:t>
            </w:r>
            <w:r w:rsidRPr="008C6DE4">
              <w:rPr>
                <w:rFonts w:ascii="Arial" w:hAnsi="Arial"/>
                <w:sz w:val="18"/>
              </w:rPr>
              <w:t>.</w:t>
            </w:r>
          </w:p>
          <w:p w14:paraId="03036E41"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4:</w:t>
            </w:r>
            <w:r w:rsidRPr="008C6DE4">
              <w:rPr>
                <w:rFonts w:ascii="Arial" w:hAnsi="Arial"/>
                <w:sz w:val="18"/>
              </w:rPr>
              <w:tab/>
              <w:t xml:space="preserve">In the test cases, the SSB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p w14:paraId="35A95E79"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5:</w:t>
            </w:r>
            <w:r w:rsidRPr="008C6DE4">
              <w:rPr>
                <w:rFonts w:ascii="Arial" w:hAnsi="Arial"/>
                <w:sz w:val="18"/>
              </w:rPr>
              <w:tab/>
            </w:r>
            <w:r w:rsidRPr="008C6DE4">
              <w:rPr>
                <w:rFonts w:ascii="Arial" w:hAnsi="Arial" w:cs="Arial"/>
                <w:sz w:val="18"/>
              </w:rPr>
              <w:t xml:space="preserve">The requirements apply for SSB Ês/Iot </w:t>
            </w:r>
            <w:r w:rsidRPr="008C6DE4">
              <w:rPr>
                <w:rFonts w:ascii="Arial" w:hAnsi="Arial" w:cs="Arial" w:hint="eastAsia"/>
                <w:sz w:val="18"/>
              </w:rPr>
              <w:t>≤</w:t>
            </w:r>
            <w:r w:rsidRPr="008C6DE4">
              <w:rPr>
                <w:rFonts w:ascii="Arial" w:hAnsi="Arial" w:cs="Arial"/>
                <w:sz w:val="18"/>
              </w:rPr>
              <w:t xml:space="preserve"> 25 dB.</w:t>
            </w:r>
          </w:p>
        </w:tc>
      </w:tr>
    </w:tbl>
    <w:p w14:paraId="5C79FE82" w14:textId="77777777" w:rsidR="001F5A79" w:rsidRPr="008C6DE4" w:rsidRDefault="001F5A79" w:rsidP="001F5A79"/>
    <w:p w14:paraId="4F25A807" w14:textId="0F2D58F9" w:rsidR="001F5A79" w:rsidRPr="008C6DE4" w:rsidRDefault="001F5A79" w:rsidP="0048284E">
      <w:pPr>
        <w:pStyle w:val="Heading3"/>
        <w:rPr>
          <w:lang w:val="en-US" w:eastAsia="ko-KR"/>
        </w:rPr>
      </w:pPr>
      <w:r w:rsidRPr="008C6DE4">
        <w:rPr>
          <w:lang w:val="en-US" w:eastAsia="ko-KR"/>
        </w:rPr>
        <w:t>1</w:t>
      </w:r>
      <w:r w:rsidR="0048284E" w:rsidRPr="008C6DE4">
        <w:rPr>
          <w:lang w:val="en-US" w:eastAsia="ko-KR"/>
        </w:rPr>
        <w:t>0.1.1</w:t>
      </w:r>
      <w:r w:rsidRPr="008C6DE4">
        <w:rPr>
          <w:lang w:val="en-US" w:eastAsia="ko-KR"/>
        </w:rPr>
        <w:t>6</w:t>
      </w:r>
      <w:r w:rsidRPr="008C6DE4">
        <w:rPr>
          <w:lang w:val="en-US" w:eastAsia="ko-KR"/>
        </w:rPr>
        <w:tab/>
        <w:t>SINR report mapping</w:t>
      </w:r>
    </w:p>
    <w:p w14:paraId="72ABF679" w14:textId="77777777" w:rsidR="001F5A79" w:rsidRPr="008C6DE4" w:rsidRDefault="001F5A79" w:rsidP="001F5A79">
      <w:pPr>
        <w:keepNext/>
        <w:keepLines/>
        <w:overflowPunct w:val="0"/>
        <w:autoSpaceDE w:val="0"/>
        <w:autoSpaceDN w:val="0"/>
        <w:adjustRightInd w:val="0"/>
        <w:spacing w:before="120"/>
        <w:ind w:left="1418" w:hanging="1418"/>
        <w:textAlignment w:val="baseline"/>
        <w:outlineLvl w:val="3"/>
        <w:rPr>
          <w:rFonts w:ascii="Arial" w:hAnsi="Arial"/>
          <w:sz w:val="24"/>
          <w:lang w:val="en-US" w:eastAsia="zh-CN"/>
        </w:rPr>
      </w:pPr>
      <w:r w:rsidRPr="008C6DE4">
        <w:rPr>
          <w:rFonts w:ascii="Arial" w:hAnsi="Arial"/>
          <w:sz w:val="24"/>
          <w:lang w:val="en-US" w:eastAsia="zh-CN"/>
        </w:rPr>
        <w:t>10.1.16.1</w:t>
      </w:r>
      <w:r w:rsidRPr="008C6DE4">
        <w:rPr>
          <w:rFonts w:ascii="Arial" w:hAnsi="Arial"/>
          <w:sz w:val="24"/>
          <w:lang w:val="en-US" w:eastAsia="zh-CN"/>
        </w:rPr>
        <w:tab/>
      </w:r>
      <w:r w:rsidRPr="008C6DE4">
        <w:rPr>
          <w:rFonts w:ascii="Arial" w:hAnsi="Arial"/>
          <w:sz w:val="24"/>
          <w:lang w:val="en-US" w:eastAsia="ko-KR"/>
        </w:rPr>
        <w:t>SS-SINR measurement report mapping</w:t>
      </w:r>
    </w:p>
    <w:p w14:paraId="4A1B694E" w14:textId="77777777" w:rsidR="001F5A79" w:rsidRPr="008C6DE4" w:rsidRDefault="001F5A79" w:rsidP="001F5A79">
      <w:pPr>
        <w:rPr>
          <w:rFonts w:cs="v4.2.0"/>
        </w:rPr>
      </w:pPr>
      <w:r w:rsidRPr="008C6DE4">
        <w:rPr>
          <w:sz w:val="22"/>
          <w:szCs w:val="22"/>
        </w:rPr>
        <w:t>T</w:t>
      </w:r>
      <w:r w:rsidRPr="008C6DE4">
        <w:rPr>
          <w:rFonts w:cs="v4.2.0"/>
        </w:rPr>
        <w:t>he reporting range of SS-SINR is defined from -</w:t>
      </w:r>
      <w:r w:rsidRPr="008C6DE4">
        <w:rPr>
          <w:rFonts w:cs="v4.2.0"/>
          <w:lang w:eastAsia="zh-CN"/>
        </w:rPr>
        <w:t>23</w:t>
      </w:r>
      <w:r w:rsidRPr="008C6DE4">
        <w:rPr>
          <w:rFonts w:cs="v4.2.0"/>
        </w:rPr>
        <w:t xml:space="preserve"> dB to 40 dB with 0.5 dB resolution. The mapping of measured quantity is defined in Table 10.1.16.1-1. The range in the signalling may be larger than the guaranteed accuracy range.</w:t>
      </w:r>
    </w:p>
    <w:p w14:paraId="18A3BE2A" w14:textId="77777777" w:rsidR="001F5A79" w:rsidRPr="008C6DE4" w:rsidRDefault="001F5A79" w:rsidP="001F5A79">
      <w:pPr>
        <w:keepNext/>
        <w:keepLines/>
        <w:spacing w:before="60"/>
        <w:jc w:val="center"/>
        <w:rPr>
          <w:rFonts w:ascii="Arial" w:hAnsi="Arial"/>
          <w:b/>
        </w:rPr>
      </w:pPr>
      <w:r w:rsidRPr="008C6DE4">
        <w:rPr>
          <w:rFonts w:ascii="Arial" w:hAnsi="Arial"/>
          <w:b/>
        </w:rPr>
        <w:t>Table 10.1.16.1-1: SS-SINR measurement report mapping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0"/>
        <w:gridCol w:w="2154"/>
        <w:gridCol w:w="710"/>
      </w:tblGrid>
      <w:tr w:rsidR="00DD3199" w:rsidRPr="008C6DE4" w14:paraId="7B39AF3B" w14:textId="77777777" w:rsidTr="00DF3064">
        <w:trPr>
          <w:trHeight w:val="300"/>
          <w:jc w:val="center"/>
        </w:trPr>
        <w:tc>
          <w:tcPr>
            <w:tcW w:w="1640" w:type="dxa"/>
            <w:shd w:val="clear" w:color="auto" w:fill="auto"/>
            <w:noWrap/>
            <w:hideMark/>
          </w:tcPr>
          <w:p w14:paraId="5CC30927" w14:textId="77777777" w:rsidR="001F5A79" w:rsidRPr="008C6DE4" w:rsidRDefault="001F5A79" w:rsidP="00DF3064">
            <w:pPr>
              <w:keepNext/>
              <w:keepLines/>
              <w:spacing w:after="0"/>
              <w:jc w:val="center"/>
              <w:rPr>
                <w:rFonts w:ascii="Arial" w:hAnsi="Arial"/>
                <w:b/>
                <w:sz w:val="18"/>
                <w:lang w:eastAsia="ko-KR"/>
              </w:rPr>
            </w:pPr>
            <w:r w:rsidRPr="008C6DE4">
              <w:rPr>
                <w:rFonts w:ascii="Arial" w:hAnsi="Arial"/>
                <w:b/>
                <w:sz w:val="18"/>
                <w:lang w:eastAsia="ko-KR"/>
              </w:rPr>
              <w:t>Reported value</w:t>
            </w:r>
          </w:p>
        </w:tc>
        <w:tc>
          <w:tcPr>
            <w:tcW w:w="2154" w:type="dxa"/>
            <w:shd w:val="clear" w:color="auto" w:fill="auto"/>
            <w:noWrap/>
            <w:hideMark/>
          </w:tcPr>
          <w:p w14:paraId="41430A57" w14:textId="77777777" w:rsidR="001F5A79" w:rsidRPr="008C6DE4" w:rsidRDefault="001F5A79" w:rsidP="00DF3064">
            <w:pPr>
              <w:keepNext/>
              <w:keepLines/>
              <w:spacing w:after="0"/>
              <w:jc w:val="center"/>
              <w:rPr>
                <w:rFonts w:ascii="Arial" w:hAnsi="Arial"/>
                <w:b/>
                <w:sz w:val="18"/>
                <w:lang w:eastAsia="ko-KR"/>
              </w:rPr>
            </w:pPr>
            <w:r w:rsidRPr="008C6DE4">
              <w:rPr>
                <w:rFonts w:ascii="Arial" w:hAnsi="Arial"/>
                <w:b/>
                <w:sz w:val="18"/>
                <w:lang w:eastAsia="ko-KR"/>
              </w:rPr>
              <w:t>Measured quantity value</w:t>
            </w:r>
          </w:p>
        </w:tc>
        <w:tc>
          <w:tcPr>
            <w:tcW w:w="710" w:type="dxa"/>
            <w:shd w:val="clear" w:color="auto" w:fill="auto"/>
            <w:noWrap/>
            <w:hideMark/>
          </w:tcPr>
          <w:p w14:paraId="43F07808" w14:textId="77777777" w:rsidR="001F5A79" w:rsidRPr="008C6DE4" w:rsidRDefault="001F5A79" w:rsidP="00DF3064">
            <w:pPr>
              <w:keepNext/>
              <w:keepLines/>
              <w:spacing w:after="0"/>
              <w:jc w:val="center"/>
              <w:rPr>
                <w:rFonts w:ascii="Arial" w:hAnsi="Arial"/>
                <w:b/>
                <w:sz w:val="18"/>
                <w:lang w:eastAsia="ko-KR"/>
              </w:rPr>
            </w:pPr>
            <w:r w:rsidRPr="008C6DE4">
              <w:rPr>
                <w:rFonts w:ascii="Arial" w:hAnsi="Arial"/>
                <w:b/>
                <w:sz w:val="18"/>
                <w:lang w:eastAsia="ko-KR"/>
              </w:rPr>
              <w:t>Unit</w:t>
            </w:r>
          </w:p>
        </w:tc>
      </w:tr>
      <w:tr w:rsidR="00DD3199" w:rsidRPr="008C6DE4" w14:paraId="479222F1" w14:textId="77777777" w:rsidTr="00DF3064">
        <w:trPr>
          <w:trHeight w:val="300"/>
          <w:jc w:val="center"/>
        </w:trPr>
        <w:tc>
          <w:tcPr>
            <w:tcW w:w="1640" w:type="dxa"/>
            <w:shd w:val="clear" w:color="auto" w:fill="auto"/>
            <w:noWrap/>
            <w:vAlign w:val="bottom"/>
            <w:hideMark/>
          </w:tcPr>
          <w:p w14:paraId="6F0472F3"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SS-SINR_0</w:t>
            </w:r>
          </w:p>
        </w:tc>
        <w:tc>
          <w:tcPr>
            <w:tcW w:w="2154" w:type="dxa"/>
            <w:shd w:val="clear" w:color="auto" w:fill="auto"/>
            <w:noWrap/>
            <w:vAlign w:val="bottom"/>
            <w:hideMark/>
          </w:tcPr>
          <w:p w14:paraId="18BAD2AF"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SS-SINR&lt;-23</w:t>
            </w:r>
          </w:p>
        </w:tc>
        <w:tc>
          <w:tcPr>
            <w:tcW w:w="710" w:type="dxa"/>
            <w:shd w:val="clear" w:color="auto" w:fill="auto"/>
            <w:noWrap/>
            <w:vAlign w:val="bottom"/>
            <w:hideMark/>
          </w:tcPr>
          <w:p w14:paraId="52314789"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0910F776" w14:textId="77777777" w:rsidTr="00DF3064">
        <w:trPr>
          <w:trHeight w:val="300"/>
          <w:jc w:val="center"/>
        </w:trPr>
        <w:tc>
          <w:tcPr>
            <w:tcW w:w="1640" w:type="dxa"/>
            <w:shd w:val="clear" w:color="auto" w:fill="auto"/>
            <w:noWrap/>
            <w:vAlign w:val="bottom"/>
            <w:hideMark/>
          </w:tcPr>
          <w:p w14:paraId="4C535F07"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SS-SINR_1</w:t>
            </w:r>
          </w:p>
        </w:tc>
        <w:tc>
          <w:tcPr>
            <w:tcW w:w="2154" w:type="dxa"/>
            <w:shd w:val="clear" w:color="auto" w:fill="auto"/>
            <w:noWrap/>
            <w:vAlign w:val="bottom"/>
            <w:hideMark/>
          </w:tcPr>
          <w:p w14:paraId="35716377"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-23</w:t>
            </w:r>
            <w:r w:rsidRPr="008C6DE4">
              <w:rPr>
                <w:rFonts w:ascii="Arial" w:hAnsi="Arial" w:hint="eastAsia"/>
                <w:sz w:val="18"/>
              </w:rPr>
              <w:t>≤</w:t>
            </w:r>
            <w:r w:rsidRPr="008C6DE4">
              <w:rPr>
                <w:rFonts w:ascii="Arial" w:hAnsi="Arial"/>
                <w:sz w:val="18"/>
              </w:rPr>
              <w:t xml:space="preserve"> SS-SINR&lt;-22.5</w:t>
            </w:r>
          </w:p>
        </w:tc>
        <w:tc>
          <w:tcPr>
            <w:tcW w:w="710" w:type="dxa"/>
            <w:shd w:val="clear" w:color="auto" w:fill="auto"/>
            <w:noWrap/>
            <w:vAlign w:val="bottom"/>
            <w:hideMark/>
          </w:tcPr>
          <w:p w14:paraId="5A01907D"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6608A69D" w14:textId="77777777" w:rsidTr="00DF3064">
        <w:trPr>
          <w:trHeight w:val="300"/>
          <w:jc w:val="center"/>
        </w:trPr>
        <w:tc>
          <w:tcPr>
            <w:tcW w:w="1640" w:type="dxa"/>
            <w:shd w:val="clear" w:color="auto" w:fill="auto"/>
            <w:noWrap/>
            <w:vAlign w:val="bottom"/>
            <w:hideMark/>
          </w:tcPr>
          <w:p w14:paraId="6AF21A7E"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SS-SINR_2</w:t>
            </w:r>
          </w:p>
        </w:tc>
        <w:tc>
          <w:tcPr>
            <w:tcW w:w="2154" w:type="dxa"/>
            <w:shd w:val="clear" w:color="auto" w:fill="auto"/>
            <w:noWrap/>
            <w:vAlign w:val="bottom"/>
            <w:hideMark/>
          </w:tcPr>
          <w:p w14:paraId="64EF4F8E"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-22.5</w:t>
            </w:r>
            <w:r w:rsidRPr="008C6DE4">
              <w:rPr>
                <w:rFonts w:ascii="Arial" w:hAnsi="Arial" w:hint="eastAsia"/>
                <w:sz w:val="18"/>
              </w:rPr>
              <w:t>≤</w:t>
            </w:r>
            <w:r w:rsidRPr="008C6DE4">
              <w:rPr>
                <w:rFonts w:ascii="Arial" w:hAnsi="Arial"/>
                <w:sz w:val="18"/>
              </w:rPr>
              <w:t xml:space="preserve"> SS-SINR&lt;-22</w:t>
            </w:r>
          </w:p>
        </w:tc>
        <w:tc>
          <w:tcPr>
            <w:tcW w:w="710" w:type="dxa"/>
            <w:shd w:val="clear" w:color="auto" w:fill="auto"/>
            <w:noWrap/>
            <w:vAlign w:val="bottom"/>
            <w:hideMark/>
          </w:tcPr>
          <w:p w14:paraId="4BCBD71F"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7687128B" w14:textId="77777777" w:rsidTr="00DF3064">
        <w:trPr>
          <w:trHeight w:val="300"/>
          <w:jc w:val="center"/>
        </w:trPr>
        <w:tc>
          <w:tcPr>
            <w:tcW w:w="1640" w:type="dxa"/>
            <w:shd w:val="clear" w:color="auto" w:fill="auto"/>
            <w:noWrap/>
            <w:vAlign w:val="bottom"/>
            <w:hideMark/>
          </w:tcPr>
          <w:p w14:paraId="74ECB384"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SS-SINR_3</w:t>
            </w:r>
          </w:p>
        </w:tc>
        <w:tc>
          <w:tcPr>
            <w:tcW w:w="2154" w:type="dxa"/>
            <w:shd w:val="clear" w:color="auto" w:fill="auto"/>
            <w:noWrap/>
            <w:vAlign w:val="bottom"/>
            <w:hideMark/>
          </w:tcPr>
          <w:p w14:paraId="37AFD108"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-22</w:t>
            </w:r>
            <w:r w:rsidRPr="008C6DE4">
              <w:rPr>
                <w:rFonts w:ascii="Arial" w:hAnsi="Arial" w:hint="eastAsia"/>
                <w:sz w:val="18"/>
              </w:rPr>
              <w:t>≤</w:t>
            </w:r>
            <w:r w:rsidRPr="008C6DE4">
              <w:rPr>
                <w:rFonts w:ascii="Arial" w:hAnsi="Arial"/>
                <w:sz w:val="18"/>
              </w:rPr>
              <w:t xml:space="preserve"> SS-SINR&lt;-21.5</w:t>
            </w:r>
          </w:p>
        </w:tc>
        <w:tc>
          <w:tcPr>
            <w:tcW w:w="710" w:type="dxa"/>
            <w:shd w:val="clear" w:color="auto" w:fill="auto"/>
            <w:noWrap/>
            <w:vAlign w:val="bottom"/>
            <w:hideMark/>
          </w:tcPr>
          <w:p w14:paraId="6EF2DFF8"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6DFC914F" w14:textId="77777777" w:rsidTr="00DF3064">
        <w:trPr>
          <w:trHeight w:val="300"/>
          <w:jc w:val="center"/>
        </w:trPr>
        <w:tc>
          <w:tcPr>
            <w:tcW w:w="1640" w:type="dxa"/>
            <w:shd w:val="clear" w:color="auto" w:fill="auto"/>
            <w:noWrap/>
            <w:vAlign w:val="bottom"/>
            <w:hideMark/>
          </w:tcPr>
          <w:p w14:paraId="36DF5C9A"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SS-SINR_4</w:t>
            </w:r>
          </w:p>
        </w:tc>
        <w:tc>
          <w:tcPr>
            <w:tcW w:w="2154" w:type="dxa"/>
            <w:shd w:val="clear" w:color="auto" w:fill="auto"/>
            <w:noWrap/>
            <w:vAlign w:val="bottom"/>
            <w:hideMark/>
          </w:tcPr>
          <w:p w14:paraId="31F04E65"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-21.5</w:t>
            </w:r>
            <w:r w:rsidRPr="008C6DE4">
              <w:rPr>
                <w:rFonts w:ascii="Arial" w:hAnsi="Arial" w:hint="eastAsia"/>
                <w:sz w:val="18"/>
              </w:rPr>
              <w:t>≤</w:t>
            </w:r>
            <w:r w:rsidRPr="008C6DE4">
              <w:rPr>
                <w:rFonts w:ascii="Arial" w:hAnsi="Arial"/>
                <w:sz w:val="18"/>
              </w:rPr>
              <w:t xml:space="preserve"> SS-SINR&lt;-21</w:t>
            </w:r>
          </w:p>
        </w:tc>
        <w:tc>
          <w:tcPr>
            <w:tcW w:w="710" w:type="dxa"/>
            <w:shd w:val="clear" w:color="auto" w:fill="auto"/>
            <w:noWrap/>
            <w:vAlign w:val="bottom"/>
            <w:hideMark/>
          </w:tcPr>
          <w:p w14:paraId="6AFC5959"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03ECBF7F" w14:textId="77777777" w:rsidTr="00DF3064">
        <w:trPr>
          <w:trHeight w:val="300"/>
          <w:jc w:val="center"/>
        </w:trPr>
        <w:tc>
          <w:tcPr>
            <w:tcW w:w="1640" w:type="dxa"/>
            <w:shd w:val="clear" w:color="auto" w:fill="auto"/>
            <w:noWrap/>
            <w:hideMark/>
          </w:tcPr>
          <w:p w14:paraId="0D5F65C9"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w:t>
            </w:r>
          </w:p>
        </w:tc>
        <w:tc>
          <w:tcPr>
            <w:tcW w:w="2154" w:type="dxa"/>
            <w:shd w:val="clear" w:color="auto" w:fill="auto"/>
            <w:noWrap/>
            <w:hideMark/>
          </w:tcPr>
          <w:p w14:paraId="1FD07AA8"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w:t>
            </w:r>
          </w:p>
        </w:tc>
        <w:tc>
          <w:tcPr>
            <w:tcW w:w="710" w:type="dxa"/>
            <w:shd w:val="clear" w:color="auto" w:fill="auto"/>
            <w:noWrap/>
            <w:hideMark/>
          </w:tcPr>
          <w:p w14:paraId="1BFE4012" w14:textId="77777777" w:rsidR="001F5A79" w:rsidRPr="008C6DE4" w:rsidRDefault="001F5A79" w:rsidP="00DF3064">
            <w:pPr>
              <w:keepNext/>
              <w:keepLines/>
              <w:spacing w:after="0"/>
              <w:rPr>
                <w:rFonts w:ascii="Arial" w:hAnsi="Arial"/>
                <w:sz w:val="18"/>
                <w:lang w:eastAsia="ko-KR"/>
              </w:rPr>
            </w:pPr>
            <w:r w:rsidRPr="008C6DE4">
              <w:rPr>
                <w:rFonts w:ascii="Arial" w:hAnsi="Arial"/>
                <w:sz w:val="18"/>
                <w:lang w:eastAsia="ko-KR"/>
              </w:rPr>
              <w:t>…</w:t>
            </w:r>
          </w:p>
        </w:tc>
      </w:tr>
      <w:tr w:rsidR="00DD3199" w:rsidRPr="008C6DE4" w14:paraId="7B717D6B" w14:textId="77777777" w:rsidTr="00DF3064">
        <w:trPr>
          <w:trHeight w:val="300"/>
          <w:jc w:val="center"/>
        </w:trPr>
        <w:tc>
          <w:tcPr>
            <w:tcW w:w="1640" w:type="dxa"/>
            <w:shd w:val="clear" w:color="auto" w:fill="auto"/>
            <w:noWrap/>
            <w:vAlign w:val="bottom"/>
            <w:hideMark/>
          </w:tcPr>
          <w:p w14:paraId="2C7B0D28"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SS-SINR_123</w:t>
            </w:r>
          </w:p>
        </w:tc>
        <w:tc>
          <w:tcPr>
            <w:tcW w:w="2154" w:type="dxa"/>
            <w:shd w:val="clear" w:color="auto" w:fill="auto"/>
            <w:noWrap/>
            <w:vAlign w:val="bottom"/>
            <w:hideMark/>
          </w:tcPr>
          <w:p w14:paraId="07B47CD8"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38</w:t>
            </w:r>
            <w:r w:rsidRPr="008C6DE4">
              <w:rPr>
                <w:rFonts w:ascii="Arial" w:hAnsi="Arial" w:hint="eastAsia"/>
                <w:sz w:val="18"/>
              </w:rPr>
              <w:t>≤</w:t>
            </w:r>
            <w:r w:rsidRPr="008C6DE4">
              <w:rPr>
                <w:rFonts w:ascii="Arial" w:hAnsi="Arial"/>
                <w:sz w:val="18"/>
              </w:rPr>
              <w:t xml:space="preserve"> SS-SINR&lt;38.5</w:t>
            </w:r>
          </w:p>
        </w:tc>
        <w:tc>
          <w:tcPr>
            <w:tcW w:w="710" w:type="dxa"/>
            <w:shd w:val="clear" w:color="auto" w:fill="auto"/>
            <w:noWrap/>
            <w:vAlign w:val="bottom"/>
            <w:hideMark/>
          </w:tcPr>
          <w:p w14:paraId="32261E9F"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7D4493FB" w14:textId="77777777" w:rsidTr="00DF3064">
        <w:trPr>
          <w:trHeight w:val="300"/>
          <w:jc w:val="center"/>
        </w:trPr>
        <w:tc>
          <w:tcPr>
            <w:tcW w:w="1640" w:type="dxa"/>
            <w:shd w:val="clear" w:color="auto" w:fill="auto"/>
            <w:noWrap/>
            <w:vAlign w:val="bottom"/>
            <w:hideMark/>
          </w:tcPr>
          <w:p w14:paraId="4BE572E6"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SS-SINR_124</w:t>
            </w:r>
          </w:p>
        </w:tc>
        <w:tc>
          <w:tcPr>
            <w:tcW w:w="2154" w:type="dxa"/>
            <w:shd w:val="clear" w:color="auto" w:fill="auto"/>
            <w:noWrap/>
            <w:vAlign w:val="bottom"/>
            <w:hideMark/>
          </w:tcPr>
          <w:p w14:paraId="3C75B34D"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38.5</w:t>
            </w:r>
            <w:r w:rsidRPr="008C6DE4">
              <w:rPr>
                <w:rFonts w:ascii="Arial" w:hAnsi="Arial" w:hint="eastAsia"/>
                <w:sz w:val="18"/>
              </w:rPr>
              <w:t>≤</w:t>
            </w:r>
            <w:r w:rsidRPr="008C6DE4">
              <w:rPr>
                <w:rFonts w:ascii="Arial" w:hAnsi="Arial"/>
                <w:sz w:val="18"/>
              </w:rPr>
              <w:t xml:space="preserve"> SS-SINR&lt;39</w:t>
            </w:r>
          </w:p>
        </w:tc>
        <w:tc>
          <w:tcPr>
            <w:tcW w:w="710" w:type="dxa"/>
            <w:shd w:val="clear" w:color="auto" w:fill="auto"/>
            <w:noWrap/>
            <w:vAlign w:val="bottom"/>
            <w:hideMark/>
          </w:tcPr>
          <w:p w14:paraId="0A6C7156"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264C546E" w14:textId="77777777" w:rsidTr="00DF3064">
        <w:trPr>
          <w:trHeight w:val="300"/>
          <w:jc w:val="center"/>
        </w:trPr>
        <w:tc>
          <w:tcPr>
            <w:tcW w:w="1640" w:type="dxa"/>
            <w:shd w:val="clear" w:color="auto" w:fill="auto"/>
            <w:noWrap/>
            <w:vAlign w:val="bottom"/>
            <w:hideMark/>
          </w:tcPr>
          <w:p w14:paraId="4AEDF6AC"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SS-SINR_125</w:t>
            </w:r>
          </w:p>
        </w:tc>
        <w:tc>
          <w:tcPr>
            <w:tcW w:w="2154" w:type="dxa"/>
            <w:shd w:val="clear" w:color="auto" w:fill="auto"/>
            <w:noWrap/>
            <w:vAlign w:val="bottom"/>
            <w:hideMark/>
          </w:tcPr>
          <w:p w14:paraId="261D134E"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39</w:t>
            </w:r>
            <w:r w:rsidRPr="008C6DE4">
              <w:rPr>
                <w:rFonts w:ascii="Arial" w:hAnsi="Arial" w:hint="eastAsia"/>
                <w:sz w:val="18"/>
              </w:rPr>
              <w:t>≤</w:t>
            </w:r>
            <w:r w:rsidRPr="008C6DE4">
              <w:rPr>
                <w:rFonts w:ascii="Arial" w:hAnsi="Arial"/>
                <w:sz w:val="18"/>
              </w:rPr>
              <w:t xml:space="preserve"> SS-SINR&lt;39.5</w:t>
            </w:r>
          </w:p>
        </w:tc>
        <w:tc>
          <w:tcPr>
            <w:tcW w:w="710" w:type="dxa"/>
            <w:shd w:val="clear" w:color="auto" w:fill="auto"/>
            <w:noWrap/>
            <w:vAlign w:val="bottom"/>
            <w:hideMark/>
          </w:tcPr>
          <w:p w14:paraId="447A639D"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DD3199" w:rsidRPr="008C6DE4" w14:paraId="571C7999" w14:textId="77777777" w:rsidTr="00DF3064">
        <w:trPr>
          <w:trHeight w:val="300"/>
          <w:jc w:val="center"/>
        </w:trPr>
        <w:tc>
          <w:tcPr>
            <w:tcW w:w="1640" w:type="dxa"/>
            <w:shd w:val="clear" w:color="auto" w:fill="auto"/>
            <w:noWrap/>
            <w:vAlign w:val="bottom"/>
            <w:hideMark/>
          </w:tcPr>
          <w:p w14:paraId="594FC3FF"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SS-SINR_126</w:t>
            </w:r>
          </w:p>
        </w:tc>
        <w:tc>
          <w:tcPr>
            <w:tcW w:w="2154" w:type="dxa"/>
            <w:shd w:val="clear" w:color="auto" w:fill="auto"/>
            <w:noWrap/>
            <w:vAlign w:val="bottom"/>
            <w:hideMark/>
          </w:tcPr>
          <w:p w14:paraId="641EE4C7"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39.5</w:t>
            </w:r>
            <w:r w:rsidRPr="008C6DE4">
              <w:rPr>
                <w:rFonts w:ascii="Arial" w:hAnsi="Arial" w:hint="eastAsia"/>
                <w:sz w:val="18"/>
              </w:rPr>
              <w:t>≤</w:t>
            </w:r>
            <w:r w:rsidRPr="008C6DE4">
              <w:rPr>
                <w:rFonts w:ascii="Arial" w:hAnsi="Arial"/>
                <w:sz w:val="18"/>
              </w:rPr>
              <w:t xml:space="preserve"> SS-SINR&lt;40</w:t>
            </w:r>
          </w:p>
        </w:tc>
        <w:tc>
          <w:tcPr>
            <w:tcW w:w="710" w:type="dxa"/>
            <w:shd w:val="clear" w:color="auto" w:fill="auto"/>
            <w:noWrap/>
            <w:vAlign w:val="bottom"/>
            <w:hideMark/>
          </w:tcPr>
          <w:p w14:paraId="103B89A7"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r w:rsidR="001F5A79" w:rsidRPr="008C6DE4" w14:paraId="3A649D8C" w14:textId="77777777" w:rsidTr="00DF3064">
        <w:trPr>
          <w:trHeight w:val="300"/>
          <w:jc w:val="center"/>
        </w:trPr>
        <w:tc>
          <w:tcPr>
            <w:tcW w:w="1640" w:type="dxa"/>
            <w:shd w:val="clear" w:color="auto" w:fill="auto"/>
            <w:noWrap/>
            <w:vAlign w:val="bottom"/>
            <w:hideMark/>
          </w:tcPr>
          <w:p w14:paraId="7A71C9AE"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SS-SINR_127</w:t>
            </w:r>
          </w:p>
        </w:tc>
        <w:tc>
          <w:tcPr>
            <w:tcW w:w="2154" w:type="dxa"/>
            <w:shd w:val="clear" w:color="auto" w:fill="auto"/>
            <w:noWrap/>
            <w:vAlign w:val="bottom"/>
            <w:hideMark/>
          </w:tcPr>
          <w:p w14:paraId="7A531603"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40</w:t>
            </w:r>
            <w:r w:rsidRPr="008C6DE4">
              <w:rPr>
                <w:rFonts w:ascii="Arial" w:hAnsi="Arial" w:hint="eastAsia"/>
                <w:sz w:val="18"/>
              </w:rPr>
              <w:t>≤</w:t>
            </w:r>
            <w:r w:rsidRPr="008C6DE4">
              <w:rPr>
                <w:rFonts w:ascii="Arial" w:hAnsi="Arial"/>
                <w:sz w:val="18"/>
              </w:rPr>
              <w:t xml:space="preserve"> SS-SINR</w:t>
            </w:r>
          </w:p>
        </w:tc>
        <w:tc>
          <w:tcPr>
            <w:tcW w:w="710" w:type="dxa"/>
            <w:shd w:val="clear" w:color="auto" w:fill="auto"/>
            <w:noWrap/>
            <w:vAlign w:val="bottom"/>
            <w:hideMark/>
          </w:tcPr>
          <w:p w14:paraId="60807064" w14:textId="77777777" w:rsidR="001F5A79" w:rsidRPr="008C6DE4" w:rsidRDefault="001F5A79" w:rsidP="00DF3064">
            <w:pPr>
              <w:keepNext/>
              <w:keepLines/>
              <w:spacing w:after="0"/>
              <w:rPr>
                <w:rFonts w:ascii="Arial" w:hAnsi="Arial"/>
                <w:sz w:val="18"/>
                <w:lang w:eastAsia="ko-KR"/>
              </w:rPr>
            </w:pPr>
            <w:r w:rsidRPr="008C6DE4">
              <w:rPr>
                <w:rFonts w:ascii="Arial" w:hAnsi="Arial"/>
                <w:sz w:val="18"/>
              </w:rPr>
              <w:t>dB</w:t>
            </w:r>
          </w:p>
        </w:tc>
      </w:tr>
    </w:tbl>
    <w:p w14:paraId="40FCC8F2" w14:textId="77777777" w:rsidR="001F5A79" w:rsidRPr="008C6DE4" w:rsidRDefault="001F5A79" w:rsidP="001F5A79">
      <w:pPr>
        <w:rPr>
          <w:lang w:val="en-US" w:eastAsia="ko-KR"/>
        </w:rPr>
      </w:pPr>
    </w:p>
    <w:p w14:paraId="3CB5B186" w14:textId="05CF4086" w:rsidR="001F5A79" w:rsidRPr="008C6DE4" w:rsidRDefault="001F5A79" w:rsidP="0048284E">
      <w:pPr>
        <w:pStyle w:val="Heading3"/>
        <w:rPr>
          <w:lang w:val="en-US"/>
        </w:rPr>
      </w:pPr>
      <w:r w:rsidRPr="008C6DE4">
        <w:rPr>
          <w:lang w:val="en-US" w:eastAsia="ko-KR"/>
        </w:rPr>
        <w:t>1</w:t>
      </w:r>
      <w:r w:rsidR="0048284E" w:rsidRPr="008C6DE4">
        <w:rPr>
          <w:lang w:val="en-US" w:eastAsia="ko-KR"/>
        </w:rPr>
        <w:t>0.1.1</w:t>
      </w:r>
      <w:r w:rsidRPr="008C6DE4">
        <w:rPr>
          <w:lang w:val="en-US" w:eastAsia="ko-KR"/>
        </w:rPr>
        <w:t>7</w:t>
      </w:r>
      <w:r w:rsidRPr="008C6DE4">
        <w:rPr>
          <w:lang w:val="en-US"/>
        </w:rPr>
        <w:tab/>
        <w:t>Power Headroom</w:t>
      </w:r>
    </w:p>
    <w:p w14:paraId="216831B5" w14:textId="77777777" w:rsidR="001F5A79" w:rsidRPr="008C6DE4" w:rsidRDefault="001F5A79" w:rsidP="001F5A79">
      <w:pPr>
        <w:rPr>
          <w:rFonts w:ascii="Arial" w:hAnsi="Arial" w:cs="Arial"/>
          <w:sz w:val="24"/>
          <w:szCs w:val="24"/>
        </w:rPr>
      </w:pPr>
      <w:r w:rsidRPr="008C6DE4">
        <w:rPr>
          <w:rFonts w:ascii="Arial" w:hAnsi="Arial" w:cs="Arial"/>
          <w:sz w:val="24"/>
          <w:szCs w:val="24"/>
        </w:rPr>
        <w:t>10.1.17.1 Power Headroom Report</w:t>
      </w:r>
    </w:p>
    <w:p w14:paraId="35479FEE" w14:textId="77777777" w:rsidR="001F5A79" w:rsidRPr="008C6DE4" w:rsidRDefault="001F5A79" w:rsidP="001F5A79">
      <w:pPr>
        <w:keepNext/>
        <w:keepLines/>
        <w:spacing w:before="120"/>
        <w:ind w:left="1418" w:hanging="1418"/>
        <w:outlineLvl w:val="3"/>
        <w:rPr>
          <w:rFonts w:ascii="Arial" w:eastAsia="Malgun Gothic" w:hAnsi="Arial"/>
          <w:sz w:val="24"/>
          <w:lang w:val="en-US" w:eastAsia="ko-KR"/>
        </w:rPr>
      </w:pPr>
      <w:r w:rsidRPr="008C6DE4">
        <w:rPr>
          <w:rFonts w:ascii="Arial" w:hAnsi="Arial"/>
          <w:sz w:val="24"/>
          <w:lang w:val="en-US" w:eastAsia="ko-KR"/>
        </w:rPr>
        <w:t>10.1.17.1.1</w:t>
      </w:r>
      <w:r w:rsidRPr="008C6DE4">
        <w:rPr>
          <w:rFonts w:ascii="Arial" w:hAnsi="Arial"/>
          <w:sz w:val="24"/>
          <w:lang w:val="en-US" w:eastAsia="ko-KR"/>
        </w:rPr>
        <w:tab/>
        <w:t>Power Headroom Report Mapping</w:t>
      </w:r>
    </w:p>
    <w:p w14:paraId="17CF49A0" w14:textId="77777777" w:rsidR="001F5A79" w:rsidRPr="008C6DE4" w:rsidRDefault="001F5A79" w:rsidP="001F5A79">
      <w:r w:rsidRPr="008C6DE4">
        <w:t>The power headroom reporting range is from -32 ...+38 dB. Table 10.1.17.1-1 defines the report mapping.</w:t>
      </w:r>
    </w:p>
    <w:p w14:paraId="064842A4" w14:textId="77777777" w:rsidR="001F5A79" w:rsidRPr="008C6DE4" w:rsidRDefault="001F5A79" w:rsidP="001F5A79">
      <w:pPr>
        <w:keepNext/>
        <w:keepLines/>
        <w:spacing w:before="60"/>
        <w:jc w:val="center"/>
        <w:rPr>
          <w:rFonts w:ascii="Arial" w:hAnsi="Arial"/>
          <w:b/>
        </w:rPr>
      </w:pPr>
      <w:r w:rsidRPr="008C6DE4">
        <w:rPr>
          <w:rFonts w:ascii="Arial" w:hAnsi="Arial"/>
          <w:b/>
        </w:rPr>
        <w:t>Table 10.1.17.1-1: Power headroom report mapping</w:t>
      </w:r>
    </w:p>
    <w:tbl>
      <w:tblPr>
        <w:tblW w:w="6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3"/>
        <w:gridCol w:w="3244"/>
      </w:tblGrid>
      <w:tr w:rsidR="00DD3199" w:rsidRPr="008C6DE4" w14:paraId="0BD79401" w14:textId="77777777" w:rsidTr="00DF3064">
        <w:trPr>
          <w:jc w:val="center"/>
        </w:trPr>
        <w:tc>
          <w:tcPr>
            <w:tcW w:w="3243" w:type="dxa"/>
            <w:shd w:val="clear" w:color="auto" w:fill="auto"/>
          </w:tcPr>
          <w:p w14:paraId="1D3133F2" w14:textId="77777777" w:rsidR="001F5A79" w:rsidRPr="008C6DE4" w:rsidRDefault="001F5A79" w:rsidP="00DF3064">
            <w:pPr>
              <w:keepNext/>
              <w:keepLines/>
              <w:spacing w:after="0"/>
              <w:jc w:val="center"/>
              <w:rPr>
                <w:rFonts w:ascii="Arial" w:eastAsia="??" w:hAnsi="Arial"/>
                <w:b/>
                <w:sz w:val="18"/>
                <w:szCs w:val="18"/>
              </w:rPr>
            </w:pPr>
            <w:r w:rsidRPr="008C6DE4">
              <w:rPr>
                <w:rFonts w:ascii="Arial" w:hAnsi="Arial"/>
                <w:b/>
                <w:sz w:val="18"/>
                <w:szCs w:val="18"/>
              </w:rPr>
              <w:t>Reported value</w:t>
            </w:r>
          </w:p>
        </w:tc>
        <w:tc>
          <w:tcPr>
            <w:tcW w:w="3244" w:type="dxa"/>
            <w:shd w:val="clear" w:color="auto" w:fill="auto"/>
          </w:tcPr>
          <w:p w14:paraId="03A27E65" w14:textId="77777777" w:rsidR="001F5A79" w:rsidRPr="008C6DE4" w:rsidRDefault="001F5A79" w:rsidP="00DF3064">
            <w:pPr>
              <w:keepNext/>
              <w:keepLines/>
              <w:spacing w:after="0"/>
              <w:jc w:val="center"/>
              <w:rPr>
                <w:rFonts w:ascii="Arial" w:eastAsia="??" w:hAnsi="Arial"/>
                <w:b/>
                <w:sz w:val="18"/>
                <w:szCs w:val="18"/>
              </w:rPr>
            </w:pPr>
            <w:r w:rsidRPr="008C6DE4">
              <w:rPr>
                <w:rFonts w:ascii="Arial" w:hAnsi="Arial"/>
                <w:b/>
                <w:sz w:val="18"/>
                <w:szCs w:val="18"/>
              </w:rPr>
              <w:t>Measured quantity value (dB)</w:t>
            </w:r>
          </w:p>
        </w:tc>
      </w:tr>
      <w:tr w:rsidR="00DD3199" w:rsidRPr="008C6DE4" w14:paraId="5757BA56" w14:textId="77777777" w:rsidTr="00DF3064">
        <w:trPr>
          <w:jc w:val="center"/>
        </w:trPr>
        <w:tc>
          <w:tcPr>
            <w:tcW w:w="3243" w:type="dxa"/>
            <w:shd w:val="clear" w:color="auto" w:fill="auto"/>
          </w:tcPr>
          <w:p w14:paraId="68559D63"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POWER_HEADROOM_0</w:t>
            </w:r>
          </w:p>
        </w:tc>
        <w:tc>
          <w:tcPr>
            <w:tcW w:w="3244" w:type="dxa"/>
            <w:shd w:val="clear" w:color="auto" w:fill="auto"/>
          </w:tcPr>
          <w:p w14:paraId="3783D38E"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PH </w:t>
            </w:r>
            <w:r w:rsidRPr="008C6DE4">
              <w:rPr>
                <w:rFonts w:ascii="Arial" w:hAnsi="Arial"/>
                <w:sz w:val="18"/>
                <w:szCs w:val="18"/>
              </w:rPr>
              <w:sym w:font="Symbol" w:char="F03C"/>
            </w:r>
            <w:r w:rsidRPr="008C6DE4">
              <w:rPr>
                <w:rFonts w:ascii="Arial" w:hAnsi="Arial"/>
                <w:sz w:val="18"/>
                <w:szCs w:val="18"/>
              </w:rPr>
              <w:t xml:space="preserve"> -32</w:t>
            </w:r>
          </w:p>
        </w:tc>
      </w:tr>
      <w:tr w:rsidR="00DD3199" w:rsidRPr="008C6DE4" w14:paraId="0145679D" w14:textId="77777777" w:rsidTr="00DF3064">
        <w:trPr>
          <w:jc w:val="center"/>
        </w:trPr>
        <w:tc>
          <w:tcPr>
            <w:tcW w:w="3243" w:type="dxa"/>
            <w:shd w:val="clear" w:color="auto" w:fill="auto"/>
          </w:tcPr>
          <w:p w14:paraId="5B946795"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POWER_HEADROOM_1</w:t>
            </w:r>
          </w:p>
        </w:tc>
        <w:tc>
          <w:tcPr>
            <w:tcW w:w="3244" w:type="dxa"/>
            <w:shd w:val="clear" w:color="auto" w:fill="auto"/>
          </w:tcPr>
          <w:p w14:paraId="6756A002"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-32 </w:t>
            </w:r>
            <w:r w:rsidRPr="008C6DE4">
              <w:rPr>
                <w:rFonts w:ascii="Arial" w:hAnsi="Arial"/>
                <w:sz w:val="18"/>
                <w:szCs w:val="18"/>
              </w:rPr>
              <w:sym w:font="Symbol" w:char="F0A3"/>
            </w:r>
            <w:r w:rsidRPr="008C6DE4">
              <w:rPr>
                <w:rFonts w:ascii="Arial" w:hAnsi="Arial"/>
                <w:sz w:val="18"/>
                <w:szCs w:val="18"/>
              </w:rPr>
              <w:t xml:space="preserve"> PH </w:t>
            </w:r>
            <w:r w:rsidRPr="008C6DE4">
              <w:rPr>
                <w:rFonts w:ascii="Arial" w:hAnsi="Arial"/>
                <w:sz w:val="18"/>
                <w:szCs w:val="18"/>
              </w:rPr>
              <w:sym w:font="Symbol" w:char="F03C"/>
            </w:r>
            <w:r w:rsidRPr="008C6DE4">
              <w:rPr>
                <w:rFonts w:ascii="Arial" w:hAnsi="Arial"/>
                <w:sz w:val="18"/>
                <w:szCs w:val="18"/>
              </w:rPr>
              <w:t xml:space="preserve"> -31</w:t>
            </w:r>
          </w:p>
        </w:tc>
      </w:tr>
      <w:tr w:rsidR="00DD3199" w:rsidRPr="008C6DE4" w14:paraId="1FA21952" w14:textId="77777777" w:rsidTr="00DF3064">
        <w:trPr>
          <w:jc w:val="center"/>
        </w:trPr>
        <w:tc>
          <w:tcPr>
            <w:tcW w:w="3243" w:type="dxa"/>
            <w:shd w:val="clear" w:color="auto" w:fill="auto"/>
          </w:tcPr>
          <w:p w14:paraId="5EA4A150"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POWER_HEADROOM_2</w:t>
            </w:r>
          </w:p>
        </w:tc>
        <w:tc>
          <w:tcPr>
            <w:tcW w:w="3244" w:type="dxa"/>
            <w:shd w:val="clear" w:color="auto" w:fill="auto"/>
          </w:tcPr>
          <w:p w14:paraId="6CCD6B81"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-31 </w:t>
            </w:r>
            <w:r w:rsidRPr="008C6DE4">
              <w:rPr>
                <w:rFonts w:ascii="Arial" w:hAnsi="Arial"/>
                <w:sz w:val="18"/>
                <w:szCs w:val="18"/>
              </w:rPr>
              <w:sym w:font="Symbol" w:char="F0A3"/>
            </w:r>
            <w:r w:rsidRPr="008C6DE4">
              <w:rPr>
                <w:rFonts w:ascii="Arial" w:hAnsi="Arial"/>
                <w:sz w:val="18"/>
                <w:szCs w:val="18"/>
              </w:rPr>
              <w:t xml:space="preserve"> PH </w:t>
            </w:r>
            <w:r w:rsidRPr="008C6DE4">
              <w:rPr>
                <w:rFonts w:ascii="Arial" w:hAnsi="Arial"/>
                <w:sz w:val="18"/>
                <w:szCs w:val="18"/>
              </w:rPr>
              <w:sym w:font="Symbol" w:char="F03C"/>
            </w:r>
            <w:r w:rsidRPr="008C6DE4">
              <w:rPr>
                <w:rFonts w:ascii="Arial" w:hAnsi="Arial"/>
                <w:sz w:val="18"/>
                <w:szCs w:val="18"/>
              </w:rPr>
              <w:t xml:space="preserve"> -30</w:t>
            </w:r>
          </w:p>
        </w:tc>
      </w:tr>
      <w:tr w:rsidR="00DD3199" w:rsidRPr="008C6DE4" w14:paraId="26298354" w14:textId="77777777" w:rsidTr="00DF3064">
        <w:trPr>
          <w:jc w:val="center"/>
        </w:trPr>
        <w:tc>
          <w:tcPr>
            <w:tcW w:w="3243" w:type="dxa"/>
            <w:shd w:val="clear" w:color="auto" w:fill="auto"/>
          </w:tcPr>
          <w:p w14:paraId="28B2102B"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POWER_HEADROOM_3</w:t>
            </w:r>
          </w:p>
        </w:tc>
        <w:tc>
          <w:tcPr>
            <w:tcW w:w="3244" w:type="dxa"/>
            <w:shd w:val="clear" w:color="auto" w:fill="auto"/>
          </w:tcPr>
          <w:p w14:paraId="52230FFF"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-30 </w:t>
            </w:r>
            <w:r w:rsidRPr="008C6DE4">
              <w:rPr>
                <w:rFonts w:ascii="Arial" w:hAnsi="Arial"/>
                <w:sz w:val="18"/>
                <w:szCs w:val="18"/>
              </w:rPr>
              <w:sym w:font="Symbol" w:char="F0A3"/>
            </w:r>
            <w:r w:rsidRPr="008C6DE4">
              <w:rPr>
                <w:rFonts w:ascii="Arial" w:hAnsi="Arial"/>
                <w:sz w:val="18"/>
                <w:szCs w:val="18"/>
              </w:rPr>
              <w:t xml:space="preserve"> PH </w:t>
            </w:r>
            <w:r w:rsidRPr="008C6DE4">
              <w:rPr>
                <w:rFonts w:ascii="Arial" w:hAnsi="Arial"/>
                <w:sz w:val="18"/>
                <w:szCs w:val="18"/>
              </w:rPr>
              <w:sym w:font="Symbol" w:char="F03C"/>
            </w:r>
            <w:r w:rsidRPr="008C6DE4">
              <w:rPr>
                <w:rFonts w:ascii="Arial" w:hAnsi="Arial"/>
                <w:sz w:val="18"/>
                <w:szCs w:val="18"/>
              </w:rPr>
              <w:t xml:space="preserve"> -29</w:t>
            </w:r>
          </w:p>
        </w:tc>
      </w:tr>
      <w:tr w:rsidR="00DD3199" w:rsidRPr="008C6DE4" w14:paraId="12A97C95" w14:textId="77777777" w:rsidTr="00DF3064">
        <w:trPr>
          <w:jc w:val="center"/>
        </w:trPr>
        <w:tc>
          <w:tcPr>
            <w:tcW w:w="3243" w:type="dxa"/>
            <w:shd w:val="clear" w:color="auto" w:fill="auto"/>
          </w:tcPr>
          <w:p w14:paraId="219FF141"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sym w:font="Symbol" w:char="F0BC"/>
            </w:r>
          </w:p>
        </w:tc>
        <w:tc>
          <w:tcPr>
            <w:tcW w:w="3244" w:type="dxa"/>
            <w:shd w:val="clear" w:color="auto" w:fill="auto"/>
          </w:tcPr>
          <w:p w14:paraId="0FF705E3"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sym w:font="Symbol" w:char="F0BC"/>
            </w:r>
          </w:p>
        </w:tc>
      </w:tr>
      <w:tr w:rsidR="00DD3199" w:rsidRPr="008C6DE4" w14:paraId="30EC7EDA" w14:textId="77777777" w:rsidTr="00DF3064">
        <w:trPr>
          <w:jc w:val="center"/>
        </w:trPr>
        <w:tc>
          <w:tcPr>
            <w:tcW w:w="3243" w:type="dxa"/>
            <w:shd w:val="clear" w:color="auto" w:fill="auto"/>
          </w:tcPr>
          <w:p w14:paraId="0B1D0C91" w14:textId="77777777" w:rsidR="001F5A79" w:rsidRPr="008C6DE4" w:rsidRDefault="001F5A79" w:rsidP="00DF3064">
            <w:pPr>
              <w:keepNext/>
              <w:keepLines/>
              <w:spacing w:after="0"/>
              <w:jc w:val="center"/>
              <w:rPr>
                <w:rFonts w:ascii="Arial" w:eastAsia="Yu Gothic" w:hAnsi="Arial"/>
                <w:sz w:val="18"/>
                <w:szCs w:val="18"/>
              </w:rPr>
            </w:pPr>
            <w:r w:rsidRPr="008C6DE4">
              <w:rPr>
                <w:rFonts w:ascii="Arial" w:eastAsia="Yu Gothic" w:hAnsi="Arial"/>
                <w:sz w:val="18"/>
                <w:szCs w:val="18"/>
              </w:rPr>
              <w:t>POWER_HEADROOM_53</w:t>
            </w:r>
          </w:p>
        </w:tc>
        <w:tc>
          <w:tcPr>
            <w:tcW w:w="3244" w:type="dxa"/>
            <w:shd w:val="clear" w:color="auto" w:fill="auto"/>
          </w:tcPr>
          <w:p w14:paraId="7477BF22"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20 </w:t>
            </w:r>
            <w:r w:rsidRPr="008C6DE4">
              <w:rPr>
                <w:rFonts w:ascii="Symbol" w:hAnsi="Symbol"/>
                <w:sz w:val="18"/>
                <w:szCs w:val="18"/>
              </w:rPr>
              <w:t></w:t>
            </w:r>
            <w:r w:rsidRPr="008C6DE4">
              <w:rPr>
                <w:rFonts w:ascii="Arial" w:hAnsi="Arial"/>
                <w:sz w:val="18"/>
                <w:szCs w:val="18"/>
              </w:rPr>
              <w:t xml:space="preserve"> PH </w:t>
            </w:r>
            <w:r w:rsidRPr="008C6DE4">
              <w:rPr>
                <w:rFonts w:ascii="Symbol" w:hAnsi="Symbol"/>
                <w:sz w:val="18"/>
                <w:szCs w:val="18"/>
              </w:rPr>
              <w:t></w:t>
            </w:r>
            <w:r w:rsidRPr="008C6DE4">
              <w:rPr>
                <w:rFonts w:ascii="Arial" w:hAnsi="Arial"/>
                <w:sz w:val="18"/>
                <w:szCs w:val="18"/>
              </w:rPr>
              <w:t xml:space="preserve"> 21</w:t>
            </w:r>
          </w:p>
        </w:tc>
      </w:tr>
      <w:tr w:rsidR="00DD3199" w:rsidRPr="008C6DE4" w14:paraId="08C0C857" w14:textId="77777777" w:rsidTr="00DF3064">
        <w:trPr>
          <w:jc w:val="center"/>
        </w:trPr>
        <w:tc>
          <w:tcPr>
            <w:tcW w:w="3243" w:type="dxa"/>
            <w:shd w:val="clear" w:color="auto" w:fill="auto"/>
          </w:tcPr>
          <w:p w14:paraId="7BCB42A4" w14:textId="77777777" w:rsidR="001F5A79" w:rsidRPr="008C6DE4" w:rsidRDefault="001F5A79" w:rsidP="00DF3064">
            <w:pPr>
              <w:keepNext/>
              <w:keepLines/>
              <w:spacing w:after="0"/>
              <w:jc w:val="center"/>
              <w:rPr>
                <w:rFonts w:ascii="Arial" w:eastAsia="Yu Gothic" w:hAnsi="Arial"/>
                <w:sz w:val="18"/>
                <w:szCs w:val="18"/>
              </w:rPr>
            </w:pPr>
            <w:r w:rsidRPr="008C6DE4">
              <w:rPr>
                <w:rFonts w:ascii="Arial" w:eastAsia="Yu Gothic" w:hAnsi="Arial"/>
                <w:sz w:val="18"/>
                <w:szCs w:val="18"/>
              </w:rPr>
              <w:t>POWER_HEADROOM_54</w:t>
            </w:r>
          </w:p>
        </w:tc>
        <w:tc>
          <w:tcPr>
            <w:tcW w:w="3244" w:type="dxa"/>
            <w:shd w:val="clear" w:color="auto" w:fill="auto"/>
          </w:tcPr>
          <w:p w14:paraId="3FC8786D"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21 </w:t>
            </w:r>
            <w:r w:rsidRPr="008C6DE4">
              <w:rPr>
                <w:rFonts w:ascii="Symbol" w:hAnsi="Symbol"/>
                <w:sz w:val="18"/>
                <w:szCs w:val="18"/>
              </w:rPr>
              <w:t></w:t>
            </w:r>
            <w:r w:rsidRPr="008C6DE4">
              <w:rPr>
                <w:rFonts w:ascii="Arial" w:hAnsi="Arial"/>
                <w:sz w:val="18"/>
                <w:szCs w:val="18"/>
              </w:rPr>
              <w:t xml:space="preserve"> PH </w:t>
            </w:r>
            <w:r w:rsidRPr="008C6DE4">
              <w:rPr>
                <w:rFonts w:ascii="Symbol" w:hAnsi="Symbol"/>
                <w:sz w:val="18"/>
                <w:szCs w:val="18"/>
              </w:rPr>
              <w:t></w:t>
            </w:r>
            <w:r w:rsidRPr="008C6DE4">
              <w:rPr>
                <w:rFonts w:ascii="Arial" w:hAnsi="Arial"/>
                <w:sz w:val="18"/>
                <w:szCs w:val="18"/>
              </w:rPr>
              <w:t xml:space="preserve"> 22</w:t>
            </w:r>
          </w:p>
        </w:tc>
      </w:tr>
      <w:tr w:rsidR="00DD3199" w:rsidRPr="008C6DE4" w14:paraId="66A46338" w14:textId="77777777" w:rsidTr="00DF3064">
        <w:trPr>
          <w:jc w:val="center"/>
        </w:trPr>
        <w:tc>
          <w:tcPr>
            <w:tcW w:w="3243" w:type="dxa"/>
            <w:shd w:val="clear" w:color="auto" w:fill="auto"/>
          </w:tcPr>
          <w:p w14:paraId="66D263CE" w14:textId="77777777" w:rsidR="001F5A79" w:rsidRPr="008C6DE4" w:rsidRDefault="001F5A79" w:rsidP="00DF3064">
            <w:pPr>
              <w:keepNext/>
              <w:keepLines/>
              <w:spacing w:after="0"/>
              <w:jc w:val="center"/>
              <w:rPr>
                <w:rFonts w:ascii="Arial" w:eastAsia="??" w:hAnsi="Arial"/>
                <w:sz w:val="18"/>
                <w:szCs w:val="18"/>
              </w:rPr>
            </w:pPr>
            <w:r w:rsidRPr="008C6DE4">
              <w:rPr>
                <w:rFonts w:ascii="Arial" w:eastAsia="Yu Gothic" w:hAnsi="Arial"/>
                <w:sz w:val="18"/>
                <w:szCs w:val="18"/>
              </w:rPr>
              <w:t>POWER_HEADROOM_55</w:t>
            </w:r>
          </w:p>
        </w:tc>
        <w:tc>
          <w:tcPr>
            <w:tcW w:w="3244" w:type="dxa"/>
            <w:shd w:val="clear" w:color="auto" w:fill="auto"/>
          </w:tcPr>
          <w:p w14:paraId="304BCA80"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22 </w:t>
            </w:r>
            <w:r w:rsidRPr="008C6DE4">
              <w:rPr>
                <w:rFonts w:ascii="Symbol" w:hAnsi="Symbol"/>
                <w:sz w:val="18"/>
                <w:szCs w:val="18"/>
              </w:rPr>
              <w:t></w:t>
            </w:r>
            <w:r w:rsidRPr="008C6DE4">
              <w:rPr>
                <w:rFonts w:ascii="Arial" w:hAnsi="Arial"/>
                <w:sz w:val="18"/>
                <w:szCs w:val="18"/>
              </w:rPr>
              <w:t xml:space="preserve"> PH </w:t>
            </w:r>
            <w:r w:rsidRPr="008C6DE4">
              <w:rPr>
                <w:rFonts w:ascii="Symbol" w:hAnsi="Symbol"/>
                <w:sz w:val="18"/>
                <w:szCs w:val="18"/>
              </w:rPr>
              <w:t></w:t>
            </w:r>
            <w:r w:rsidRPr="008C6DE4">
              <w:rPr>
                <w:rFonts w:ascii="Arial" w:hAnsi="Arial"/>
                <w:sz w:val="18"/>
                <w:szCs w:val="18"/>
              </w:rPr>
              <w:t xml:space="preserve"> 24</w:t>
            </w:r>
          </w:p>
        </w:tc>
      </w:tr>
      <w:tr w:rsidR="00DD3199" w:rsidRPr="008C6DE4" w14:paraId="4ADA8409" w14:textId="77777777" w:rsidTr="00DF3064">
        <w:trPr>
          <w:jc w:val="center"/>
        </w:trPr>
        <w:tc>
          <w:tcPr>
            <w:tcW w:w="3243" w:type="dxa"/>
            <w:shd w:val="clear" w:color="auto" w:fill="auto"/>
          </w:tcPr>
          <w:p w14:paraId="4B7F4990" w14:textId="77777777" w:rsidR="001F5A79" w:rsidRPr="008C6DE4" w:rsidRDefault="001F5A79" w:rsidP="00DF3064">
            <w:pPr>
              <w:keepNext/>
              <w:keepLines/>
              <w:spacing w:after="0"/>
              <w:jc w:val="center"/>
              <w:rPr>
                <w:rFonts w:ascii="Arial" w:eastAsia="??" w:hAnsi="Arial"/>
                <w:sz w:val="18"/>
                <w:szCs w:val="18"/>
              </w:rPr>
            </w:pPr>
            <w:r w:rsidRPr="008C6DE4">
              <w:rPr>
                <w:rFonts w:ascii="Arial" w:eastAsia="Yu Gothic" w:hAnsi="Arial"/>
                <w:sz w:val="18"/>
                <w:szCs w:val="18"/>
              </w:rPr>
              <w:t>POWER_HEADROOM_56</w:t>
            </w:r>
          </w:p>
        </w:tc>
        <w:tc>
          <w:tcPr>
            <w:tcW w:w="3244" w:type="dxa"/>
            <w:shd w:val="clear" w:color="auto" w:fill="auto"/>
          </w:tcPr>
          <w:p w14:paraId="6D35FA91"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24 </w:t>
            </w:r>
            <w:r w:rsidRPr="008C6DE4">
              <w:rPr>
                <w:rFonts w:ascii="Symbol" w:hAnsi="Symbol"/>
                <w:sz w:val="18"/>
                <w:szCs w:val="18"/>
              </w:rPr>
              <w:t></w:t>
            </w:r>
            <w:r w:rsidRPr="008C6DE4">
              <w:rPr>
                <w:rFonts w:ascii="Arial" w:hAnsi="Arial"/>
                <w:sz w:val="18"/>
                <w:szCs w:val="18"/>
              </w:rPr>
              <w:t xml:space="preserve"> PH </w:t>
            </w:r>
            <w:r w:rsidRPr="008C6DE4">
              <w:rPr>
                <w:rFonts w:ascii="Symbol" w:hAnsi="Symbol"/>
                <w:sz w:val="18"/>
                <w:szCs w:val="18"/>
              </w:rPr>
              <w:t></w:t>
            </w:r>
            <w:r w:rsidRPr="008C6DE4">
              <w:rPr>
                <w:rFonts w:ascii="Arial" w:hAnsi="Arial"/>
                <w:sz w:val="18"/>
                <w:szCs w:val="18"/>
              </w:rPr>
              <w:t xml:space="preserve"> 26</w:t>
            </w:r>
          </w:p>
        </w:tc>
      </w:tr>
      <w:tr w:rsidR="00DD3199" w:rsidRPr="008C6DE4" w14:paraId="1D0E35F6" w14:textId="77777777" w:rsidTr="00DF3064">
        <w:trPr>
          <w:jc w:val="center"/>
        </w:trPr>
        <w:tc>
          <w:tcPr>
            <w:tcW w:w="3243" w:type="dxa"/>
            <w:shd w:val="clear" w:color="auto" w:fill="auto"/>
          </w:tcPr>
          <w:p w14:paraId="3C0834BF" w14:textId="77777777" w:rsidR="001F5A79" w:rsidRPr="008C6DE4" w:rsidRDefault="001F5A79" w:rsidP="00DF3064">
            <w:pPr>
              <w:keepNext/>
              <w:keepLines/>
              <w:spacing w:after="0"/>
              <w:jc w:val="center"/>
              <w:rPr>
                <w:rFonts w:ascii="Arial" w:eastAsia="??" w:hAnsi="Arial"/>
                <w:sz w:val="18"/>
                <w:szCs w:val="18"/>
              </w:rPr>
            </w:pPr>
            <w:r w:rsidRPr="008C6DE4">
              <w:rPr>
                <w:rFonts w:ascii="Arial" w:eastAsia="Yu Gothic" w:hAnsi="Arial"/>
                <w:sz w:val="18"/>
                <w:szCs w:val="18"/>
              </w:rPr>
              <w:t>POWER_HEADROOM_57</w:t>
            </w:r>
          </w:p>
        </w:tc>
        <w:tc>
          <w:tcPr>
            <w:tcW w:w="3244" w:type="dxa"/>
            <w:shd w:val="clear" w:color="auto" w:fill="auto"/>
          </w:tcPr>
          <w:p w14:paraId="21DC574F"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26 </w:t>
            </w:r>
            <w:r w:rsidRPr="008C6DE4">
              <w:rPr>
                <w:rFonts w:ascii="Symbol" w:hAnsi="Symbol"/>
                <w:sz w:val="18"/>
                <w:szCs w:val="18"/>
              </w:rPr>
              <w:t></w:t>
            </w:r>
            <w:r w:rsidRPr="008C6DE4">
              <w:rPr>
                <w:rFonts w:ascii="Arial" w:hAnsi="Arial"/>
                <w:sz w:val="18"/>
                <w:szCs w:val="18"/>
              </w:rPr>
              <w:t xml:space="preserve"> PH </w:t>
            </w:r>
            <w:r w:rsidRPr="008C6DE4">
              <w:rPr>
                <w:rFonts w:ascii="Symbol" w:hAnsi="Symbol"/>
                <w:sz w:val="18"/>
                <w:szCs w:val="18"/>
              </w:rPr>
              <w:t></w:t>
            </w:r>
            <w:r w:rsidRPr="008C6DE4">
              <w:rPr>
                <w:rFonts w:ascii="Arial" w:hAnsi="Arial"/>
                <w:sz w:val="18"/>
                <w:szCs w:val="18"/>
              </w:rPr>
              <w:t xml:space="preserve"> 28</w:t>
            </w:r>
          </w:p>
        </w:tc>
      </w:tr>
      <w:tr w:rsidR="00DD3199" w:rsidRPr="008C6DE4" w14:paraId="175C4AE7" w14:textId="77777777" w:rsidTr="00DF3064">
        <w:trPr>
          <w:jc w:val="center"/>
        </w:trPr>
        <w:tc>
          <w:tcPr>
            <w:tcW w:w="3243" w:type="dxa"/>
            <w:shd w:val="clear" w:color="auto" w:fill="auto"/>
          </w:tcPr>
          <w:p w14:paraId="4538E40D" w14:textId="77777777" w:rsidR="001F5A79" w:rsidRPr="008C6DE4" w:rsidRDefault="001F5A79" w:rsidP="00DF3064">
            <w:pPr>
              <w:keepNext/>
              <w:keepLines/>
              <w:spacing w:after="0"/>
              <w:jc w:val="center"/>
              <w:rPr>
                <w:rFonts w:ascii="Arial" w:eastAsia="??" w:hAnsi="Arial"/>
                <w:sz w:val="18"/>
                <w:szCs w:val="18"/>
              </w:rPr>
            </w:pPr>
            <w:r w:rsidRPr="008C6DE4">
              <w:rPr>
                <w:rFonts w:ascii="Arial" w:eastAsia="Yu Gothic" w:hAnsi="Arial"/>
                <w:sz w:val="18"/>
                <w:szCs w:val="18"/>
              </w:rPr>
              <w:t>POWER_HEADROOM_58</w:t>
            </w:r>
          </w:p>
        </w:tc>
        <w:tc>
          <w:tcPr>
            <w:tcW w:w="3244" w:type="dxa"/>
            <w:shd w:val="clear" w:color="auto" w:fill="auto"/>
          </w:tcPr>
          <w:p w14:paraId="32919DB7"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28 </w:t>
            </w:r>
            <w:r w:rsidRPr="008C6DE4">
              <w:rPr>
                <w:rFonts w:ascii="Symbol" w:hAnsi="Symbol"/>
                <w:sz w:val="18"/>
                <w:szCs w:val="18"/>
              </w:rPr>
              <w:t></w:t>
            </w:r>
            <w:r w:rsidRPr="008C6DE4">
              <w:rPr>
                <w:rFonts w:ascii="Arial" w:hAnsi="Arial"/>
                <w:sz w:val="18"/>
                <w:szCs w:val="18"/>
              </w:rPr>
              <w:t xml:space="preserve"> PH </w:t>
            </w:r>
            <w:r w:rsidRPr="008C6DE4">
              <w:rPr>
                <w:rFonts w:ascii="Symbol" w:hAnsi="Symbol"/>
                <w:sz w:val="18"/>
                <w:szCs w:val="18"/>
              </w:rPr>
              <w:t></w:t>
            </w:r>
            <w:r w:rsidRPr="008C6DE4">
              <w:rPr>
                <w:rFonts w:ascii="Arial" w:hAnsi="Arial"/>
                <w:sz w:val="18"/>
                <w:szCs w:val="18"/>
              </w:rPr>
              <w:t xml:space="preserve"> 30</w:t>
            </w:r>
          </w:p>
        </w:tc>
      </w:tr>
      <w:tr w:rsidR="00DD3199" w:rsidRPr="008C6DE4" w14:paraId="5EF25C3D" w14:textId="77777777" w:rsidTr="00DF3064">
        <w:trPr>
          <w:jc w:val="center"/>
        </w:trPr>
        <w:tc>
          <w:tcPr>
            <w:tcW w:w="3243" w:type="dxa"/>
            <w:shd w:val="clear" w:color="auto" w:fill="auto"/>
          </w:tcPr>
          <w:p w14:paraId="4AB23617" w14:textId="77777777" w:rsidR="001F5A79" w:rsidRPr="008C6DE4" w:rsidRDefault="001F5A79" w:rsidP="00DF3064">
            <w:pPr>
              <w:keepNext/>
              <w:keepLines/>
              <w:spacing w:after="0"/>
              <w:jc w:val="center"/>
              <w:rPr>
                <w:rFonts w:ascii="Arial" w:eastAsia="??" w:hAnsi="Arial"/>
                <w:sz w:val="18"/>
                <w:szCs w:val="18"/>
              </w:rPr>
            </w:pPr>
            <w:r w:rsidRPr="008C6DE4">
              <w:rPr>
                <w:rFonts w:ascii="Arial" w:eastAsia="Yu Gothic" w:hAnsi="Arial"/>
                <w:sz w:val="18"/>
                <w:szCs w:val="18"/>
              </w:rPr>
              <w:t>POWER_HEADROOM_59</w:t>
            </w:r>
          </w:p>
        </w:tc>
        <w:tc>
          <w:tcPr>
            <w:tcW w:w="3244" w:type="dxa"/>
            <w:shd w:val="clear" w:color="auto" w:fill="auto"/>
          </w:tcPr>
          <w:p w14:paraId="31D1F6B5"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30 </w:t>
            </w:r>
            <w:r w:rsidRPr="008C6DE4">
              <w:rPr>
                <w:rFonts w:ascii="Symbol" w:hAnsi="Symbol"/>
                <w:sz w:val="18"/>
                <w:szCs w:val="18"/>
              </w:rPr>
              <w:t></w:t>
            </w:r>
            <w:r w:rsidRPr="008C6DE4">
              <w:rPr>
                <w:rFonts w:ascii="Arial" w:hAnsi="Arial"/>
                <w:sz w:val="18"/>
                <w:szCs w:val="18"/>
              </w:rPr>
              <w:t xml:space="preserve"> PH </w:t>
            </w:r>
            <w:r w:rsidRPr="008C6DE4">
              <w:rPr>
                <w:rFonts w:ascii="Symbol" w:hAnsi="Symbol"/>
                <w:sz w:val="18"/>
                <w:szCs w:val="18"/>
              </w:rPr>
              <w:t></w:t>
            </w:r>
            <w:r w:rsidRPr="008C6DE4">
              <w:rPr>
                <w:rFonts w:ascii="Arial" w:hAnsi="Arial"/>
                <w:sz w:val="18"/>
                <w:szCs w:val="18"/>
              </w:rPr>
              <w:t xml:space="preserve"> 32</w:t>
            </w:r>
          </w:p>
        </w:tc>
      </w:tr>
      <w:tr w:rsidR="00DD3199" w:rsidRPr="008C6DE4" w14:paraId="241B1E24" w14:textId="77777777" w:rsidTr="00DF3064">
        <w:trPr>
          <w:jc w:val="center"/>
        </w:trPr>
        <w:tc>
          <w:tcPr>
            <w:tcW w:w="3243" w:type="dxa"/>
            <w:shd w:val="clear" w:color="auto" w:fill="auto"/>
          </w:tcPr>
          <w:p w14:paraId="12C96BE0" w14:textId="77777777" w:rsidR="001F5A79" w:rsidRPr="008C6DE4" w:rsidRDefault="001F5A79" w:rsidP="00DF3064">
            <w:pPr>
              <w:keepNext/>
              <w:keepLines/>
              <w:spacing w:after="0"/>
              <w:jc w:val="center"/>
              <w:rPr>
                <w:rFonts w:ascii="Arial" w:eastAsia="??" w:hAnsi="Arial"/>
                <w:sz w:val="18"/>
                <w:szCs w:val="18"/>
              </w:rPr>
            </w:pPr>
            <w:r w:rsidRPr="008C6DE4">
              <w:rPr>
                <w:rFonts w:ascii="Arial" w:eastAsia="Yu Gothic" w:hAnsi="Arial"/>
                <w:sz w:val="18"/>
                <w:szCs w:val="18"/>
              </w:rPr>
              <w:t>POWER_HEADROOM_60</w:t>
            </w:r>
          </w:p>
        </w:tc>
        <w:tc>
          <w:tcPr>
            <w:tcW w:w="3244" w:type="dxa"/>
            <w:shd w:val="clear" w:color="auto" w:fill="auto"/>
          </w:tcPr>
          <w:p w14:paraId="543C3070"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32 </w:t>
            </w:r>
            <w:r w:rsidRPr="008C6DE4">
              <w:rPr>
                <w:rFonts w:ascii="Symbol" w:hAnsi="Symbol"/>
                <w:sz w:val="18"/>
                <w:szCs w:val="18"/>
              </w:rPr>
              <w:t></w:t>
            </w:r>
            <w:r w:rsidRPr="008C6DE4">
              <w:rPr>
                <w:rFonts w:ascii="Arial" w:hAnsi="Arial"/>
                <w:sz w:val="18"/>
                <w:szCs w:val="18"/>
              </w:rPr>
              <w:t xml:space="preserve"> PH </w:t>
            </w:r>
            <w:r w:rsidRPr="008C6DE4">
              <w:rPr>
                <w:rFonts w:ascii="Symbol" w:hAnsi="Symbol"/>
                <w:sz w:val="18"/>
                <w:szCs w:val="18"/>
              </w:rPr>
              <w:t></w:t>
            </w:r>
            <w:r w:rsidRPr="008C6DE4">
              <w:rPr>
                <w:rFonts w:ascii="Arial" w:hAnsi="Arial"/>
                <w:sz w:val="18"/>
                <w:szCs w:val="18"/>
              </w:rPr>
              <w:t xml:space="preserve"> 34</w:t>
            </w:r>
          </w:p>
        </w:tc>
      </w:tr>
      <w:tr w:rsidR="00DD3199" w:rsidRPr="008C6DE4" w14:paraId="49A79FAA" w14:textId="77777777" w:rsidTr="00DF3064">
        <w:trPr>
          <w:jc w:val="center"/>
        </w:trPr>
        <w:tc>
          <w:tcPr>
            <w:tcW w:w="3243" w:type="dxa"/>
            <w:shd w:val="clear" w:color="auto" w:fill="auto"/>
          </w:tcPr>
          <w:p w14:paraId="3F6022AB" w14:textId="77777777" w:rsidR="001F5A79" w:rsidRPr="008C6DE4" w:rsidRDefault="001F5A79" w:rsidP="00DF3064">
            <w:pPr>
              <w:keepNext/>
              <w:keepLines/>
              <w:spacing w:after="0"/>
              <w:jc w:val="center"/>
              <w:rPr>
                <w:rFonts w:ascii="Arial" w:eastAsia="??" w:hAnsi="Arial"/>
                <w:sz w:val="18"/>
                <w:szCs w:val="18"/>
              </w:rPr>
            </w:pPr>
            <w:r w:rsidRPr="008C6DE4">
              <w:rPr>
                <w:rFonts w:ascii="Arial" w:eastAsia="Yu Gothic" w:hAnsi="Arial"/>
                <w:sz w:val="18"/>
                <w:szCs w:val="18"/>
              </w:rPr>
              <w:t>POWER_HEADROOM_61</w:t>
            </w:r>
          </w:p>
        </w:tc>
        <w:tc>
          <w:tcPr>
            <w:tcW w:w="3244" w:type="dxa"/>
            <w:shd w:val="clear" w:color="auto" w:fill="auto"/>
          </w:tcPr>
          <w:p w14:paraId="661EE0EC"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34 </w:t>
            </w:r>
            <w:r w:rsidRPr="008C6DE4">
              <w:rPr>
                <w:rFonts w:ascii="Symbol" w:hAnsi="Symbol"/>
                <w:sz w:val="18"/>
                <w:szCs w:val="18"/>
              </w:rPr>
              <w:t></w:t>
            </w:r>
            <w:r w:rsidRPr="008C6DE4">
              <w:rPr>
                <w:rFonts w:ascii="Arial" w:hAnsi="Arial"/>
                <w:sz w:val="18"/>
                <w:szCs w:val="18"/>
              </w:rPr>
              <w:t xml:space="preserve"> PH </w:t>
            </w:r>
            <w:r w:rsidRPr="008C6DE4">
              <w:rPr>
                <w:rFonts w:ascii="Symbol" w:hAnsi="Symbol"/>
                <w:sz w:val="18"/>
                <w:szCs w:val="18"/>
              </w:rPr>
              <w:t></w:t>
            </w:r>
            <w:r w:rsidRPr="008C6DE4">
              <w:rPr>
                <w:rFonts w:ascii="Arial" w:hAnsi="Arial"/>
                <w:sz w:val="18"/>
                <w:szCs w:val="18"/>
              </w:rPr>
              <w:t xml:space="preserve"> 36</w:t>
            </w:r>
          </w:p>
        </w:tc>
      </w:tr>
      <w:tr w:rsidR="00DD3199" w:rsidRPr="008C6DE4" w14:paraId="6B38DF5E" w14:textId="77777777" w:rsidTr="00DF3064">
        <w:trPr>
          <w:jc w:val="center"/>
        </w:trPr>
        <w:tc>
          <w:tcPr>
            <w:tcW w:w="3243" w:type="dxa"/>
            <w:shd w:val="clear" w:color="auto" w:fill="auto"/>
          </w:tcPr>
          <w:p w14:paraId="3EA5261B" w14:textId="77777777" w:rsidR="001F5A79" w:rsidRPr="008C6DE4" w:rsidRDefault="001F5A79" w:rsidP="00DF3064">
            <w:pPr>
              <w:keepNext/>
              <w:keepLines/>
              <w:spacing w:after="0"/>
              <w:jc w:val="center"/>
              <w:rPr>
                <w:rFonts w:ascii="Arial" w:eastAsia="??" w:hAnsi="Arial"/>
                <w:sz w:val="18"/>
                <w:szCs w:val="18"/>
              </w:rPr>
            </w:pPr>
            <w:r w:rsidRPr="008C6DE4">
              <w:rPr>
                <w:rFonts w:ascii="Arial" w:eastAsia="Yu Gothic" w:hAnsi="Arial"/>
                <w:sz w:val="18"/>
                <w:szCs w:val="18"/>
              </w:rPr>
              <w:t>POWER_HEADROOM_62</w:t>
            </w:r>
          </w:p>
        </w:tc>
        <w:tc>
          <w:tcPr>
            <w:tcW w:w="3244" w:type="dxa"/>
            <w:shd w:val="clear" w:color="auto" w:fill="auto"/>
          </w:tcPr>
          <w:p w14:paraId="60B3C27B"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36 </w:t>
            </w:r>
            <w:r w:rsidRPr="008C6DE4">
              <w:rPr>
                <w:rFonts w:ascii="Symbol" w:hAnsi="Symbol"/>
                <w:sz w:val="18"/>
                <w:szCs w:val="18"/>
              </w:rPr>
              <w:t></w:t>
            </w:r>
            <w:r w:rsidRPr="008C6DE4">
              <w:rPr>
                <w:rFonts w:ascii="Arial" w:hAnsi="Arial"/>
                <w:sz w:val="18"/>
                <w:szCs w:val="18"/>
              </w:rPr>
              <w:t xml:space="preserve"> PH </w:t>
            </w:r>
            <w:r w:rsidRPr="008C6DE4">
              <w:rPr>
                <w:rFonts w:ascii="Symbol" w:hAnsi="Symbol"/>
                <w:sz w:val="18"/>
                <w:szCs w:val="18"/>
              </w:rPr>
              <w:t></w:t>
            </w:r>
            <w:r w:rsidRPr="008C6DE4">
              <w:rPr>
                <w:rFonts w:ascii="Arial" w:hAnsi="Arial"/>
                <w:sz w:val="18"/>
                <w:szCs w:val="18"/>
              </w:rPr>
              <w:t xml:space="preserve"> 38</w:t>
            </w:r>
          </w:p>
        </w:tc>
      </w:tr>
      <w:tr w:rsidR="001F5A79" w:rsidRPr="008C6DE4" w14:paraId="587B363A" w14:textId="77777777" w:rsidTr="00DF3064">
        <w:trPr>
          <w:jc w:val="center"/>
        </w:trPr>
        <w:tc>
          <w:tcPr>
            <w:tcW w:w="3243" w:type="dxa"/>
            <w:shd w:val="clear" w:color="auto" w:fill="auto"/>
          </w:tcPr>
          <w:p w14:paraId="7FDE0E8F" w14:textId="77777777" w:rsidR="001F5A79" w:rsidRPr="008C6DE4" w:rsidRDefault="001F5A79" w:rsidP="00DF3064">
            <w:pPr>
              <w:keepNext/>
              <w:keepLines/>
              <w:spacing w:after="0"/>
              <w:jc w:val="center"/>
              <w:rPr>
                <w:rFonts w:ascii="Arial" w:eastAsia="??" w:hAnsi="Arial"/>
                <w:sz w:val="18"/>
                <w:szCs w:val="18"/>
              </w:rPr>
            </w:pPr>
            <w:r w:rsidRPr="008C6DE4">
              <w:rPr>
                <w:rFonts w:ascii="Arial" w:eastAsia="Yu Gothic" w:hAnsi="Arial"/>
                <w:sz w:val="18"/>
                <w:szCs w:val="18"/>
              </w:rPr>
              <w:t>POWER_HEADROOM_63</w:t>
            </w:r>
          </w:p>
        </w:tc>
        <w:tc>
          <w:tcPr>
            <w:tcW w:w="3244" w:type="dxa"/>
            <w:shd w:val="clear" w:color="auto" w:fill="auto"/>
          </w:tcPr>
          <w:p w14:paraId="04E17612" w14:textId="77777777" w:rsidR="001F5A79" w:rsidRPr="008C6DE4" w:rsidRDefault="001F5A79" w:rsidP="00DF3064">
            <w:pPr>
              <w:keepNext/>
              <w:keepLines/>
              <w:spacing w:after="0"/>
              <w:jc w:val="center"/>
              <w:rPr>
                <w:rFonts w:ascii="Arial" w:eastAsia="??" w:hAnsi="Arial"/>
                <w:sz w:val="18"/>
                <w:szCs w:val="18"/>
              </w:rPr>
            </w:pPr>
            <w:r w:rsidRPr="008C6DE4">
              <w:rPr>
                <w:rFonts w:ascii="Arial" w:hAnsi="Arial"/>
                <w:sz w:val="18"/>
                <w:szCs w:val="18"/>
              </w:rPr>
              <w:t xml:space="preserve">PH </w:t>
            </w:r>
            <w:r w:rsidRPr="008C6DE4">
              <w:rPr>
                <w:rFonts w:ascii="Arial" w:hAnsi="Arial" w:hint="eastAsia"/>
                <w:sz w:val="18"/>
                <w:szCs w:val="18"/>
              </w:rPr>
              <w:t>≥</w:t>
            </w:r>
            <w:r w:rsidRPr="008C6DE4">
              <w:rPr>
                <w:rFonts w:ascii="Arial" w:hAnsi="Arial"/>
                <w:sz w:val="18"/>
                <w:szCs w:val="18"/>
              </w:rPr>
              <w:t xml:space="preserve"> 38</w:t>
            </w:r>
          </w:p>
        </w:tc>
      </w:tr>
    </w:tbl>
    <w:p w14:paraId="09DC36ED" w14:textId="77777777" w:rsidR="001F5A79" w:rsidRPr="008C6DE4" w:rsidRDefault="001F5A79" w:rsidP="001F5A79"/>
    <w:p w14:paraId="6033CC21" w14:textId="7C995DC5" w:rsidR="001F5A79" w:rsidRPr="008C6DE4" w:rsidRDefault="001F5A79" w:rsidP="0048284E">
      <w:pPr>
        <w:pStyle w:val="Heading3"/>
        <w:rPr>
          <w:lang w:eastAsia="ko-KR"/>
        </w:rPr>
      </w:pPr>
      <w:r w:rsidRPr="008C6DE4">
        <w:t>1</w:t>
      </w:r>
      <w:r w:rsidR="0048284E" w:rsidRPr="008C6DE4">
        <w:t>0.1.1</w:t>
      </w:r>
      <w:r w:rsidRPr="008C6DE4">
        <w:t>8</w:t>
      </w:r>
      <w:r w:rsidRPr="008C6DE4">
        <w:tab/>
        <w:t>P</w:t>
      </w:r>
      <w:r w:rsidRPr="008C6DE4">
        <w:rPr>
          <w:rFonts w:cs="v4.2.0"/>
          <w:vertAlign w:val="subscript"/>
          <w:lang w:eastAsia="zh-CN"/>
        </w:rPr>
        <w:t>CMAX,c,f</w:t>
      </w:r>
    </w:p>
    <w:p w14:paraId="3E2B0A5F" w14:textId="77777777" w:rsidR="001F5A79" w:rsidRPr="008C6DE4" w:rsidRDefault="001F5A79" w:rsidP="001F5A79">
      <w:r w:rsidRPr="008C6DE4">
        <w:t xml:space="preserve">The UE is required to report </w:t>
      </w:r>
      <w:r w:rsidRPr="008C6DE4">
        <w:rPr>
          <w:noProof/>
        </w:rPr>
        <w:t xml:space="preserve">the UE configured maximum output  power </w:t>
      </w:r>
      <w:r w:rsidRPr="008C6DE4">
        <w:t>(P</w:t>
      </w:r>
      <w:r w:rsidRPr="008C6DE4">
        <w:rPr>
          <w:vertAlign w:val="subscript"/>
        </w:rPr>
        <w:t>CMAX,c,f</w:t>
      </w:r>
      <w:r w:rsidRPr="008C6DE4">
        <w:t>) together with the power headroom. This clause defines the requirements for the P</w:t>
      </w:r>
      <w:r w:rsidRPr="008C6DE4">
        <w:rPr>
          <w:vertAlign w:val="subscript"/>
        </w:rPr>
        <w:t>CMAX,c,f</w:t>
      </w:r>
      <w:r w:rsidRPr="008C6DE4">
        <w:t xml:space="preserve"> reporting.</w:t>
      </w:r>
    </w:p>
    <w:p w14:paraId="1439A612" w14:textId="77777777" w:rsidR="001F5A79" w:rsidRPr="008C6DE4" w:rsidRDefault="001F5A79" w:rsidP="001F5A79">
      <w:pPr>
        <w:rPr>
          <w:rFonts w:ascii="Arial" w:hAnsi="Arial" w:cs="Arial"/>
          <w:sz w:val="24"/>
          <w:szCs w:val="24"/>
        </w:rPr>
      </w:pPr>
      <w:r w:rsidRPr="008C6DE4">
        <w:rPr>
          <w:rFonts w:ascii="Arial" w:hAnsi="Arial" w:cs="Arial"/>
          <w:sz w:val="24"/>
          <w:szCs w:val="24"/>
        </w:rPr>
        <w:t>10.1.18.1</w:t>
      </w:r>
      <w:r w:rsidRPr="008C6DE4">
        <w:rPr>
          <w:rFonts w:ascii="Arial" w:hAnsi="Arial" w:cs="Arial"/>
          <w:sz w:val="24"/>
          <w:szCs w:val="24"/>
        </w:rPr>
        <w:tab/>
        <w:t>Report Mapping</w:t>
      </w:r>
    </w:p>
    <w:p w14:paraId="02A4C5ED" w14:textId="77777777" w:rsidR="001F5A79" w:rsidRPr="008C6DE4" w:rsidRDefault="001F5A79" w:rsidP="001F5A79">
      <w:r w:rsidRPr="008C6DE4">
        <w:t>The P</w:t>
      </w:r>
      <w:r w:rsidRPr="008C6DE4">
        <w:rPr>
          <w:vertAlign w:val="subscript"/>
          <w:lang w:eastAsia="zh-CN"/>
        </w:rPr>
        <w:t>CMAX,c,f</w:t>
      </w:r>
      <w:r w:rsidRPr="008C6DE4">
        <w:t xml:space="preserve"> reporting range is defined from -29 dBm to 33 dBm with 1 dB resolution. Table 10.1.18.1-1 defines the reporting mapping.</w:t>
      </w:r>
    </w:p>
    <w:p w14:paraId="0649D038" w14:textId="77777777" w:rsidR="001F5A79" w:rsidRPr="008C6DE4" w:rsidRDefault="001F5A79" w:rsidP="001F5A79">
      <w:pPr>
        <w:keepNext/>
        <w:keepLines/>
        <w:spacing w:before="60"/>
        <w:jc w:val="center"/>
        <w:rPr>
          <w:rFonts w:ascii="Arial" w:hAnsi="Arial"/>
          <w:b/>
        </w:rPr>
      </w:pPr>
      <w:r w:rsidRPr="008C6DE4">
        <w:rPr>
          <w:rFonts w:ascii="Arial" w:hAnsi="Arial" w:cs="v4.2.0"/>
          <w:b/>
        </w:rPr>
        <w:t xml:space="preserve">Table </w:t>
      </w:r>
      <w:r w:rsidRPr="008C6DE4">
        <w:rPr>
          <w:rFonts w:ascii="Arial" w:hAnsi="Arial"/>
          <w:b/>
        </w:rPr>
        <w:t xml:space="preserve">10.1.18.1-1 </w:t>
      </w:r>
      <w:r w:rsidRPr="008C6DE4">
        <w:rPr>
          <w:rFonts w:ascii="Arial" w:hAnsi="Arial" w:cs="v4.2.0"/>
          <w:b/>
          <w:lang w:eastAsia="zh-CN"/>
        </w:rPr>
        <w:t>Mapping of P</w:t>
      </w:r>
      <w:r w:rsidRPr="008C6DE4">
        <w:rPr>
          <w:rFonts w:ascii="Arial" w:hAnsi="Arial" w:cs="v4.2.0"/>
          <w:b/>
          <w:vertAlign w:val="subscript"/>
          <w:lang w:eastAsia="zh-CN"/>
        </w:rPr>
        <w:t>CMAX,c.f</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4111"/>
        <w:gridCol w:w="851"/>
      </w:tblGrid>
      <w:tr w:rsidR="00DD3199" w:rsidRPr="008C6DE4" w14:paraId="6AE11E97" w14:textId="77777777" w:rsidTr="00DF3064">
        <w:tc>
          <w:tcPr>
            <w:tcW w:w="2551" w:type="dxa"/>
            <w:tcBorders>
              <w:top w:val="single" w:sz="4" w:space="0" w:color="auto"/>
              <w:left w:val="single" w:sz="4" w:space="0" w:color="auto"/>
              <w:bottom w:val="single" w:sz="4" w:space="0" w:color="auto"/>
              <w:right w:val="single" w:sz="4" w:space="0" w:color="auto"/>
            </w:tcBorders>
            <w:hideMark/>
          </w:tcPr>
          <w:p w14:paraId="58C5B3E2" w14:textId="77777777" w:rsidR="001F5A79" w:rsidRPr="008C6DE4" w:rsidRDefault="001F5A79" w:rsidP="00DF3064">
            <w:pPr>
              <w:keepNext/>
              <w:keepLines/>
              <w:spacing w:after="0"/>
              <w:jc w:val="center"/>
              <w:rPr>
                <w:rFonts w:ascii="Arial" w:hAnsi="Arial" w:cs="Arial"/>
                <w:b/>
                <w:sz w:val="18"/>
                <w:lang w:val="en-US"/>
              </w:rPr>
            </w:pPr>
            <w:r w:rsidRPr="008C6DE4">
              <w:rPr>
                <w:rFonts w:ascii="Arial" w:hAnsi="Arial" w:cs="v4.2.0"/>
                <w:b/>
                <w:sz w:val="18"/>
                <w:lang w:val="en-US"/>
              </w:rPr>
              <w:t>Reported value</w:t>
            </w:r>
          </w:p>
        </w:tc>
        <w:tc>
          <w:tcPr>
            <w:tcW w:w="4111" w:type="dxa"/>
            <w:tcBorders>
              <w:top w:val="single" w:sz="4" w:space="0" w:color="auto"/>
              <w:left w:val="single" w:sz="4" w:space="0" w:color="auto"/>
              <w:bottom w:val="single" w:sz="4" w:space="0" w:color="auto"/>
              <w:right w:val="single" w:sz="4" w:space="0" w:color="auto"/>
            </w:tcBorders>
            <w:hideMark/>
          </w:tcPr>
          <w:p w14:paraId="3392D722" w14:textId="77777777" w:rsidR="001F5A79" w:rsidRPr="008C6DE4" w:rsidRDefault="001F5A79" w:rsidP="00DF3064">
            <w:pPr>
              <w:keepNext/>
              <w:keepLines/>
              <w:spacing w:after="0"/>
              <w:jc w:val="center"/>
              <w:rPr>
                <w:rFonts w:ascii="Arial" w:hAnsi="Arial" w:cs="Arial"/>
                <w:b/>
                <w:sz w:val="18"/>
                <w:lang w:val="en-US"/>
              </w:rPr>
            </w:pPr>
            <w:r w:rsidRPr="008C6DE4">
              <w:rPr>
                <w:rFonts w:ascii="Arial" w:hAnsi="Arial" w:cs="v4.2.0"/>
                <w:b/>
                <w:sz w:val="18"/>
                <w:lang w:val="en-US"/>
              </w:rPr>
              <w:t>Measured quantity value</w:t>
            </w:r>
          </w:p>
        </w:tc>
        <w:tc>
          <w:tcPr>
            <w:tcW w:w="851" w:type="dxa"/>
            <w:tcBorders>
              <w:top w:val="single" w:sz="4" w:space="0" w:color="auto"/>
              <w:left w:val="single" w:sz="4" w:space="0" w:color="auto"/>
              <w:bottom w:val="single" w:sz="4" w:space="0" w:color="auto"/>
              <w:right w:val="single" w:sz="4" w:space="0" w:color="auto"/>
            </w:tcBorders>
            <w:hideMark/>
          </w:tcPr>
          <w:p w14:paraId="23540F71" w14:textId="77777777" w:rsidR="001F5A79" w:rsidRPr="008C6DE4" w:rsidRDefault="001F5A79" w:rsidP="00DF3064">
            <w:pPr>
              <w:keepNext/>
              <w:keepLines/>
              <w:spacing w:after="0"/>
              <w:jc w:val="center"/>
              <w:rPr>
                <w:rFonts w:ascii="Arial" w:hAnsi="Arial" w:cs="Arial"/>
                <w:b/>
                <w:sz w:val="18"/>
                <w:lang w:val="en-US"/>
              </w:rPr>
            </w:pPr>
            <w:r w:rsidRPr="008C6DE4">
              <w:rPr>
                <w:rFonts w:ascii="Arial" w:hAnsi="Arial" w:cs="v4.2.0"/>
                <w:b/>
                <w:sz w:val="18"/>
                <w:lang w:val="en-US"/>
              </w:rPr>
              <w:t>Unit</w:t>
            </w:r>
          </w:p>
        </w:tc>
      </w:tr>
      <w:tr w:rsidR="00DD3199" w:rsidRPr="008C6DE4" w14:paraId="1E6C6874" w14:textId="77777777" w:rsidTr="00DF3064">
        <w:tc>
          <w:tcPr>
            <w:tcW w:w="2551" w:type="dxa"/>
            <w:tcBorders>
              <w:top w:val="single" w:sz="4" w:space="0" w:color="auto"/>
              <w:left w:val="single" w:sz="4" w:space="0" w:color="auto"/>
              <w:bottom w:val="single" w:sz="4" w:space="0" w:color="auto"/>
              <w:right w:val="single" w:sz="4" w:space="0" w:color="auto"/>
            </w:tcBorders>
            <w:hideMark/>
          </w:tcPr>
          <w:p w14:paraId="595F7E11"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eastAsia="zh-CN"/>
              </w:rPr>
              <w:t>PCMAX_C_</w:t>
            </w:r>
            <w:r w:rsidRPr="008C6DE4">
              <w:rPr>
                <w:rFonts w:ascii="Arial" w:hAnsi="Arial" w:cs="Arial"/>
                <w:sz w:val="18"/>
                <w:lang w:val="en-US"/>
              </w:rPr>
              <w:t>0</w:t>
            </w:r>
            <w:r w:rsidRPr="008C6DE4">
              <w:rPr>
                <w:rFonts w:ascii="Arial" w:hAnsi="Arial" w:cs="Arial"/>
                <w:sz w:val="18"/>
                <w:lang w:val="en-US" w:eastAsia="zh-CN"/>
              </w:rPr>
              <w:t>0</w:t>
            </w:r>
          </w:p>
        </w:tc>
        <w:tc>
          <w:tcPr>
            <w:tcW w:w="4111" w:type="dxa"/>
            <w:tcBorders>
              <w:top w:val="single" w:sz="4" w:space="0" w:color="auto"/>
              <w:left w:val="single" w:sz="4" w:space="0" w:color="auto"/>
              <w:bottom w:val="single" w:sz="4" w:space="0" w:color="auto"/>
              <w:right w:val="single" w:sz="4" w:space="0" w:color="auto"/>
            </w:tcBorders>
            <w:hideMark/>
          </w:tcPr>
          <w:p w14:paraId="3F742BB7"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P</w:t>
            </w:r>
            <w:r w:rsidRPr="008C6DE4">
              <w:rPr>
                <w:rFonts w:ascii="Arial" w:hAnsi="Arial" w:cs="Arial"/>
                <w:sz w:val="18"/>
                <w:vertAlign w:val="subscript"/>
                <w:lang w:val="en-US"/>
              </w:rPr>
              <w:t>CMAX,c,f</w:t>
            </w:r>
            <w:r w:rsidRPr="008C6DE4">
              <w:rPr>
                <w:rFonts w:ascii="Arial" w:hAnsi="Arial" w:cs="Arial"/>
                <w:sz w:val="18"/>
                <w:lang w:val="en-US"/>
              </w:rPr>
              <w:t xml:space="preserve"> &lt; -</w:t>
            </w:r>
            <w:r w:rsidRPr="008C6DE4">
              <w:rPr>
                <w:rFonts w:ascii="Arial" w:hAnsi="Arial" w:cs="Arial"/>
                <w:sz w:val="18"/>
                <w:lang w:val="en-US" w:eastAsia="zh-CN"/>
              </w:rPr>
              <w:t>2</w:t>
            </w:r>
            <w:r w:rsidRPr="008C6DE4">
              <w:rPr>
                <w:rFonts w:ascii="Arial" w:hAnsi="Arial" w:cs="Arial"/>
                <w:sz w:val="18"/>
                <w:lang w:val="en-US"/>
              </w:rPr>
              <w:t>9</w:t>
            </w:r>
          </w:p>
        </w:tc>
        <w:tc>
          <w:tcPr>
            <w:tcW w:w="851" w:type="dxa"/>
            <w:tcBorders>
              <w:top w:val="single" w:sz="4" w:space="0" w:color="auto"/>
              <w:left w:val="single" w:sz="4" w:space="0" w:color="auto"/>
              <w:bottom w:val="single" w:sz="4" w:space="0" w:color="auto"/>
              <w:right w:val="single" w:sz="4" w:space="0" w:color="auto"/>
            </w:tcBorders>
            <w:hideMark/>
          </w:tcPr>
          <w:p w14:paraId="66BDE7A4"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dBm</w:t>
            </w:r>
          </w:p>
        </w:tc>
      </w:tr>
      <w:tr w:rsidR="00DD3199" w:rsidRPr="008C6DE4" w14:paraId="63AF942B" w14:textId="77777777" w:rsidTr="00DF3064">
        <w:tc>
          <w:tcPr>
            <w:tcW w:w="2551" w:type="dxa"/>
            <w:tcBorders>
              <w:top w:val="single" w:sz="4" w:space="0" w:color="auto"/>
              <w:left w:val="single" w:sz="4" w:space="0" w:color="auto"/>
              <w:bottom w:val="single" w:sz="4" w:space="0" w:color="auto"/>
              <w:right w:val="single" w:sz="4" w:space="0" w:color="auto"/>
            </w:tcBorders>
            <w:hideMark/>
          </w:tcPr>
          <w:p w14:paraId="3FEFF6DE"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eastAsia="zh-CN"/>
              </w:rPr>
              <w:t>PCMAX_C_</w:t>
            </w:r>
            <w:r w:rsidRPr="008C6DE4">
              <w:rPr>
                <w:rFonts w:ascii="Arial" w:hAnsi="Arial" w:cs="Arial"/>
                <w:sz w:val="18"/>
                <w:lang w:val="en-US"/>
              </w:rPr>
              <w:t>0</w:t>
            </w:r>
            <w:r w:rsidRPr="008C6DE4">
              <w:rPr>
                <w:rFonts w:ascii="Arial" w:hAnsi="Arial" w:cs="Arial"/>
                <w:sz w:val="18"/>
                <w:lang w:val="en-US" w:eastAsia="zh-CN"/>
              </w:rPr>
              <w:t>1</w:t>
            </w:r>
          </w:p>
        </w:tc>
        <w:tc>
          <w:tcPr>
            <w:tcW w:w="4111" w:type="dxa"/>
            <w:tcBorders>
              <w:top w:val="single" w:sz="4" w:space="0" w:color="auto"/>
              <w:left w:val="single" w:sz="4" w:space="0" w:color="auto"/>
              <w:bottom w:val="single" w:sz="4" w:space="0" w:color="auto"/>
              <w:right w:val="single" w:sz="4" w:space="0" w:color="auto"/>
            </w:tcBorders>
            <w:hideMark/>
          </w:tcPr>
          <w:p w14:paraId="73DE7C7C"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w:t>
            </w:r>
            <w:r w:rsidRPr="008C6DE4">
              <w:rPr>
                <w:rFonts w:ascii="Arial" w:hAnsi="Arial" w:cs="Arial"/>
                <w:sz w:val="18"/>
                <w:lang w:val="en-US" w:eastAsia="zh-CN"/>
              </w:rPr>
              <w:t>2</w:t>
            </w:r>
            <w:r w:rsidRPr="008C6DE4">
              <w:rPr>
                <w:rFonts w:ascii="Arial" w:hAnsi="Arial" w:cs="Arial"/>
                <w:sz w:val="18"/>
                <w:lang w:val="en-US"/>
              </w:rPr>
              <w:t xml:space="preserve">9 </w:t>
            </w:r>
            <w:r w:rsidRPr="008C6DE4">
              <w:rPr>
                <w:rFonts w:ascii="Arial" w:hAnsi="Arial" w:cs="Arial"/>
                <w:sz w:val="18"/>
                <w:lang w:val="en-US"/>
              </w:rPr>
              <w:sym w:font="Symbol" w:char="F0A3"/>
            </w:r>
            <w:r w:rsidRPr="008C6DE4">
              <w:rPr>
                <w:rFonts w:ascii="Arial" w:hAnsi="Arial" w:cs="Arial"/>
                <w:sz w:val="18"/>
                <w:lang w:val="en-US"/>
              </w:rPr>
              <w:t xml:space="preserve"> P</w:t>
            </w:r>
            <w:r w:rsidRPr="008C6DE4">
              <w:rPr>
                <w:rFonts w:ascii="Arial" w:hAnsi="Arial" w:cs="Arial"/>
                <w:sz w:val="18"/>
                <w:vertAlign w:val="subscript"/>
                <w:lang w:val="en-US"/>
              </w:rPr>
              <w:t>CMAX,c,f</w:t>
            </w:r>
            <w:r w:rsidRPr="008C6DE4">
              <w:rPr>
                <w:rFonts w:ascii="Arial" w:hAnsi="Arial" w:cs="Arial"/>
                <w:sz w:val="18"/>
                <w:lang w:val="en-US"/>
              </w:rPr>
              <w:t xml:space="preserve"> &lt; -</w:t>
            </w:r>
            <w:r w:rsidRPr="008C6DE4">
              <w:rPr>
                <w:rFonts w:ascii="Arial" w:hAnsi="Arial" w:cs="Arial"/>
                <w:sz w:val="18"/>
                <w:lang w:val="en-US" w:eastAsia="zh-CN"/>
              </w:rPr>
              <w:t>2</w:t>
            </w:r>
            <w:r w:rsidRPr="008C6DE4">
              <w:rPr>
                <w:rFonts w:ascii="Arial" w:hAnsi="Arial" w:cs="Arial"/>
                <w:sz w:val="18"/>
                <w:lang w:val="en-US"/>
              </w:rPr>
              <w:t>8</w:t>
            </w:r>
          </w:p>
        </w:tc>
        <w:tc>
          <w:tcPr>
            <w:tcW w:w="851" w:type="dxa"/>
            <w:tcBorders>
              <w:top w:val="single" w:sz="4" w:space="0" w:color="auto"/>
              <w:left w:val="single" w:sz="4" w:space="0" w:color="auto"/>
              <w:bottom w:val="single" w:sz="4" w:space="0" w:color="auto"/>
              <w:right w:val="single" w:sz="4" w:space="0" w:color="auto"/>
            </w:tcBorders>
            <w:hideMark/>
          </w:tcPr>
          <w:p w14:paraId="395A9915"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dBm</w:t>
            </w:r>
          </w:p>
        </w:tc>
      </w:tr>
      <w:tr w:rsidR="00DD3199" w:rsidRPr="008C6DE4" w14:paraId="17E56F31" w14:textId="77777777" w:rsidTr="00DF3064">
        <w:tc>
          <w:tcPr>
            <w:tcW w:w="2551" w:type="dxa"/>
            <w:tcBorders>
              <w:top w:val="single" w:sz="4" w:space="0" w:color="auto"/>
              <w:left w:val="single" w:sz="4" w:space="0" w:color="auto"/>
              <w:bottom w:val="single" w:sz="4" w:space="0" w:color="auto"/>
              <w:right w:val="single" w:sz="4" w:space="0" w:color="auto"/>
            </w:tcBorders>
            <w:hideMark/>
          </w:tcPr>
          <w:p w14:paraId="61D411C8"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eastAsia="zh-CN"/>
              </w:rPr>
              <w:t>PCMAX_C_</w:t>
            </w:r>
            <w:r w:rsidRPr="008C6DE4">
              <w:rPr>
                <w:rFonts w:ascii="Arial" w:hAnsi="Arial" w:cs="Arial"/>
                <w:sz w:val="18"/>
                <w:lang w:val="en-US"/>
              </w:rPr>
              <w:t>02</w:t>
            </w:r>
          </w:p>
        </w:tc>
        <w:tc>
          <w:tcPr>
            <w:tcW w:w="4111" w:type="dxa"/>
            <w:tcBorders>
              <w:top w:val="single" w:sz="4" w:space="0" w:color="auto"/>
              <w:left w:val="single" w:sz="4" w:space="0" w:color="auto"/>
              <w:bottom w:val="single" w:sz="4" w:space="0" w:color="auto"/>
              <w:right w:val="single" w:sz="4" w:space="0" w:color="auto"/>
            </w:tcBorders>
            <w:hideMark/>
          </w:tcPr>
          <w:p w14:paraId="1FBB0F88"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w:t>
            </w:r>
            <w:r w:rsidRPr="008C6DE4">
              <w:rPr>
                <w:rFonts w:ascii="Arial" w:hAnsi="Arial" w:cs="Arial"/>
                <w:sz w:val="18"/>
                <w:lang w:val="en-US" w:eastAsia="zh-CN"/>
              </w:rPr>
              <w:t>2</w:t>
            </w:r>
            <w:r w:rsidRPr="008C6DE4">
              <w:rPr>
                <w:rFonts w:ascii="Arial" w:hAnsi="Arial" w:cs="Arial"/>
                <w:sz w:val="18"/>
                <w:lang w:val="en-US"/>
              </w:rPr>
              <w:t xml:space="preserve">8 </w:t>
            </w:r>
            <w:r w:rsidRPr="008C6DE4">
              <w:rPr>
                <w:rFonts w:ascii="Arial" w:hAnsi="Arial" w:cs="Arial"/>
                <w:sz w:val="18"/>
                <w:lang w:val="en-US"/>
              </w:rPr>
              <w:sym w:font="Symbol" w:char="F0A3"/>
            </w:r>
            <w:r w:rsidRPr="008C6DE4">
              <w:rPr>
                <w:rFonts w:ascii="Arial" w:hAnsi="Arial" w:cs="Arial"/>
                <w:sz w:val="18"/>
                <w:lang w:val="en-US"/>
              </w:rPr>
              <w:t xml:space="preserve"> P</w:t>
            </w:r>
            <w:r w:rsidRPr="008C6DE4">
              <w:rPr>
                <w:rFonts w:ascii="Arial" w:hAnsi="Arial" w:cs="Arial"/>
                <w:sz w:val="18"/>
                <w:vertAlign w:val="subscript"/>
                <w:lang w:val="en-US"/>
              </w:rPr>
              <w:t>CMAX,c,f</w:t>
            </w:r>
            <w:r w:rsidRPr="008C6DE4">
              <w:rPr>
                <w:rFonts w:ascii="Arial" w:hAnsi="Arial" w:cs="Arial"/>
                <w:sz w:val="18"/>
                <w:lang w:val="en-US"/>
              </w:rPr>
              <w:t xml:space="preserve"> &lt; -</w:t>
            </w:r>
            <w:r w:rsidRPr="008C6DE4">
              <w:rPr>
                <w:rFonts w:ascii="Arial" w:hAnsi="Arial" w:cs="Arial"/>
                <w:sz w:val="18"/>
                <w:lang w:val="en-US" w:eastAsia="zh-CN"/>
              </w:rPr>
              <w:t>2</w:t>
            </w:r>
            <w:r w:rsidRPr="008C6DE4">
              <w:rPr>
                <w:rFonts w:ascii="Arial" w:hAnsi="Arial" w:cs="Arial"/>
                <w:sz w:val="18"/>
                <w:lang w:val="en-US"/>
              </w:rPr>
              <w:t>7</w:t>
            </w:r>
          </w:p>
        </w:tc>
        <w:tc>
          <w:tcPr>
            <w:tcW w:w="851" w:type="dxa"/>
            <w:tcBorders>
              <w:top w:val="single" w:sz="4" w:space="0" w:color="auto"/>
              <w:left w:val="single" w:sz="4" w:space="0" w:color="auto"/>
              <w:bottom w:val="single" w:sz="4" w:space="0" w:color="auto"/>
              <w:right w:val="single" w:sz="4" w:space="0" w:color="auto"/>
            </w:tcBorders>
            <w:hideMark/>
          </w:tcPr>
          <w:p w14:paraId="664FA121"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dBm</w:t>
            </w:r>
          </w:p>
        </w:tc>
      </w:tr>
      <w:tr w:rsidR="00DD3199" w:rsidRPr="008C6DE4" w14:paraId="0900CCB5" w14:textId="77777777" w:rsidTr="00DF3064">
        <w:tc>
          <w:tcPr>
            <w:tcW w:w="2551" w:type="dxa"/>
            <w:tcBorders>
              <w:top w:val="single" w:sz="4" w:space="0" w:color="auto"/>
              <w:left w:val="single" w:sz="4" w:space="0" w:color="auto"/>
              <w:bottom w:val="single" w:sz="4" w:space="0" w:color="auto"/>
              <w:right w:val="single" w:sz="4" w:space="0" w:color="auto"/>
            </w:tcBorders>
            <w:hideMark/>
          </w:tcPr>
          <w:p w14:paraId="57E77C79"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w:t>
            </w:r>
          </w:p>
        </w:tc>
        <w:tc>
          <w:tcPr>
            <w:tcW w:w="4111" w:type="dxa"/>
            <w:tcBorders>
              <w:top w:val="single" w:sz="4" w:space="0" w:color="auto"/>
              <w:left w:val="single" w:sz="4" w:space="0" w:color="auto"/>
              <w:bottom w:val="single" w:sz="4" w:space="0" w:color="auto"/>
              <w:right w:val="single" w:sz="4" w:space="0" w:color="auto"/>
            </w:tcBorders>
            <w:hideMark/>
          </w:tcPr>
          <w:p w14:paraId="669F0758"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w:t>
            </w:r>
          </w:p>
        </w:tc>
        <w:tc>
          <w:tcPr>
            <w:tcW w:w="851" w:type="dxa"/>
            <w:tcBorders>
              <w:top w:val="single" w:sz="4" w:space="0" w:color="auto"/>
              <w:left w:val="single" w:sz="4" w:space="0" w:color="auto"/>
              <w:bottom w:val="single" w:sz="4" w:space="0" w:color="auto"/>
              <w:right w:val="single" w:sz="4" w:space="0" w:color="auto"/>
            </w:tcBorders>
            <w:hideMark/>
          </w:tcPr>
          <w:p w14:paraId="7DE9AF8E"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w:t>
            </w:r>
          </w:p>
        </w:tc>
      </w:tr>
      <w:tr w:rsidR="00DD3199" w:rsidRPr="008C6DE4" w14:paraId="25821A30" w14:textId="77777777" w:rsidTr="00DF3064">
        <w:tc>
          <w:tcPr>
            <w:tcW w:w="2551" w:type="dxa"/>
            <w:tcBorders>
              <w:top w:val="single" w:sz="4" w:space="0" w:color="auto"/>
              <w:left w:val="single" w:sz="4" w:space="0" w:color="auto"/>
              <w:bottom w:val="single" w:sz="4" w:space="0" w:color="auto"/>
              <w:right w:val="single" w:sz="4" w:space="0" w:color="auto"/>
            </w:tcBorders>
            <w:hideMark/>
          </w:tcPr>
          <w:p w14:paraId="7EB9E170"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eastAsia="zh-CN"/>
              </w:rPr>
              <w:t>PCMAX_C_61</w:t>
            </w:r>
          </w:p>
        </w:tc>
        <w:tc>
          <w:tcPr>
            <w:tcW w:w="4111" w:type="dxa"/>
            <w:tcBorders>
              <w:top w:val="single" w:sz="4" w:space="0" w:color="auto"/>
              <w:left w:val="single" w:sz="4" w:space="0" w:color="auto"/>
              <w:bottom w:val="single" w:sz="4" w:space="0" w:color="auto"/>
              <w:right w:val="single" w:sz="4" w:space="0" w:color="auto"/>
            </w:tcBorders>
            <w:hideMark/>
          </w:tcPr>
          <w:p w14:paraId="3C0A93E7"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3</w:t>
            </w:r>
            <w:r w:rsidRPr="008C6DE4">
              <w:rPr>
                <w:rFonts w:ascii="Arial" w:hAnsi="Arial" w:cs="Arial"/>
                <w:sz w:val="18"/>
                <w:lang w:val="en-US" w:eastAsia="zh-CN"/>
              </w:rPr>
              <w:t>1</w:t>
            </w:r>
            <w:r w:rsidRPr="008C6DE4">
              <w:rPr>
                <w:rFonts w:ascii="Arial" w:hAnsi="Arial" w:cs="Arial"/>
                <w:sz w:val="18"/>
                <w:lang w:val="en-US"/>
              </w:rPr>
              <w:t xml:space="preserve"> </w:t>
            </w:r>
            <w:r w:rsidRPr="008C6DE4">
              <w:rPr>
                <w:rFonts w:ascii="Arial" w:hAnsi="Arial" w:cs="Arial"/>
                <w:sz w:val="18"/>
                <w:lang w:val="en-US"/>
              </w:rPr>
              <w:sym w:font="Symbol" w:char="F0A3"/>
            </w:r>
            <w:r w:rsidRPr="008C6DE4">
              <w:rPr>
                <w:rFonts w:ascii="Arial" w:hAnsi="Arial" w:cs="Arial"/>
                <w:sz w:val="18"/>
                <w:lang w:val="en-US"/>
              </w:rPr>
              <w:t xml:space="preserve"> P</w:t>
            </w:r>
            <w:r w:rsidRPr="008C6DE4">
              <w:rPr>
                <w:rFonts w:ascii="Arial" w:hAnsi="Arial" w:cs="Arial"/>
                <w:sz w:val="18"/>
                <w:vertAlign w:val="subscript"/>
                <w:lang w:val="en-US"/>
              </w:rPr>
              <w:t>CMAX,c,f</w:t>
            </w:r>
            <w:r w:rsidRPr="008C6DE4">
              <w:rPr>
                <w:rFonts w:ascii="Arial" w:hAnsi="Arial" w:cs="Arial"/>
                <w:sz w:val="18"/>
                <w:lang w:val="en-US"/>
              </w:rPr>
              <w:t xml:space="preserve"> &lt; 3</w:t>
            </w:r>
            <w:r w:rsidRPr="008C6DE4">
              <w:rPr>
                <w:rFonts w:ascii="Arial" w:hAnsi="Arial" w:cs="Arial"/>
                <w:sz w:val="18"/>
                <w:lang w:val="en-US" w:eastAsia="zh-CN"/>
              </w:rPr>
              <w:t>2</w:t>
            </w:r>
          </w:p>
        </w:tc>
        <w:tc>
          <w:tcPr>
            <w:tcW w:w="851" w:type="dxa"/>
            <w:tcBorders>
              <w:top w:val="single" w:sz="4" w:space="0" w:color="auto"/>
              <w:left w:val="single" w:sz="4" w:space="0" w:color="auto"/>
              <w:bottom w:val="single" w:sz="4" w:space="0" w:color="auto"/>
              <w:right w:val="single" w:sz="4" w:space="0" w:color="auto"/>
            </w:tcBorders>
            <w:hideMark/>
          </w:tcPr>
          <w:p w14:paraId="7CD8D576"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dBm</w:t>
            </w:r>
          </w:p>
        </w:tc>
      </w:tr>
      <w:tr w:rsidR="00DD3199" w:rsidRPr="008C6DE4" w14:paraId="54A4DE9D" w14:textId="77777777" w:rsidTr="00DF3064">
        <w:tc>
          <w:tcPr>
            <w:tcW w:w="2551" w:type="dxa"/>
            <w:tcBorders>
              <w:top w:val="single" w:sz="4" w:space="0" w:color="auto"/>
              <w:left w:val="single" w:sz="4" w:space="0" w:color="auto"/>
              <w:bottom w:val="single" w:sz="4" w:space="0" w:color="auto"/>
              <w:right w:val="single" w:sz="4" w:space="0" w:color="auto"/>
            </w:tcBorders>
            <w:hideMark/>
          </w:tcPr>
          <w:p w14:paraId="0B3362E8"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eastAsia="zh-CN"/>
              </w:rPr>
              <w:t>PCMAX_C_62</w:t>
            </w:r>
          </w:p>
        </w:tc>
        <w:tc>
          <w:tcPr>
            <w:tcW w:w="4111" w:type="dxa"/>
            <w:tcBorders>
              <w:top w:val="single" w:sz="4" w:space="0" w:color="auto"/>
              <w:left w:val="single" w:sz="4" w:space="0" w:color="auto"/>
              <w:bottom w:val="single" w:sz="4" w:space="0" w:color="auto"/>
              <w:right w:val="single" w:sz="4" w:space="0" w:color="auto"/>
            </w:tcBorders>
            <w:hideMark/>
          </w:tcPr>
          <w:p w14:paraId="4D660BFD"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3</w:t>
            </w:r>
            <w:r w:rsidRPr="008C6DE4">
              <w:rPr>
                <w:rFonts w:ascii="Arial" w:hAnsi="Arial" w:cs="Arial"/>
                <w:sz w:val="18"/>
                <w:lang w:val="en-US" w:eastAsia="zh-CN"/>
              </w:rPr>
              <w:t>2</w:t>
            </w:r>
            <w:r w:rsidRPr="008C6DE4">
              <w:rPr>
                <w:rFonts w:ascii="Arial" w:hAnsi="Arial" w:cs="Arial"/>
                <w:sz w:val="18"/>
                <w:lang w:val="en-US"/>
              </w:rPr>
              <w:t xml:space="preserve"> </w:t>
            </w:r>
            <w:r w:rsidRPr="008C6DE4">
              <w:rPr>
                <w:rFonts w:ascii="Arial" w:hAnsi="Arial" w:cs="Arial"/>
                <w:sz w:val="18"/>
                <w:lang w:val="en-US"/>
              </w:rPr>
              <w:sym w:font="Symbol" w:char="F0A3"/>
            </w:r>
            <w:r w:rsidRPr="008C6DE4">
              <w:rPr>
                <w:rFonts w:ascii="Arial" w:hAnsi="Arial" w:cs="Arial"/>
                <w:sz w:val="18"/>
                <w:lang w:val="en-US"/>
              </w:rPr>
              <w:t xml:space="preserve"> P</w:t>
            </w:r>
            <w:r w:rsidRPr="008C6DE4">
              <w:rPr>
                <w:rFonts w:ascii="Arial" w:hAnsi="Arial" w:cs="Arial"/>
                <w:sz w:val="18"/>
                <w:vertAlign w:val="subscript"/>
                <w:lang w:val="en-US"/>
              </w:rPr>
              <w:t>CMAX,c,f</w:t>
            </w:r>
            <w:r w:rsidRPr="008C6DE4">
              <w:rPr>
                <w:rFonts w:ascii="Arial" w:hAnsi="Arial" w:cs="Arial"/>
                <w:sz w:val="18"/>
                <w:lang w:val="en-US"/>
              </w:rPr>
              <w:t xml:space="preserve"> &lt; 3</w:t>
            </w:r>
            <w:r w:rsidRPr="008C6DE4">
              <w:rPr>
                <w:rFonts w:ascii="Arial" w:hAnsi="Arial" w:cs="Arial"/>
                <w:sz w:val="18"/>
                <w:lang w:val="en-US" w:eastAsia="zh-CN"/>
              </w:rPr>
              <w:t>3</w:t>
            </w:r>
          </w:p>
        </w:tc>
        <w:tc>
          <w:tcPr>
            <w:tcW w:w="851" w:type="dxa"/>
            <w:tcBorders>
              <w:top w:val="single" w:sz="4" w:space="0" w:color="auto"/>
              <w:left w:val="single" w:sz="4" w:space="0" w:color="auto"/>
              <w:bottom w:val="single" w:sz="4" w:space="0" w:color="auto"/>
              <w:right w:val="single" w:sz="4" w:space="0" w:color="auto"/>
            </w:tcBorders>
            <w:hideMark/>
          </w:tcPr>
          <w:p w14:paraId="5EE6BB1B"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dBm</w:t>
            </w:r>
          </w:p>
        </w:tc>
      </w:tr>
      <w:tr w:rsidR="001F5A79" w:rsidRPr="008C6DE4" w14:paraId="75C4984B" w14:textId="77777777" w:rsidTr="00DF3064">
        <w:tc>
          <w:tcPr>
            <w:tcW w:w="2551" w:type="dxa"/>
            <w:tcBorders>
              <w:top w:val="single" w:sz="4" w:space="0" w:color="auto"/>
              <w:left w:val="single" w:sz="4" w:space="0" w:color="auto"/>
              <w:bottom w:val="single" w:sz="4" w:space="0" w:color="auto"/>
              <w:right w:val="single" w:sz="4" w:space="0" w:color="auto"/>
            </w:tcBorders>
            <w:hideMark/>
          </w:tcPr>
          <w:p w14:paraId="53FD04C6"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eastAsia="zh-CN"/>
              </w:rPr>
              <w:t>PCMAX_C_63</w:t>
            </w:r>
          </w:p>
        </w:tc>
        <w:tc>
          <w:tcPr>
            <w:tcW w:w="4111" w:type="dxa"/>
            <w:tcBorders>
              <w:top w:val="single" w:sz="4" w:space="0" w:color="auto"/>
              <w:left w:val="single" w:sz="4" w:space="0" w:color="auto"/>
              <w:bottom w:val="single" w:sz="4" w:space="0" w:color="auto"/>
              <w:right w:val="single" w:sz="4" w:space="0" w:color="auto"/>
            </w:tcBorders>
            <w:hideMark/>
          </w:tcPr>
          <w:p w14:paraId="2CAD14AB"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3</w:t>
            </w:r>
            <w:r w:rsidRPr="008C6DE4">
              <w:rPr>
                <w:rFonts w:ascii="Arial" w:hAnsi="Arial" w:cs="Arial"/>
                <w:sz w:val="18"/>
                <w:lang w:val="en-US" w:eastAsia="zh-CN"/>
              </w:rPr>
              <w:t>3</w:t>
            </w:r>
            <w:r w:rsidRPr="008C6DE4">
              <w:rPr>
                <w:rFonts w:ascii="Arial" w:hAnsi="Arial" w:cs="Arial"/>
                <w:sz w:val="18"/>
                <w:lang w:val="en-US"/>
              </w:rPr>
              <w:t xml:space="preserve"> </w:t>
            </w:r>
            <w:r w:rsidRPr="008C6DE4">
              <w:rPr>
                <w:rFonts w:ascii="Arial" w:hAnsi="Arial" w:cs="Arial"/>
                <w:sz w:val="18"/>
                <w:lang w:val="en-US"/>
              </w:rPr>
              <w:sym w:font="Symbol" w:char="F0A3"/>
            </w:r>
            <w:r w:rsidRPr="008C6DE4">
              <w:rPr>
                <w:rFonts w:ascii="Arial" w:hAnsi="Arial" w:cs="Arial"/>
                <w:sz w:val="18"/>
                <w:lang w:val="en-US"/>
              </w:rPr>
              <w:t xml:space="preserve"> P</w:t>
            </w:r>
            <w:r w:rsidRPr="008C6DE4">
              <w:rPr>
                <w:rFonts w:ascii="Arial" w:hAnsi="Arial" w:cs="Arial"/>
                <w:sz w:val="18"/>
                <w:vertAlign w:val="subscript"/>
                <w:lang w:val="en-US"/>
              </w:rPr>
              <w:t>CMAX,c,f</w:t>
            </w:r>
          </w:p>
        </w:tc>
        <w:tc>
          <w:tcPr>
            <w:tcW w:w="851" w:type="dxa"/>
            <w:tcBorders>
              <w:top w:val="single" w:sz="4" w:space="0" w:color="auto"/>
              <w:left w:val="single" w:sz="4" w:space="0" w:color="auto"/>
              <w:bottom w:val="single" w:sz="4" w:space="0" w:color="auto"/>
              <w:right w:val="single" w:sz="4" w:space="0" w:color="auto"/>
            </w:tcBorders>
            <w:hideMark/>
          </w:tcPr>
          <w:p w14:paraId="06FEBDD0" w14:textId="77777777" w:rsidR="001F5A79" w:rsidRPr="008C6DE4" w:rsidRDefault="001F5A79" w:rsidP="00DF3064">
            <w:pPr>
              <w:keepNext/>
              <w:keepLines/>
              <w:spacing w:after="0"/>
              <w:jc w:val="center"/>
              <w:rPr>
                <w:rFonts w:ascii="Arial" w:hAnsi="Arial" w:cs="Arial"/>
                <w:sz w:val="18"/>
                <w:lang w:val="en-US"/>
              </w:rPr>
            </w:pPr>
            <w:r w:rsidRPr="008C6DE4">
              <w:rPr>
                <w:rFonts w:ascii="Arial" w:hAnsi="Arial" w:cs="Arial"/>
                <w:sz w:val="18"/>
                <w:lang w:val="en-US"/>
              </w:rPr>
              <w:t>dBm</w:t>
            </w:r>
          </w:p>
        </w:tc>
      </w:tr>
    </w:tbl>
    <w:p w14:paraId="12137D3E" w14:textId="77777777" w:rsidR="001F5A79" w:rsidRPr="008C6DE4" w:rsidRDefault="001F5A79" w:rsidP="001F5A79">
      <w:pPr>
        <w:rPr>
          <w:noProof/>
        </w:rPr>
      </w:pPr>
    </w:p>
    <w:p w14:paraId="10B88114" w14:textId="1FC80120" w:rsidR="001F5A79" w:rsidRPr="008C6DE4" w:rsidRDefault="001F5A79" w:rsidP="0048284E">
      <w:pPr>
        <w:pStyle w:val="Heading3"/>
        <w:rPr>
          <w:lang w:val="en-US"/>
        </w:rPr>
      </w:pPr>
      <w:r w:rsidRPr="008C6DE4">
        <w:rPr>
          <w:lang w:val="en-US"/>
        </w:rPr>
        <w:t>1</w:t>
      </w:r>
      <w:r w:rsidR="0048284E" w:rsidRPr="008C6DE4">
        <w:rPr>
          <w:lang w:val="en-US"/>
        </w:rPr>
        <w:t>0.1.1</w:t>
      </w:r>
      <w:r w:rsidRPr="008C6DE4">
        <w:rPr>
          <w:lang w:val="en-US"/>
        </w:rPr>
        <w:t>9</w:t>
      </w:r>
      <w:r w:rsidRPr="008C6DE4">
        <w:rPr>
          <w:lang w:val="en-US"/>
        </w:rPr>
        <w:tab/>
        <w:t>L1-RSRP accuracy requirements for FR1</w:t>
      </w:r>
    </w:p>
    <w:p w14:paraId="113C8FAB" w14:textId="77777777" w:rsidR="001F5A79" w:rsidRPr="008C6DE4" w:rsidRDefault="001F5A79" w:rsidP="001F5A79">
      <w:pPr>
        <w:keepNext/>
        <w:keepLines/>
        <w:overflowPunct w:val="0"/>
        <w:autoSpaceDE w:val="0"/>
        <w:autoSpaceDN w:val="0"/>
        <w:adjustRightInd w:val="0"/>
        <w:spacing w:before="120"/>
        <w:ind w:left="1418" w:hanging="1418"/>
        <w:textAlignment w:val="baseline"/>
        <w:outlineLvl w:val="3"/>
        <w:rPr>
          <w:lang w:val="en-US"/>
        </w:rPr>
      </w:pPr>
      <w:r w:rsidRPr="008C6DE4">
        <w:rPr>
          <w:rFonts w:ascii="Arial" w:hAnsi="Arial"/>
          <w:sz w:val="24"/>
          <w:lang w:val="en-US"/>
        </w:rPr>
        <w:t>10.1.19.1</w:t>
      </w:r>
      <w:r w:rsidRPr="008C6DE4">
        <w:rPr>
          <w:rFonts w:ascii="Arial" w:hAnsi="Arial"/>
          <w:sz w:val="24"/>
          <w:lang w:val="en-US"/>
        </w:rPr>
        <w:tab/>
        <w:t>SSB based L1-RSRP accuracy requirements</w:t>
      </w:r>
    </w:p>
    <w:p w14:paraId="5B605DD3" w14:textId="77777777" w:rsidR="001F5A79" w:rsidRPr="008C6DE4" w:rsidRDefault="001F5A79" w:rsidP="001F5A79">
      <w:pPr>
        <w:keepNext/>
        <w:keepLines/>
        <w:spacing w:before="120"/>
        <w:ind w:left="1701" w:hanging="1701"/>
        <w:outlineLvl w:val="4"/>
      </w:pPr>
      <w:r w:rsidRPr="008C6DE4">
        <w:rPr>
          <w:rFonts w:ascii="Arial" w:hAnsi="Arial"/>
          <w:sz w:val="22"/>
        </w:rPr>
        <w:t>10.1.19.1.1</w:t>
      </w:r>
      <w:r w:rsidRPr="008C6DE4">
        <w:rPr>
          <w:rFonts w:ascii="Arial" w:hAnsi="Arial"/>
          <w:sz w:val="22"/>
        </w:rPr>
        <w:tab/>
        <w:t>Absolute Accuracy</w:t>
      </w:r>
    </w:p>
    <w:p w14:paraId="1AFC452A" w14:textId="77777777" w:rsidR="001F5A79" w:rsidRPr="008C6DE4" w:rsidRDefault="001F5A79" w:rsidP="001F5A79">
      <w:pPr>
        <w:rPr>
          <w:rFonts w:cs="v4.2.0"/>
          <w:i/>
        </w:rPr>
      </w:pPr>
      <w:r w:rsidRPr="008C6DE4">
        <w:rPr>
          <w:rFonts w:cs="v4.2.0"/>
        </w:rPr>
        <w:t xml:space="preserve">Unless otherwise specified, the requirements for absolute accuracy of </w:t>
      </w:r>
      <w:r w:rsidRPr="008C6DE4">
        <w:rPr>
          <w:rFonts w:cs="v4.2.0"/>
          <w:lang w:eastAsia="zh-CN"/>
        </w:rPr>
        <w:t>SSB based L1-</w:t>
      </w:r>
      <w:r w:rsidRPr="008C6DE4">
        <w:rPr>
          <w:rFonts w:cs="v4.2.0"/>
        </w:rPr>
        <w:t>RSRP in this clause apply to all SSBs of the serving cell configured for L1-RSRP measurement.</w:t>
      </w:r>
    </w:p>
    <w:p w14:paraId="5AF62A1B"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10.1.19.1.1</w:t>
      </w:r>
      <w:r w:rsidRPr="008C6DE4">
        <w:rPr>
          <w:rFonts w:cs="v4.2.0"/>
        </w:rPr>
        <w:t>-1 are valid under the following conditions:</w:t>
      </w:r>
    </w:p>
    <w:p w14:paraId="30BA4373" w14:textId="77777777" w:rsidR="001F5A79" w:rsidRPr="008C6DE4" w:rsidRDefault="001F5A79" w:rsidP="001F5A79">
      <w:pPr>
        <w:ind w:left="568" w:hanging="284"/>
        <w:rPr>
          <w:rFonts w:eastAsia="PMingLiU"/>
        </w:rPr>
      </w:pPr>
      <w:r w:rsidRPr="008C6DE4">
        <w:t>-</w:t>
      </w:r>
      <w:r w:rsidRPr="008C6DE4">
        <w:tab/>
        <w:t>Conditions defined in clause 7.3 of TS 38.101-1 [18] for reference sensitivity are fulfilled.</w:t>
      </w:r>
    </w:p>
    <w:p w14:paraId="74BA4CFE" w14:textId="77777777" w:rsidR="001F5A79" w:rsidRPr="008C6DE4" w:rsidRDefault="001F5A79" w:rsidP="001F5A79">
      <w:pPr>
        <w:ind w:left="568" w:hanging="284"/>
      </w:pPr>
      <w:r w:rsidRPr="008C6DE4">
        <w:rPr>
          <w:rFonts w:eastAsia="PMingLiU"/>
        </w:rPr>
        <w:t>-</w:t>
      </w:r>
      <w:r w:rsidRPr="008C6DE4">
        <w:rPr>
          <w:rFonts w:eastAsia="PMingLiU"/>
        </w:rPr>
        <w:tab/>
      </w:r>
      <w:r w:rsidRPr="008C6DE4">
        <w:t xml:space="preserve">Conditions for L1-RSRP measurements are fulfilled according to Annex B.2.4.1 for a corresponding Band </w:t>
      </w:r>
      <w:r w:rsidRPr="008C6DE4">
        <w:rPr>
          <w:rFonts w:eastAsia="PMingLiU"/>
        </w:rPr>
        <w:t>for each relevant SSB</w:t>
      </w:r>
      <w:r w:rsidRPr="008C6DE4">
        <w:t>.</w:t>
      </w:r>
    </w:p>
    <w:p w14:paraId="2A28B1A6" w14:textId="77777777" w:rsidR="001F5A79" w:rsidRPr="008C6DE4" w:rsidRDefault="001F5A79" w:rsidP="001F5A79">
      <w:pPr>
        <w:keepNext/>
        <w:keepLines/>
        <w:spacing w:before="60"/>
        <w:jc w:val="center"/>
        <w:rPr>
          <w:rFonts w:ascii="Arial" w:hAnsi="Arial"/>
          <w:b/>
        </w:rPr>
      </w:pPr>
      <w:r w:rsidRPr="008C6DE4">
        <w:rPr>
          <w:rFonts w:ascii="Arial" w:hAnsi="Arial"/>
          <w:b/>
        </w:rPr>
        <w:t>Table 10.1.19.1.1-1: SSB based L1-RSRP absolute accuracy in FR1</w:t>
      </w:r>
    </w:p>
    <w:tbl>
      <w:tblPr>
        <w:tblW w:w="10172" w:type="dxa"/>
        <w:jc w:val="center"/>
        <w:tblLook w:val="01E0" w:firstRow="1" w:lastRow="1" w:firstColumn="1" w:lastColumn="1" w:noHBand="0" w:noVBand="0"/>
      </w:tblPr>
      <w:tblGrid>
        <w:gridCol w:w="1036"/>
        <w:gridCol w:w="1126"/>
        <w:gridCol w:w="825"/>
        <w:gridCol w:w="2267"/>
        <w:gridCol w:w="982"/>
        <w:gridCol w:w="1056"/>
        <w:gridCol w:w="1440"/>
        <w:gridCol w:w="1440"/>
      </w:tblGrid>
      <w:tr w:rsidR="00DD3199" w:rsidRPr="008C6DE4" w14:paraId="33D78820" w14:textId="77777777" w:rsidTr="00DF3064">
        <w:trPr>
          <w:jc w:val="center"/>
        </w:trPr>
        <w:tc>
          <w:tcPr>
            <w:tcW w:w="2162"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7633ED11" w14:textId="77777777" w:rsidR="001F5A79" w:rsidRPr="008C6DE4" w:rsidRDefault="001F5A79" w:rsidP="00DF3064">
            <w:pPr>
              <w:keepNext/>
              <w:keepLines/>
              <w:spacing w:after="0"/>
              <w:jc w:val="center"/>
            </w:pPr>
            <w:r w:rsidRPr="008C6DE4">
              <w:rPr>
                <w:rFonts w:ascii="Arial" w:hAnsi="Arial"/>
                <w:b/>
                <w:sz w:val="18"/>
              </w:rPr>
              <w:t>Accuracy</w:t>
            </w:r>
          </w:p>
        </w:tc>
        <w:tc>
          <w:tcPr>
            <w:tcW w:w="8010"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411A951E" w14:textId="77777777" w:rsidR="001F5A79" w:rsidRPr="008C6DE4" w:rsidRDefault="001F5A79" w:rsidP="00DF3064">
            <w:pPr>
              <w:keepNext/>
              <w:keepLines/>
              <w:spacing w:after="0"/>
              <w:jc w:val="center"/>
            </w:pPr>
            <w:r w:rsidRPr="008C6DE4">
              <w:rPr>
                <w:rFonts w:ascii="Arial" w:hAnsi="Arial"/>
                <w:b/>
                <w:sz w:val="18"/>
              </w:rPr>
              <w:t>Conditions</w:t>
            </w:r>
          </w:p>
        </w:tc>
      </w:tr>
      <w:tr w:rsidR="00DD3199" w:rsidRPr="008C6DE4" w14:paraId="0FAD0CE8" w14:textId="77777777" w:rsidTr="00DF3064">
        <w:trPr>
          <w:jc w:val="center"/>
        </w:trPr>
        <w:tc>
          <w:tcPr>
            <w:tcW w:w="1036"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6E8E0080" w14:textId="77777777" w:rsidR="001F5A79" w:rsidRPr="008C6DE4" w:rsidRDefault="001F5A79" w:rsidP="00DF3064">
            <w:pPr>
              <w:keepNext/>
              <w:keepLines/>
              <w:spacing w:after="0"/>
              <w:jc w:val="center"/>
            </w:pPr>
            <w:r w:rsidRPr="008C6DE4">
              <w:rPr>
                <w:rFonts w:ascii="Arial" w:hAnsi="Arial"/>
                <w:b/>
                <w:sz w:val="18"/>
              </w:rPr>
              <w:t>Normal condition</w:t>
            </w:r>
          </w:p>
        </w:tc>
        <w:tc>
          <w:tcPr>
            <w:tcW w:w="1126"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8B61646" w14:textId="77777777" w:rsidR="001F5A79" w:rsidRPr="008C6DE4" w:rsidRDefault="001F5A79" w:rsidP="00DF3064">
            <w:pPr>
              <w:keepNext/>
              <w:keepLines/>
              <w:spacing w:after="0"/>
              <w:jc w:val="center"/>
            </w:pPr>
            <w:r w:rsidRPr="008C6DE4">
              <w:rPr>
                <w:rFonts w:ascii="Arial" w:hAnsi="Arial"/>
                <w:b/>
                <w:sz w:val="18"/>
              </w:rPr>
              <w:t>Extreme condition</w:t>
            </w:r>
          </w:p>
        </w:tc>
        <w:tc>
          <w:tcPr>
            <w:tcW w:w="825"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C816B4C" w14:textId="77777777" w:rsidR="001F5A79" w:rsidRPr="008C6DE4" w:rsidRDefault="001F5A79" w:rsidP="00DF3064">
            <w:pPr>
              <w:keepNext/>
              <w:keepLines/>
              <w:spacing w:after="0"/>
              <w:jc w:val="center"/>
            </w:pPr>
            <w:r w:rsidRPr="008C6DE4">
              <w:rPr>
                <w:rFonts w:ascii="Arial" w:hAnsi="Arial"/>
                <w:b/>
                <w:sz w:val="18"/>
              </w:rPr>
              <w:t>SSB Ês/Iot</w:t>
            </w:r>
          </w:p>
        </w:tc>
        <w:tc>
          <w:tcPr>
            <w:tcW w:w="7185"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6BFE23B7" w14:textId="77777777" w:rsidR="001F5A79" w:rsidRPr="008C6DE4" w:rsidRDefault="001F5A79" w:rsidP="00DF3064">
            <w:pPr>
              <w:keepNext/>
              <w:keepLines/>
              <w:spacing w:after="0"/>
              <w:jc w:val="center"/>
            </w:pPr>
            <w:r w:rsidRPr="008C6DE4">
              <w:rPr>
                <w:rFonts w:ascii="Arial" w:hAnsi="Arial"/>
                <w:b/>
                <w:sz w:val="18"/>
              </w:rPr>
              <w:t>Io</w:t>
            </w:r>
            <w:r w:rsidRPr="008C6DE4">
              <w:rPr>
                <w:rFonts w:ascii="Arial" w:hAnsi="Arial"/>
                <w:b/>
                <w:sz w:val="18"/>
                <w:vertAlign w:val="superscript"/>
              </w:rPr>
              <w:t xml:space="preserve"> Note 1</w:t>
            </w:r>
            <w:r w:rsidRPr="008C6DE4">
              <w:rPr>
                <w:rFonts w:ascii="Arial" w:hAnsi="Arial"/>
                <w:b/>
                <w:sz w:val="18"/>
              </w:rPr>
              <w:t xml:space="preserve"> range</w:t>
            </w:r>
          </w:p>
        </w:tc>
      </w:tr>
      <w:tr w:rsidR="00DD3199" w:rsidRPr="008C6DE4" w14:paraId="556311E6" w14:textId="77777777" w:rsidTr="00DF3064">
        <w:trPr>
          <w:jc w:val="center"/>
        </w:trPr>
        <w:tc>
          <w:tcPr>
            <w:tcW w:w="1036" w:type="dxa"/>
            <w:vMerge/>
            <w:tcBorders>
              <w:top w:val="single" w:sz="6" w:space="0" w:color="auto"/>
              <w:left w:val="single" w:sz="4" w:space="0" w:color="auto"/>
              <w:bottom w:val="single" w:sz="6" w:space="0" w:color="auto"/>
              <w:right w:val="single" w:sz="6" w:space="0" w:color="auto"/>
            </w:tcBorders>
            <w:shd w:val="clear" w:color="auto" w:fill="auto"/>
            <w:vAlign w:val="center"/>
          </w:tcPr>
          <w:p w14:paraId="7CD4E9A2" w14:textId="77777777" w:rsidR="001F5A79" w:rsidRPr="008C6DE4" w:rsidRDefault="001F5A79" w:rsidP="00DF3064">
            <w:pPr>
              <w:keepNext/>
              <w:keepLines/>
              <w:spacing w:after="0"/>
              <w:jc w:val="center"/>
            </w:pPr>
          </w:p>
        </w:tc>
        <w:tc>
          <w:tcPr>
            <w:tcW w:w="1126"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F13E563" w14:textId="77777777" w:rsidR="001F5A79" w:rsidRPr="008C6DE4" w:rsidRDefault="001F5A79" w:rsidP="00DF3064">
            <w:pPr>
              <w:keepNext/>
              <w:keepLines/>
              <w:spacing w:after="0"/>
              <w:jc w:val="center"/>
            </w:pPr>
          </w:p>
        </w:tc>
        <w:tc>
          <w:tcPr>
            <w:tcW w:w="825" w:type="dxa"/>
            <w:vMerge/>
            <w:tcBorders>
              <w:top w:val="single" w:sz="6" w:space="0" w:color="auto"/>
              <w:left w:val="single" w:sz="6" w:space="0" w:color="auto"/>
              <w:bottom w:val="single" w:sz="6" w:space="0" w:color="auto"/>
              <w:right w:val="single" w:sz="6" w:space="0" w:color="auto"/>
            </w:tcBorders>
            <w:shd w:val="clear" w:color="auto" w:fill="auto"/>
          </w:tcPr>
          <w:p w14:paraId="0953D26C" w14:textId="77777777" w:rsidR="001F5A79" w:rsidRPr="008C6DE4" w:rsidRDefault="001F5A79" w:rsidP="00DF3064">
            <w:pPr>
              <w:keepNext/>
              <w:keepLines/>
              <w:spacing w:after="0"/>
              <w:jc w:val="center"/>
            </w:pPr>
          </w:p>
        </w:tc>
        <w:tc>
          <w:tcPr>
            <w:tcW w:w="2267" w:type="dxa"/>
            <w:tcBorders>
              <w:top w:val="single" w:sz="6" w:space="0" w:color="auto"/>
              <w:left w:val="single" w:sz="6" w:space="0" w:color="auto"/>
              <w:bottom w:val="single" w:sz="6" w:space="0" w:color="auto"/>
              <w:right w:val="single" w:sz="4" w:space="0" w:color="auto"/>
            </w:tcBorders>
            <w:shd w:val="clear" w:color="auto" w:fill="auto"/>
            <w:vAlign w:val="center"/>
          </w:tcPr>
          <w:p w14:paraId="6FBC2956" w14:textId="77777777" w:rsidR="001F5A79" w:rsidRPr="008C6DE4" w:rsidRDefault="001F5A79" w:rsidP="00DF3064">
            <w:pPr>
              <w:keepNext/>
              <w:keepLines/>
              <w:spacing w:after="0"/>
              <w:jc w:val="center"/>
            </w:pPr>
            <w:r w:rsidRPr="008C6DE4">
              <w:rPr>
                <w:rFonts w:ascii="Arial" w:hAnsi="Arial"/>
                <w:b/>
                <w:sz w:val="18"/>
              </w:rPr>
              <w:t>NR operating band groups</w:t>
            </w:r>
            <w:r w:rsidRPr="008C6DE4">
              <w:rPr>
                <w:rFonts w:ascii="Arial" w:hAnsi="Arial"/>
                <w:b/>
                <w:sz w:val="18"/>
                <w:vertAlign w:val="superscript"/>
              </w:rPr>
              <w:t xml:space="preserve"> Note 2</w:t>
            </w:r>
          </w:p>
        </w:tc>
        <w:tc>
          <w:tcPr>
            <w:tcW w:w="3478"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208AB99C" w14:textId="77777777" w:rsidR="001F5A79" w:rsidRPr="008C6DE4" w:rsidRDefault="001F5A79" w:rsidP="00DF3064">
            <w:pPr>
              <w:keepNext/>
              <w:keepLines/>
              <w:spacing w:after="0"/>
              <w:jc w:val="cente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04FF68C5" w14:textId="77777777" w:rsidR="001F5A79" w:rsidRPr="008C6DE4" w:rsidRDefault="001F5A79" w:rsidP="00DF3064">
            <w:pPr>
              <w:keepNext/>
              <w:keepLines/>
              <w:spacing w:after="0"/>
              <w:jc w:val="center"/>
            </w:pPr>
            <w:r w:rsidRPr="008C6DE4">
              <w:rPr>
                <w:rFonts w:ascii="Arial" w:hAnsi="Arial"/>
                <w:b/>
                <w:sz w:val="18"/>
              </w:rPr>
              <w:t>Maximum Io</w:t>
            </w:r>
          </w:p>
        </w:tc>
      </w:tr>
      <w:tr w:rsidR="00DD3199" w:rsidRPr="008C6DE4" w14:paraId="45A8ACEE" w14:textId="77777777" w:rsidTr="00DF3064">
        <w:trPr>
          <w:trHeight w:val="308"/>
          <w:jc w:val="center"/>
        </w:trPr>
        <w:tc>
          <w:tcPr>
            <w:tcW w:w="1036" w:type="dxa"/>
            <w:vMerge w:val="restart"/>
            <w:tcBorders>
              <w:top w:val="single" w:sz="6" w:space="0" w:color="auto"/>
              <w:left w:val="single" w:sz="4" w:space="0" w:color="auto"/>
              <w:right w:val="single" w:sz="6" w:space="0" w:color="auto"/>
            </w:tcBorders>
            <w:shd w:val="clear" w:color="auto" w:fill="auto"/>
            <w:vAlign w:val="center"/>
          </w:tcPr>
          <w:p w14:paraId="54B29792" w14:textId="77777777" w:rsidR="001F5A79" w:rsidRPr="008C6DE4" w:rsidRDefault="001F5A79" w:rsidP="00DF3064">
            <w:pPr>
              <w:keepNext/>
              <w:keepLines/>
              <w:spacing w:after="0"/>
              <w:jc w:val="center"/>
            </w:pPr>
            <w:r w:rsidRPr="008C6DE4">
              <w:rPr>
                <w:rFonts w:ascii="Arial" w:hAnsi="Arial"/>
                <w:b/>
                <w:sz w:val="18"/>
              </w:rPr>
              <w:t>dB</w:t>
            </w:r>
          </w:p>
        </w:tc>
        <w:tc>
          <w:tcPr>
            <w:tcW w:w="1126" w:type="dxa"/>
            <w:vMerge w:val="restart"/>
            <w:tcBorders>
              <w:top w:val="single" w:sz="6" w:space="0" w:color="auto"/>
              <w:left w:val="single" w:sz="6" w:space="0" w:color="auto"/>
              <w:right w:val="single" w:sz="6" w:space="0" w:color="auto"/>
            </w:tcBorders>
            <w:shd w:val="clear" w:color="auto" w:fill="auto"/>
            <w:vAlign w:val="center"/>
          </w:tcPr>
          <w:p w14:paraId="626D8EE8" w14:textId="77777777" w:rsidR="001F5A79" w:rsidRPr="008C6DE4" w:rsidRDefault="001F5A79" w:rsidP="00DF3064">
            <w:pPr>
              <w:keepNext/>
              <w:keepLines/>
              <w:spacing w:after="0"/>
              <w:jc w:val="center"/>
            </w:pPr>
            <w:r w:rsidRPr="008C6DE4">
              <w:rPr>
                <w:rFonts w:ascii="Arial" w:hAnsi="Arial"/>
                <w:b/>
                <w:sz w:val="18"/>
              </w:rPr>
              <w:t>dB</w:t>
            </w:r>
          </w:p>
        </w:tc>
        <w:tc>
          <w:tcPr>
            <w:tcW w:w="825" w:type="dxa"/>
            <w:vMerge w:val="restart"/>
            <w:tcBorders>
              <w:top w:val="single" w:sz="6" w:space="0" w:color="auto"/>
              <w:left w:val="single" w:sz="6" w:space="0" w:color="auto"/>
              <w:right w:val="single" w:sz="6" w:space="0" w:color="auto"/>
            </w:tcBorders>
            <w:shd w:val="clear" w:color="auto" w:fill="auto"/>
          </w:tcPr>
          <w:p w14:paraId="20105671" w14:textId="77777777" w:rsidR="001F5A79" w:rsidRPr="008C6DE4" w:rsidRDefault="001F5A79" w:rsidP="00DF3064">
            <w:pPr>
              <w:keepNext/>
              <w:keepLines/>
              <w:spacing w:after="0"/>
              <w:jc w:val="center"/>
            </w:pPr>
            <w:r w:rsidRPr="008C6DE4">
              <w:rPr>
                <w:rFonts w:ascii="Arial" w:hAnsi="Arial"/>
                <w:b/>
                <w:sz w:val="18"/>
              </w:rPr>
              <w:t>dB</w:t>
            </w:r>
          </w:p>
        </w:tc>
        <w:tc>
          <w:tcPr>
            <w:tcW w:w="2267" w:type="dxa"/>
            <w:vMerge w:val="restart"/>
            <w:tcBorders>
              <w:top w:val="single" w:sz="6" w:space="0" w:color="auto"/>
              <w:left w:val="single" w:sz="6" w:space="0" w:color="auto"/>
              <w:right w:val="single" w:sz="4" w:space="0" w:color="auto"/>
            </w:tcBorders>
            <w:shd w:val="clear" w:color="auto" w:fill="auto"/>
            <w:vAlign w:val="center"/>
          </w:tcPr>
          <w:p w14:paraId="2DD0DFB4" w14:textId="77777777" w:rsidR="001F5A79" w:rsidRPr="008C6DE4" w:rsidRDefault="001F5A79" w:rsidP="00DF3064">
            <w:pPr>
              <w:keepNext/>
              <w:keepLines/>
              <w:spacing w:after="0"/>
              <w:jc w:val="center"/>
            </w:pPr>
          </w:p>
        </w:tc>
        <w:tc>
          <w:tcPr>
            <w:tcW w:w="203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4122CE23" w14:textId="77777777" w:rsidR="001F5A79" w:rsidRPr="008C6DE4" w:rsidRDefault="001F5A79" w:rsidP="00DF3064">
            <w:pPr>
              <w:keepNext/>
              <w:keepLines/>
              <w:spacing w:after="0"/>
              <w:jc w:val="cente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6F4AF512" w14:textId="77777777" w:rsidR="001F5A79" w:rsidRPr="008C6DE4" w:rsidRDefault="001F5A79" w:rsidP="00DF3064">
            <w:pPr>
              <w:keepNext/>
              <w:keepLines/>
              <w:spacing w:after="0"/>
              <w:jc w:val="cente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29A8A402" w14:textId="77777777" w:rsidR="001F5A79" w:rsidRPr="008C6DE4" w:rsidRDefault="001F5A79" w:rsidP="00DF3064">
            <w:pPr>
              <w:keepNext/>
              <w:keepLines/>
              <w:spacing w:after="0"/>
              <w:jc w:val="center"/>
            </w:pPr>
            <w:r w:rsidRPr="008C6DE4">
              <w:rPr>
                <w:rFonts w:ascii="Arial" w:hAnsi="Arial"/>
                <w:b/>
                <w:sz w:val="18"/>
              </w:rPr>
              <w:t>dBm/BW</w:t>
            </w:r>
            <w:r w:rsidRPr="008C6DE4">
              <w:rPr>
                <w:rFonts w:ascii="Arial" w:hAnsi="Arial"/>
                <w:b/>
                <w:sz w:val="18"/>
                <w:vertAlign w:val="subscript"/>
              </w:rPr>
              <w:t>Channel</w:t>
            </w:r>
          </w:p>
        </w:tc>
      </w:tr>
      <w:tr w:rsidR="00DD3199" w:rsidRPr="008C6DE4" w14:paraId="1713E71C" w14:textId="77777777" w:rsidTr="00DF3064">
        <w:trPr>
          <w:trHeight w:val="307"/>
          <w:jc w:val="center"/>
        </w:trPr>
        <w:tc>
          <w:tcPr>
            <w:tcW w:w="1036" w:type="dxa"/>
            <w:vMerge/>
            <w:tcBorders>
              <w:left w:val="single" w:sz="4" w:space="0" w:color="auto"/>
              <w:bottom w:val="single" w:sz="6" w:space="0" w:color="auto"/>
              <w:right w:val="single" w:sz="6" w:space="0" w:color="auto"/>
            </w:tcBorders>
            <w:shd w:val="clear" w:color="auto" w:fill="auto"/>
            <w:vAlign w:val="center"/>
          </w:tcPr>
          <w:p w14:paraId="72FEF5E2" w14:textId="77777777" w:rsidR="001F5A79" w:rsidRPr="008C6DE4" w:rsidRDefault="001F5A79" w:rsidP="00DF3064">
            <w:pPr>
              <w:keepNext/>
              <w:keepLines/>
              <w:spacing w:after="0"/>
              <w:jc w:val="center"/>
              <w:rPr>
                <w:rFonts w:ascii="Arial" w:hAnsi="Arial"/>
                <w:b/>
                <w:sz w:val="18"/>
              </w:rPr>
            </w:pPr>
          </w:p>
        </w:tc>
        <w:tc>
          <w:tcPr>
            <w:tcW w:w="1126" w:type="dxa"/>
            <w:vMerge/>
            <w:tcBorders>
              <w:left w:val="single" w:sz="6" w:space="0" w:color="auto"/>
              <w:bottom w:val="single" w:sz="6" w:space="0" w:color="auto"/>
              <w:right w:val="single" w:sz="6" w:space="0" w:color="auto"/>
            </w:tcBorders>
            <w:shd w:val="clear" w:color="auto" w:fill="auto"/>
            <w:vAlign w:val="center"/>
          </w:tcPr>
          <w:p w14:paraId="3A2BCD9F" w14:textId="77777777" w:rsidR="001F5A79" w:rsidRPr="008C6DE4" w:rsidRDefault="001F5A79" w:rsidP="00DF3064">
            <w:pPr>
              <w:keepNext/>
              <w:keepLines/>
              <w:spacing w:after="0"/>
              <w:jc w:val="center"/>
              <w:rPr>
                <w:rFonts w:ascii="Arial" w:hAnsi="Arial"/>
                <w:b/>
                <w:sz w:val="18"/>
              </w:rPr>
            </w:pPr>
          </w:p>
        </w:tc>
        <w:tc>
          <w:tcPr>
            <w:tcW w:w="825" w:type="dxa"/>
            <w:vMerge/>
            <w:tcBorders>
              <w:left w:val="single" w:sz="6" w:space="0" w:color="auto"/>
              <w:bottom w:val="single" w:sz="6" w:space="0" w:color="auto"/>
              <w:right w:val="single" w:sz="6" w:space="0" w:color="auto"/>
            </w:tcBorders>
            <w:shd w:val="clear" w:color="auto" w:fill="auto"/>
          </w:tcPr>
          <w:p w14:paraId="3D7C239B" w14:textId="77777777" w:rsidR="001F5A79" w:rsidRPr="008C6DE4" w:rsidRDefault="001F5A79" w:rsidP="00DF3064">
            <w:pPr>
              <w:keepNext/>
              <w:keepLines/>
              <w:spacing w:after="0"/>
              <w:jc w:val="center"/>
              <w:rPr>
                <w:rFonts w:ascii="Arial" w:hAnsi="Arial"/>
                <w:b/>
                <w:sz w:val="18"/>
              </w:rPr>
            </w:pPr>
          </w:p>
        </w:tc>
        <w:tc>
          <w:tcPr>
            <w:tcW w:w="2267" w:type="dxa"/>
            <w:vMerge/>
            <w:tcBorders>
              <w:left w:val="single" w:sz="6" w:space="0" w:color="auto"/>
              <w:bottom w:val="single" w:sz="6" w:space="0" w:color="auto"/>
              <w:right w:val="single" w:sz="4" w:space="0" w:color="auto"/>
            </w:tcBorders>
            <w:shd w:val="clear" w:color="auto" w:fill="auto"/>
            <w:vAlign w:val="center"/>
          </w:tcPr>
          <w:p w14:paraId="5E6EB8CA" w14:textId="77777777" w:rsidR="001F5A79" w:rsidRPr="008C6DE4" w:rsidRDefault="001F5A79" w:rsidP="00DF3064">
            <w:pPr>
              <w:keepNext/>
              <w:keepLines/>
              <w:spacing w:after="0"/>
              <w:jc w:val="center"/>
              <w:rPr>
                <w:rFonts w:ascii="Arial" w:hAnsi="Arial"/>
                <w:b/>
                <w:sz w:val="18"/>
              </w:rPr>
            </w:pPr>
          </w:p>
        </w:tc>
        <w:tc>
          <w:tcPr>
            <w:tcW w:w="982" w:type="dxa"/>
            <w:tcBorders>
              <w:top w:val="single" w:sz="6" w:space="0" w:color="auto"/>
              <w:left w:val="single" w:sz="4" w:space="0" w:color="auto"/>
              <w:bottom w:val="single" w:sz="6" w:space="0" w:color="auto"/>
              <w:right w:val="single" w:sz="6" w:space="0" w:color="auto"/>
            </w:tcBorders>
            <w:shd w:val="clear" w:color="auto" w:fill="auto"/>
            <w:vAlign w:val="center"/>
          </w:tcPr>
          <w:p w14:paraId="58B40229"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1056" w:type="dxa"/>
            <w:tcBorders>
              <w:top w:val="single" w:sz="6" w:space="0" w:color="auto"/>
              <w:left w:val="single" w:sz="4" w:space="0" w:color="auto"/>
              <w:bottom w:val="single" w:sz="6" w:space="0" w:color="auto"/>
              <w:right w:val="single" w:sz="6" w:space="0" w:color="auto"/>
            </w:tcBorders>
            <w:shd w:val="clear" w:color="auto" w:fill="auto"/>
            <w:vAlign w:val="center"/>
          </w:tcPr>
          <w:p w14:paraId="0CC3C480"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440" w:type="dxa"/>
            <w:vMerge/>
            <w:tcBorders>
              <w:left w:val="single" w:sz="6" w:space="0" w:color="auto"/>
              <w:bottom w:val="single" w:sz="6" w:space="0" w:color="auto"/>
              <w:right w:val="single" w:sz="6" w:space="0" w:color="auto"/>
            </w:tcBorders>
            <w:shd w:val="clear" w:color="auto" w:fill="auto"/>
            <w:vAlign w:val="center"/>
          </w:tcPr>
          <w:p w14:paraId="4D5621AA"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7C565550" w14:textId="77777777" w:rsidR="001F5A79" w:rsidRPr="008C6DE4" w:rsidRDefault="001F5A79" w:rsidP="00DF3064">
            <w:pPr>
              <w:keepNext/>
              <w:keepLines/>
              <w:spacing w:after="0"/>
              <w:jc w:val="center"/>
              <w:rPr>
                <w:rFonts w:ascii="Arial" w:hAnsi="Arial"/>
                <w:b/>
                <w:sz w:val="18"/>
              </w:rPr>
            </w:pPr>
          </w:p>
        </w:tc>
      </w:tr>
      <w:tr w:rsidR="00DD3199" w:rsidRPr="008C6DE4" w14:paraId="79B093AA" w14:textId="77777777" w:rsidTr="00DF3064">
        <w:trPr>
          <w:jc w:val="center"/>
        </w:trPr>
        <w:tc>
          <w:tcPr>
            <w:tcW w:w="1036" w:type="dxa"/>
            <w:vMerge w:val="restart"/>
            <w:tcBorders>
              <w:top w:val="single" w:sz="6" w:space="0" w:color="auto"/>
              <w:left w:val="single" w:sz="4" w:space="0" w:color="auto"/>
              <w:right w:val="single" w:sz="6" w:space="0" w:color="auto"/>
            </w:tcBorders>
            <w:shd w:val="clear" w:color="auto" w:fill="auto"/>
            <w:vAlign w:val="center"/>
          </w:tcPr>
          <w:p w14:paraId="7195D93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c>
          <w:tcPr>
            <w:tcW w:w="1126" w:type="dxa"/>
            <w:vMerge w:val="restart"/>
            <w:tcBorders>
              <w:top w:val="single" w:sz="6" w:space="0" w:color="auto"/>
              <w:left w:val="single" w:sz="6" w:space="0" w:color="auto"/>
              <w:right w:val="single" w:sz="6" w:space="0" w:color="auto"/>
            </w:tcBorders>
            <w:shd w:val="clear" w:color="auto" w:fill="auto"/>
            <w:vAlign w:val="center"/>
          </w:tcPr>
          <w:p w14:paraId="1CB9F33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±9.5</w:t>
            </w:r>
          </w:p>
        </w:tc>
        <w:tc>
          <w:tcPr>
            <w:tcW w:w="825" w:type="dxa"/>
            <w:vMerge w:val="restart"/>
            <w:tcBorders>
              <w:top w:val="single" w:sz="6" w:space="0" w:color="auto"/>
              <w:left w:val="single" w:sz="6" w:space="0" w:color="auto"/>
              <w:right w:val="single" w:sz="6" w:space="0" w:color="auto"/>
            </w:tcBorders>
            <w:shd w:val="clear" w:color="auto" w:fill="auto"/>
            <w:vAlign w:val="center"/>
          </w:tcPr>
          <w:p w14:paraId="24B514BF"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-3dB</w:t>
            </w:r>
          </w:p>
        </w:tc>
        <w:tc>
          <w:tcPr>
            <w:tcW w:w="2267" w:type="dxa"/>
            <w:tcBorders>
              <w:top w:val="single" w:sz="6" w:space="0" w:color="auto"/>
              <w:left w:val="single" w:sz="6" w:space="0" w:color="auto"/>
              <w:bottom w:val="single" w:sz="6" w:space="0" w:color="auto"/>
              <w:right w:val="single" w:sz="4" w:space="0" w:color="auto"/>
            </w:tcBorders>
            <w:shd w:val="clear" w:color="auto" w:fill="auto"/>
            <w:vAlign w:val="center"/>
          </w:tcPr>
          <w:p w14:paraId="51E9B5F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NR_FDD_FR1_A, NR_TDD_FR1_A,</w:t>
            </w:r>
          </w:p>
          <w:p w14:paraId="0DF6584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tc>
        <w:tc>
          <w:tcPr>
            <w:tcW w:w="982" w:type="dxa"/>
            <w:tcBorders>
              <w:top w:val="single" w:sz="6" w:space="0" w:color="auto"/>
              <w:left w:val="single" w:sz="4" w:space="0" w:color="auto"/>
              <w:bottom w:val="single" w:sz="6" w:space="0" w:color="auto"/>
              <w:right w:val="single" w:sz="6" w:space="0" w:color="auto"/>
            </w:tcBorders>
            <w:shd w:val="clear" w:color="auto" w:fill="auto"/>
            <w:vAlign w:val="center"/>
          </w:tcPr>
          <w:p w14:paraId="3EA5D20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1056" w:type="dxa"/>
            <w:tcBorders>
              <w:top w:val="single" w:sz="6" w:space="0" w:color="auto"/>
              <w:left w:val="single" w:sz="4" w:space="0" w:color="auto"/>
              <w:bottom w:val="single" w:sz="6" w:space="0" w:color="auto"/>
              <w:right w:val="single" w:sz="6" w:space="0" w:color="auto"/>
            </w:tcBorders>
            <w:shd w:val="clear" w:color="auto" w:fill="auto"/>
            <w:vAlign w:val="center"/>
          </w:tcPr>
          <w:p w14:paraId="7A76DA1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C98864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426361E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766FAEAB" w14:textId="77777777" w:rsidTr="00DF3064">
        <w:trPr>
          <w:jc w:val="center"/>
        </w:trPr>
        <w:tc>
          <w:tcPr>
            <w:tcW w:w="1036" w:type="dxa"/>
            <w:vMerge/>
            <w:tcBorders>
              <w:left w:val="single" w:sz="4" w:space="0" w:color="auto"/>
              <w:right w:val="single" w:sz="6" w:space="0" w:color="auto"/>
            </w:tcBorders>
            <w:shd w:val="clear" w:color="auto" w:fill="auto"/>
            <w:vAlign w:val="center"/>
          </w:tcPr>
          <w:p w14:paraId="061DE768" w14:textId="77777777" w:rsidR="001F5A79" w:rsidRPr="008C6DE4" w:rsidRDefault="001F5A79" w:rsidP="00DF3064">
            <w:pPr>
              <w:keepNext/>
              <w:keepLines/>
              <w:spacing w:after="0"/>
              <w:jc w:val="center"/>
              <w:rPr>
                <w:rFonts w:ascii="Arial" w:hAnsi="Arial"/>
                <w:sz w:val="18"/>
              </w:rPr>
            </w:pPr>
          </w:p>
        </w:tc>
        <w:tc>
          <w:tcPr>
            <w:tcW w:w="1126" w:type="dxa"/>
            <w:vMerge/>
            <w:tcBorders>
              <w:left w:val="single" w:sz="6" w:space="0" w:color="auto"/>
              <w:right w:val="single" w:sz="6" w:space="0" w:color="auto"/>
            </w:tcBorders>
            <w:shd w:val="clear" w:color="auto" w:fill="auto"/>
            <w:vAlign w:val="center"/>
          </w:tcPr>
          <w:p w14:paraId="444343FE" w14:textId="77777777" w:rsidR="001F5A79" w:rsidRPr="008C6DE4" w:rsidRDefault="001F5A79" w:rsidP="00DF3064">
            <w:pPr>
              <w:keepNext/>
              <w:keepLines/>
              <w:spacing w:after="0"/>
              <w:jc w:val="center"/>
              <w:rPr>
                <w:rFonts w:ascii="Arial" w:hAnsi="Arial"/>
                <w:sz w:val="18"/>
              </w:rPr>
            </w:pPr>
          </w:p>
        </w:tc>
        <w:tc>
          <w:tcPr>
            <w:tcW w:w="825" w:type="dxa"/>
            <w:vMerge/>
            <w:tcBorders>
              <w:left w:val="single" w:sz="6" w:space="0" w:color="auto"/>
              <w:right w:val="single" w:sz="6" w:space="0" w:color="auto"/>
            </w:tcBorders>
            <w:shd w:val="clear" w:color="auto" w:fill="auto"/>
            <w:vAlign w:val="center"/>
          </w:tcPr>
          <w:p w14:paraId="63943E7D" w14:textId="77777777" w:rsidR="001F5A79" w:rsidRPr="008C6DE4" w:rsidRDefault="001F5A79" w:rsidP="00DF3064">
            <w:pPr>
              <w:keepNext/>
              <w:keepLines/>
              <w:spacing w:after="0"/>
              <w:jc w:val="center"/>
              <w:rPr>
                <w:rFonts w:ascii="Arial" w:hAnsi="Arial"/>
                <w:sz w:val="18"/>
              </w:rPr>
            </w:pPr>
          </w:p>
        </w:tc>
        <w:tc>
          <w:tcPr>
            <w:tcW w:w="2267" w:type="dxa"/>
            <w:tcBorders>
              <w:top w:val="single" w:sz="6" w:space="0" w:color="auto"/>
              <w:left w:val="single" w:sz="6" w:space="0" w:color="auto"/>
              <w:bottom w:val="single" w:sz="6" w:space="0" w:color="auto"/>
              <w:right w:val="single" w:sz="4" w:space="0" w:color="auto"/>
            </w:tcBorders>
            <w:shd w:val="clear" w:color="auto" w:fill="auto"/>
          </w:tcPr>
          <w:p w14:paraId="492E2BB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982" w:type="dxa"/>
            <w:tcBorders>
              <w:top w:val="single" w:sz="6" w:space="0" w:color="auto"/>
              <w:left w:val="single" w:sz="4" w:space="0" w:color="auto"/>
              <w:bottom w:val="single" w:sz="6" w:space="0" w:color="auto"/>
              <w:right w:val="single" w:sz="6" w:space="0" w:color="auto"/>
            </w:tcBorders>
            <w:shd w:val="clear" w:color="auto" w:fill="auto"/>
          </w:tcPr>
          <w:p w14:paraId="0B509B7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1056" w:type="dxa"/>
            <w:tcBorders>
              <w:top w:val="single" w:sz="6" w:space="0" w:color="auto"/>
              <w:left w:val="single" w:sz="4" w:space="0" w:color="auto"/>
              <w:bottom w:val="single" w:sz="6" w:space="0" w:color="auto"/>
              <w:right w:val="single" w:sz="6" w:space="0" w:color="auto"/>
            </w:tcBorders>
            <w:shd w:val="clear" w:color="auto" w:fill="auto"/>
            <w:vAlign w:val="center"/>
          </w:tcPr>
          <w:p w14:paraId="2E693212"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4B2B07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2628632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2D94273B" w14:textId="77777777" w:rsidTr="00DF3064">
        <w:trPr>
          <w:jc w:val="center"/>
        </w:trPr>
        <w:tc>
          <w:tcPr>
            <w:tcW w:w="1036" w:type="dxa"/>
            <w:vMerge/>
            <w:tcBorders>
              <w:left w:val="single" w:sz="4" w:space="0" w:color="auto"/>
              <w:right w:val="single" w:sz="6" w:space="0" w:color="auto"/>
            </w:tcBorders>
            <w:shd w:val="clear" w:color="auto" w:fill="auto"/>
            <w:vAlign w:val="center"/>
          </w:tcPr>
          <w:p w14:paraId="358CD37A" w14:textId="77777777" w:rsidR="001F5A79" w:rsidRPr="008C6DE4" w:rsidRDefault="001F5A79" w:rsidP="00DF3064">
            <w:pPr>
              <w:keepNext/>
              <w:keepLines/>
              <w:spacing w:after="0"/>
              <w:jc w:val="center"/>
              <w:rPr>
                <w:rFonts w:ascii="Arial" w:hAnsi="Arial"/>
                <w:sz w:val="18"/>
              </w:rPr>
            </w:pPr>
          </w:p>
        </w:tc>
        <w:tc>
          <w:tcPr>
            <w:tcW w:w="1126" w:type="dxa"/>
            <w:vMerge/>
            <w:tcBorders>
              <w:left w:val="single" w:sz="6" w:space="0" w:color="auto"/>
              <w:right w:val="single" w:sz="6" w:space="0" w:color="auto"/>
            </w:tcBorders>
            <w:shd w:val="clear" w:color="auto" w:fill="auto"/>
            <w:vAlign w:val="center"/>
          </w:tcPr>
          <w:p w14:paraId="7699C4CF" w14:textId="77777777" w:rsidR="001F5A79" w:rsidRPr="008C6DE4" w:rsidRDefault="001F5A79" w:rsidP="00DF3064">
            <w:pPr>
              <w:keepNext/>
              <w:keepLines/>
              <w:spacing w:after="0"/>
              <w:jc w:val="center"/>
              <w:rPr>
                <w:rFonts w:ascii="Arial" w:hAnsi="Arial"/>
                <w:sz w:val="18"/>
              </w:rPr>
            </w:pPr>
          </w:p>
        </w:tc>
        <w:tc>
          <w:tcPr>
            <w:tcW w:w="825" w:type="dxa"/>
            <w:vMerge/>
            <w:tcBorders>
              <w:left w:val="single" w:sz="6" w:space="0" w:color="auto"/>
              <w:right w:val="single" w:sz="6" w:space="0" w:color="auto"/>
            </w:tcBorders>
            <w:shd w:val="clear" w:color="auto" w:fill="auto"/>
            <w:vAlign w:val="center"/>
          </w:tcPr>
          <w:p w14:paraId="04204312" w14:textId="77777777" w:rsidR="001F5A79" w:rsidRPr="008C6DE4" w:rsidRDefault="001F5A79" w:rsidP="00DF3064">
            <w:pPr>
              <w:keepNext/>
              <w:keepLines/>
              <w:spacing w:after="0"/>
              <w:jc w:val="center"/>
              <w:rPr>
                <w:rFonts w:ascii="Arial" w:hAnsi="Arial"/>
                <w:sz w:val="18"/>
              </w:rPr>
            </w:pPr>
          </w:p>
        </w:tc>
        <w:tc>
          <w:tcPr>
            <w:tcW w:w="2267" w:type="dxa"/>
            <w:tcBorders>
              <w:top w:val="single" w:sz="6" w:space="0" w:color="auto"/>
              <w:left w:val="single" w:sz="6" w:space="0" w:color="auto"/>
              <w:bottom w:val="single" w:sz="6" w:space="0" w:color="auto"/>
              <w:right w:val="single" w:sz="4" w:space="0" w:color="auto"/>
            </w:tcBorders>
            <w:shd w:val="clear" w:color="auto" w:fill="auto"/>
            <w:vAlign w:val="center"/>
          </w:tcPr>
          <w:p w14:paraId="64B9C56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982" w:type="dxa"/>
            <w:tcBorders>
              <w:top w:val="single" w:sz="6" w:space="0" w:color="auto"/>
              <w:left w:val="single" w:sz="4" w:space="0" w:color="auto"/>
              <w:bottom w:val="single" w:sz="6" w:space="0" w:color="auto"/>
              <w:right w:val="single" w:sz="6" w:space="0" w:color="auto"/>
            </w:tcBorders>
            <w:shd w:val="clear" w:color="auto" w:fill="auto"/>
            <w:vAlign w:val="center"/>
          </w:tcPr>
          <w:p w14:paraId="45D705A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1056" w:type="dxa"/>
            <w:tcBorders>
              <w:top w:val="single" w:sz="6" w:space="0" w:color="auto"/>
              <w:left w:val="single" w:sz="4" w:space="0" w:color="auto"/>
              <w:bottom w:val="single" w:sz="6" w:space="0" w:color="auto"/>
              <w:right w:val="single" w:sz="6" w:space="0" w:color="auto"/>
            </w:tcBorders>
            <w:shd w:val="clear" w:color="auto" w:fill="auto"/>
            <w:vAlign w:val="center"/>
          </w:tcPr>
          <w:p w14:paraId="65003CC4"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528236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7FE2744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0D9FA2F1" w14:textId="77777777" w:rsidTr="00DF3064">
        <w:trPr>
          <w:jc w:val="center"/>
        </w:trPr>
        <w:tc>
          <w:tcPr>
            <w:tcW w:w="1036" w:type="dxa"/>
            <w:vMerge/>
            <w:tcBorders>
              <w:left w:val="single" w:sz="4" w:space="0" w:color="auto"/>
              <w:right w:val="single" w:sz="6" w:space="0" w:color="auto"/>
            </w:tcBorders>
            <w:shd w:val="clear" w:color="auto" w:fill="auto"/>
            <w:vAlign w:val="center"/>
          </w:tcPr>
          <w:p w14:paraId="27B1CF16" w14:textId="77777777" w:rsidR="001F5A79" w:rsidRPr="008C6DE4" w:rsidRDefault="001F5A79" w:rsidP="00DF3064">
            <w:pPr>
              <w:keepNext/>
              <w:keepLines/>
              <w:spacing w:after="0"/>
              <w:jc w:val="center"/>
              <w:rPr>
                <w:rFonts w:ascii="Arial" w:hAnsi="Arial"/>
                <w:sz w:val="18"/>
              </w:rPr>
            </w:pPr>
          </w:p>
        </w:tc>
        <w:tc>
          <w:tcPr>
            <w:tcW w:w="1126" w:type="dxa"/>
            <w:vMerge/>
            <w:tcBorders>
              <w:left w:val="single" w:sz="6" w:space="0" w:color="auto"/>
              <w:right w:val="single" w:sz="6" w:space="0" w:color="auto"/>
            </w:tcBorders>
            <w:shd w:val="clear" w:color="auto" w:fill="auto"/>
            <w:vAlign w:val="center"/>
          </w:tcPr>
          <w:p w14:paraId="6B6251DC" w14:textId="77777777" w:rsidR="001F5A79" w:rsidRPr="008C6DE4" w:rsidRDefault="001F5A79" w:rsidP="00DF3064">
            <w:pPr>
              <w:keepNext/>
              <w:keepLines/>
              <w:spacing w:after="0"/>
              <w:jc w:val="center"/>
              <w:rPr>
                <w:rFonts w:ascii="Arial" w:hAnsi="Arial"/>
                <w:sz w:val="18"/>
              </w:rPr>
            </w:pPr>
          </w:p>
        </w:tc>
        <w:tc>
          <w:tcPr>
            <w:tcW w:w="825" w:type="dxa"/>
            <w:vMerge/>
            <w:tcBorders>
              <w:left w:val="single" w:sz="6" w:space="0" w:color="auto"/>
              <w:right w:val="single" w:sz="6" w:space="0" w:color="auto"/>
            </w:tcBorders>
            <w:shd w:val="clear" w:color="auto" w:fill="auto"/>
            <w:vAlign w:val="center"/>
          </w:tcPr>
          <w:p w14:paraId="35EB6114" w14:textId="77777777" w:rsidR="001F5A79" w:rsidRPr="008C6DE4" w:rsidRDefault="001F5A79" w:rsidP="00DF3064">
            <w:pPr>
              <w:keepNext/>
              <w:keepLines/>
              <w:spacing w:after="0"/>
              <w:jc w:val="center"/>
              <w:rPr>
                <w:rFonts w:ascii="Arial" w:hAnsi="Arial"/>
                <w:sz w:val="18"/>
              </w:rPr>
            </w:pPr>
          </w:p>
        </w:tc>
        <w:tc>
          <w:tcPr>
            <w:tcW w:w="2267" w:type="dxa"/>
            <w:tcBorders>
              <w:top w:val="single" w:sz="6" w:space="0" w:color="auto"/>
              <w:left w:val="single" w:sz="6" w:space="0" w:color="auto"/>
              <w:bottom w:val="single" w:sz="6" w:space="0" w:color="auto"/>
              <w:right w:val="single" w:sz="4" w:space="0" w:color="auto"/>
            </w:tcBorders>
            <w:shd w:val="clear" w:color="auto" w:fill="auto"/>
            <w:vAlign w:val="center"/>
          </w:tcPr>
          <w:p w14:paraId="21F8155C"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982" w:type="dxa"/>
            <w:tcBorders>
              <w:top w:val="single" w:sz="6" w:space="0" w:color="auto"/>
              <w:left w:val="single" w:sz="4" w:space="0" w:color="auto"/>
              <w:bottom w:val="single" w:sz="6" w:space="0" w:color="auto"/>
              <w:right w:val="single" w:sz="6" w:space="0" w:color="auto"/>
            </w:tcBorders>
            <w:shd w:val="clear" w:color="auto" w:fill="auto"/>
            <w:vAlign w:val="center"/>
          </w:tcPr>
          <w:p w14:paraId="45581CC6" w14:textId="77777777" w:rsidR="001F5A79" w:rsidRPr="008C6DE4" w:rsidDel="00FA4A82" w:rsidRDefault="001F5A79" w:rsidP="00DF3064">
            <w:pPr>
              <w:keepNext/>
              <w:keepLines/>
              <w:spacing w:after="0"/>
              <w:jc w:val="center"/>
              <w:rPr>
                <w:rFonts w:ascii="Arial" w:hAnsi="Arial"/>
                <w:sz w:val="18"/>
              </w:rPr>
            </w:pPr>
            <w:r w:rsidRPr="008C6DE4">
              <w:rPr>
                <w:rFonts w:ascii="Arial" w:hAnsi="Arial"/>
                <w:sz w:val="18"/>
              </w:rPr>
              <w:t>-119.5</w:t>
            </w:r>
          </w:p>
        </w:tc>
        <w:tc>
          <w:tcPr>
            <w:tcW w:w="1056" w:type="dxa"/>
            <w:tcBorders>
              <w:top w:val="single" w:sz="6" w:space="0" w:color="auto"/>
              <w:left w:val="single" w:sz="4" w:space="0" w:color="auto"/>
              <w:bottom w:val="single" w:sz="6" w:space="0" w:color="auto"/>
              <w:right w:val="single" w:sz="6" w:space="0" w:color="auto"/>
            </w:tcBorders>
            <w:shd w:val="clear" w:color="auto" w:fill="auto"/>
            <w:vAlign w:val="center"/>
          </w:tcPr>
          <w:p w14:paraId="6054B42A" w14:textId="77777777" w:rsidR="001F5A79" w:rsidRPr="008C6DE4" w:rsidDel="00FA4A82" w:rsidRDefault="001F5A79" w:rsidP="00DF3064">
            <w:pPr>
              <w:keepNext/>
              <w:keepLines/>
              <w:spacing w:after="0"/>
              <w:jc w:val="center"/>
              <w:rPr>
                <w:rFonts w:ascii="Arial" w:hAnsi="Arial"/>
                <w:sz w:val="18"/>
              </w:rPr>
            </w:pPr>
            <w:r w:rsidRPr="008C6DE4">
              <w:rPr>
                <w:rFonts w:ascii="Arial" w:hAnsi="Arial"/>
                <w:sz w:val="18"/>
              </w:rPr>
              <w:t>-116.5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C90A01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435ACE0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4911335D" w14:textId="77777777" w:rsidTr="00DF3064">
        <w:trPr>
          <w:jc w:val="center"/>
        </w:trPr>
        <w:tc>
          <w:tcPr>
            <w:tcW w:w="1036" w:type="dxa"/>
            <w:vMerge/>
            <w:tcBorders>
              <w:left w:val="single" w:sz="4" w:space="0" w:color="auto"/>
              <w:right w:val="single" w:sz="6" w:space="0" w:color="auto"/>
            </w:tcBorders>
            <w:shd w:val="clear" w:color="auto" w:fill="auto"/>
            <w:vAlign w:val="center"/>
          </w:tcPr>
          <w:p w14:paraId="403A9F57" w14:textId="77777777" w:rsidR="001F5A79" w:rsidRPr="008C6DE4" w:rsidRDefault="001F5A79" w:rsidP="00DF3064">
            <w:pPr>
              <w:keepNext/>
              <w:keepLines/>
              <w:spacing w:after="0"/>
              <w:jc w:val="center"/>
              <w:rPr>
                <w:rFonts w:ascii="Arial" w:hAnsi="Arial"/>
                <w:sz w:val="18"/>
              </w:rPr>
            </w:pPr>
          </w:p>
        </w:tc>
        <w:tc>
          <w:tcPr>
            <w:tcW w:w="1126" w:type="dxa"/>
            <w:vMerge/>
            <w:tcBorders>
              <w:left w:val="single" w:sz="6" w:space="0" w:color="auto"/>
              <w:right w:val="single" w:sz="6" w:space="0" w:color="auto"/>
            </w:tcBorders>
            <w:shd w:val="clear" w:color="auto" w:fill="auto"/>
            <w:vAlign w:val="center"/>
          </w:tcPr>
          <w:p w14:paraId="23FF9164" w14:textId="77777777" w:rsidR="001F5A79" w:rsidRPr="008C6DE4" w:rsidRDefault="001F5A79" w:rsidP="00DF3064">
            <w:pPr>
              <w:keepNext/>
              <w:keepLines/>
              <w:spacing w:after="0"/>
              <w:jc w:val="center"/>
              <w:rPr>
                <w:rFonts w:ascii="Arial" w:hAnsi="Arial"/>
                <w:sz w:val="18"/>
              </w:rPr>
            </w:pPr>
          </w:p>
        </w:tc>
        <w:tc>
          <w:tcPr>
            <w:tcW w:w="825" w:type="dxa"/>
            <w:vMerge/>
            <w:tcBorders>
              <w:left w:val="single" w:sz="6" w:space="0" w:color="auto"/>
              <w:right w:val="single" w:sz="6" w:space="0" w:color="auto"/>
            </w:tcBorders>
            <w:shd w:val="clear" w:color="auto" w:fill="auto"/>
            <w:vAlign w:val="center"/>
          </w:tcPr>
          <w:p w14:paraId="1E79796E" w14:textId="77777777" w:rsidR="001F5A79" w:rsidRPr="008C6DE4" w:rsidRDefault="001F5A79" w:rsidP="00DF3064">
            <w:pPr>
              <w:keepNext/>
              <w:keepLines/>
              <w:spacing w:after="0"/>
              <w:jc w:val="center"/>
              <w:rPr>
                <w:rFonts w:ascii="Arial" w:hAnsi="Arial"/>
                <w:sz w:val="18"/>
              </w:rPr>
            </w:pPr>
          </w:p>
        </w:tc>
        <w:tc>
          <w:tcPr>
            <w:tcW w:w="2267" w:type="dxa"/>
            <w:tcBorders>
              <w:top w:val="single" w:sz="6" w:space="0" w:color="auto"/>
              <w:left w:val="single" w:sz="6" w:space="0" w:color="auto"/>
              <w:bottom w:val="single" w:sz="6" w:space="0" w:color="auto"/>
              <w:right w:val="single" w:sz="4" w:space="0" w:color="auto"/>
            </w:tcBorders>
            <w:shd w:val="clear" w:color="auto" w:fill="auto"/>
            <w:vAlign w:val="center"/>
          </w:tcPr>
          <w:p w14:paraId="35342B1B"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982" w:type="dxa"/>
            <w:tcBorders>
              <w:top w:val="single" w:sz="6" w:space="0" w:color="auto"/>
              <w:left w:val="single" w:sz="4" w:space="0" w:color="auto"/>
              <w:bottom w:val="single" w:sz="6" w:space="0" w:color="auto"/>
              <w:right w:val="single" w:sz="6" w:space="0" w:color="auto"/>
            </w:tcBorders>
            <w:shd w:val="clear" w:color="auto" w:fill="auto"/>
            <w:vAlign w:val="center"/>
          </w:tcPr>
          <w:p w14:paraId="2D6682D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1056" w:type="dxa"/>
            <w:tcBorders>
              <w:top w:val="single" w:sz="6" w:space="0" w:color="auto"/>
              <w:left w:val="single" w:sz="4" w:space="0" w:color="auto"/>
              <w:bottom w:val="single" w:sz="6" w:space="0" w:color="auto"/>
              <w:right w:val="single" w:sz="6" w:space="0" w:color="auto"/>
            </w:tcBorders>
            <w:shd w:val="clear" w:color="auto" w:fill="auto"/>
            <w:vAlign w:val="center"/>
          </w:tcPr>
          <w:p w14:paraId="50B6A914"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-116</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A8153D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1E79FDF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2D60F886" w14:textId="77777777" w:rsidTr="00DF3064">
        <w:trPr>
          <w:jc w:val="center"/>
        </w:trPr>
        <w:tc>
          <w:tcPr>
            <w:tcW w:w="1036" w:type="dxa"/>
            <w:vMerge/>
            <w:tcBorders>
              <w:left w:val="single" w:sz="4" w:space="0" w:color="auto"/>
              <w:right w:val="single" w:sz="6" w:space="0" w:color="auto"/>
            </w:tcBorders>
            <w:shd w:val="clear" w:color="auto" w:fill="auto"/>
            <w:vAlign w:val="center"/>
          </w:tcPr>
          <w:p w14:paraId="33EC64EE" w14:textId="77777777" w:rsidR="001F5A79" w:rsidRPr="008C6DE4" w:rsidRDefault="001F5A79" w:rsidP="00DF3064">
            <w:pPr>
              <w:keepNext/>
              <w:keepLines/>
              <w:spacing w:after="0"/>
              <w:jc w:val="center"/>
              <w:rPr>
                <w:rFonts w:ascii="Arial" w:hAnsi="Arial"/>
                <w:sz w:val="18"/>
              </w:rPr>
            </w:pPr>
          </w:p>
        </w:tc>
        <w:tc>
          <w:tcPr>
            <w:tcW w:w="1126" w:type="dxa"/>
            <w:vMerge/>
            <w:tcBorders>
              <w:left w:val="single" w:sz="6" w:space="0" w:color="auto"/>
              <w:right w:val="single" w:sz="6" w:space="0" w:color="auto"/>
            </w:tcBorders>
            <w:shd w:val="clear" w:color="auto" w:fill="auto"/>
            <w:vAlign w:val="center"/>
          </w:tcPr>
          <w:p w14:paraId="0EE8D8C1" w14:textId="77777777" w:rsidR="001F5A79" w:rsidRPr="008C6DE4" w:rsidRDefault="001F5A79" w:rsidP="00DF3064">
            <w:pPr>
              <w:keepNext/>
              <w:keepLines/>
              <w:spacing w:after="0"/>
              <w:jc w:val="center"/>
              <w:rPr>
                <w:rFonts w:ascii="Arial" w:hAnsi="Arial"/>
                <w:sz w:val="18"/>
              </w:rPr>
            </w:pPr>
          </w:p>
        </w:tc>
        <w:tc>
          <w:tcPr>
            <w:tcW w:w="825" w:type="dxa"/>
            <w:vMerge/>
            <w:tcBorders>
              <w:left w:val="single" w:sz="6" w:space="0" w:color="auto"/>
              <w:right w:val="single" w:sz="6" w:space="0" w:color="auto"/>
            </w:tcBorders>
            <w:shd w:val="clear" w:color="auto" w:fill="auto"/>
            <w:vAlign w:val="center"/>
          </w:tcPr>
          <w:p w14:paraId="15D012DF" w14:textId="77777777" w:rsidR="001F5A79" w:rsidRPr="008C6DE4" w:rsidRDefault="001F5A79" w:rsidP="00DF3064">
            <w:pPr>
              <w:keepNext/>
              <w:keepLines/>
              <w:spacing w:after="0"/>
              <w:jc w:val="center"/>
              <w:rPr>
                <w:rFonts w:ascii="Arial" w:hAnsi="Arial"/>
                <w:sz w:val="18"/>
              </w:rPr>
            </w:pPr>
          </w:p>
        </w:tc>
        <w:tc>
          <w:tcPr>
            <w:tcW w:w="2267" w:type="dxa"/>
            <w:tcBorders>
              <w:top w:val="single" w:sz="6" w:space="0" w:color="auto"/>
              <w:left w:val="single" w:sz="6" w:space="0" w:color="auto"/>
              <w:bottom w:val="single" w:sz="6" w:space="0" w:color="auto"/>
              <w:right w:val="single" w:sz="4" w:space="0" w:color="auto"/>
            </w:tcBorders>
            <w:shd w:val="clear" w:color="auto" w:fill="auto"/>
            <w:vAlign w:val="center"/>
          </w:tcPr>
          <w:p w14:paraId="6A70B5AC"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FDD_FR1_G</w:t>
            </w:r>
          </w:p>
        </w:tc>
        <w:tc>
          <w:tcPr>
            <w:tcW w:w="982" w:type="dxa"/>
            <w:tcBorders>
              <w:top w:val="single" w:sz="6" w:space="0" w:color="auto"/>
              <w:left w:val="single" w:sz="4" w:space="0" w:color="auto"/>
              <w:bottom w:val="single" w:sz="6" w:space="0" w:color="auto"/>
              <w:right w:val="single" w:sz="6" w:space="0" w:color="auto"/>
            </w:tcBorders>
            <w:shd w:val="clear" w:color="auto" w:fill="auto"/>
            <w:vAlign w:val="center"/>
          </w:tcPr>
          <w:p w14:paraId="00F67E5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056" w:type="dxa"/>
            <w:tcBorders>
              <w:top w:val="single" w:sz="6" w:space="0" w:color="auto"/>
              <w:left w:val="single" w:sz="4" w:space="0" w:color="auto"/>
              <w:bottom w:val="single" w:sz="6" w:space="0" w:color="auto"/>
              <w:right w:val="single" w:sz="6" w:space="0" w:color="auto"/>
            </w:tcBorders>
            <w:shd w:val="clear" w:color="auto" w:fill="auto"/>
            <w:vAlign w:val="center"/>
          </w:tcPr>
          <w:p w14:paraId="0B58ECC7"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D8051B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ECC443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56B783D0" w14:textId="77777777" w:rsidTr="00DF3064">
        <w:trPr>
          <w:jc w:val="center"/>
        </w:trPr>
        <w:tc>
          <w:tcPr>
            <w:tcW w:w="1036" w:type="dxa"/>
            <w:vMerge/>
            <w:tcBorders>
              <w:left w:val="single" w:sz="4" w:space="0" w:color="auto"/>
              <w:right w:val="single" w:sz="6" w:space="0" w:color="auto"/>
            </w:tcBorders>
            <w:shd w:val="clear" w:color="auto" w:fill="auto"/>
            <w:vAlign w:val="center"/>
          </w:tcPr>
          <w:p w14:paraId="7C2AF5BB" w14:textId="77777777" w:rsidR="001F5A79" w:rsidRPr="008C6DE4" w:rsidRDefault="001F5A79" w:rsidP="00DF3064">
            <w:pPr>
              <w:keepNext/>
              <w:keepLines/>
              <w:spacing w:after="0"/>
              <w:jc w:val="center"/>
              <w:rPr>
                <w:rFonts w:ascii="Arial" w:hAnsi="Arial"/>
                <w:sz w:val="18"/>
              </w:rPr>
            </w:pPr>
          </w:p>
        </w:tc>
        <w:tc>
          <w:tcPr>
            <w:tcW w:w="1126" w:type="dxa"/>
            <w:vMerge/>
            <w:tcBorders>
              <w:left w:val="single" w:sz="6" w:space="0" w:color="auto"/>
              <w:right w:val="single" w:sz="6" w:space="0" w:color="auto"/>
            </w:tcBorders>
            <w:shd w:val="clear" w:color="auto" w:fill="auto"/>
            <w:vAlign w:val="center"/>
          </w:tcPr>
          <w:p w14:paraId="17220AF6" w14:textId="77777777" w:rsidR="001F5A79" w:rsidRPr="008C6DE4" w:rsidRDefault="001F5A79" w:rsidP="00DF3064">
            <w:pPr>
              <w:keepNext/>
              <w:keepLines/>
              <w:spacing w:after="0"/>
              <w:jc w:val="center"/>
              <w:rPr>
                <w:rFonts w:ascii="Arial" w:hAnsi="Arial"/>
                <w:sz w:val="18"/>
              </w:rPr>
            </w:pPr>
          </w:p>
        </w:tc>
        <w:tc>
          <w:tcPr>
            <w:tcW w:w="825" w:type="dxa"/>
            <w:vMerge/>
            <w:tcBorders>
              <w:left w:val="single" w:sz="6" w:space="0" w:color="auto"/>
              <w:right w:val="single" w:sz="6" w:space="0" w:color="auto"/>
            </w:tcBorders>
            <w:shd w:val="clear" w:color="auto" w:fill="auto"/>
            <w:vAlign w:val="center"/>
          </w:tcPr>
          <w:p w14:paraId="100B34F2" w14:textId="77777777" w:rsidR="001F5A79" w:rsidRPr="008C6DE4" w:rsidRDefault="001F5A79" w:rsidP="00DF3064">
            <w:pPr>
              <w:keepNext/>
              <w:keepLines/>
              <w:spacing w:after="0"/>
              <w:jc w:val="center"/>
              <w:rPr>
                <w:rFonts w:ascii="Arial" w:hAnsi="Arial"/>
                <w:sz w:val="18"/>
              </w:rPr>
            </w:pPr>
          </w:p>
        </w:tc>
        <w:tc>
          <w:tcPr>
            <w:tcW w:w="2267" w:type="dxa"/>
            <w:tcBorders>
              <w:top w:val="single" w:sz="6" w:space="0" w:color="auto"/>
              <w:left w:val="single" w:sz="6" w:space="0" w:color="auto"/>
              <w:bottom w:val="single" w:sz="6" w:space="0" w:color="auto"/>
              <w:right w:val="single" w:sz="4" w:space="0" w:color="auto"/>
            </w:tcBorders>
            <w:shd w:val="clear" w:color="auto" w:fill="auto"/>
            <w:vAlign w:val="center"/>
          </w:tcPr>
          <w:p w14:paraId="18FAD686"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FDD_FR1_H</w:t>
            </w:r>
          </w:p>
        </w:tc>
        <w:tc>
          <w:tcPr>
            <w:tcW w:w="982" w:type="dxa"/>
            <w:tcBorders>
              <w:top w:val="single" w:sz="6" w:space="0" w:color="auto"/>
              <w:left w:val="single" w:sz="4" w:space="0" w:color="auto"/>
              <w:bottom w:val="single" w:sz="6" w:space="0" w:color="auto"/>
              <w:right w:val="single" w:sz="6" w:space="0" w:color="auto"/>
            </w:tcBorders>
            <w:shd w:val="clear" w:color="auto" w:fill="auto"/>
            <w:vAlign w:val="center"/>
          </w:tcPr>
          <w:p w14:paraId="6A04856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1056" w:type="dxa"/>
            <w:tcBorders>
              <w:top w:val="single" w:sz="6" w:space="0" w:color="auto"/>
              <w:left w:val="single" w:sz="4" w:space="0" w:color="auto"/>
              <w:bottom w:val="single" w:sz="6" w:space="0" w:color="auto"/>
              <w:right w:val="single" w:sz="6" w:space="0" w:color="auto"/>
            </w:tcBorders>
            <w:shd w:val="clear" w:color="auto" w:fill="auto"/>
            <w:vAlign w:val="center"/>
          </w:tcPr>
          <w:p w14:paraId="4A7EBF7F"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B85475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430FF85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5D23994B" w14:textId="77777777" w:rsidTr="00DF3064">
        <w:trPr>
          <w:jc w:val="center"/>
        </w:trPr>
        <w:tc>
          <w:tcPr>
            <w:tcW w:w="1036" w:type="dxa"/>
            <w:tcBorders>
              <w:top w:val="single" w:sz="6" w:space="0" w:color="auto"/>
              <w:left w:val="single" w:sz="4" w:space="0" w:color="auto"/>
              <w:bottom w:val="single" w:sz="6" w:space="0" w:color="auto"/>
              <w:right w:val="single" w:sz="6" w:space="0" w:color="auto"/>
            </w:tcBorders>
            <w:shd w:val="clear" w:color="auto" w:fill="auto"/>
            <w:vAlign w:val="center"/>
          </w:tcPr>
          <w:p w14:paraId="5948AAB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±8.5</w:t>
            </w:r>
          </w:p>
        </w:tc>
        <w:tc>
          <w:tcPr>
            <w:tcW w:w="1126" w:type="dxa"/>
            <w:tcBorders>
              <w:top w:val="single" w:sz="6" w:space="0" w:color="auto"/>
              <w:left w:val="single" w:sz="6" w:space="0" w:color="auto"/>
              <w:bottom w:val="single" w:sz="6" w:space="0" w:color="auto"/>
              <w:right w:val="single" w:sz="6" w:space="0" w:color="auto"/>
            </w:tcBorders>
            <w:shd w:val="clear" w:color="auto" w:fill="auto"/>
            <w:vAlign w:val="center"/>
          </w:tcPr>
          <w:p w14:paraId="53C9F46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±11.5</w:t>
            </w:r>
          </w:p>
        </w:tc>
        <w:tc>
          <w:tcPr>
            <w:tcW w:w="825" w:type="dxa"/>
            <w:tcBorders>
              <w:top w:val="single" w:sz="6" w:space="0" w:color="auto"/>
              <w:left w:val="single" w:sz="6" w:space="0" w:color="auto"/>
              <w:bottom w:val="single" w:sz="6" w:space="0" w:color="auto"/>
              <w:right w:val="single" w:sz="6" w:space="0" w:color="auto"/>
            </w:tcBorders>
            <w:shd w:val="clear" w:color="auto" w:fill="auto"/>
            <w:vAlign w:val="center"/>
          </w:tcPr>
          <w:p w14:paraId="05B165DE"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-3dB</w:t>
            </w:r>
            <w:r w:rsidRPr="008C6DE4" w:rsidDel="00786530">
              <w:rPr>
                <w:rFonts w:ascii="Arial" w:hAnsi="Arial"/>
                <w:sz w:val="18"/>
              </w:rPr>
              <w:t xml:space="preserve"> </w:t>
            </w:r>
          </w:p>
        </w:tc>
        <w:tc>
          <w:tcPr>
            <w:tcW w:w="2267" w:type="dxa"/>
            <w:tcBorders>
              <w:top w:val="single" w:sz="6" w:space="0" w:color="auto"/>
              <w:left w:val="single" w:sz="6" w:space="0" w:color="auto"/>
              <w:bottom w:val="single" w:sz="6" w:space="0" w:color="auto"/>
              <w:right w:val="single" w:sz="4" w:space="0" w:color="auto"/>
            </w:tcBorders>
            <w:shd w:val="clear" w:color="auto" w:fill="auto"/>
            <w:vAlign w:val="center"/>
          </w:tcPr>
          <w:p w14:paraId="019D985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 xml:space="preserve">NR_FDD_FR1_A, NR_TDD_FR1_A, </w:t>
            </w:r>
          </w:p>
          <w:p w14:paraId="15EA1F4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p w14:paraId="51BE4F7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 NR_TDD_FR1_C, NR_FDD_FR1_D, NR_TDD_FR1_D, NR_FDD_FR1_E, NR_TDD_FR1_E, NR_FDD_FR1_G, NR_FDD_FR1_H,</w:t>
            </w:r>
          </w:p>
        </w:tc>
        <w:tc>
          <w:tcPr>
            <w:tcW w:w="982" w:type="dxa"/>
            <w:tcBorders>
              <w:top w:val="single" w:sz="6" w:space="0" w:color="auto"/>
              <w:left w:val="single" w:sz="4" w:space="0" w:color="auto"/>
              <w:bottom w:val="single" w:sz="4" w:space="0" w:color="auto"/>
              <w:right w:val="single" w:sz="6" w:space="0" w:color="auto"/>
            </w:tcBorders>
            <w:shd w:val="clear" w:color="auto" w:fill="auto"/>
            <w:vAlign w:val="center"/>
          </w:tcPr>
          <w:p w14:paraId="0CFC674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056" w:type="dxa"/>
            <w:tcBorders>
              <w:top w:val="single" w:sz="6" w:space="0" w:color="auto"/>
              <w:left w:val="single" w:sz="4" w:space="0" w:color="auto"/>
              <w:bottom w:val="single" w:sz="4" w:space="0" w:color="auto"/>
              <w:right w:val="single" w:sz="6" w:space="0" w:color="auto"/>
            </w:tcBorders>
            <w:shd w:val="clear" w:color="auto" w:fill="auto"/>
            <w:vAlign w:val="center"/>
          </w:tcPr>
          <w:p w14:paraId="4A140B47"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N/A</w:t>
            </w:r>
          </w:p>
        </w:tc>
        <w:tc>
          <w:tcPr>
            <w:tcW w:w="1440" w:type="dxa"/>
            <w:tcBorders>
              <w:top w:val="single" w:sz="6" w:space="0" w:color="auto"/>
              <w:left w:val="single" w:sz="6" w:space="0" w:color="auto"/>
              <w:bottom w:val="single" w:sz="4" w:space="0" w:color="auto"/>
              <w:right w:val="single" w:sz="6" w:space="0" w:color="auto"/>
            </w:tcBorders>
            <w:shd w:val="clear" w:color="auto" w:fill="auto"/>
            <w:vAlign w:val="center"/>
          </w:tcPr>
          <w:p w14:paraId="7E018AD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c>
          <w:tcPr>
            <w:tcW w:w="1440" w:type="dxa"/>
            <w:tcBorders>
              <w:top w:val="single" w:sz="6" w:space="0" w:color="auto"/>
              <w:left w:val="single" w:sz="6" w:space="0" w:color="auto"/>
              <w:bottom w:val="single" w:sz="4" w:space="0" w:color="auto"/>
              <w:right w:val="single" w:sz="4" w:space="0" w:color="auto"/>
            </w:tcBorders>
            <w:shd w:val="clear" w:color="auto" w:fill="auto"/>
            <w:vAlign w:val="center"/>
          </w:tcPr>
          <w:p w14:paraId="1C394BF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1F5A79" w:rsidRPr="008C6DE4" w14:paraId="3044F735" w14:textId="77777777" w:rsidTr="00DF3064">
        <w:trPr>
          <w:jc w:val="center"/>
        </w:trPr>
        <w:tc>
          <w:tcPr>
            <w:tcW w:w="10172" w:type="dxa"/>
            <w:gridSpan w:val="8"/>
            <w:tcBorders>
              <w:top w:val="single" w:sz="6" w:space="0" w:color="auto"/>
              <w:left w:val="single" w:sz="4" w:space="0" w:color="auto"/>
              <w:bottom w:val="single" w:sz="4" w:space="0" w:color="auto"/>
              <w:right w:val="single" w:sz="4" w:space="0" w:color="auto"/>
            </w:tcBorders>
            <w:shd w:val="clear" w:color="auto" w:fill="auto"/>
            <w:vAlign w:val="center"/>
          </w:tcPr>
          <w:p w14:paraId="39BCC14A"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Io is assumed to have constant EPRE across the bandwidth.</w:t>
            </w:r>
          </w:p>
          <w:p w14:paraId="19501511" w14:textId="77777777" w:rsidR="001F5A79" w:rsidRPr="008C6DE4" w:rsidRDefault="001F5A79" w:rsidP="00DF3064">
            <w:pPr>
              <w:keepNext/>
              <w:keepLines/>
              <w:spacing w:after="0"/>
              <w:ind w:left="851" w:hanging="851"/>
            </w:pPr>
            <w:r w:rsidRPr="008C6DE4">
              <w:rPr>
                <w:rFonts w:ascii="Arial" w:hAnsi="Arial"/>
                <w:sz w:val="18"/>
              </w:rPr>
              <w:t>NOTE 2:</w:t>
            </w:r>
            <w:r w:rsidRPr="008C6DE4">
              <w:rPr>
                <w:rFonts w:ascii="Arial" w:hAnsi="Arial"/>
                <w:sz w:val="18"/>
              </w:rPr>
              <w:tab/>
              <w:t>NR operating band groups in FR1 are as defined in clause 3.5.2.</w:t>
            </w:r>
          </w:p>
        </w:tc>
      </w:tr>
    </w:tbl>
    <w:p w14:paraId="60CC7169" w14:textId="77777777" w:rsidR="001F5A79" w:rsidRPr="008C6DE4" w:rsidRDefault="001F5A79" w:rsidP="001F5A79">
      <w:pPr>
        <w:rPr>
          <w:lang w:eastAsia="zh-CN"/>
        </w:rPr>
      </w:pPr>
    </w:p>
    <w:p w14:paraId="1E27BC16" w14:textId="77777777" w:rsidR="001F5A79" w:rsidRPr="008C6DE4" w:rsidRDefault="001F5A79" w:rsidP="001F5A79">
      <w:pPr>
        <w:keepNext/>
        <w:keepLines/>
        <w:spacing w:before="120"/>
        <w:ind w:left="1701" w:hanging="1701"/>
        <w:outlineLvl w:val="4"/>
      </w:pPr>
      <w:r w:rsidRPr="008C6DE4">
        <w:rPr>
          <w:rFonts w:ascii="Arial" w:hAnsi="Arial"/>
          <w:sz w:val="22"/>
        </w:rPr>
        <w:t>10.1.19.1.2</w:t>
      </w:r>
      <w:r w:rsidRPr="008C6DE4">
        <w:rPr>
          <w:rFonts w:ascii="Arial" w:hAnsi="Arial"/>
          <w:sz w:val="22"/>
        </w:rPr>
        <w:tab/>
        <w:t>Relative Accuracy</w:t>
      </w:r>
    </w:p>
    <w:p w14:paraId="756763E4" w14:textId="77777777" w:rsidR="001F5A79" w:rsidRPr="008C6DE4" w:rsidRDefault="001F5A79" w:rsidP="001F5A79">
      <w:pPr>
        <w:rPr>
          <w:rFonts w:cs="v4.2.0"/>
          <w:i/>
        </w:rPr>
      </w:pPr>
      <w:r w:rsidRPr="008C6DE4">
        <w:rPr>
          <w:rFonts w:cs="v4.2.0"/>
        </w:rPr>
        <w:t xml:space="preserve">The relative accuracy of </w:t>
      </w:r>
      <w:r w:rsidRPr="008C6DE4">
        <w:rPr>
          <w:rFonts w:cs="v4.2.0"/>
          <w:lang w:eastAsia="zh-CN"/>
        </w:rPr>
        <w:t>SSB based L1-</w:t>
      </w:r>
      <w:r w:rsidRPr="008C6DE4">
        <w:rPr>
          <w:rFonts w:cs="v4.2.0"/>
        </w:rPr>
        <w:t xml:space="preserve">RSRP is defined as the </w:t>
      </w:r>
      <w:r w:rsidRPr="008C6DE4">
        <w:rPr>
          <w:rFonts w:cs="v4.2.0"/>
          <w:lang w:eastAsia="zh-CN"/>
        </w:rPr>
        <w:t>L1-</w:t>
      </w:r>
      <w:r w:rsidRPr="008C6DE4">
        <w:rPr>
          <w:rFonts w:cs="v4.2.0"/>
        </w:rPr>
        <w:t xml:space="preserve">RSRP measured from one SSB compared to the </w:t>
      </w:r>
      <w:r w:rsidRPr="008C6DE4">
        <w:rPr>
          <w:lang w:val="en-US"/>
        </w:rPr>
        <w:t>largest measured value of L1-RSRP among all SSBs of the serving cell</w:t>
      </w:r>
      <w:r w:rsidRPr="008C6DE4">
        <w:rPr>
          <w:rFonts w:cs="v4.2.0"/>
        </w:rPr>
        <w:t>.</w:t>
      </w:r>
    </w:p>
    <w:p w14:paraId="1A70221C" w14:textId="77777777" w:rsidR="001F5A79" w:rsidRPr="008C6DE4" w:rsidRDefault="001F5A79" w:rsidP="001F5A79">
      <w:pPr>
        <w:rPr>
          <w:rFonts w:cs="v4.2.0"/>
          <w:lang w:eastAsia="zh-CN"/>
        </w:rPr>
      </w:pPr>
      <w:r w:rsidRPr="008C6DE4">
        <w:rPr>
          <w:rFonts w:cs="v4.2.0"/>
        </w:rPr>
        <w:t xml:space="preserve">The accuracy requirements in Table </w:t>
      </w:r>
      <w:r w:rsidRPr="008C6DE4">
        <w:rPr>
          <w:lang w:eastAsia="zh-CN"/>
        </w:rPr>
        <w:t>10.1.19</w:t>
      </w:r>
      <w:r w:rsidRPr="008C6DE4">
        <w:t>.1</w:t>
      </w:r>
      <w:r w:rsidRPr="008C6DE4">
        <w:rPr>
          <w:lang w:eastAsia="zh-CN"/>
        </w:rPr>
        <w:t>.2</w:t>
      </w:r>
      <w:r w:rsidRPr="008C6DE4">
        <w:rPr>
          <w:rFonts w:cs="v4.2.0"/>
        </w:rPr>
        <w:t>-1 are valid under the following conditions:</w:t>
      </w:r>
    </w:p>
    <w:p w14:paraId="5AD93E73" w14:textId="77777777" w:rsidR="001F5A79" w:rsidRPr="008C6DE4" w:rsidRDefault="001F5A79" w:rsidP="001F5A79">
      <w:pPr>
        <w:ind w:left="568" w:hanging="284"/>
        <w:rPr>
          <w:rFonts w:eastAsia="PMingLiU"/>
        </w:rPr>
      </w:pPr>
      <w:r w:rsidRPr="008C6DE4">
        <w:t>-</w:t>
      </w:r>
      <w:r w:rsidRPr="008C6DE4">
        <w:tab/>
        <w:t>Conditions defined in clause 7.3 of TS 38.101-1 [18] for reference sensitivity are fulfilled.</w:t>
      </w:r>
    </w:p>
    <w:p w14:paraId="5B3D970B" w14:textId="77777777" w:rsidR="001F5A79" w:rsidRPr="008C6DE4" w:rsidRDefault="001F5A79" w:rsidP="001F5A79">
      <w:pPr>
        <w:ind w:left="568" w:hanging="284"/>
      </w:pPr>
      <w:r w:rsidRPr="008C6DE4">
        <w:rPr>
          <w:rFonts w:eastAsia="PMingLiU"/>
        </w:rPr>
        <w:t>-</w:t>
      </w:r>
      <w:r w:rsidRPr="008C6DE4">
        <w:rPr>
          <w:rFonts w:eastAsia="PMingLiU"/>
        </w:rPr>
        <w:tab/>
      </w:r>
      <w:r w:rsidRPr="008C6DE4">
        <w:t xml:space="preserve">Conditions for L1-RSRP measurements are fulfilled according to Annex B.2.4.1 for a corresponding Band </w:t>
      </w:r>
      <w:r w:rsidRPr="008C6DE4">
        <w:rPr>
          <w:rFonts w:eastAsia="PMingLiU"/>
        </w:rPr>
        <w:t>for each relevant SSB</w:t>
      </w:r>
      <w:r w:rsidRPr="008C6DE4">
        <w:t>.</w:t>
      </w:r>
    </w:p>
    <w:p w14:paraId="64D875F5" w14:textId="77777777" w:rsidR="001F5A79" w:rsidRPr="008C6DE4" w:rsidRDefault="001F5A79" w:rsidP="001F5A79">
      <w:pPr>
        <w:keepNext/>
        <w:keepLines/>
        <w:spacing w:before="60"/>
        <w:jc w:val="center"/>
        <w:rPr>
          <w:rFonts w:ascii="Arial" w:hAnsi="Arial"/>
          <w:b/>
        </w:rPr>
      </w:pPr>
      <w:r w:rsidRPr="008C6DE4">
        <w:rPr>
          <w:rFonts w:ascii="Arial" w:hAnsi="Arial"/>
          <w:b/>
        </w:rPr>
        <w:t>Table 10.1.19.1.2-1: SSB based L1-RSRP relative accuracy in FR1</w:t>
      </w:r>
    </w:p>
    <w:tbl>
      <w:tblPr>
        <w:tblW w:w="10172" w:type="dxa"/>
        <w:jc w:val="center"/>
        <w:tblLook w:val="01E0" w:firstRow="1" w:lastRow="1" w:firstColumn="1" w:lastColumn="1" w:noHBand="0" w:noVBand="0"/>
      </w:tblPr>
      <w:tblGrid>
        <w:gridCol w:w="1033"/>
        <w:gridCol w:w="1049"/>
        <w:gridCol w:w="807"/>
        <w:gridCol w:w="2349"/>
        <w:gridCol w:w="1027"/>
        <w:gridCol w:w="1027"/>
        <w:gridCol w:w="1440"/>
        <w:gridCol w:w="1440"/>
      </w:tblGrid>
      <w:tr w:rsidR="00DD3199" w:rsidRPr="008C6DE4" w14:paraId="65A99B2E" w14:textId="77777777" w:rsidTr="00DF3064">
        <w:trPr>
          <w:jc w:val="center"/>
        </w:trPr>
        <w:tc>
          <w:tcPr>
            <w:tcW w:w="2082"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5F322699" w14:textId="77777777" w:rsidR="001F5A79" w:rsidRPr="008C6DE4" w:rsidRDefault="001F5A79" w:rsidP="00DF3064">
            <w:pPr>
              <w:keepNext/>
              <w:keepLines/>
              <w:spacing w:after="0"/>
              <w:jc w:val="center"/>
            </w:pPr>
            <w:r w:rsidRPr="008C6DE4">
              <w:rPr>
                <w:rFonts w:ascii="Arial" w:hAnsi="Arial"/>
                <w:b/>
                <w:sz w:val="18"/>
              </w:rPr>
              <w:t>Accuracy</w:t>
            </w:r>
          </w:p>
        </w:tc>
        <w:tc>
          <w:tcPr>
            <w:tcW w:w="8090"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21FF9952" w14:textId="77777777" w:rsidR="001F5A79" w:rsidRPr="008C6DE4" w:rsidRDefault="001F5A79" w:rsidP="00DF3064">
            <w:pPr>
              <w:keepNext/>
              <w:keepLines/>
              <w:spacing w:after="0"/>
              <w:jc w:val="center"/>
            </w:pPr>
            <w:r w:rsidRPr="008C6DE4">
              <w:rPr>
                <w:rFonts w:ascii="Arial" w:hAnsi="Arial"/>
                <w:b/>
                <w:sz w:val="18"/>
              </w:rPr>
              <w:t>Conditions</w:t>
            </w:r>
          </w:p>
        </w:tc>
      </w:tr>
      <w:tr w:rsidR="00DD3199" w:rsidRPr="008C6DE4" w14:paraId="588367D3" w14:textId="77777777" w:rsidTr="00DF3064">
        <w:trPr>
          <w:jc w:val="center"/>
        </w:trPr>
        <w:tc>
          <w:tcPr>
            <w:tcW w:w="1033"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36B31CF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049"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06BD14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80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3477F0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SSB Ês/Iot</w:t>
            </w:r>
            <w:r w:rsidRPr="008C6DE4">
              <w:rPr>
                <w:rFonts w:ascii="Arial" w:hAnsi="Arial"/>
                <w:b/>
                <w:sz w:val="18"/>
                <w:vertAlign w:val="superscript"/>
              </w:rPr>
              <w:t xml:space="preserve"> Note 2</w:t>
            </w:r>
          </w:p>
        </w:tc>
        <w:tc>
          <w:tcPr>
            <w:tcW w:w="7283"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38E2312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1</w:t>
            </w:r>
            <w:r w:rsidRPr="008C6DE4">
              <w:rPr>
                <w:rFonts w:ascii="Arial" w:hAnsi="Arial"/>
                <w:b/>
                <w:sz w:val="18"/>
              </w:rPr>
              <w:t xml:space="preserve"> range</w:t>
            </w:r>
          </w:p>
        </w:tc>
      </w:tr>
      <w:tr w:rsidR="00DD3199" w:rsidRPr="008C6DE4" w14:paraId="5B71FF7E" w14:textId="77777777" w:rsidTr="00DF3064">
        <w:trPr>
          <w:jc w:val="center"/>
        </w:trPr>
        <w:tc>
          <w:tcPr>
            <w:tcW w:w="1033" w:type="dxa"/>
            <w:vMerge/>
            <w:tcBorders>
              <w:top w:val="single" w:sz="6" w:space="0" w:color="auto"/>
              <w:left w:val="single" w:sz="4" w:space="0" w:color="auto"/>
              <w:bottom w:val="single" w:sz="6" w:space="0" w:color="auto"/>
              <w:right w:val="single" w:sz="6" w:space="0" w:color="auto"/>
            </w:tcBorders>
            <w:shd w:val="clear" w:color="auto" w:fill="auto"/>
            <w:vAlign w:val="center"/>
          </w:tcPr>
          <w:p w14:paraId="4432E344" w14:textId="77777777" w:rsidR="001F5A79" w:rsidRPr="008C6DE4" w:rsidRDefault="001F5A79" w:rsidP="00DF3064">
            <w:pPr>
              <w:keepNext/>
              <w:keepLines/>
              <w:spacing w:after="0"/>
              <w:jc w:val="center"/>
              <w:rPr>
                <w:rFonts w:ascii="Arial" w:hAnsi="Arial"/>
                <w:b/>
                <w:sz w:val="18"/>
              </w:rPr>
            </w:pPr>
          </w:p>
        </w:tc>
        <w:tc>
          <w:tcPr>
            <w:tcW w:w="1049"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F458AD5" w14:textId="77777777" w:rsidR="001F5A79" w:rsidRPr="008C6DE4" w:rsidRDefault="001F5A79" w:rsidP="00DF3064">
            <w:pPr>
              <w:keepNext/>
              <w:keepLines/>
              <w:spacing w:after="0"/>
              <w:jc w:val="center"/>
              <w:rPr>
                <w:rFonts w:ascii="Arial" w:hAnsi="Arial"/>
                <w:b/>
                <w:sz w:val="18"/>
              </w:rPr>
            </w:pPr>
          </w:p>
        </w:tc>
        <w:tc>
          <w:tcPr>
            <w:tcW w:w="80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9EBF321" w14:textId="77777777" w:rsidR="001F5A79" w:rsidRPr="008C6DE4" w:rsidRDefault="001F5A79" w:rsidP="00DF3064">
            <w:pPr>
              <w:keepNext/>
              <w:keepLines/>
              <w:spacing w:after="0"/>
              <w:jc w:val="center"/>
              <w:rPr>
                <w:rFonts w:ascii="Arial" w:hAnsi="Arial"/>
                <w:b/>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4BDB2C9A"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NR operating band groups</w:t>
            </w:r>
            <w:r w:rsidRPr="008C6DE4">
              <w:rPr>
                <w:rFonts w:ascii="Arial" w:hAnsi="Arial"/>
                <w:b/>
                <w:sz w:val="18"/>
                <w:vertAlign w:val="superscript"/>
              </w:rPr>
              <w:t xml:space="preserve"> Note 4</w:t>
            </w:r>
          </w:p>
        </w:tc>
        <w:tc>
          <w:tcPr>
            <w:tcW w:w="3494" w:type="dxa"/>
            <w:gridSpan w:val="3"/>
            <w:tcBorders>
              <w:top w:val="single" w:sz="4" w:space="0" w:color="auto"/>
              <w:left w:val="single" w:sz="4" w:space="0" w:color="auto"/>
              <w:bottom w:val="single" w:sz="6" w:space="0" w:color="auto"/>
              <w:right w:val="single" w:sz="6" w:space="0" w:color="auto"/>
            </w:tcBorders>
            <w:shd w:val="clear" w:color="auto" w:fill="auto"/>
            <w:vAlign w:val="center"/>
          </w:tcPr>
          <w:p w14:paraId="324AF43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008723B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6FE724C3" w14:textId="77777777" w:rsidTr="00DF3064">
        <w:trPr>
          <w:trHeight w:val="308"/>
          <w:jc w:val="center"/>
        </w:trPr>
        <w:tc>
          <w:tcPr>
            <w:tcW w:w="1033" w:type="dxa"/>
            <w:vMerge w:val="restart"/>
            <w:tcBorders>
              <w:top w:val="single" w:sz="6" w:space="0" w:color="auto"/>
              <w:left w:val="single" w:sz="4" w:space="0" w:color="auto"/>
              <w:right w:val="single" w:sz="6" w:space="0" w:color="auto"/>
            </w:tcBorders>
            <w:shd w:val="clear" w:color="auto" w:fill="auto"/>
            <w:vAlign w:val="center"/>
          </w:tcPr>
          <w:p w14:paraId="3F6360B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49" w:type="dxa"/>
            <w:vMerge w:val="restart"/>
            <w:tcBorders>
              <w:top w:val="single" w:sz="6" w:space="0" w:color="auto"/>
              <w:left w:val="single" w:sz="6" w:space="0" w:color="auto"/>
              <w:right w:val="single" w:sz="6" w:space="0" w:color="auto"/>
            </w:tcBorders>
            <w:shd w:val="clear" w:color="auto" w:fill="auto"/>
            <w:vAlign w:val="center"/>
          </w:tcPr>
          <w:p w14:paraId="6282068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807" w:type="dxa"/>
            <w:vMerge w:val="restart"/>
            <w:tcBorders>
              <w:top w:val="single" w:sz="6" w:space="0" w:color="auto"/>
              <w:left w:val="single" w:sz="6" w:space="0" w:color="auto"/>
              <w:right w:val="single" w:sz="6" w:space="0" w:color="auto"/>
            </w:tcBorders>
            <w:shd w:val="clear" w:color="auto" w:fill="auto"/>
            <w:vAlign w:val="center"/>
          </w:tcPr>
          <w:p w14:paraId="3142204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2349" w:type="dxa"/>
            <w:vMerge w:val="restart"/>
            <w:tcBorders>
              <w:top w:val="single" w:sz="6" w:space="0" w:color="auto"/>
              <w:left w:val="single" w:sz="6" w:space="0" w:color="auto"/>
              <w:right w:val="single" w:sz="4" w:space="0" w:color="auto"/>
            </w:tcBorders>
            <w:shd w:val="clear" w:color="auto" w:fill="auto"/>
            <w:vAlign w:val="center"/>
          </w:tcPr>
          <w:p w14:paraId="50DDCB9D" w14:textId="77777777" w:rsidR="001F5A79" w:rsidRPr="008C6DE4" w:rsidRDefault="001F5A79" w:rsidP="00DF3064">
            <w:pPr>
              <w:keepNext/>
              <w:keepLines/>
              <w:spacing w:after="0"/>
              <w:jc w:val="center"/>
              <w:rPr>
                <w:rFonts w:ascii="Arial" w:hAnsi="Arial"/>
                <w:b/>
                <w:sz w:val="18"/>
              </w:rPr>
            </w:pPr>
          </w:p>
        </w:tc>
        <w:tc>
          <w:tcPr>
            <w:tcW w:w="205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67D9353A"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12DBE13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185AD69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70723D21" w14:textId="77777777" w:rsidTr="00DF3064">
        <w:trPr>
          <w:trHeight w:val="307"/>
          <w:jc w:val="center"/>
        </w:trPr>
        <w:tc>
          <w:tcPr>
            <w:tcW w:w="1033" w:type="dxa"/>
            <w:vMerge/>
            <w:tcBorders>
              <w:left w:val="single" w:sz="4" w:space="0" w:color="auto"/>
              <w:bottom w:val="single" w:sz="6" w:space="0" w:color="auto"/>
              <w:right w:val="single" w:sz="6" w:space="0" w:color="auto"/>
            </w:tcBorders>
            <w:shd w:val="clear" w:color="auto" w:fill="auto"/>
            <w:vAlign w:val="center"/>
          </w:tcPr>
          <w:p w14:paraId="117A38BD" w14:textId="77777777" w:rsidR="001F5A79" w:rsidRPr="008C6DE4" w:rsidRDefault="001F5A79" w:rsidP="00DF3064">
            <w:pPr>
              <w:keepNext/>
              <w:keepLines/>
              <w:spacing w:after="0"/>
              <w:jc w:val="center"/>
              <w:rPr>
                <w:rFonts w:ascii="Arial" w:hAnsi="Arial"/>
                <w:b/>
                <w:sz w:val="18"/>
              </w:rPr>
            </w:pPr>
          </w:p>
        </w:tc>
        <w:tc>
          <w:tcPr>
            <w:tcW w:w="1049" w:type="dxa"/>
            <w:vMerge/>
            <w:tcBorders>
              <w:left w:val="single" w:sz="6" w:space="0" w:color="auto"/>
              <w:bottom w:val="single" w:sz="6" w:space="0" w:color="auto"/>
              <w:right w:val="single" w:sz="6" w:space="0" w:color="auto"/>
            </w:tcBorders>
            <w:shd w:val="clear" w:color="auto" w:fill="auto"/>
            <w:vAlign w:val="center"/>
          </w:tcPr>
          <w:p w14:paraId="18DF73B8" w14:textId="77777777" w:rsidR="001F5A79" w:rsidRPr="008C6DE4" w:rsidRDefault="001F5A79" w:rsidP="00DF3064">
            <w:pPr>
              <w:keepNext/>
              <w:keepLines/>
              <w:spacing w:after="0"/>
              <w:jc w:val="center"/>
              <w:rPr>
                <w:rFonts w:ascii="Arial" w:hAnsi="Arial"/>
                <w:b/>
                <w:sz w:val="18"/>
              </w:rPr>
            </w:pPr>
          </w:p>
        </w:tc>
        <w:tc>
          <w:tcPr>
            <w:tcW w:w="807" w:type="dxa"/>
            <w:vMerge/>
            <w:tcBorders>
              <w:left w:val="single" w:sz="6" w:space="0" w:color="auto"/>
              <w:bottom w:val="single" w:sz="6" w:space="0" w:color="auto"/>
              <w:right w:val="single" w:sz="6" w:space="0" w:color="auto"/>
            </w:tcBorders>
            <w:shd w:val="clear" w:color="auto" w:fill="auto"/>
            <w:vAlign w:val="center"/>
          </w:tcPr>
          <w:p w14:paraId="4F671124" w14:textId="77777777" w:rsidR="001F5A79" w:rsidRPr="008C6DE4" w:rsidRDefault="001F5A79" w:rsidP="00DF3064">
            <w:pPr>
              <w:keepNext/>
              <w:keepLines/>
              <w:spacing w:after="0"/>
              <w:jc w:val="center"/>
              <w:rPr>
                <w:rFonts w:ascii="Arial" w:hAnsi="Arial"/>
                <w:b/>
                <w:sz w:val="18"/>
              </w:rPr>
            </w:pPr>
          </w:p>
        </w:tc>
        <w:tc>
          <w:tcPr>
            <w:tcW w:w="2349" w:type="dxa"/>
            <w:vMerge/>
            <w:tcBorders>
              <w:left w:val="single" w:sz="6" w:space="0" w:color="auto"/>
              <w:bottom w:val="single" w:sz="6" w:space="0" w:color="auto"/>
              <w:right w:val="single" w:sz="4" w:space="0" w:color="auto"/>
            </w:tcBorders>
            <w:shd w:val="clear" w:color="auto" w:fill="auto"/>
            <w:vAlign w:val="center"/>
          </w:tcPr>
          <w:p w14:paraId="40096DDE" w14:textId="77777777" w:rsidR="001F5A79" w:rsidRPr="008C6DE4" w:rsidRDefault="001F5A79" w:rsidP="00DF3064">
            <w:pPr>
              <w:keepNext/>
              <w:keepLines/>
              <w:spacing w:after="0"/>
              <w:jc w:val="center"/>
              <w:rPr>
                <w:rFonts w:ascii="Arial" w:hAnsi="Arial"/>
                <w:b/>
                <w:sz w:val="18"/>
              </w:rPr>
            </w:pP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4C8A4AE"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6062888B"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440" w:type="dxa"/>
            <w:vMerge/>
            <w:tcBorders>
              <w:left w:val="single" w:sz="6" w:space="0" w:color="auto"/>
              <w:bottom w:val="single" w:sz="6" w:space="0" w:color="auto"/>
              <w:right w:val="single" w:sz="6" w:space="0" w:color="auto"/>
            </w:tcBorders>
            <w:shd w:val="clear" w:color="auto" w:fill="auto"/>
            <w:vAlign w:val="center"/>
          </w:tcPr>
          <w:p w14:paraId="3F1D1476"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59A6D625" w14:textId="77777777" w:rsidR="001F5A79" w:rsidRPr="008C6DE4" w:rsidRDefault="001F5A79" w:rsidP="00DF3064">
            <w:pPr>
              <w:keepNext/>
              <w:keepLines/>
              <w:spacing w:after="0"/>
              <w:jc w:val="center"/>
              <w:rPr>
                <w:rFonts w:ascii="Arial" w:hAnsi="Arial"/>
                <w:b/>
                <w:sz w:val="18"/>
              </w:rPr>
            </w:pPr>
          </w:p>
        </w:tc>
      </w:tr>
      <w:tr w:rsidR="00DD3199" w:rsidRPr="008C6DE4" w14:paraId="06CDC812" w14:textId="77777777" w:rsidTr="00DF3064">
        <w:trPr>
          <w:jc w:val="center"/>
        </w:trPr>
        <w:tc>
          <w:tcPr>
            <w:tcW w:w="1033" w:type="dxa"/>
            <w:vMerge w:val="restart"/>
            <w:tcBorders>
              <w:top w:val="single" w:sz="6" w:space="0" w:color="auto"/>
              <w:left w:val="single" w:sz="4" w:space="0" w:color="auto"/>
              <w:right w:val="single" w:sz="6" w:space="0" w:color="auto"/>
            </w:tcBorders>
            <w:shd w:val="clear" w:color="auto" w:fill="auto"/>
            <w:vAlign w:val="center"/>
          </w:tcPr>
          <w:p w14:paraId="69A00635" w14:textId="77777777" w:rsidR="001F5A79" w:rsidRPr="008C6DE4" w:rsidRDefault="001F5A79" w:rsidP="00DF3064">
            <w:pPr>
              <w:keepNext/>
              <w:keepLines/>
              <w:spacing w:after="0"/>
              <w:jc w:val="center"/>
              <w:rPr>
                <w:rFonts w:ascii="Arial" w:hAnsi="Arial"/>
                <w:sz w:val="18"/>
              </w:rPr>
            </w:pPr>
            <w:r w:rsidRPr="008C6DE4">
              <w:rPr>
                <w:rFonts w:ascii="Arial" w:hAnsi="Arial" w:cs="Arial"/>
                <w:sz w:val="18"/>
              </w:rPr>
              <w:t>±</w:t>
            </w:r>
            <w:r w:rsidRPr="008C6DE4">
              <w:rPr>
                <w:rFonts w:ascii="Arial" w:hAnsi="Arial"/>
                <w:sz w:val="18"/>
              </w:rPr>
              <w:t>3</w:t>
            </w:r>
          </w:p>
        </w:tc>
        <w:tc>
          <w:tcPr>
            <w:tcW w:w="1049" w:type="dxa"/>
            <w:vMerge w:val="restart"/>
            <w:tcBorders>
              <w:top w:val="single" w:sz="6" w:space="0" w:color="auto"/>
              <w:left w:val="single" w:sz="6" w:space="0" w:color="auto"/>
              <w:right w:val="single" w:sz="6" w:space="0" w:color="auto"/>
            </w:tcBorders>
            <w:shd w:val="clear" w:color="auto" w:fill="auto"/>
            <w:vAlign w:val="center"/>
          </w:tcPr>
          <w:p w14:paraId="3B1B1CC2" w14:textId="77777777" w:rsidR="001F5A79" w:rsidRPr="008C6DE4" w:rsidRDefault="001F5A79" w:rsidP="00DF3064">
            <w:pPr>
              <w:keepNext/>
              <w:keepLines/>
              <w:spacing w:after="0"/>
              <w:jc w:val="center"/>
              <w:rPr>
                <w:rFonts w:ascii="Arial" w:hAnsi="Arial"/>
                <w:sz w:val="18"/>
              </w:rPr>
            </w:pPr>
            <w:r w:rsidRPr="008C6DE4">
              <w:rPr>
                <w:rFonts w:ascii="Arial" w:hAnsi="Arial" w:cs="Arial"/>
                <w:sz w:val="18"/>
              </w:rPr>
              <w:t>±</w:t>
            </w:r>
            <w:r w:rsidRPr="008C6DE4">
              <w:rPr>
                <w:rFonts w:ascii="Arial" w:hAnsi="Arial"/>
                <w:sz w:val="18"/>
              </w:rPr>
              <w:t>4</w:t>
            </w:r>
          </w:p>
        </w:tc>
        <w:tc>
          <w:tcPr>
            <w:tcW w:w="807" w:type="dxa"/>
            <w:vMerge w:val="restart"/>
            <w:tcBorders>
              <w:top w:val="single" w:sz="6" w:space="0" w:color="auto"/>
              <w:left w:val="single" w:sz="6" w:space="0" w:color="auto"/>
              <w:right w:val="single" w:sz="6" w:space="0" w:color="auto"/>
            </w:tcBorders>
            <w:shd w:val="clear" w:color="auto" w:fill="auto"/>
            <w:vAlign w:val="center"/>
          </w:tcPr>
          <w:p w14:paraId="1A2B21D6"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-3dB</w:t>
            </w: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03BDBCA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NR_FDD_FR1_A, NR_TDD_FR1_A,</w:t>
            </w:r>
          </w:p>
          <w:p w14:paraId="20FBF99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7DA2C6E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68B697B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3FE6254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7B304B8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4F8EED24" w14:textId="77777777" w:rsidTr="00DF3064">
        <w:trPr>
          <w:jc w:val="center"/>
        </w:trPr>
        <w:tc>
          <w:tcPr>
            <w:tcW w:w="1033" w:type="dxa"/>
            <w:vMerge/>
            <w:tcBorders>
              <w:left w:val="single" w:sz="4" w:space="0" w:color="auto"/>
              <w:right w:val="single" w:sz="6" w:space="0" w:color="auto"/>
            </w:tcBorders>
            <w:shd w:val="clear" w:color="auto" w:fill="auto"/>
            <w:vAlign w:val="center"/>
          </w:tcPr>
          <w:p w14:paraId="1F81082C"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34234B37"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49093E8B"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tcPr>
          <w:p w14:paraId="02B131D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1027" w:type="dxa"/>
            <w:tcBorders>
              <w:top w:val="single" w:sz="6" w:space="0" w:color="auto"/>
              <w:left w:val="single" w:sz="4" w:space="0" w:color="auto"/>
              <w:bottom w:val="single" w:sz="6" w:space="0" w:color="auto"/>
              <w:right w:val="single" w:sz="6" w:space="0" w:color="auto"/>
            </w:tcBorders>
            <w:shd w:val="clear" w:color="auto" w:fill="auto"/>
          </w:tcPr>
          <w:p w14:paraId="62D2BD2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9B07C02"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2923198"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ja-JP"/>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0D85580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6BCC8E75" w14:textId="77777777" w:rsidTr="00DF3064">
        <w:trPr>
          <w:jc w:val="center"/>
        </w:trPr>
        <w:tc>
          <w:tcPr>
            <w:tcW w:w="1033" w:type="dxa"/>
            <w:vMerge/>
            <w:tcBorders>
              <w:left w:val="single" w:sz="4" w:space="0" w:color="auto"/>
              <w:right w:val="single" w:sz="6" w:space="0" w:color="auto"/>
            </w:tcBorders>
            <w:shd w:val="clear" w:color="auto" w:fill="auto"/>
            <w:vAlign w:val="center"/>
          </w:tcPr>
          <w:p w14:paraId="392C6DCC"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787CFE47"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6E33DB75"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5677067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2F402A3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BA18801"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EEB756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7A034DC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51A1F96D" w14:textId="77777777" w:rsidTr="00DF3064">
        <w:trPr>
          <w:jc w:val="center"/>
        </w:trPr>
        <w:tc>
          <w:tcPr>
            <w:tcW w:w="1033" w:type="dxa"/>
            <w:vMerge/>
            <w:tcBorders>
              <w:left w:val="single" w:sz="4" w:space="0" w:color="auto"/>
              <w:right w:val="single" w:sz="6" w:space="0" w:color="auto"/>
            </w:tcBorders>
            <w:shd w:val="clear" w:color="auto" w:fill="auto"/>
            <w:vAlign w:val="center"/>
          </w:tcPr>
          <w:p w14:paraId="21820861"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14883E0B"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49C0E671"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08554A9B"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B1BCFB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-119.5</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04FC43D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-116.5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CC2ACC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36C025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34F6588A" w14:textId="77777777" w:rsidTr="00DF3064">
        <w:trPr>
          <w:jc w:val="center"/>
        </w:trPr>
        <w:tc>
          <w:tcPr>
            <w:tcW w:w="1033" w:type="dxa"/>
            <w:vMerge/>
            <w:tcBorders>
              <w:left w:val="single" w:sz="4" w:space="0" w:color="auto"/>
              <w:right w:val="single" w:sz="6" w:space="0" w:color="auto"/>
            </w:tcBorders>
            <w:shd w:val="clear" w:color="auto" w:fill="auto"/>
            <w:vAlign w:val="center"/>
          </w:tcPr>
          <w:p w14:paraId="4DEAAB2E"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3EB5E2B8"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62C792F8"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1D5E240A"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3F99555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786BF645"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-116</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0D3A51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27105C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4D6E91CD" w14:textId="77777777" w:rsidTr="00DF3064">
        <w:trPr>
          <w:jc w:val="center"/>
        </w:trPr>
        <w:tc>
          <w:tcPr>
            <w:tcW w:w="1033" w:type="dxa"/>
            <w:vMerge/>
            <w:tcBorders>
              <w:left w:val="single" w:sz="4" w:space="0" w:color="auto"/>
              <w:right w:val="single" w:sz="6" w:space="0" w:color="auto"/>
            </w:tcBorders>
            <w:shd w:val="clear" w:color="auto" w:fill="auto"/>
            <w:vAlign w:val="center"/>
          </w:tcPr>
          <w:p w14:paraId="69AF6C0A"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09D0A788"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24B7D577"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3B84ED87"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FDD_FR1_G</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75992FD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10CCC56A"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ABE2E7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0D09D64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61302D7F" w14:textId="77777777" w:rsidTr="00DF3064">
        <w:trPr>
          <w:jc w:val="center"/>
        </w:trPr>
        <w:tc>
          <w:tcPr>
            <w:tcW w:w="1033" w:type="dxa"/>
            <w:vMerge/>
            <w:tcBorders>
              <w:left w:val="single" w:sz="4" w:space="0" w:color="auto"/>
              <w:right w:val="single" w:sz="6" w:space="0" w:color="auto"/>
            </w:tcBorders>
            <w:shd w:val="clear" w:color="auto" w:fill="auto"/>
            <w:vAlign w:val="center"/>
          </w:tcPr>
          <w:p w14:paraId="25DC32CD" w14:textId="77777777" w:rsidR="001F5A79" w:rsidRPr="008C6DE4" w:rsidRDefault="001F5A79" w:rsidP="00DF3064">
            <w:pPr>
              <w:keepNext/>
              <w:keepLines/>
              <w:spacing w:after="0"/>
              <w:jc w:val="center"/>
              <w:rPr>
                <w:rFonts w:ascii="Arial" w:hAnsi="Arial"/>
                <w:sz w:val="18"/>
              </w:rPr>
            </w:pPr>
          </w:p>
        </w:tc>
        <w:tc>
          <w:tcPr>
            <w:tcW w:w="1049" w:type="dxa"/>
            <w:vMerge/>
            <w:tcBorders>
              <w:left w:val="single" w:sz="6" w:space="0" w:color="auto"/>
              <w:right w:val="single" w:sz="6" w:space="0" w:color="auto"/>
            </w:tcBorders>
            <w:shd w:val="clear" w:color="auto" w:fill="auto"/>
            <w:vAlign w:val="center"/>
          </w:tcPr>
          <w:p w14:paraId="0B95A756" w14:textId="77777777" w:rsidR="001F5A79" w:rsidRPr="008C6DE4" w:rsidRDefault="001F5A79" w:rsidP="00DF3064">
            <w:pPr>
              <w:keepNext/>
              <w:keepLines/>
              <w:spacing w:after="0"/>
              <w:jc w:val="center"/>
              <w:rPr>
                <w:rFonts w:ascii="Arial" w:hAnsi="Arial"/>
                <w:sz w:val="18"/>
              </w:rPr>
            </w:pPr>
          </w:p>
        </w:tc>
        <w:tc>
          <w:tcPr>
            <w:tcW w:w="807" w:type="dxa"/>
            <w:vMerge/>
            <w:tcBorders>
              <w:left w:val="single" w:sz="6" w:space="0" w:color="auto"/>
              <w:right w:val="single" w:sz="6" w:space="0" w:color="auto"/>
            </w:tcBorders>
            <w:shd w:val="clear" w:color="auto" w:fill="auto"/>
            <w:vAlign w:val="center"/>
          </w:tcPr>
          <w:p w14:paraId="07413EF3" w14:textId="77777777" w:rsidR="001F5A79" w:rsidRPr="008C6DE4" w:rsidRDefault="001F5A79" w:rsidP="00DF3064">
            <w:pPr>
              <w:keepNext/>
              <w:keepLines/>
              <w:spacing w:after="0"/>
              <w:jc w:val="center"/>
              <w:rPr>
                <w:rFonts w:ascii="Arial" w:hAnsi="Arial"/>
                <w:sz w:val="18"/>
              </w:rPr>
            </w:pPr>
          </w:p>
        </w:tc>
        <w:tc>
          <w:tcPr>
            <w:tcW w:w="2349" w:type="dxa"/>
            <w:tcBorders>
              <w:top w:val="single" w:sz="6" w:space="0" w:color="auto"/>
              <w:left w:val="single" w:sz="6" w:space="0" w:color="auto"/>
              <w:bottom w:val="single" w:sz="6" w:space="0" w:color="auto"/>
              <w:right w:val="single" w:sz="4" w:space="0" w:color="auto"/>
            </w:tcBorders>
            <w:shd w:val="clear" w:color="auto" w:fill="auto"/>
            <w:vAlign w:val="center"/>
          </w:tcPr>
          <w:p w14:paraId="6D18A64C"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FDD_FR1_H</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65B0B06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1027" w:type="dxa"/>
            <w:tcBorders>
              <w:top w:val="single" w:sz="6" w:space="0" w:color="auto"/>
              <w:left w:val="single" w:sz="4" w:space="0" w:color="auto"/>
              <w:bottom w:val="single" w:sz="6" w:space="0" w:color="auto"/>
              <w:right w:val="single" w:sz="6" w:space="0" w:color="auto"/>
            </w:tcBorders>
            <w:shd w:val="clear" w:color="auto" w:fill="auto"/>
            <w:vAlign w:val="center"/>
          </w:tcPr>
          <w:p w14:paraId="466BACB1"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BCCDD4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D5140C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1F5A79" w:rsidRPr="008C6DE4" w14:paraId="65987A34" w14:textId="77777777" w:rsidTr="00DF3064">
        <w:trPr>
          <w:jc w:val="center"/>
        </w:trPr>
        <w:tc>
          <w:tcPr>
            <w:tcW w:w="10172" w:type="dxa"/>
            <w:gridSpan w:val="8"/>
            <w:tcBorders>
              <w:top w:val="single" w:sz="6" w:space="0" w:color="auto"/>
              <w:left w:val="single" w:sz="4" w:space="0" w:color="auto"/>
              <w:bottom w:val="single" w:sz="4" w:space="0" w:color="auto"/>
              <w:right w:val="single" w:sz="4" w:space="0" w:color="auto"/>
            </w:tcBorders>
            <w:shd w:val="clear" w:color="auto" w:fill="auto"/>
            <w:vAlign w:val="center"/>
          </w:tcPr>
          <w:p w14:paraId="30CC5716" w14:textId="77777777" w:rsidR="000E67F4" w:rsidRPr="008C6DE4" w:rsidRDefault="000E67F4" w:rsidP="000E67F4">
            <w:pPr>
              <w:keepNext/>
              <w:keepLines/>
              <w:spacing w:after="0"/>
              <w:ind w:left="851" w:hanging="851"/>
            </w:pPr>
            <w:r w:rsidRPr="008C6DE4">
              <w:rPr>
                <w:rFonts w:ascii="Arial" w:hAnsi="Arial"/>
                <w:sz w:val="18"/>
              </w:rPr>
              <w:t>NOTE 1:</w:t>
            </w:r>
            <w:r w:rsidRPr="008C6DE4">
              <w:rPr>
                <w:rFonts w:ascii="Arial" w:hAnsi="Arial"/>
                <w:sz w:val="18"/>
              </w:rPr>
              <w:tab/>
              <w:t>Io is assumed to have constant EPRE across the bandwidth.</w:t>
            </w:r>
          </w:p>
          <w:p w14:paraId="2A35AC74" w14:textId="77777777" w:rsidR="000E67F4" w:rsidRPr="008C6DE4" w:rsidRDefault="000E67F4" w:rsidP="000E67F4">
            <w:pPr>
              <w:keepNext/>
              <w:keepLines/>
              <w:spacing w:after="0"/>
              <w:ind w:left="851" w:hanging="851"/>
            </w:pPr>
            <w:r w:rsidRPr="008C6DE4">
              <w:rPr>
                <w:rFonts w:ascii="Arial" w:hAnsi="Arial"/>
                <w:sz w:val="18"/>
              </w:rPr>
              <w:t>NOTE 2:</w:t>
            </w:r>
            <w:r w:rsidRPr="008C6DE4">
              <w:rPr>
                <w:rFonts w:ascii="Arial" w:hAnsi="Arial"/>
                <w:sz w:val="18"/>
              </w:rPr>
              <w:tab/>
              <w:t>The parameter SSB Ês/Iot is the minimum SSB Ês/Iot of the pair of SSBs to which the requirement applies.</w:t>
            </w:r>
          </w:p>
          <w:p w14:paraId="6825A03A" w14:textId="77777777" w:rsidR="000E67F4" w:rsidRPr="008C6DE4" w:rsidRDefault="000E67F4" w:rsidP="000E67F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Void</w:t>
            </w:r>
          </w:p>
          <w:p w14:paraId="2A9D0A14" w14:textId="0680B2DB" w:rsidR="001F5A79" w:rsidRPr="008C6DE4" w:rsidRDefault="000E67F4" w:rsidP="000E67F4">
            <w:pPr>
              <w:keepNext/>
              <w:keepLines/>
              <w:spacing w:after="0"/>
              <w:ind w:left="851" w:hanging="851"/>
            </w:pPr>
            <w:r w:rsidRPr="008C6DE4">
              <w:rPr>
                <w:rFonts w:ascii="Arial" w:hAnsi="Arial"/>
                <w:sz w:val="18"/>
              </w:rPr>
              <w:t>NOTE 4:</w:t>
            </w:r>
            <w:r w:rsidRPr="008C6DE4">
              <w:rPr>
                <w:rFonts w:ascii="Arial" w:hAnsi="Arial"/>
                <w:sz w:val="18"/>
              </w:rPr>
              <w:tab/>
              <w:t>NR operating band groups in FR1 are as defined in clause 3.5.2.</w:t>
            </w:r>
            <w:r w:rsidR="001F5A79" w:rsidRPr="008C6DE4">
              <w:rPr>
                <w:rFonts w:ascii="Arial" w:hAnsi="Arial"/>
                <w:sz w:val="18"/>
              </w:rPr>
              <w:t>.</w:t>
            </w:r>
          </w:p>
        </w:tc>
      </w:tr>
    </w:tbl>
    <w:p w14:paraId="25950E09" w14:textId="77777777" w:rsidR="001F5A79" w:rsidRPr="008C6DE4" w:rsidRDefault="001F5A79" w:rsidP="001F5A79">
      <w:pPr>
        <w:rPr>
          <w:lang w:eastAsia="ko-KR"/>
        </w:rPr>
      </w:pPr>
    </w:p>
    <w:p w14:paraId="62482D62" w14:textId="77777777" w:rsidR="001F5A79" w:rsidRPr="008C6DE4" w:rsidRDefault="001F5A79" w:rsidP="001F5A79">
      <w:pPr>
        <w:keepNext/>
        <w:keepLines/>
        <w:overflowPunct w:val="0"/>
        <w:autoSpaceDE w:val="0"/>
        <w:autoSpaceDN w:val="0"/>
        <w:adjustRightInd w:val="0"/>
        <w:spacing w:before="120"/>
        <w:ind w:left="1418" w:hanging="1418"/>
        <w:textAlignment w:val="baseline"/>
        <w:outlineLvl w:val="3"/>
        <w:rPr>
          <w:rFonts w:ascii="Arial" w:hAnsi="Arial"/>
          <w:sz w:val="24"/>
          <w:lang w:val="en-US"/>
        </w:rPr>
      </w:pPr>
      <w:r w:rsidRPr="008C6DE4">
        <w:rPr>
          <w:rFonts w:ascii="Arial" w:hAnsi="Arial"/>
          <w:sz w:val="24"/>
          <w:lang w:val="en-US"/>
        </w:rPr>
        <w:t>10.1.19.2</w:t>
      </w:r>
      <w:r w:rsidRPr="008C6DE4">
        <w:rPr>
          <w:rFonts w:ascii="Arial" w:hAnsi="Arial"/>
          <w:sz w:val="24"/>
          <w:lang w:val="en-US"/>
        </w:rPr>
        <w:tab/>
        <w:t>CSI-RS based L1-RSRP accuracy requirements</w:t>
      </w:r>
    </w:p>
    <w:p w14:paraId="0601F8B3" w14:textId="77777777" w:rsidR="001F5A79" w:rsidRPr="008C6DE4" w:rsidRDefault="001F5A79" w:rsidP="001F5A79">
      <w:pPr>
        <w:keepNext/>
        <w:keepLines/>
        <w:spacing w:before="120"/>
        <w:ind w:left="1701" w:hanging="1701"/>
        <w:outlineLvl w:val="4"/>
      </w:pPr>
      <w:r w:rsidRPr="008C6DE4">
        <w:rPr>
          <w:rFonts w:ascii="Arial" w:hAnsi="Arial"/>
          <w:sz w:val="22"/>
        </w:rPr>
        <w:t>10.1.19.2.1</w:t>
      </w:r>
      <w:r w:rsidRPr="008C6DE4">
        <w:rPr>
          <w:rFonts w:ascii="Arial" w:hAnsi="Arial"/>
          <w:sz w:val="22"/>
        </w:rPr>
        <w:tab/>
        <w:t>Absolute Accuracy</w:t>
      </w:r>
    </w:p>
    <w:p w14:paraId="14AE9451" w14:textId="77777777" w:rsidR="001F5A79" w:rsidRPr="008C6DE4" w:rsidRDefault="001F5A79" w:rsidP="001F5A79">
      <w:pPr>
        <w:rPr>
          <w:rFonts w:cs="v4.2.0"/>
          <w:i/>
        </w:rPr>
      </w:pPr>
      <w:r w:rsidRPr="008C6DE4">
        <w:rPr>
          <w:rFonts w:cs="v4.2.0"/>
        </w:rPr>
        <w:t xml:space="preserve">Unless otherwise specified, the requirements for absolute accuracy of </w:t>
      </w:r>
      <w:r w:rsidRPr="008C6DE4">
        <w:rPr>
          <w:rFonts w:cs="v4.2.0"/>
          <w:lang w:eastAsia="zh-CN"/>
        </w:rPr>
        <w:t>CSI-RS based L1-</w:t>
      </w:r>
      <w:r w:rsidRPr="008C6DE4">
        <w:rPr>
          <w:rFonts w:cs="v4.2.0"/>
        </w:rPr>
        <w:t>RSRP in this clause apply to all CSI-RS resources of the serving cell configured for L1-RSRP measurement.</w:t>
      </w:r>
    </w:p>
    <w:p w14:paraId="087C9E21"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10.1.19.2.1</w:t>
      </w:r>
      <w:r w:rsidRPr="008C6DE4">
        <w:rPr>
          <w:rFonts w:cs="v4.2.0"/>
        </w:rPr>
        <w:t>-1 are valid under the following conditions:</w:t>
      </w:r>
    </w:p>
    <w:p w14:paraId="2FCAFC08" w14:textId="77777777" w:rsidR="001F5A79" w:rsidRPr="008C6DE4" w:rsidRDefault="001F5A79" w:rsidP="001F5A79">
      <w:pPr>
        <w:ind w:left="568" w:hanging="284"/>
      </w:pPr>
      <w:r w:rsidRPr="008C6DE4">
        <w:t>-</w:t>
      </w:r>
      <w:r w:rsidRPr="008C6DE4">
        <w:tab/>
        <w:t>Conditions defined in clause 7.3 of TS 38.101-1 [18] for reference sensitivity are fulfilled.</w:t>
      </w:r>
    </w:p>
    <w:p w14:paraId="1933808C" w14:textId="2F9231C2" w:rsidR="001F5A79" w:rsidRPr="008C6DE4" w:rsidRDefault="001F5A79" w:rsidP="001F5A79">
      <w:pPr>
        <w:ind w:left="568" w:hanging="284"/>
        <w:rPr>
          <w:lang w:eastAsia="zh-CN"/>
        </w:rPr>
      </w:pPr>
      <w:r w:rsidRPr="008C6DE4">
        <w:t>-</w:t>
      </w:r>
      <w:r w:rsidRPr="008C6DE4">
        <w:rPr>
          <w:rFonts w:ascii="Arial" w:hAnsi="Arial"/>
          <w:sz w:val="28"/>
          <w:lang w:val="en-US"/>
        </w:rPr>
        <w:tab/>
      </w:r>
      <w:r w:rsidRPr="008C6DE4">
        <w:t xml:space="preserve">Conditions for L1-RSRP measurements are fulfilled according to Annex B.2.4.2 for a corresponding Band </w:t>
      </w:r>
      <w:r w:rsidRPr="008C6DE4">
        <w:rPr>
          <w:rFonts w:cs="v4.2.0"/>
          <w:lang w:eastAsia="ko-KR"/>
        </w:rPr>
        <w:t>for each relevant CSI-RS</w:t>
      </w:r>
      <w:r w:rsidRPr="008C6DE4">
        <w:rPr>
          <w:lang w:eastAsia="zh-CN"/>
        </w:rPr>
        <w:t>.</w:t>
      </w:r>
    </w:p>
    <w:p w14:paraId="67D732D4" w14:textId="77777777" w:rsidR="001F5A79" w:rsidRPr="008C6DE4" w:rsidRDefault="001F5A79" w:rsidP="001F5A79">
      <w:pPr>
        <w:ind w:left="568" w:hanging="284"/>
        <w:rPr>
          <w:lang w:eastAsia="zh-CN"/>
        </w:rPr>
      </w:pPr>
      <w:r w:rsidRPr="008C6DE4">
        <w:rPr>
          <w:lang w:eastAsia="zh-CN"/>
        </w:rPr>
        <w:t>-</w:t>
      </w:r>
      <w:r w:rsidRPr="008C6DE4">
        <w:rPr>
          <w:lang w:eastAsia="zh-CN"/>
        </w:rPr>
        <w:tab/>
        <w:t>The bandwidth of CSI-RS is 48 PRBs and the density is 3.</w:t>
      </w:r>
    </w:p>
    <w:p w14:paraId="45C5E328" w14:textId="77777777" w:rsidR="001F5A79" w:rsidRPr="008C6DE4" w:rsidRDefault="001F5A79" w:rsidP="001F5A79">
      <w:pPr>
        <w:tabs>
          <w:tab w:val="left" w:pos="851"/>
        </w:tabs>
        <w:overflowPunct w:val="0"/>
        <w:autoSpaceDE w:val="0"/>
        <w:autoSpaceDN w:val="0"/>
        <w:adjustRightInd w:val="0"/>
        <w:textAlignment w:val="baseline"/>
        <w:rPr>
          <w:rFonts w:eastAsia="PMingLiU"/>
          <w:lang w:eastAsia="zh-CN"/>
        </w:rPr>
      </w:pPr>
      <w:r w:rsidRPr="008C6DE4">
        <w:rPr>
          <w:rFonts w:eastAsia="PMingLiU"/>
          <w:lang w:eastAsia="zh-CN"/>
        </w:rPr>
        <w:t>The performance with larger bandwidth of CSI-RS is equal to or better than the accuracy requirements in Table 10.1.19.2.1-1.</w:t>
      </w:r>
    </w:p>
    <w:p w14:paraId="53A83DD6" w14:textId="77777777" w:rsidR="001F5A79" w:rsidRPr="008C6DE4" w:rsidRDefault="001F5A79" w:rsidP="001F5A79">
      <w:pPr>
        <w:rPr>
          <w:lang w:eastAsia="zh-CN"/>
        </w:rPr>
      </w:pPr>
    </w:p>
    <w:p w14:paraId="78591F71" w14:textId="77777777" w:rsidR="001F5A79" w:rsidRPr="008C6DE4" w:rsidRDefault="001F5A79" w:rsidP="001F5A79">
      <w:pPr>
        <w:keepNext/>
        <w:keepLines/>
        <w:spacing w:before="60"/>
        <w:jc w:val="center"/>
        <w:rPr>
          <w:rFonts w:ascii="Arial" w:hAnsi="Arial"/>
          <w:b/>
        </w:rPr>
      </w:pPr>
      <w:r w:rsidRPr="008C6DE4">
        <w:rPr>
          <w:rFonts w:ascii="Arial" w:hAnsi="Arial"/>
          <w:b/>
        </w:rPr>
        <w:t>Table 10.1.19.2.1-1: CSI-RS based L1-RSRP absolute accuracy in FR1</w:t>
      </w:r>
    </w:p>
    <w:tbl>
      <w:tblPr>
        <w:tblW w:w="10172" w:type="dxa"/>
        <w:jc w:val="center"/>
        <w:tblLook w:val="01E0" w:firstRow="1" w:lastRow="1" w:firstColumn="1" w:lastColumn="1" w:noHBand="0" w:noVBand="0"/>
      </w:tblPr>
      <w:tblGrid>
        <w:gridCol w:w="1031"/>
        <w:gridCol w:w="1043"/>
        <w:gridCol w:w="780"/>
        <w:gridCol w:w="1957"/>
        <w:gridCol w:w="827"/>
        <w:gridCol w:w="827"/>
        <w:gridCol w:w="827"/>
        <w:gridCol w:w="1440"/>
        <w:gridCol w:w="1440"/>
      </w:tblGrid>
      <w:tr w:rsidR="00DD3199" w:rsidRPr="008C6DE4" w14:paraId="190A57C9" w14:textId="77777777" w:rsidTr="00DF3064">
        <w:trPr>
          <w:jc w:val="center"/>
        </w:trPr>
        <w:tc>
          <w:tcPr>
            <w:tcW w:w="2074"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0E18370D" w14:textId="77777777" w:rsidR="001F5A79" w:rsidRPr="008C6DE4" w:rsidRDefault="001F5A79" w:rsidP="00DF3064">
            <w:pPr>
              <w:keepNext/>
              <w:keepLines/>
              <w:spacing w:after="0"/>
              <w:jc w:val="center"/>
            </w:pPr>
            <w:r w:rsidRPr="008C6DE4">
              <w:rPr>
                <w:rFonts w:ascii="Arial" w:hAnsi="Arial"/>
                <w:b/>
                <w:sz w:val="18"/>
              </w:rPr>
              <w:t>Accuracy</w:t>
            </w:r>
          </w:p>
        </w:tc>
        <w:tc>
          <w:tcPr>
            <w:tcW w:w="8098" w:type="dxa"/>
            <w:gridSpan w:val="7"/>
            <w:tcBorders>
              <w:top w:val="single" w:sz="4" w:space="0" w:color="auto"/>
              <w:left w:val="single" w:sz="6" w:space="0" w:color="auto"/>
              <w:bottom w:val="single" w:sz="6" w:space="0" w:color="auto"/>
              <w:right w:val="single" w:sz="4" w:space="0" w:color="auto"/>
            </w:tcBorders>
            <w:shd w:val="clear" w:color="auto" w:fill="auto"/>
            <w:vAlign w:val="center"/>
          </w:tcPr>
          <w:p w14:paraId="5204B115" w14:textId="77777777" w:rsidR="001F5A79" w:rsidRPr="008C6DE4" w:rsidRDefault="001F5A79" w:rsidP="00DF3064">
            <w:pPr>
              <w:keepNext/>
              <w:keepLines/>
              <w:spacing w:after="0"/>
              <w:jc w:val="center"/>
            </w:pPr>
            <w:r w:rsidRPr="008C6DE4">
              <w:rPr>
                <w:rFonts w:ascii="Arial" w:hAnsi="Arial"/>
                <w:b/>
                <w:sz w:val="18"/>
              </w:rPr>
              <w:t>Conditions</w:t>
            </w:r>
          </w:p>
        </w:tc>
      </w:tr>
      <w:tr w:rsidR="00DD3199" w:rsidRPr="008C6DE4" w14:paraId="41EE571F" w14:textId="77777777" w:rsidTr="00DF3064">
        <w:trPr>
          <w:jc w:val="center"/>
        </w:trPr>
        <w:tc>
          <w:tcPr>
            <w:tcW w:w="1031"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3CD675BD" w14:textId="77777777" w:rsidR="001F5A79" w:rsidRPr="008C6DE4" w:rsidRDefault="001F5A79" w:rsidP="00DF3064">
            <w:pPr>
              <w:keepNext/>
              <w:keepLines/>
              <w:spacing w:after="0"/>
              <w:jc w:val="center"/>
            </w:pPr>
            <w:r w:rsidRPr="008C6DE4">
              <w:rPr>
                <w:rFonts w:ascii="Arial" w:hAnsi="Arial"/>
                <w:b/>
                <w:sz w:val="18"/>
              </w:rPr>
              <w:t>Normal condition</w:t>
            </w:r>
          </w:p>
        </w:tc>
        <w:tc>
          <w:tcPr>
            <w:tcW w:w="1043"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A6FA496" w14:textId="77777777" w:rsidR="001F5A79" w:rsidRPr="008C6DE4" w:rsidRDefault="001F5A79" w:rsidP="00DF3064">
            <w:pPr>
              <w:keepNext/>
              <w:keepLines/>
              <w:spacing w:after="0"/>
              <w:jc w:val="center"/>
            </w:pPr>
            <w:r w:rsidRPr="008C6DE4">
              <w:rPr>
                <w:rFonts w:ascii="Arial" w:hAnsi="Arial"/>
                <w:b/>
                <w:sz w:val="18"/>
              </w:rPr>
              <w:t>Extreme condition</w:t>
            </w:r>
          </w:p>
        </w:tc>
        <w:tc>
          <w:tcPr>
            <w:tcW w:w="7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809C88F" w14:textId="77777777" w:rsidR="001F5A79" w:rsidRPr="008C6DE4" w:rsidRDefault="001F5A79" w:rsidP="00DF3064">
            <w:pPr>
              <w:keepNext/>
              <w:keepLines/>
              <w:spacing w:after="0"/>
              <w:jc w:val="center"/>
            </w:pPr>
            <w:r w:rsidRPr="008C6DE4">
              <w:rPr>
                <w:rFonts w:ascii="Arial" w:hAnsi="Arial"/>
                <w:b/>
                <w:sz w:val="18"/>
              </w:rPr>
              <w:t>CSI-RS Ês/Iot</w:t>
            </w:r>
          </w:p>
        </w:tc>
        <w:tc>
          <w:tcPr>
            <w:tcW w:w="7318" w:type="dxa"/>
            <w:gridSpan w:val="6"/>
            <w:tcBorders>
              <w:top w:val="single" w:sz="6" w:space="0" w:color="auto"/>
              <w:left w:val="single" w:sz="6" w:space="0" w:color="auto"/>
              <w:bottom w:val="single" w:sz="6" w:space="0" w:color="auto"/>
              <w:right w:val="single" w:sz="4" w:space="0" w:color="auto"/>
            </w:tcBorders>
            <w:shd w:val="clear" w:color="auto" w:fill="auto"/>
            <w:vAlign w:val="center"/>
          </w:tcPr>
          <w:p w14:paraId="2A600D63" w14:textId="77777777" w:rsidR="001F5A79" w:rsidRPr="008C6DE4" w:rsidRDefault="001F5A79" w:rsidP="00DF3064">
            <w:pPr>
              <w:keepNext/>
              <w:keepLines/>
              <w:spacing w:after="0"/>
              <w:jc w:val="center"/>
            </w:pPr>
            <w:r w:rsidRPr="008C6DE4">
              <w:rPr>
                <w:rFonts w:ascii="Arial" w:hAnsi="Arial"/>
                <w:b/>
                <w:sz w:val="18"/>
              </w:rPr>
              <w:t>Io</w:t>
            </w:r>
            <w:r w:rsidRPr="008C6DE4">
              <w:rPr>
                <w:rFonts w:ascii="Arial" w:hAnsi="Arial"/>
                <w:b/>
                <w:sz w:val="18"/>
                <w:vertAlign w:val="superscript"/>
              </w:rPr>
              <w:t xml:space="preserve"> Note 1</w:t>
            </w:r>
            <w:r w:rsidRPr="008C6DE4">
              <w:rPr>
                <w:rFonts w:ascii="Arial" w:hAnsi="Arial"/>
                <w:b/>
                <w:sz w:val="18"/>
              </w:rPr>
              <w:t xml:space="preserve"> range</w:t>
            </w:r>
          </w:p>
        </w:tc>
      </w:tr>
      <w:tr w:rsidR="00DD3199" w:rsidRPr="008C6DE4" w14:paraId="0E03C5D3" w14:textId="77777777" w:rsidTr="00DF3064">
        <w:trPr>
          <w:jc w:val="center"/>
        </w:trPr>
        <w:tc>
          <w:tcPr>
            <w:tcW w:w="1031" w:type="dxa"/>
            <w:vMerge/>
            <w:tcBorders>
              <w:top w:val="single" w:sz="6" w:space="0" w:color="auto"/>
              <w:left w:val="single" w:sz="4" w:space="0" w:color="auto"/>
              <w:bottom w:val="single" w:sz="6" w:space="0" w:color="auto"/>
              <w:right w:val="single" w:sz="6" w:space="0" w:color="auto"/>
            </w:tcBorders>
            <w:shd w:val="clear" w:color="auto" w:fill="auto"/>
            <w:vAlign w:val="center"/>
          </w:tcPr>
          <w:p w14:paraId="6F911707" w14:textId="77777777" w:rsidR="001F5A79" w:rsidRPr="008C6DE4" w:rsidRDefault="001F5A79" w:rsidP="00DF3064">
            <w:pPr>
              <w:keepNext/>
              <w:keepLines/>
              <w:spacing w:after="0"/>
              <w:jc w:val="center"/>
            </w:pPr>
          </w:p>
        </w:tc>
        <w:tc>
          <w:tcPr>
            <w:tcW w:w="1043"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C2D4E6C" w14:textId="77777777" w:rsidR="001F5A79" w:rsidRPr="008C6DE4" w:rsidRDefault="001F5A79" w:rsidP="00DF3064">
            <w:pPr>
              <w:keepNext/>
              <w:keepLines/>
              <w:spacing w:after="0"/>
              <w:jc w:val="center"/>
            </w:pPr>
          </w:p>
        </w:tc>
        <w:tc>
          <w:tcPr>
            <w:tcW w:w="780" w:type="dxa"/>
            <w:vMerge/>
            <w:tcBorders>
              <w:top w:val="single" w:sz="6" w:space="0" w:color="auto"/>
              <w:left w:val="single" w:sz="6" w:space="0" w:color="auto"/>
              <w:bottom w:val="single" w:sz="6" w:space="0" w:color="auto"/>
              <w:right w:val="single" w:sz="6" w:space="0" w:color="auto"/>
            </w:tcBorders>
            <w:shd w:val="clear" w:color="auto" w:fill="auto"/>
          </w:tcPr>
          <w:p w14:paraId="612647D8" w14:textId="77777777" w:rsidR="001F5A79" w:rsidRPr="008C6DE4" w:rsidRDefault="001F5A79" w:rsidP="00DF3064">
            <w:pPr>
              <w:keepNext/>
              <w:keepLines/>
              <w:spacing w:after="0"/>
              <w:jc w:val="center"/>
            </w:pPr>
          </w:p>
        </w:tc>
        <w:tc>
          <w:tcPr>
            <w:tcW w:w="1957" w:type="dxa"/>
            <w:tcBorders>
              <w:top w:val="single" w:sz="6" w:space="0" w:color="auto"/>
              <w:left w:val="single" w:sz="6" w:space="0" w:color="auto"/>
              <w:bottom w:val="single" w:sz="6" w:space="0" w:color="auto"/>
              <w:right w:val="single" w:sz="4" w:space="0" w:color="auto"/>
            </w:tcBorders>
            <w:shd w:val="clear" w:color="auto" w:fill="auto"/>
            <w:vAlign w:val="center"/>
          </w:tcPr>
          <w:p w14:paraId="149F15AB" w14:textId="77777777" w:rsidR="001F5A79" w:rsidRPr="008C6DE4" w:rsidRDefault="001F5A79" w:rsidP="00DF3064">
            <w:pPr>
              <w:keepNext/>
              <w:keepLines/>
              <w:spacing w:after="0"/>
              <w:jc w:val="center"/>
            </w:pPr>
            <w:r w:rsidRPr="008C6DE4">
              <w:rPr>
                <w:rFonts w:ascii="Arial" w:hAnsi="Arial"/>
                <w:b/>
                <w:sz w:val="18"/>
              </w:rPr>
              <w:t>NR operating band groups</w:t>
            </w:r>
            <w:r w:rsidRPr="008C6DE4">
              <w:rPr>
                <w:rFonts w:ascii="Arial" w:hAnsi="Arial"/>
                <w:b/>
                <w:sz w:val="18"/>
                <w:vertAlign w:val="superscript"/>
              </w:rPr>
              <w:t xml:space="preserve"> Note 2</w:t>
            </w:r>
          </w:p>
        </w:tc>
        <w:tc>
          <w:tcPr>
            <w:tcW w:w="3921" w:type="dxa"/>
            <w:gridSpan w:val="4"/>
            <w:tcBorders>
              <w:top w:val="single" w:sz="4" w:space="0" w:color="auto"/>
              <w:left w:val="single" w:sz="4" w:space="0" w:color="auto"/>
              <w:bottom w:val="single" w:sz="6" w:space="0" w:color="auto"/>
              <w:right w:val="single" w:sz="6" w:space="0" w:color="auto"/>
            </w:tcBorders>
            <w:shd w:val="clear" w:color="auto" w:fill="auto"/>
            <w:vAlign w:val="center"/>
          </w:tcPr>
          <w:p w14:paraId="360EFFB0" w14:textId="77777777" w:rsidR="001F5A79" w:rsidRPr="008C6DE4" w:rsidRDefault="001F5A79" w:rsidP="00DF3064">
            <w:pPr>
              <w:keepNext/>
              <w:keepLines/>
              <w:spacing w:after="0"/>
              <w:jc w:val="cente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7873D01C" w14:textId="77777777" w:rsidR="001F5A79" w:rsidRPr="008C6DE4" w:rsidRDefault="001F5A79" w:rsidP="00DF3064">
            <w:pPr>
              <w:keepNext/>
              <w:keepLines/>
              <w:spacing w:after="0"/>
              <w:jc w:val="center"/>
            </w:pPr>
            <w:r w:rsidRPr="008C6DE4">
              <w:rPr>
                <w:rFonts w:ascii="Arial" w:hAnsi="Arial"/>
                <w:b/>
                <w:sz w:val="18"/>
              </w:rPr>
              <w:t>Maximum Io</w:t>
            </w:r>
          </w:p>
        </w:tc>
      </w:tr>
      <w:tr w:rsidR="00DD3199" w:rsidRPr="008C6DE4" w14:paraId="4989FA7F" w14:textId="77777777" w:rsidTr="00DF3064">
        <w:trPr>
          <w:trHeight w:val="308"/>
          <w:jc w:val="center"/>
        </w:trPr>
        <w:tc>
          <w:tcPr>
            <w:tcW w:w="1035" w:type="dxa"/>
            <w:vMerge w:val="restart"/>
            <w:tcBorders>
              <w:top w:val="single" w:sz="6" w:space="0" w:color="auto"/>
              <w:left w:val="single" w:sz="4" w:space="0" w:color="auto"/>
              <w:right w:val="single" w:sz="6" w:space="0" w:color="auto"/>
            </w:tcBorders>
            <w:shd w:val="clear" w:color="auto" w:fill="auto"/>
            <w:vAlign w:val="center"/>
          </w:tcPr>
          <w:p w14:paraId="41C8E8AC" w14:textId="77777777" w:rsidR="001F5A79" w:rsidRPr="008C6DE4" w:rsidRDefault="001F5A79" w:rsidP="00DF3064">
            <w:pPr>
              <w:keepNext/>
              <w:keepLines/>
              <w:spacing w:after="0"/>
              <w:jc w:val="center"/>
            </w:pPr>
            <w:r w:rsidRPr="008C6DE4">
              <w:rPr>
                <w:rFonts w:ascii="Arial" w:hAnsi="Arial"/>
                <w:b/>
                <w:sz w:val="18"/>
              </w:rPr>
              <w:t>dB</w:t>
            </w:r>
          </w:p>
        </w:tc>
        <w:tc>
          <w:tcPr>
            <w:tcW w:w="1052" w:type="dxa"/>
            <w:vMerge w:val="restart"/>
            <w:tcBorders>
              <w:top w:val="single" w:sz="6" w:space="0" w:color="auto"/>
              <w:left w:val="single" w:sz="6" w:space="0" w:color="auto"/>
              <w:right w:val="single" w:sz="6" w:space="0" w:color="auto"/>
            </w:tcBorders>
            <w:shd w:val="clear" w:color="auto" w:fill="auto"/>
            <w:vAlign w:val="center"/>
          </w:tcPr>
          <w:p w14:paraId="5392F117" w14:textId="77777777" w:rsidR="001F5A79" w:rsidRPr="008C6DE4" w:rsidRDefault="001F5A79" w:rsidP="00DF3064">
            <w:pPr>
              <w:keepNext/>
              <w:keepLines/>
              <w:spacing w:after="0"/>
              <w:jc w:val="center"/>
            </w:pPr>
            <w:r w:rsidRPr="008C6DE4">
              <w:rPr>
                <w:rFonts w:ascii="Arial" w:hAnsi="Arial"/>
                <w:b/>
                <w:sz w:val="18"/>
              </w:rPr>
              <w:t>dB</w:t>
            </w:r>
          </w:p>
        </w:tc>
        <w:tc>
          <w:tcPr>
            <w:tcW w:w="819" w:type="dxa"/>
            <w:vMerge w:val="restart"/>
            <w:tcBorders>
              <w:top w:val="single" w:sz="6" w:space="0" w:color="auto"/>
              <w:left w:val="single" w:sz="6" w:space="0" w:color="auto"/>
              <w:right w:val="single" w:sz="6" w:space="0" w:color="auto"/>
            </w:tcBorders>
            <w:shd w:val="clear" w:color="auto" w:fill="auto"/>
            <w:vAlign w:val="center"/>
          </w:tcPr>
          <w:p w14:paraId="4737DAB1" w14:textId="77777777" w:rsidR="001F5A79" w:rsidRPr="008C6DE4" w:rsidRDefault="001F5A79" w:rsidP="00DF3064">
            <w:pPr>
              <w:keepNext/>
              <w:keepLines/>
              <w:spacing w:after="0"/>
              <w:jc w:val="center"/>
            </w:pPr>
            <w:r w:rsidRPr="008C6DE4">
              <w:rPr>
                <w:rFonts w:ascii="Arial" w:hAnsi="Arial"/>
                <w:b/>
                <w:sz w:val="18"/>
              </w:rPr>
              <w:t>dB</w:t>
            </w:r>
          </w:p>
        </w:tc>
        <w:tc>
          <w:tcPr>
            <w:tcW w:w="2109" w:type="dxa"/>
            <w:vMerge w:val="restart"/>
            <w:tcBorders>
              <w:top w:val="single" w:sz="6" w:space="0" w:color="auto"/>
              <w:left w:val="single" w:sz="6" w:space="0" w:color="auto"/>
              <w:right w:val="single" w:sz="4" w:space="0" w:color="auto"/>
            </w:tcBorders>
            <w:shd w:val="clear" w:color="auto" w:fill="auto"/>
            <w:vAlign w:val="center"/>
          </w:tcPr>
          <w:p w14:paraId="44CDA240" w14:textId="77777777" w:rsidR="001F5A79" w:rsidRPr="008C6DE4" w:rsidRDefault="001F5A79" w:rsidP="00DF3064">
            <w:pPr>
              <w:keepNext/>
              <w:keepLines/>
              <w:spacing w:after="0"/>
              <w:jc w:val="center"/>
            </w:pPr>
          </w:p>
        </w:tc>
        <w:tc>
          <w:tcPr>
            <w:tcW w:w="2277" w:type="dxa"/>
            <w:gridSpan w:val="3"/>
            <w:tcBorders>
              <w:top w:val="single" w:sz="6" w:space="0" w:color="auto"/>
              <w:left w:val="single" w:sz="4" w:space="0" w:color="auto"/>
              <w:bottom w:val="single" w:sz="6" w:space="0" w:color="auto"/>
              <w:right w:val="single" w:sz="6" w:space="0" w:color="auto"/>
            </w:tcBorders>
            <w:shd w:val="clear" w:color="auto" w:fill="auto"/>
            <w:vAlign w:val="center"/>
          </w:tcPr>
          <w:p w14:paraId="1FD644F2" w14:textId="77777777" w:rsidR="001F5A79" w:rsidRPr="008C6DE4" w:rsidRDefault="001F5A79" w:rsidP="00DF3064">
            <w:pPr>
              <w:keepNext/>
              <w:keepLines/>
              <w:spacing w:after="0"/>
              <w:jc w:val="cente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CSI-RS</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7A1FCDA1" w14:textId="77777777" w:rsidR="001F5A79" w:rsidRPr="008C6DE4" w:rsidRDefault="001F5A79" w:rsidP="00DF3064">
            <w:pPr>
              <w:keepNext/>
              <w:keepLines/>
              <w:spacing w:after="0"/>
              <w:jc w:val="cente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312091E6" w14:textId="77777777" w:rsidR="001F5A79" w:rsidRPr="008C6DE4" w:rsidRDefault="001F5A79" w:rsidP="00DF3064">
            <w:pPr>
              <w:keepNext/>
              <w:keepLines/>
              <w:spacing w:after="0"/>
              <w:jc w:val="center"/>
            </w:pPr>
            <w:r w:rsidRPr="008C6DE4">
              <w:rPr>
                <w:rFonts w:ascii="Arial" w:hAnsi="Arial"/>
                <w:b/>
                <w:sz w:val="18"/>
              </w:rPr>
              <w:t>dBm/BW</w:t>
            </w:r>
            <w:r w:rsidRPr="008C6DE4">
              <w:rPr>
                <w:rFonts w:ascii="Arial" w:hAnsi="Arial"/>
                <w:b/>
                <w:sz w:val="18"/>
                <w:vertAlign w:val="subscript"/>
              </w:rPr>
              <w:t>Channel</w:t>
            </w:r>
          </w:p>
        </w:tc>
      </w:tr>
      <w:tr w:rsidR="00DD3199" w:rsidRPr="008C6DE4" w14:paraId="4B406CF1" w14:textId="77777777" w:rsidTr="00DF3064">
        <w:trPr>
          <w:trHeight w:val="307"/>
          <w:jc w:val="center"/>
        </w:trPr>
        <w:tc>
          <w:tcPr>
            <w:tcW w:w="1035" w:type="dxa"/>
            <w:vMerge/>
            <w:tcBorders>
              <w:left w:val="single" w:sz="4" w:space="0" w:color="auto"/>
              <w:bottom w:val="single" w:sz="6" w:space="0" w:color="auto"/>
              <w:right w:val="single" w:sz="6" w:space="0" w:color="auto"/>
            </w:tcBorders>
            <w:shd w:val="clear" w:color="auto" w:fill="auto"/>
            <w:vAlign w:val="center"/>
          </w:tcPr>
          <w:p w14:paraId="4D5BC116" w14:textId="77777777" w:rsidR="001F5A79" w:rsidRPr="008C6DE4" w:rsidRDefault="001F5A79" w:rsidP="00DF3064">
            <w:pPr>
              <w:keepNext/>
              <w:keepLines/>
              <w:spacing w:after="0"/>
              <w:jc w:val="center"/>
              <w:rPr>
                <w:rFonts w:ascii="Arial" w:hAnsi="Arial"/>
                <w:b/>
                <w:sz w:val="18"/>
              </w:rPr>
            </w:pPr>
          </w:p>
        </w:tc>
        <w:tc>
          <w:tcPr>
            <w:tcW w:w="1052" w:type="dxa"/>
            <w:vMerge/>
            <w:tcBorders>
              <w:left w:val="single" w:sz="6" w:space="0" w:color="auto"/>
              <w:bottom w:val="single" w:sz="6" w:space="0" w:color="auto"/>
              <w:right w:val="single" w:sz="6" w:space="0" w:color="auto"/>
            </w:tcBorders>
            <w:shd w:val="clear" w:color="auto" w:fill="auto"/>
            <w:vAlign w:val="center"/>
          </w:tcPr>
          <w:p w14:paraId="540B58DC" w14:textId="77777777" w:rsidR="001F5A79" w:rsidRPr="008C6DE4" w:rsidRDefault="001F5A79" w:rsidP="00DF3064">
            <w:pPr>
              <w:keepNext/>
              <w:keepLines/>
              <w:spacing w:after="0"/>
              <w:jc w:val="center"/>
              <w:rPr>
                <w:rFonts w:ascii="Arial" w:hAnsi="Arial"/>
                <w:b/>
                <w:sz w:val="18"/>
              </w:rPr>
            </w:pPr>
          </w:p>
        </w:tc>
        <w:tc>
          <w:tcPr>
            <w:tcW w:w="819" w:type="dxa"/>
            <w:vMerge/>
            <w:tcBorders>
              <w:left w:val="single" w:sz="6" w:space="0" w:color="auto"/>
              <w:bottom w:val="single" w:sz="6" w:space="0" w:color="auto"/>
              <w:right w:val="single" w:sz="6" w:space="0" w:color="auto"/>
            </w:tcBorders>
            <w:shd w:val="clear" w:color="auto" w:fill="auto"/>
          </w:tcPr>
          <w:p w14:paraId="525CD107" w14:textId="77777777" w:rsidR="001F5A79" w:rsidRPr="008C6DE4" w:rsidRDefault="001F5A79" w:rsidP="00DF3064">
            <w:pPr>
              <w:keepNext/>
              <w:keepLines/>
              <w:spacing w:after="0"/>
              <w:jc w:val="center"/>
              <w:rPr>
                <w:rFonts w:ascii="Arial" w:hAnsi="Arial"/>
                <w:b/>
                <w:sz w:val="18"/>
              </w:rPr>
            </w:pPr>
          </w:p>
        </w:tc>
        <w:tc>
          <w:tcPr>
            <w:tcW w:w="2109" w:type="dxa"/>
            <w:vMerge/>
            <w:tcBorders>
              <w:left w:val="single" w:sz="6" w:space="0" w:color="auto"/>
              <w:bottom w:val="single" w:sz="6" w:space="0" w:color="auto"/>
              <w:right w:val="single" w:sz="4" w:space="0" w:color="auto"/>
            </w:tcBorders>
            <w:shd w:val="clear" w:color="auto" w:fill="auto"/>
            <w:vAlign w:val="center"/>
          </w:tcPr>
          <w:p w14:paraId="4DCBE2F7" w14:textId="77777777" w:rsidR="001F5A79" w:rsidRPr="008C6DE4" w:rsidRDefault="001F5A79" w:rsidP="00DF3064">
            <w:pPr>
              <w:keepNext/>
              <w:keepLines/>
              <w:spacing w:after="0"/>
              <w:jc w:val="center"/>
              <w:rPr>
                <w:rFonts w:ascii="Arial" w:hAnsi="Arial"/>
                <w:b/>
                <w:sz w:val="18"/>
              </w:rPr>
            </w:pPr>
          </w:p>
        </w:tc>
        <w:tc>
          <w:tcPr>
            <w:tcW w:w="759" w:type="dxa"/>
            <w:tcBorders>
              <w:top w:val="single" w:sz="6" w:space="0" w:color="auto"/>
              <w:left w:val="single" w:sz="4" w:space="0" w:color="auto"/>
              <w:bottom w:val="single" w:sz="6" w:space="0" w:color="auto"/>
              <w:right w:val="single" w:sz="6" w:space="0" w:color="auto"/>
            </w:tcBorders>
            <w:shd w:val="clear" w:color="auto" w:fill="auto"/>
            <w:vAlign w:val="center"/>
          </w:tcPr>
          <w:p w14:paraId="21CF0D60"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CSI-RS</w:t>
            </w:r>
            <w:r w:rsidRPr="008C6DE4">
              <w:rPr>
                <w:rFonts w:ascii="Arial" w:hAnsi="Arial" w:cs="Arial"/>
                <w:b/>
                <w:sz w:val="18"/>
              </w:rPr>
              <w:t xml:space="preserve"> = 15 kHz</w:t>
            </w:r>
          </w:p>
        </w:tc>
        <w:tc>
          <w:tcPr>
            <w:tcW w:w="759" w:type="dxa"/>
            <w:tcBorders>
              <w:top w:val="single" w:sz="6" w:space="0" w:color="auto"/>
              <w:left w:val="single" w:sz="4" w:space="0" w:color="auto"/>
              <w:bottom w:val="single" w:sz="6" w:space="0" w:color="auto"/>
              <w:right w:val="single" w:sz="6" w:space="0" w:color="auto"/>
            </w:tcBorders>
            <w:shd w:val="clear" w:color="auto" w:fill="auto"/>
            <w:vAlign w:val="center"/>
          </w:tcPr>
          <w:p w14:paraId="1F40E814"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CSI-RS</w:t>
            </w:r>
            <w:r w:rsidRPr="008C6DE4">
              <w:rPr>
                <w:rFonts w:ascii="Arial" w:hAnsi="Arial" w:cs="Arial"/>
                <w:b/>
                <w:sz w:val="18"/>
              </w:rPr>
              <w:t xml:space="preserve"> = 30 kHz</w:t>
            </w:r>
          </w:p>
        </w:tc>
        <w:tc>
          <w:tcPr>
            <w:tcW w:w="759" w:type="dxa"/>
            <w:tcBorders>
              <w:top w:val="single" w:sz="6" w:space="0" w:color="auto"/>
              <w:left w:val="single" w:sz="4" w:space="0" w:color="auto"/>
              <w:bottom w:val="single" w:sz="6" w:space="0" w:color="auto"/>
              <w:right w:val="single" w:sz="6" w:space="0" w:color="auto"/>
            </w:tcBorders>
            <w:shd w:val="clear" w:color="auto" w:fill="auto"/>
            <w:vAlign w:val="center"/>
          </w:tcPr>
          <w:p w14:paraId="181416B1"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CSI-RS</w:t>
            </w:r>
            <w:r w:rsidRPr="008C6DE4">
              <w:rPr>
                <w:rFonts w:ascii="Arial" w:hAnsi="Arial" w:cs="Arial"/>
                <w:b/>
                <w:sz w:val="18"/>
              </w:rPr>
              <w:t xml:space="preserve"> = 60 kHz</w:t>
            </w:r>
          </w:p>
        </w:tc>
        <w:tc>
          <w:tcPr>
            <w:tcW w:w="1440" w:type="dxa"/>
            <w:vMerge/>
            <w:tcBorders>
              <w:left w:val="single" w:sz="6" w:space="0" w:color="auto"/>
              <w:bottom w:val="single" w:sz="6" w:space="0" w:color="auto"/>
              <w:right w:val="single" w:sz="6" w:space="0" w:color="auto"/>
            </w:tcBorders>
            <w:shd w:val="clear" w:color="auto" w:fill="auto"/>
            <w:vAlign w:val="center"/>
          </w:tcPr>
          <w:p w14:paraId="55B74C75"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73FCFB45" w14:textId="77777777" w:rsidR="001F5A79" w:rsidRPr="008C6DE4" w:rsidRDefault="001F5A79" w:rsidP="00DF3064">
            <w:pPr>
              <w:keepNext/>
              <w:keepLines/>
              <w:spacing w:after="0"/>
              <w:jc w:val="center"/>
              <w:rPr>
                <w:rFonts w:ascii="Arial" w:hAnsi="Arial"/>
                <w:b/>
                <w:sz w:val="18"/>
              </w:rPr>
            </w:pPr>
          </w:p>
        </w:tc>
      </w:tr>
      <w:tr w:rsidR="00DD3199" w:rsidRPr="008C6DE4" w14:paraId="66C8A310" w14:textId="77777777" w:rsidTr="00DF3064">
        <w:trPr>
          <w:jc w:val="center"/>
        </w:trPr>
        <w:tc>
          <w:tcPr>
            <w:tcW w:w="1035" w:type="dxa"/>
            <w:vMerge w:val="restart"/>
            <w:tcBorders>
              <w:top w:val="single" w:sz="6" w:space="0" w:color="auto"/>
              <w:left w:val="single" w:sz="4" w:space="0" w:color="auto"/>
              <w:right w:val="single" w:sz="6" w:space="0" w:color="auto"/>
            </w:tcBorders>
            <w:shd w:val="clear" w:color="auto" w:fill="auto"/>
            <w:vAlign w:val="center"/>
          </w:tcPr>
          <w:p w14:paraId="01A04288" w14:textId="77777777" w:rsidR="001F5A79" w:rsidRPr="008C6DE4" w:rsidRDefault="001F5A79" w:rsidP="00DF3064">
            <w:pPr>
              <w:keepNext/>
              <w:keepLines/>
              <w:spacing w:after="0"/>
              <w:jc w:val="center"/>
            </w:pPr>
            <w:r w:rsidRPr="008C6DE4">
              <w:rPr>
                <w:rFonts w:ascii="Arial" w:hAnsi="Arial" w:cs="Arial"/>
                <w:sz w:val="18"/>
              </w:rPr>
              <w:t>±</w:t>
            </w:r>
            <w:r w:rsidRPr="008C6DE4">
              <w:rPr>
                <w:rFonts w:ascii="Arial" w:hAnsi="Arial"/>
                <w:sz w:val="18"/>
              </w:rPr>
              <w:t>5.0</w:t>
            </w:r>
          </w:p>
        </w:tc>
        <w:tc>
          <w:tcPr>
            <w:tcW w:w="1052" w:type="dxa"/>
            <w:vMerge w:val="restart"/>
            <w:tcBorders>
              <w:top w:val="single" w:sz="6" w:space="0" w:color="auto"/>
              <w:left w:val="single" w:sz="6" w:space="0" w:color="auto"/>
              <w:right w:val="single" w:sz="6" w:space="0" w:color="auto"/>
            </w:tcBorders>
            <w:shd w:val="clear" w:color="auto" w:fill="auto"/>
            <w:vAlign w:val="center"/>
          </w:tcPr>
          <w:p w14:paraId="7C24FADF" w14:textId="77777777" w:rsidR="001F5A79" w:rsidRPr="008C6DE4" w:rsidRDefault="001F5A79" w:rsidP="00DF3064">
            <w:pPr>
              <w:keepNext/>
              <w:keepLines/>
              <w:spacing w:after="0"/>
              <w:jc w:val="center"/>
            </w:pPr>
            <w:r w:rsidRPr="008C6DE4">
              <w:rPr>
                <w:rFonts w:ascii="Arial" w:hAnsi="Arial" w:cs="Arial"/>
                <w:sz w:val="18"/>
              </w:rPr>
              <w:t>±</w:t>
            </w:r>
            <w:r w:rsidRPr="008C6DE4">
              <w:rPr>
                <w:rFonts w:ascii="Arial" w:hAnsi="Arial"/>
                <w:sz w:val="18"/>
              </w:rPr>
              <w:t>9.5</w:t>
            </w:r>
          </w:p>
        </w:tc>
        <w:tc>
          <w:tcPr>
            <w:tcW w:w="819" w:type="dxa"/>
            <w:vMerge w:val="restart"/>
            <w:tcBorders>
              <w:top w:val="single" w:sz="6" w:space="0" w:color="auto"/>
              <w:left w:val="single" w:sz="6" w:space="0" w:color="auto"/>
              <w:right w:val="single" w:sz="6" w:space="0" w:color="auto"/>
            </w:tcBorders>
            <w:shd w:val="clear" w:color="auto" w:fill="auto"/>
            <w:vAlign w:val="center"/>
          </w:tcPr>
          <w:p w14:paraId="31B9484E" w14:textId="77777777" w:rsidR="001F5A79" w:rsidRPr="008C6DE4" w:rsidRDefault="001F5A79" w:rsidP="00DF3064">
            <w:pPr>
              <w:keepNext/>
              <w:keepLines/>
              <w:spacing w:after="0"/>
              <w:jc w:val="center"/>
            </w:pPr>
            <w:r w:rsidRPr="008C6DE4">
              <w:rPr>
                <w:rFonts w:ascii="Arial" w:hAnsi="Arial"/>
                <w:sz w:val="18"/>
              </w:rPr>
              <w:sym w:font="Symbol" w:char="F0B3"/>
            </w:r>
            <w:r w:rsidRPr="008C6DE4">
              <w:rPr>
                <w:rFonts w:ascii="Arial" w:hAnsi="Arial"/>
                <w:sz w:val="18"/>
              </w:rPr>
              <w:t>-3dB</w:t>
            </w:r>
          </w:p>
        </w:tc>
        <w:tc>
          <w:tcPr>
            <w:tcW w:w="2109" w:type="dxa"/>
            <w:tcBorders>
              <w:top w:val="single" w:sz="6" w:space="0" w:color="auto"/>
              <w:left w:val="single" w:sz="6" w:space="0" w:color="auto"/>
              <w:bottom w:val="single" w:sz="6" w:space="0" w:color="auto"/>
              <w:right w:val="single" w:sz="4" w:space="0" w:color="auto"/>
            </w:tcBorders>
            <w:shd w:val="clear" w:color="auto" w:fill="auto"/>
            <w:vAlign w:val="center"/>
          </w:tcPr>
          <w:p w14:paraId="2C17B12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NR_FDD_FR1_A, NR_TDD_FR1_A,</w:t>
            </w:r>
          </w:p>
          <w:p w14:paraId="23F2FBD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tc>
        <w:tc>
          <w:tcPr>
            <w:tcW w:w="759" w:type="dxa"/>
            <w:tcBorders>
              <w:top w:val="single" w:sz="6" w:space="0" w:color="auto"/>
              <w:left w:val="single" w:sz="4" w:space="0" w:color="auto"/>
              <w:bottom w:val="single" w:sz="6" w:space="0" w:color="auto"/>
              <w:right w:val="single" w:sz="6" w:space="0" w:color="auto"/>
            </w:tcBorders>
            <w:shd w:val="clear" w:color="auto" w:fill="auto"/>
            <w:vAlign w:val="center"/>
          </w:tcPr>
          <w:p w14:paraId="3BB3E0BD" w14:textId="77777777" w:rsidR="001F5A79" w:rsidRPr="008C6DE4" w:rsidRDefault="001F5A79" w:rsidP="00DF3064">
            <w:pPr>
              <w:keepNext/>
              <w:keepLines/>
              <w:spacing w:after="0"/>
              <w:jc w:val="center"/>
            </w:pPr>
            <w:r w:rsidRPr="008C6DE4">
              <w:rPr>
                <w:rFonts w:ascii="Arial" w:hAnsi="Arial"/>
                <w:sz w:val="18"/>
              </w:rPr>
              <w:t>-121</w:t>
            </w:r>
          </w:p>
        </w:tc>
        <w:tc>
          <w:tcPr>
            <w:tcW w:w="759" w:type="dxa"/>
            <w:tcBorders>
              <w:top w:val="single" w:sz="6" w:space="0" w:color="auto"/>
              <w:left w:val="single" w:sz="4" w:space="0" w:color="auto"/>
              <w:bottom w:val="single" w:sz="6" w:space="0" w:color="auto"/>
              <w:right w:val="single" w:sz="6" w:space="0" w:color="auto"/>
            </w:tcBorders>
            <w:shd w:val="clear" w:color="auto" w:fill="auto"/>
            <w:vAlign w:val="center"/>
          </w:tcPr>
          <w:p w14:paraId="7EC17BA3" w14:textId="77777777" w:rsidR="001F5A79" w:rsidRPr="008C6DE4" w:rsidRDefault="001F5A79" w:rsidP="00DF3064">
            <w:pPr>
              <w:keepNext/>
              <w:keepLines/>
              <w:spacing w:after="0"/>
              <w:jc w:val="center"/>
            </w:pPr>
            <w:r w:rsidRPr="008C6DE4">
              <w:rPr>
                <w:rFonts w:ascii="Arial" w:hAnsi="Arial"/>
                <w:sz w:val="18"/>
              </w:rPr>
              <w:t>-118</w:t>
            </w:r>
          </w:p>
        </w:tc>
        <w:tc>
          <w:tcPr>
            <w:tcW w:w="759" w:type="dxa"/>
            <w:tcBorders>
              <w:top w:val="single" w:sz="6" w:space="0" w:color="auto"/>
              <w:left w:val="single" w:sz="4" w:space="0" w:color="auto"/>
              <w:bottom w:val="single" w:sz="6" w:space="0" w:color="auto"/>
              <w:right w:val="single" w:sz="6" w:space="0" w:color="auto"/>
            </w:tcBorders>
            <w:shd w:val="clear" w:color="auto" w:fill="auto"/>
            <w:vAlign w:val="center"/>
          </w:tcPr>
          <w:p w14:paraId="5FB11945" w14:textId="77777777" w:rsidR="001F5A79" w:rsidRPr="008C6DE4" w:rsidRDefault="001F5A79" w:rsidP="00DF3064">
            <w:pPr>
              <w:keepNext/>
              <w:keepLines/>
              <w:spacing w:after="0"/>
              <w:jc w:val="center"/>
            </w:pPr>
            <w:r w:rsidRPr="008C6DE4">
              <w:rPr>
                <w:rFonts w:ascii="Arial" w:hAnsi="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8234C0D" w14:textId="77777777" w:rsidR="001F5A79" w:rsidRPr="008C6DE4" w:rsidRDefault="001F5A79" w:rsidP="00DF3064">
            <w:pPr>
              <w:keepNext/>
              <w:keepLines/>
              <w:spacing w:after="0"/>
              <w:jc w:val="cente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D295C59" w14:textId="77777777" w:rsidR="001F5A79" w:rsidRPr="008C6DE4" w:rsidRDefault="001F5A79" w:rsidP="00DF3064">
            <w:pPr>
              <w:keepNext/>
              <w:keepLines/>
              <w:spacing w:after="0"/>
              <w:jc w:val="center"/>
            </w:pPr>
            <w:r w:rsidRPr="008C6DE4">
              <w:rPr>
                <w:rFonts w:ascii="Arial" w:hAnsi="Arial"/>
                <w:sz w:val="18"/>
              </w:rPr>
              <w:t>-70</w:t>
            </w:r>
          </w:p>
        </w:tc>
      </w:tr>
      <w:tr w:rsidR="00DD3199" w:rsidRPr="008C6DE4" w14:paraId="47DF4FD1" w14:textId="77777777" w:rsidTr="00DF3064">
        <w:trPr>
          <w:jc w:val="center"/>
        </w:trPr>
        <w:tc>
          <w:tcPr>
            <w:tcW w:w="1031" w:type="dxa"/>
            <w:vMerge/>
            <w:tcBorders>
              <w:left w:val="single" w:sz="4" w:space="0" w:color="auto"/>
              <w:right w:val="single" w:sz="6" w:space="0" w:color="auto"/>
            </w:tcBorders>
            <w:shd w:val="clear" w:color="auto" w:fill="auto"/>
            <w:vAlign w:val="center"/>
          </w:tcPr>
          <w:p w14:paraId="3A2489D5" w14:textId="77777777" w:rsidR="001F5A79" w:rsidRPr="008C6DE4" w:rsidRDefault="001F5A79" w:rsidP="00DF3064">
            <w:pPr>
              <w:keepNext/>
              <w:keepLines/>
              <w:spacing w:after="0"/>
              <w:jc w:val="center"/>
            </w:pPr>
          </w:p>
        </w:tc>
        <w:tc>
          <w:tcPr>
            <w:tcW w:w="1043" w:type="dxa"/>
            <w:vMerge/>
            <w:tcBorders>
              <w:left w:val="single" w:sz="6" w:space="0" w:color="auto"/>
              <w:right w:val="single" w:sz="6" w:space="0" w:color="auto"/>
            </w:tcBorders>
            <w:shd w:val="clear" w:color="auto" w:fill="auto"/>
            <w:vAlign w:val="center"/>
          </w:tcPr>
          <w:p w14:paraId="26C8953C" w14:textId="77777777" w:rsidR="001F5A79" w:rsidRPr="008C6DE4" w:rsidRDefault="001F5A79" w:rsidP="00DF3064">
            <w:pPr>
              <w:keepNext/>
              <w:keepLines/>
              <w:spacing w:after="0"/>
              <w:jc w:val="center"/>
            </w:pPr>
          </w:p>
        </w:tc>
        <w:tc>
          <w:tcPr>
            <w:tcW w:w="780" w:type="dxa"/>
            <w:vMerge/>
            <w:tcBorders>
              <w:left w:val="single" w:sz="6" w:space="0" w:color="auto"/>
              <w:right w:val="single" w:sz="6" w:space="0" w:color="auto"/>
            </w:tcBorders>
            <w:shd w:val="clear" w:color="auto" w:fill="auto"/>
            <w:vAlign w:val="center"/>
          </w:tcPr>
          <w:p w14:paraId="7811E500" w14:textId="77777777" w:rsidR="001F5A79" w:rsidRPr="008C6DE4" w:rsidRDefault="001F5A79" w:rsidP="00DF3064">
            <w:pPr>
              <w:keepNext/>
              <w:keepLines/>
              <w:spacing w:after="0"/>
              <w:jc w:val="center"/>
            </w:pPr>
          </w:p>
        </w:tc>
        <w:tc>
          <w:tcPr>
            <w:tcW w:w="1957" w:type="dxa"/>
            <w:tcBorders>
              <w:top w:val="single" w:sz="6" w:space="0" w:color="auto"/>
              <w:left w:val="single" w:sz="6" w:space="0" w:color="auto"/>
              <w:bottom w:val="single" w:sz="6" w:space="0" w:color="auto"/>
              <w:right w:val="single" w:sz="4" w:space="0" w:color="auto"/>
            </w:tcBorders>
            <w:shd w:val="clear" w:color="auto" w:fill="auto"/>
          </w:tcPr>
          <w:p w14:paraId="618B38C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827" w:type="dxa"/>
            <w:tcBorders>
              <w:top w:val="single" w:sz="6" w:space="0" w:color="auto"/>
              <w:left w:val="single" w:sz="4" w:space="0" w:color="auto"/>
              <w:bottom w:val="single" w:sz="6" w:space="0" w:color="auto"/>
              <w:right w:val="single" w:sz="6" w:space="0" w:color="auto"/>
            </w:tcBorders>
            <w:shd w:val="clear" w:color="auto" w:fill="auto"/>
          </w:tcPr>
          <w:p w14:paraId="350DBC80" w14:textId="77777777" w:rsidR="001F5A79" w:rsidRPr="008C6DE4" w:rsidRDefault="001F5A79" w:rsidP="00DF3064">
            <w:pPr>
              <w:keepNext/>
              <w:keepLines/>
              <w:spacing w:after="0"/>
              <w:jc w:val="center"/>
            </w:pPr>
            <w:r w:rsidRPr="008C6DE4">
              <w:rPr>
                <w:rFonts w:ascii="Arial" w:hAnsi="Arial"/>
                <w:sz w:val="18"/>
              </w:rPr>
              <w:t>-120.5</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6B0559A8" w14:textId="77777777" w:rsidR="001F5A79" w:rsidRPr="008C6DE4" w:rsidRDefault="001F5A79" w:rsidP="00DF3064">
            <w:pPr>
              <w:keepNext/>
              <w:keepLines/>
              <w:spacing w:after="0"/>
              <w:jc w:val="center"/>
              <w:rPr>
                <w:lang w:val="sv-SE"/>
              </w:rPr>
            </w:pPr>
            <w:r w:rsidRPr="008C6DE4">
              <w:rPr>
                <w:rFonts w:ascii="Arial" w:hAnsi="Arial"/>
                <w:sz w:val="18"/>
              </w:rPr>
              <w:t>-117.5</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474D7618" w14:textId="77777777" w:rsidR="001F5A79" w:rsidRPr="008C6DE4" w:rsidRDefault="001F5A79" w:rsidP="00DF3064">
            <w:pPr>
              <w:keepNext/>
              <w:keepLines/>
              <w:spacing w:after="0"/>
              <w:jc w:val="center"/>
              <w:rPr>
                <w:lang w:val="sv-SE"/>
              </w:rPr>
            </w:pPr>
            <w:r w:rsidRPr="008C6DE4">
              <w:rPr>
                <w:rFonts w:ascii="Arial" w:hAnsi="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1B85E80" w14:textId="77777777" w:rsidR="001F5A79" w:rsidRPr="008C6DE4" w:rsidRDefault="001F5A79" w:rsidP="00DF3064">
            <w:pPr>
              <w:keepNext/>
              <w:keepLines/>
              <w:spacing w:after="0"/>
              <w:jc w:val="cente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190DF792" w14:textId="77777777" w:rsidR="001F5A79" w:rsidRPr="008C6DE4" w:rsidRDefault="001F5A79" w:rsidP="00DF3064">
            <w:pPr>
              <w:keepNext/>
              <w:keepLines/>
              <w:spacing w:after="0"/>
              <w:jc w:val="center"/>
            </w:pPr>
            <w:r w:rsidRPr="008C6DE4">
              <w:rPr>
                <w:rFonts w:ascii="Arial" w:hAnsi="Arial"/>
                <w:sz w:val="18"/>
              </w:rPr>
              <w:t>-70</w:t>
            </w:r>
          </w:p>
        </w:tc>
      </w:tr>
      <w:tr w:rsidR="00DD3199" w:rsidRPr="008C6DE4" w14:paraId="7F78CDF3" w14:textId="77777777" w:rsidTr="00DF3064">
        <w:trPr>
          <w:jc w:val="center"/>
        </w:trPr>
        <w:tc>
          <w:tcPr>
            <w:tcW w:w="1031" w:type="dxa"/>
            <w:vMerge/>
            <w:tcBorders>
              <w:left w:val="single" w:sz="4" w:space="0" w:color="auto"/>
              <w:right w:val="single" w:sz="6" w:space="0" w:color="auto"/>
            </w:tcBorders>
            <w:shd w:val="clear" w:color="auto" w:fill="auto"/>
            <w:vAlign w:val="center"/>
          </w:tcPr>
          <w:p w14:paraId="5D05E31C" w14:textId="77777777" w:rsidR="001F5A79" w:rsidRPr="008C6DE4" w:rsidRDefault="001F5A79" w:rsidP="00DF3064">
            <w:pPr>
              <w:keepNext/>
              <w:keepLines/>
              <w:spacing w:after="0"/>
              <w:jc w:val="center"/>
            </w:pPr>
          </w:p>
        </w:tc>
        <w:tc>
          <w:tcPr>
            <w:tcW w:w="1043" w:type="dxa"/>
            <w:vMerge/>
            <w:tcBorders>
              <w:left w:val="single" w:sz="6" w:space="0" w:color="auto"/>
              <w:right w:val="single" w:sz="6" w:space="0" w:color="auto"/>
            </w:tcBorders>
            <w:shd w:val="clear" w:color="auto" w:fill="auto"/>
            <w:vAlign w:val="center"/>
          </w:tcPr>
          <w:p w14:paraId="45E68F60" w14:textId="77777777" w:rsidR="001F5A79" w:rsidRPr="008C6DE4" w:rsidRDefault="001F5A79" w:rsidP="00DF3064">
            <w:pPr>
              <w:keepNext/>
              <w:keepLines/>
              <w:spacing w:after="0"/>
              <w:jc w:val="center"/>
            </w:pPr>
          </w:p>
        </w:tc>
        <w:tc>
          <w:tcPr>
            <w:tcW w:w="780" w:type="dxa"/>
            <w:vMerge/>
            <w:tcBorders>
              <w:left w:val="single" w:sz="6" w:space="0" w:color="auto"/>
              <w:right w:val="single" w:sz="6" w:space="0" w:color="auto"/>
            </w:tcBorders>
            <w:shd w:val="clear" w:color="auto" w:fill="auto"/>
            <w:vAlign w:val="center"/>
          </w:tcPr>
          <w:p w14:paraId="3917266C" w14:textId="77777777" w:rsidR="001F5A79" w:rsidRPr="008C6DE4" w:rsidRDefault="001F5A79" w:rsidP="00DF3064">
            <w:pPr>
              <w:keepNext/>
              <w:keepLines/>
              <w:spacing w:after="0"/>
              <w:jc w:val="center"/>
            </w:pPr>
          </w:p>
        </w:tc>
        <w:tc>
          <w:tcPr>
            <w:tcW w:w="1957" w:type="dxa"/>
            <w:tcBorders>
              <w:top w:val="single" w:sz="6" w:space="0" w:color="auto"/>
              <w:left w:val="single" w:sz="6" w:space="0" w:color="auto"/>
              <w:bottom w:val="single" w:sz="6" w:space="0" w:color="auto"/>
              <w:right w:val="single" w:sz="4" w:space="0" w:color="auto"/>
            </w:tcBorders>
            <w:shd w:val="clear" w:color="auto" w:fill="auto"/>
            <w:vAlign w:val="center"/>
          </w:tcPr>
          <w:p w14:paraId="4829E13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09B0D41E" w14:textId="77777777" w:rsidR="001F5A79" w:rsidRPr="008C6DE4" w:rsidRDefault="001F5A79" w:rsidP="00DF3064">
            <w:pPr>
              <w:keepNext/>
              <w:keepLines/>
              <w:spacing w:after="0"/>
              <w:jc w:val="center"/>
            </w:pPr>
            <w:r w:rsidRPr="008C6DE4">
              <w:rPr>
                <w:rFonts w:ascii="Arial" w:hAnsi="Arial"/>
                <w:sz w:val="18"/>
              </w:rPr>
              <w:t>-120</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5FC64908" w14:textId="77777777" w:rsidR="001F5A79" w:rsidRPr="008C6DE4" w:rsidRDefault="001F5A79" w:rsidP="00DF3064">
            <w:pPr>
              <w:keepNext/>
              <w:keepLines/>
              <w:spacing w:after="0"/>
              <w:jc w:val="center"/>
              <w:rPr>
                <w:lang w:val="sv-SE"/>
              </w:rPr>
            </w:pPr>
            <w:r w:rsidRPr="008C6DE4">
              <w:rPr>
                <w:rFonts w:ascii="Arial" w:hAnsi="Arial"/>
                <w:sz w:val="18"/>
              </w:rPr>
              <w:t>-117</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54EC9258" w14:textId="77777777" w:rsidR="001F5A79" w:rsidRPr="008C6DE4" w:rsidRDefault="001F5A79" w:rsidP="00DF3064">
            <w:pPr>
              <w:keepNext/>
              <w:keepLines/>
              <w:spacing w:after="0"/>
              <w:jc w:val="center"/>
              <w:rPr>
                <w:lang w:val="sv-SE"/>
              </w:rPr>
            </w:pPr>
            <w:r w:rsidRPr="008C6DE4">
              <w:rPr>
                <w:rFonts w:ascii="Arial" w:hAnsi="Arial"/>
                <w:sz w:val="18"/>
              </w:rPr>
              <w:t>-114</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2B71D07" w14:textId="77777777" w:rsidR="001F5A79" w:rsidRPr="008C6DE4" w:rsidRDefault="001F5A79" w:rsidP="00DF3064">
            <w:pPr>
              <w:keepNext/>
              <w:keepLines/>
              <w:spacing w:after="0"/>
              <w:jc w:val="cente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15E14DF8" w14:textId="77777777" w:rsidR="001F5A79" w:rsidRPr="008C6DE4" w:rsidRDefault="001F5A79" w:rsidP="00DF3064">
            <w:pPr>
              <w:keepNext/>
              <w:keepLines/>
              <w:spacing w:after="0"/>
              <w:jc w:val="center"/>
            </w:pPr>
            <w:r w:rsidRPr="008C6DE4">
              <w:rPr>
                <w:rFonts w:ascii="Arial" w:hAnsi="Arial"/>
                <w:sz w:val="18"/>
              </w:rPr>
              <w:t>-70</w:t>
            </w:r>
          </w:p>
        </w:tc>
      </w:tr>
      <w:tr w:rsidR="00DD3199" w:rsidRPr="008C6DE4" w14:paraId="62420FB7" w14:textId="77777777" w:rsidTr="00DF3064">
        <w:trPr>
          <w:jc w:val="center"/>
        </w:trPr>
        <w:tc>
          <w:tcPr>
            <w:tcW w:w="1031" w:type="dxa"/>
            <w:vMerge/>
            <w:tcBorders>
              <w:left w:val="single" w:sz="4" w:space="0" w:color="auto"/>
              <w:right w:val="single" w:sz="6" w:space="0" w:color="auto"/>
            </w:tcBorders>
            <w:shd w:val="clear" w:color="auto" w:fill="auto"/>
            <w:vAlign w:val="center"/>
          </w:tcPr>
          <w:p w14:paraId="5881DF95" w14:textId="77777777" w:rsidR="001F5A79" w:rsidRPr="008C6DE4" w:rsidRDefault="001F5A79" w:rsidP="00DF3064">
            <w:pPr>
              <w:keepNext/>
              <w:keepLines/>
              <w:spacing w:after="0"/>
              <w:jc w:val="center"/>
            </w:pPr>
          </w:p>
        </w:tc>
        <w:tc>
          <w:tcPr>
            <w:tcW w:w="1043" w:type="dxa"/>
            <w:vMerge/>
            <w:tcBorders>
              <w:left w:val="single" w:sz="6" w:space="0" w:color="auto"/>
              <w:right w:val="single" w:sz="6" w:space="0" w:color="auto"/>
            </w:tcBorders>
            <w:shd w:val="clear" w:color="auto" w:fill="auto"/>
            <w:vAlign w:val="center"/>
          </w:tcPr>
          <w:p w14:paraId="096B3E29" w14:textId="77777777" w:rsidR="001F5A79" w:rsidRPr="008C6DE4" w:rsidRDefault="001F5A79" w:rsidP="00DF3064">
            <w:pPr>
              <w:keepNext/>
              <w:keepLines/>
              <w:spacing w:after="0"/>
              <w:jc w:val="center"/>
            </w:pPr>
          </w:p>
        </w:tc>
        <w:tc>
          <w:tcPr>
            <w:tcW w:w="780" w:type="dxa"/>
            <w:vMerge/>
            <w:tcBorders>
              <w:left w:val="single" w:sz="6" w:space="0" w:color="auto"/>
              <w:right w:val="single" w:sz="6" w:space="0" w:color="auto"/>
            </w:tcBorders>
            <w:shd w:val="clear" w:color="auto" w:fill="auto"/>
            <w:vAlign w:val="center"/>
          </w:tcPr>
          <w:p w14:paraId="723C5500" w14:textId="77777777" w:rsidR="001F5A79" w:rsidRPr="008C6DE4" w:rsidRDefault="001F5A79" w:rsidP="00DF3064">
            <w:pPr>
              <w:keepNext/>
              <w:keepLines/>
              <w:spacing w:after="0"/>
              <w:jc w:val="center"/>
            </w:pPr>
          </w:p>
        </w:tc>
        <w:tc>
          <w:tcPr>
            <w:tcW w:w="1957" w:type="dxa"/>
            <w:tcBorders>
              <w:top w:val="single" w:sz="6" w:space="0" w:color="auto"/>
              <w:left w:val="single" w:sz="6" w:space="0" w:color="auto"/>
              <w:bottom w:val="single" w:sz="6" w:space="0" w:color="auto"/>
              <w:right w:val="single" w:sz="4" w:space="0" w:color="auto"/>
            </w:tcBorders>
            <w:shd w:val="clear" w:color="auto" w:fill="auto"/>
            <w:vAlign w:val="center"/>
          </w:tcPr>
          <w:p w14:paraId="0F95E45A"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04661436" w14:textId="77777777" w:rsidR="001F5A79" w:rsidRPr="008C6DE4" w:rsidDel="00FA4A82" w:rsidRDefault="001F5A79" w:rsidP="00DF3064">
            <w:pPr>
              <w:keepNext/>
              <w:keepLines/>
              <w:spacing w:after="0"/>
              <w:jc w:val="center"/>
              <w:rPr>
                <w:rFonts w:ascii="Arial" w:hAnsi="Arial"/>
                <w:sz w:val="18"/>
              </w:rPr>
            </w:pPr>
            <w:r w:rsidRPr="008C6DE4">
              <w:rPr>
                <w:rFonts w:ascii="Arial" w:hAnsi="Arial"/>
                <w:sz w:val="18"/>
              </w:rPr>
              <w:t>-119.5</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5B2201FB" w14:textId="77777777" w:rsidR="001F5A79" w:rsidRPr="008C6DE4" w:rsidDel="00FA4A82" w:rsidRDefault="001F5A79" w:rsidP="00DF3064">
            <w:pPr>
              <w:keepNext/>
              <w:keepLines/>
              <w:spacing w:after="0"/>
              <w:jc w:val="center"/>
              <w:rPr>
                <w:rFonts w:ascii="Arial" w:hAnsi="Arial"/>
                <w:sz w:val="18"/>
              </w:rPr>
            </w:pPr>
            <w:r w:rsidRPr="008C6DE4">
              <w:rPr>
                <w:rFonts w:ascii="Arial" w:hAnsi="Arial"/>
                <w:sz w:val="18"/>
              </w:rPr>
              <w:t>-116.5</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42B2D406" w14:textId="77777777" w:rsidR="001F5A79" w:rsidRPr="008C6DE4" w:rsidDel="00FA4A82" w:rsidRDefault="001F5A79" w:rsidP="00DF3064">
            <w:pPr>
              <w:keepNext/>
              <w:keepLines/>
              <w:spacing w:after="0"/>
              <w:jc w:val="center"/>
              <w:rPr>
                <w:rFonts w:ascii="Arial" w:hAnsi="Arial"/>
                <w:sz w:val="18"/>
              </w:rPr>
            </w:pPr>
            <w:r w:rsidRPr="008C6DE4">
              <w:rPr>
                <w:rFonts w:ascii="Arial" w:hAnsi="Arial"/>
                <w:sz w:val="18"/>
              </w:rPr>
              <w:t>-113.5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17CBBDA"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093F739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31B4231E" w14:textId="77777777" w:rsidTr="00DF3064">
        <w:trPr>
          <w:jc w:val="center"/>
        </w:trPr>
        <w:tc>
          <w:tcPr>
            <w:tcW w:w="1031" w:type="dxa"/>
            <w:vMerge/>
            <w:tcBorders>
              <w:left w:val="single" w:sz="4" w:space="0" w:color="auto"/>
              <w:right w:val="single" w:sz="6" w:space="0" w:color="auto"/>
            </w:tcBorders>
            <w:shd w:val="clear" w:color="auto" w:fill="auto"/>
            <w:vAlign w:val="center"/>
          </w:tcPr>
          <w:p w14:paraId="1B61D199" w14:textId="77777777" w:rsidR="001F5A79" w:rsidRPr="008C6DE4" w:rsidRDefault="001F5A79" w:rsidP="00DF3064">
            <w:pPr>
              <w:keepNext/>
              <w:keepLines/>
              <w:spacing w:after="0"/>
              <w:jc w:val="center"/>
            </w:pPr>
          </w:p>
        </w:tc>
        <w:tc>
          <w:tcPr>
            <w:tcW w:w="1043" w:type="dxa"/>
            <w:vMerge/>
            <w:tcBorders>
              <w:left w:val="single" w:sz="6" w:space="0" w:color="auto"/>
              <w:right w:val="single" w:sz="6" w:space="0" w:color="auto"/>
            </w:tcBorders>
            <w:shd w:val="clear" w:color="auto" w:fill="auto"/>
            <w:vAlign w:val="center"/>
          </w:tcPr>
          <w:p w14:paraId="12B2A690" w14:textId="77777777" w:rsidR="001F5A79" w:rsidRPr="008C6DE4" w:rsidRDefault="001F5A79" w:rsidP="00DF3064">
            <w:pPr>
              <w:keepNext/>
              <w:keepLines/>
              <w:spacing w:after="0"/>
              <w:jc w:val="center"/>
            </w:pPr>
          </w:p>
        </w:tc>
        <w:tc>
          <w:tcPr>
            <w:tcW w:w="780" w:type="dxa"/>
            <w:vMerge/>
            <w:tcBorders>
              <w:left w:val="single" w:sz="6" w:space="0" w:color="auto"/>
              <w:right w:val="single" w:sz="6" w:space="0" w:color="auto"/>
            </w:tcBorders>
            <w:shd w:val="clear" w:color="auto" w:fill="auto"/>
            <w:vAlign w:val="center"/>
          </w:tcPr>
          <w:p w14:paraId="6AAC9CD4" w14:textId="77777777" w:rsidR="001F5A79" w:rsidRPr="008C6DE4" w:rsidRDefault="001F5A79" w:rsidP="00DF3064">
            <w:pPr>
              <w:keepNext/>
              <w:keepLines/>
              <w:spacing w:after="0"/>
              <w:jc w:val="center"/>
            </w:pPr>
          </w:p>
        </w:tc>
        <w:tc>
          <w:tcPr>
            <w:tcW w:w="1957" w:type="dxa"/>
            <w:tcBorders>
              <w:top w:val="single" w:sz="6" w:space="0" w:color="auto"/>
              <w:left w:val="single" w:sz="6" w:space="0" w:color="auto"/>
              <w:bottom w:val="single" w:sz="6" w:space="0" w:color="auto"/>
              <w:right w:val="single" w:sz="4" w:space="0" w:color="auto"/>
            </w:tcBorders>
            <w:shd w:val="clear" w:color="auto" w:fill="auto"/>
            <w:vAlign w:val="center"/>
          </w:tcPr>
          <w:p w14:paraId="7B096BE5"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337D2C33" w14:textId="77777777" w:rsidR="001F5A79" w:rsidRPr="008C6DE4" w:rsidRDefault="001F5A79" w:rsidP="00DF3064">
            <w:pPr>
              <w:keepNext/>
              <w:keepLines/>
              <w:spacing w:after="0"/>
              <w:jc w:val="center"/>
            </w:pPr>
            <w:r w:rsidRPr="008C6DE4">
              <w:rPr>
                <w:rFonts w:ascii="Arial" w:hAnsi="Arial"/>
                <w:sz w:val="18"/>
              </w:rPr>
              <w:t>-119</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64156BAE" w14:textId="77777777" w:rsidR="001F5A79" w:rsidRPr="008C6DE4" w:rsidRDefault="001F5A79" w:rsidP="00DF3064">
            <w:pPr>
              <w:keepNext/>
              <w:keepLines/>
              <w:spacing w:after="0"/>
              <w:jc w:val="center"/>
              <w:rPr>
                <w:lang w:val="sv-SE"/>
              </w:rPr>
            </w:pPr>
            <w:r w:rsidRPr="008C6DE4">
              <w:rPr>
                <w:rFonts w:ascii="Arial" w:hAnsi="Arial"/>
                <w:sz w:val="18"/>
              </w:rPr>
              <w:t>-116</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24D0D32C" w14:textId="77777777" w:rsidR="001F5A79" w:rsidRPr="008C6DE4" w:rsidRDefault="001F5A79" w:rsidP="00DF3064">
            <w:pPr>
              <w:keepNext/>
              <w:keepLines/>
              <w:spacing w:after="0"/>
              <w:jc w:val="center"/>
              <w:rPr>
                <w:lang w:val="sv-SE"/>
              </w:rPr>
            </w:pPr>
            <w:r w:rsidRPr="008C6DE4">
              <w:rPr>
                <w:rFonts w:ascii="Arial" w:hAnsi="Arial"/>
                <w:sz w:val="18"/>
              </w:rPr>
              <w:t>-113</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A41F41B" w14:textId="77777777" w:rsidR="001F5A79" w:rsidRPr="008C6DE4" w:rsidRDefault="001F5A79" w:rsidP="00DF3064">
            <w:pPr>
              <w:keepNext/>
              <w:keepLines/>
              <w:spacing w:after="0"/>
              <w:jc w:val="cente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4F3EA7B1" w14:textId="77777777" w:rsidR="001F5A79" w:rsidRPr="008C6DE4" w:rsidRDefault="001F5A79" w:rsidP="00DF3064">
            <w:pPr>
              <w:keepNext/>
              <w:keepLines/>
              <w:spacing w:after="0"/>
              <w:jc w:val="center"/>
            </w:pPr>
            <w:r w:rsidRPr="008C6DE4">
              <w:rPr>
                <w:rFonts w:ascii="Arial" w:hAnsi="Arial"/>
                <w:sz w:val="18"/>
              </w:rPr>
              <w:t>-70</w:t>
            </w:r>
          </w:p>
        </w:tc>
      </w:tr>
      <w:tr w:rsidR="00DD3199" w:rsidRPr="008C6DE4" w14:paraId="48048D79" w14:textId="77777777" w:rsidTr="00DF3064">
        <w:trPr>
          <w:jc w:val="center"/>
        </w:trPr>
        <w:tc>
          <w:tcPr>
            <w:tcW w:w="1031" w:type="dxa"/>
            <w:vMerge/>
            <w:tcBorders>
              <w:left w:val="single" w:sz="4" w:space="0" w:color="auto"/>
              <w:right w:val="single" w:sz="6" w:space="0" w:color="auto"/>
            </w:tcBorders>
            <w:shd w:val="clear" w:color="auto" w:fill="auto"/>
            <w:vAlign w:val="center"/>
          </w:tcPr>
          <w:p w14:paraId="66B40C5D" w14:textId="77777777" w:rsidR="001F5A79" w:rsidRPr="008C6DE4" w:rsidRDefault="001F5A79" w:rsidP="00DF3064">
            <w:pPr>
              <w:keepNext/>
              <w:keepLines/>
              <w:spacing w:after="0"/>
              <w:jc w:val="center"/>
              <w:rPr>
                <w:rFonts w:ascii="Arial" w:hAnsi="Arial"/>
                <w:sz w:val="18"/>
              </w:rPr>
            </w:pPr>
          </w:p>
        </w:tc>
        <w:tc>
          <w:tcPr>
            <w:tcW w:w="1043" w:type="dxa"/>
            <w:vMerge/>
            <w:tcBorders>
              <w:left w:val="single" w:sz="6" w:space="0" w:color="auto"/>
              <w:right w:val="single" w:sz="6" w:space="0" w:color="auto"/>
            </w:tcBorders>
            <w:shd w:val="clear" w:color="auto" w:fill="auto"/>
            <w:vAlign w:val="center"/>
          </w:tcPr>
          <w:p w14:paraId="244B3D27" w14:textId="77777777" w:rsidR="001F5A79" w:rsidRPr="008C6DE4" w:rsidRDefault="001F5A79" w:rsidP="00DF3064">
            <w:pPr>
              <w:keepNext/>
              <w:keepLines/>
              <w:spacing w:after="0"/>
              <w:jc w:val="center"/>
              <w:rPr>
                <w:rFonts w:ascii="Arial" w:hAnsi="Arial"/>
                <w:sz w:val="18"/>
              </w:rPr>
            </w:pPr>
          </w:p>
        </w:tc>
        <w:tc>
          <w:tcPr>
            <w:tcW w:w="780" w:type="dxa"/>
            <w:vMerge/>
            <w:tcBorders>
              <w:left w:val="single" w:sz="6" w:space="0" w:color="auto"/>
              <w:right w:val="single" w:sz="6" w:space="0" w:color="auto"/>
            </w:tcBorders>
            <w:shd w:val="clear" w:color="auto" w:fill="auto"/>
            <w:vAlign w:val="center"/>
          </w:tcPr>
          <w:p w14:paraId="7575D430" w14:textId="77777777" w:rsidR="001F5A79" w:rsidRPr="008C6DE4" w:rsidRDefault="001F5A79" w:rsidP="00DF3064">
            <w:pPr>
              <w:keepNext/>
              <w:keepLines/>
              <w:spacing w:after="0"/>
              <w:jc w:val="center"/>
              <w:rPr>
                <w:rFonts w:ascii="Arial" w:hAnsi="Arial"/>
                <w:sz w:val="18"/>
              </w:rPr>
            </w:pPr>
          </w:p>
        </w:tc>
        <w:tc>
          <w:tcPr>
            <w:tcW w:w="1957" w:type="dxa"/>
            <w:tcBorders>
              <w:top w:val="single" w:sz="6" w:space="0" w:color="auto"/>
              <w:left w:val="single" w:sz="6" w:space="0" w:color="auto"/>
              <w:bottom w:val="single" w:sz="6" w:space="0" w:color="auto"/>
              <w:right w:val="single" w:sz="4" w:space="0" w:color="auto"/>
            </w:tcBorders>
            <w:shd w:val="clear" w:color="auto" w:fill="auto"/>
            <w:vAlign w:val="center"/>
          </w:tcPr>
          <w:p w14:paraId="445A192B"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FDD_FR1_G</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4F84577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231C700F"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1503C4A5"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-112</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C9BB59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0C9194C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3CC592F2" w14:textId="77777777" w:rsidTr="00DF3064">
        <w:trPr>
          <w:jc w:val="center"/>
        </w:trPr>
        <w:tc>
          <w:tcPr>
            <w:tcW w:w="1031" w:type="dxa"/>
            <w:vMerge/>
            <w:tcBorders>
              <w:left w:val="single" w:sz="4" w:space="0" w:color="auto"/>
              <w:right w:val="single" w:sz="6" w:space="0" w:color="auto"/>
            </w:tcBorders>
            <w:shd w:val="clear" w:color="auto" w:fill="auto"/>
            <w:vAlign w:val="center"/>
          </w:tcPr>
          <w:p w14:paraId="71B4413B" w14:textId="77777777" w:rsidR="001F5A79" w:rsidRPr="008C6DE4" w:rsidRDefault="001F5A79" w:rsidP="00DF3064">
            <w:pPr>
              <w:keepNext/>
              <w:keepLines/>
              <w:spacing w:after="0"/>
              <w:jc w:val="center"/>
              <w:rPr>
                <w:rFonts w:ascii="Arial" w:hAnsi="Arial"/>
                <w:sz w:val="18"/>
              </w:rPr>
            </w:pPr>
          </w:p>
        </w:tc>
        <w:tc>
          <w:tcPr>
            <w:tcW w:w="1043" w:type="dxa"/>
            <w:vMerge/>
            <w:tcBorders>
              <w:left w:val="single" w:sz="6" w:space="0" w:color="auto"/>
              <w:right w:val="single" w:sz="6" w:space="0" w:color="auto"/>
            </w:tcBorders>
            <w:shd w:val="clear" w:color="auto" w:fill="auto"/>
            <w:vAlign w:val="center"/>
          </w:tcPr>
          <w:p w14:paraId="2B377251" w14:textId="77777777" w:rsidR="001F5A79" w:rsidRPr="008C6DE4" w:rsidRDefault="001F5A79" w:rsidP="00DF3064">
            <w:pPr>
              <w:keepNext/>
              <w:keepLines/>
              <w:spacing w:after="0"/>
              <w:jc w:val="center"/>
              <w:rPr>
                <w:rFonts w:ascii="Arial" w:hAnsi="Arial"/>
                <w:sz w:val="18"/>
              </w:rPr>
            </w:pPr>
          </w:p>
        </w:tc>
        <w:tc>
          <w:tcPr>
            <w:tcW w:w="780" w:type="dxa"/>
            <w:vMerge/>
            <w:tcBorders>
              <w:left w:val="single" w:sz="6" w:space="0" w:color="auto"/>
              <w:right w:val="single" w:sz="6" w:space="0" w:color="auto"/>
            </w:tcBorders>
            <w:shd w:val="clear" w:color="auto" w:fill="auto"/>
            <w:vAlign w:val="center"/>
          </w:tcPr>
          <w:p w14:paraId="092946E6" w14:textId="77777777" w:rsidR="001F5A79" w:rsidRPr="008C6DE4" w:rsidRDefault="001F5A79" w:rsidP="00DF3064">
            <w:pPr>
              <w:keepNext/>
              <w:keepLines/>
              <w:spacing w:after="0"/>
              <w:jc w:val="center"/>
              <w:rPr>
                <w:rFonts w:ascii="Arial" w:hAnsi="Arial"/>
                <w:sz w:val="18"/>
              </w:rPr>
            </w:pPr>
          </w:p>
        </w:tc>
        <w:tc>
          <w:tcPr>
            <w:tcW w:w="1957" w:type="dxa"/>
            <w:tcBorders>
              <w:top w:val="single" w:sz="6" w:space="0" w:color="auto"/>
              <w:left w:val="single" w:sz="6" w:space="0" w:color="auto"/>
              <w:bottom w:val="single" w:sz="6" w:space="0" w:color="auto"/>
              <w:right w:val="single" w:sz="4" w:space="0" w:color="auto"/>
            </w:tcBorders>
            <w:shd w:val="clear" w:color="auto" w:fill="auto"/>
            <w:vAlign w:val="center"/>
          </w:tcPr>
          <w:p w14:paraId="0F91A53F"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FDD_FR1_H</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617D247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18EE0856"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7EC289CE"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82D976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58151B4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59B197E4" w14:textId="77777777" w:rsidTr="00DF3064">
        <w:trPr>
          <w:jc w:val="center"/>
        </w:trPr>
        <w:tc>
          <w:tcPr>
            <w:tcW w:w="1031" w:type="dxa"/>
            <w:tcBorders>
              <w:top w:val="single" w:sz="6" w:space="0" w:color="auto"/>
              <w:left w:val="single" w:sz="4" w:space="0" w:color="auto"/>
              <w:bottom w:val="single" w:sz="6" w:space="0" w:color="auto"/>
              <w:right w:val="single" w:sz="6" w:space="0" w:color="auto"/>
            </w:tcBorders>
            <w:shd w:val="clear" w:color="auto" w:fill="auto"/>
            <w:vAlign w:val="center"/>
          </w:tcPr>
          <w:p w14:paraId="02A32150" w14:textId="77777777" w:rsidR="001F5A79" w:rsidRPr="008C6DE4" w:rsidRDefault="001F5A79" w:rsidP="00DF3064">
            <w:pPr>
              <w:keepNext/>
              <w:keepLines/>
              <w:spacing w:after="0"/>
              <w:jc w:val="center"/>
            </w:pPr>
            <w:r w:rsidRPr="008C6DE4">
              <w:rPr>
                <w:rFonts w:ascii="Arial" w:hAnsi="Arial" w:cs="Arial"/>
                <w:sz w:val="18"/>
              </w:rPr>
              <w:t>±</w:t>
            </w:r>
            <w:r w:rsidRPr="008C6DE4">
              <w:rPr>
                <w:rFonts w:ascii="Arial" w:hAnsi="Arial"/>
                <w:sz w:val="18"/>
              </w:rPr>
              <w:t>8.5</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tcPr>
          <w:p w14:paraId="4741B3E8" w14:textId="77777777" w:rsidR="001F5A79" w:rsidRPr="008C6DE4" w:rsidRDefault="001F5A79" w:rsidP="00DF3064">
            <w:pPr>
              <w:keepNext/>
              <w:keepLines/>
              <w:spacing w:after="0"/>
              <w:jc w:val="center"/>
            </w:pPr>
            <w:r w:rsidRPr="008C6DE4">
              <w:rPr>
                <w:rFonts w:ascii="Arial" w:hAnsi="Arial" w:cs="Arial"/>
                <w:sz w:val="18"/>
              </w:rPr>
              <w:t>±</w:t>
            </w:r>
            <w:r w:rsidRPr="008C6DE4">
              <w:rPr>
                <w:rFonts w:ascii="Arial" w:hAnsi="Arial"/>
                <w:sz w:val="18"/>
              </w:rPr>
              <w:t>11.5</w:t>
            </w:r>
          </w:p>
        </w:tc>
        <w:tc>
          <w:tcPr>
            <w:tcW w:w="780" w:type="dxa"/>
            <w:tcBorders>
              <w:top w:val="single" w:sz="6" w:space="0" w:color="auto"/>
              <w:left w:val="single" w:sz="6" w:space="0" w:color="auto"/>
              <w:bottom w:val="single" w:sz="6" w:space="0" w:color="auto"/>
              <w:right w:val="single" w:sz="6" w:space="0" w:color="auto"/>
            </w:tcBorders>
            <w:shd w:val="clear" w:color="auto" w:fill="auto"/>
            <w:vAlign w:val="center"/>
          </w:tcPr>
          <w:p w14:paraId="3E9FADD1" w14:textId="77777777" w:rsidR="001F5A79" w:rsidRPr="008C6DE4" w:rsidRDefault="001F5A79" w:rsidP="00DF3064">
            <w:pPr>
              <w:keepNext/>
              <w:keepLines/>
              <w:spacing w:after="0"/>
              <w:jc w:val="center"/>
            </w:pPr>
            <w:r w:rsidRPr="008C6DE4">
              <w:rPr>
                <w:rFonts w:ascii="Arial" w:hAnsi="Arial"/>
                <w:sz w:val="18"/>
              </w:rPr>
              <w:sym w:font="Symbol" w:char="F0B3"/>
            </w:r>
            <w:r w:rsidRPr="008C6DE4">
              <w:rPr>
                <w:rFonts w:ascii="Arial" w:hAnsi="Arial"/>
                <w:sz w:val="18"/>
              </w:rPr>
              <w:t>-3dB</w:t>
            </w:r>
            <w:r w:rsidRPr="008C6DE4" w:rsidDel="00786530">
              <w:rPr>
                <w:rFonts w:ascii="Arial" w:hAnsi="Arial"/>
                <w:sz w:val="18"/>
              </w:rPr>
              <w:t xml:space="preserve"> </w:t>
            </w:r>
          </w:p>
        </w:tc>
        <w:tc>
          <w:tcPr>
            <w:tcW w:w="1957" w:type="dxa"/>
            <w:tcBorders>
              <w:top w:val="single" w:sz="6" w:space="0" w:color="auto"/>
              <w:left w:val="single" w:sz="6" w:space="0" w:color="auto"/>
              <w:bottom w:val="single" w:sz="6" w:space="0" w:color="auto"/>
              <w:right w:val="single" w:sz="4" w:space="0" w:color="auto"/>
            </w:tcBorders>
            <w:shd w:val="clear" w:color="auto" w:fill="auto"/>
            <w:vAlign w:val="center"/>
          </w:tcPr>
          <w:p w14:paraId="0EDBEFF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 xml:space="preserve">NR_FDD_FR1_A, NR_TDD_FR1_A, </w:t>
            </w:r>
          </w:p>
          <w:p w14:paraId="269088D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p w14:paraId="11DE012A" w14:textId="77777777" w:rsidR="001F5A79" w:rsidRPr="008C6DE4" w:rsidRDefault="001F5A79" w:rsidP="00DF3064">
            <w:pPr>
              <w:keepNext/>
              <w:keepLines/>
              <w:spacing w:after="0"/>
              <w:jc w:val="center"/>
            </w:pPr>
            <w:r w:rsidRPr="008C6DE4">
              <w:rPr>
                <w:rFonts w:ascii="Arial" w:hAnsi="Arial"/>
                <w:sz w:val="18"/>
              </w:rPr>
              <w:t>NR_FDD_FR1_B, NR_TDD_FR1_C, NR_FDD_FR1_D, NR_TDD_FR1_D, NR_FDD_FR1_E, NR_TDD_FR1_E, NR_FDD_FR1_G, NR_FDD_FR1_H</w:t>
            </w:r>
          </w:p>
        </w:tc>
        <w:tc>
          <w:tcPr>
            <w:tcW w:w="827" w:type="dxa"/>
            <w:tcBorders>
              <w:top w:val="single" w:sz="6" w:space="0" w:color="auto"/>
              <w:left w:val="single" w:sz="4" w:space="0" w:color="auto"/>
              <w:bottom w:val="single" w:sz="4" w:space="0" w:color="auto"/>
              <w:right w:val="single" w:sz="6" w:space="0" w:color="auto"/>
            </w:tcBorders>
            <w:shd w:val="clear" w:color="auto" w:fill="auto"/>
            <w:vAlign w:val="center"/>
          </w:tcPr>
          <w:p w14:paraId="0CDF5B10" w14:textId="77777777" w:rsidR="001F5A79" w:rsidRPr="008C6DE4" w:rsidRDefault="001F5A79" w:rsidP="00DF3064">
            <w:pPr>
              <w:keepNext/>
              <w:keepLines/>
              <w:spacing w:after="0"/>
              <w:jc w:val="center"/>
            </w:pPr>
            <w:r w:rsidRPr="008C6DE4">
              <w:rPr>
                <w:rFonts w:ascii="Arial" w:hAnsi="Arial"/>
                <w:sz w:val="18"/>
              </w:rPr>
              <w:t>N/A</w:t>
            </w:r>
          </w:p>
        </w:tc>
        <w:tc>
          <w:tcPr>
            <w:tcW w:w="827" w:type="dxa"/>
            <w:tcBorders>
              <w:top w:val="single" w:sz="6" w:space="0" w:color="auto"/>
              <w:left w:val="single" w:sz="4" w:space="0" w:color="auto"/>
              <w:bottom w:val="single" w:sz="4" w:space="0" w:color="auto"/>
              <w:right w:val="single" w:sz="6" w:space="0" w:color="auto"/>
            </w:tcBorders>
            <w:shd w:val="clear" w:color="auto" w:fill="auto"/>
            <w:vAlign w:val="center"/>
          </w:tcPr>
          <w:p w14:paraId="6FB52E21"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N/A</w:t>
            </w:r>
          </w:p>
        </w:tc>
        <w:tc>
          <w:tcPr>
            <w:tcW w:w="827" w:type="dxa"/>
            <w:tcBorders>
              <w:top w:val="single" w:sz="6" w:space="0" w:color="auto"/>
              <w:left w:val="single" w:sz="4" w:space="0" w:color="auto"/>
              <w:bottom w:val="single" w:sz="4" w:space="0" w:color="auto"/>
              <w:right w:val="single" w:sz="6" w:space="0" w:color="auto"/>
            </w:tcBorders>
            <w:shd w:val="clear" w:color="auto" w:fill="auto"/>
            <w:vAlign w:val="center"/>
          </w:tcPr>
          <w:p w14:paraId="14B7A678"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N/A</w:t>
            </w:r>
          </w:p>
        </w:tc>
        <w:tc>
          <w:tcPr>
            <w:tcW w:w="1440" w:type="dxa"/>
            <w:tcBorders>
              <w:top w:val="single" w:sz="6" w:space="0" w:color="auto"/>
              <w:left w:val="single" w:sz="6" w:space="0" w:color="auto"/>
              <w:bottom w:val="single" w:sz="4" w:space="0" w:color="auto"/>
              <w:right w:val="single" w:sz="6" w:space="0" w:color="auto"/>
            </w:tcBorders>
            <w:shd w:val="clear" w:color="auto" w:fill="auto"/>
            <w:vAlign w:val="center"/>
          </w:tcPr>
          <w:p w14:paraId="647A1472" w14:textId="77777777" w:rsidR="001F5A79" w:rsidRPr="008C6DE4" w:rsidRDefault="001F5A79" w:rsidP="00DF3064">
            <w:pPr>
              <w:keepNext/>
              <w:keepLines/>
              <w:spacing w:after="0"/>
              <w:jc w:val="center"/>
            </w:pPr>
            <w:r w:rsidRPr="008C6DE4">
              <w:rPr>
                <w:rFonts w:ascii="Arial" w:hAnsi="Arial"/>
                <w:sz w:val="18"/>
              </w:rPr>
              <w:t>-70</w:t>
            </w:r>
          </w:p>
        </w:tc>
        <w:tc>
          <w:tcPr>
            <w:tcW w:w="1440" w:type="dxa"/>
            <w:tcBorders>
              <w:top w:val="single" w:sz="6" w:space="0" w:color="auto"/>
              <w:left w:val="single" w:sz="6" w:space="0" w:color="auto"/>
              <w:bottom w:val="single" w:sz="4" w:space="0" w:color="auto"/>
              <w:right w:val="single" w:sz="4" w:space="0" w:color="auto"/>
            </w:tcBorders>
            <w:shd w:val="clear" w:color="auto" w:fill="auto"/>
            <w:vAlign w:val="center"/>
          </w:tcPr>
          <w:p w14:paraId="3A6F44DD" w14:textId="77777777" w:rsidR="001F5A79" w:rsidRPr="008C6DE4" w:rsidRDefault="001F5A79" w:rsidP="00DF3064">
            <w:pPr>
              <w:keepNext/>
              <w:keepLines/>
              <w:spacing w:after="0"/>
              <w:jc w:val="center"/>
            </w:pPr>
            <w:r w:rsidRPr="008C6DE4">
              <w:rPr>
                <w:rFonts w:ascii="Arial" w:hAnsi="Arial"/>
                <w:sz w:val="18"/>
              </w:rPr>
              <w:t>-50</w:t>
            </w:r>
          </w:p>
        </w:tc>
      </w:tr>
      <w:tr w:rsidR="001F5A79" w:rsidRPr="008C6DE4" w14:paraId="4902017A" w14:textId="77777777" w:rsidTr="00DF3064">
        <w:trPr>
          <w:jc w:val="center"/>
        </w:trPr>
        <w:tc>
          <w:tcPr>
            <w:tcW w:w="10172" w:type="dxa"/>
            <w:gridSpan w:val="9"/>
            <w:tcBorders>
              <w:top w:val="single" w:sz="6" w:space="0" w:color="auto"/>
              <w:left w:val="single" w:sz="4" w:space="0" w:color="auto"/>
              <w:bottom w:val="single" w:sz="4" w:space="0" w:color="auto"/>
              <w:right w:val="single" w:sz="4" w:space="0" w:color="auto"/>
            </w:tcBorders>
            <w:shd w:val="clear" w:color="auto" w:fill="auto"/>
            <w:vAlign w:val="center"/>
          </w:tcPr>
          <w:p w14:paraId="0D1CFC38"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Io is assumed to have constant EPRE across the bandwidth.</w:t>
            </w:r>
          </w:p>
          <w:p w14:paraId="2C04A385" w14:textId="77777777" w:rsidR="001F5A79" w:rsidRPr="008C6DE4" w:rsidRDefault="001F5A79" w:rsidP="00DF3064">
            <w:pPr>
              <w:keepNext/>
              <w:keepLines/>
              <w:spacing w:after="0"/>
              <w:ind w:left="851" w:hanging="851"/>
            </w:pPr>
            <w:r w:rsidRPr="008C6DE4">
              <w:rPr>
                <w:rFonts w:ascii="Arial" w:hAnsi="Arial"/>
                <w:sz w:val="18"/>
              </w:rPr>
              <w:t>NOTE 2:</w:t>
            </w:r>
            <w:r w:rsidRPr="008C6DE4">
              <w:rPr>
                <w:rFonts w:ascii="Arial" w:hAnsi="Arial"/>
                <w:sz w:val="18"/>
              </w:rPr>
              <w:tab/>
              <w:t>NR operating band groups in FR1 are as defined in clause 3.5.2.</w:t>
            </w:r>
          </w:p>
        </w:tc>
      </w:tr>
    </w:tbl>
    <w:p w14:paraId="6CFF8F31" w14:textId="77777777" w:rsidR="001F5A79" w:rsidRPr="008C6DE4" w:rsidRDefault="001F5A79" w:rsidP="001F5A79">
      <w:pPr>
        <w:rPr>
          <w:lang w:eastAsia="zh-CN"/>
        </w:rPr>
      </w:pPr>
    </w:p>
    <w:p w14:paraId="23253DE5" w14:textId="77777777" w:rsidR="001F5A79" w:rsidRPr="008C6DE4" w:rsidRDefault="001F5A79" w:rsidP="001F5A79">
      <w:pPr>
        <w:keepNext/>
        <w:keepLines/>
        <w:spacing w:before="120"/>
        <w:ind w:left="1701" w:hanging="1701"/>
        <w:outlineLvl w:val="4"/>
      </w:pPr>
      <w:r w:rsidRPr="008C6DE4">
        <w:rPr>
          <w:rFonts w:ascii="Arial" w:hAnsi="Arial"/>
          <w:sz w:val="22"/>
        </w:rPr>
        <w:t>10.1.19.2.2</w:t>
      </w:r>
      <w:r w:rsidRPr="008C6DE4">
        <w:rPr>
          <w:rFonts w:ascii="Arial" w:hAnsi="Arial"/>
          <w:sz w:val="22"/>
        </w:rPr>
        <w:tab/>
        <w:t>Relative Accuracy</w:t>
      </w:r>
    </w:p>
    <w:p w14:paraId="66C42DAA" w14:textId="77777777" w:rsidR="001F5A79" w:rsidRPr="008C6DE4" w:rsidRDefault="001F5A79" w:rsidP="001F5A79">
      <w:pPr>
        <w:rPr>
          <w:rFonts w:cs="v4.2.0"/>
          <w:i/>
        </w:rPr>
      </w:pPr>
      <w:r w:rsidRPr="008C6DE4">
        <w:rPr>
          <w:rFonts w:cs="v4.2.0"/>
        </w:rPr>
        <w:t xml:space="preserve">The relative accuracy of </w:t>
      </w:r>
      <w:r w:rsidRPr="008C6DE4">
        <w:rPr>
          <w:rFonts w:cs="v4.2.0"/>
          <w:lang w:eastAsia="zh-CN"/>
        </w:rPr>
        <w:t>CSI-RS based L1-</w:t>
      </w:r>
      <w:r w:rsidRPr="008C6DE4">
        <w:rPr>
          <w:rFonts w:cs="v4.2.0"/>
        </w:rPr>
        <w:t xml:space="preserve">RSRP is defined as the </w:t>
      </w:r>
      <w:r w:rsidRPr="008C6DE4">
        <w:rPr>
          <w:rFonts w:cs="v4.2.0"/>
          <w:lang w:eastAsia="zh-CN"/>
        </w:rPr>
        <w:t>L1-</w:t>
      </w:r>
      <w:r w:rsidRPr="008C6DE4">
        <w:rPr>
          <w:rFonts w:cs="v4.2.0"/>
        </w:rPr>
        <w:t xml:space="preserve">RSRP measured from one CSI-RS compared to the </w:t>
      </w:r>
      <w:r w:rsidRPr="008C6DE4">
        <w:rPr>
          <w:lang w:val="en-US"/>
        </w:rPr>
        <w:t>largest measured value of L1-RSRP among all CSI-RS resources of the serving cell</w:t>
      </w:r>
      <w:r w:rsidRPr="008C6DE4">
        <w:rPr>
          <w:rFonts w:cs="v4.2.0"/>
        </w:rPr>
        <w:t>.</w:t>
      </w:r>
    </w:p>
    <w:p w14:paraId="0F18CACC" w14:textId="77777777" w:rsidR="001F5A79" w:rsidRPr="008C6DE4" w:rsidRDefault="001F5A79" w:rsidP="001F5A79">
      <w:pPr>
        <w:rPr>
          <w:rFonts w:cs="v4.2.0"/>
          <w:lang w:eastAsia="zh-CN"/>
        </w:rPr>
      </w:pPr>
      <w:r w:rsidRPr="008C6DE4">
        <w:rPr>
          <w:rFonts w:cs="v4.2.0"/>
        </w:rPr>
        <w:t xml:space="preserve">The accuracy requirements in Table </w:t>
      </w:r>
      <w:r w:rsidRPr="008C6DE4">
        <w:rPr>
          <w:lang w:eastAsia="zh-CN"/>
        </w:rPr>
        <w:t>10.1.19.2.2</w:t>
      </w:r>
      <w:r w:rsidRPr="008C6DE4">
        <w:rPr>
          <w:rFonts w:cs="v4.2.0"/>
        </w:rPr>
        <w:t>-1 are valid under the following conditions:</w:t>
      </w:r>
    </w:p>
    <w:p w14:paraId="4528A723" w14:textId="77777777" w:rsidR="001F5A79" w:rsidRPr="008C6DE4" w:rsidRDefault="001F5A79" w:rsidP="001F5A79">
      <w:pPr>
        <w:ind w:left="568" w:hanging="284"/>
      </w:pPr>
      <w:r w:rsidRPr="008C6DE4">
        <w:t>-</w:t>
      </w:r>
      <w:r w:rsidRPr="008C6DE4">
        <w:tab/>
        <w:t>Conditions defined in clause 7.3 of TS 38.101-1 [18] for reference sensitivity are fulfilled.</w:t>
      </w:r>
    </w:p>
    <w:p w14:paraId="43A0B7F1" w14:textId="168BB173" w:rsidR="001F5A79" w:rsidRPr="008C6DE4" w:rsidRDefault="001F5A79" w:rsidP="001F5A79">
      <w:pPr>
        <w:ind w:left="568" w:hanging="284"/>
        <w:rPr>
          <w:lang w:eastAsia="zh-CN"/>
        </w:rPr>
      </w:pPr>
      <w:r w:rsidRPr="008C6DE4">
        <w:t>-</w:t>
      </w:r>
      <w:r w:rsidRPr="008C6DE4">
        <w:rPr>
          <w:rFonts w:ascii="Arial" w:hAnsi="Arial"/>
          <w:sz w:val="28"/>
          <w:lang w:val="en-US"/>
        </w:rPr>
        <w:tab/>
      </w:r>
      <w:r w:rsidRPr="008C6DE4">
        <w:t xml:space="preserve">Conditions for L1-RSRP measurements are fulfilled according to Annex B.2.4.2 for a corresponding Band </w:t>
      </w:r>
      <w:r w:rsidRPr="008C6DE4">
        <w:rPr>
          <w:rFonts w:cs="v4.2.0"/>
          <w:lang w:eastAsia="ko-KR"/>
        </w:rPr>
        <w:t>for each relevant CSI-RS</w:t>
      </w:r>
      <w:r w:rsidRPr="008C6DE4">
        <w:rPr>
          <w:lang w:eastAsia="zh-CN"/>
        </w:rPr>
        <w:t>.</w:t>
      </w:r>
    </w:p>
    <w:p w14:paraId="07BD644F" w14:textId="77777777" w:rsidR="001F5A79" w:rsidRPr="008C6DE4" w:rsidRDefault="001F5A79" w:rsidP="001F5A79">
      <w:pPr>
        <w:ind w:left="568" w:hanging="284"/>
        <w:rPr>
          <w:lang w:eastAsia="zh-CN"/>
        </w:rPr>
      </w:pPr>
      <w:r w:rsidRPr="008C6DE4">
        <w:rPr>
          <w:lang w:eastAsia="zh-CN"/>
        </w:rPr>
        <w:t>-</w:t>
      </w:r>
      <w:r w:rsidRPr="008C6DE4">
        <w:rPr>
          <w:lang w:eastAsia="zh-CN"/>
        </w:rPr>
        <w:tab/>
        <w:t>The bandwidth of CSI-RS is 48 PRBs and the density is 3.</w:t>
      </w:r>
    </w:p>
    <w:p w14:paraId="07BDD051" w14:textId="77777777" w:rsidR="001F5A79" w:rsidRPr="008C6DE4" w:rsidRDefault="001F5A79" w:rsidP="001F5A79">
      <w:pPr>
        <w:tabs>
          <w:tab w:val="left" w:pos="851"/>
        </w:tabs>
        <w:overflowPunct w:val="0"/>
        <w:autoSpaceDE w:val="0"/>
        <w:autoSpaceDN w:val="0"/>
        <w:adjustRightInd w:val="0"/>
        <w:textAlignment w:val="baseline"/>
        <w:rPr>
          <w:rFonts w:eastAsia="PMingLiU"/>
          <w:lang w:eastAsia="zh-CN"/>
        </w:rPr>
      </w:pPr>
      <w:r w:rsidRPr="008C6DE4">
        <w:rPr>
          <w:rFonts w:eastAsia="PMingLiU"/>
          <w:lang w:eastAsia="zh-CN"/>
        </w:rPr>
        <w:t>The performance with larger bandwidth of CSI-RS is equal to or better than the accuracy requirements in Table</w:t>
      </w:r>
      <w:r w:rsidRPr="008C6DE4">
        <w:rPr>
          <w:rFonts w:eastAsia="PMingLiU"/>
          <w:lang w:val="en-US" w:eastAsia="zh-CN"/>
        </w:rPr>
        <w:t> </w:t>
      </w:r>
      <w:r w:rsidRPr="008C6DE4">
        <w:rPr>
          <w:rFonts w:eastAsia="PMingLiU"/>
          <w:lang w:eastAsia="zh-CN"/>
        </w:rPr>
        <w:t xml:space="preserve">10.1.19.2.2-1. </w:t>
      </w:r>
    </w:p>
    <w:p w14:paraId="17ED6DF3" w14:textId="77777777" w:rsidR="001F5A79" w:rsidRPr="008C6DE4" w:rsidRDefault="001F5A79" w:rsidP="001F5A79">
      <w:pPr>
        <w:keepNext/>
        <w:keepLines/>
        <w:spacing w:before="60"/>
        <w:jc w:val="center"/>
        <w:rPr>
          <w:rFonts w:ascii="Arial" w:hAnsi="Arial"/>
          <w:b/>
        </w:rPr>
      </w:pPr>
      <w:r w:rsidRPr="008C6DE4">
        <w:rPr>
          <w:rFonts w:ascii="Arial" w:hAnsi="Arial"/>
          <w:b/>
        </w:rPr>
        <w:t>Table 10.1.19.2.2-1: CSI-RS based L1-RSRP relative accuracy in FR1</w:t>
      </w:r>
    </w:p>
    <w:tbl>
      <w:tblPr>
        <w:tblW w:w="10172" w:type="dxa"/>
        <w:jc w:val="center"/>
        <w:tblLook w:val="01E0" w:firstRow="1" w:lastRow="1" w:firstColumn="1" w:lastColumn="1" w:noHBand="0" w:noVBand="0"/>
      </w:tblPr>
      <w:tblGrid>
        <w:gridCol w:w="1029"/>
        <w:gridCol w:w="1026"/>
        <w:gridCol w:w="798"/>
        <w:gridCol w:w="1958"/>
        <w:gridCol w:w="827"/>
        <w:gridCol w:w="827"/>
        <w:gridCol w:w="827"/>
        <w:gridCol w:w="1440"/>
        <w:gridCol w:w="1440"/>
      </w:tblGrid>
      <w:tr w:rsidR="00DD3199" w:rsidRPr="008C6DE4" w14:paraId="209F292D" w14:textId="77777777" w:rsidTr="00DF3064">
        <w:trPr>
          <w:jc w:val="center"/>
        </w:trPr>
        <w:tc>
          <w:tcPr>
            <w:tcW w:w="205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0A9FB17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8114" w:type="dxa"/>
            <w:gridSpan w:val="7"/>
            <w:tcBorders>
              <w:top w:val="single" w:sz="4" w:space="0" w:color="auto"/>
              <w:left w:val="single" w:sz="6" w:space="0" w:color="auto"/>
              <w:bottom w:val="single" w:sz="6" w:space="0" w:color="auto"/>
              <w:right w:val="single" w:sz="4" w:space="0" w:color="auto"/>
            </w:tcBorders>
            <w:shd w:val="clear" w:color="auto" w:fill="auto"/>
            <w:vAlign w:val="center"/>
          </w:tcPr>
          <w:p w14:paraId="2B66C4F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7A96C4B2" w14:textId="77777777" w:rsidTr="00DF3064">
        <w:trPr>
          <w:jc w:val="center"/>
        </w:trPr>
        <w:tc>
          <w:tcPr>
            <w:tcW w:w="1033"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14FB56FA"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026"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9446E1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906"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13F535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CSI-RS Ês/Iot</w:t>
            </w:r>
            <w:r w:rsidRPr="008C6DE4">
              <w:rPr>
                <w:rFonts w:ascii="Arial" w:hAnsi="Arial"/>
                <w:b/>
                <w:sz w:val="18"/>
                <w:vertAlign w:val="superscript"/>
              </w:rPr>
              <w:t xml:space="preserve"> Note 2</w:t>
            </w:r>
          </w:p>
        </w:tc>
        <w:tc>
          <w:tcPr>
            <w:tcW w:w="7207" w:type="dxa"/>
            <w:gridSpan w:val="6"/>
            <w:tcBorders>
              <w:top w:val="single" w:sz="6" w:space="0" w:color="auto"/>
              <w:left w:val="single" w:sz="6" w:space="0" w:color="auto"/>
              <w:bottom w:val="single" w:sz="6" w:space="0" w:color="auto"/>
              <w:right w:val="single" w:sz="4" w:space="0" w:color="auto"/>
            </w:tcBorders>
            <w:shd w:val="clear" w:color="auto" w:fill="auto"/>
            <w:vAlign w:val="center"/>
          </w:tcPr>
          <w:p w14:paraId="156C662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1</w:t>
            </w:r>
            <w:r w:rsidRPr="008C6DE4">
              <w:rPr>
                <w:rFonts w:ascii="Arial" w:hAnsi="Arial"/>
                <w:b/>
                <w:sz w:val="18"/>
              </w:rPr>
              <w:t xml:space="preserve"> range</w:t>
            </w:r>
          </w:p>
        </w:tc>
      </w:tr>
      <w:tr w:rsidR="00DD3199" w:rsidRPr="008C6DE4" w14:paraId="128A6560" w14:textId="77777777" w:rsidTr="00DF3064">
        <w:trPr>
          <w:jc w:val="center"/>
        </w:trPr>
        <w:tc>
          <w:tcPr>
            <w:tcW w:w="1033" w:type="dxa"/>
            <w:vMerge/>
            <w:tcBorders>
              <w:top w:val="single" w:sz="6" w:space="0" w:color="auto"/>
              <w:left w:val="single" w:sz="4" w:space="0" w:color="auto"/>
              <w:bottom w:val="single" w:sz="6" w:space="0" w:color="auto"/>
              <w:right w:val="single" w:sz="6" w:space="0" w:color="auto"/>
            </w:tcBorders>
            <w:shd w:val="clear" w:color="auto" w:fill="auto"/>
            <w:vAlign w:val="center"/>
          </w:tcPr>
          <w:p w14:paraId="0504D029" w14:textId="77777777" w:rsidR="001F5A79" w:rsidRPr="008C6DE4" w:rsidRDefault="001F5A79" w:rsidP="00DF3064">
            <w:pPr>
              <w:keepNext/>
              <w:keepLines/>
              <w:spacing w:after="0"/>
              <w:jc w:val="center"/>
              <w:rPr>
                <w:rFonts w:ascii="Arial" w:hAnsi="Arial"/>
                <w:b/>
                <w:sz w:val="18"/>
              </w:rPr>
            </w:pPr>
          </w:p>
        </w:tc>
        <w:tc>
          <w:tcPr>
            <w:tcW w:w="1026"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4B27329" w14:textId="77777777" w:rsidR="001F5A79" w:rsidRPr="008C6DE4" w:rsidRDefault="001F5A79" w:rsidP="00DF3064">
            <w:pPr>
              <w:keepNext/>
              <w:keepLines/>
              <w:spacing w:after="0"/>
              <w:jc w:val="center"/>
              <w:rPr>
                <w:rFonts w:ascii="Arial" w:hAnsi="Arial"/>
                <w:b/>
                <w:sz w:val="18"/>
              </w:rPr>
            </w:pPr>
          </w:p>
        </w:tc>
        <w:tc>
          <w:tcPr>
            <w:tcW w:w="906" w:type="dxa"/>
            <w:vMerge/>
            <w:tcBorders>
              <w:top w:val="single" w:sz="6" w:space="0" w:color="auto"/>
              <w:left w:val="single" w:sz="6" w:space="0" w:color="auto"/>
              <w:bottom w:val="single" w:sz="6" w:space="0" w:color="auto"/>
              <w:right w:val="single" w:sz="6" w:space="0" w:color="auto"/>
            </w:tcBorders>
            <w:shd w:val="clear" w:color="auto" w:fill="auto"/>
          </w:tcPr>
          <w:p w14:paraId="6CF8C38F" w14:textId="77777777" w:rsidR="001F5A79" w:rsidRPr="008C6DE4" w:rsidRDefault="001F5A79" w:rsidP="00DF3064">
            <w:pPr>
              <w:keepNext/>
              <w:keepLines/>
              <w:spacing w:after="0"/>
              <w:jc w:val="center"/>
              <w:rPr>
                <w:rFonts w:ascii="Arial" w:hAnsi="Arial"/>
                <w:b/>
                <w:sz w:val="18"/>
              </w:rPr>
            </w:pPr>
          </w:p>
        </w:tc>
        <w:tc>
          <w:tcPr>
            <w:tcW w:w="2301" w:type="dxa"/>
            <w:tcBorders>
              <w:top w:val="single" w:sz="6" w:space="0" w:color="auto"/>
              <w:left w:val="single" w:sz="6" w:space="0" w:color="auto"/>
              <w:bottom w:val="single" w:sz="6" w:space="0" w:color="auto"/>
              <w:right w:val="single" w:sz="4" w:space="0" w:color="auto"/>
            </w:tcBorders>
            <w:shd w:val="clear" w:color="auto" w:fill="auto"/>
            <w:vAlign w:val="center"/>
          </w:tcPr>
          <w:p w14:paraId="1E7332B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NR operating band groups</w:t>
            </w:r>
            <w:r w:rsidRPr="008C6DE4">
              <w:rPr>
                <w:rFonts w:ascii="Arial" w:hAnsi="Arial"/>
                <w:b/>
                <w:sz w:val="18"/>
                <w:vertAlign w:val="superscript"/>
              </w:rPr>
              <w:t xml:space="preserve"> Note 4</w:t>
            </w:r>
          </w:p>
        </w:tc>
        <w:tc>
          <w:tcPr>
            <w:tcW w:w="3466" w:type="dxa"/>
            <w:gridSpan w:val="4"/>
            <w:tcBorders>
              <w:top w:val="single" w:sz="4" w:space="0" w:color="auto"/>
              <w:left w:val="single" w:sz="4" w:space="0" w:color="auto"/>
              <w:bottom w:val="single" w:sz="6" w:space="0" w:color="auto"/>
              <w:right w:val="single" w:sz="6" w:space="0" w:color="auto"/>
            </w:tcBorders>
            <w:shd w:val="clear" w:color="auto" w:fill="auto"/>
            <w:vAlign w:val="center"/>
          </w:tcPr>
          <w:p w14:paraId="446D9AB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1440" w:type="dxa"/>
            <w:tcBorders>
              <w:top w:val="single" w:sz="4" w:space="0" w:color="auto"/>
              <w:left w:val="single" w:sz="6" w:space="0" w:color="auto"/>
              <w:bottom w:val="single" w:sz="6" w:space="0" w:color="auto"/>
              <w:right w:val="single" w:sz="4" w:space="0" w:color="auto"/>
            </w:tcBorders>
            <w:shd w:val="clear" w:color="auto" w:fill="auto"/>
            <w:vAlign w:val="center"/>
          </w:tcPr>
          <w:p w14:paraId="3BD5C24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495DDBD1" w14:textId="77777777" w:rsidTr="00DF3064">
        <w:trPr>
          <w:trHeight w:val="308"/>
          <w:jc w:val="center"/>
        </w:trPr>
        <w:tc>
          <w:tcPr>
            <w:tcW w:w="1033" w:type="dxa"/>
            <w:vMerge w:val="restart"/>
            <w:tcBorders>
              <w:top w:val="single" w:sz="6" w:space="0" w:color="auto"/>
              <w:left w:val="single" w:sz="4" w:space="0" w:color="auto"/>
              <w:right w:val="single" w:sz="6" w:space="0" w:color="auto"/>
            </w:tcBorders>
            <w:shd w:val="clear" w:color="auto" w:fill="auto"/>
            <w:vAlign w:val="center"/>
          </w:tcPr>
          <w:p w14:paraId="625FCFF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26" w:type="dxa"/>
            <w:vMerge w:val="restart"/>
            <w:tcBorders>
              <w:top w:val="single" w:sz="6" w:space="0" w:color="auto"/>
              <w:left w:val="single" w:sz="6" w:space="0" w:color="auto"/>
              <w:right w:val="single" w:sz="6" w:space="0" w:color="auto"/>
            </w:tcBorders>
            <w:shd w:val="clear" w:color="auto" w:fill="auto"/>
            <w:vAlign w:val="center"/>
          </w:tcPr>
          <w:p w14:paraId="10BA2A7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906" w:type="dxa"/>
            <w:vMerge w:val="restart"/>
            <w:tcBorders>
              <w:top w:val="single" w:sz="6" w:space="0" w:color="auto"/>
              <w:left w:val="single" w:sz="6" w:space="0" w:color="auto"/>
              <w:right w:val="single" w:sz="6" w:space="0" w:color="auto"/>
            </w:tcBorders>
            <w:shd w:val="clear" w:color="auto" w:fill="auto"/>
          </w:tcPr>
          <w:p w14:paraId="50FD15F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2301" w:type="dxa"/>
            <w:vMerge w:val="restart"/>
            <w:tcBorders>
              <w:top w:val="single" w:sz="6" w:space="0" w:color="auto"/>
              <w:left w:val="single" w:sz="6" w:space="0" w:color="auto"/>
              <w:right w:val="single" w:sz="4" w:space="0" w:color="auto"/>
            </w:tcBorders>
            <w:shd w:val="clear" w:color="auto" w:fill="auto"/>
            <w:vAlign w:val="center"/>
          </w:tcPr>
          <w:p w14:paraId="184077AE" w14:textId="77777777" w:rsidR="001F5A79" w:rsidRPr="008C6DE4" w:rsidRDefault="001F5A79" w:rsidP="00DF3064">
            <w:pPr>
              <w:keepNext/>
              <w:keepLines/>
              <w:spacing w:after="0"/>
              <w:jc w:val="center"/>
              <w:rPr>
                <w:rFonts w:ascii="Arial" w:hAnsi="Arial"/>
                <w:b/>
                <w:sz w:val="18"/>
              </w:rPr>
            </w:pPr>
          </w:p>
        </w:tc>
        <w:tc>
          <w:tcPr>
            <w:tcW w:w="2026" w:type="dxa"/>
            <w:gridSpan w:val="3"/>
            <w:tcBorders>
              <w:top w:val="single" w:sz="6" w:space="0" w:color="auto"/>
              <w:left w:val="single" w:sz="4" w:space="0" w:color="auto"/>
              <w:bottom w:val="single" w:sz="6" w:space="0" w:color="auto"/>
              <w:right w:val="single" w:sz="6" w:space="0" w:color="auto"/>
            </w:tcBorders>
            <w:shd w:val="clear" w:color="auto" w:fill="auto"/>
            <w:vAlign w:val="center"/>
          </w:tcPr>
          <w:p w14:paraId="7C3C049B"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CSI-RS</w:t>
            </w:r>
          </w:p>
        </w:tc>
        <w:tc>
          <w:tcPr>
            <w:tcW w:w="1440" w:type="dxa"/>
            <w:vMerge w:val="restart"/>
            <w:tcBorders>
              <w:top w:val="single" w:sz="6" w:space="0" w:color="auto"/>
              <w:left w:val="single" w:sz="6" w:space="0" w:color="auto"/>
              <w:right w:val="single" w:sz="6" w:space="0" w:color="auto"/>
            </w:tcBorders>
            <w:shd w:val="clear" w:color="auto" w:fill="auto"/>
            <w:vAlign w:val="center"/>
          </w:tcPr>
          <w:p w14:paraId="2589A99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c>
          <w:tcPr>
            <w:tcW w:w="1440" w:type="dxa"/>
            <w:vMerge w:val="restart"/>
            <w:tcBorders>
              <w:top w:val="single" w:sz="6" w:space="0" w:color="auto"/>
              <w:left w:val="single" w:sz="6" w:space="0" w:color="auto"/>
              <w:right w:val="single" w:sz="4" w:space="0" w:color="auto"/>
            </w:tcBorders>
            <w:shd w:val="clear" w:color="auto" w:fill="auto"/>
            <w:vAlign w:val="center"/>
          </w:tcPr>
          <w:p w14:paraId="2D3AF1E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4F6D8911" w14:textId="77777777" w:rsidTr="00DF3064">
        <w:trPr>
          <w:trHeight w:val="307"/>
          <w:jc w:val="center"/>
        </w:trPr>
        <w:tc>
          <w:tcPr>
            <w:tcW w:w="1033" w:type="dxa"/>
            <w:vMerge/>
            <w:tcBorders>
              <w:left w:val="single" w:sz="4" w:space="0" w:color="auto"/>
              <w:bottom w:val="single" w:sz="6" w:space="0" w:color="auto"/>
              <w:right w:val="single" w:sz="6" w:space="0" w:color="auto"/>
            </w:tcBorders>
            <w:shd w:val="clear" w:color="auto" w:fill="auto"/>
            <w:vAlign w:val="center"/>
          </w:tcPr>
          <w:p w14:paraId="30C6B8AB" w14:textId="77777777" w:rsidR="001F5A79" w:rsidRPr="008C6DE4" w:rsidRDefault="001F5A79" w:rsidP="00DF3064">
            <w:pPr>
              <w:keepNext/>
              <w:keepLines/>
              <w:spacing w:after="0"/>
              <w:jc w:val="center"/>
              <w:rPr>
                <w:rFonts w:ascii="Arial" w:hAnsi="Arial"/>
                <w:b/>
                <w:sz w:val="18"/>
              </w:rPr>
            </w:pPr>
          </w:p>
        </w:tc>
        <w:tc>
          <w:tcPr>
            <w:tcW w:w="1026" w:type="dxa"/>
            <w:vMerge/>
            <w:tcBorders>
              <w:left w:val="single" w:sz="6" w:space="0" w:color="auto"/>
              <w:bottom w:val="single" w:sz="6" w:space="0" w:color="auto"/>
              <w:right w:val="single" w:sz="6" w:space="0" w:color="auto"/>
            </w:tcBorders>
            <w:shd w:val="clear" w:color="auto" w:fill="auto"/>
            <w:vAlign w:val="center"/>
          </w:tcPr>
          <w:p w14:paraId="52A7467F" w14:textId="77777777" w:rsidR="001F5A79" w:rsidRPr="008C6DE4" w:rsidRDefault="001F5A79" w:rsidP="00DF3064">
            <w:pPr>
              <w:keepNext/>
              <w:keepLines/>
              <w:spacing w:after="0"/>
              <w:jc w:val="center"/>
              <w:rPr>
                <w:rFonts w:ascii="Arial" w:hAnsi="Arial"/>
                <w:b/>
                <w:sz w:val="18"/>
              </w:rPr>
            </w:pPr>
          </w:p>
        </w:tc>
        <w:tc>
          <w:tcPr>
            <w:tcW w:w="906" w:type="dxa"/>
            <w:vMerge/>
            <w:tcBorders>
              <w:left w:val="single" w:sz="6" w:space="0" w:color="auto"/>
              <w:bottom w:val="single" w:sz="6" w:space="0" w:color="auto"/>
              <w:right w:val="single" w:sz="6" w:space="0" w:color="auto"/>
            </w:tcBorders>
            <w:shd w:val="clear" w:color="auto" w:fill="auto"/>
          </w:tcPr>
          <w:p w14:paraId="76484FD3" w14:textId="77777777" w:rsidR="001F5A79" w:rsidRPr="008C6DE4" w:rsidRDefault="001F5A79" w:rsidP="00DF3064">
            <w:pPr>
              <w:keepNext/>
              <w:keepLines/>
              <w:spacing w:after="0"/>
              <w:jc w:val="center"/>
              <w:rPr>
                <w:rFonts w:ascii="Arial" w:hAnsi="Arial"/>
                <w:b/>
                <w:sz w:val="18"/>
              </w:rPr>
            </w:pPr>
          </w:p>
        </w:tc>
        <w:tc>
          <w:tcPr>
            <w:tcW w:w="2301" w:type="dxa"/>
            <w:vMerge/>
            <w:tcBorders>
              <w:left w:val="single" w:sz="6" w:space="0" w:color="auto"/>
              <w:bottom w:val="single" w:sz="6" w:space="0" w:color="auto"/>
              <w:right w:val="single" w:sz="4" w:space="0" w:color="auto"/>
            </w:tcBorders>
            <w:shd w:val="clear" w:color="auto" w:fill="auto"/>
            <w:vAlign w:val="center"/>
          </w:tcPr>
          <w:p w14:paraId="4F2B3BC0" w14:textId="77777777" w:rsidR="001F5A79" w:rsidRPr="008C6DE4" w:rsidRDefault="001F5A79" w:rsidP="00DF3064">
            <w:pPr>
              <w:keepNext/>
              <w:keepLines/>
              <w:spacing w:after="0"/>
              <w:jc w:val="center"/>
              <w:rPr>
                <w:rFonts w:ascii="Arial" w:hAnsi="Arial"/>
                <w:b/>
                <w:sz w:val="18"/>
              </w:rPr>
            </w:pPr>
          </w:p>
        </w:tc>
        <w:tc>
          <w:tcPr>
            <w:tcW w:w="675" w:type="dxa"/>
            <w:tcBorders>
              <w:top w:val="single" w:sz="6" w:space="0" w:color="auto"/>
              <w:left w:val="single" w:sz="4" w:space="0" w:color="auto"/>
              <w:bottom w:val="single" w:sz="6" w:space="0" w:color="auto"/>
              <w:right w:val="single" w:sz="6" w:space="0" w:color="auto"/>
            </w:tcBorders>
            <w:shd w:val="clear" w:color="auto" w:fill="auto"/>
            <w:vAlign w:val="center"/>
          </w:tcPr>
          <w:p w14:paraId="48A01662"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CSI-RS</w:t>
            </w:r>
            <w:r w:rsidRPr="008C6DE4">
              <w:rPr>
                <w:rFonts w:ascii="Arial" w:hAnsi="Arial" w:cs="Arial"/>
                <w:b/>
                <w:sz w:val="18"/>
              </w:rPr>
              <w:t xml:space="preserve"> = 15 kHz</w:t>
            </w:r>
          </w:p>
        </w:tc>
        <w:tc>
          <w:tcPr>
            <w:tcW w:w="675" w:type="dxa"/>
            <w:tcBorders>
              <w:top w:val="single" w:sz="6" w:space="0" w:color="auto"/>
              <w:left w:val="single" w:sz="4" w:space="0" w:color="auto"/>
              <w:bottom w:val="single" w:sz="6" w:space="0" w:color="auto"/>
              <w:right w:val="single" w:sz="6" w:space="0" w:color="auto"/>
            </w:tcBorders>
            <w:shd w:val="clear" w:color="auto" w:fill="auto"/>
            <w:vAlign w:val="center"/>
          </w:tcPr>
          <w:p w14:paraId="40877B14"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CSI-RS</w:t>
            </w:r>
            <w:r w:rsidRPr="008C6DE4">
              <w:rPr>
                <w:rFonts w:ascii="Arial" w:hAnsi="Arial" w:cs="Arial"/>
                <w:b/>
                <w:sz w:val="18"/>
              </w:rPr>
              <w:t xml:space="preserve"> = 30 kHz</w:t>
            </w:r>
          </w:p>
        </w:tc>
        <w:tc>
          <w:tcPr>
            <w:tcW w:w="676" w:type="dxa"/>
            <w:tcBorders>
              <w:top w:val="single" w:sz="6" w:space="0" w:color="auto"/>
              <w:left w:val="single" w:sz="4" w:space="0" w:color="auto"/>
              <w:bottom w:val="single" w:sz="6" w:space="0" w:color="auto"/>
              <w:right w:val="single" w:sz="6" w:space="0" w:color="auto"/>
            </w:tcBorders>
            <w:shd w:val="clear" w:color="auto" w:fill="auto"/>
            <w:vAlign w:val="center"/>
          </w:tcPr>
          <w:p w14:paraId="28898110"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SCS</w:t>
            </w:r>
            <w:r w:rsidRPr="008C6DE4">
              <w:rPr>
                <w:rFonts w:ascii="Arial" w:hAnsi="Arial"/>
                <w:b/>
                <w:sz w:val="18"/>
                <w:vertAlign w:val="subscript"/>
              </w:rPr>
              <w:t>CSI-RS</w:t>
            </w:r>
            <w:r w:rsidRPr="008C6DE4">
              <w:rPr>
                <w:rFonts w:ascii="Arial" w:hAnsi="Arial" w:cs="Arial"/>
                <w:b/>
                <w:sz w:val="18"/>
              </w:rPr>
              <w:t xml:space="preserve"> = 60 kHz</w:t>
            </w:r>
          </w:p>
        </w:tc>
        <w:tc>
          <w:tcPr>
            <w:tcW w:w="1440" w:type="dxa"/>
            <w:vMerge/>
            <w:tcBorders>
              <w:left w:val="single" w:sz="6" w:space="0" w:color="auto"/>
              <w:bottom w:val="single" w:sz="6" w:space="0" w:color="auto"/>
              <w:right w:val="single" w:sz="6" w:space="0" w:color="auto"/>
            </w:tcBorders>
            <w:shd w:val="clear" w:color="auto" w:fill="auto"/>
            <w:vAlign w:val="center"/>
          </w:tcPr>
          <w:p w14:paraId="3E2911A3" w14:textId="77777777" w:rsidR="001F5A79" w:rsidRPr="008C6DE4" w:rsidRDefault="001F5A79" w:rsidP="00DF3064">
            <w:pPr>
              <w:keepNext/>
              <w:keepLines/>
              <w:spacing w:after="0"/>
              <w:jc w:val="center"/>
              <w:rPr>
                <w:rFonts w:ascii="Arial" w:hAnsi="Arial"/>
                <w:b/>
                <w:sz w:val="18"/>
              </w:rPr>
            </w:pPr>
          </w:p>
        </w:tc>
        <w:tc>
          <w:tcPr>
            <w:tcW w:w="1440" w:type="dxa"/>
            <w:vMerge/>
            <w:tcBorders>
              <w:left w:val="single" w:sz="6" w:space="0" w:color="auto"/>
              <w:bottom w:val="single" w:sz="6" w:space="0" w:color="auto"/>
              <w:right w:val="single" w:sz="4" w:space="0" w:color="auto"/>
            </w:tcBorders>
            <w:shd w:val="clear" w:color="auto" w:fill="auto"/>
            <w:vAlign w:val="center"/>
          </w:tcPr>
          <w:p w14:paraId="4896775A" w14:textId="77777777" w:rsidR="001F5A79" w:rsidRPr="008C6DE4" w:rsidRDefault="001F5A79" w:rsidP="00DF3064">
            <w:pPr>
              <w:keepNext/>
              <w:keepLines/>
              <w:spacing w:after="0"/>
              <w:jc w:val="center"/>
              <w:rPr>
                <w:rFonts w:ascii="Arial" w:hAnsi="Arial"/>
                <w:b/>
                <w:sz w:val="18"/>
              </w:rPr>
            </w:pPr>
          </w:p>
        </w:tc>
      </w:tr>
      <w:tr w:rsidR="00DD3199" w:rsidRPr="008C6DE4" w14:paraId="54E09535" w14:textId="77777777" w:rsidTr="00DF3064">
        <w:trPr>
          <w:jc w:val="center"/>
        </w:trPr>
        <w:tc>
          <w:tcPr>
            <w:tcW w:w="1032" w:type="dxa"/>
            <w:vMerge w:val="restart"/>
            <w:tcBorders>
              <w:top w:val="single" w:sz="6" w:space="0" w:color="auto"/>
              <w:left w:val="single" w:sz="4" w:space="0" w:color="auto"/>
              <w:right w:val="single" w:sz="6" w:space="0" w:color="auto"/>
            </w:tcBorders>
            <w:shd w:val="clear" w:color="auto" w:fill="auto"/>
            <w:vAlign w:val="center"/>
          </w:tcPr>
          <w:p w14:paraId="3830350E" w14:textId="77777777" w:rsidR="001F5A79" w:rsidRPr="008C6DE4" w:rsidRDefault="001F5A79" w:rsidP="00DF3064">
            <w:pPr>
              <w:keepNext/>
              <w:keepLines/>
              <w:spacing w:after="0"/>
              <w:jc w:val="center"/>
              <w:rPr>
                <w:rFonts w:ascii="Arial" w:hAnsi="Arial"/>
                <w:sz w:val="18"/>
              </w:rPr>
            </w:pPr>
            <w:r w:rsidRPr="008C6DE4">
              <w:rPr>
                <w:rFonts w:ascii="Arial" w:hAnsi="Arial" w:cs="Arial"/>
                <w:sz w:val="18"/>
              </w:rPr>
              <w:t>±</w:t>
            </w:r>
            <w:r w:rsidRPr="008C6DE4">
              <w:rPr>
                <w:rFonts w:ascii="Arial" w:hAnsi="Arial"/>
                <w:sz w:val="18"/>
              </w:rPr>
              <w:t>3</w:t>
            </w:r>
          </w:p>
        </w:tc>
        <w:tc>
          <w:tcPr>
            <w:tcW w:w="1026" w:type="dxa"/>
            <w:vMerge w:val="restart"/>
            <w:tcBorders>
              <w:top w:val="single" w:sz="6" w:space="0" w:color="auto"/>
              <w:left w:val="single" w:sz="6" w:space="0" w:color="auto"/>
              <w:right w:val="single" w:sz="6" w:space="0" w:color="auto"/>
            </w:tcBorders>
            <w:shd w:val="clear" w:color="auto" w:fill="auto"/>
            <w:vAlign w:val="center"/>
          </w:tcPr>
          <w:p w14:paraId="2C7038CC" w14:textId="77777777" w:rsidR="001F5A79" w:rsidRPr="008C6DE4" w:rsidRDefault="001F5A79" w:rsidP="00DF3064">
            <w:pPr>
              <w:keepNext/>
              <w:keepLines/>
              <w:spacing w:after="0"/>
              <w:jc w:val="center"/>
              <w:rPr>
                <w:rFonts w:ascii="Arial" w:hAnsi="Arial"/>
                <w:sz w:val="18"/>
              </w:rPr>
            </w:pPr>
            <w:r w:rsidRPr="008C6DE4">
              <w:rPr>
                <w:rFonts w:ascii="Arial" w:hAnsi="Arial" w:cs="Arial"/>
                <w:sz w:val="18"/>
              </w:rPr>
              <w:t>±</w:t>
            </w:r>
            <w:r w:rsidRPr="008C6DE4">
              <w:rPr>
                <w:rFonts w:ascii="Arial" w:hAnsi="Arial"/>
                <w:sz w:val="18"/>
              </w:rPr>
              <w:t>4</w:t>
            </w:r>
          </w:p>
        </w:tc>
        <w:tc>
          <w:tcPr>
            <w:tcW w:w="859" w:type="dxa"/>
            <w:vMerge w:val="restart"/>
            <w:tcBorders>
              <w:top w:val="single" w:sz="6" w:space="0" w:color="auto"/>
              <w:left w:val="single" w:sz="6" w:space="0" w:color="auto"/>
              <w:right w:val="single" w:sz="6" w:space="0" w:color="auto"/>
            </w:tcBorders>
            <w:shd w:val="clear" w:color="auto" w:fill="auto"/>
            <w:vAlign w:val="center"/>
          </w:tcPr>
          <w:p w14:paraId="683FB45C"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-3dB</w:t>
            </w:r>
          </w:p>
        </w:tc>
        <w:tc>
          <w:tcPr>
            <w:tcW w:w="2152" w:type="dxa"/>
            <w:tcBorders>
              <w:top w:val="single" w:sz="6" w:space="0" w:color="auto"/>
              <w:left w:val="single" w:sz="6" w:space="0" w:color="auto"/>
              <w:bottom w:val="single" w:sz="6" w:space="0" w:color="auto"/>
              <w:right w:val="single" w:sz="4" w:space="0" w:color="auto"/>
            </w:tcBorders>
            <w:shd w:val="clear" w:color="auto" w:fill="auto"/>
            <w:vAlign w:val="center"/>
          </w:tcPr>
          <w:p w14:paraId="6EF72DD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NR_FDD_FR1_A, NR_TDD_FR1_A,</w:t>
            </w:r>
          </w:p>
          <w:p w14:paraId="1BA6C46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NR_SDL_FR1_A</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67C9BD3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-121</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416DF03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569" w:type="dxa"/>
            <w:tcBorders>
              <w:top w:val="single" w:sz="6" w:space="0" w:color="auto"/>
              <w:left w:val="single" w:sz="4" w:space="0" w:color="auto"/>
              <w:bottom w:val="single" w:sz="6" w:space="0" w:color="auto"/>
              <w:right w:val="single" w:sz="6" w:space="0" w:color="auto"/>
            </w:tcBorders>
            <w:shd w:val="clear" w:color="auto" w:fill="auto"/>
            <w:vAlign w:val="center"/>
          </w:tcPr>
          <w:p w14:paraId="31A4DE5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CF1CB0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030794B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5AE63DE5" w14:textId="77777777" w:rsidTr="00DF3064">
        <w:trPr>
          <w:jc w:val="center"/>
        </w:trPr>
        <w:tc>
          <w:tcPr>
            <w:tcW w:w="1032" w:type="dxa"/>
            <w:vMerge/>
            <w:tcBorders>
              <w:left w:val="single" w:sz="4" w:space="0" w:color="auto"/>
              <w:right w:val="single" w:sz="6" w:space="0" w:color="auto"/>
            </w:tcBorders>
            <w:shd w:val="clear" w:color="auto" w:fill="auto"/>
            <w:vAlign w:val="center"/>
          </w:tcPr>
          <w:p w14:paraId="46C8E799" w14:textId="77777777" w:rsidR="001F5A79" w:rsidRPr="008C6DE4" w:rsidRDefault="001F5A79" w:rsidP="00DF3064">
            <w:pPr>
              <w:keepNext/>
              <w:keepLines/>
              <w:spacing w:after="0"/>
              <w:jc w:val="center"/>
              <w:rPr>
                <w:rFonts w:ascii="Arial" w:hAnsi="Arial"/>
                <w:sz w:val="18"/>
              </w:rPr>
            </w:pPr>
          </w:p>
        </w:tc>
        <w:tc>
          <w:tcPr>
            <w:tcW w:w="1026" w:type="dxa"/>
            <w:vMerge/>
            <w:tcBorders>
              <w:left w:val="single" w:sz="6" w:space="0" w:color="auto"/>
              <w:right w:val="single" w:sz="6" w:space="0" w:color="auto"/>
            </w:tcBorders>
            <w:shd w:val="clear" w:color="auto" w:fill="auto"/>
            <w:vAlign w:val="center"/>
          </w:tcPr>
          <w:p w14:paraId="2469C528" w14:textId="77777777" w:rsidR="001F5A79" w:rsidRPr="008C6DE4" w:rsidRDefault="001F5A79" w:rsidP="00DF3064">
            <w:pPr>
              <w:keepNext/>
              <w:keepLines/>
              <w:spacing w:after="0"/>
              <w:jc w:val="center"/>
              <w:rPr>
                <w:rFonts w:ascii="Arial" w:hAnsi="Arial"/>
                <w:sz w:val="18"/>
              </w:rPr>
            </w:pPr>
          </w:p>
        </w:tc>
        <w:tc>
          <w:tcPr>
            <w:tcW w:w="859" w:type="dxa"/>
            <w:vMerge/>
            <w:tcBorders>
              <w:left w:val="single" w:sz="6" w:space="0" w:color="auto"/>
              <w:right w:val="single" w:sz="6" w:space="0" w:color="auto"/>
            </w:tcBorders>
            <w:shd w:val="clear" w:color="auto" w:fill="auto"/>
            <w:vAlign w:val="center"/>
          </w:tcPr>
          <w:p w14:paraId="08BD4A94" w14:textId="77777777" w:rsidR="001F5A79" w:rsidRPr="008C6DE4" w:rsidRDefault="001F5A79" w:rsidP="00DF3064">
            <w:pPr>
              <w:keepNext/>
              <w:keepLines/>
              <w:spacing w:after="0"/>
              <w:jc w:val="center"/>
              <w:rPr>
                <w:rFonts w:ascii="Arial" w:hAnsi="Arial"/>
                <w:sz w:val="18"/>
              </w:rPr>
            </w:pPr>
          </w:p>
        </w:tc>
        <w:tc>
          <w:tcPr>
            <w:tcW w:w="2152" w:type="dxa"/>
            <w:tcBorders>
              <w:top w:val="single" w:sz="6" w:space="0" w:color="auto"/>
              <w:left w:val="single" w:sz="6" w:space="0" w:color="auto"/>
              <w:bottom w:val="single" w:sz="6" w:space="0" w:color="auto"/>
              <w:right w:val="single" w:sz="4" w:space="0" w:color="auto"/>
            </w:tcBorders>
            <w:shd w:val="clear" w:color="auto" w:fill="auto"/>
          </w:tcPr>
          <w:p w14:paraId="60E2C85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NR_FDD_FR1_B</w:t>
            </w:r>
          </w:p>
        </w:tc>
        <w:tc>
          <w:tcPr>
            <w:tcW w:w="827" w:type="dxa"/>
            <w:tcBorders>
              <w:top w:val="single" w:sz="6" w:space="0" w:color="auto"/>
              <w:left w:val="single" w:sz="4" w:space="0" w:color="auto"/>
              <w:bottom w:val="single" w:sz="6" w:space="0" w:color="auto"/>
              <w:right w:val="single" w:sz="6" w:space="0" w:color="auto"/>
            </w:tcBorders>
            <w:shd w:val="clear" w:color="auto" w:fill="auto"/>
          </w:tcPr>
          <w:p w14:paraId="772C6A66"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-120.5</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7DFABF1D"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-117.5</w:t>
            </w:r>
          </w:p>
        </w:tc>
        <w:tc>
          <w:tcPr>
            <w:tcW w:w="569" w:type="dxa"/>
            <w:tcBorders>
              <w:top w:val="single" w:sz="6" w:space="0" w:color="auto"/>
              <w:left w:val="single" w:sz="4" w:space="0" w:color="auto"/>
              <w:bottom w:val="single" w:sz="6" w:space="0" w:color="auto"/>
              <w:right w:val="single" w:sz="6" w:space="0" w:color="auto"/>
            </w:tcBorders>
            <w:shd w:val="clear" w:color="auto" w:fill="auto"/>
            <w:vAlign w:val="center"/>
          </w:tcPr>
          <w:p w14:paraId="1782C9AD"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-114.5</w:t>
            </w: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F7FBB5B"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ja-JP"/>
              </w:rPr>
              <w:t>N/A</w:t>
            </w:r>
          </w:p>
        </w:tc>
        <w:tc>
          <w:tcPr>
            <w:tcW w:w="1440" w:type="dxa"/>
            <w:tcBorders>
              <w:top w:val="single" w:sz="6" w:space="0" w:color="auto"/>
              <w:left w:val="single" w:sz="6" w:space="0" w:color="auto"/>
              <w:bottom w:val="single" w:sz="6" w:space="0" w:color="auto"/>
              <w:right w:val="single" w:sz="4" w:space="0" w:color="auto"/>
            </w:tcBorders>
            <w:shd w:val="clear" w:color="auto" w:fill="auto"/>
          </w:tcPr>
          <w:p w14:paraId="32434CC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2C3A8AEE" w14:textId="77777777" w:rsidTr="00DF3064">
        <w:trPr>
          <w:jc w:val="center"/>
        </w:trPr>
        <w:tc>
          <w:tcPr>
            <w:tcW w:w="1032" w:type="dxa"/>
            <w:vMerge/>
            <w:tcBorders>
              <w:left w:val="single" w:sz="4" w:space="0" w:color="auto"/>
              <w:right w:val="single" w:sz="6" w:space="0" w:color="auto"/>
            </w:tcBorders>
            <w:shd w:val="clear" w:color="auto" w:fill="auto"/>
            <w:vAlign w:val="center"/>
          </w:tcPr>
          <w:p w14:paraId="4DE169D6" w14:textId="77777777" w:rsidR="001F5A79" w:rsidRPr="008C6DE4" w:rsidRDefault="001F5A79" w:rsidP="00DF3064">
            <w:pPr>
              <w:keepNext/>
              <w:keepLines/>
              <w:spacing w:after="0"/>
              <w:jc w:val="center"/>
              <w:rPr>
                <w:rFonts w:ascii="Arial" w:hAnsi="Arial"/>
                <w:sz w:val="18"/>
              </w:rPr>
            </w:pPr>
          </w:p>
        </w:tc>
        <w:tc>
          <w:tcPr>
            <w:tcW w:w="1026" w:type="dxa"/>
            <w:vMerge/>
            <w:tcBorders>
              <w:left w:val="single" w:sz="6" w:space="0" w:color="auto"/>
              <w:right w:val="single" w:sz="6" w:space="0" w:color="auto"/>
            </w:tcBorders>
            <w:shd w:val="clear" w:color="auto" w:fill="auto"/>
            <w:vAlign w:val="center"/>
          </w:tcPr>
          <w:p w14:paraId="5BA602F1" w14:textId="77777777" w:rsidR="001F5A79" w:rsidRPr="008C6DE4" w:rsidRDefault="001F5A79" w:rsidP="00DF3064">
            <w:pPr>
              <w:keepNext/>
              <w:keepLines/>
              <w:spacing w:after="0"/>
              <w:jc w:val="center"/>
              <w:rPr>
                <w:rFonts w:ascii="Arial" w:hAnsi="Arial"/>
                <w:sz w:val="18"/>
              </w:rPr>
            </w:pPr>
          </w:p>
        </w:tc>
        <w:tc>
          <w:tcPr>
            <w:tcW w:w="859" w:type="dxa"/>
            <w:vMerge/>
            <w:tcBorders>
              <w:left w:val="single" w:sz="6" w:space="0" w:color="auto"/>
              <w:right w:val="single" w:sz="6" w:space="0" w:color="auto"/>
            </w:tcBorders>
            <w:shd w:val="clear" w:color="auto" w:fill="auto"/>
            <w:vAlign w:val="center"/>
          </w:tcPr>
          <w:p w14:paraId="0ACBCD57" w14:textId="77777777" w:rsidR="001F5A79" w:rsidRPr="008C6DE4" w:rsidRDefault="001F5A79" w:rsidP="00DF3064">
            <w:pPr>
              <w:keepNext/>
              <w:keepLines/>
              <w:spacing w:after="0"/>
              <w:jc w:val="center"/>
              <w:rPr>
                <w:rFonts w:ascii="Arial" w:hAnsi="Arial"/>
                <w:sz w:val="18"/>
              </w:rPr>
            </w:pPr>
          </w:p>
        </w:tc>
        <w:tc>
          <w:tcPr>
            <w:tcW w:w="2152" w:type="dxa"/>
            <w:tcBorders>
              <w:top w:val="single" w:sz="6" w:space="0" w:color="auto"/>
              <w:left w:val="single" w:sz="6" w:space="0" w:color="auto"/>
              <w:bottom w:val="single" w:sz="6" w:space="0" w:color="auto"/>
              <w:right w:val="single" w:sz="4" w:space="0" w:color="auto"/>
            </w:tcBorders>
            <w:shd w:val="clear" w:color="auto" w:fill="auto"/>
            <w:vAlign w:val="center"/>
          </w:tcPr>
          <w:p w14:paraId="47914AC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NR_TDD_FR1_C</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2BEDF19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-120</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625AAE2F"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-117</w:t>
            </w:r>
          </w:p>
        </w:tc>
        <w:tc>
          <w:tcPr>
            <w:tcW w:w="569" w:type="dxa"/>
            <w:tcBorders>
              <w:top w:val="single" w:sz="6" w:space="0" w:color="auto"/>
              <w:left w:val="single" w:sz="4" w:space="0" w:color="auto"/>
              <w:bottom w:val="single" w:sz="6" w:space="0" w:color="auto"/>
              <w:right w:val="single" w:sz="6" w:space="0" w:color="auto"/>
            </w:tcBorders>
            <w:shd w:val="clear" w:color="auto" w:fill="auto"/>
            <w:vAlign w:val="center"/>
          </w:tcPr>
          <w:p w14:paraId="4BD929F9"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-114</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52C1AA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6808949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45AC9514" w14:textId="77777777" w:rsidTr="00DF3064">
        <w:trPr>
          <w:jc w:val="center"/>
        </w:trPr>
        <w:tc>
          <w:tcPr>
            <w:tcW w:w="1032" w:type="dxa"/>
            <w:vMerge/>
            <w:tcBorders>
              <w:left w:val="single" w:sz="4" w:space="0" w:color="auto"/>
              <w:right w:val="single" w:sz="6" w:space="0" w:color="auto"/>
            </w:tcBorders>
            <w:shd w:val="clear" w:color="auto" w:fill="auto"/>
            <w:vAlign w:val="center"/>
          </w:tcPr>
          <w:p w14:paraId="5CF086E7" w14:textId="77777777" w:rsidR="001F5A79" w:rsidRPr="008C6DE4" w:rsidRDefault="001F5A79" w:rsidP="00DF3064">
            <w:pPr>
              <w:keepNext/>
              <w:keepLines/>
              <w:spacing w:after="0"/>
              <w:jc w:val="center"/>
              <w:rPr>
                <w:rFonts w:ascii="Arial" w:hAnsi="Arial"/>
                <w:sz w:val="18"/>
              </w:rPr>
            </w:pPr>
          </w:p>
        </w:tc>
        <w:tc>
          <w:tcPr>
            <w:tcW w:w="1026" w:type="dxa"/>
            <w:vMerge/>
            <w:tcBorders>
              <w:left w:val="single" w:sz="6" w:space="0" w:color="auto"/>
              <w:right w:val="single" w:sz="6" w:space="0" w:color="auto"/>
            </w:tcBorders>
            <w:shd w:val="clear" w:color="auto" w:fill="auto"/>
            <w:vAlign w:val="center"/>
          </w:tcPr>
          <w:p w14:paraId="12743FD6" w14:textId="77777777" w:rsidR="001F5A79" w:rsidRPr="008C6DE4" w:rsidRDefault="001F5A79" w:rsidP="00DF3064">
            <w:pPr>
              <w:keepNext/>
              <w:keepLines/>
              <w:spacing w:after="0"/>
              <w:jc w:val="center"/>
              <w:rPr>
                <w:rFonts w:ascii="Arial" w:hAnsi="Arial"/>
                <w:sz w:val="18"/>
              </w:rPr>
            </w:pPr>
          </w:p>
        </w:tc>
        <w:tc>
          <w:tcPr>
            <w:tcW w:w="859" w:type="dxa"/>
            <w:vMerge/>
            <w:tcBorders>
              <w:left w:val="single" w:sz="6" w:space="0" w:color="auto"/>
              <w:right w:val="single" w:sz="6" w:space="0" w:color="auto"/>
            </w:tcBorders>
            <w:shd w:val="clear" w:color="auto" w:fill="auto"/>
            <w:vAlign w:val="center"/>
          </w:tcPr>
          <w:p w14:paraId="10C1A825" w14:textId="77777777" w:rsidR="001F5A79" w:rsidRPr="008C6DE4" w:rsidRDefault="001F5A79" w:rsidP="00DF3064">
            <w:pPr>
              <w:keepNext/>
              <w:keepLines/>
              <w:spacing w:after="0"/>
              <w:jc w:val="center"/>
              <w:rPr>
                <w:rFonts w:ascii="Arial" w:hAnsi="Arial"/>
                <w:sz w:val="18"/>
              </w:rPr>
            </w:pPr>
          </w:p>
        </w:tc>
        <w:tc>
          <w:tcPr>
            <w:tcW w:w="2152" w:type="dxa"/>
            <w:tcBorders>
              <w:top w:val="single" w:sz="6" w:space="0" w:color="auto"/>
              <w:left w:val="single" w:sz="6" w:space="0" w:color="auto"/>
              <w:bottom w:val="single" w:sz="6" w:space="0" w:color="auto"/>
              <w:right w:val="single" w:sz="4" w:space="0" w:color="auto"/>
            </w:tcBorders>
            <w:shd w:val="clear" w:color="auto" w:fill="auto"/>
            <w:vAlign w:val="center"/>
          </w:tcPr>
          <w:p w14:paraId="705C5E24"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lang w:val="sv-SE"/>
              </w:rPr>
              <w:t>NR_FDD_FR1_D, NR_TDD_FR1_D</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22948EF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-119.5</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383CF47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-116.5</w:t>
            </w:r>
          </w:p>
        </w:tc>
        <w:tc>
          <w:tcPr>
            <w:tcW w:w="569" w:type="dxa"/>
            <w:tcBorders>
              <w:top w:val="single" w:sz="6" w:space="0" w:color="auto"/>
              <w:left w:val="single" w:sz="4" w:space="0" w:color="auto"/>
              <w:bottom w:val="single" w:sz="6" w:space="0" w:color="auto"/>
              <w:right w:val="single" w:sz="6" w:space="0" w:color="auto"/>
            </w:tcBorders>
            <w:shd w:val="clear" w:color="auto" w:fill="auto"/>
            <w:vAlign w:val="center"/>
          </w:tcPr>
          <w:p w14:paraId="157C550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-113.5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DD78DF1"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316D359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711428D8" w14:textId="77777777" w:rsidTr="00DF3064">
        <w:trPr>
          <w:jc w:val="center"/>
        </w:trPr>
        <w:tc>
          <w:tcPr>
            <w:tcW w:w="1032" w:type="dxa"/>
            <w:vMerge/>
            <w:tcBorders>
              <w:left w:val="single" w:sz="4" w:space="0" w:color="auto"/>
              <w:right w:val="single" w:sz="6" w:space="0" w:color="auto"/>
            </w:tcBorders>
            <w:shd w:val="clear" w:color="auto" w:fill="auto"/>
            <w:vAlign w:val="center"/>
          </w:tcPr>
          <w:p w14:paraId="08DFE9D9" w14:textId="77777777" w:rsidR="001F5A79" w:rsidRPr="008C6DE4" w:rsidRDefault="001F5A79" w:rsidP="00DF3064">
            <w:pPr>
              <w:keepNext/>
              <w:keepLines/>
              <w:spacing w:after="0"/>
              <w:jc w:val="center"/>
              <w:rPr>
                <w:rFonts w:ascii="Arial" w:hAnsi="Arial"/>
                <w:sz w:val="18"/>
              </w:rPr>
            </w:pPr>
          </w:p>
        </w:tc>
        <w:tc>
          <w:tcPr>
            <w:tcW w:w="1026" w:type="dxa"/>
            <w:vMerge/>
            <w:tcBorders>
              <w:left w:val="single" w:sz="6" w:space="0" w:color="auto"/>
              <w:right w:val="single" w:sz="6" w:space="0" w:color="auto"/>
            </w:tcBorders>
            <w:shd w:val="clear" w:color="auto" w:fill="auto"/>
            <w:vAlign w:val="center"/>
          </w:tcPr>
          <w:p w14:paraId="111AEB8C" w14:textId="77777777" w:rsidR="001F5A79" w:rsidRPr="008C6DE4" w:rsidRDefault="001F5A79" w:rsidP="00DF3064">
            <w:pPr>
              <w:keepNext/>
              <w:keepLines/>
              <w:spacing w:after="0"/>
              <w:jc w:val="center"/>
              <w:rPr>
                <w:rFonts w:ascii="Arial" w:hAnsi="Arial"/>
                <w:sz w:val="18"/>
              </w:rPr>
            </w:pPr>
          </w:p>
        </w:tc>
        <w:tc>
          <w:tcPr>
            <w:tcW w:w="859" w:type="dxa"/>
            <w:vMerge/>
            <w:tcBorders>
              <w:left w:val="single" w:sz="6" w:space="0" w:color="auto"/>
              <w:right w:val="single" w:sz="6" w:space="0" w:color="auto"/>
            </w:tcBorders>
            <w:shd w:val="clear" w:color="auto" w:fill="auto"/>
            <w:vAlign w:val="center"/>
          </w:tcPr>
          <w:p w14:paraId="50CB18CC" w14:textId="77777777" w:rsidR="001F5A79" w:rsidRPr="008C6DE4" w:rsidRDefault="001F5A79" w:rsidP="00DF3064">
            <w:pPr>
              <w:keepNext/>
              <w:keepLines/>
              <w:spacing w:after="0"/>
              <w:jc w:val="center"/>
              <w:rPr>
                <w:rFonts w:ascii="Arial" w:hAnsi="Arial"/>
                <w:sz w:val="18"/>
              </w:rPr>
            </w:pPr>
          </w:p>
        </w:tc>
        <w:tc>
          <w:tcPr>
            <w:tcW w:w="2152" w:type="dxa"/>
            <w:tcBorders>
              <w:top w:val="single" w:sz="6" w:space="0" w:color="auto"/>
              <w:left w:val="single" w:sz="6" w:space="0" w:color="auto"/>
              <w:bottom w:val="single" w:sz="6" w:space="0" w:color="auto"/>
              <w:right w:val="single" w:sz="4" w:space="0" w:color="auto"/>
            </w:tcBorders>
            <w:shd w:val="clear" w:color="auto" w:fill="auto"/>
            <w:vAlign w:val="center"/>
          </w:tcPr>
          <w:p w14:paraId="1A833A21" w14:textId="77777777" w:rsidR="001F5A79" w:rsidRPr="008C6DE4" w:rsidDel="00836998" w:rsidRDefault="001F5A79" w:rsidP="00DF3064">
            <w:pPr>
              <w:keepNext/>
              <w:keepLines/>
              <w:spacing w:after="0"/>
              <w:jc w:val="center"/>
              <w:rPr>
                <w:rFonts w:ascii="Arial" w:hAnsi="Arial"/>
                <w:sz w:val="18"/>
                <w:lang w:val="sv-SE"/>
              </w:rPr>
            </w:pPr>
            <w:r w:rsidRPr="008C6DE4">
              <w:rPr>
                <w:rFonts w:ascii="Arial" w:hAnsi="Arial"/>
                <w:sz w:val="18"/>
                <w:lang w:val="sv-SE"/>
              </w:rPr>
              <w:t>NR_FDD_FR1_E, NR_TDD_FR1_E</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3759CCA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-119</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0B0D9D4F"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-116</w:t>
            </w:r>
          </w:p>
        </w:tc>
        <w:tc>
          <w:tcPr>
            <w:tcW w:w="569" w:type="dxa"/>
            <w:tcBorders>
              <w:top w:val="single" w:sz="6" w:space="0" w:color="auto"/>
              <w:left w:val="single" w:sz="4" w:space="0" w:color="auto"/>
              <w:bottom w:val="single" w:sz="6" w:space="0" w:color="auto"/>
              <w:right w:val="single" w:sz="6" w:space="0" w:color="auto"/>
            </w:tcBorders>
            <w:shd w:val="clear" w:color="auto" w:fill="auto"/>
            <w:vAlign w:val="center"/>
          </w:tcPr>
          <w:p w14:paraId="2458835E" w14:textId="77777777" w:rsidR="001F5A79" w:rsidRPr="008C6DE4" w:rsidRDefault="001F5A79" w:rsidP="00DF3064">
            <w:pPr>
              <w:keepNext/>
              <w:keepLines/>
              <w:spacing w:after="0"/>
              <w:jc w:val="center"/>
              <w:rPr>
                <w:rFonts w:ascii="Arial" w:hAnsi="Arial"/>
                <w:sz w:val="18"/>
                <w:lang w:val="sv-SE"/>
              </w:rPr>
            </w:pPr>
            <w:r w:rsidRPr="008C6DE4">
              <w:rPr>
                <w:rFonts w:ascii="Arial" w:hAnsi="Arial"/>
                <w:sz w:val="18"/>
              </w:rPr>
              <w:t>-113</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2B4724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0F920D4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244F7A00" w14:textId="77777777" w:rsidTr="00DF3064">
        <w:trPr>
          <w:jc w:val="center"/>
        </w:trPr>
        <w:tc>
          <w:tcPr>
            <w:tcW w:w="1032" w:type="dxa"/>
            <w:vMerge/>
            <w:tcBorders>
              <w:left w:val="single" w:sz="4" w:space="0" w:color="auto"/>
              <w:right w:val="single" w:sz="6" w:space="0" w:color="auto"/>
            </w:tcBorders>
            <w:shd w:val="clear" w:color="auto" w:fill="auto"/>
            <w:vAlign w:val="center"/>
          </w:tcPr>
          <w:p w14:paraId="2D6FCE52" w14:textId="77777777" w:rsidR="001F5A79" w:rsidRPr="008C6DE4" w:rsidRDefault="001F5A79" w:rsidP="00DF3064">
            <w:pPr>
              <w:keepNext/>
              <w:keepLines/>
              <w:spacing w:after="0"/>
              <w:jc w:val="center"/>
              <w:rPr>
                <w:rFonts w:ascii="Arial" w:hAnsi="Arial"/>
                <w:sz w:val="18"/>
              </w:rPr>
            </w:pPr>
          </w:p>
        </w:tc>
        <w:tc>
          <w:tcPr>
            <w:tcW w:w="1026" w:type="dxa"/>
            <w:vMerge/>
            <w:tcBorders>
              <w:left w:val="single" w:sz="6" w:space="0" w:color="auto"/>
              <w:right w:val="single" w:sz="6" w:space="0" w:color="auto"/>
            </w:tcBorders>
            <w:shd w:val="clear" w:color="auto" w:fill="auto"/>
            <w:vAlign w:val="center"/>
          </w:tcPr>
          <w:p w14:paraId="354AF057" w14:textId="77777777" w:rsidR="001F5A79" w:rsidRPr="008C6DE4" w:rsidRDefault="001F5A79" w:rsidP="00DF3064">
            <w:pPr>
              <w:keepNext/>
              <w:keepLines/>
              <w:spacing w:after="0"/>
              <w:jc w:val="center"/>
              <w:rPr>
                <w:rFonts w:ascii="Arial" w:hAnsi="Arial"/>
                <w:sz w:val="18"/>
              </w:rPr>
            </w:pPr>
          </w:p>
        </w:tc>
        <w:tc>
          <w:tcPr>
            <w:tcW w:w="859" w:type="dxa"/>
            <w:vMerge/>
            <w:tcBorders>
              <w:left w:val="single" w:sz="6" w:space="0" w:color="auto"/>
              <w:right w:val="single" w:sz="6" w:space="0" w:color="auto"/>
            </w:tcBorders>
            <w:shd w:val="clear" w:color="auto" w:fill="auto"/>
            <w:vAlign w:val="center"/>
          </w:tcPr>
          <w:p w14:paraId="16F2F733" w14:textId="77777777" w:rsidR="001F5A79" w:rsidRPr="008C6DE4" w:rsidRDefault="001F5A79" w:rsidP="00DF3064">
            <w:pPr>
              <w:keepNext/>
              <w:keepLines/>
              <w:spacing w:after="0"/>
              <w:jc w:val="center"/>
              <w:rPr>
                <w:rFonts w:ascii="Arial" w:hAnsi="Arial"/>
                <w:sz w:val="18"/>
              </w:rPr>
            </w:pPr>
          </w:p>
        </w:tc>
        <w:tc>
          <w:tcPr>
            <w:tcW w:w="2152" w:type="dxa"/>
            <w:tcBorders>
              <w:top w:val="single" w:sz="6" w:space="0" w:color="auto"/>
              <w:left w:val="single" w:sz="6" w:space="0" w:color="auto"/>
              <w:bottom w:val="single" w:sz="6" w:space="0" w:color="auto"/>
              <w:right w:val="single" w:sz="4" w:space="0" w:color="auto"/>
            </w:tcBorders>
            <w:shd w:val="clear" w:color="auto" w:fill="auto"/>
            <w:vAlign w:val="center"/>
          </w:tcPr>
          <w:p w14:paraId="02021ED9" w14:textId="77777777" w:rsidR="001F5A79" w:rsidRPr="008C6DE4" w:rsidDel="00836998"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FDD_FR1_G</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26660A9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-118</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33B19063"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-115</w:t>
            </w:r>
          </w:p>
        </w:tc>
        <w:tc>
          <w:tcPr>
            <w:tcW w:w="569" w:type="dxa"/>
            <w:tcBorders>
              <w:top w:val="single" w:sz="6" w:space="0" w:color="auto"/>
              <w:left w:val="single" w:sz="4" w:space="0" w:color="auto"/>
              <w:bottom w:val="single" w:sz="6" w:space="0" w:color="auto"/>
              <w:right w:val="single" w:sz="6" w:space="0" w:color="auto"/>
            </w:tcBorders>
            <w:shd w:val="clear" w:color="auto" w:fill="auto"/>
            <w:vAlign w:val="center"/>
          </w:tcPr>
          <w:p w14:paraId="3DFCF9A9"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-112</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D029E1D"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58789095"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DD3199" w:rsidRPr="008C6DE4" w14:paraId="2B6EF03B" w14:textId="77777777" w:rsidTr="00DF3064">
        <w:trPr>
          <w:jc w:val="center"/>
        </w:trPr>
        <w:tc>
          <w:tcPr>
            <w:tcW w:w="1032" w:type="dxa"/>
            <w:vMerge/>
            <w:tcBorders>
              <w:left w:val="single" w:sz="4" w:space="0" w:color="auto"/>
              <w:right w:val="single" w:sz="6" w:space="0" w:color="auto"/>
            </w:tcBorders>
            <w:shd w:val="clear" w:color="auto" w:fill="auto"/>
            <w:vAlign w:val="center"/>
          </w:tcPr>
          <w:p w14:paraId="18080B9F" w14:textId="77777777" w:rsidR="001F5A79" w:rsidRPr="008C6DE4" w:rsidRDefault="001F5A79" w:rsidP="00DF3064">
            <w:pPr>
              <w:keepNext/>
              <w:keepLines/>
              <w:spacing w:after="0"/>
              <w:jc w:val="center"/>
              <w:rPr>
                <w:rFonts w:ascii="Arial" w:hAnsi="Arial"/>
                <w:sz w:val="18"/>
              </w:rPr>
            </w:pPr>
          </w:p>
        </w:tc>
        <w:tc>
          <w:tcPr>
            <w:tcW w:w="1026" w:type="dxa"/>
            <w:vMerge/>
            <w:tcBorders>
              <w:left w:val="single" w:sz="6" w:space="0" w:color="auto"/>
              <w:right w:val="single" w:sz="6" w:space="0" w:color="auto"/>
            </w:tcBorders>
            <w:shd w:val="clear" w:color="auto" w:fill="auto"/>
            <w:vAlign w:val="center"/>
          </w:tcPr>
          <w:p w14:paraId="07B2A064" w14:textId="77777777" w:rsidR="001F5A79" w:rsidRPr="008C6DE4" w:rsidRDefault="001F5A79" w:rsidP="00DF3064">
            <w:pPr>
              <w:keepNext/>
              <w:keepLines/>
              <w:spacing w:after="0"/>
              <w:jc w:val="center"/>
              <w:rPr>
                <w:rFonts w:ascii="Arial" w:hAnsi="Arial"/>
                <w:sz w:val="18"/>
              </w:rPr>
            </w:pPr>
          </w:p>
        </w:tc>
        <w:tc>
          <w:tcPr>
            <w:tcW w:w="859" w:type="dxa"/>
            <w:vMerge/>
            <w:tcBorders>
              <w:left w:val="single" w:sz="6" w:space="0" w:color="auto"/>
              <w:right w:val="single" w:sz="6" w:space="0" w:color="auto"/>
            </w:tcBorders>
            <w:shd w:val="clear" w:color="auto" w:fill="auto"/>
            <w:vAlign w:val="center"/>
          </w:tcPr>
          <w:p w14:paraId="6ABFD6B2" w14:textId="77777777" w:rsidR="001F5A79" w:rsidRPr="008C6DE4" w:rsidRDefault="001F5A79" w:rsidP="00DF3064">
            <w:pPr>
              <w:keepNext/>
              <w:keepLines/>
              <w:spacing w:after="0"/>
              <w:jc w:val="center"/>
              <w:rPr>
                <w:rFonts w:ascii="Arial" w:hAnsi="Arial"/>
                <w:sz w:val="18"/>
              </w:rPr>
            </w:pPr>
          </w:p>
        </w:tc>
        <w:tc>
          <w:tcPr>
            <w:tcW w:w="2152" w:type="dxa"/>
            <w:tcBorders>
              <w:top w:val="single" w:sz="6" w:space="0" w:color="auto"/>
              <w:left w:val="single" w:sz="6" w:space="0" w:color="auto"/>
              <w:bottom w:val="single" w:sz="6" w:space="0" w:color="auto"/>
              <w:right w:val="single" w:sz="4" w:space="0" w:color="auto"/>
            </w:tcBorders>
            <w:shd w:val="clear" w:color="auto" w:fill="auto"/>
            <w:vAlign w:val="center"/>
          </w:tcPr>
          <w:p w14:paraId="5C9C579C" w14:textId="77777777" w:rsidR="001F5A79" w:rsidRPr="008C6DE4" w:rsidRDefault="001F5A79" w:rsidP="00DF3064">
            <w:pPr>
              <w:keepNext/>
              <w:keepLines/>
              <w:spacing w:after="0"/>
              <w:jc w:val="center"/>
              <w:rPr>
                <w:rFonts w:ascii="Arial" w:hAnsi="Arial"/>
                <w:sz w:val="18"/>
                <w:lang w:eastAsia="zh-CN"/>
              </w:rPr>
            </w:pPr>
            <w:r w:rsidRPr="008C6DE4">
              <w:rPr>
                <w:rFonts w:ascii="Arial" w:hAnsi="Arial"/>
                <w:sz w:val="18"/>
                <w:lang w:eastAsia="zh-CN"/>
              </w:rPr>
              <w:t>NR</w:t>
            </w:r>
            <w:r w:rsidRPr="008C6DE4">
              <w:rPr>
                <w:rFonts w:ascii="Arial" w:hAnsi="Arial"/>
                <w:sz w:val="18"/>
              </w:rPr>
              <w:t>_</w:t>
            </w:r>
            <w:r w:rsidRPr="008C6DE4">
              <w:rPr>
                <w:rFonts w:ascii="Arial" w:hAnsi="Arial"/>
                <w:sz w:val="18"/>
                <w:lang w:eastAsia="zh-CN"/>
              </w:rPr>
              <w:t>FDD_FR1_H</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74D9D98E" w14:textId="77777777" w:rsidR="001F5A79" w:rsidRPr="008C6DE4" w:rsidRDefault="001F5A79" w:rsidP="00DF3064">
            <w:pPr>
              <w:keepNext/>
              <w:keepLines/>
              <w:spacing w:after="0"/>
              <w:jc w:val="center"/>
              <w:rPr>
                <w:rFonts w:ascii="Arial" w:hAnsi="Arial"/>
                <w:sz w:val="18"/>
              </w:rPr>
            </w:pPr>
            <w:r w:rsidRPr="008C6DE4">
              <w:rPr>
                <w:rFonts w:ascii="Arial" w:hAnsi="Arial"/>
                <w:sz w:val="18"/>
              </w:rPr>
              <w:t>-117.5</w:t>
            </w:r>
          </w:p>
        </w:tc>
        <w:tc>
          <w:tcPr>
            <w:tcW w:w="827" w:type="dxa"/>
            <w:tcBorders>
              <w:top w:val="single" w:sz="6" w:space="0" w:color="auto"/>
              <w:left w:val="single" w:sz="4" w:space="0" w:color="auto"/>
              <w:bottom w:val="single" w:sz="6" w:space="0" w:color="auto"/>
              <w:right w:val="single" w:sz="6" w:space="0" w:color="auto"/>
            </w:tcBorders>
            <w:shd w:val="clear" w:color="auto" w:fill="auto"/>
            <w:vAlign w:val="center"/>
          </w:tcPr>
          <w:p w14:paraId="647C0D47"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-114.5</w:t>
            </w:r>
          </w:p>
        </w:tc>
        <w:tc>
          <w:tcPr>
            <w:tcW w:w="569" w:type="dxa"/>
            <w:tcBorders>
              <w:top w:val="single" w:sz="6" w:space="0" w:color="auto"/>
              <w:left w:val="single" w:sz="4" w:space="0" w:color="auto"/>
              <w:bottom w:val="single" w:sz="6" w:space="0" w:color="auto"/>
              <w:right w:val="single" w:sz="6" w:space="0" w:color="auto"/>
            </w:tcBorders>
            <w:shd w:val="clear" w:color="auto" w:fill="auto"/>
            <w:vAlign w:val="center"/>
          </w:tcPr>
          <w:p w14:paraId="06163DD4" w14:textId="77777777" w:rsidR="001F5A79" w:rsidRPr="008C6DE4" w:rsidRDefault="001F5A79" w:rsidP="00DF3064">
            <w:pPr>
              <w:keepNext/>
              <w:keepLines/>
              <w:spacing w:after="0"/>
              <w:jc w:val="center"/>
              <w:rPr>
                <w:rFonts w:ascii="Arial" w:hAnsi="Arial" w:cs="Arial"/>
                <w:sz w:val="18"/>
                <w:lang w:val="sv-SE"/>
              </w:rPr>
            </w:pPr>
            <w:r w:rsidRPr="008C6DE4">
              <w:rPr>
                <w:rFonts w:ascii="Arial" w:hAnsi="Arial" w:cs="Arial"/>
                <w:sz w:val="18"/>
              </w:rPr>
              <w:t>-111.5</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E4EAA1C"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440" w:type="dxa"/>
            <w:tcBorders>
              <w:top w:val="single" w:sz="6" w:space="0" w:color="auto"/>
              <w:left w:val="single" w:sz="6" w:space="0" w:color="auto"/>
              <w:bottom w:val="single" w:sz="6" w:space="0" w:color="auto"/>
              <w:right w:val="single" w:sz="4" w:space="0" w:color="auto"/>
            </w:tcBorders>
            <w:shd w:val="clear" w:color="auto" w:fill="auto"/>
            <w:vAlign w:val="center"/>
          </w:tcPr>
          <w:p w14:paraId="4AE0C193"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1F5A79" w:rsidRPr="008C6DE4" w14:paraId="3F43FCE6" w14:textId="77777777" w:rsidTr="00DF3064">
        <w:trPr>
          <w:jc w:val="center"/>
        </w:trPr>
        <w:tc>
          <w:tcPr>
            <w:tcW w:w="10172" w:type="dxa"/>
            <w:gridSpan w:val="9"/>
            <w:tcBorders>
              <w:top w:val="single" w:sz="6" w:space="0" w:color="auto"/>
              <w:left w:val="single" w:sz="4" w:space="0" w:color="auto"/>
              <w:bottom w:val="single" w:sz="4" w:space="0" w:color="auto"/>
              <w:right w:val="single" w:sz="4" w:space="0" w:color="auto"/>
            </w:tcBorders>
            <w:shd w:val="clear" w:color="auto" w:fill="auto"/>
            <w:vAlign w:val="center"/>
          </w:tcPr>
          <w:p w14:paraId="5A02DA61" w14:textId="77777777" w:rsidR="001F5A79" w:rsidRPr="008C6DE4" w:rsidRDefault="001F5A79" w:rsidP="00DF3064">
            <w:pPr>
              <w:keepNext/>
              <w:keepLines/>
              <w:spacing w:after="0"/>
              <w:ind w:left="851" w:hanging="851"/>
            </w:pPr>
            <w:r w:rsidRPr="008C6DE4">
              <w:rPr>
                <w:rFonts w:ascii="Arial" w:hAnsi="Arial"/>
                <w:sz w:val="18"/>
              </w:rPr>
              <w:t>NOTE 1:</w:t>
            </w:r>
            <w:r w:rsidRPr="008C6DE4">
              <w:rPr>
                <w:rFonts w:ascii="Arial" w:hAnsi="Arial"/>
                <w:sz w:val="18"/>
              </w:rPr>
              <w:tab/>
              <w:t>Io is assumed to have constant EPRE across the bandwidth.</w:t>
            </w:r>
          </w:p>
          <w:p w14:paraId="3A809800" w14:textId="475CCE66" w:rsidR="001F5A79" w:rsidRPr="008C6DE4" w:rsidRDefault="001F5A79" w:rsidP="00DF3064">
            <w:pPr>
              <w:keepNext/>
              <w:keepLines/>
              <w:spacing w:after="0"/>
              <w:ind w:left="851" w:hanging="851"/>
            </w:pPr>
            <w:r w:rsidRPr="008C6DE4">
              <w:rPr>
                <w:rFonts w:ascii="Arial" w:hAnsi="Arial"/>
                <w:sz w:val="18"/>
              </w:rPr>
              <w:t>NOTE 2:</w:t>
            </w:r>
            <w:r w:rsidRPr="008C6DE4">
              <w:rPr>
                <w:rFonts w:ascii="Arial" w:hAnsi="Arial"/>
                <w:sz w:val="18"/>
              </w:rPr>
              <w:tab/>
              <w:t>The parameter CSI-RS Ês/Iot is the minimum CSI-RS Ês/Iot of the pair of CSI-RS resources to which the requirement applies.</w:t>
            </w:r>
          </w:p>
          <w:p w14:paraId="72540CE4"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Void</w:t>
            </w:r>
          </w:p>
          <w:p w14:paraId="1D7F7F51" w14:textId="77777777" w:rsidR="001F5A79" w:rsidRPr="008C6DE4" w:rsidRDefault="001F5A79" w:rsidP="00DF3064">
            <w:pPr>
              <w:keepNext/>
              <w:keepLines/>
              <w:spacing w:after="0"/>
              <w:ind w:left="851" w:hanging="851"/>
            </w:pPr>
            <w:r w:rsidRPr="008C6DE4">
              <w:rPr>
                <w:rFonts w:ascii="Arial" w:hAnsi="Arial"/>
                <w:sz w:val="18"/>
              </w:rPr>
              <w:t>NOTE 4:</w:t>
            </w:r>
            <w:r w:rsidRPr="008C6DE4">
              <w:rPr>
                <w:rFonts w:ascii="Arial" w:hAnsi="Arial"/>
                <w:sz w:val="18"/>
              </w:rPr>
              <w:tab/>
              <w:t>NR operating band groups in FR1 are as defined in clause 3.5.2.</w:t>
            </w:r>
          </w:p>
        </w:tc>
      </w:tr>
    </w:tbl>
    <w:p w14:paraId="2E49DF6B" w14:textId="77777777" w:rsidR="001F5A79" w:rsidRPr="008C6DE4" w:rsidRDefault="001F5A79" w:rsidP="001F5A79"/>
    <w:p w14:paraId="630CD9DF" w14:textId="60FFA8C9" w:rsidR="001F5A79" w:rsidRPr="008C6DE4" w:rsidRDefault="001F5A79" w:rsidP="0048284E">
      <w:pPr>
        <w:pStyle w:val="Heading3"/>
        <w:rPr>
          <w:lang w:val="en-US"/>
        </w:rPr>
      </w:pPr>
      <w:r w:rsidRPr="008C6DE4">
        <w:rPr>
          <w:lang w:val="en-US"/>
        </w:rPr>
        <w:t>1</w:t>
      </w:r>
      <w:r w:rsidR="0048284E" w:rsidRPr="008C6DE4">
        <w:rPr>
          <w:lang w:val="en-US"/>
        </w:rPr>
        <w:t>0.1.2</w:t>
      </w:r>
      <w:r w:rsidRPr="008C6DE4">
        <w:rPr>
          <w:lang w:val="en-US"/>
        </w:rPr>
        <w:t>0</w:t>
      </w:r>
      <w:r w:rsidRPr="008C6DE4">
        <w:rPr>
          <w:lang w:val="en-US"/>
        </w:rPr>
        <w:tab/>
        <w:t>L1-RSRP accuracy requirements for FR2</w:t>
      </w:r>
    </w:p>
    <w:p w14:paraId="7F0F1D38" w14:textId="77777777" w:rsidR="001F5A79" w:rsidRPr="008C6DE4" w:rsidRDefault="001F5A79" w:rsidP="001F5A79">
      <w:pPr>
        <w:keepNext/>
        <w:keepLines/>
        <w:overflowPunct w:val="0"/>
        <w:autoSpaceDE w:val="0"/>
        <w:autoSpaceDN w:val="0"/>
        <w:adjustRightInd w:val="0"/>
        <w:spacing w:before="120"/>
        <w:ind w:left="1418" w:hanging="1418"/>
        <w:textAlignment w:val="baseline"/>
        <w:outlineLvl w:val="3"/>
        <w:rPr>
          <w:lang w:val="en-US"/>
        </w:rPr>
      </w:pPr>
      <w:r w:rsidRPr="008C6DE4">
        <w:rPr>
          <w:rFonts w:ascii="Arial" w:hAnsi="Arial"/>
          <w:sz w:val="24"/>
          <w:lang w:val="en-US"/>
        </w:rPr>
        <w:t>10.1.20.1</w:t>
      </w:r>
      <w:r w:rsidRPr="008C6DE4">
        <w:rPr>
          <w:rFonts w:ascii="Arial" w:hAnsi="Arial"/>
          <w:sz w:val="24"/>
          <w:lang w:val="en-US"/>
        </w:rPr>
        <w:tab/>
        <w:t>SSB based L1-RSRP accuracy requirements</w:t>
      </w:r>
    </w:p>
    <w:p w14:paraId="01E0EC0D" w14:textId="77777777" w:rsidR="001F5A79" w:rsidRPr="008C6DE4" w:rsidRDefault="001F5A79" w:rsidP="001F5A79">
      <w:pPr>
        <w:keepNext/>
        <w:keepLines/>
        <w:spacing w:before="120"/>
        <w:ind w:left="1701" w:hanging="1701"/>
        <w:outlineLvl w:val="4"/>
      </w:pPr>
      <w:r w:rsidRPr="008C6DE4">
        <w:rPr>
          <w:rFonts w:ascii="Arial" w:hAnsi="Arial"/>
          <w:sz w:val="22"/>
        </w:rPr>
        <w:t>10.1.20.1.1</w:t>
      </w:r>
      <w:r w:rsidRPr="008C6DE4">
        <w:rPr>
          <w:rFonts w:ascii="Arial" w:hAnsi="Arial"/>
          <w:sz w:val="22"/>
        </w:rPr>
        <w:tab/>
        <w:t>Absolute Accuracy</w:t>
      </w:r>
    </w:p>
    <w:p w14:paraId="2CCC6832" w14:textId="77777777" w:rsidR="001F5A79" w:rsidRPr="008C6DE4" w:rsidRDefault="001F5A79" w:rsidP="001F5A79">
      <w:pPr>
        <w:rPr>
          <w:rFonts w:cs="v4.2.0"/>
          <w:i/>
        </w:rPr>
      </w:pPr>
      <w:r w:rsidRPr="008C6DE4">
        <w:rPr>
          <w:rFonts w:cs="v4.2.0"/>
        </w:rPr>
        <w:t xml:space="preserve">Unless otherwise specified, the requirements for absolute accuracy of </w:t>
      </w:r>
      <w:r w:rsidRPr="008C6DE4">
        <w:rPr>
          <w:rFonts w:cs="v4.2.0"/>
          <w:lang w:eastAsia="zh-CN"/>
        </w:rPr>
        <w:t>SSB based L1-</w:t>
      </w:r>
      <w:r w:rsidRPr="008C6DE4">
        <w:rPr>
          <w:rFonts w:cs="v4.2.0"/>
        </w:rPr>
        <w:t>RSRP in this clause apply to all SSBs of the serving cell configured for L1-RSRP measurement.</w:t>
      </w:r>
    </w:p>
    <w:p w14:paraId="38C605DB"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10.1.20.1.1</w:t>
      </w:r>
      <w:r w:rsidRPr="008C6DE4">
        <w:rPr>
          <w:rFonts w:cs="v4.2.0"/>
        </w:rPr>
        <w:t>-1 are valid under the following conditions:</w:t>
      </w:r>
    </w:p>
    <w:p w14:paraId="1FDB7C2D" w14:textId="77777777" w:rsidR="001F5A79" w:rsidRPr="008C6DE4" w:rsidRDefault="001F5A79" w:rsidP="001F5A79">
      <w:pPr>
        <w:ind w:left="568" w:hanging="284"/>
      </w:pPr>
      <w:r w:rsidRPr="008C6DE4">
        <w:t>-</w:t>
      </w:r>
      <w:r w:rsidRPr="008C6DE4">
        <w:tab/>
        <w:t>Conditions defined in clause 7.3 of TS 38.101-2 [19] for reference sensitivity are fulfilled.</w:t>
      </w:r>
    </w:p>
    <w:p w14:paraId="4237871D" w14:textId="77777777" w:rsidR="001F5A79" w:rsidRPr="008C6DE4" w:rsidRDefault="001F5A79" w:rsidP="001F5A79">
      <w:pPr>
        <w:ind w:left="568" w:hanging="284"/>
      </w:pPr>
      <w:r w:rsidRPr="008C6DE4">
        <w:t>-</w:t>
      </w:r>
      <w:r w:rsidRPr="008C6DE4">
        <w:tab/>
        <w:t xml:space="preserve">Conditions for L1-RSRP measurements are fulfilled according to Annex B.2.4.1 for a corresponding Band </w:t>
      </w:r>
      <w:r w:rsidRPr="008C6DE4">
        <w:rPr>
          <w:rFonts w:eastAsia="PMingLiU"/>
        </w:rPr>
        <w:t>for each relevant SSB</w:t>
      </w:r>
      <w:r w:rsidRPr="008C6DE4">
        <w:t>.</w:t>
      </w:r>
    </w:p>
    <w:p w14:paraId="67474949" w14:textId="77777777" w:rsidR="001F5A79" w:rsidRPr="008C6DE4" w:rsidRDefault="001F5A79" w:rsidP="001F5A79">
      <w:pPr>
        <w:ind w:left="568" w:hanging="284"/>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34D368FC" w14:textId="77777777" w:rsidR="001F5A79" w:rsidRPr="008C6DE4" w:rsidRDefault="001F5A79" w:rsidP="001F5A79">
      <w:pPr>
        <w:keepNext/>
        <w:keepLines/>
        <w:spacing w:before="60"/>
        <w:jc w:val="center"/>
        <w:rPr>
          <w:rFonts w:ascii="Arial" w:hAnsi="Arial"/>
          <w:b/>
        </w:rPr>
      </w:pPr>
      <w:r w:rsidRPr="008C6DE4">
        <w:rPr>
          <w:rFonts w:ascii="Arial" w:hAnsi="Arial"/>
          <w:b/>
        </w:rPr>
        <w:t>Table 10.1.20.1.1-1: SSB based L1-RSRP absolute accuracy in FR2</w:t>
      </w:r>
    </w:p>
    <w:tbl>
      <w:tblPr>
        <w:tblW w:w="8720" w:type="dxa"/>
        <w:jc w:val="center"/>
        <w:tblLook w:val="01E0" w:firstRow="1" w:lastRow="1" w:firstColumn="1" w:lastColumn="1" w:noHBand="0" w:noVBand="0"/>
      </w:tblPr>
      <w:tblGrid>
        <w:gridCol w:w="1111"/>
        <w:gridCol w:w="1110"/>
        <w:gridCol w:w="1110"/>
        <w:gridCol w:w="1116"/>
        <w:gridCol w:w="1116"/>
        <w:gridCol w:w="1578"/>
        <w:gridCol w:w="1579"/>
      </w:tblGrid>
      <w:tr w:rsidR="00DD3199" w:rsidRPr="008C6DE4" w14:paraId="1514CDBF" w14:textId="77777777" w:rsidTr="00DF3064">
        <w:trPr>
          <w:jc w:val="center"/>
        </w:trPr>
        <w:tc>
          <w:tcPr>
            <w:tcW w:w="2221" w:type="dxa"/>
            <w:gridSpan w:val="2"/>
            <w:tcBorders>
              <w:top w:val="single" w:sz="6" w:space="0" w:color="auto"/>
              <w:left w:val="single" w:sz="4" w:space="0" w:color="auto"/>
              <w:bottom w:val="nil"/>
              <w:right w:val="single" w:sz="6" w:space="0" w:color="auto"/>
            </w:tcBorders>
            <w:vAlign w:val="center"/>
            <w:hideMark/>
          </w:tcPr>
          <w:p w14:paraId="2D6F61D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6499" w:type="dxa"/>
            <w:gridSpan w:val="5"/>
            <w:tcBorders>
              <w:top w:val="single" w:sz="4" w:space="0" w:color="auto"/>
              <w:left w:val="single" w:sz="4" w:space="0" w:color="auto"/>
              <w:bottom w:val="nil"/>
              <w:right w:val="single" w:sz="4" w:space="0" w:color="auto"/>
            </w:tcBorders>
            <w:vAlign w:val="center"/>
            <w:hideMark/>
          </w:tcPr>
          <w:p w14:paraId="250A3EB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38FF2C16" w14:textId="77777777" w:rsidTr="00DF3064">
        <w:trPr>
          <w:jc w:val="center"/>
        </w:trPr>
        <w:tc>
          <w:tcPr>
            <w:tcW w:w="1111" w:type="dxa"/>
            <w:vMerge w:val="restart"/>
            <w:tcBorders>
              <w:top w:val="single" w:sz="6" w:space="0" w:color="auto"/>
              <w:left w:val="single" w:sz="4" w:space="0" w:color="auto"/>
              <w:bottom w:val="single" w:sz="6" w:space="0" w:color="auto"/>
              <w:right w:val="single" w:sz="6" w:space="0" w:color="auto"/>
            </w:tcBorders>
            <w:vAlign w:val="center"/>
            <w:hideMark/>
          </w:tcPr>
          <w:p w14:paraId="5A25D50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110" w:type="dxa"/>
            <w:vMerge w:val="restart"/>
            <w:tcBorders>
              <w:top w:val="single" w:sz="6" w:space="0" w:color="auto"/>
              <w:left w:val="single" w:sz="6" w:space="0" w:color="auto"/>
              <w:bottom w:val="single" w:sz="6" w:space="0" w:color="auto"/>
              <w:right w:val="single" w:sz="6" w:space="0" w:color="auto"/>
            </w:tcBorders>
            <w:vAlign w:val="center"/>
            <w:hideMark/>
          </w:tcPr>
          <w:p w14:paraId="78695F2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110" w:type="dxa"/>
            <w:vMerge w:val="restart"/>
            <w:tcBorders>
              <w:top w:val="single" w:sz="4" w:space="0" w:color="auto"/>
              <w:left w:val="single" w:sz="4" w:space="0" w:color="auto"/>
              <w:bottom w:val="single" w:sz="6" w:space="0" w:color="auto"/>
              <w:right w:val="single" w:sz="4" w:space="0" w:color="auto"/>
            </w:tcBorders>
            <w:hideMark/>
          </w:tcPr>
          <w:p w14:paraId="7D753D0D"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SSB Ês/Iot</w:t>
            </w:r>
          </w:p>
        </w:tc>
        <w:tc>
          <w:tcPr>
            <w:tcW w:w="5389" w:type="dxa"/>
            <w:gridSpan w:val="4"/>
            <w:tcBorders>
              <w:top w:val="single" w:sz="4" w:space="0" w:color="auto"/>
              <w:left w:val="single" w:sz="4" w:space="0" w:color="auto"/>
              <w:bottom w:val="single" w:sz="6" w:space="0" w:color="auto"/>
              <w:right w:val="single" w:sz="4" w:space="0" w:color="auto"/>
            </w:tcBorders>
            <w:vAlign w:val="center"/>
            <w:hideMark/>
          </w:tcPr>
          <w:p w14:paraId="15B417B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1</w:t>
            </w:r>
            <w:r w:rsidRPr="008C6DE4">
              <w:rPr>
                <w:rFonts w:ascii="Arial" w:hAnsi="Arial"/>
                <w:b/>
                <w:sz w:val="18"/>
              </w:rPr>
              <w:t xml:space="preserve"> range</w:t>
            </w:r>
          </w:p>
        </w:tc>
      </w:tr>
      <w:tr w:rsidR="00DD3199" w:rsidRPr="008C6DE4" w14:paraId="317B874F" w14:textId="77777777" w:rsidTr="00DF3064">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304B28F3"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E6ECDC4" w14:textId="77777777" w:rsidR="001F5A79" w:rsidRPr="008C6DE4" w:rsidRDefault="001F5A79" w:rsidP="00DF3064">
            <w:pPr>
              <w:spacing w:after="0"/>
              <w:rPr>
                <w:rFonts w:ascii="Arial" w:hAnsi="Arial"/>
                <w:b/>
                <w:sz w:val="18"/>
              </w:rPr>
            </w:pPr>
          </w:p>
        </w:tc>
        <w:tc>
          <w:tcPr>
            <w:tcW w:w="0" w:type="auto"/>
            <w:vMerge/>
            <w:tcBorders>
              <w:top w:val="single" w:sz="4" w:space="0" w:color="auto"/>
              <w:left w:val="single" w:sz="4" w:space="0" w:color="auto"/>
              <w:bottom w:val="single" w:sz="6" w:space="0" w:color="auto"/>
              <w:right w:val="single" w:sz="4" w:space="0" w:color="auto"/>
            </w:tcBorders>
            <w:vAlign w:val="center"/>
            <w:hideMark/>
          </w:tcPr>
          <w:p w14:paraId="0BD8A9BB" w14:textId="77777777" w:rsidR="001F5A79" w:rsidRPr="008C6DE4" w:rsidRDefault="001F5A79" w:rsidP="00DF3064">
            <w:pPr>
              <w:spacing w:after="0"/>
              <w:rPr>
                <w:rFonts w:ascii="Arial" w:hAnsi="Arial"/>
                <w:b/>
                <w:sz w:val="18"/>
              </w:rPr>
            </w:pPr>
          </w:p>
        </w:tc>
        <w:tc>
          <w:tcPr>
            <w:tcW w:w="3810" w:type="dxa"/>
            <w:gridSpan w:val="3"/>
            <w:tcBorders>
              <w:top w:val="single" w:sz="4" w:space="0" w:color="auto"/>
              <w:left w:val="single" w:sz="4" w:space="0" w:color="auto"/>
              <w:bottom w:val="single" w:sz="6" w:space="0" w:color="auto"/>
              <w:right w:val="single" w:sz="6" w:space="0" w:color="auto"/>
            </w:tcBorders>
            <w:vAlign w:val="center"/>
            <w:hideMark/>
          </w:tcPr>
          <w:p w14:paraId="11F4100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1579" w:type="dxa"/>
            <w:tcBorders>
              <w:top w:val="single" w:sz="4" w:space="0" w:color="auto"/>
              <w:left w:val="single" w:sz="6" w:space="0" w:color="auto"/>
              <w:bottom w:val="single" w:sz="6" w:space="0" w:color="auto"/>
              <w:right w:val="single" w:sz="4" w:space="0" w:color="auto"/>
            </w:tcBorders>
            <w:vAlign w:val="center"/>
            <w:hideMark/>
          </w:tcPr>
          <w:p w14:paraId="5B178CA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046CE1E9" w14:textId="77777777" w:rsidTr="00DF3064">
        <w:trPr>
          <w:jc w:val="center"/>
        </w:trPr>
        <w:tc>
          <w:tcPr>
            <w:tcW w:w="1111" w:type="dxa"/>
            <w:vMerge w:val="restart"/>
            <w:tcBorders>
              <w:top w:val="single" w:sz="6" w:space="0" w:color="auto"/>
              <w:left w:val="single" w:sz="4" w:space="0" w:color="auto"/>
              <w:bottom w:val="single" w:sz="6" w:space="0" w:color="auto"/>
              <w:right w:val="single" w:sz="6" w:space="0" w:color="auto"/>
            </w:tcBorders>
            <w:vAlign w:val="center"/>
            <w:hideMark/>
          </w:tcPr>
          <w:p w14:paraId="6B02B4B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0" w:type="dxa"/>
            <w:vMerge w:val="restart"/>
            <w:tcBorders>
              <w:top w:val="single" w:sz="6" w:space="0" w:color="auto"/>
              <w:left w:val="single" w:sz="6" w:space="0" w:color="auto"/>
              <w:bottom w:val="single" w:sz="6" w:space="0" w:color="auto"/>
              <w:right w:val="single" w:sz="6" w:space="0" w:color="auto"/>
            </w:tcBorders>
            <w:vAlign w:val="center"/>
            <w:hideMark/>
          </w:tcPr>
          <w:p w14:paraId="61DBDA9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0" w:type="dxa"/>
            <w:vMerge w:val="restart"/>
            <w:tcBorders>
              <w:top w:val="single" w:sz="6" w:space="0" w:color="auto"/>
              <w:left w:val="single" w:sz="4" w:space="0" w:color="auto"/>
              <w:bottom w:val="single" w:sz="4" w:space="0" w:color="auto"/>
              <w:right w:val="single" w:sz="4" w:space="0" w:color="auto"/>
            </w:tcBorders>
            <w:vAlign w:val="center"/>
            <w:hideMark/>
          </w:tcPr>
          <w:p w14:paraId="4A5D0A40"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2232" w:type="dxa"/>
            <w:gridSpan w:val="2"/>
            <w:tcBorders>
              <w:top w:val="single" w:sz="6" w:space="0" w:color="auto"/>
              <w:left w:val="single" w:sz="4" w:space="0" w:color="auto"/>
              <w:bottom w:val="single" w:sz="6" w:space="0" w:color="auto"/>
              <w:right w:val="single" w:sz="6" w:space="0" w:color="auto"/>
            </w:tcBorders>
            <w:vAlign w:val="center"/>
            <w:hideMark/>
          </w:tcPr>
          <w:p w14:paraId="6E5F12B6"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r w:rsidRPr="008C6DE4">
              <w:rPr>
                <w:rFonts w:ascii="Arial" w:hAnsi="Arial"/>
                <w:b/>
                <w:sz w:val="18"/>
                <w:vertAlign w:val="superscript"/>
              </w:rPr>
              <w:t xml:space="preserve"> Note 2</w:t>
            </w:r>
          </w:p>
        </w:tc>
        <w:tc>
          <w:tcPr>
            <w:tcW w:w="1578" w:type="dxa"/>
            <w:vMerge w:val="restart"/>
            <w:tcBorders>
              <w:top w:val="single" w:sz="6" w:space="0" w:color="auto"/>
              <w:left w:val="single" w:sz="6" w:space="0" w:color="auto"/>
              <w:bottom w:val="single" w:sz="6" w:space="0" w:color="auto"/>
              <w:right w:val="single" w:sz="6" w:space="0" w:color="auto"/>
            </w:tcBorders>
            <w:vAlign w:val="center"/>
            <w:hideMark/>
          </w:tcPr>
          <w:p w14:paraId="505DCBA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c>
          <w:tcPr>
            <w:tcW w:w="1579" w:type="dxa"/>
            <w:vMerge w:val="restart"/>
            <w:tcBorders>
              <w:top w:val="single" w:sz="6" w:space="0" w:color="auto"/>
              <w:left w:val="single" w:sz="6" w:space="0" w:color="auto"/>
              <w:bottom w:val="single" w:sz="6" w:space="0" w:color="auto"/>
              <w:right w:val="single" w:sz="4" w:space="0" w:color="auto"/>
            </w:tcBorders>
            <w:vAlign w:val="center"/>
            <w:hideMark/>
          </w:tcPr>
          <w:p w14:paraId="395B738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53FD904E" w14:textId="77777777" w:rsidTr="00DF3064">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60235A85"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75486F8"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4" w:space="0" w:color="auto"/>
              <w:bottom w:val="single" w:sz="4" w:space="0" w:color="auto"/>
              <w:right w:val="single" w:sz="4" w:space="0" w:color="auto"/>
            </w:tcBorders>
            <w:vAlign w:val="center"/>
            <w:hideMark/>
          </w:tcPr>
          <w:p w14:paraId="10CAAC17" w14:textId="77777777" w:rsidR="001F5A79" w:rsidRPr="008C6DE4" w:rsidRDefault="001F5A79" w:rsidP="00DF3064">
            <w:pPr>
              <w:spacing w:after="0"/>
              <w:rPr>
                <w:rFonts w:ascii="Arial" w:hAnsi="Arial" w:cs="Arial"/>
                <w:b/>
                <w:sz w:val="18"/>
              </w:rPr>
            </w:pPr>
          </w:p>
        </w:tc>
        <w:tc>
          <w:tcPr>
            <w:tcW w:w="1116" w:type="dxa"/>
            <w:tcBorders>
              <w:top w:val="single" w:sz="6" w:space="0" w:color="auto"/>
              <w:left w:val="single" w:sz="4" w:space="0" w:color="auto"/>
              <w:bottom w:val="single" w:sz="6" w:space="0" w:color="auto"/>
              <w:right w:val="single" w:sz="6" w:space="0" w:color="auto"/>
            </w:tcBorders>
            <w:vAlign w:val="center"/>
            <w:hideMark/>
          </w:tcPr>
          <w:p w14:paraId="4A38B99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120kHz</w:t>
            </w:r>
          </w:p>
        </w:tc>
        <w:tc>
          <w:tcPr>
            <w:tcW w:w="1116" w:type="dxa"/>
            <w:tcBorders>
              <w:top w:val="single" w:sz="6" w:space="0" w:color="auto"/>
              <w:left w:val="single" w:sz="4" w:space="0" w:color="auto"/>
              <w:bottom w:val="single" w:sz="6" w:space="0" w:color="auto"/>
              <w:right w:val="single" w:sz="6" w:space="0" w:color="auto"/>
            </w:tcBorders>
            <w:vAlign w:val="center"/>
            <w:hideMark/>
          </w:tcPr>
          <w:p w14:paraId="7D34710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240kHz</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FE1FD73"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6" w:space="0" w:color="auto"/>
              <w:bottom w:val="single" w:sz="6" w:space="0" w:color="auto"/>
              <w:right w:val="single" w:sz="4" w:space="0" w:color="auto"/>
            </w:tcBorders>
            <w:vAlign w:val="center"/>
            <w:hideMark/>
          </w:tcPr>
          <w:p w14:paraId="7BC51D2F" w14:textId="77777777" w:rsidR="001F5A79" w:rsidRPr="008C6DE4" w:rsidRDefault="001F5A79" w:rsidP="00DF3064">
            <w:pPr>
              <w:spacing w:after="0"/>
              <w:rPr>
                <w:rFonts w:ascii="Arial" w:hAnsi="Arial"/>
                <w:b/>
                <w:sz w:val="18"/>
              </w:rPr>
            </w:pPr>
          </w:p>
        </w:tc>
      </w:tr>
      <w:tr w:rsidR="00DD3199" w:rsidRPr="008C6DE4" w14:paraId="6CE9F39D" w14:textId="77777777" w:rsidTr="00DF3064">
        <w:trPr>
          <w:jc w:val="center"/>
        </w:trPr>
        <w:tc>
          <w:tcPr>
            <w:tcW w:w="1111" w:type="dxa"/>
            <w:tcBorders>
              <w:top w:val="single" w:sz="6" w:space="0" w:color="auto"/>
              <w:left w:val="single" w:sz="4" w:space="0" w:color="auto"/>
              <w:bottom w:val="nil"/>
              <w:right w:val="single" w:sz="6" w:space="0" w:color="auto"/>
            </w:tcBorders>
            <w:vAlign w:val="center"/>
            <w:hideMark/>
          </w:tcPr>
          <w:p w14:paraId="4195E078" w14:textId="77777777" w:rsidR="001F5A79" w:rsidRPr="008C6DE4" w:rsidRDefault="001F5A79" w:rsidP="00DF3064">
            <w:pPr>
              <w:keepNext/>
              <w:keepLines/>
              <w:spacing w:after="0"/>
              <w:jc w:val="center"/>
              <w:rPr>
                <w:rFonts w:ascii="Arial" w:hAnsi="Arial"/>
                <w:sz w:val="18"/>
              </w:rPr>
            </w:pPr>
            <w:r w:rsidRPr="008C6DE4">
              <w:rPr>
                <w:rFonts w:ascii="Arial" w:hAnsi="Arial" w:cs="Arial"/>
                <w:sz w:val="18"/>
              </w:rPr>
              <w:t>±</w:t>
            </w:r>
            <w:r w:rsidRPr="008C6DE4">
              <w:rPr>
                <w:rFonts w:ascii="Arial" w:hAnsi="Arial"/>
                <w:sz w:val="18"/>
              </w:rPr>
              <w:t>6.5</w:t>
            </w:r>
          </w:p>
        </w:tc>
        <w:tc>
          <w:tcPr>
            <w:tcW w:w="1110" w:type="dxa"/>
            <w:tcBorders>
              <w:top w:val="single" w:sz="6" w:space="0" w:color="auto"/>
              <w:left w:val="single" w:sz="6" w:space="0" w:color="auto"/>
              <w:bottom w:val="nil"/>
              <w:right w:val="single" w:sz="4" w:space="0" w:color="auto"/>
            </w:tcBorders>
            <w:vAlign w:val="center"/>
            <w:hideMark/>
          </w:tcPr>
          <w:p w14:paraId="2DD13728" w14:textId="77777777" w:rsidR="001F5A79" w:rsidRPr="008C6DE4" w:rsidRDefault="001F5A79" w:rsidP="00DF3064">
            <w:pPr>
              <w:keepNext/>
              <w:keepLines/>
              <w:spacing w:after="0"/>
              <w:jc w:val="center"/>
              <w:rPr>
                <w:rFonts w:ascii="Arial" w:hAnsi="Arial"/>
                <w:sz w:val="18"/>
              </w:rPr>
            </w:pPr>
            <w:r w:rsidRPr="008C6DE4">
              <w:rPr>
                <w:rFonts w:ascii="Arial" w:hAnsi="Arial" w:cs="Arial"/>
                <w:sz w:val="18"/>
              </w:rPr>
              <w:t>±</w:t>
            </w:r>
            <w:r w:rsidRPr="008C6DE4">
              <w:rPr>
                <w:rFonts w:ascii="Arial" w:hAnsi="Arial"/>
                <w:sz w:val="18"/>
              </w:rPr>
              <w:t>9.5</w:t>
            </w:r>
          </w:p>
        </w:tc>
        <w:tc>
          <w:tcPr>
            <w:tcW w:w="1110" w:type="dxa"/>
            <w:tcBorders>
              <w:top w:val="single" w:sz="4" w:space="0" w:color="auto"/>
              <w:left w:val="single" w:sz="4" w:space="0" w:color="auto"/>
              <w:bottom w:val="single" w:sz="4" w:space="0" w:color="auto"/>
              <w:right w:val="single" w:sz="4" w:space="0" w:color="auto"/>
            </w:tcBorders>
            <w:vAlign w:val="center"/>
            <w:hideMark/>
          </w:tcPr>
          <w:p w14:paraId="4E3DD205"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≥-3</w:t>
            </w:r>
          </w:p>
        </w:tc>
        <w:tc>
          <w:tcPr>
            <w:tcW w:w="2232" w:type="dxa"/>
            <w:gridSpan w:val="2"/>
            <w:tcBorders>
              <w:top w:val="single" w:sz="6" w:space="0" w:color="auto"/>
              <w:left w:val="single" w:sz="4" w:space="0" w:color="auto"/>
              <w:bottom w:val="single" w:sz="6" w:space="0" w:color="auto"/>
              <w:right w:val="single" w:sz="6" w:space="0" w:color="auto"/>
            </w:tcBorders>
            <w:vAlign w:val="center"/>
            <w:hideMark/>
          </w:tcPr>
          <w:p w14:paraId="34AEF783" w14:textId="77777777" w:rsidR="001F5A79" w:rsidRPr="008C6DE4" w:rsidRDefault="001F5A79" w:rsidP="00DF3064">
            <w:pPr>
              <w:keepNext/>
              <w:keepLines/>
              <w:spacing w:after="0"/>
              <w:jc w:val="center"/>
              <w:rPr>
                <w:rFonts w:ascii="Arial" w:eastAsia="Yu Mincho" w:hAnsi="Arial"/>
                <w:sz w:val="18"/>
                <w:lang w:eastAsia="ja-JP"/>
              </w:rPr>
            </w:pPr>
            <w:r w:rsidRPr="008C6DE4">
              <w:rPr>
                <w:rFonts w:ascii="Arial" w:hAnsi="Arial"/>
                <w:sz w:val="18"/>
              </w:rPr>
              <w:t>Same value as SSB_RP in Table B.2.4.1-2, according to UE Power class, operating band and angle of arrival</w:t>
            </w:r>
          </w:p>
        </w:tc>
        <w:tc>
          <w:tcPr>
            <w:tcW w:w="1578" w:type="dxa"/>
            <w:tcBorders>
              <w:top w:val="single" w:sz="6" w:space="0" w:color="auto"/>
              <w:left w:val="single" w:sz="6" w:space="0" w:color="auto"/>
              <w:bottom w:val="single" w:sz="6" w:space="0" w:color="auto"/>
              <w:right w:val="single" w:sz="6" w:space="0" w:color="auto"/>
            </w:tcBorders>
            <w:vAlign w:val="center"/>
            <w:hideMark/>
          </w:tcPr>
          <w:p w14:paraId="375A336F"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zh-CN"/>
              </w:rPr>
              <w:t>N/A</w:t>
            </w:r>
          </w:p>
        </w:tc>
        <w:tc>
          <w:tcPr>
            <w:tcW w:w="1579" w:type="dxa"/>
            <w:tcBorders>
              <w:top w:val="single" w:sz="6" w:space="0" w:color="auto"/>
              <w:left w:val="single" w:sz="6" w:space="0" w:color="auto"/>
              <w:bottom w:val="single" w:sz="6" w:space="0" w:color="auto"/>
              <w:right w:val="single" w:sz="4" w:space="0" w:color="auto"/>
            </w:tcBorders>
            <w:vAlign w:val="center"/>
            <w:hideMark/>
          </w:tcPr>
          <w:p w14:paraId="1A73F0CF"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40A4AF43" w14:textId="77777777" w:rsidTr="00DF3064">
        <w:trPr>
          <w:jc w:val="center"/>
        </w:trPr>
        <w:tc>
          <w:tcPr>
            <w:tcW w:w="1111" w:type="dxa"/>
            <w:tcBorders>
              <w:top w:val="single" w:sz="6" w:space="0" w:color="auto"/>
              <w:left w:val="single" w:sz="4" w:space="0" w:color="auto"/>
              <w:bottom w:val="single" w:sz="6" w:space="0" w:color="auto"/>
              <w:right w:val="single" w:sz="6" w:space="0" w:color="auto"/>
            </w:tcBorders>
            <w:vAlign w:val="center"/>
            <w:hideMark/>
          </w:tcPr>
          <w:p w14:paraId="6633B3A3"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8.5</w:t>
            </w:r>
          </w:p>
        </w:tc>
        <w:tc>
          <w:tcPr>
            <w:tcW w:w="1110" w:type="dxa"/>
            <w:tcBorders>
              <w:top w:val="single" w:sz="6" w:space="0" w:color="auto"/>
              <w:left w:val="single" w:sz="6" w:space="0" w:color="auto"/>
              <w:bottom w:val="single" w:sz="6" w:space="0" w:color="auto"/>
              <w:right w:val="single" w:sz="6" w:space="0" w:color="auto"/>
            </w:tcBorders>
            <w:vAlign w:val="center"/>
            <w:hideMark/>
          </w:tcPr>
          <w:p w14:paraId="687F59BE"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11.5</w:t>
            </w:r>
          </w:p>
        </w:tc>
        <w:tc>
          <w:tcPr>
            <w:tcW w:w="1110" w:type="dxa"/>
            <w:tcBorders>
              <w:top w:val="single" w:sz="4" w:space="0" w:color="auto"/>
              <w:left w:val="single" w:sz="4" w:space="0" w:color="auto"/>
              <w:bottom w:val="single" w:sz="6" w:space="0" w:color="auto"/>
              <w:right w:val="single" w:sz="4" w:space="0" w:color="auto"/>
            </w:tcBorders>
            <w:hideMark/>
          </w:tcPr>
          <w:p w14:paraId="78A2AC94"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≥-3</w:t>
            </w:r>
          </w:p>
        </w:tc>
        <w:tc>
          <w:tcPr>
            <w:tcW w:w="2232" w:type="dxa"/>
            <w:gridSpan w:val="2"/>
            <w:tcBorders>
              <w:top w:val="single" w:sz="6" w:space="0" w:color="auto"/>
              <w:left w:val="single" w:sz="4" w:space="0" w:color="auto"/>
              <w:bottom w:val="single" w:sz="6" w:space="0" w:color="auto"/>
              <w:right w:val="single" w:sz="6" w:space="0" w:color="auto"/>
            </w:tcBorders>
            <w:vAlign w:val="center"/>
            <w:hideMark/>
          </w:tcPr>
          <w:p w14:paraId="13C3B2D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578" w:type="dxa"/>
            <w:tcBorders>
              <w:top w:val="single" w:sz="6" w:space="0" w:color="auto"/>
              <w:left w:val="single" w:sz="6" w:space="0" w:color="auto"/>
              <w:bottom w:val="single" w:sz="6" w:space="0" w:color="auto"/>
              <w:right w:val="single" w:sz="6" w:space="0" w:color="auto"/>
            </w:tcBorders>
            <w:vAlign w:val="center"/>
            <w:hideMark/>
          </w:tcPr>
          <w:p w14:paraId="55AF9194"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c>
          <w:tcPr>
            <w:tcW w:w="1579" w:type="dxa"/>
            <w:tcBorders>
              <w:top w:val="single" w:sz="6" w:space="0" w:color="auto"/>
              <w:left w:val="single" w:sz="6" w:space="0" w:color="auto"/>
              <w:bottom w:val="single" w:sz="6" w:space="0" w:color="auto"/>
              <w:right w:val="single" w:sz="4" w:space="0" w:color="auto"/>
            </w:tcBorders>
            <w:vAlign w:val="center"/>
            <w:hideMark/>
          </w:tcPr>
          <w:p w14:paraId="4B70C79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1F5A79" w:rsidRPr="008C6DE4" w14:paraId="22BF1BD5" w14:textId="77777777" w:rsidTr="00DF3064">
        <w:trPr>
          <w:jc w:val="center"/>
        </w:trPr>
        <w:tc>
          <w:tcPr>
            <w:tcW w:w="8720" w:type="dxa"/>
            <w:gridSpan w:val="7"/>
            <w:tcBorders>
              <w:top w:val="single" w:sz="6" w:space="0" w:color="auto"/>
              <w:left w:val="single" w:sz="4" w:space="0" w:color="auto"/>
              <w:bottom w:val="single" w:sz="6" w:space="0" w:color="auto"/>
              <w:right w:val="single" w:sz="4" w:space="0" w:color="auto"/>
            </w:tcBorders>
            <w:vAlign w:val="center"/>
            <w:hideMark/>
          </w:tcPr>
          <w:p w14:paraId="08E46FEA" w14:textId="77777777" w:rsidR="001F5A79" w:rsidRPr="008C6DE4" w:rsidRDefault="001F5A79" w:rsidP="00DF3064">
            <w:pPr>
              <w:keepNext/>
              <w:keepLines/>
              <w:spacing w:after="0"/>
              <w:ind w:left="851" w:hanging="851"/>
              <w:rPr>
                <w:rFonts w:ascii="Arial" w:hAnsi="Arial" w:cs="Arial"/>
                <w:sz w:val="18"/>
                <w:szCs w:val="18"/>
              </w:rPr>
            </w:pPr>
            <w:r w:rsidRPr="008C6DE4">
              <w:rPr>
                <w:rFonts w:ascii="Arial" w:hAnsi="Arial" w:cs="Arial"/>
                <w:sz w:val="18"/>
                <w:szCs w:val="18"/>
              </w:rPr>
              <w:t>NOTE 1:</w:t>
            </w:r>
            <w:r w:rsidRPr="008C6DE4">
              <w:rPr>
                <w:rFonts w:ascii="Arial" w:hAnsi="Arial" w:cs="Arial"/>
                <w:sz w:val="18"/>
                <w:szCs w:val="18"/>
              </w:rPr>
              <w:tab/>
              <w:t xml:space="preserve">Io </w:t>
            </w:r>
            <w:r w:rsidRPr="008C6DE4">
              <w:rPr>
                <w:rFonts w:ascii="Arial" w:eastAsia="MS Mincho" w:hAnsi="Arial"/>
                <w:sz w:val="18"/>
              </w:rPr>
              <w:t>specified at the Reference point, and</w:t>
            </w:r>
            <w:r w:rsidRPr="008C6DE4">
              <w:rPr>
                <w:rFonts w:ascii="Arial" w:hAnsi="Arial" w:cs="Arial"/>
                <w:sz w:val="18"/>
                <w:szCs w:val="18"/>
              </w:rPr>
              <w:t xml:space="preserve"> assumed to have constant EPRE across the bandwidth.</w:t>
            </w:r>
          </w:p>
          <w:p w14:paraId="3EA61DEE" w14:textId="77777777" w:rsidR="001F5A79" w:rsidRPr="008C6DE4" w:rsidRDefault="001F5A79" w:rsidP="00DF3064">
            <w:pPr>
              <w:keepNext/>
              <w:keepLines/>
              <w:spacing w:after="0"/>
              <w:ind w:left="851" w:hanging="851"/>
              <w:rPr>
                <w:rFonts w:ascii="Arial" w:hAnsi="Arial"/>
                <w:sz w:val="18"/>
              </w:rPr>
            </w:pPr>
            <w:r w:rsidRPr="008C6DE4">
              <w:rPr>
                <w:rFonts w:ascii="Arial" w:hAnsi="Arial" w:cs="Arial"/>
                <w:sz w:val="18"/>
                <w:szCs w:val="18"/>
              </w:rPr>
              <w:t>NOTE 2:</w:t>
            </w:r>
            <w:r w:rsidRPr="008C6DE4">
              <w:rPr>
                <w:rFonts w:ascii="Arial" w:hAnsi="Arial" w:cs="Arial"/>
                <w:sz w:val="18"/>
                <w:szCs w:val="18"/>
              </w:rPr>
              <w:tab/>
            </w:r>
            <w:r w:rsidRPr="008C6DE4">
              <w:rPr>
                <w:rFonts w:ascii="Arial" w:hAnsi="Arial"/>
                <w:sz w:val="18"/>
              </w:rPr>
              <w:t>Values based on Refsens and EIS spherical coverage as defined in clauses 7.3.2 and 7.3.4 of TS 38.101-2 [19]. Applicable side condition selected depending on angle of arrival.</w:t>
            </w:r>
          </w:p>
          <w:p w14:paraId="05D6F69A"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 xml:space="preserve">In the test cases, the SSB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tc>
      </w:tr>
    </w:tbl>
    <w:p w14:paraId="189B8276" w14:textId="77777777" w:rsidR="001F5A79" w:rsidRPr="008C6DE4" w:rsidRDefault="001F5A79" w:rsidP="001F5A79">
      <w:pPr>
        <w:rPr>
          <w:lang w:eastAsia="zh-CN"/>
        </w:rPr>
      </w:pPr>
    </w:p>
    <w:p w14:paraId="20E8B8AB" w14:textId="77777777" w:rsidR="001F5A79" w:rsidRPr="008C6DE4" w:rsidRDefault="001F5A79" w:rsidP="001F5A79">
      <w:pPr>
        <w:keepNext/>
        <w:keepLines/>
        <w:spacing w:before="120"/>
        <w:ind w:left="1701" w:hanging="1701"/>
        <w:outlineLvl w:val="4"/>
      </w:pPr>
      <w:r w:rsidRPr="008C6DE4">
        <w:rPr>
          <w:rFonts w:ascii="Arial" w:hAnsi="Arial"/>
          <w:sz w:val="22"/>
        </w:rPr>
        <w:t>10.1.20.1.2</w:t>
      </w:r>
      <w:r w:rsidRPr="008C6DE4">
        <w:rPr>
          <w:rFonts w:ascii="Arial" w:hAnsi="Arial"/>
          <w:sz w:val="22"/>
        </w:rPr>
        <w:tab/>
        <w:t>Relative Accuracy</w:t>
      </w:r>
    </w:p>
    <w:p w14:paraId="1B013CC2" w14:textId="77777777" w:rsidR="001F5A79" w:rsidRPr="008C6DE4" w:rsidRDefault="001F5A79" w:rsidP="001F5A79">
      <w:pPr>
        <w:rPr>
          <w:rFonts w:cs="v4.2.0"/>
          <w:i/>
        </w:rPr>
      </w:pPr>
      <w:r w:rsidRPr="008C6DE4">
        <w:rPr>
          <w:rFonts w:cs="v4.2.0"/>
        </w:rPr>
        <w:t xml:space="preserve">The relative accuracy of </w:t>
      </w:r>
      <w:r w:rsidRPr="008C6DE4">
        <w:rPr>
          <w:rFonts w:cs="v4.2.0"/>
          <w:lang w:eastAsia="zh-CN"/>
        </w:rPr>
        <w:t>SSB based L1-</w:t>
      </w:r>
      <w:r w:rsidRPr="008C6DE4">
        <w:rPr>
          <w:rFonts w:cs="v4.2.0"/>
        </w:rPr>
        <w:t xml:space="preserve">RSRP is defined as the </w:t>
      </w:r>
      <w:r w:rsidRPr="008C6DE4">
        <w:rPr>
          <w:rFonts w:cs="v4.2.0"/>
          <w:lang w:eastAsia="zh-CN"/>
        </w:rPr>
        <w:t>L1-</w:t>
      </w:r>
      <w:r w:rsidRPr="008C6DE4">
        <w:rPr>
          <w:rFonts w:cs="v4.2.0"/>
        </w:rPr>
        <w:t xml:space="preserve">RSRP measured from one SSB compared to the </w:t>
      </w:r>
      <w:r w:rsidRPr="008C6DE4">
        <w:rPr>
          <w:lang w:val="en-US"/>
        </w:rPr>
        <w:t>largest measured value of L1-RSRP among all SSBs of the serving cell</w:t>
      </w:r>
      <w:r w:rsidRPr="008C6DE4">
        <w:rPr>
          <w:rFonts w:cs="v4.2.0"/>
        </w:rPr>
        <w:t>.</w:t>
      </w:r>
    </w:p>
    <w:p w14:paraId="1984A0A4" w14:textId="77777777" w:rsidR="001F5A79" w:rsidRPr="008C6DE4" w:rsidRDefault="001F5A79" w:rsidP="00DD3199">
      <w:pPr>
        <w:rPr>
          <w:rFonts w:cs="v4.2.0"/>
        </w:rPr>
      </w:pPr>
      <w:r w:rsidRPr="008C6DE4">
        <w:rPr>
          <w:rFonts w:cs="v4.2.0"/>
        </w:rPr>
        <w:t xml:space="preserve">The accuracy requirements in Table </w:t>
      </w:r>
      <w:r w:rsidRPr="008C6DE4">
        <w:rPr>
          <w:lang w:eastAsia="zh-CN"/>
        </w:rPr>
        <w:t>10.1.20</w:t>
      </w:r>
      <w:r w:rsidRPr="008C6DE4">
        <w:t>.1</w:t>
      </w:r>
      <w:r w:rsidRPr="008C6DE4">
        <w:rPr>
          <w:lang w:eastAsia="zh-CN"/>
        </w:rPr>
        <w:t>.2</w:t>
      </w:r>
      <w:r w:rsidRPr="008C6DE4">
        <w:rPr>
          <w:rFonts w:cs="v4.2.0"/>
        </w:rPr>
        <w:t>-1 are valid under the following conditions:</w:t>
      </w:r>
    </w:p>
    <w:p w14:paraId="101375F8" w14:textId="77777777" w:rsidR="001F5A79" w:rsidRPr="008C6DE4" w:rsidRDefault="001F5A79" w:rsidP="001F5A79">
      <w:pPr>
        <w:ind w:left="568" w:hanging="284"/>
        <w:rPr>
          <w:rFonts w:cs="v4.2.0"/>
          <w:lang w:eastAsia="zh-CN"/>
        </w:rPr>
      </w:pPr>
      <w:r w:rsidRPr="008C6DE4">
        <w:t>-</w:t>
      </w:r>
      <w:r w:rsidRPr="008C6DE4">
        <w:tab/>
        <w:t>Conditions defined in clause 7.3 of TS 38.101-2 [19] for reference sensitivity are fulfilled.</w:t>
      </w:r>
    </w:p>
    <w:p w14:paraId="55A15C05" w14:textId="77777777" w:rsidR="001F5A79" w:rsidRPr="008C6DE4" w:rsidRDefault="001F5A79" w:rsidP="001F5A79">
      <w:pPr>
        <w:ind w:left="568" w:hanging="284"/>
      </w:pPr>
      <w:r w:rsidRPr="008C6DE4">
        <w:t>-</w:t>
      </w:r>
      <w:r w:rsidRPr="008C6DE4">
        <w:tab/>
        <w:t>Conditions for L1-RSRP measurements are fulfilled according to Annex B.2.4.1 for a corresponding Band for each relevant SSB.</w:t>
      </w:r>
    </w:p>
    <w:p w14:paraId="2A541D1C" w14:textId="77777777" w:rsidR="001F5A79" w:rsidRPr="008C6DE4" w:rsidRDefault="001F5A79" w:rsidP="001F5A79">
      <w:pPr>
        <w:ind w:left="568" w:hanging="284"/>
      </w:pPr>
      <w:r w:rsidRPr="008C6DE4">
        <w:t>-</w:t>
      </w:r>
      <w:r w:rsidRPr="008C6DE4">
        <w:tab/>
        <w:t>The measured signals are in the directions covered by the percentile EIS spherical coverage of the UE, defined in clause 7.3.4 of TS 38.101-2 [19].</w:t>
      </w:r>
    </w:p>
    <w:p w14:paraId="77ED8739" w14:textId="77777777" w:rsidR="001F5A79" w:rsidRPr="008C6DE4" w:rsidRDefault="001F5A79" w:rsidP="001F5A79">
      <w:pPr>
        <w:keepNext/>
        <w:keepLines/>
        <w:spacing w:before="60"/>
        <w:jc w:val="center"/>
        <w:rPr>
          <w:rFonts w:ascii="Arial" w:hAnsi="Arial"/>
          <w:b/>
        </w:rPr>
      </w:pPr>
      <w:r w:rsidRPr="008C6DE4">
        <w:rPr>
          <w:rFonts w:ascii="Arial" w:hAnsi="Arial"/>
          <w:b/>
        </w:rPr>
        <w:t>Table 10.1.20.1.2-1: SSB based L1-RSRP relative accuracy in FR2</w:t>
      </w:r>
    </w:p>
    <w:tbl>
      <w:tblPr>
        <w:tblW w:w="7019" w:type="dxa"/>
        <w:jc w:val="center"/>
        <w:tblLook w:val="01E0" w:firstRow="1" w:lastRow="1" w:firstColumn="1" w:lastColumn="1" w:noHBand="0" w:noVBand="0"/>
      </w:tblPr>
      <w:tblGrid>
        <w:gridCol w:w="1030"/>
        <w:gridCol w:w="1029"/>
        <w:gridCol w:w="1029"/>
        <w:gridCol w:w="1224"/>
        <w:gridCol w:w="1224"/>
        <w:gridCol w:w="1483"/>
      </w:tblGrid>
      <w:tr w:rsidR="00DD3199" w:rsidRPr="008C6DE4" w14:paraId="60E0972A" w14:textId="77777777" w:rsidTr="00DF3064">
        <w:trPr>
          <w:jc w:val="center"/>
        </w:trPr>
        <w:tc>
          <w:tcPr>
            <w:tcW w:w="2059" w:type="dxa"/>
            <w:gridSpan w:val="2"/>
            <w:tcBorders>
              <w:top w:val="single" w:sz="6" w:space="0" w:color="auto"/>
              <w:left w:val="single" w:sz="4" w:space="0" w:color="auto"/>
              <w:bottom w:val="nil"/>
              <w:right w:val="single" w:sz="6" w:space="0" w:color="auto"/>
            </w:tcBorders>
            <w:vAlign w:val="center"/>
            <w:hideMark/>
          </w:tcPr>
          <w:p w14:paraId="6E697D8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4960" w:type="dxa"/>
            <w:gridSpan w:val="4"/>
            <w:tcBorders>
              <w:top w:val="single" w:sz="6" w:space="0" w:color="auto"/>
              <w:left w:val="single" w:sz="4" w:space="0" w:color="auto"/>
              <w:bottom w:val="nil"/>
              <w:right w:val="single" w:sz="4" w:space="0" w:color="auto"/>
            </w:tcBorders>
            <w:vAlign w:val="center"/>
            <w:hideMark/>
          </w:tcPr>
          <w:p w14:paraId="6002A77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37059BBA" w14:textId="77777777" w:rsidTr="00DF3064">
        <w:trPr>
          <w:jc w:val="center"/>
        </w:trPr>
        <w:tc>
          <w:tcPr>
            <w:tcW w:w="1030" w:type="dxa"/>
            <w:vMerge w:val="restart"/>
            <w:tcBorders>
              <w:top w:val="single" w:sz="6" w:space="0" w:color="auto"/>
              <w:left w:val="single" w:sz="4" w:space="0" w:color="auto"/>
              <w:bottom w:val="nil"/>
              <w:right w:val="single" w:sz="6" w:space="0" w:color="auto"/>
            </w:tcBorders>
            <w:vAlign w:val="center"/>
            <w:hideMark/>
          </w:tcPr>
          <w:p w14:paraId="231412E8"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029" w:type="dxa"/>
            <w:vMerge w:val="restart"/>
            <w:tcBorders>
              <w:top w:val="single" w:sz="6" w:space="0" w:color="auto"/>
              <w:left w:val="single" w:sz="6" w:space="0" w:color="auto"/>
              <w:bottom w:val="nil"/>
              <w:right w:val="single" w:sz="6" w:space="0" w:color="auto"/>
            </w:tcBorders>
            <w:vAlign w:val="center"/>
            <w:hideMark/>
          </w:tcPr>
          <w:p w14:paraId="5426104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029" w:type="dxa"/>
            <w:vMerge w:val="restart"/>
            <w:tcBorders>
              <w:top w:val="single" w:sz="6" w:space="0" w:color="auto"/>
              <w:left w:val="single" w:sz="4" w:space="0" w:color="auto"/>
              <w:bottom w:val="nil"/>
              <w:right w:val="single" w:sz="4" w:space="0" w:color="auto"/>
            </w:tcBorders>
            <w:hideMark/>
          </w:tcPr>
          <w:p w14:paraId="534BE80F"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SSB Ês/Iot</w:t>
            </w:r>
          </w:p>
        </w:tc>
        <w:tc>
          <w:tcPr>
            <w:tcW w:w="3931" w:type="dxa"/>
            <w:gridSpan w:val="3"/>
            <w:tcBorders>
              <w:top w:val="single" w:sz="6" w:space="0" w:color="auto"/>
              <w:left w:val="single" w:sz="4" w:space="0" w:color="auto"/>
              <w:bottom w:val="single" w:sz="6" w:space="0" w:color="auto"/>
              <w:right w:val="single" w:sz="4" w:space="0" w:color="auto"/>
            </w:tcBorders>
            <w:vAlign w:val="center"/>
            <w:hideMark/>
          </w:tcPr>
          <w:p w14:paraId="221266FC"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1</w:t>
            </w:r>
            <w:r w:rsidRPr="008C6DE4">
              <w:rPr>
                <w:rFonts w:ascii="Arial" w:hAnsi="Arial"/>
                <w:b/>
                <w:sz w:val="18"/>
              </w:rPr>
              <w:t xml:space="preserve"> range</w:t>
            </w:r>
          </w:p>
        </w:tc>
      </w:tr>
      <w:tr w:rsidR="00DD3199" w:rsidRPr="008C6DE4" w14:paraId="0765BE87" w14:textId="77777777" w:rsidTr="00DF3064">
        <w:trPr>
          <w:jc w:val="center"/>
        </w:trPr>
        <w:tc>
          <w:tcPr>
            <w:tcW w:w="0" w:type="auto"/>
            <w:vMerge/>
            <w:tcBorders>
              <w:top w:val="single" w:sz="6" w:space="0" w:color="auto"/>
              <w:left w:val="single" w:sz="4" w:space="0" w:color="auto"/>
              <w:bottom w:val="nil"/>
              <w:right w:val="single" w:sz="6" w:space="0" w:color="auto"/>
            </w:tcBorders>
            <w:vAlign w:val="center"/>
            <w:hideMark/>
          </w:tcPr>
          <w:p w14:paraId="6D3401AA"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6" w:space="0" w:color="auto"/>
              <w:bottom w:val="nil"/>
              <w:right w:val="single" w:sz="6" w:space="0" w:color="auto"/>
            </w:tcBorders>
            <w:vAlign w:val="center"/>
            <w:hideMark/>
          </w:tcPr>
          <w:p w14:paraId="7F30C174"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4" w:space="0" w:color="auto"/>
              <w:bottom w:val="nil"/>
              <w:right w:val="single" w:sz="4" w:space="0" w:color="auto"/>
            </w:tcBorders>
            <w:vAlign w:val="center"/>
            <w:hideMark/>
          </w:tcPr>
          <w:p w14:paraId="0C7A7229" w14:textId="77777777" w:rsidR="001F5A79" w:rsidRPr="008C6DE4" w:rsidRDefault="001F5A79" w:rsidP="00DF3064">
            <w:pPr>
              <w:spacing w:after="0"/>
              <w:rPr>
                <w:rFonts w:ascii="Arial" w:hAnsi="Arial"/>
                <w:b/>
                <w:sz w:val="18"/>
              </w:rPr>
            </w:pPr>
          </w:p>
        </w:tc>
        <w:tc>
          <w:tcPr>
            <w:tcW w:w="2448" w:type="dxa"/>
            <w:gridSpan w:val="2"/>
            <w:tcBorders>
              <w:top w:val="single" w:sz="6" w:space="0" w:color="auto"/>
              <w:left w:val="single" w:sz="4" w:space="0" w:color="auto"/>
              <w:bottom w:val="single" w:sz="6" w:space="0" w:color="auto"/>
              <w:right w:val="single" w:sz="6" w:space="0" w:color="auto"/>
            </w:tcBorders>
            <w:vAlign w:val="center"/>
            <w:hideMark/>
          </w:tcPr>
          <w:p w14:paraId="507A3B7A"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Minimum Io</w:t>
            </w:r>
          </w:p>
        </w:tc>
        <w:tc>
          <w:tcPr>
            <w:tcW w:w="1483" w:type="dxa"/>
            <w:tcBorders>
              <w:top w:val="single" w:sz="6" w:space="0" w:color="auto"/>
              <w:left w:val="single" w:sz="6" w:space="0" w:color="auto"/>
              <w:bottom w:val="nil"/>
              <w:right w:val="single" w:sz="4" w:space="0" w:color="auto"/>
            </w:tcBorders>
            <w:vAlign w:val="center"/>
            <w:hideMark/>
          </w:tcPr>
          <w:p w14:paraId="7C48941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4DF957AD" w14:textId="77777777" w:rsidTr="00DF3064">
        <w:trPr>
          <w:jc w:val="center"/>
        </w:trPr>
        <w:tc>
          <w:tcPr>
            <w:tcW w:w="1030" w:type="dxa"/>
            <w:vMerge w:val="restart"/>
            <w:tcBorders>
              <w:top w:val="single" w:sz="6" w:space="0" w:color="auto"/>
              <w:left w:val="single" w:sz="4" w:space="0" w:color="auto"/>
              <w:bottom w:val="single" w:sz="6" w:space="0" w:color="auto"/>
              <w:right w:val="single" w:sz="6" w:space="0" w:color="auto"/>
            </w:tcBorders>
            <w:vAlign w:val="center"/>
            <w:hideMark/>
          </w:tcPr>
          <w:p w14:paraId="654AECE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29" w:type="dxa"/>
            <w:vMerge w:val="restart"/>
            <w:tcBorders>
              <w:top w:val="single" w:sz="6" w:space="0" w:color="auto"/>
              <w:left w:val="single" w:sz="6" w:space="0" w:color="auto"/>
              <w:bottom w:val="single" w:sz="6" w:space="0" w:color="auto"/>
              <w:right w:val="single" w:sz="6" w:space="0" w:color="auto"/>
            </w:tcBorders>
            <w:vAlign w:val="center"/>
            <w:hideMark/>
          </w:tcPr>
          <w:p w14:paraId="066E312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29" w:type="dxa"/>
            <w:vMerge w:val="restart"/>
            <w:tcBorders>
              <w:top w:val="single" w:sz="6" w:space="0" w:color="auto"/>
              <w:left w:val="single" w:sz="4" w:space="0" w:color="auto"/>
              <w:bottom w:val="single" w:sz="6" w:space="0" w:color="auto"/>
              <w:right w:val="single" w:sz="4" w:space="0" w:color="auto"/>
            </w:tcBorders>
            <w:vAlign w:val="center"/>
            <w:hideMark/>
          </w:tcPr>
          <w:p w14:paraId="4C618974"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2448" w:type="dxa"/>
            <w:gridSpan w:val="2"/>
            <w:tcBorders>
              <w:top w:val="single" w:sz="6" w:space="0" w:color="auto"/>
              <w:left w:val="single" w:sz="4" w:space="0" w:color="auto"/>
              <w:bottom w:val="single" w:sz="6" w:space="0" w:color="auto"/>
              <w:right w:val="single" w:sz="6" w:space="0" w:color="auto"/>
            </w:tcBorders>
            <w:vAlign w:val="center"/>
            <w:hideMark/>
          </w:tcPr>
          <w:p w14:paraId="54E2F584"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SSB</w:t>
            </w:r>
            <w:r w:rsidRPr="008C6DE4">
              <w:rPr>
                <w:rFonts w:ascii="Arial" w:hAnsi="Arial"/>
                <w:b/>
                <w:sz w:val="18"/>
                <w:vertAlign w:val="superscript"/>
              </w:rPr>
              <w:t xml:space="preserve"> Note 3</w:t>
            </w:r>
          </w:p>
        </w:tc>
        <w:tc>
          <w:tcPr>
            <w:tcW w:w="1483" w:type="dxa"/>
            <w:vMerge w:val="restart"/>
            <w:tcBorders>
              <w:top w:val="single" w:sz="6" w:space="0" w:color="auto"/>
              <w:left w:val="single" w:sz="6" w:space="0" w:color="auto"/>
              <w:bottom w:val="single" w:sz="6" w:space="0" w:color="auto"/>
              <w:right w:val="single" w:sz="4" w:space="0" w:color="auto"/>
            </w:tcBorders>
            <w:vAlign w:val="center"/>
            <w:hideMark/>
          </w:tcPr>
          <w:p w14:paraId="21F1A2A5"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35C4A170" w14:textId="77777777" w:rsidTr="00DF3064">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71A5697A"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1CC6128"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4" w:space="0" w:color="auto"/>
              <w:bottom w:val="single" w:sz="6" w:space="0" w:color="auto"/>
              <w:right w:val="single" w:sz="4" w:space="0" w:color="auto"/>
            </w:tcBorders>
            <w:vAlign w:val="center"/>
            <w:hideMark/>
          </w:tcPr>
          <w:p w14:paraId="48B834D7" w14:textId="77777777" w:rsidR="001F5A79" w:rsidRPr="008C6DE4" w:rsidRDefault="001F5A79" w:rsidP="00DF3064">
            <w:pPr>
              <w:spacing w:after="0"/>
              <w:rPr>
                <w:rFonts w:ascii="Arial" w:hAnsi="Arial" w:cs="Arial"/>
                <w:b/>
                <w:sz w:val="18"/>
              </w:rPr>
            </w:pPr>
          </w:p>
        </w:tc>
        <w:tc>
          <w:tcPr>
            <w:tcW w:w="1224" w:type="dxa"/>
            <w:tcBorders>
              <w:top w:val="single" w:sz="6" w:space="0" w:color="auto"/>
              <w:left w:val="single" w:sz="4" w:space="0" w:color="auto"/>
              <w:bottom w:val="single" w:sz="6" w:space="0" w:color="auto"/>
              <w:right w:val="single" w:sz="6" w:space="0" w:color="auto"/>
            </w:tcBorders>
            <w:vAlign w:val="center"/>
            <w:hideMark/>
          </w:tcPr>
          <w:p w14:paraId="5DCFF8F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120kHz</w:t>
            </w:r>
          </w:p>
        </w:tc>
        <w:tc>
          <w:tcPr>
            <w:tcW w:w="1224" w:type="dxa"/>
            <w:tcBorders>
              <w:top w:val="single" w:sz="6" w:space="0" w:color="auto"/>
              <w:left w:val="single" w:sz="4" w:space="0" w:color="auto"/>
              <w:bottom w:val="single" w:sz="6" w:space="0" w:color="auto"/>
              <w:right w:val="single" w:sz="6" w:space="0" w:color="auto"/>
            </w:tcBorders>
            <w:vAlign w:val="center"/>
            <w:hideMark/>
          </w:tcPr>
          <w:p w14:paraId="0E8E116B"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240kHz</w:t>
            </w:r>
          </w:p>
        </w:tc>
        <w:tc>
          <w:tcPr>
            <w:tcW w:w="0" w:type="auto"/>
            <w:vMerge/>
            <w:tcBorders>
              <w:top w:val="single" w:sz="6" w:space="0" w:color="auto"/>
              <w:left w:val="single" w:sz="6" w:space="0" w:color="auto"/>
              <w:bottom w:val="single" w:sz="6" w:space="0" w:color="auto"/>
              <w:right w:val="single" w:sz="4" w:space="0" w:color="auto"/>
            </w:tcBorders>
            <w:vAlign w:val="center"/>
            <w:hideMark/>
          </w:tcPr>
          <w:p w14:paraId="7B3EDD81" w14:textId="77777777" w:rsidR="001F5A79" w:rsidRPr="008C6DE4" w:rsidRDefault="001F5A79" w:rsidP="00DF3064">
            <w:pPr>
              <w:spacing w:after="0"/>
              <w:rPr>
                <w:rFonts w:ascii="Arial" w:hAnsi="Arial"/>
                <w:b/>
                <w:sz w:val="18"/>
              </w:rPr>
            </w:pPr>
          </w:p>
        </w:tc>
      </w:tr>
      <w:tr w:rsidR="00DD3199" w:rsidRPr="008C6DE4" w14:paraId="79EF0EDA" w14:textId="77777777" w:rsidTr="00DF3064">
        <w:trPr>
          <w:jc w:val="center"/>
        </w:trPr>
        <w:tc>
          <w:tcPr>
            <w:tcW w:w="1030" w:type="dxa"/>
            <w:tcBorders>
              <w:top w:val="single" w:sz="6" w:space="0" w:color="auto"/>
              <w:left w:val="single" w:sz="4" w:space="0" w:color="auto"/>
              <w:bottom w:val="single" w:sz="6" w:space="0" w:color="auto"/>
              <w:right w:val="single" w:sz="6" w:space="0" w:color="auto"/>
            </w:tcBorders>
            <w:vAlign w:val="center"/>
            <w:hideMark/>
          </w:tcPr>
          <w:p w14:paraId="53721E07"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6.5</w:t>
            </w:r>
          </w:p>
        </w:tc>
        <w:tc>
          <w:tcPr>
            <w:tcW w:w="1029" w:type="dxa"/>
            <w:tcBorders>
              <w:top w:val="single" w:sz="6" w:space="0" w:color="auto"/>
              <w:left w:val="single" w:sz="6" w:space="0" w:color="auto"/>
              <w:bottom w:val="single" w:sz="6" w:space="0" w:color="auto"/>
              <w:right w:val="single" w:sz="6" w:space="0" w:color="auto"/>
            </w:tcBorders>
            <w:vAlign w:val="center"/>
            <w:hideMark/>
          </w:tcPr>
          <w:p w14:paraId="5BF6D24D"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9.5</w:t>
            </w:r>
          </w:p>
        </w:tc>
        <w:tc>
          <w:tcPr>
            <w:tcW w:w="1029" w:type="dxa"/>
            <w:tcBorders>
              <w:top w:val="single" w:sz="6" w:space="0" w:color="auto"/>
              <w:left w:val="single" w:sz="4" w:space="0" w:color="auto"/>
              <w:bottom w:val="single" w:sz="6" w:space="0" w:color="auto"/>
              <w:right w:val="single" w:sz="4" w:space="0" w:color="auto"/>
            </w:tcBorders>
            <w:vAlign w:val="center"/>
            <w:hideMark/>
          </w:tcPr>
          <w:p w14:paraId="26EEB30F"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≥-3</w:t>
            </w:r>
          </w:p>
        </w:tc>
        <w:tc>
          <w:tcPr>
            <w:tcW w:w="2448" w:type="dxa"/>
            <w:gridSpan w:val="2"/>
            <w:tcBorders>
              <w:top w:val="single" w:sz="6" w:space="0" w:color="auto"/>
              <w:left w:val="single" w:sz="4" w:space="0" w:color="auto"/>
              <w:bottom w:val="single" w:sz="6" w:space="0" w:color="auto"/>
              <w:right w:val="single" w:sz="6" w:space="0" w:color="auto"/>
            </w:tcBorders>
            <w:vAlign w:val="center"/>
            <w:hideMark/>
          </w:tcPr>
          <w:p w14:paraId="2E580D2F" w14:textId="77777777" w:rsidR="001F5A79" w:rsidRPr="008C6DE4" w:rsidRDefault="001F5A79" w:rsidP="00DF3064">
            <w:pPr>
              <w:keepNext/>
              <w:keepLines/>
              <w:spacing w:after="0"/>
              <w:jc w:val="center"/>
              <w:rPr>
                <w:rFonts w:ascii="Arial" w:eastAsia="Yu Mincho" w:hAnsi="Arial"/>
                <w:sz w:val="18"/>
                <w:lang w:eastAsia="ja-JP"/>
              </w:rPr>
            </w:pPr>
            <w:r w:rsidRPr="008C6DE4">
              <w:rPr>
                <w:rFonts w:ascii="Arial" w:hAnsi="Arial"/>
                <w:sz w:val="18"/>
              </w:rPr>
              <w:t>Same value as SSB_RP in Table B.2.4.1-2, according to UE Power class, operating band and angle of arrival</w:t>
            </w:r>
          </w:p>
        </w:tc>
        <w:tc>
          <w:tcPr>
            <w:tcW w:w="1483" w:type="dxa"/>
            <w:tcBorders>
              <w:top w:val="single" w:sz="6" w:space="0" w:color="auto"/>
              <w:left w:val="single" w:sz="6" w:space="0" w:color="auto"/>
              <w:bottom w:val="single" w:sz="6" w:space="0" w:color="auto"/>
              <w:right w:val="single" w:sz="4" w:space="0" w:color="auto"/>
            </w:tcBorders>
            <w:vAlign w:val="center"/>
            <w:hideMark/>
          </w:tcPr>
          <w:p w14:paraId="02FE8989"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1F5A79" w:rsidRPr="008C6DE4" w14:paraId="080E5814" w14:textId="77777777" w:rsidTr="00DF3064">
        <w:trPr>
          <w:jc w:val="center"/>
        </w:trPr>
        <w:tc>
          <w:tcPr>
            <w:tcW w:w="7019" w:type="dxa"/>
            <w:gridSpan w:val="6"/>
            <w:tcBorders>
              <w:top w:val="single" w:sz="6" w:space="0" w:color="auto"/>
              <w:left w:val="single" w:sz="4" w:space="0" w:color="auto"/>
              <w:bottom w:val="single" w:sz="4" w:space="0" w:color="auto"/>
              <w:right w:val="single" w:sz="4" w:space="0" w:color="auto"/>
            </w:tcBorders>
            <w:vAlign w:val="center"/>
            <w:hideMark/>
          </w:tcPr>
          <w:p w14:paraId="6319C957" w14:textId="77777777" w:rsidR="001F5A79" w:rsidRPr="008C6DE4" w:rsidRDefault="001F5A79" w:rsidP="00DF3064">
            <w:pPr>
              <w:keepNext/>
              <w:keepLines/>
              <w:spacing w:after="0"/>
              <w:ind w:left="851" w:hanging="851"/>
              <w:rPr>
                <w:rFonts w:ascii="Arial" w:hAnsi="Arial" w:cs="Arial"/>
                <w:sz w:val="18"/>
                <w:szCs w:val="18"/>
              </w:rPr>
            </w:pPr>
            <w:r w:rsidRPr="008C6DE4">
              <w:rPr>
                <w:rFonts w:ascii="Arial" w:hAnsi="Arial" w:cs="Arial"/>
                <w:sz w:val="18"/>
                <w:szCs w:val="18"/>
              </w:rPr>
              <w:t>NOTE 1:</w:t>
            </w:r>
            <w:r w:rsidRPr="008C6DE4">
              <w:rPr>
                <w:rFonts w:ascii="Arial" w:hAnsi="Arial" w:cs="Arial"/>
                <w:sz w:val="18"/>
                <w:szCs w:val="18"/>
              </w:rPr>
              <w:tab/>
              <w:t xml:space="preserve">Io </w:t>
            </w:r>
            <w:r w:rsidRPr="008C6DE4">
              <w:rPr>
                <w:rFonts w:ascii="Arial" w:eastAsia="MS Mincho" w:hAnsi="Arial"/>
                <w:sz w:val="18"/>
              </w:rPr>
              <w:t>specified at the Reference point, and</w:t>
            </w:r>
            <w:r w:rsidRPr="008C6DE4">
              <w:rPr>
                <w:rFonts w:ascii="Arial" w:hAnsi="Arial" w:cs="Arial"/>
                <w:sz w:val="18"/>
                <w:szCs w:val="18"/>
              </w:rPr>
              <w:t xml:space="preserve"> assumed to have constant EPRE across the bandwidth.</w:t>
            </w:r>
          </w:p>
          <w:p w14:paraId="6F4E0105" w14:textId="77777777" w:rsidR="001F5A79" w:rsidRPr="008C6DE4" w:rsidRDefault="001F5A79" w:rsidP="00DF3064">
            <w:pPr>
              <w:keepNext/>
              <w:keepLines/>
              <w:spacing w:after="0"/>
              <w:ind w:left="851" w:hanging="851"/>
              <w:rPr>
                <w:rFonts w:ascii="Arial" w:hAnsi="Arial" w:cs="Arial"/>
                <w:sz w:val="18"/>
                <w:szCs w:val="18"/>
                <w:lang w:eastAsia="zh-CN"/>
              </w:rPr>
            </w:pPr>
            <w:r w:rsidRPr="008C6DE4">
              <w:rPr>
                <w:rFonts w:ascii="Arial" w:hAnsi="Arial" w:cs="Arial"/>
                <w:sz w:val="18"/>
                <w:szCs w:val="18"/>
              </w:rPr>
              <w:t>N</w:t>
            </w:r>
            <w:r w:rsidRPr="008C6DE4">
              <w:rPr>
                <w:rFonts w:ascii="Arial" w:hAnsi="Arial" w:cs="Arial"/>
                <w:sz w:val="18"/>
                <w:szCs w:val="18"/>
                <w:lang w:eastAsia="zh-CN"/>
              </w:rPr>
              <w:t>OTE</w:t>
            </w:r>
            <w:r w:rsidRPr="008C6DE4">
              <w:rPr>
                <w:rFonts w:ascii="Arial" w:hAnsi="Arial" w:cs="Arial"/>
                <w:sz w:val="18"/>
                <w:szCs w:val="18"/>
              </w:rPr>
              <w:t xml:space="preserve"> 2:</w:t>
            </w:r>
            <w:r w:rsidRPr="008C6DE4">
              <w:rPr>
                <w:rFonts w:ascii="Arial" w:hAnsi="Arial" w:cs="Arial"/>
                <w:sz w:val="18"/>
                <w:szCs w:val="18"/>
              </w:rPr>
              <w:tab/>
            </w:r>
            <w:r w:rsidRPr="008C6DE4">
              <w:rPr>
                <w:rFonts w:ascii="Arial" w:hAnsi="Arial" w:cs="Arial"/>
                <w:sz w:val="18"/>
                <w:szCs w:val="18"/>
                <w:lang w:eastAsia="zh-CN"/>
              </w:rPr>
              <w:t xml:space="preserve">The parameter SSB </w:t>
            </w:r>
            <w:r w:rsidRPr="008C6DE4">
              <w:rPr>
                <w:rFonts w:ascii="Arial" w:hAnsi="Arial" w:cs="Arial"/>
                <w:sz w:val="18"/>
                <w:szCs w:val="18"/>
              </w:rPr>
              <w:t>Ês/Iot</w:t>
            </w:r>
            <w:r w:rsidRPr="008C6DE4">
              <w:rPr>
                <w:rFonts w:ascii="Arial" w:hAnsi="Arial" w:cs="Arial"/>
                <w:sz w:val="18"/>
                <w:szCs w:val="18"/>
                <w:lang w:eastAsia="zh-CN"/>
              </w:rPr>
              <w:t xml:space="preserve"> is the minimum SSB </w:t>
            </w:r>
            <w:r w:rsidRPr="008C6DE4">
              <w:rPr>
                <w:rFonts w:ascii="Arial" w:hAnsi="Arial" w:cs="Arial"/>
                <w:sz w:val="18"/>
                <w:szCs w:val="18"/>
              </w:rPr>
              <w:t>Ês/Iot</w:t>
            </w:r>
            <w:r w:rsidRPr="008C6DE4">
              <w:rPr>
                <w:rFonts w:ascii="Arial" w:hAnsi="Arial" w:cs="Arial"/>
                <w:sz w:val="18"/>
                <w:szCs w:val="18"/>
                <w:lang w:eastAsia="zh-CN"/>
              </w:rPr>
              <w:t xml:space="preserve"> of the pair of SSBs to which the requirement applies.</w:t>
            </w:r>
          </w:p>
          <w:p w14:paraId="1E8A04AB" w14:textId="77777777" w:rsidR="001F5A79" w:rsidRPr="008C6DE4" w:rsidRDefault="001F5A79" w:rsidP="00DF3064">
            <w:pPr>
              <w:keepNext/>
              <w:keepLines/>
              <w:spacing w:after="0"/>
              <w:ind w:left="851" w:hanging="851"/>
              <w:rPr>
                <w:rFonts w:ascii="Arial" w:hAnsi="Arial"/>
                <w:sz w:val="18"/>
              </w:rPr>
            </w:pPr>
            <w:r w:rsidRPr="008C6DE4">
              <w:rPr>
                <w:rFonts w:ascii="Arial" w:hAnsi="Arial" w:cs="Arial"/>
                <w:sz w:val="18"/>
                <w:szCs w:val="18"/>
              </w:rPr>
              <w:t>NOTE 3:</w:t>
            </w:r>
            <w:r w:rsidRPr="008C6DE4">
              <w:rPr>
                <w:rFonts w:ascii="Arial" w:hAnsi="Arial" w:cs="Arial"/>
                <w:sz w:val="18"/>
                <w:szCs w:val="18"/>
              </w:rPr>
              <w:tab/>
            </w:r>
            <w:r w:rsidRPr="008C6DE4">
              <w:rPr>
                <w:rFonts w:ascii="Arial" w:hAnsi="Arial"/>
                <w:sz w:val="18"/>
              </w:rPr>
              <w:t>Values based on Refsens and EIS spherical coverage as defined in clauses 7.3.2 and 7.3.4 of TS 38.101-2 [19]. Applicable side condition selected depending on angle of arrival.</w:t>
            </w:r>
          </w:p>
          <w:p w14:paraId="2FE1E4AC"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4:</w:t>
            </w:r>
            <w:r w:rsidRPr="008C6DE4">
              <w:rPr>
                <w:rFonts w:ascii="Arial" w:hAnsi="Arial"/>
                <w:sz w:val="18"/>
              </w:rPr>
              <w:tab/>
              <w:t xml:space="preserve">In the test cases, the SSB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tc>
      </w:tr>
    </w:tbl>
    <w:p w14:paraId="2955B695" w14:textId="77777777" w:rsidR="001F5A79" w:rsidRPr="008C6DE4" w:rsidRDefault="001F5A79" w:rsidP="001F5A79">
      <w:pPr>
        <w:rPr>
          <w:rFonts w:eastAsia="Malgun Gothic"/>
          <w:lang w:eastAsia="ko-KR"/>
        </w:rPr>
      </w:pPr>
    </w:p>
    <w:p w14:paraId="584A3843" w14:textId="77777777" w:rsidR="001F5A79" w:rsidRPr="008C6DE4" w:rsidRDefault="001F5A79" w:rsidP="001F5A79">
      <w:pPr>
        <w:keepNext/>
        <w:keepLines/>
        <w:overflowPunct w:val="0"/>
        <w:autoSpaceDE w:val="0"/>
        <w:autoSpaceDN w:val="0"/>
        <w:adjustRightInd w:val="0"/>
        <w:spacing w:before="120"/>
        <w:ind w:left="1418" w:hanging="1418"/>
        <w:textAlignment w:val="baseline"/>
        <w:outlineLvl w:val="3"/>
        <w:rPr>
          <w:rFonts w:ascii="Arial" w:hAnsi="Arial"/>
          <w:sz w:val="24"/>
          <w:lang w:val="en-US"/>
        </w:rPr>
      </w:pPr>
      <w:r w:rsidRPr="008C6DE4">
        <w:rPr>
          <w:rFonts w:ascii="Arial" w:hAnsi="Arial"/>
          <w:sz w:val="24"/>
          <w:lang w:val="en-US"/>
        </w:rPr>
        <w:t>10.1.20.2</w:t>
      </w:r>
      <w:r w:rsidRPr="008C6DE4">
        <w:rPr>
          <w:rFonts w:ascii="Arial" w:hAnsi="Arial"/>
          <w:sz w:val="24"/>
          <w:lang w:val="en-US"/>
        </w:rPr>
        <w:tab/>
        <w:t>CSI-RS based L1-RSRP accuracy requirements</w:t>
      </w:r>
    </w:p>
    <w:p w14:paraId="325D3CC8" w14:textId="77777777" w:rsidR="001F5A79" w:rsidRPr="008C6DE4" w:rsidRDefault="001F5A79" w:rsidP="001F5A79">
      <w:pPr>
        <w:keepNext/>
        <w:keepLines/>
        <w:spacing w:before="120"/>
        <w:ind w:left="1701" w:hanging="1701"/>
        <w:outlineLvl w:val="4"/>
      </w:pPr>
      <w:r w:rsidRPr="008C6DE4">
        <w:rPr>
          <w:rFonts w:ascii="Arial" w:hAnsi="Arial"/>
          <w:sz w:val="22"/>
        </w:rPr>
        <w:t>10.1.20.2.1</w:t>
      </w:r>
      <w:r w:rsidRPr="008C6DE4">
        <w:rPr>
          <w:rFonts w:ascii="Arial" w:hAnsi="Arial"/>
          <w:sz w:val="22"/>
        </w:rPr>
        <w:tab/>
        <w:t>Absolute Accuracy</w:t>
      </w:r>
    </w:p>
    <w:p w14:paraId="3DF18159" w14:textId="77777777" w:rsidR="001F5A79" w:rsidRPr="008C6DE4" w:rsidRDefault="001F5A79" w:rsidP="001F5A79">
      <w:pPr>
        <w:rPr>
          <w:rFonts w:cs="v4.2.0"/>
          <w:i/>
        </w:rPr>
      </w:pPr>
      <w:r w:rsidRPr="008C6DE4">
        <w:rPr>
          <w:rFonts w:cs="v4.2.0"/>
        </w:rPr>
        <w:t xml:space="preserve">Unless otherwise specified, the requirements for absolute accuracy of </w:t>
      </w:r>
      <w:r w:rsidRPr="008C6DE4">
        <w:rPr>
          <w:rFonts w:cs="v4.2.0"/>
          <w:lang w:eastAsia="zh-CN"/>
        </w:rPr>
        <w:t>CSI-RS based L1-</w:t>
      </w:r>
      <w:r w:rsidRPr="008C6DE4">
        <w:rPr>
          <w:rFonts w:cs="v4.2.0"/>
        </w:rPr>
        <w:t>RSRP in this clause apply to all CSI-RS resources of the serving cell configured for L1-RSRP measurement.</w:t>
      </w:r>
    </w:p>
    <w:p w14:paraId="74FC121D" w14:textId="77777777" w:rsidR="001F5A79" w:rsidRPr="008C6DE4" w:rsidRDefault="001F5A79" w:rsidP="001F5A79">
      <w:pPr>
        <w:rPr>
          <w:rFonts w:cs="v4.2.0"/>
        </w:rPr>
      </w:pPr>
      <w:r w:rsidRPr="008C6DE4">
        <w:rPr>
          <w:rFonts w:cs="v4.2.0"/>
        </w:rPr>
        <w:t xml:space="preserve">The accuracy requirements in Table </w:t>
      </w:r>
      <w:r w:rsidRPr="008C6DE4">
        <w:rPr>
          <w:rFonts w:cs="v4.2.0"/>
          <w:lang w:eastAsia="zh-CN"/>
        </w:rPr>
        <w:t>10.1.20.2.1</w:t>
      </w:r>
      <w:r w:rsidRPr="008C6DE4">
        <w:rPr>
          <w:rFonts w:cs="v4.2.0"/>
        </w:rPr>
        <w:t>-1 are valid under the following conditions:</w:t>
      </w:r>
    </w:p>
    <w:p w14:paraId="054FDA20" w14:textId="77777777" w:rsidR="001F5A79" w:rsidRPr="008C6DE4" w:rsidRDefault="001F5A79" w:rsidP="001F5A79">
      <w:pPr>
        <w:ind w:left="568" w:hanging="284"/>
      </w:pPr>
      <w:r w:rsidRPr="008C6DE4">
        <w:t>-</w:t>
      </w:r>
      <w:r w:rsidRPr="008C6DE4">
        <w:tab/>
        <w:t>Conditions defined in clause 7.3 of TS 38.101-2 [19] for reference sensitivity are fulfilled.</w:t>
      </w:r>
    </w:p>
    <w:p w14:paraId="636FAD34" w14:textId="77777777" w:rsidR="001F5A79" w:rsidRPr="008C6DE4" w:rsidRDefault="001F5A79" w:rsidP="001F5A79">
      <w:pPr>
        <w:ind w:left="568" w:hanging="284"/>
        <w:rPr>
          <w:lang w:eastAsia="zh-CN"/>
        </w:rPr>
      </w:pPr>
      <w:r w:rsidRPr="008C6DE4">
        <w:t>-</w:t>
      </w:r>
      <w:r w:rsidRPr="008C6DE4">
        <w:tab/>
        <w:t xml:space="preserve">Conditions for L1-RSRP measurements are fulfilled according to Annex B.2.4.2 for a corresponding Band </w:t>
      </w:r>
      <w:r w:rsidRPr="008C6DE4">
        <w:rPr>
          <w:rFonts w:cs="v4.2.0"/>
          <w:lang w:eastAsia="ko-KR"/>
        </w:rPr>
        <w:t>for each relevant CSI-RS</w:t>
      </w:r>
      <w:r w:rsidRPr="008C6DE4">
        <w:rPr>
          <w:lang w:eastAsia="zh-CN"/>
        </w:rPr>
        <w:t>.</w:t>
      </w:r>
    </w:p>
    <w:p w14:paraId="4E548AD7" w14:textId="77777777" w:rsidR="001F5A79" w:rsidRPr="008C6DE4" w:rsidRDefault="001F5A79" w:rsidP="001F5A79">
      <w:pPr>
        <w:ind w:left="568" w:hanging="284"/>
        <w:rPr>
          <w:lang w:eastAsia="zh-CN"/>
        </w:rPr>
      </w:pPr>
      <w:r w:rsidRPr="008C6DE4">
        <w:t>-</w:t>
      </w:r>
      <w:r w:rsidRPr="008C6DE4">
        <w:tab/>
      </w:r>
      <w:r w:rsidRPr="008C6DE4">
        <w:rPr>
          <w:lang w:eastAsia="zh-CN"/>
        </w:rPr>
        <w:t xml:space="preserve">The bandwidth of CSI-RS is 48 PRBs and the density is 3. </w:t>
      </w:r>
    </w:p>
    <w:p w14:paraId="1C5F49FA" w14:textId="77777777" w:rsidR="001F5A79" w:rsidRPr="008C6DE4" w:rsidRDefault="001F5A79" w:rsidP="001F5A79">
      <w:pPr>
        <w:ind w:left="568" w:hanging="284"/>
        <w:rPr>
          <w:lang w:eastAsia="zh-CN"/>
        </w:rPr>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0EA5B691" w14:textId="77777777" w:rsidR="001F5A79" w:rsidRPr="008C6DE4" w:rsidRDefault="001F5A79" w:rsidP="001F5A79">
      <w:pPr>
        <w:rPr>
          <w:lang w:eastAsia="zh-CN"/>
        </w:rPr>
      </w:pPr>
      <w:r w:rsidRPr="008C6DE4">
        <w:rPr>
          <w:lang w:eastAsia="zh-CN"/>
        </w:rPr>
        <w:t>The performance with larger bandwidth of CSI-RS is equal to or better than the accuracy requirements in Table 10.1.20.2.1-1.</w:t>
      </w:r>
    </w:p>
    <w:p w14:paraId="06599BBE" w14:textId="77777777" w:rsidR="001F5A79" w:rsidRPr="008C6DE4" w:rsidRDefault="001F5A79" w:rsidP="001F5A79">
      <w:pPr>
        <w:keepNext/>
        <w:keepLines/>
        <w:spacing w:before="60"/>
        <w:jc w:val="center"/>
        <w:rPr>
          <w:rFonts w:ascii="Arial" w:hAnsi="Arial"/>
          <w:b/>
        </w:rPr>
      </w:pPr>
      <w:r w:rsidRPr="008C6DE4">
        <w:rPr>
          <w:rFonts w:ascii="Arial" w:hAnsi="Arial"/>
          <w:b/>
        </w:rPr>
        <w:t>Table 10.1.20.2.1-1: CSI-RS based L1-RSRP absolute accuracy in FR2</w:t>
      </w:r>
    </w:p>
    <w:tbl>
      <w:tblPr>
        <w:tblW w:w="8720" w:type="dxa"/>
        <w:jc w:val="center"/>
        <w:tblLook w:val="01E0" w:firstRow="1" w:lastRow="1" w:firstColumn="1" w:lastColumn="1" w:noHBand="0" w:noVBand="0"/>
      </w:tblPr>
      <w:tblGrid>
        <w:gridCol w:w="1111"/>
        <w:gridCol w:w="1110"/>
        <w:gridCol w:w="1110"/>
        <w:gridCol w:w="1116"/>
        <w:gridCol w:w="1116"/>
        <w:gridCol w:w="1578"/>
        <w:gridCol w:w="1579"/>
      </w:tblGrid>
      <w:tr w:rsidR="00DD3199" w:rsidRPr="008C6DE4" w14:paraId="71919A89" w14:textId="77777777" w:rsidTr="00DF3064">
        <w:trPr>
          <w:jc w:val="center"/>
        </w:trPr>
        <w:tc>
          <w:tcPr>
            <w:tcW w:w="2221" w:type="dxa"/>
            <w:gridSpan w:val="2"/>
            <w:tcBorders>
              <w:top w:val="single" w:sz="6" w:space="0" w:color="auto"/>
              <w:left w:val="single" w:sz="4" w:space="0" w:color="auto"/>
              <w:bottom w:val="nil"/>
              <w:right w:val="single" w:sz="6" w:space="0" w:color="auto"/>
            </w:tcBorders>
            <w:vAlign w:val="center"/>
            <w:hideMark/>
          </w:tcPr>
          <w:p w14:paraId="36B86AF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6499" w:type="dxa"/>
            <w:gridSpan w:val="5"/>
            <w:tcBorders>
              <w:top w:val="single" w:sz="4" w:space="0" w:color="auto"/>
              <w:left w:val="single" w:sz="4" w:space="0" w:color="auto"/>
              <w:bottom w:val="nil"/>
              <w:right w:val="single" w:sz="4" w:space="0" w:color="auto"/>
            </w:tcBorders>
            <w:vAlign w:val="center"/>
            <w:hideMark/>
          </w:tcPr>
          <w:p w14:paraId="5BEB6BC0"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2A3C20F1" w14:textId="77777777" w:rsidTr="00DF3064">
        <w:trPr>
          <w:jc w:val="center"/>
        </w:trPr>
        <w:tc>
          <w:tcPr>
            <w:tcW w:w="1111" w:type="dxa"/>
            <w:vMerge w:val="restart"/>
            <w:tcBorders>
              <w:top w:val="single" w:sz="6" w:space="0" w:color="auto"/>
              <w:left w:val="single" w:sz="4" w:space="0" w:color="auto"/>
              <w:bottom w:val="single" w:sz="6" w:space="0" w:color="auto"/>
              <w:right w:val="single" w:sz="6" w:space="0" w:color="auto"/>
            </w:tcBorders>
            <w:vAlign w:val="center"/>
            <w:hideMark/>
          </w:tcPr>
          <w:p w14:paraId="79E2684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110" w:type="dxa"/>
            <w:vMerge w:val="restart"/>
            <w:tcBorders>
              <w:top w:val="single" w:sz="6" w:space="0" w:color="auto"/>
              <w:left w:val="single" w:sz="6" w:space="0" w:color="auto"/>
              <w:bottom w:val="single" w:sz="6" w:space="0" w:color="auto"/>
              <w:right w:val="single" w:sz="6" w:space="0" w:color="auto"/>
            </w:tcBorders>
            <w:vAlign w:val="center"/>
            <w:hideMark/>
          </w:tcPr>
          <w:p w14:paraId="7DC7B5B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110" w:type="dxa"/>
            <w:vMerge w:val="restart"/>
            <w:tcBorders>
              <w:top w:val="single" w:sz="4" w:space="0" w:color="auto"/>
              <w:left w:val="single" w:sz="4" w:space="0" w:color="auto"/>
              <w:bottom w:val="single" w:sz="6" w:space="0" w:color="auto"/>
              <w:right w:val="single" w:sz="4" w:space="0" w:color="auto"/>
            </w:tcBorders>
            <w:hideMark/>
          </w:tcPr>
          <w:p w14:paraId="71936820"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CSI-RS Ês/Iot</w:t>
            </w:r>
          </w:p>
        </w:tc>
        <w:tc>
          <w:tcPr>
            <w:tcW w:w="5389" w:type="dxa"/>
            <w:gridSpan w:val="4"/>
            <w:tcBorders>
              <w:top w:val="single" w:sz="4" w:space="0" w:color="auto"/>
              <w:left w:val="single" w:sz="4" w:space="0" w:color="auto"/>
              <w:bottom w:val="single" w:sz="6" w:space="0" w:color="auto"/>
              <w:right w:val="single" w:sz="4" w:space="0" w:color="auto"/>
            </w:tcBorders>
            <w:vAlign w:val="center"/>
            <w:hideMark/>
          </w:tcPr>
          <w:p w14:paraId="3F0E7F72"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1</w:t>
            </w:r>
            <w:r w:rsidRPr="008C6DE4">
              <w:rPr>
                <w:rFonts w:ascii="Arial" w:hAnsi="Arial"/>
                <w:b/>
                <w:sz w:val="18"/>
              </w:rPr>
              <w:t xml:space="preserve"> range</w:t>
            </w:r>
          </w:p>
        </w:tc>
      </w:tr>
      <w:tr w:rsidR="00DD3199" w:rsidRPr="008C6DE4" w14:paraId="1E2DBEDF" w14:textId="77777777" w:rsidTr="00DF3064">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5FC87FF0"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9E0F17B" w14:textId="77777777" w:rsidR="001F5A79" w:rsidRPr="008C6DE4" w:rsidRDefault="001F5A79" w:rsidP="00DF3064">
            <w:pPr>
              <w:spacing w:after="0"/>
              <w:rPr>
                <w:rFonts w:ascii="Arial" w:hAnsi="Arial"/>
                <w:b/>
                <w:sz w:val="18"/>
              </w:rPr>
            </w:pPr>
          </w:p>
        </w:tc>
        <w:tc>
          <w:tcPr>
            <w:tcW w:w="0" w:type="auto"/>
            <w:vMerge/>
            <w:tcBorders>
              <w:top w:val="single" w:sz="4" w:space="0" w:color="auto"/>
              <w:left w:val="single" w:sz="4" w:space="0" w:color="auto"/>
              <w:bottom w:val="single" w:sz="6" w:space="0" w:color="auto"/>
              <w:right w:val="single" w:sz="4" w:space="0" w:color="auto"/>
            </w:tcBorders>
            <w:vAlign w:val="center"/>
            <w:hideMark/>
          </w:tcPr>
          <w:p w14:paraId="359CC69D" w14:textId="77777777" w:rsidR="001F5A79" w:rsidRPr="008C6DE4" w:rsidRDefault="001F5A79" w:rsidP="00DF3064">
            <w:pPr>
              <w:spacing w:after="0"/>
              <w:rPr>
                <w:rFonts w:ascii="Arial" w:hAnsi="Arial"/>
                <w:b/>
                <w:sz w:val="18"/>
              </w:rPr>
            </w:pPr>
          </w:p>
        </w:tc>
        <w:tc>
          <w:tcPr>
            <w:tcW w:w="3810" w:type="dxa"/>
            <w:gridSpan w:val="3"/>
            <w:tcBorders>
              <w:top w:val="single" w:sz="4" w:space="0" w:color="auto"/>
              <w:left w:val="single" w:sz="4" w:space="0" w:color="auto"/>
              <w:bottom w:val="single" w:sz="6" w:space="0" w:color="auto"/>
              <w:right w:val="single" w:sz="6" w:space="0" w:color="auto"/>
            </w:tcBorders>
            <w:vAlign w:val="center"/>
            <w:hideMark/>
          </w:tcPr>
          <w:p w14:paraId="5A7C4116"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Minimum Io</w:t>
            </w:r>
          </w:p>
        </w:tc>
        <w:tc>
          <w:tcPr>
            <w:tcW w:w="1579" w:type="dxa"/>
            <w:tcBorders>
              <w:top w:val="single" w:sz="4" w:space="0" w:color="auto"/>
              <w:left w:val="single" w:sz="6" w:space="0" w:color="auto"/>
              <w:bottom w:val="single" w:sz="6" w:space="0" w:color="auto"/>
              <w:right w:val="single" w:sz="4" w:space="0" w:color="auto"/>
            </w:tcBorders>
            <w:vAlign w:val="center"/>
            <w:hideMark/>
          </w:tcPr>
          <w:p w14:paraId="6BD9D0D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4C5FA0BB" w14:textId="77777777" w:rsidTr="00DF3064">
        <w:trPr>
          <w:jc w:val="center"/>
        </w:trPr>
        <w:tc>
          <w:tcPr>
            <w:tcW w:w="1111" w:type="dxa"/>
            <w:vMerge w:val="restart"/>
            <w:tcBorders>
              <w:top w:val="single" w:sz="6" w:space="0" w:color="auto"/>
              <w:left w:val="single" w:sz="4" w:space="0" w:color="auto"/>
              <w:bottom w:val="single" w:sz="6" w:space="0" w:color="auto"/>
              <w:right w:val="single" w:sz="6" w:space="0" w:color="auto"/>
            </w:tcBorders>
            <w:vAlign w:val="center"/>
            <w:hideMark/>
          </w:tcPr>
          <w:p w14:paraId="5C0020B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0" w:type="dxa"/>
            <w:vMerge w:val="restart"/>
            <w:tcBorders>
              <w:top w:val="single" w:sz="6" w:space="0" w:color="auto"/>
              <w:left w:val="single" w:sz="6" w:space="0" w:color="auto"/>
              <w:bottom w:val="single" w:sz="6" w:space="0" w:color="auto"/>
              <w:right w:val="single" w:sz="6" w:space="0" w:color="auto"/>
            </w:tcBorders>
            <w:vAlign w:val="center"/>
            <w:hideMark/>
          </w:tcPr>
          <w:p w14:paraId="0BF4E78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110" w:type="dxa"/>
            <w:vMerge w:val="restart"/>
            <w:tcBorders>
              <w:top w:val="single" w:sz="6" w:space="0" w:color="auto"/>
              <w:left w:val="single" w:sz="4" w:space="0" w:color="auto"/>
              <w:bottom w:val="single" w:sz="4" w:space="0" w:color="auto"/>
              <w:right w:val="single" w:sz="4" w:space="0" w:color="auto"/>
            </w:tcBorders>
            <w:vAlign w:val="center"/>
            <w:hideMark/>
          </w:tcPr>
          <w:p w14:paraId="4D63CD7C"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2232" w:type="dxa"/>
            <w:gridSpan w:val="2"/>
            <w:tcBorders>
              <w:top w:val="single" w:sz="6" w:space="0" w:color="auto"/>
              <w:left w:val="single" w:sz="4" w:space="0" w:color="auto"/>
              <w:bottom w:val="single" w:sz="6" w:space="0" w:color="auto"/>
              <w:right w:val="single" w:sz="6" w:space="0" w:color="auto"/>
            </w:tcBorders>
            <w:vAlign w:val="center"/>
            <w:hideMark/>
          </w:tcPr>
          <w:p w14:paraId="08CEEFE8"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CSI-RS</w:t>
            </w:r>
            <w:r w:rsidRPr="008C6DE4">
              <w:rPr>
                <w:rFonts w:ascii="Arial" w:hAnsi="Arial"/>
                <w:b/>
                <w:sz w:val="18"/>
                <w:vertAlign w:val="superscript"/>
              </w:rPr>
              <w:t xml:space="preserve"> Note 2</w:t>
            </w:r>
          </w:p>
        </w:tc>
        <w:tc>
          <w:tcPr>
            <w:tcW w:w="1578" w:type="dxa"/>
            <w:vMerge w:val="restart"/>
            <w:tcBorders>
              <w:top w:val="single" w:sz="6" w:space="0" w:color="auto"/>
              <w:left w:val="single" w:sz="6" w:space="0" w:color="auto"/>
              <w:bottom w:val="single" w:sz="6" w:space="0" w:color="auto"/>
              <w:right w:val="single" w:sz="6" w:space="0" w:color="auto"/>
            </w:tcBorders>
            <w:vAlign w:val="center"/>
            <w:hideMark/>
          </w:tcPr>
          <w:p w14:paraId="05D6534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c>
          <w:tcPr>
            <w:tcW w:w="1579" w:type="dxa"/>
            <w:vMerge w:val="restart"/>
            <w:tcBorders>
              <w:top w:val="single" w:sz="6" w:space="0" w:color="auto"/>
              <w:left w:val="single" w:sz="6" w:space="0" w:color="auto"/>
              <w:bottom w:val="single" w:sz="6" w:space="0" w:color="auto"/>
              <w:right w:val="single" w:sz="4" w:space="0" w:color="auto"/>
            </w:tcBorders>
            <w:vAlign w:val="center"/>
            <w:hideMark/>
          </w:tcPr>
          <w:p w14:paraId="0A46776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33D80D50" w14:textId="77777777" w:rsidTr="00DF3064">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0BA5F882"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93B4D25"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4" w:space="0" w:color="auto"/>
              <w:bottom w:val="single" w:sz="4" w:space="0" w:color="auto"/>
              <w:right w:val="single" w:sz="4" w:space="0" w:color="auto"/>
            </w:tcBorders>
            <w:vAlign w:val="center"/>
            <w:hideMark/>
          </w:tcPr>
          <w:p w14:paraId="730B6DF0" w14:textId="77777777" w:rsidR="001F5A79" w:rsidRPr="008C6DE4" w:rsidRDefault="001F5A79" w:rsidP="00DF3064">
            <w:pPr>
              <w:spacing w:after="0"/>
              <w:rPr>
                <w:rFonts w:ascii="Arial" w:hAnsi="Arial" w:cs="Arial"/>
                <w:b/>
                <w:sz w:val="18"/>
              </w:rPr>
            </w:pPr>
          </w:p>
        </w:tc>
        <w:tc>
          <w:tcPr>
            <w:tcW w:w="1116" w:type="dxa"/>
            <w:tcBorders>
              <w:top w:val="single" w:sz="6" w:space="0" w:color="auto"/>
              <w:left w:val="single" w:sz="4" w:space="0" w:color="auto"/>
              <w:bottom w:val="single" w:sz="6" w:space="0" w:color="auto"/>
              <w:right w:val="single" w:sz="6" w:space="0" w:color="auto"/>
            </w:tcBorders>
            <w:vAlign w:val="center"/>
            <w:hideMark/>
          </w:tcPr>
          <w:p w14:paraId="188586C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CSI-RS</w:t>
            </w:r>
            <w:r w:rsidRPr="008C6DE4">
              <w:rPr>
                <w:rFonts w:ascii="Arial" w:hAnsi="Arial" w:cs="Arial"/>
                <w:b/>
                <w:sz w:val="18"/>
              </w:rPr>
              <w:t xml:space="preserve"> = 60kHz</w:t>
            </w:r>
          </w:p>
        </w:tc>
        <w:tc>
          <w:tcPr>
            <w:tcW w:w="1116" w:type="dxa"/>
            <w:tcBorders>
              <w:top w:val="single" w:sz="6" w:space="0" w:color="auto"/>
              <w:left w:val="single" w:sz="4" w:space="0" w:color="auto"/>
              <w:bottom w:val="single" w:sz="6" w:space="0" w:color="auto"/>
              <w:right w:val="single" w:sz="6" w:space="0" w:color="auto"/>
            </w:tcBorders>
            <w:vAlign w:val="center"/>
            <w:hideMark/>
          </w:tcPr>
          <w:p w14:paraId="55912EA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CSI-RS</w:t>
            </w:r>
            <w:r w:rsidRPr="008C6DE4">
              <w:rPr>
                <w:rFonts w:ascii="Arial" w:hAnsi="Arial" w:cs="Arial"/>
                <w:b/>
                <w:sz w:val="18"/>
              </w:rPr>
              <w:t xml:space="preserve"> = 120kHz</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DB6AD41"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6" w:space="0" w:color="auto"/>
              <w:bottom w:val="single" w:sz="6" w:space="0" w:color="auto"/>
              <w:right w:val="single" w:sz="4" w:space="0" w:color="auto"/>
            </w:tcBorders>
            <w:vAlign w:val="center"/>
            <w:hideMark/>
          </w:tcPr>
          <w:p w14:paraId="24217D7E" w14:textId="77777777" w:rsidR="001F5A79" w:rsidRPr="008C6DE4" w:rsidRDefault="001F5A79" w:rsidP="00DF3064">
            <w:pPr>
              <w:spacing w:after="0"/>
              <w:rPr>
                <w:rFonts w:ascii="Arial" w:hAnsi="Arial"/>
                <w:b/>
                <w:sz w:val="18"/>
              </w:rPr>
            </w:pPr>
          </w:p>
        </w:tc>
      </w:tr>
      <w:tr w:rsidR="00DD3199" w:rsidRPr="008C6DE4" w14:paraId="0C328A76" w14:textId="77777777" w:rsidTr="00DF3064">
        <w:trPr>
          <w:jc w:val="center"/>
        </w:trPr>
        <w:tc>
          <w:tcPr>
            <w:tcW w:w="1111" w:type="dxa"/>
            <w:tcBorders>
              <w:top w:val="single" w:sz="6" w:space="0" w:color="auto"/>
              <w:left w:val="single" w:sz="4" w:space="0" w:color="auto"/>
              <w:bottom w:val="nil"/>
              <w:right w:val="single" w:sz="6" w:space="0" w:color="auto"/>
            </w:tcBorders>
            <w:vAlign w:val="center"/>
            <w:hideMark/>
          </w:tcPr>
          <w:p w14:paraId="028374EE" w14:textId="77777777" w:rsidR="001F5A79" w:rsidRPr="008C6DE4" w:rsidRDefault="001F5A79" w:rsidP="00DF3064">
            <w:pPr>
              <w:keepNext/>
              <w:keepLines/>
              <w:spacing w:after="0"/>
              <w:jc w:val="center"/>
              <w:rPr>
                <w:rFonts w:ascii="Arial" w:hAnsi="Arial"/>
                <w:sz w:val="18"/>
              </w:rPr>
            </w:pPr>
            <w:r w:rsidRPr="008C6DE4">
              <w:rPr>
                <w:rFonts w:ascii="Arial" w:hAnsi="Arial" w:cs="Arial"/>
                <w:sz w:val="18"/>
              </w:rPr>
              <w:t>±</w:t>
            </w:r>
            <w:r w:rsidRPr="008C6DE4">
              <w:rPr>
                <w:rFonts w:ascii="Arial" w:hAnsi="Arial"/>
                <w:sz w:val="18"/>
              </w:rPr>
              <w:t>6.5</w:t>
            </w:r>
          </w:p>
        </w:tc>
        <w:tc>
          <w:tcPr>
            <w:tcW w:w="1110" w:type="dxa"/>
            <w:tcBorders>
              <w:top w:val="single" w:sz="6" w:space="0" w:color="auto"/>
              <w:left w:val="single" w:sz="6" w:space="0" w:color="auto"/>
              <w:bottom w:val="nil"/>
              <w:right w:val="single" w:sz="4" w:space="0" w:color="auto"/>
            </w:tcBorders>
            <w:vAlign w:val="center"/>
            <w:hideMark/>
          </w:tcPr>
          <w:p w14:paraId="08299127" w14:textId="77777777" w:rsidR="001F5A79" w:rsidRPr="008C6DE4" w:rsidRDefault="001F5A79" w:rsidP="00DF3064">
            <w:pPr>
              <w:keepNext/>
              <w:keepLines/>
              <w:spacing w:after="0"/>
              <w:jc w:val="center"/>
              <w:rPr>
                <w:rFonts w:ascii="Arial" w:hAnsi="Arial"/>
                <w:sz w:val="18"/>
              </w:rPr>
            </w:pPr>
            <w:r w:rsidRPr="008C6DE4">
              <w:rPr>
                <w:rFonts w:ascii="Arial" w:hAnsi="Arial" w:cs="Arial"/>
                <w:sz w:val="18"/>
              </w:rPr>
              <w:t>±</w:t>
            </w:r>
            <w:r w:rsidRPr="008C6DE4">
              <w:rPr>
                <w:rFonts w:ascii="Arial" w:hAnsi="Arial"/>
                <w:sz w:val="18"/>
              </w:rPr>
              <w:t>9.5</w:t>
            </w:r>
          </w:p>
        </w:tc>
        <w:tc>
          <w:tcPr>
            <w:tcW w:w="1110" w:type="dxa"/>
            <w:tcBorders>
              <w:top w:val="single" w:sz="4" w:space="0" w:color="auto"/>
              <w:left w:val="single" w:sz="4" w:space="0" w:color="auto"/>
              <w:bottom w:val="single" w:sz="4" w:space="0" w:color="auto"/>
              <w:right w:val="single" w:sz="4" w:space="0" w:color="auto"/>
            </w:tcBorders>
            <w:vAlign w:val="center"/>
            <w:hideMark/>
          </w:tcPr>
          <w:p w14:paraId="3DB22B9C"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≥-3</w:t>
            </w:r>
          </w:p>
        </w:tc>
        <w:tc>
          <w:tcPr>
            <w:tcW w:w="2232" w:type="dxa"/>
            <w:gridSpan w:val="2"/>
            <w:tcBorders>
              <w:top w:val="single" w:sz="6" w:space="0" w:color="auto"/>
              <w:left w:val="single" w:sz="4" w:space="0" w:color="auto"/>
              <w:bottom w:val="single" w:sz="6" w:space="0" w:color="auto"/>
              <w:right w:val="single" w:sz="6" w:space="0" w:color="auto"/>
            </w:tcBorders>
            <w:vAlign w:val="center"/>
            <w:hideMark/>
          </w:tcPr>
          <w:p w14:paraId="773FD11B" w14:textId="77777777" w:rsidR="001F5A79" w:rsidRPr="008C6DE4" w:rsidRDefault="001F5A79" w:rsidP="00DF3064">
            <w:pPr>
              <w:keepNext/>
              <w:keepLines/>
              <w:spacing w:after="0"/>
              <w:jc w:val="center"/>
              <w:rPr>
                <w:rFonts w:ascii="Arial" w:eastAsia="Yu Mincho" w:hAnsi="Arial"/>
                <w:sz w:val="18"/>
                <w:lang w:eastAsia="ja-JP"/>
              </w:rPr>
            </w:pPr>
            <w:r w:rsidRPr="008C6DE4">
              <w:rPr>
                <w:rFonts w:ascii="Arial" w:hAnsi="Arial"/>
                <w:sz w:val="18"/>
              </w:rPr>
              <w:t>Same value as CSI-RS_RP in Table B.2.4.2-2, according to UE Power class, operating band and angle of arrival</w:t>
            </w:r>
          </w:p>
        </w:tc>
        <w:tc>
          <w:tcPr>
            <w:tcW w:w="1578" w:type="dxa"/>
            <w:tcBorders>
              <w:top w:val="single" w:sz="6" w:space="0" w:color="auto"/>
              <w:left w:val="single" w:sz="6" w:space="0" w:color="auto"/>
              <w:bottom w:val="single" w:sz="6" w:space="0" w:color="auto"/>
              <w:right w:val="single" w:sz="6" w:space="0" w:color="auto"/>
            </w:tcBorders>
            <w:vAlign w:val="center"/>
            <w:hideMark/>
          </w:tcPr>
          <w:p w14:paraId="6645FABB" w14:textId="77777777" w:rsidR="001F5A79" w:rsidRPr="008C6DE4" w:rsidRDefault="001F5A79" w:rsidP="00DF3064">
            <w:pPr>
              <w:keepNext/>
              <w:keepLines/>
              <w:spacing w:after="0"/>
              <w:jc w:val="center"/>
              <w:rPr>
                <w:rFonts w:ascii="Arial" w:hAnsi="Arial"/>
                <w:sz w:val="18"/>
              </w:rPr>
            </w:pPr>
            <w:r w:rsidRPr="008C6DE4">
              <w:rPr>
                <w:rFonts w:ascii="Arial" w:hAnsi="Arial"/>
                <w:sz w:val="18"/>
                <w:lang w:eastAsia="zh-CN"/>
              </w:rPr>
              <w:t>N/A</w:t>
            </w:r>
          </w:p>
        </w:tc>
        <w:tc>
          <w:tcPr>
            <w:tcW w:w="1579" w:type="dxa"/>
            <w:tcBorders>
              <w:top w:val="single" w:sz="6" w:space="0" w:color="auto"/>
              <w:left w:val="single" w:sz="6" w:space="0" w:color="auto"/>
              <w:bottom w:val="single" w:sz="6" w:space="0" w:color="auto"/>
              <w:right w:val="single" w:sz="4" w:space="0" w:color="auto"/>
            </w:tcBorders>
            <w:vAlign w:val="center"/>
            <w:hideMark/>
          </w:tcPr>
          <w:p w14:paraId="25B0D6F0"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r>
      <w:tr w:rsidR="00DD3199" w:rsidRPr="008C6DE4" w14:paraId="35B4A9E3" w14:textId="77777777" w:rsidTr="00DF3064">
        <w:trPr>
          <w:jc w:val="center"/>
        </w:trPr>
        <w:tc>
          <w:tcPr>
            <w:tcW w:w="1111" w:type="dxa"/>
            <w:tcBorders>
              <w:top w:val="single" w:sz="6" w:space="0" w:color="auto"/>
              <w:left w:val="single" w:sz="4" w:space="0" w:color="auto"/>
              <w:bottom w:val="single" w:sz="6" w:space="0" w:color="auto"/>
              <w:right w:val="single" w:sz="6" w:space="0" w:color="auto"/>
            </w:tcBorders>
            <w:vAlign w:val="center"/>
            <w:hideMark/>
          </w:tcPr>
          <w:p w14:paraId="09F6791B"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8.5</w:t>
            </w:r>
          </w:p>
        </w:tc>
        <w:tc>
          <w:tcPr>
            <w:tcW w:w="1110" w:type="dxa"/>
            <w:tcBorders>
              <w:top w:val="single" w:sz="6" w:space="0" w:color="auto"/>
              <w:left w:val="single" w:sz="6" w:space="0" w:color="auto"/>
              <w:bottom w:val="single" w:sz="6" w:space="0" w:color="auto"/>
              <w:right w:val="single" w:sz="6" w:space="0" w:color="auto"/>
            </w:tcBorders>
            <w:vAlign w:val="center"/>
            <w:hideMark/>
          </w:tcPr>
          <w:p w14:paraId="4F90C90A"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11.5</w:t>
            </w:r>
          </w:p>
        </w:tc>
        <w:tc>
          <w:tcPr>
            <w:tcW w:w="1110" w:type="dxa"/>
            <w:tcBorders>
              <w:top w:val="single" w:sz="4" w:space="0" w:color="auto"/>
              <w:left w:val="single" w:sz="4" w:space="0" w:color="auto"/>
              <w:bottom w:val="single" w:sz="6" w:space="0" w:color="auto"/>
              <w:right w:val="single" w:sz="4" w:space="0" w:color="auto"/>
            </w:tcBorders>
            <w:hideMark/>
          </w:tcPr>
          <w:p w14:paraId="007D625F"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≥-3</w:t>
            </w:r>
          </w:p>
        </w:tc>
        <w:tc>
          <w:tcPr>
            <w:tcW w:w="2232" w:type="dxa"/>
            <w:gridSpan w:val="2"/>
            <w:tcBorders>
              <w:top w:val="single" w:sz="6" w:space="0" w:color="auto"/>
              <w:left w:val="single" w:sz="4" w:space="0" w:color="auto"/>
              <w:bottom w:val="single" w:sz="6" w:space="0" w:color="auto"/>
              <w:right w:val="single" w:sz="6" w:space="0" w:color="auto"/>
            </w:tcBorders>
            <w:vAlign w:val="center"/>
            <w:hideMark/>
          </w:tcPr>
          <w:p w14:paraId="653392E7" w14:textId="77777777" w:rsidR="001F5A79" w:rsidRPr="008C6DE4" w:rsidRDefault="001F5A79" w:rsidP="00DF3064">
            <w:pPr>
              <w:keepNext/>
              <w:keepLines/>
              <w:spacing w:after="0"/>
              <w:jc w:val="center"/>
              <w:rPr>
                <w:rFonts w:ascii="Arial" w:hAnsi="Arial"/>
                <w:sz w:val="18"/>
              </w:rPr>
            </w:pPr>
            <w:r w:rsidRPr="008C6DE4">
              <w:rPr>
                <w:rFonts w:ascii="Arial" w:hAnsi="Arial"/>
                <w:sz w:val="18"/>
              </w:rPr>
              <w:t>N/A</w:t>
            </w:r>
          </w:p>
        </w:tc>
        <w:tc>
          <w:tcPr>
            <w:tcW w:w="1578" w:type="dxa"/>
            <w:tcBorders>
              <w:top w:val="single" w:sz="6" w:space="0" w:color="auto"/>
              <w:left w:val="single" w:sz="6" w:space="0" w:color="auto"/>
              <w:bottom w:val="single" w:sz="6" w:space="0" w:color="auto"/>
              <w:right w:val="single" w:sz="6" w:space="0" w:color="auto"/>
            </w:tcBorders>
            <w:vAlign w:val="center"/>
            <w:hideMark/>
          </w:tcPr>
          <w:p w14:paraId="06979132" w14:textId="77777777" w:rsidR="001F5A79" w:rsidRPr="008C6DE4" w:rsidRDefault="001F5A79" w:rsidP="00DF3064">
            <w:pPr>
              <w:keepNext/>
              <w:keepLines/>
              <w:spacing w:after="0"/>
              <w:jc w:val="center"/>
              <w:rPr>
                <w:rFonts w:ascii="Arial" w:hAnsi="Arial"/>
                <w:sz w:val="18"/>
              </w:rPr>
            </w:pPr>
            <w:r w:rsidRPr="008C6DE4">
              <w:rPr>
                <w:rFonts w:ascii="Arial" w:hAnsi="Arial"/>
                <w:sz w:val="18"/>
              </w:rPr>
              <w:t>-70</w:t>
            </w:r>
          </w:p>
        </w:tc>
        <w:tc>
          <w:tcPr>
            <w:tcW w:w="1579" w:type="dxa"/>
            <w:tcBorders>
              <w:top w:val="single" w:sz="6" w:space="0" w:color="auto"/>
              <w:left w:val="single" w:sz="6" w:space="0" w:color="auto"/>
              <w:bottom w:val="single" w:sz="6" w:space="0" w:color="auto"/>
              <w:right w:val="single" w:sz="4" w:space="0" w:color="auto"/>
            </w:tcBorders>
            <w:vAlign w:val="center"/>
            <w:hideMark/>
          </w:tcPr>
          <w:p w14:paraId="7FA9F1F8"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1F5A79" w:rsidRPr="008C6DE4" w14:paraId="3BACB070" w14:textId="77777777" w:rsidTr="00DF3064">
        <w:trPr>
          <w:jc w:val="center"/>
        </w:trPr>
        <w:tc>
          <w:tcPr>
            <w:tcW w:w="8720" w:type="dxa"/>
            <w:gridSpan w:val="7"/>
            <w:tcBorders>
              <w:top w:val="single" w:sz="6" w:space="0" w:color="auto"/>
              <w:left w:val="single" w:sz="4" w:space="0" w:color="auto"/>
              <w:bottom w:val="single" w:sz="6" w:space="0" w:color="auto"/>
              <w:right w:val="single" w:sz="4" w:space="0" w:color="auto"/>
            </w:tcBorders>
            <w:vAlign w:val="center"/>
            <w:hideMark/>
          </w:tcPr>
          <w:p w14:paraId="6EE6276E" w14:textId="77777777" w:rsidR="001F5A79" w:rsidRPr="008C6DE4" w:rsidRDefault="001F5A79" w:rsidP="00DF3064">
            <w:pPr>
              <w:keepNext/>
              <w:keepLines/>
              <w:spacing w:after="0"/>
              <w:ind w:left="851" w:hanging="851"/>
              <w:rPr>
                <w:rFonts w:ascii="Arial" w:hAnsi="Arial" w:cs="Arial"/>
                <w:sz w:val="18"/>
                <w:szCs w:val="18"/>
              </w:rPr>
            </w:pPr>
            <w:r w:rsidRPr="008C6DE4">
              <w:rPr>
                <w:rFonts w:ascii="Arial" w:hAnsi="Arial" w:cs="Arial"/>
                <w:sz w:val="18"/>
                <w:szCs w:val="18"/>
              </w:rPr>
              <w:t>NOTE 1:</w:t>
            </w:r>
            <w:r w:rsidRPr="008C6DE4">
              <w:rPr>
                <w:rFonts w:ascii="Arial" w:hAnsi="Arial" w:cs="Arial"/>
                <w:sz w:val="18"/>
                <w:szCs w:val="18"/>
              </w:rPr>
              <w:tab/>
              <w:t xml:space="preserve">Io </w:t>
            </w:r>
            <w:r w:rsidRPr="008C6DE4">
              <w:rPr>
                <w:rFonts w:ascii="Arial" w:eastAsia="MS Mincho" w:hAnsi="Arial"/>
                <w:sz w:val="18"/>
              </w:rPr>
              <w:t>specified at the Reference point, and</w:t>
            </w:r>
            <w:r w:rsidRPr="008C6DE4">
              <w:rPr>
                <w:rFonts w:ascii="Arial" w:hAnsi="Arial" w:cs="Arial"/>
                <w:sz w:val="18"/>
                <w:szCs w:val="18"/>
              </w:rPr>
              <w:t xml:space="preserve"> assumed to have constant EPRE across the bandwidth.</w:t>
            </w:r>
          </w:p>
          <w:p w14:paraId="0E83891F" w14:textId="77777777" w:rsidR="001F5A79" w:rsidRPr="008C6DE4" w:rsidRDefault="001F5A79" w:rsidP="00DF3064">
            <w:pPr>
              <w:keepNext/>
              <w:keepLines/>
              <w:spacing w:after="0"/>
              <w:ind w:left="851" w:hanging="851"/>
              <w:rPr>
                <w:rFonts w:ascii="Arial" w:hAnsi="Arial"/>
                <w:sz w:val="18"/>
              </w:rPr>
            </w:pPr>
            <w:r w:rsidRPr="008C6DE4">
              <w:rPr>
                <w:rFonts w:ascii="Arial" w:hAnsi="Arial" w:cs="Arial"/>
                <w:sz w:val="18"/>
                <w:szCs w:val="18"/>
              </w:rPr>
              <w:t>NOTE 2:</w:t>
            </w:r>
            <w:r w:rsidRPr="008C6DE4">
              <w:rPr>
                <w:rFonts w:ascii="Arial" w:hAnsi="Arial" w:cs="Arial"/>
                <w:sz w:val="18"/>
                <w:szCs w:val="18"/>
              </w:rPr>
              <w:tab/>
            </w:r>
            <w:r w:rsidRPr="008C6DE4">
              <w:rPr>
                <w:rFonts w:ascii="Arial" w:hAnsi="Arial"/>
                <w:sz w:val="18"/>
              </w:rPr>
              <w:t>Values based on Refsens and EIS spherical coverage as defined in clauses 7.3.2 and 7.3.4 of TS 38.101-2 [19]. Applicable side condition selected depending on angle of arrival.</w:t>
            </w:r>
          </w:p>
          <w:p w14:paraId="67301BF0"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3:</w:t>
            </w:r>
            <w:r w:rsidRPr="008C6DE4">
              <w:rPr>
                <w:rFonts w:ascii="Arial" w:hAnsi="Arial"/>
                <w:sz w:val="18"/>
              </w:rPr>
              <w:tab/>
              <w:t xml:space="preserve">In the test cases, the CSI-RS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tc>
      </w:tr>
    </w:tbl>
    <w:p w14:paraId="6AF981E4" w14:textId="77777777" w:rsidR="001F5A79" w:rsidRPr="008C6DE4" w:rsidRDefault="001F5A79" w:rsidP="001F5A79">
      <w:pPr>
        <w:rPr>
          <w:lang w:eastAsia="zh-CN"/>
        </w:rPr>
      </w:pPr>
    </w:p>
    <w:p w14:paraId="00F8F36E" w14:textId="77777777" w:rsidR="001F5A79" w:rsidRPr="008C6DE4" w:rsidRDefault="001F5A79" w:rsidP="001F5A79">
      <w:pPr>
        <w:keepNext/>
        <w:keepLines/>
        <w:spacing w:before="120"/>
        <w:ind w:left="1701" w:hanging="1701"/>
        <w:outlineLvl w:val="4"/>
      </w:pPr>
      <w:r w:rsidRPr="008C6DE4">
        <w:rPr>
          <w:rFonts w:ascii="Arial" w:hAnsi="Arial"/>
          <w:sz w:val="22"/>
        </w:rPr>
        <w:t>10.1.20.2.2</w:t>
      </w:r>
      <w:r w:rsidRPr="008C6DE4">
        <w:rPr>
          <w:rFonts w:ascii="Arial" w:hAnsi="Arial"/>
          <w:sz w:val="22"/>
        </w:rPr>
        <w:tab/>
        <w:t>Relative Accuracy</w:t>
      </w:r>
    </w:p>
    <w:p w14:paraId="699F7024" w14:textId="77777777" w:rsidR="001F5A79" w:rsidRPr="008C6DE4" w:rsidRDefault="001F5A79" w:rsidP="001F5A79">
      <w:pPr>
        <w:rPr>
          <w:rFonts w:cs="v4.2.0"/>
          <w:i/>
        </w:rPr>
      </w:pPr>
      <w:r w:rsidRPr="008C6DE4">
        <w:rPr>
          <w:rFonts w:cs="v4.2.0"/>
        </w:rPr>
        <w:t xml:space="preserve">The relative accuracy of </w:t>
      </w:r>
      <w:r w:rsidRPr="008C6DE4">
        <w:rPr>
          <w:rFonts w:cs="v4.2.0"/>
          <w:lang w:eastAsia="zh-CN"/>
        </w:rPr>
        <w:t>CSI-RS based L1-</w:t>
      </w:r>
      <w:r w:rsidRPr="008C6DE4">
        <w:rPr>
          <w:rFonts w:cs="v4.2.0"/>
        </w:rPr>
        <w:t xml:space="preserve">RSRP is defined as the </w:t>
      </w:r>
      <w:r w:rsidRPr="008C6DE4">
        <w:rPr>
          <w:rFonts w:cs="v4.2.0"/>
          <w:lang w:eastAsia="zh-CN"/>
        </w:rPr>
        <w:t>L1-</w:t>
      </w:r>
      <w:r w:rsidRPr="008C6DE4">
        <w:rPr>
          <w:rFonts w:cs="v4.2.0"/>
        </w:rPr>
        <w:t xml:space="preserve">RSRP measured from one CSI-RS compared to the </w:t>
      </w:r>
      <w:r w:rsidRPr="008C6DE4">
        <w:rPr>
          <w:lang w:val="en-US"/>
        </w:rPr>
        <w:t>largest measured value of L1-RSRP among all CSI-RS resources of the serving cell</w:t>
      </w:r>
      <w:r w:rsidRPr="008C6DE4">
        <w:rPr>
          <w:rFonts w:cs="v4.2.0"/>
        </w:rPr>
        <w:t>.</w:t>
      </w:r>
    </w:p>
    <w:p w14:paraId="249E033A" w14:textId="77777777" w:rsidR="001F5A79" w:rsidRPr="008C6DE4" w:rsidRDefault="001F5A79" w:rsidP="001F5A79">
      <w:pPr>
        <w:rPr>
          <w:rFonts w:cs="v4.2.0"/>
          <w:lang w:eastAsia="zh-CN"/>
        </w:rPr>
      </w:pPr>
      <w:r w:rsidRPr="008C6DE4">
        <w:rPr>
          <w:rFonts w:cs="v4.2.0"/>
        </w:rPr>
        <w:t xml:space="preserve">The accuracy requirements in Table </w:t>
      </w:r>
      <w:r w:rsidRPr="008C6DE4">
        <w:rPr>
          <w:lang w:eastAsia="zh-CN"/>
        </w:rPr>
        <w:t>10.1.20.2.2</w:t>
      </w:r>
      <w:r w:rsidRPr="008C6DE4">
        <w:rPr>
          <w:rFonts w:cs="v4.2.0"/>
        </w:rPr>
        <w:t>-1 are valid under the following conditions:</w:t>
      </w:r>
    </w:p>
    <w:p w14:paraId="5CEE8775" w14:textId="77777777" w:rsidR="001F5A79" w:rsidRPr="008C6DE4" w:rsidRDefault="001F5A79" w:rsidP="001F5A79">
      <w:pPr>
        <w:ind w:left="568" w:hanging="284"/>
      </w:pPr>
      <w:r w:rsidRPr="008C6DE4">
        <w:t>-</w:t>
      </w:r>
      <w:r w:rsidRPr="008C6DE4">
        <w:tab/>
        <w:t>Conditions defined in clause 7.3 of TS 38.101-2 [19] for reference sensitivity are fulfilled.</w:t>
      </w:r>
    </w:p>
    <w:p w14:paraId="45CF86F8" w14:textId="77777777" w:rsidR="001F5A79" w:rsidRPr="008C6DE4" w:rsidRDefault="001F5A79" w:rsidP="001F5A79">
      <w:pPr>
        <w:ind w:left="568" w:hanging="284"/>
        <w:rPr>
          <w:lang w:eastAsia="zh-CN"/>
        </w:rPr>
      </w:pPr>
      <w:r w:rsidRPr="008C6DE4">
        <w:t>-</w:t>
      </w:r>
      <w:r w:rsidRPr="008C6DE4">
        <w:tab/>
        <w:t xml:space="preserve">Conditions for L1-RSRP measurements are fulfilled according to Annex B.2.4.2 for a corresponding Band </w:t>
      </w:r>
      <w:r w:rsidRPr="008C6DE4">
        <w:rPr>
          <w:rFonts w:cs="v4.2.0"/>
          <w:lang w:eastAsia="ko-KR"/>
        </w:rPr>
        <w:t>for each relevant CSI-RS</w:t>
      </w:r>
      <w:r w:rsidRPr="008C6DE4">
        <w:rPr>
          <w:lang w:eastAsia="zh-CN"/>
        </w:rPr>
        <w:t>.</w:t>
      </w:r>
    </w:p>
    <w:p w14:paraId="4579AE69" w14:textId="77777777" w:rsidR="001F5A79" w:rsidRPr="008C6DE4" w:rsidRDefault="001F5A79" w:rsidP="001F5A79">
      <w:pPr>
        <w:ind w:left="568" w:hanging="284"/>
        <w:rPr>
          <w:lang w:eastAsia="zh-CN"/>
        </w:rPr>
      </w:pPr>
      <w:r w:rsidRPr="008C6DE4">
        <w:t>-</w:t>
      </w:r>
      <w:r w:rsidRPr="008C6DE4">
        <w:tab/>
      </w:r>
      <w:r w:rsidRPr="008C6DE4">
        <w:rPr>
          <w:lang w:eastAsia="zh-CN"/>
        </w:rPr>
        <w:t>The bandwidth of CSI-RS is 48 PRBs and the density is 3.</w:t>
      </w:r>
    </w:p>
    <w:p w14:paraId="6824D592" w14:textId="77777777" w:rsidR="001F5A79" w:rsidRPr="008C6DE4" w:rsidRDefault="001F5A79" w:rsidP="001F5A79">
      <w:pPr>
        <w:ind w:left="568" w:hanging="284"/>
        <w:rPr>
          <w:lang w:eastAsia="zh-CN"/>
        </w:rPr>
      </w:pPr>
      <w:r w:rsidRPr="008C6DE4">
        <w:t>-</w:t>
      </w:r>
      <w:r w:rsidRPr="008C6DE4">
        <w:tab/>
        <w:t xml:space="preserve">The measured signals are in the directions covered by the percentile EIS spherical coverage of the UE, defined in </w:t>
      </w:r>
      <w:r w:rsidRPr="008C6DE4">
        <w:rPr>
          <w:rFonts w:cs="Arial"/>
        </w:rPr>
        <w:t>clause 7.3.4 of TS 38.101-2 [19]</w:t>
      </w:r>
      <w:r w:rsidRPr="008C6DE4">
        <w:t>.</w:t>
      </w:r>
    </w:p>
    <w:p w14:paraId="682243AA" w14:textId="77777777" w:rsidR="001F5A79" w:rsidRPr="008C6DE4" w:rsidRDefault="001F5A79" w:rsidP="001F5A79">
      <w:pPr>
        <w:rPr>
          <w:lang w:eastAsia="zh-CN"/>
        </w:rPr>
      </w:pPr>
      <w:r w:rsidRPr="008C6DE4">
        <w:rPr>
          <w:lang w:eastAsia="zh-CN"/>
        </w:rPr>
        <w:t>The performance with larger bandwidth of CSI-RS is equal to or better than the accuracy requirements in Table 10.1.20.2.2-1.</w:t>
      </w:r>
    </w:p>
    <w:p w14:paraId="058AB3BE" w14:textId="77777777" w:rsidR="001F5A79" w:rsidRPr="008C6DE4" w:rsidRDefault="001F5A79" w:rsidP="001F5A79">
      <w:pPr>
        <w:keepNext/>
        <w:keepLines/>
        <w:spacing w:before="60"/>
        <w:jc w:val="center"/>
        <w:rPr>
          <w:noProof/>
        </w:rPr>
      </w:pPr>
      <w:r w:rsidRPr="008C6DE4">
        <w:rPr>
          <w:rFonts w:ascii="Arial" w:hAnsi="Arial"/>
          <w:b/>
        </w:rPr>
        <w:t>Table 10.1.20.2.2-1: CSI-RS based L1-RSRP relative accuracy in FR2</w:t>
      </w:r>
    </w:p>
    <w:tbl>
      <w:tblPr>
        <w:tblW w:w="7019" w:type="dxa"/>
        <w:jc w:val="center"/>
        <w:tblLook w:val="01E0" w:firstRow="1" w:lastRow="1" w:firstColumn="1" w:lastColumn="1" w:noHBand="0" w:noVBand="0"/>
      </w:tblPr>
      <w:tblGrid>
        <w:gridCol w:w="1030"/>
        <w:gridCol w:w="1029"/>
        <w:gridCol w:w="1029"/>
        <w:gridCol w:w="1224"/>
        <w:gridCol w:w="1224"/>
        <w:gridCol w:w="1483"/>
      </w:tblGrid>
      <w:tr w:rsidR="00DD3199" w:rsidRPr="008C6DE4" w14:paraId="21A35154" w14:textId="77777777" w:rsidTr="00DF3064">
        <w:trPr>
          <w:jc w:val="center"/>
        </w:trPr>
        <w:tc>
          <w:tcPr>
            <w:tcW w:w="2059" w:type="dxa"/>
            <w:gridSpan w:val="2"/>
            <w:tcBorders>
              <w:top w:val="single" w:sz="6" w:space="0" w:color="auto"/>
              <w:left w:val="single" w:sz="4" w:space="0" w:color="auto"/>
              <w:bottom w:val="nil"/>
              <w:right w:val="single" w:sz="6" w:space="0" w:color="auto"/>
            </w:tcBorders>
            <w:vAlign w:val="center"/>
            <w:hideMark/>
          </w:tcPr>
          <w:p w14:paraId="351E317A"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Accuracy</w:t>
            </w:r>
          </w:p>
        </w:tc>
        <w:tc>
          <w:tcPr>
            <w:tcW w:w="4960" w:type="dxa"/>
            <w:gridSpan w:val="4"/>
            <w:tcBorders>
              <w:top w:val="single" w:sz="6" w:space="0" w:color="auto"/>
              <w:left w:val="single" w:sz="4" w:space="0" w:color="auto"/>
              <w:bottom w:val="nil"/>
              <w:right w:val="single" w:sz="4" w:space="0" w:color="auto"/>
            </w:tcBorders>
            <w:vAlign w:val="center"/>
            <w:hideMark/>
          </w:tcPr>
          <w:p w14:paraId="625CEAA9"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Conditions</w:t>
            </w:r>
          </w:p>
        </w:tc>
      </w:tr>
      <w:tr w:rsidR="00DD3199" w:rsidRPr="008C6DE4" w14:paraId="5CA7A9FB" w14:textId="77777777" w:rsidTr="00DF3064">
        <w:trPr>
          <w:jc w:val="center"/>
        </w:trPr>
        <w:tc>
          <w:tcPr>
            <w:tcW w:w="1030" w:type="dxa"/>
            <w:vMerge w:val="restart"/>
            <w:tcBorders>
              <w:top w:val="single" w:sz="6" w:space="0" w:color="auto"/>
              <w:left w:val="single" w:sz="4" w:space="0" w:color="auto"/>
              <w:bottom w:val="nil"/>
              <w:right w:val="single" w:sz="6" w:space="0" w:color="auto"/>
            </w:tcBorders>
            <w:vAlign w:val="center"/>
            <w:hideMark/>
          </w:tcPr>
          <w:p w14:paraId="1173C7A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Normal condition</w:t>
            </w:r>
          </w:p>
        </w:tc>
        <w:tc>
          <w:tcPr>
            <w:tcW w:w="1029" w:type="dxa"/>
            <w:vMerge w:val="restart"/>
            <w:tcBorders>
              <w:top w:val="single" w:sz="6" w:space="0" w:color="auto"/>
              <w:left w:val="single" w:sz="6" w:space="0" w:color="auto"/>
              <w:bottom w:val="nil"/>
              <w:right w:val="single" w:sz="6" w:space="0" w:color="auto"/>
            </w:tcBorders>
            <w:vAlign w:val="center"/>
            <w:hideMark/>
          </w:tcPr>
          <w:p w14:paraId="21BE233D"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Extreme condition</w:t>
            </w:r>
          </w:p>
        </w:tc>
        <w:tc>
          <w:tcPr>
            <w:tcW w:w="1029" w:type="dxa"/>
            <w:vMerge w:val="restart"/>
            <w:tcBorders>
              <w:top w:val="single" w:sz="6" w:space="0" w:color="auto"/>
              <w:left w:val="single" w:sz="4" w:space="0" w:color="auto"/>
              <w:bottom w:val="nil"/>
              <w:right w:val="single" w:sz="4" w:space="0" w:color="auto"/>
            </w:tcBorders>
            <w:hideMark/>
          </w:tcPr>
          <w:p w14:paraId="165A9409"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CSI-RS Ês/Iot</w:t>
            </w:r>
          </w:p>
        </w:tc>
        <w:tc>
          <w:tcPr>
            <w:tcW w:w="3931" w:type="dxa"/>
            <w:gridSpan w:val="3"/>
            <w:tcBorders>
              <w:top w:val="single" w:sz="6" w:space="0" w:color="auto"/>
              <w:left w:val="single" w:sz="4" w:space="0" w:color="auto"/>
              <w:bottom w:val="single" w:sz="6" w:space="0" w:color="auto"/>
              <w:right w:val="single" w:sz="4" w:space="0" w:color="auto"/>
            </w:tcBorders>
            <w:vAlign w:val="center"/>
            <w:hideMark/>
          </w:tcPr>
          <w:p w14:paraId="2BEDCB94"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Io</w:t>
            </w:r>
            <w:r w:rsidRPr="008C6DE4">
              <w:rPr>
                <w:rFonts w:ascii="Arial" w:hAnsi="Arial"/>
                <w:b/>
                <w:sz w:val="18"/>
                <w:vertAlign w:val="superscript"/>
              </w:rPr>
              <w:t xml:space="preserve"> Note 1</w:t>
            </w:r>
            <w:r w:rsidRPr="008C6DE4">
              <w:rPr>
                <w:rFonts w:ascii="Arial" w:hAnsi="Arial"/>
                <w:b/>
                <w:sz w:val="18"/>
              </w:rPr>
              <w:t xml:space="preserve"> range</w:t>
            </w:r>
          </w:p>
        </w:tc>
      </w:tr>
      <w:tr w:rsidR="00DD3199" w:rsidRPr="008C6DE4" w14:paraId="1323A262" w14:textId="77777777" w:rsidTr="00DF3064">
        <w:trPr>
          <w:jc w:val="center"/>
        </w:trPr>
        <w:tc>
          <w:tcPr>
            <w:tcW w:w="0" w:type="auto"/>
            <w:vMerge/>
            <w:tcBorders>
              <w:top w:val="single" w:sz="6" w:space="0" w:color="auto"/>
              <w:left w:val="single" w:sz="4" w:space="0" w:color="auto"/>
              <w:bottom w:val="nil"/>
              <w:right w:val="single" w:sz="6" w:space="0" w:color="auto"/>
            </w:tcBorders>
            <w:vAlign w:val="center"/>
            <w:hideMark/>
          </w:tcPr>
          <w:p w14:paraId="2730EB62"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6" w:space="0" w:color="auto"/>
              <w:bottom w:val="nil"/>
              <w:right w:val="single" w:sz="6" w:space="0" w:color="auto"/>
            </w:tcBorders>
            <w:vAlign w:val="center"/>
            <w:hideMark/>
          </w:tcPr>
          <w:p w14:paraId="1AC2E958"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4" w:space="0" w:color="auto"/>
              <w:bottom w:val="nil"/>
              <w:right w:val="single" w:sz="4" w:space="0" w:color="auto"/>
            </w:tcBorders>
            <w:vAlign w:val="center"/>
            <w:hideMark/>
          </w:tcPr>
          <w:p w14:paraId="427E872C" w14:textId="77777777" w:rsidR="001F5A79" w:rsidRPr="008C6DE4" w:rsidRDefault="001F5A79" w:rsidP="00DF3064">
            <w:pPr>
              <w:spacing w:after="0"/>
              <w:rPr>
                <w:rFonts w:ascii="Arial" w:hAnsi="Arial"/>
                <w:b/>
                <w:sz w:val="18"/>
              </w:rPr>
            </w:pPr>
          </w:p>
        </w:tc>
        <w:tc>
          <w:tcPr>
            <w:tcW w:w="2448" w:type="dxa"/>
            <w:gridSpan w:val="2"/>
            <w:tcBorders>
              <w:top w:val="single" w:sz="6" w:space="0" w:color="auto"/>
              <w:left w:val="single" w:sz="4" w:space="0" w:color="auto"/>
              <w:bottom w:val="single" w:sz="6" w:space="0" w:color="auto"/>
              <w:right w:val="single" w:sz="6" w:space="0" w:color="auto"/>
            </w:tcBorders>
            <w:vAlign w:val="center"/>
            <w:hideMark/>
          </w:tcPr>
          <w:p w14:paraId="0B14714A"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Minimum Io</w:t>
            </w:r>
          </w:p>
        </w:tc>
        <w:tc>
          <w:tcPr>
            <w:tcW w:w="1483" w:type="dxa"/>
            <w:tcBorders>
              <w:top w:val="single" w:sz="6" w:space="0" w:color="auto"/>
              <w:left w:val="single" w:sz="6" w:space="0" w:color="auto"/>
              <w:bottom w:val="nil"/>
              <w:right w:val="single" w:sz="4" w:space="0" w:color="auto"/>
            </w:tcBorders>
            <w:vAlign w:val="center"/>
            <w:hideMark/>
          </w:tcPr>
          <w:p w14:paraId="2A4AD03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Maximum Io</w:t>
            </w:r>
          </w:p>
        </w:tc>
      </w:tr>
      <w:tr w:rsidR="00DD3199" w:rsidRPr="008C6DE4" w14:paraId="79B81041" w14:textId="77777777" w:rsidTr="00DF3064">
        <w:trPr>
          <w:jc w:val="center"/>
        </w:trPr>
        <w:tc>
          <w:tcPr>
            <w:tcW w:w="1030" w:type="dxa"/>
            <w:vMerge w:val="restart"/>
            <w:tcBorders>
              <w:top w:val="single" w:sz="6" w:space="0" w:color="auto"/>
              <w:left w:val="single" w:sz="4" w:space="0" w:color="auto"/>
              <w:bottom w:val="single" w:sz="6" w:space="0" w:color="auto"/>
              <w:right w:val="single" w:sz="6" w:space="0" w:color="auto"/>
            </w:tcBorders>
            <w:vAlign w:val="center"/>
            <w:hideMark/>
          </w:tcPr>
          <w:p w14:paraId="5919447E"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29" w:type="dxa"/>
            <w:vMerge w:val="restart"/>
            <w:tcBorders>
              <w:top w:val="single" w:sz="6" w:space="0" w:color="auto"/>
              <w:left w:val="single" w:sz="6" w:space="0" w:color="auto"/>
              <w:bottom w:val="single" w:sz="6" w:space="0" w:color="auto"/>
              <w:right w:val="single" w:sz="6" w:space="0" w:color="auto"/>
            </w:tcBorders>
            <w:vAlign w:val="center"/>
            <w:hideMark/>
          </w:tcPr>
          <w:p w14:paraId="39658D23"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w:t>
            </w:r>
          </w:p>
        </w:tc>
        <w:tc>
          <w:tcPr>
            <w:tcW w:w="1029" w:type="dxa"/>
            <w:vMerge w:val="restart"/>
            <w:tcBorders>
              <w:top w:val="single" w:sz="6" w:space="0" w:color="auto"/>
              <w:left w:val="single" w:sz="4" w:space="0" w:color="auto"/>
              <w:bottom w:val="single" w:sz="6" w:space="0" w:color="auto"/>
              <w:right w:val="single" w:sz="4" w:space="0" w:color="auto"/>
            </w:tcBorders>
            <w:vAlign w:val="center"/>
            <w:hideMark/>
          </w:tcPr>
          <w:p w14:paraId="07E438C2" w14:textId="77777777" w:rsidR="001F5A79" w:rsidRPr="008C6DE4" w:rsidRDefault="001F5A79" w:rsidP="00DF3064">
            <w:pPr>
              <w:keepNext/>
              <w:keepLines/>
              <w:spacing w:after="0"/>
              <w:jc w:val="center"/>
              <w:rPr>
                <w:rFonts w:ascii="Arial" w:hAnsi="Arial" w:cs="Arial"/>
                <w:b/>
                <w:sz w:val="18"/>
              </w:rPr>
            </w:pPr>
            <w:r w:rsidRPr="008C6DE4">
              <w:rPr>
                <w:rFonts w:ascii="Arial" w:hAnsi="Arial"/>
                <w:b/>
                <w:sz w:val="18"/>
              </w:rPr>
              <w:t>dB</w:t>
            </w:r>
          </w:p>
        </w:tc>
        <w:tc>
          <w:tcPr>
            <w:tcW w:w="2448" w:type="dxa"/>
            <w:gridSpan w:val="2"/>
            <w:tcBorders>
              <w:top w:val="single" w:sz="6" w:space="0" w:color="auto"/>
              <w:left w:val="single" w:sz="4" w:space="0" w:color="auto"/>
              <w:bottom w:val="single" w:sz="6" w:space="0" w:color="auto"/>
              <w:right w:val="single" w:sz="6" w:space="0" w:color="auto"/>
            </w:tcBorders>
            <w:vAlign w:val="center"/>
            <w:hideMark/>
          </w:tcPr>
          <w:p w14:paraId="59621110" w14:textId="77777777" w:rsidR="001F5A79" w:rsidRPr="008C6DE4" w:rsidRDefault="001F5A79" w:rsidP="00DF3064">
            <w:pPr>
              <w:keepNext/>
              <w:keepLines/>
              <w:spacing w:after="0"/>
              <w:jc w:val="center"/>
              <w:rPr>
                <w:rFonts w:ascii="Arial" w:hAnsi="Arial"/>
                <w:b/>
                <w:sz w:val="18"/>
              </w:rPr>
            </w:pPr>
            <w:r w:rsidRPr="008C6DE4">
              <w:rPr>
                <w:rFonts w:ascii="Arial" w:hAnsi="Arial" w:cs="Arial"/>
                <w:b/>
                <w:sz w:val="18"/>
              </w:rPr>
              <w:t xml:space="preserve">dBm / </w:t>
            </w:r>
            <w:r w:rsidRPr="008C6DE4">
              <w:rPr>
                <w:rFonts w:ascii="Arial" w:hAnsi="Arial"/>
                <w:b/>
                <w:sz w:val="18"/>
              </w:rPr>
              <w:t>SCS</w:t>
            </w:r>
            <w:r w:rsidRPr="008C6DE4">
              <w:rPr>
                <w:rFonts w:ascii="Arial" w:hAnsi="Arial"/>
                <w:b/>
                <w:sz w:val="18"/>
                <w:vertAlign w:val="subscript"/>
              </w:rPr>
              <w:t>CSI-RS</w:t>
            </w:r>
          </w:p>
        </w:tc>
        <w:tc>
          <w:tcPr>
            <w:tcW w:w="1483" w:type="dxa"/>
            <w:vMerge w:val="restart"/>
            <w:tcBorders>
              <w:top w:val="single" w:sz="6" w:space="0" w:color="auto"/>
              <w:left w:val="single" w:sz="6" w:space="0" w:color="auto"/>
              <w:bottom w:val="single" w:sz="6" w:space="0" w:color="auto"/>
              <w:right w:val="single" w:sz="4" w:space="0" w:color="auto"/>
            </w:tcBorders>
            <w:vAlign w:val="center"/>
            <w:hideMark/>
          </w:tcPr>
          <w:p w14:paraId="2235818F"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dBm/BW</w:t>
            </w:r>
            <w:r w:rsidRPr="008C6DE4">
              <w:rPr>
                <w:rFonts w:ascii="Arial" w:hAnsi="Arial"/>
                <w:b/>
                <w:sz w:val="18"/>
                <w:vertAlign w:val="subscript"/>
              </w:rPr>
              <w:t>Channel</w:t>
            </w:r>
          </w:p>
        </w:tc>
      </w:tr>
      <w:tr w:rsidR="00DD3199" w:rsidRPr="008C6DE4" w14:paraId="119E730D" w14:textId="77777777" w:rsidTr="00DF3064">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25548E7E"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7EB3B6F" w14:textId="77777777" w:rsidR="001F5A79" w:rsidRPr="008C6DE4" w:rsidRDefault="001F5A79" w:rsidP="00DF3064">
            <w:pPr>
              <w:spacing w:after="0"/>
              <w:rPr>
                <w:rFonts w:ascii="Arial" w:hAnsi="Arial"/>
                <w:b/>
                <w:sz w:val="18"/>
              </w:rPr>
            </w:pPr>
          </w:p>
        </w:tc>
        <w:tc>
          <w:tcPr>
            <w:tcW w:w="0" w:type="auto"/>
            <w:vMerge/>
            <w:tcBorders>
              <w:top w:val="single" w:sz="6" w:space="0" w:color="auto"/>
              <w:left w:val="single" w:sz="4" w:space="0" w:color="auto"/>
              <w:bottom w:val="single" w:sz="6" w:space="0" w:color="auto"/>
              <w:right w:val="single" w:sz="4" w:space="0" w:color="auto"/>
            </w:tcBorders>
            <w:vAlign w:val="center"/>
            <w:hideMark/>
          </w:tcPr>
          <w:p w14:paraId="5653EBFD" w14:textId="77777777" w:rsidR="001F5A79" w:rsidRPr="008C6DE4" w:rsidRDefault="001F5A79" w:rsidP="00DF3064">
            <w:pPr>
              <w:spacing w:after="0"/>
              <w:rPr>
                <w:rFonts w:ascii="Arial" w:hAnsi="Arial" w:cs="Arial"/>
                <w:b/>
                <w:sz w:val="18"/>
              </w:rPr>
            </w:pPr>
          </w:p>
        </w:tc>
        <w:tc>
          <w:tcPr>
            <w:tcW w:w="1224" w:type="dxa"/>
            <w:tcBorders>
              <w:top w:val="single" w:sz="6" w:space="0" w:color="auto"/>
              <w:left w:val="single" w:sz="4" w:space="0" w:color="auto"/>
              <w:bottom w:val="single" w:sz="6" w:space="0" w:color="auto"/>
              <w:right w:val="single" w:sz="6" w:space="0" w:color="auto"/>
            </w:tcBorders>
            <w:vAlign w:val="center"/>
            <w:hideMark/>
          </w:tcPr>
          <w:p w14:paraId="6C911A81"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CSI-RS</w:t>
            </w:r>
            <w:r w:rsidRPr="008C6DE4">
              <w:rPr>
                <w:rFonts w:ascii="Arial" w:hAnsi="Arial" w:cs="Arial"/>
                <w:b/>
                <w:sz w:val="18"/>
              </w:rPr>
              <w:t xml:space="preserve"> = 60kHz</w:t>
            </w:r>
          </w:p>
        </w:tc>
        <w:tc>
          <w:tcPr>
            <w:tcW w:w="1224" w:type="dxa"/>
            <w:tcBorders>
              <w:top w:val="single" w:sz="6" w:space="0" w:color="auto"/>
              <w:left w:val="single" w:sz="4" w:space="0" w:color="auto"/>
              <w:bottom w:val="single" w:sz="6" w:space="0" w:color="auto"/>
              <w:right w:val="single" w:sz="6" w:space="0" w:color="auto"/>
            </w:tcBorders>
            <w:vAlign w:val="center"/>
            <w:hideMark/>
          </w:tcPr>
          <w:p w14:paraId="15B2BFA7" w14:textId="77777777" w:rsidR="001F5A79" w:rsidRPr="008C6DE4" w:rsidRDefault="001F5A79" w:rsidP="00DF3064">
            <w:pPr>
              <w:keepNext/>
              <w:keepLines/>
              <w:spacing w:after="0"/>
              <w:jc w:val="center"/>
              <w:rPr>
                <w:rFonts w:ascii="Arial" w:hAnsi="Arial"/>
                <w:b/>
                <w:sz w:val="18"/>
              </w:rPr>
            </w:pPr>
            <w:r w:rsidRPr="008C6DE4">
              <w:rPr>
                <w:rFonts w:ascii="Arial" w:hAnsi="Arial"/>
                <w:b/>
                <w:sz w:val="18"/>
              </w:rPr>
              <w:t>SCS</w:t>
            </w:r>
            <w:r w:rsidRPr="008C6DE4">
              <w:rPr>
                <w:rFonts w:ascii="Arial" w:hAnsi="Arial"/>
                <w:b/>
                <w:sz w:val="18"/>
                <w:vertAlign w:val="subscript"/>
              </w:rPr>
              <w:t>CSI-RS</w:t>
            </w:r>
            <w:r w:rsidRPr="008C6DE4">
              <w:rPr>
                <w:rFonts w:ascii="Arial" w:hAnsi="Arial" w:cs="Arial"/>
                <w:b/>
                <w:sz w:val="18"/>
              </w:rPr>
              <w:t xml:space="preserve"> = 120kHz</w:t>
            </w:r>
          </w:p>
        </w:tc>
        <w:tc>
          <w:tcPr>
            <w:tcW w:w="0" w:type="auto"/>
            <w:vMerge/>
            <w:tcBorders>
              <w:top w:val="single" w:sz="6" w:space="0" w:color="auto"/>
              <w:left w:val="single" w:sz="6" w:space="0" w:color="auto"/>
              <w:bottom w:val="single" w:sz="6" w:space="0" w:color="auto"/>
              <w:right w:val="single" w:sz="4" w:space="0" w:color="auto"/>
            </w:tcBorders>
            <w:vAlign w:val="center"/>
            <w:hideMark/>
          </w:tcPr>
          <w:p w14:paraId="056F15A8" w14:textId="77777777" w:rsidR="001F5A79" w:rsidRPr="008C6DE4" w:rsidRDefault="001F5A79" w:rsidP="00DF3064">
            <w:pPr>
              <w:spacing w:after="0"/>
              <w:rPr>
                <w:rFonts w:ascii="Arial" w:hAnsi="Arial"/>
                <w:b/>
                <w:sz w:val="18"/>
              </w:rPr>
            </w:pPr>
          </w:p>
        </w:tc>
      </w:tr>
      <w:tr w:rsidR="00DD3199" w:rsidRPr="008C6DE4" w14:paraId="436C7035" w14:textId="77777777" w:rsidTr="00DF3064">
        <w:trPr>
          <w:jc w:val="center"/>
        </w:trPr>
        <w:tc>
          <w:tcPr>
            <w:tcW w:w="1030" w:type="dxa"/>
            <w:tcBorders>
              <w:top w:val="single" w:sz="6" w:space="0" w:color="auto"/>
              <w:left w:val="single" w:sz="4" w:space="0" w:color="auto"/>
              <w:bottom w:val="single" w:sz="6" w:space="0" w:color="auto"/>
              <w:right w:val="single" w:sz="6" w:space="0" w:color="auto"/>
            </w:tcBorders>
            <w:vAlign w:val="center"/>
            <w:hideMark/>
          </w:tcPr>
          <w:p w14:paraId="06B062DD"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6.5</w:t>
            </w:r>
          </w:p>
        </w:tc>
        <w:tc>
          <w:tcPr>
            <w:tcW w:w="1029" w:type="dxa"/>
            <w:tcBorders>
              <w:top w:val="single" w:sz="6" w:space="0" w:color="auto"/>
              <w:left w:val="single" w:sz="6" w:space="0" w:color="auto"/>
              <w:bottom w:val="single" w:sz="6" w:space="0" w:color="auto"/>
              <w:right w:val="single" w:sz="6" w:space="0" w:color="auto"/>
            </w:tcBorders>
            <w:vAlign w:val="center"/>
            <w:hideMark/>
          </w:tcPr>
          <w:p w14:paraId="37CD610C" w14:textId="77777777"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1"/>
            </w:r>
            <w:r w:rsidRPr="008C6DE4">
              <w:rPr>
                <w:rFonts w:ascii="Arial" w:hAnsi="Arial"/>
                <w:sz w:val="18"/>
              </w:rPr>
              <w:t>9.5</w:t>
            </w:r>
          </w:p>
        </w:tc>
        <w:tc>
          <w:tcPr>
            <w:tcW w:w="1029" w:type="dxa"/>
            <w:tcBorders>
              <w:top w:val="single" w:sz="6" w:space="0" w:color="auto"/>
              <w:left w:val="single" w:sz="4" w:space="0" w:color="auto"/>
              <w:bottom w:val="single" w:sz="6" w:space="0" w:color="auto"/>
              <w:right w:val="single" w:sz="4" w:space="0" w:color="auto"/>
            </w:tcBorders>
            <w:vAlign w:val="center"/>
            <w:hideMark/>
          </w:tcPr>
          <w:p w14:paraId="5D10DC01" w14:textId="77777777" w:rsidR="001F5A79" w:rsidRPr="008C6DE4" w:rsidRDefault="001F5A79" w:rsidP="00DF3064">
            <w:pPr>
              <w:keepNext/>
              <w:keepLines/>
              <w:spacing w:after="0"/>
              <w:jc w:val="center"/>
              <w:rPr>
                <w:rFonts w:ascii="Arial" w:hAnsi="Arial"/>
                <w:sz w:val="18"/>
              </w:rPr>
            </w:pPr>
            <w:r w:rsidRPr="008C6DE4">
              <w:rPr>
                <w:rFonts w:ascii="Arial" w:eastAsia="Yu Mincho" w:hAnsi="Arial" w:cs="Arial"/>
                <w:sz w:val="18"/>
                <w:lang w:eastAsia="ja-JP"/>
              </w:rPr>
              <w:t>≥-3</w:t>
            </w:r>
          </w:p>
        </w:tc>
        <w:tc>
          <w:tcPr>
            <w:tcW w:w="2448" w:type="dxa"/>
            <w:gridSpan w:val="2"/>
            <w:tcBorders>
              <w:top w:val="single" w:sz="6" w:space="0" w:color="auto"/>
              <w:left w:val="single" w:sz="4" w:space="0" w:color="auto"/>
              <w:bottom w:val="single" w:sz="6" w:space="0" w:color="auto"/>
              <w:right w:val="single" w:sz="6" w:space="0" w:color="auto"/>
            </w:tcBorders>
            <w:vAlign w:val="center"/>
            <w:hideMark/>
          </w:tcPr>
          <w:p w14:paraId="6AD4F99D" w14:textId="77777777" w:rsidR="001F5A79" w:rsidRPr="008C6DE4" w:rsidRDefault="001F5A79" w:rsidP="00DF3064">
            <w:pPr>
              <w:keepNext/>
              <w:keepLines/>
              <w:spacing w:after="0"/>
              <w:jc w:val="center"/>
              <w:rPr>
                <w:rFonts w:ascii="Arial" w:eastAsia="Yu Mincho" w:hAnsi="Arial"/>
                <w:sz w:val="18"/>
                <w:lang w:eastAsia="ja-JP"/>
              </w:rPr>
            </w:pPr>
            <w:r w:rsidRPr="008C6DE4">
              <w:rPr>
                <w:rFonts w:ascii="Arial" w:hAnsi="Arial"/>
                <w:sz w:val="18"/>
              </w:rPr>
              <w:t>Same value as CSI-RS RP in Table B.2.4.2-2, according to UE Power class, operating band and angle of arrival</w:t>
            </w:r>
          </w:p>
        </w:tc>
        <w:tc>
          <w:tcPr>
            <w:tcW w:w="1483" w:type="dxa"/>
            <w:tcBorders>
              <w:top w:val="single" w:sz="6" w:space="0" w:color="auto"/>
              <w:left w:val="single" w:sz="6" w:space="0" w:color="auto"/>
              <w:bottom w:val="single" w:sz="6" w:space="0" w:color="auto"/>
              <w:right w:val="single" w:sz="4" w:space="0" w:color="auto"/>
            </w:tcBorders>
            <w:vAlign w:val="center"/>
            <w:hideMark/>
          </w:tcPr>
          <w:p w14:paraId="0778E16B" w14:textId="77777777" w:rsidR="001F5A79" w:rsidRPr="008C6DE4" w:rsidRDefault="001F5A79" w:rsidP="00DF3064">
            <w:pPr>
              <w:keepNext/>
              <w:keepLines/>
              <w:spacing w:after="0"/>
              <w:jc w:val="center"/>
              <w:rPr>
                <w:rFonts w:ascii="Arial" w:hAnsi="Arial"/>
                <w:sz w:val="18"/>
              </w:rPr>
            </w:pPr>
            <w:r w:rsidRPr="008C6DE4">
              <w:rPr>
                <w:rFonts w:ascii="Arial" w:hAnsi="Arial"/>
                <w:sz w:val="18"/>
              </w:rPr>
              <w:t>-50</w:t>
            </w:r>
          </w:p>
        </w:tc>
      </w:tr>
      <w:tr w:rsidR="001F5A79" w:rsidRPr="008C6DE4" w14:paraId="04A7C5D1" w14:textId="77777777" w:rsidTr="00DF3064">
        <w:trPr>
          <w:jc w:val="center"/>
        </w:trPr>
        <w:tc>
          <w:tcPr>
            <w:tcW w:w="7019" w:type="dxa"/>
            <w:gridSpan w:val="6"/>
            <w:tcBorders>
              <w:top w:val="single" w:sz="6" w:space="0" w:color="auto"/>
              <w:left w:val="single" w:sz="4" w:space="0" w:color="auto"/>
              <w:bottom w:val="single" w:sz="4" w:space="0" w:color="auto"/>
              <w:right w:val="single" w:sz="4" w:space="0" w:color="auto"/>
            </w:tcBorders>
            <w:vAlign w:val="center"/>
            <w:hideMark/>
          </w:tcPr>
          <w:p w14:paraId="32196CC8"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1:</w:t>
            </w:r>
            <w:r w:rsidRPr="008C6DE4">
              <w:rPr>
                <w:rFonts w:ascii="Arial" w:hAnsi="Arial"/>
                <w:sz w:val="18"/>
              </w:rPr>
              <w:tab/>
              <w:t xml:space="preserve">Io </w:t>
            </w:r>
            <w:r w:rsidRPr="008C6DE4">
              <w:rPr>
                <w:rFonts w:ascii="Arial" w:eastAsia="MS Mincho" w:hAnsi="Arial"/>
                <w:sz w:val="18"/>
              </w:rPr>
              <w:t>specified at the Reference point, and</w:t>
            </w:r>
            <w:r w:rsidRPr="008C6DE4">
              <w:rPr>
                <w:rFonts w:ascii="Arial" w:hAnsi="Arial"/>
                <w:sz w:val="18"/>
              </w:rPr>
              <w:t xml:space="preserve"> assumed to have constant EPRE across the bandwidth.</w:t>
            </w:r>
          </w:p>
          <w:p w14:paraId="146F1218" w14:textId="77777777" w:rsidR="001F5A79" w:rsidRPr="008C6DE4" w:rsidRDefault="001F5A79" w:rsidP="00DF3064">
            <w:pPr>
              <w:keepNext/>
              <w:keepLines/>
              <w:spacing w:after="0"/>
              <w:ind w:left="851" w:hanging="851"/>
              <w:rPr>
                <w:rFonts w:ascii="Arial" w:hAnsi="Arial"/>
                <w:sz w:val="18"/>
                <w:lang w:eastAsia="zh-CN"/>
              </w:rPr>
            </w:pPr>
            <w:r w:rsidRPr="008C6DE4">
              <w:rPr>
                <w:rFonts w:ascii="Arial" w:hAnsi="Arial"/>
                <w:sz w:val="18"/>
              </w:rPr>
              <w:t>N</w:t>
            </w:r>
            <w:r w:rsidRPr="008C6DE4">
              <w:rPr>
                <w:rFonts w:ascii="Arial" w:hAnsi="Arial"/>
                <w:sz w:val="18"/>
                <w:lang w:eastAsia="zh-CN"/>
              </w:rPr>
              <w:t>OTE</w:t>
            </w:r>
            <w:r w:rsidRPr="008C6DE4">
              <w:rPr>
                <w:rFonts w:ascii="Arial" w:hAnsi="Arial"/>
                <w:sz w:val="18"/>
              </w:rPr>
              <w:t xml:space="preserve"> 2:</w:t>
            </w:r>
            <w:r w:rsidRPr="008C6DE4">
              <w:rPr>
                <w:rFonts w:ascii="Arial" w:hAnsi="Arial"/>
                <w:sz w:val="18"/>
              </w:rPr>
              <w:tab/>
            </w:r>
            <w:r w:rsidRPr="008C6DE4">
              <w:rPr>
                <w:rFonts w:ascii="Arial" w:hAnsi="Arial"/>
                <w:sz w:val="18"/>
                <w:lang w:eastAsia="zh-CN"/>
              </w:rPr>
              <w:t xml:space="preserve">The parameter CSI-RS </w:t>
            </w:r>
            <w:r w:rsidRPr="008C6DE4">
              <w:rPr>
                <w:rFonts w:ascii="Arial" w:hAnsi="Arial"/>
                <w:sz w:val="18"/>
              </w:rPr>
              <w:t>Ês/Iot</w:t>
            </w:r>
            <w:r w:rsidRPr="008C6DE4">
              <w:rPr>
                <w:rFonts w:ascii="Arial" w:hAnsi="Arial"/>
                <w:sz w:val="18"/>
                <w:lang w:eastAsia="zh-CN"/>
              </w:rPr>
              <w:t xml:space="preserve"> is the minimum CSI-RS </w:t>
            </w:r>
            <w:r w:rsidRPr="008C6DE4">
              <w:rPr>
                <w:rFonts w:ascii="Arial" w:hAnsi="Arial"/>
                <w:sz w:val="18"/>
              </w:rPr>
              <w:t>Ês/Iot</w:t>
            </w:r>
            <w:r w:rsidRPr="008C6DE4">
              <w:rPr>
                <w:rFonts w:ascii="Arial" w:hAnsi="Arial"/>
                <w:sz w:val="18"/>
                <w:lang w:eastAsia="zh-CN"/>
              </w:rPr>
              <w:t xml:space="preserve"> of the pair of CSI-RS resources to which the requirement applies.</w:t>
            </w:r>
          </w:p>
          <w:p w14:paraId="0415E99B" w14:textId="77777777" w:rsidR="001F5A79" w:rsidRPr="008C6DE4" w:rsidRDefault="001F5A79" w:rsidP="00DF3064">
            <w:pPr>
              <w:keepNext/>
              <w:keepLines/>
              <w:spacing w:after="0"/>
              <w:ind w:left="851" w:hanging="851"/>
              <w:rPr>
                <w:rFonts w:ascii="Arial" w:hAnsi="Arial"/>
                <w:sz w:val="18"/>
              </w:rPr>
            </w:pPr>
            <w:r w:rsidRPr="008C6DE4">
              <w:rPr>
                <w:rFonts w:ascii="Arial" w:hAnsi="Arial" w:cs="Arial"/>
                <w:sz w:val="18"/>
                <w:szCs w:val="18"/>
              </w:rPr>
              <w:t>NOTE 3:</w:t>
            </w:r>
            <w:r w:rsidRPr="008C6DE4">
              <w:rPr>
                <w:rFonts w:ascii="Arial" w:hAnsi="Arial" w:cs="Arial"/>
                <w:sz w:val="18"/>
                <w:szCs w:val="18"/>
              </w:rPr>
              <w:tab/>
            </w:r>
            <w:r w:rsidRPr="008C6DE4">
              <w:rPr>
                <w:rFonts w:ascii="Arial" w:hAnsi="Arial"/>
                <w:sz w:val="18"/>
              </w:rPr>
              <w:t>Values based on Refsens and EIS spherical coverage as defined in clauses 7.3.2 and 7.3.4 of TS 38.101-2 [19]. Applicable side condition selected depending on angle of arrival.</w:t>
            </w:r>
          </w:p>
          <w:p w14:paraId="57AF8C57" w14:textId="77777777" w:rsidR="001F5A79" w:rsidRPr="008C6DE4" w:rsidRDefault="001F5A79" w:rsidP="00DF3064">
            <w:pPr>
              <w:keepNext/>
              <w:keepLines/>
              <w:spacing w:after="0"/>
              <w:ind w:left="851" w:hanging="851"/>
              <w:rPr>
                <w:rFonts w:ascii="Arial" w:hAnsi="Arial"/>
                <w:sz w:val="18"/>
              </w:rPr>
            </w:pPr>
            <w:r w:rsidRPr="008C6DE4">
              <w:rPr>
                <w:rFonts w:ascii="Arial" w:hAnsi="Arial"/>
                <w:sz w:val="18"/>
              </w:rPr>
              <w:t>NOTE 4:</w:t>
            </w:r>
            <w:r w:rsidRPr="008C6DE4">
              <w:rPr>
                <w:rFonts w:ascii="Arial" w:hAnsi="Arial"/>
                <w:sz w:val="18"/>
              </w:rPr>
              <w:tab/>
              <w:t xml:space="preserve">In the test cases, the CSI-RS </w:t>
            </w:r>
            <w:r w:rsidRPr="008C6DE4">
              <w:rPr>
                <w:rFonts w:ascii="Arial" w:hAnsi="Arial" w:hint="eastAsia"/>
                <w:sz w:val="18"/>
              </w:rPr>
              <w:t>Ê</w:t>
            </w:r>
            <w:r w:rsidRPr="008C6DE4">
              <w:rPr>
                <w:rFonts w:ascii="Arial" w:hAnsi="Arial"/>
                <w:sz w:val="18"/>
              </w:rPr>
              <w:t xml:space="preserve">s/Iot and related parameters may need to be adjusted to ensure </w:t>
            </w:r>
            <w:r w:rsidRPr="008C6DE4">
              <w:rPr>
                <w:rFonts w:ascii="Arial" w:hAnsi="Arial" w:hint="eastAsia"/>
                <w:sz w:val="18"/>
              </w:rPr>
              <w:t>Ê</w:t>
            </w:r>
            <w:r w:rsidRPr="008C6DE4">
              <w:rPr>
                <w:rFonts w:ascii="Arial" w:hAnsi="Arial"/>
                <w:sz w:val="18"/>
              </w:rPr>
              <w:t>s/Iot at UE baseband is above the value defined in this table.</w:t>
            </w:r>
          </w:p>
        </w:tc>
      </w:tr>
    </w:tbl>
    <w:p w14:paraId="335C9F18" w14:textId="77777777" w:rsidR="001F5A79" w:rsidRPr="008C6DE4" w:rsidRDefault="001F5A79" w:rsidP="001F5A79">
      <w:pPr>
        <w:rPr>
          <w:noProof/>
        </w:rPr>
      </w:pPr>
    </w:p>
    <w:p w14:paraId="03503018" w14:textId="2414567E" w:rsidR="001F5A79" w:rsidRPr="008C6DE4" w:rsidRDefault="001F5A79" w:rsidP="0048284E">
      <w:pPr>
        <w:pStyle w:val="Heading3"/>
        <w:rPr>
          <w:lang w:val="en-US"/>
        </w:rPr>
      </w:pPr>
      <w:bookmarkStart w:id="208" w:name="_Toc5952724"/>
      <w:r w:rsidRPr="008C6DE4">
        <w:rPr>
          <w:lang w:val="en-US"/>
        </w:rPr>
        <w:t>1</w:t>
      </w:r>
      <w:r w:rsidR="0048284E" w:rsidRPr="008C6DE4">
        <w:rPr>
          <w:lang w:val="en-US"/>
        </w:rPr>
        <w:t>0.1.2</w:t>
      </w:r>
      <w:r w:rsidRPr="008C6DE4">
        <w:rPr>
          <w:lang w:val="en-US"/>
        </w:rPr>
        <w:t>1</w:t>
      </w:r>
      <w:r w:rsidRPr="008C6DE4">
        <w:rPr>
          <w:lang w:val="en-US"/>
        </w:rPr>
        <w:tab/>
        <w:t>SFTD accuracy requirements</w:t>
      </w:r>
      <w:bookmarkEnd w:id="208"/>
    </w:p>
    <w:p w14:paraId="3651AA10" w14:textId="77777777" w:rsidR="001F5A79" w:rsidRPr="008C6DE4" w:rsidRDefault="001F5A79" w:rsidP="001F5A79">
      <w:pPr>
        <w:keepNext/>
        <w:keepLines/>
        <w:spacing w:before="120"/>
        <w:ind w:left="1418" w:hanging="1418"/>
        <w:outlineLvl w:val="3"/>
        <w:rPr>
          <w:rFonts w:ascii="Arial" w:hAnsi="Arial"/>
          <w:sz w:val="24"/>
          <w:lang w:val="en-US" w:eastAsia="zh-CN"/>
        </w:rPr>
      </w:pPr>
      <w:bookmarkStart w:id="209" w:name="_Toc5952725"/>
      <w:r w:rsidRPr="008C6DE4">
        <w:rPr>
          <w:rFonts w:ascii="Arial" w:hAnsi="Arial"/>
          <w:sz w:val="24"/>
          <w:lang w:val="en-US"/>
        </w:rPr>
        <w:t>10.1.21.1</w:t>
      </w:r>
      <w:r w:rsidRPr="008C6DE4">
        <w:rPr>
          <w:rFonts w:ascii="Arial" w:hAnsi="Arial"/>
          <w:sz w:val="24"/>
          <w:lang w:val="en-US"/>
        </w:rPr>
        <w:tab/>
        <w:t>SFTD acuracy requirements for NE-DC</w:t>
      </w:r>
      <w:bookmarkEnd w:id="209"/>
    </w:p>
    <w:p w14:paraId="75F5FB22" w14:textId="77777777" w:rsidR="001F5A79" w:rsidRPr="008C6DE4" w:rsidRDefault="001F5A79" w:rsidP="001F5A79">
      <w:r w:rsidRPr="008C6DE4">
        <w:t>Th</w:t>
      </w:r>
      <w:r w:rsidRPr="008C6DE4">
        <w:rPr>
          <w:rFonts w:eastAsia="MS Mincho"/>
        </w:rPr>
        <w:t>e</w:t>
      </w:r>
      <w:r w:rsidRPr="008C6DE4">
        <w:t xml:space="preserve"> </w:t>
      </w:r>
      <w:r w:rsidRPr="008C6DE4">
        <w:rPr>
          <w:lang w:eastAsia="zh-CN"/>
        </w:rPr>
        <w:t>SFN and frame</w:t>
      </w:r>
      <w:r w:rsidRPr="008C6DE4">
        <w:t xml:space="preserve"> timing difference </w:t>
      </w:r>
      <w:r w:rsidRPr="008C6DE4">
        <w:rPr>
          <w:lang w:eastAsia="zh-CN"/>
        </w:rPr>
        <w:t xml:space="preserve">(SFTD) </w:t>
      </w:r>
      <w:r w:rsidRPr="008C6DE4">
        <w:t xml:space="preserve">is measured </w:t>
      </w:r>
      <w:r w:rsidRPr="008C6DE4">
        <w:rPr>
          <w:lang w:eastAsia="zh-CN"/>
        </w:rPr>
        <w:t>between PCell and E-UTRAN PSCell under NE-DC</w:t>
      </w:r>
      <w:r w:rsidRPr="008C6DE4">
        <w:t>.</w:t>
      </w:r>
    </w:p>
    <w:p w14:paraId="78B03797" w14:textId="77777777" w:rsidR="001F5A79" w:rsidRPr="008C6DE4" w:rsidRDefault="001F5A79" w:rsidP="001F5A79">
      <w:pPr>
        <w:rPr>
          <w:rFonts w:cs="v4.2.0"/>
        </w:rPr>
      </w:pPr>
      <w:r w:rsidRPr="008C6DE4">
        <w:rPr>
          <w:rFonts w:cs="v4.2.0"/>
        </w:rPr>
        <w:t>The accuracy requirements in Table 10.1.21.1-4 are appilicable under the following conditions:</w:t>
      </w:r>
    </w:p>
    <w:p w14:paraId="1B519FF5" w14:textId="77777777" w:rsidR="001F5A79" w:rsidRPr="008C6DE4" w:rsidRDefault="001F5A79" w:rsidP="001F5A79">
      <w:pPr>
        <w:ind w:left="568" w:hanging="284"/>
      </w:pPr>
      <w:r w:rsidRPr="008C6DE4">
        <w:t xml:space="preserve">For FR1 PCell </w:t>
      </w:r>
      <w:r w:rsidRPr="008C6DE4">
        <w:rPr>
          <w:lang w:eastAsia="zh-CN"/>
        </w:rPr>
        <w:t>SFN and frame</w:t>
      </w:r>
      <w:r w:rsidRPr="008C6DE4">
        <w:t xml:space="preserve"> timing measurement:</w:t>
      </w:r>
    </w:p>
    <w:p w14:paraId="25723679" w14:textId="77777777" w:rsidR="001F5A79" w:rsidRPr="008C6DE4" w:rsidRDefault="001F5A79" w:rsidP="001F5A79">
      <w:pPr>
        <w:ind w:left="568" w:hanging="284"/>
      </w:pPr>
      <w:r w:rsidRPr="008C6DE4">
        <w:tab/>
        <w:t>-</w:t>
      </w:r>
      <w:r w:rsidRPr="008C6DE4">
        <w:tab/>
        <w:t>Conditions defined in clause 7.3 of TS 38.101-1 [18] for reference sensitivity are fulfilled.</w:t>
      </w:r>
    </w:p>
    <w:p w14:paraId="29A089D7" w14:textId="77777777" w:rsidR="001F5A79" w:rsidRPr="008C6DE4" w:rsidRDefault="001F5A79" w:rsidP="001F5A79">
      <w:pPr>
        <w:ind w:left="568" w:hanging="284"/>
      </w:pPr>
      <w:r w:rsidRPr="008C6DE4">
        <w:tab/>
        <w:t>-</w:t>
      </w:r>
      <w:r w:rsidRPr="008C6DE4">
        <w:tab/>
        <w:t>Io range deifined in Table 10.1.21.1-1.</w:t>
      </w:r>
    </w:p>
    <w:p w14:paraId="0ED4B455" w14:textId="77777777" w:rsidR="001F5A79" w:rsidRPr="008C6DE4" w:rsidRDefault="001F5A79" w:rsidP="001F5A79">
      <w:pPr>
        <w:keepNext/>
        <w:keepLines/>
        <w:spacing w:before="60"/>
        <w:jc w:val="center"/>
        <w:rPr>
          <w:rFonts w:ascii="Arial" w:hAnsi="Arial"/>
          <w:b/>
          <w:lang w:eastAsia="zh-CN"/>
        </w:rPr>
      </w:pPr>
      <w:r w:rsidRPr="008C6DE4">
        <w:rPr>
          <w:rFonts w:ascii="Arial" w:hAnsi="Arial"/>
          <w:b/>
        </w:rPr>
        <w:t>Table 10.1.21.1-1: PCell Io range conditions in</w:t>
      </w:r>
      <w:r w:rsidRPr="008C6DE4">
        <w:rPr>
          <w:rFonts w:ascii="Arial" w:hAnsi="Arial"/>
          <w:b/>
          <w:lang w:eastAsia="zh-CN"/>
        </w:rPr>
        <w:t xml:space="preserve"> FR1</w:t>
      </w:r>
    </w:p>
    <w:tbl>
      <w:tblPr>
        <w:tblW w:w="0" w:type="auto"/>
        <w:jc w:val="center"/>
        <w:tblLayout w:type="fixed"/>
        <w:tblLook w:val="0000" w:firstRow="0" w:lastRow="0" w:firstColumn="0" w:lastColumn="0" w:noHBand="0" w:noVBand="0"/>
      </w:tblPr>
      <w:tblGrid>
        <w:gridCol w:w="1156"/>
        <w:gridCol w:w="4178"/>
        <w:gridCol w:w="1498"/>
        <w:gridCol w:w="1498"/>
        <w:gridCol w:w="1525"/>
      </w:tblGrid>
      <w:tr w:rsidR="00DD3199" w:rsidRPr="008C6DE4" w14:paraId="75FFC0A5" w14:textId="77777777" w:rsidTr="00DF3064">
        <w:trPr>
          <w:jc w:val="center"/>
        </w:trPr>
        <w:tc>
          <w:tcPr>
            <w:tcW w:w="1156" w:type="dxa"/>
            <w:vMerge w:val="restart"/>
            <w:tcBorders>
              <w:top w:val="single" w:sz="6" w:space="0" w:color="auto"/>
              <w:left w:val="single" w:sz="6" w:space="0" w:color="auto"/>
              <w:bottom w:val="single" w:sz="4" w:space="0" w:color="auto"/>
              <w:right w:val="single" w:sz="4" w:space="0" w:color="auto"/>
            </w:tcBorders>
            <w:vAlign w:val="center"/>
          </w:tcPr>
          <w:p w14:paraId="1116CF56" w14:textId="77777777" w:rsidR="001F5A79" w:rsidRPr="008C6DE4" w:rsidRDefault="001F5A79" w:rsidP="00DF3064">
            <w:pPr>
              <w:keepNext/>
              <w:keepLines/>
              <w:spacing w:after="0"/>
              <w:jc w:val="center"/>
              <w:rPr>
                <w:rFonts w:ascii="Arial" w:hAnsi="Arial" w:cs="Arial"/>
                <w:b/>
                <w:sz w:val="18"/>
                <w:lang w:eastAsia="zh-CN"/>
              </w:rPr>
            </w:pPr>
            <w:r w:rsidRPr="008C6DE4">
              <w:rPr>
                <w:rFonts w:ascii="Arial" w:hAnsi="Arial" w:cs="Arial"/>
                <w:b/>
                <w:sz w:val="18"/>
                <w:lang w:eastAsia="zh-CN"/>
              </w:rPr>
              <w:t>Parameter</w:t>
            </w:r>
          </w:p>
        </w:tc>
        <w:tc>
          <w:tcPr>
            <w:tcW w:w="8699" w:type="dxa"/>
            <w:gridSpan w:val="4"/>
            <w:tcBorders>
              <w:top w:val="single" w:sz="6" w:space="0" w:color="auto"/>
              <w:left w:val="single" w:sz="6" w:space="0" w:color="auto"/>
              <w:bottom w:val="single" w:sz="6" w:space="0" w:color="auto"/>
              <w:right w:val="single" w:sz="4" w:space="0" w:color="auto"/>
            </w:tcBorders>
            <w:vAlign w:val="center"/>
          </w:tcPr>
          <w:p w14:paraId="331CE165"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Io</w:t>
            </w:r>
            <w:r w:rsidRPr="008C6DE4">
              <w:rPr>
                <w:rFonts w:ascii="Arial" w:hAnsi="Arial" w:cs="Arial"/>
                <w:b/>
                <w:sz w:val="18"/>
                <w:vertAlign w:val="superscript"/>
                <w:lang w:eastAsia="zh-CN"/>
              </w:rPr>
              <w:t xml:space="preserve"> Note 1</w:t>
            </w:r>
            <w:r w:rsidRPr="008C6DE4">
              <w:rPr>
                <w:rFonts w:ascii="Arial" w:hAnsi="Arial" w:cs="Arial"/>
                <w:b/>
                <w:sz w:val="18"/>
                <w:lang w:eastAsia="ja-JP"/>
              </w:rPr>
              <w:t xml:space="preserve"> range</w:t>
            </w:r>
          </w:p>
        </w:tc>
      </w:tr>
      <w:tr w:rsidR="00DD3199" w:rsidRPr="008C6DE4" w14:paraId="5950261D" w14:textId="77777777" w:rsidTr="00DF3064">
        <w:trPr>
          <w:jc w:val="center"/>
        </w:trPr>
        <w:tc>
          <w:tcPr>
            <w:tcW w:w="1156" w:type="dxa"/>
            <w:vMerge/>
            <w:tcBorders>
              <w:left w:val="single" w:sz="6" w:space="0" w:color="auto"/>
              <w:bottom w:val="single" w:sz="4" w:space="0" w:color="auto"/>
              <w:right w:val="single" w:sz="4" w:space="0" w:color="auto"/>
            </w:tcBorders>
          </w:tcPr>
          <w:p w14:paraId="6F8E7BCA" w14:textId="77777777" w:rsidR="001F5A79" w:rsidRPr="008C6DE4" w:rsidRDefault="001F5A79" w:rsidP="00DF3064">
            <w:pPr>
              <w:keepNext/>
              <w:keepLines/>
              <w:spacing w:after="0"/>
              <w:jc w:val="center"/>
              <w:rPr>
                <w:rFonts w:ascii="Arial" w:hAnsi="Arial" w:cs="Arial"/>
                <w:b/>
                <w:sz w:val="18"/>
                <w:lang w:eastAsia="ja-JP"/>
              </w:rPr>
            </w:pPr>
          </w:p>
        </w:tc>
        <w:tc>
          <w:tcPr>
            <w:tcW w:w="4178" w:type="dxa"/>
            <w:tcBorders>
              <w:top w:val="single" w:sz="6" w:space="0" w:color="auto"/>
              <w:left w:val="single" w:sz="4" w:space="0" w:color="auto"/>
              <w:bottom w:val="single" w:sz="6" w:space="0" w:color="auto"/>
              <w:right w:val="single" w:sz="6" w:space="0" w:color="auto"/>
            </w:tcBorders>
            <w:vAlign w:val="center"/>
          </w:tcPr>
          <w:p w14:paraId="482FEC58"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NR operating band groups</w:t>
            </w:r>
            <w:r w:rsidRPr="008C6DE4">
              <w:rPr>
                <w:rFonts w:ascii="Arial" w:hAnsi="Arial" w:cs="Arial"/>
                <w:b/>
                <w:sz w:val="18"/>
                <w:vertAlign w:val="superscript"/>
                <w:lang w:eastAsia="ja-JP"/>
              </w:rPr>
              <w:t xml:space="preserve"> Note 4, 5</w:t>
            </w:r>
          </w:p>
        </w:tc>
        <w:tc>
          <w:tcPr>
            <w:tcW w:w="2996" w:type="dxa"/>
            <w:gridSpan w:val="2"/>
            <w:tcBorders>
              <w:top w:val="single" w:sz="6" w:space="0" w:color="auto"/>
              <w:left w:val="single" w:sz="6" w:space="0" w:color="auto"/>
              <w:bottom w:val="single" w:sz="6" w:space="0" w:color="auto"/>
              <w:right w:val="single" w:sz="6" w:space="0" w:color="auto"/>
            </w:tcBorders>
            <w:vAlign w:val="center"/>
          </w:tcPr>
          <w:p w14:paraId="718ABE76"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Minimum Io</w:t>
            </w:r>
            <w:r w:rsidRPr="008C6DE4">
              <w:rPr>
                <w:rFonts w:ascii="Arial" w:hAnsi="Arial" w:cs="Arial"/>
                <w:sz w:val="18"/>
                <w:vertAlign w:val="superscript"/>
                <w:lang w:eastAsia="zh-CN"/>
              </w:rPr>
              <w:t xml:space="preserve"> Note 2, 3</w:t>
            </w:r>
          </w:p>
        </w:tc>
        <w:tc>
          <w:tcPr>
            <w:tcW w:w="1525" w:type="dxa"/>
            <w:tcBorders>
              <w:top w:val="single" w:sz="6" w:space="0" w:color="auto"/>
              <w:left w:val="single" w:sz="6" w:space="0" w:color="auto"/>
              <w:bottom w:val="single" w:sz="6" w:space="0" w:color="auto"/>
              <w:right w:val="single" w:sz="4" w:space="0" w:color="auto"/>
            </w:tcBorders>
            <w:vAlign w:val="center"/>
          </w:tcPr>
          <w:p w14:paraId="72B9B48B"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Maximum Io</w:t>
            </w:r>
          </w:p>
        </w:tc>
      </w:tr>
      <w:tr w:rsidR="00DD3199" w:rsidRPr="008C6DE4" w14:paraId="330AC113" w14:textId="77777777" w:rsidTr="00DF3064">
        <w:trPr>
          <w:trHeight w:val="70"/>
          <w:jc w:val="center"/>
        </w:trPr>
        <w:tc>
          <w:tcPr>
            <w:tcW w:w="1156" w:type="dxa"/>
            <w:vMerge/>
            <w:tcBorders>
              <w:left w:val="single" w:sz="6" w:space="0" w:color="auto"/>
              <w:bottom w:val="single" w:sz="4" w:space="0" w:color="auto"/>
              <w:right w:val="single" w:sz="4" w:space="0" w:color="auto"/>
            </w:tcBorders>
            <w:vAlign w:val="center"/>
          </w:tcPr>
          <w:p w14:paraId="72D31CD8" w14:textId="77777777" w:rsidR="001F5A79" w:rsidRPr="008C6DE4" w:rsidRDefault="001F5A79" w:rsidP="00DF3064">
            <w:pPr>
              <w:keepNext/>
              <w:keepLines/>
              <w:spacing w:after="0"/>
              <w:jc w:val="center"/>
              <w:rPr>
                <w:rFonts w:ascii="Arial" w:hAnsi="Arial" w:cs="Arial"/>
                <w:b/>
                <w:sz w:val="18"/>
                <w:lang w:eastAsia="zh-CN"/>
              </w:rPr>
            </w:pPr>
          </w:p>
        </w:tc>
        <w:tc>
          <w:tcPr>
            <w:tcW w:w="4178" w:type="dxa"/>
            <w:vMerge w:val="restart"/>
            <w:tcBorders>
              <w:top w:val="single" w:sz="6" w:space="0" w:color="auto"/>
              <w:left w:val="single" w:sz="4" w:space="0" w:color="auto"/>
              <w:right w:val="single" w:sz="6" w:space="0" w:color="auto"/>
            </w:tcBorders>
            <w:vAlign w:val="center"/>
          </w:tcPr>
          <w:p w14:paraId="28068368" w14:textId="77777777" w:rsidR="001F5A79" w:rsidRPr="008C6DE4" w:rsidRDefault="001F5A79" w:rsidP="00DF3064">
            <w:pPr>
              <w:keepNext/>
              <w:keepLines/>
              <w:spacing w:after="0"/>
              <w:jc w:val="center"/>
              <w:rPr>
                <w:rFonts w:ascii="Arial" w:hAnsi="Arial" w:cs="Arial"/>
                <w:b/>
                <w:sz w:val="18"/>
                <w:lang w:eastAsia="ja-JP"/>
              </w:rPr>
            </w:pPr>
          </w:p>
        </w:tc>
        <w:tc>
          <w:tcPr>
            <w:tcW w:w="2996" w:type="dxa"/>
            <w:gridSpan w:val="2"/>
            <w:tcBorders>
              <w:top w:val="single" w:sz="6" w:space="0" w:color="auto"/>
              <w:left w:val="single" w:sz="6" w:space="0" w:color="auto"/>
              <w:bottom w:val="single" w:sz="6" w:space="0" w:color="auto"/>
              <w:right w:val="single" w:sz="6" w:space="0" w:color="auto"/>
            </w:tcBorders>
            <w:vAlign w:val="center"/>
          </w:tcPr>
          <w:p w14:paraId="1CEBE6DA"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 SCS</w:t>
            </w:r>
            <w:r w:rsidRPr="008C6DE4">
              <w:rPr>
                <w:rFonts w:ascii="Arial" w:hAnsi="Arial" w:cs="Arial"/>
                <w:b/>
                <w:sz w:val="18"/>
                <w:vertAlign w:val="subscript"/>
                <w:lang w:eastAsia="ja-JP"/>
              </w:rPr>
              <w:t>SSB</w:t>
            </w:r>
            <w:r w:rsidRPr="008C6DE4">
              <w:rPr>
                <w:rFonts w:ascii="Arial" w:hAnsi="Arial" w:cs="Arial"/>
                <w:sz w:val="18"/>
                <w:vertAlign w:val="superscript"/>
                <w:lang w:eastAsia="zh-CN"/>
              </w:rPr>
              <w:t xml:space="preserve"> </w:t>
            </w:r>
          </w:p>
        </w:tc>
        <w:tc>
          <w:tcPr>
            <w:tcW w:w="1525" w:type="dxa"/>
            <w:vMerge w:val="restart"/>
            <w:tcBorders>
              <w:top w:val="single" w:sz="6" w:space="0" w:color="auto"/>
              <w:left w:val="single" w:sz="6" w:space="0" w:color="auto"/>
              <w:right w:val="single" w:sz="4" w:space="0" w:color="auto"/>
            </w:tcBorders>
            <w:vAlign w:val="center"/>
          </w:tcPr>
          <w:p w14:paraId="21040A45"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dBm/BW</w:t>
            </w:r>
            <w:r w:rsidRPr="008C6DE4">
              <w:rPr>
                <w:rFonts w:ascii="Arial" w:hAnsi="Arial" w:cs="Arial"/>
                <w:b/>
                <w:sz w:val="18"/>
                <w:vertAlign w:val="subscript"/>
                <w:lang w:eastAsia="ja-JP"/>
              </w:rPr>
              <w:t>Channel</w:t>
            </w:r>
          </w:p>
        </w:tc>
      </w:tr>
      <w:tr w:rsidR="00DD3199" w:rsidRPr="008C6DE4" w14:paraId="787E5C02" w14:textId="77777777" w:rsidTr="00DF3064">
        <w:trPr>
          <w:trHeight w:val="70"/>
          <w:jc w:val="center"/>
        </w:trPr>
        <w:tc>
          <w:tcPr>
            <w:tcW w:w="1156" w:type="dxa"/>
            <w:vMerge/>
            <w:tcBorders>
              <w:left w:val="single" w:sz="6" w:space="0" w:color="auto"/>
              <w:bottom w:val="single" w:sz="4" w:space="0" w:color="auto"/>
              <w:right w:val="single" w:sz="4" w:space="0" w:color="auto"/>
            </w:tcBorders>
            <w:vAlign w:val="center"/>
          </w:tcPr>
          <w:p w14:paraId="3E9DBEBC" w14:textId="77777777" w:rsidR="001F5A79" w:rsidRPr="008C6DE4" w:rsidRDefault="001F5A79" w:rsidP="00DF3064">
            <w:pPr>
              <w:keepNext/>
              <w:keepLines/>
              <w:spacing w:after="0"/>
              <w:jc w:val="center"/>
              <w:rPr>
                <w:rFonts w:ascii="Arial" w:hAnsi="Arial" w:cs="Arial"/>
                <w:b/>
                <w:sz w:val="18"/>
                <w:lang w:eastAsia="zh-CN"/>
              </w:rPr>
            </w:pPr>
          </w:p>
        </w:tc>
        <w:tc>
          <w:tcPr>
            <w:tcW w:w="4178" w:type="dxa"/>
            <w:vMerge/>
            <w:tcBorders>
              <w:left w:val="single" w:sz="4" w:space="0" w:color="auto"/>
              <w:bottom w:val="single" w:sz="6" w:space="0" w:color="auto"/>
              <w:right w:val="single" w:sz="6" w:space="0" w:color="auto"/>
            </w:tcBorders>
            <w:vAlign w:val="center"/>
          </w:tcPr>
          <w:p w14:paraId="44AAFB0D" w14:textId="77777777" w:rsidR="001F5A79" w:rsidRPr="008C6DE4" w:rsidRDefault="001F5A79" w:rsidP="00DF3064">
            <w:pPr>
              <w:keepNext/>
              <w:keepLines/>
              <w:spacing w:after="0"/>
              <w:jc w:val="center"/>
              <w:rPr>
                <w:rFonts w:ascii="Arial" w:hAnsi="Arial" w:cs="Arial"/>
                <w:b/>
                <w:sz w:val="18"/>
                <w:lang w:eastAsia="ja-JP"/>
              </w:rPr>
            </w:pPr>
          </w:p>
        </w:tc>
        <w:tc>
          <w:tcPr>
            <w:tcW w:w="1498" w:type="dxa"/>
            <w:tcBorders>
              <w:top w:val="single" w:sz="6" w:space="0" w:color="auto"/>
              <w:left w:val="single" w:sz="6" w:space="0" w:color="auto"/>
              <w:bottom w:val="single" w:sz="6" w:space="0" w:color="auto"/>
              <w:right w:val="single" w:sz="6" w:space="0" w:color="auto"/>
            </w:tcBorders>
            <w:vAlign w:val="center"/>
          </w:tcPr>
          <w:p w14:paraId="6E6E09DF"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1498" w:type="dxa"/>
            <w:tcBorders>
              <w:top w:val="single" w:sz="6" w:space="0" w:color="auto"/>
              <w:left w:val="single" w:sz="6" w:space="0" w:color="auto"/>
              <w:bottom w:val="single" w:sz="6" w:space="0" w:color="auto"/>
              <w:right w:val="single" w:sz="6" w:space="0" w:color="auto"/>
            </w:tcBorders>
            <w:vAlign w:val="center"/>
          </w:tcPr>
          <w:p w14:paraId="0E7D9C49"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525" w:type="dxa"/>
            <w:vMerge/>
            <w:tcBorders>
              <w:left w:val="single" w:sz="6" w:space="0" w:color="auto"/>
              <w:bottom w:val="single" w:sz="6" w:space="0" w:color="auto"/>
              <w:right w:val="single" w:sz="4" w:space="0" w:color="auto"/>
            </w:tcBorders>
            <w:vAlign w:val="center"/>
          </w:tcPr>
          <w:p w14:paraId="03E16222" w14:textId="77777777" w:rsidR="001F5A79" w:rsidRPr="008C6DE4" w:rsidRDefault="001F5A79" w:rsidP="00DF3064">
            <w:pPr>
              <w:keepNext/>
              <w:keepLines/>
              <w:spacing w:after="0"/>
              <w:jc w:val="center"/>
              <w:rPr>
                <w:rFonts w:ascii="Arial" w:hAnsi="Arial" w:cs="Arial"/>
                <w:b/>
                <w:sz w:val="18"/>
                <w:lang w:eastAsia="ja-JP"/>
              </w:rPr>
            </w:pPr>
          </w:p>
        </w:tc>
      </w:tr>
      <w:tr w:rsidR="00DD3199" w:rsidRPr="008C6DE4" w14:paraId="619A90DD" w14:textId="77777777" w:rsidTr="00DF3064">
        <w:trPr>
          <w:jc w:val="center"/>
        </w:trPr>
        <w:tc>
          <w:tcPr>
            <w:tcW w:w="1156" w:type="dxa"/>
            <w:vMerge w:val="restart"/>
            <w:tcBorders>
              <w:top w:val="single" w:sz="4" w:space="0" w:color="auto"/>
              <w:left w:val="single" w:sz="6" w:space="0" w:color="auto"/>
              <w:right w:val="single" w:sz="6" w:space="0" w:color="auto"/>
            </w:tcBorders>
            <w:vAlign w:val="center"/>
          </w:tcPr>
          <w:p w14:paraId="229CB8A2"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zh-CN"/>
              </w:rPr>
              <w:t>Conditions</w:t>
            </w:r>
          </w:p>
        </w:tc>
        <w:tc>
          <w:tcPr>
            <w:tcW w:w="4178" w:type="dxa"/>
            <w:tcBorders>
              <w:top w:val="single" w:sz="6" w:space="0" w:color="auto"/>
              <w:left w:val="single" w:sz="6" w:space="0" w:color="auto"/>
              <w:bottom w:val="single" w:sz="6" w:space="0" w:color="auto"/>
              <w:right w:val="single" w:sz="6" w:space="0" w:color="auto"/>
            </w:tcBorders>
          </w:tcPr>
          <w:p w14:paraId="7163D4B9"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rPr>
              <w:t>NR_FDD_FR1_A, NR_TDD_FR1_A</w:t>
            </w:r>
          </w:p>
        </w:tc>
        <w:tc>
          <w:tcPr>
            <w:tcW w:w="1498" w:type="dxa"/>
            <w:tcBorders>
              <w:top w:val="single" w:sz="6" w:space="0" w:color="auto"/>
              <w:left w:val="single" w:sz="6" w:space="0" w:color="auto"/>
              <w:bottom w:val="single" w:sz="6" w:space="0" w:color="auto"/>
              <w:right w:val="single" w:sz="6" w:space="0" w:color="auto"/>
            </w:tcBorders>
            <w:vAlign w:val="center"/>
          </w:tcPr>
          <w:p w14:paraId="1DE4AE0D"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-121</w:t>
            </w:r>
          </w:p>
        </w:tc>
        <w:tc>
          <w:tcPr>
            <w:tcW w:w="1498" w:type="dxa"/>
            <w:tcBorders>
              <w:top w:val="single" w:sz="6" w:space="0" w:color="auto"/>
              <w:left w:val="single" w:sz="6" w:space="0" w:color="auto"/>
              <w:bottom w:val="single" w:sz="6" w:space="0" w:color="auto"/>
              <w:right w:val="single" w:sz="6" w:space="0" w:color="auto"/>
            </w:tcBorders>
            <w:vAlign w:val="center"/>
          </w:tcPr>
          <w:p w14:paraId="68F5F17A"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rPr>
              <w:t>-118</w:t>
            </w:r>
          </w:p>
        </w:tc>
        <w:tc>
          <w:tcPr>
            <w:tcW w:w="1525" w:type="dxa"/>
            <w:tcBorders>
              <w:top w:val="single" w:sz="6" w:space="0" w:color="auto"/>
              <w:left w:val="single" w:sz="6" w:space="0" w:color="auto"/>
              <w:bottom w:val="single" w:sz="6" w:space="0" w:color="auto"/>
              <w:right w:val="single" w:sz="4" w:space="0" w:color="auto"/>
            </w:tcBorders>
            <w:vAlign w:val="center"/>
          </w:tcPr>
          <w:p w14:paraId="3E3DBD79"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50F69D68" w14:textId="77777777" w:rsidTr="00DF3064">
        <w:trPr>
          <w:jc w:val="center"/>
        </w:trPr>
        <w:tc>
          <w:tcPr>
            <w:tcW w:w="1156" w:type="dxa"/>
            <w:vMerge/>
            <w:tcBorders>
              <w:left w:val="single" w:sz="6" w:space="0" w:color="auto"/>
              <w:right w:val="single" w:sz="6" w:space="0" w:color="auto"/>
            </w:tcBorders>
          </w:tcPr>
          <w:p w14:paraId="01B45A30"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7EF48620"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val="sv-SE"/>
              </w:rPr>
              <w:t>NR_FDD_FR1_B</w:t>
            </w:r>
          </w:p>
        </w:tc>
        <w:tc>
          <w:tcPr>
            <w:tcW w:w="1498" w:type="dxa"/>
            <w:tcBorders>
              <w:top w:val="single" w:sz="6" w:space="0" w:color="auto"/>
              <w:left w:val="single" w:sz="6" w:space="0" w:color="auto"/>
              <w:bottom w:val="single" w:sz="6" w:space="0" w:color="auto"/>
              <w:right w:val="single" w:sz="6" w:space="0" w:color="auto"/>
            </w:tcBorders>
          </w:tcPr>
          <w:p w14:paraId="05CA7DA8"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-120.5</w:t>
            </w:r>
          </w:p>
        </w:tc>
        <w:tc>
          <w:tcPr>
            <w:tcW w:w="1498" w:type="dxa"/>
            <w:tcBorders>
              <w:top w:val="single" w:sz="6" w:space="0" w:color="auto"/>
              <w:left w:val="single" w:sz="6" w:space="0" w:color="auto"/>
              <w:bottom w:val="single" w:sz="6" w:space="0" w:color="auto"/>
              <w:right w:val="single" w:sz="6" w:space="0" w:color="auto"/>
            </w:tcBorders>
            <w:vAlign w:val="center"/>
          </w:tcPr>
          <w:p w14:paraId="44433C2B"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rPr>
              <w:t>-117.5</w:t>
            </w:r>
          </w:p>
        </w:tc>
        <w:tc>
          <w:tcPr>
            <w:tcW w:w="1525" w:type="dxa"/>
            <w:tcBorders>
              <w:top w:val="single" w:sz="6" w:space="0" w:color="auto"/>
              <w:left w:val="single" w:sz="6" w:space="0" w:color="auto"/>
              <w:bottom w:val="single" w:sz="6" w:space="0" w:color="auto"/>
              <w:right w:val="single" w:sz="4" w:space="0" w:color="auto"/>
            </w:tcBorders>
            <w:vAlign w:val="center"/>
          </w:tcPr>
          <w:p w14:paraId="626828EB"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7DFBE72A" w14:textId="77777777" w:rsidTr="00DF3064">
        <w:trPr>
          <w:jc w:val="center"/>
        </w:trPr>
        <w:tc>
          <w:tcPr>
            <w:tcW w:w="1156" w:type="dxa"/>
            <w:vMerge/>
            <w:tcBorders>
              <w:left w:val="single" w:sz="6" w:space="0" w:color="auto"/>
              <w:right w:val="single" w:sz="6" w:space="0" w:color="auto"/>
            </w:tcBorders>
          </w:tcPr>
          <w:p w14:paraId="2001770D"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7340E026"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val="sv-SE"/>
              </w:rPr>
              <w:t>NR_TDD_FR1_C</w:t>
            </w:r>
          </w:p>
        </w:tc>
        <w:tc>
          <w:tcPr>
            <w:tcW w:w="1498" w:type="dxa"/>
            <w:tcBorders>
              <w:top w:val="single" w:sz="6" w:space="0" w:color="auto"/>
              <w:left w:val="single" w:sz="6" w:space="0" w:color="auto"/>
              <w:bottom w:val="single" w:sz="6" w:space="0" w:color="auto"/>
              <w:right w:val="single" w:sz="6" w:space="0" w:color="auto"/>
            </w:tcBorders>
            <w:vAlign w:val="center"/>
          </w:tcPr>
          <w:p w14:paraId="1AE3F503"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-120</w:t>
            </w:r>
          </w:p>
        </w:tc>
        <w:tc>
          <w:tcPr>
            <w:tcW w:w="1498" w:type="dxa"/>
            <w:tcBorders>
              <w:top w:val="single" w:sz="6" w:space="0" w:color="auto"/>
              <w:left w:val="single" w:sz="6" w:space="0" w:color="auto"/>
              <w:bottom w:val="single" w:sz="6" w:space="0" w:color="auto"/>
              <w:right w:val="single" w:sz="6" w:space="0" w:color="auto"/>
            </w:tcBorders>
            <w:vAlign w:val="center"/>
          </w:tcPr>
          <w:p w14:paraId="363B3A73"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rPr>
              <w:t>-117</w:t>
            </w:r>
          </w:p>
        </w:tc>
        <w:tc>
          <w:tcPr>
            <w:tcW w:w="1525" w:type="dxa"/>
            <w:tcBorders>
              <w:top w:val="single" w:sz="6" w:space="0" w:color="auto"/>
              <w:left w:val="single" w:sz="6" w:space="0" w:color="auto"/>
              <w:bottom w:val="single" w:sz="6" w:space="0" w:color="auto"/>
              <w:right w:val="single" w:sz="4" w:space="0" w:color="auto"/>
            </w:tcBorders>
            <w:vAlign w:val="center"/>
          </w:tcPr>
          <w:p w14:paraId="193E16C3"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3E7F138A" w14:textId="77777777" w:rsidTr="00DF3064">
        <w:trPr>
          <w:jc w:val="center"/>
        </w:trPr>
        <w:tc>
          <w:tcPr>
            <w:tcW w:w="1156" w:type="dxa"/>
            <w:vMerge/>
            <w:tcBorders>
              <w:left w:val="single" w:sz="6" w:space="0" w:color="auto"/>
              <w:right w:val="single" w:sz="6" w:space="0" w:color="auto"/>
            </w:tcBorders>
          </w:tcPr>
          <w:p w14:paraId="43E03C88"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0C7EF411" w14:textId="77777777" w:rsidR="001F5A79" w:rsidRPr="008C6DE4" w:rsidRDefault="001F5A79" w:rsidP="00DF3064">
            <w:pPr>
              <w:keepNext/>
              <w:keepLines/>
              <w:spacing w:after="0"/>
              <w:jc w:val="center"/>
              <w:rPr>
                <w:rFonts w:ascii="Arial" w:hAnsi="Arial" w:cs="Arial"/>
                <w:sz w:val="18"/>
                <w:lang w:val="sv-FI" w:eastAsia="ja-JP"/>
              </w:rPr>
            </w:pPr>
            <w:r w:rsidRPr="008C6DE4">
              <w:rPr>
                <w:rFonts w:ascii="Arial" w:hAnsi="Arial" w:cs="Arial"/>
                <w:sz w:val="18"/>
                <w:lang w:val="sv-SE"/>
              </w:rPr>
              <w:t>NR_FDD_FR1_D, NR_TDD_FR1_D</w:t>
            </w:r>
          </w:p>
        </w:tc>
        <w:tc>
          <w:tcPr>
            <w:tcW w:w="1498" w:type="dxa"/>
            <w:tcBorders>
              <w:top w:val="single" w:sz="6" w:space="0" w:color="auto"/>
              <w:left w:val="single" w:sz="6" w:space="0" w:color="auto"/>
              <w:bottom w:val="single" w:sz="6" w:space="0" w:color="auto"/>
              <w:right w:val="single" w:sz="6" w:space="0" w:color="auto"/>
            </w:tcBorders>
            <w:vAlign w:val="center"/>
          </w:tcPr>
          <w:p w14:paraId="7D65EEAA"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-119.5</w:t>
            </w:r>
          </w:p>
        </w:tc>
        <w:tc>
          <w:tcPr>
            <w:tcW w:w="1498" w:type="dxa"/>
            <w:tcBorders>
              <w:top w:val="single" w:sz="6" w:space="0" w:color="auto"/>
              <w:left w:val="single" w:sz="6" w:space="0" w:color="auto"/>
              <w:bottom w:val="single" w:sz="6" w:space="0" w:color="auto"/>
              <w:right w:val="single" w:sz="6" w:space="0" w:color="auto"/>
            </w:tcBorders>
            <w:vAlign w:val="center"/>
          </w:tcPr>
          <w:p w14:paraId="4A81DC54"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rPr>
              <w:t>-116.5</w:t>
            </w:r>
          </w:p>
        </w:tc>
        <w:tc>
          <w:tcPr>
            <w:tcW w:w="1525" w:type="dxa"/>
            <w:tcBorders>
              <w:top w:val="single" w:sz="6" w:space="0" w:color="auto"/>
              <w:left w:val="single" w:sz="6" w:space="0" w:color="auto"/>
              <w:bottom w:val="single" w:sz="6" w:space="0" w:color="auto"/>
              <w:right w:val="single" w:sz="4" w:space="0" w:color="auto"/>
            </w:tcBorders>
            <w:vAlign w:val="center"/>
          </w:tcPr>
          <w:p w14:paraId="72EE63FF"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00E4A333" w14:textId="77777777" w:rsidTr="00DF3064">
        <w:trPr>
          <w:jc w:val="center"/>
        </w:trPr>
        <w:tc>
          <w:tcPr>
            <w:tcW w:w="1156" w:type="dxa"/>
            <w:vMerge/>
            <w:tcBorders>
              <w:left w:val="single" w:sz="6" w:space="0" w:color="auto"/>
              <w:right w:val="single" w:sz="6" w:space="0" w:color="auto"/>
            </w:tcBorders>
          </w:tcPr>
          <w:p w14:paraId="2C1D702C"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00651610" w14:textId="77777777" w:rsidR="001F5A79" w:rsidRPr="008C6DE4" w:rsidRDefault="001F5A79" w:rsidP="00DF3064">
            <w:pPr>
              <w:keepNext/>
              <w:keepLines/>
              <w:spacing w:after="0"/>
              <w:jc w:val="center"/>
              <w:rPr>
                <w:rFonts w:ascii="Arial" w:hAnsi="Arial" w:cs="Arial"/>
                <w:sz w:val="18"/>
                <w:lang w:val="sv-FI" w:eastAsia="ja-JP"/>
              </w:rPr>
            </w:pPr>
            <w:r w:rsidRPr="008C6DE4">
              <w:rPr>
                <w:rFonts w:ascii="Arial" w:hAnsi="Arial" w:cs="Arial"/>
                <w:sz w:val="18"/>
                <w:lang w:val="sv-SE"/>
              </w:rPr>
              <w:t>NR_FDD_FR1_E, NR_TDD_FR1_E</w:t>
            </w:r>
          </w:p>
        </w:tc>
        <w:tc>
          <w:tcPr>
            <w:tcW w:w="1498" w:type="dxa"/>
            <w:tcBorders>
              <w:top w:val="single" w:sz="6" w:space="0" w:color="auto"/>
              <w:left w:val="single" w:sz="6" w:space="0" w:color="auto"/>
              <w:bottom w:val="single" w:sz="6" w:space="0" w:color="auto"/>
              <w:right w:val="single" w:sz="6" w:space="0" w:color="auto"/>
            </w:tcBorders>
            <w:vAlign w:val="center"/>
          </w:tcPr>
          <w:p w14:paraId="410C21A1"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-119</w:t>
            </w:r>
          </w:p>
        </w:tc>
        <w:tc>
          <w:tcPr>
            <w:tcW w:w="1498" w:type="dxa"/>
            <w:tcBorders>
              <w:top w:val="single" w:sz="6" w:space="0" w:color="auto"/>
              <w:left w:val="single" w:sz="6" w:space="0" w:color="auto"/>
              <w:bottom w:val="single" w:sz="6" w:space="0" w:color="auto"/>
              <w:right w:val="single" w:sz="6" w:space="0" w:color="auto"/>
            </w:tcBorders>
            <w:vAlign w:val="center"/>
          </w:tcPr>
          <w:p w14:paraId="0972F1B6"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rPr>
              <w:t>-116</w:t>
            </w:r>
          </w:p>
        </w:tc>
        <w:tc>
          <w:tcPr>
            <w:tcW w:w="1525" w:type="dxa"/>
            <w:tcBorders>
              <w:top w:val="single" w:sz="6" w:space="0" w:color="auto"/>
              <w:left w:val="single" w:sz="6" w:space="0" w:color="auto"/>
              <w:bottom w:val="single" w:sz="6" w:space="0" w:color="auto"/>
              <w:right w:val="single" w:sz="4" w:space="0" w:color="auto"/>
            </w:tcBorders>
            <w:vAlign w:val="center"/>
          </w:tcPr>
          <w:p w14:paraId="19AF9B47"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29617DAD" w14:textId="77777777" w:rsidTr="00DF3064">
        <w:trPr>
          <w:jc w:val="center"/>
        </w:trPr>
        <w:tc>
          <w:tcPr>
            <w:tcW w:w="1156" w:type="dxa"/>
            <w:vMerge/>
            <w:tcBorders>
              <w:left w:val="single" w:sz="6" w:space="0" w:color="auto"/>
              <w:right w:val="single" w:sz="6" w:space="0" w:color="auto"/>
            </w:tcBorders>
          </w:tcPr>
          <w:p w14:paraId="5E559C0A"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15501489"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val="sv-SE"/>
              </w:rPr>
              <w:t>NR_FDD_FR1_G</w:t>
            </w:r>
          </w:p>
        </w:tc>
        <w:tc>
          <w:tcPr>
            <w:tcW w:w="1498" w:type="dxa"/>
            <w:tcBorders>
              <w:top w:val="single" w:sz="6" w:space="0" w:color="auto"/>
              <w:left w:val="single" w:sz="6" w:space="0" w:color="auto"/>
              <w:bottom w:val="single" w:sz="6" w:space="0" w:color="auto"/>
              <w:right w:val="single" w:sz="6" w:space="0" w:color="auto"/>
            </w:tcBorders>
            <w:vAlign w:val="center"/>
          </w:tcPr>
          <w:p w14:paraId="3C309619"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-118</w:t>
            </w:r>
          </w:p>
        </w:tc>
        <w:tc>
          <w:tcPr>
            <w:tcW w:w="1498" w:type="dxa"/>
            <w:tcBorders>
              <w:top w:val="single" w:sz="6" w:space="0" w:color="auto"/>
              <w:left w:val="single" w:sz="6" w:space="0" w:color="auto"/>
              <w:bottom w:val="single" w:sz="6" w:space="0" w:color="auto"/>
              <w:right w:val="single" w:sz="6" w:space="0" w:color="auto"/>
            </w:tcBorders>
            <w:vAlign w:val="center"/>
          </w:tcPr>
          <w:p w14:paraId="2EFB1E1E"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rPr>
              <w:t>-115</w:t>
            </w:r>
          </w:p>
        </w:tc>
        <w:tc>
          <w:tcPr>
            <w:tcW w:w="1525" w:type="dxa"/>
            <w:tcBorders>
              <w:top w:val="single" w:sz="6" w:space="0" w:color="auto"/>
              <w:left w:val="single" w:sz="6" w:space="0" w:color="auto"/>
              <w:bottom w:val="single" w:sz="6" w:space="0" w:color="auto"/>
              <w:right w:val="single" w:sz="4" w:space="0" w:color="auto"/>
            </w:tcBorders>
            <w:vAlign w:val="center"/>
          </w:tcPr>
          <w:p w14:paraId="72BF20FD"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3ADA283C" w14:textId="77777777" w:rsidTr="00DF3064">
        <w:trPr>
          <w:jc w:val="center"/>
        </w:trPr>
        <w:tc>
          <w:tcPr>
            <w:tcW w:w="1156" w:type="dxa"/>
            <w:vMerge/>
            <w:tcBorders>
              <w:left w:val="single" w:sz="6" w:space="0" w:color="auto"/>
              <w:right w:val="single" w:sz="6" w:space="0" w:color="auto"/>
            </w:tcBorders>
          </w:tcPr>
          <w:p w14:paraId="1C1F21C1"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715E9CA9"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val="sv-SE"/>
              </w:rPr>
              <w:t>NR_FDD_FR1_H</w:t>
            </w:r>
          </w:p>
        </w:tc>
        <w:tc>
          <w:tcPr>
            <w:tcW w:w="1498" w:type="dxa"/>
            <w:tcBorders>
              <w:top w:val="single" w:sz="6" w:space="0" w:color="auto"/>
              <w:left w:val="single" w:sz="6" w:space="0" w:color="auto"/>
              <w:bottom w:val="single" w:sz="6" w:space="0" w:color="auto"/>
              <w:right w:val="single" w:sz="6" w:space="0" w:color="auto"/>
            </w:tcBorders>
            <w:vAlign w:val="center"/>
          </w:tcPr>
          <w:p w14:paraId="55ACFE66"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-117.5</w:t>
            </w:r>
          </w:p>
        </w:tc>
        <w:tc>
          <w:tcPr>
            <w:tcW w:w="1498" w:type="dxa"/>
            <w:tcBorders>
              <w:top w:val="single" w:sz="6" w:space="0" w:color="auto"/>
              <w:left w:val="single" w:sz="6" w:space="0" w:color="auto"/>
              <w:bottom w:val="single" w:sz="6" w:space="0" w:color="auto"/>
              <w:right w:val="single" w:sz="6" w:space="0" w:color="auto"/>
            </w:tcBorders>
            <w:vAlign w:val="center"/>
          </w:tcPr>
          <w:p w14:paraId="68A86465"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rPr>
              <w:t>-114.5</w:t>
            </w:r>
          </w:p>
        </w:tc>
        <w:tc>
          <w:tcPr>
            <w:tcW w:w="1525" w:type="dxa"/>
            <w:tcBorders>
              <w:top w:val="single" w:sz="6" w:space="0" w:color="auto"/>
              <w:left w:val="single" w:sz="6" w:space="0" w:color="auto"/>
              <w:bottom w:val="single" w:sz="6" w:space="0" w:color="auto"/>
              <w:right w:val="single" w:sz="4" w:space="0" w:color="auto"/>
            </w:tcBorders>
            <w:vAlign w:val="center"/>
          </w:tcPr>
          <w:p w14:paraId="1F2072A0"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1F5A79" w:rsidRPr="008C6DE4" w14:paraId="554D1893" w14:textId="77777777" w:rsidTr="00DF3064">
        <w:trPr>
          <w:jc w:val="center"/>
        </w:trPr>
        <w:tc>
          <w:tcPr>
            <w:tcW w:w="9855" w:type="dxa"/>
            <w:gridSpan w:val="5"/>
            <w:tcBorders>
              <w:top w:val="single" w:sz="6" w:space="0" w:color="auto"/>
              <w:left w:val="single" w:sz="6" w:space="0" w:color="auto"/>
              <w:bottom w:val="single" w:sz="6" w:space="0" w:color="auto"/>
              <w:right w:val="single" w:sz="4" w:space="0" w:color="auto"/>
            </w:tcBorders>
          </w:tcPr>
          <w:p w14:paraId="0BDA6931" w14:textId="77777777" w:rsidR="006F3754" w:rsidRDefault="006F3754" w:rsidP="006F3754">
            <w:pPr>
              <w:keepNext/>
              <w:keepLines/>
              <w:spacing w:after="0"/>
              <w:ind w:left="851" w:hanging="851"/>
              <w:rPr>
                <w:rFonts w:ascii="Arial" w:hAnsi="Arial" w:cs="Arial"/>
                <w:sz w:val="18"/>
                <w:lang w:eastAsia="ja-JP"/>
              </w:rPr>
            </w:pPr>
            <w:r>
              <w:rPr>
                <w:rFonts w:ascii="Arial" w:hAnsi="Arial" w:cs="Arial"/>
                <w:sz w:val="18"/>
                <w:lang w:eastAsia="ja-JP"/>
              </w:rPr>
              <w:t>N</w:t>
            </w:r>
            <w:r>
              <w:rPr>
                <w:rFonts w:ascii="Arial" w:hAnsi="Arial" w:cs="Arial"/>
                <w:sz w:val="18"/>
                <w:lang w:eastAsia="zh-CN"/>
              </w:rPr>
              <w:t>OTE</w:t>
            </w:r>
            <w:r>
              <w:rPr>
                <w:rFonts w:ascii="Arial" w:hAnsi="Arial" w:cs="Arial"/>
                <w:sz w:val="18"/>
                <w:lang w:eastAsia="ja-JP"/>
              </w:rPr>
              <w:t xml:space="preserve"> 1:</w:t>
            </w:r>
            <w:r>
              <w:rPr>
                <w:rFonts w:ascii="Arial" w:hAnsi="Arial" w:cs="Arial"/>
                <w:sz w:val="18"/>
                <w:lang w:eastAsia="ja-JP"/>
              </w:rPr>
              <w:tab/>
            </w:r>
            <w:r>
              <w:rPr>
                <w:rFonts w:ascii="Arial" w:hAnsi="Arial"/>
                <w:sz w:val="18"/>
              </w:rPr>
              <w:t>Io is assumed to have constant EPRE across the bandwidth</w:t>
            </w:r>
            <w:r>
              <w:rPr>
                <w:rFonts w:ascii="Arial" w:hAnsi="Arial" w:cs="Arial"/>
                <w:sz w:val="18"/>
                <w:lang w:eastAsia="ja-JP"/>
              </w:rPr>
              <w:t>.</w:t>
            </w:r>
          </w:p>
          <w:p w14:paraId="55023047" w14:textId="1754B8FC" w:rsidR="006F3754" w:rsidRDefault="006F3754" w:rsidP="006F3754">
            <w:pPr>
              <w:keepNext/>
              <w:keepLines/>
              <w:spacing w:after="0"/>
              <w:ind w:left="851" w:hanging="851"/>
              <w:rPr>
                <w:rFonts w:ascii="Arial" w:hAnsi="Arial" w:cs="Arial"/>
                <w:sz w:val="18"/>
                <w:lang w:eastAsia="ja-JP"/>
              </w:rPr>
            </w:pPr>
            <w:r>
              <w:rPr>
                <w:rFonts w:ascii="Arial" w:hAnsi="Arial" w:cs="Arial"/>
                <w:sz w:val="18"/>
                <w:lang w:eastAsia="ja-JP"/>
              </w:rPr>
              <w:t>NOTE 2:</w:t>
            </w:r>
            <w:r>
              <w:rPr>
                <w:rFonts w:ascii="Arial" w:hAnsi="Arial" w:cs="Arial"/>
                <w:sz w:val="18"/>
                <w:lang w:eastAsia="ja-JP"/>
              </w:rPr>
              <w:tab/>
              <w:t xml:space="preserve">The condition level is increased by </w:t>
            </w:r>
            <w:r>
              <w:rPr>
                <w:rFonts w:ascii="Arial" w:hAnsi="Arial"/>
                <w:sz w:val="18"/>
              </w:rPr>
              <w:t>ΔR</w:t>
            </w:r>
            <w:r>
              <w:rPr>
                <w:rFonts w:ascii="Arial" w:hAnsi="Arial"/>
                <w:sz w:val="18"/>
                <w:vertAlign w:val="subscript"/>
              </w:rPr>
              <w:t>IB,c</w:t>
            </w:r>
            <w:r>
              <w:rPr>
                <w:rFonts w:ascii="Arial" w:hAnsi="Arial" w:cs="Arial"/>
                <w:sz w:val="18"/>
                <w:lang w:eastAsia="ja-JP"/>
              </w:rPr>
              <w:t xml:space="preserve"> as defined in clause 7.3B in </w:t>
            </w:r>
            <w:r>
              <w:rPr>
                <w:rFonts w:ascii="Arial" w:hAnsi="Arial"/>
                <w:sz w:val="18"/>
              </w:rPr>
              <w:t>TS 38.101-3 [</w:t>
            </w:r>
            <w:r>
              <w:rPr>
                <w:rFonts w:ascii="Arial" w:hAnsi="Arial" w:hint="eastAsia"/>
                <w:sz w:val="18"/>
                <w:lang w:val="en-US" w:eastAsia="zh-CN"/>
              </w:rPr>
              <w:t>20</w:t>
            </w:r>
            <w:r>
              <w:rPr>
                <w:rFonts w:ascii="Arial" w:hAnsi="Arial"/>
                <w:sz w:val="18"/>
              </w:rPr>
              <w:t>]</w:t>
            </w:r>
            <w:r>
              <w:rPr>
                <w:rFonts w:ascii="Arial" w:hAnsi="Arial" w:cs="Arial"/>
                <w:sz w:val="18"/>
                <w:lang w:eastAsia="ja-JP"/>
              </w:rPr>
              <w:t>, depending on E-UTRA – NR band combination.</w:t>
            </w:r>
          </w:p>
          <w:p w14:paraId="5002E577" w14:textId="2849643B" w:rsidR="006F3754" w:rsidRDefault="006F3754" w:rsidP="006F3754">
            <w:pPr>
              <w:keepNext/>
              <w:keepLines/>
              <w:spacing w:after="0"/>
              <w:ind w:left="851" w:hanging="851"/>
              <w:rPr>
                <w:rFonts w:ascii="Arial" w:hAnsi="Arial" w:cs="Arial"/>
                <w:sz w:val="18"/>
                <w:lang w:eastAsia="ja-JP"/>
              </w:rPr>
            </w:pPr>
            <w:r>
              <w:rPr>
                <w:rFonts w:ascii="Arial" w:hAnsi="Arial" w:cs="Arial"/>
                <w:sz w:val="18"/>
                <w:lang w:eastAsia="ja-JP"/>
              </w:rPr>
              <w:t>NOTE 3:</w:t>
            </w:r>
            <w:r>
              <w:rPr>
                <w:rFonts w:ascii="Arial" w:hAnsi="Arial" w:cs="Arial"/>
                <w:sz w:val="18"/>
                <w:lang w:eastAsia="ja-JP"/>
              </w:rPr>
              <w:tab/>
              <w:t xml:space="preserve">The condition level is increased by MSD as defined in clause 7.3B in </w:t>
            </w:r>
            <w:r>
              <w:rPr>
                <w:rFonts w:ascii="Arial" w:hAnsi="Arial"/>
                <w:sz w:val="18"/>
              </w:rPr>
              <w:t>TS 38.101-3 [</w:t>
            </w:r>
            <w:r>
              <w:rPr>
                <w:rFonts w:ascii="Arial" w:hAnsi="Arial" w:hint="eastAsia"/>
                <w:sz w:val="18"/>
                <w:lang w:val="en-US" w:eastAsia="zh-CN"/>
              </w:rPr>
              <w:t>20</w:t>
            </w:r>
            <w:r>
              <w:rPr>
                <w:rFonts w:ascii="Arial" w:hAnsi="Arial"/>
                <w:sz w:val="18"/>
              </w:rPr>
              <w:t>]</w:t>
            </w:r>
            <w:r>
              <w:rPr>
                <w:rFonts w:ascii="Arial" w:hAnsi="Arial" w:cs="Arial"/>
                <w:sz w:val="18"/>
                <w:lang w:eastAsia="ja-JP"/>
              </w:rPr>
              <w:t>, if applicable depending on E-UTRA – NR band combination.</w:t>
            </w:r>
          </w:p>
          <w:p w14:paraId="1A29DF9F" w14:textId="77777777" w:rsidR="006F3754" w:rsidRDefault="006F3754" w:rsidP="006F3754">
            <w:pPr>
              <w:keepNext/>
              <w:keepLines/>
              <w:spacing w:after="0"/>
              <w:ind w:left="851" w:hanging="851"/>
              <w:rPr>
                <w:rFonts w:ascii="Arial" w:hAnsi="Arial" w:cs="Arial"/>
                <w:sz w:val="18"/>
                <w:lang w:eastAsia="ja-JP"/>
              </w:rPr>
            </w:pPr>
            <w:r>
              <w:rPr>
                <w:rFonts w:ascii="Arial" w:hAnsi="Arial" w:cs="Arial"/>
                <w:sz w:val="18"/>
                <w:lang w:eastAsia="ja-JP"/>
              </w:rPr>
              <w:t>NOTE 4:</w:t>
            </w:r>
            <w:r>
              <w:rPr>
                <w:rFonts w:ascii="Arial" w:hAnsi="Arial" w:cs="Arial"/>
                <w:sz w:val="18"/>
                <w:lang w:eastAsia="ja-JP"/>
              </w:rPr>
              <w:tab/>
              <w:t>NR operating band groups are as defined in clause 3.5.</w:t>
            </w:r>
          </w:p>
          <w:p w14:paraId="6FF2EBCD" w14:textId="2296E641" w:rsidR="001F5A79" w:rsidRPr="008C6DE4" w:rsidRDefault="006F3754" w:rsidP="006F3754">
            <w:pPr>
              <w:keepNext/>
              <w:keepLines/>
              <w:spacing w:after="0"/>
              <w:ind w:left="851" w:hanging="851"/>
              <w:rPr>
                <w:rFonts w:ascii="Arial" w:hAnsi="Arial" w:cs="Arial"/>
                <w:sz w:val="18"/>
                <w:lang w:eastAsia="ja-JP"/>
              </w:rPr>
            </w:pPr>
            <w:r>
              <w:rPr>
                <w:rFonts w:ascii="Arial" w:hAnsi="Arial" w:cs="Arial"/>
                <w:sz w:val="18"/>
              </w:rPr>
              <w:t>NOTE 5:</w:t>
            </w:r>
            <w:r>
              <w:rPr>
                <w:rFonts w:ascii="Arial" w:hAnsi="Arial" w:cs="Arial"/>
                <w:sz w:val="18"/>
              </w:rPr>
              <w:tab/>
              <w:t xml:space="preserve">Only NR bands within EN-DC band combinations as specified in </w:t>
            </w:r>
            <w:r>
              <w:rPr>
                <w:rFonts w:ascii="Arial" w:hAnsi="Arial" w:cs="Arial"/>
                <w:sz w:val="18"/>
                <w:lang w:eastAsia="ja-JP"/>
              </w:rPr>
              <w:t>clause</w:t>
            </w:r>
            <w:r>
              <w:rPr>
                <w:rFonts w:ascii="Arial" w:hAnsi="Arial" w:cs="Arial"/>
                <w:sz w:val="18"/>
              </w:rPr>
              <w:t xml:space="preserve"> 5.5B in </w:t>
            </w:r>
            <w:r>
              <w:rPr>
                <w:rFonts w:ascii="Arial" w:hAnsi="Arial"/>
                <w:sz w:val="18"/>
              </w:rPr>
              <w:t>TS 38.101-3 [</w:t>
            </w:r>
            <w:r>
              <w:rPr>
                <w:rFonts w:ascii="Arial" w:hAnsi="Arial" w:hint="eastAsia"/>
                <w:sz w:val="18"/>
                <w:lang w:val="en-US" w:eastAsia="zh-CN"/>
              </w:rPr>
              <w:t>20</w:t>
            </w:r>
            <w:r>
              <w:rPr>
                <w:rFonts w:ascii="Arial" w:hAnsi="Arial"/>
                <w:sz w:val="18"/>
              </w:rPr>
              <w:t>]</w:t>
            </w:r>
            <w:r>
              <w:rPr>
                <w:rFonts w:ascii="Arial" w:hAnsi="Arial" w:cs="Arial"/>
                <w:sz w:val="18"/>
              </w:rPr>
              <w:t xml:space="preserve"> are applicable.</w:t>
            </w:r>
          </w:p>
        </w:tc>
      </w:tr>
    </w:tbl>
    <w:p w14:paraId="09B4980C" w14:textId="77777777" w:rsidR="001F5A79" w:rsidRPr="008C6DE4" w:rsidRDefault="001F5A79" w:rsidP="001F5A79"/>
    <w:p w14:paraId="7039B343" w14:textId="77777777" w:rsidR="001F5A79" w:rsidRPr="008C6DE4" w:rsidRDefault="001F5A79" w:rsidP="001F5A79">
      <w:r w:rsidRPr="008C6DE4">
        <w:t>For FR2 PCell SFN and frame timing measurement:</w:t>
      </w:r>
    </w:p>
    <w:p w14:paraId="709F064D" w14:textId="77777777" w:rsidR="001F5A79" w:rsidRPr="008C6DE4" w:rsidRDefault="001F5A79" w:rsidP="001F5A79">
      <w:pPr>
        <w:ind w:left="568" w:hanging="284"/>
      </w:pPr>
      <w:r w:rsidRPr="008C6DE4">
        <w:t>-</w:t>
      </w:r>
      <w:r w:rsidRPr="008C6DE4">
        <w:tab/>
        <w:t>Conditions defined in clause 7.3 of TS 38.101-2 [19] for reference sensitivity are fulfilled.</w:t>
      </w:r>
    </w:p>
    <w:p w14:paraId="1FC1A6A5" w14:textId="77777777" w:rsidR="001F5A79" w:rsidRPr="008C6DE4" w:rsidRDefault="001F5A79" w:rsidP="001F5A79">
      <w:pPr>
        <w:ind w:left="568" w:hanging="284"/>
      </w:pPr>
      <w:r w:rsidRPr="008C6DE4">
        <w:t>-</w:t>
      </w:r>
      <w:r w:rsidRPr="008C6DE4">
        <w:tab/>
        <w:t>Io range deifined in Table 10.1.21.1-2.</w:t>
      </w:r>
    </w:p>
    <w:p w14:paraId="6322C65B" w14:textId="77777777" w:rsidR="001F5A79" w:rsidRPr="008C6DE4" w:rsidRDefault="001F5A79" w:rsidP="001F5A79">
      <w:pPr>
        <w:keepNext/>
        <w:keepLines/>
        <w:spacing w:before="60"/>
        <w:jc w:val="center"/>
        <w:rPr>
          <w:rFonts w:ascii="Arial" w:hAnsi="Arial"/>
          <w:b/>
          <w:lang w:eastAsia="zh-CN"/>
        </w:rPr>
      </w:pPr>
      <w:r w:rsidRPr="008C6DE4">
        <w:rPr>
          <w:rFonts w:ascii="Arial" w:hAnsi="Arial"/>
          <w:b/>
        </w:rPr>
        <w:t>Table 10.1.21.1-2: PCell Io range conditions in</w:t>
      </w:r>
      <w:r w:rsidRPr="008C6DE4">
        <w:rPr>
          <w:rFonts w:ascii="Arial" w:hAnsi="Arial"/>
          <w:b/>
          <w:lang w:eastAsia="zh-CN"/>
        </w:rPr>
        <w:t xml:space="preserve"> FR2</w:t>
      </w:r>
    </w:p>
    <w:tbl>
      <w:tblPr>
        <w:tblW w:w="9833" w:type="dxa"/>
        <w:jc w:val="center"/>
        <w:tblLayout w:type="fixed"/>
        <w:tblLook w:val="0000" w:firstRow="0" w:lastRow="0" w:firstColumn="0" w:lastColumn="0" w:noHBand="0" w:noVBand="0"/>
      </w:tblPr>
      <w:tblGrid>
        <w:gridCol w:w="1156"/>
        <w:gridCol w:w="3245"/>
        <w:gridCol w:w="3246"/>
        <w:gridCol w:w="2186"/>
      </w:tblGrid>
      <w:tr w:rsidR="00DD3199" w:rsidRPr="008C6DE4" w14:paraId="46FD3A4B" w14:textId="77777777" w:rsidTr="00DF3064">
        <w:trPr>
          <w:jc w:val="center"/>
        </w:trPr>
        <w:tc>
          <w:tcPr>
            <w:tcW w:w="1156" w:type="dxa"/>
            <w:vMerge w:val="restart"/>
            <w:tcBorders>
              <w:top w:val="single" w:sz="6" w:space="0" w:color="auto"/>
              <w:left w:val="single" w:sz="6" w:space="0" w:color="auto"/>
              <w:bottom w:val="single" w:sz="4" w:space="0" w:color="auto"/>
              <w:right w:val="single" w:sz="4" w:space="0" w:color="auto"/>
            </w:tcBorders>
            <w:vAlign w:val="center"/>
          </w:tcPr>
          <w:p w14:paraId="482076A9" w14:textId="77777777" w:rsidR="001F5A79" w:rsidRPr="008C6DE4" w:rsidRDefault="001F5A79" w:rsidP="00DF3064">
            <w:pPr>
              <w:keepNext/>
              <w:keepLines/>
              <w:spacing w:after="0"/>
              <w:jc w:val="center"/>
              <w:rPr>
                <w:rFonts w:ascii="Arial" w:hAnsi="Arial" w:cs="Arial"/>
                <w:b/>
                <w:sz w:val="18"/>
                <w:lang w:eastAsia="zh-CN"/>
              </w:rPr>
            </w:pPr>
            <w:r w:rsidRPr="008C6DE4">
              <w:rPr>
                <w:rFonts w:ascii="Arial" w:hAnsi="Arial" w:cs="Arial"/>
                <w:b/>
                <w:sz w:val="18"/>
                <w:lang w:eastAsia="zh-CN"/>
              </w:rPr>
              <w:t>Parameter</w:t>
            </w:r>
          </w:p>
        </w:tc>
        <w:tc>
          <w:tcPr>
            <w:tcW w:w="8677" w:type="dxa"/>
            <w:gridSpan w:val="3"/>
            <w:tcBorders>
              <w:top w:val="single" w:sz="6" w:space="0" w:color="auto"/>
              <w:left w:val="single" w:sz="6" w:space="0" w:color="auto"/>
              <w:bottom w:val="single" w:sz="6" w:space="0" w:color="auto"/>
              <w:right w:val="single" w:sz="4" w:space="0" w:color="auto"/>
            </w:tcBorders>
            <w:vAlign w:val="center"/>
          </w:tcPr>
          <w:p w14:paraId="207516ED"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Io</w:t>
            </w:r>
            <w:r w:rsidRPr="008C6DE4">
              <w:rPr>
                <w:rFonts w:ascii="Arial" w:hAnsi="Arial" w:cs="Arial"/>
                <w:b/>
                <w:sz w:val="18"/>
                <w:vertAlign w:val="superscript"/>
                <w:lang w:eastAsia="zh-CN"/>
              </w:rPr>
              <w:t xml:space="preserve"> Note 1</w:t>
            </w:r>
            <w:r w:rsidRPr="008C6DE4">
              <w:rPr>
                <w:rFonts w:ascii="Arial" w:hAnsi="Arial" w:cs="Arial"/>
                <w:b/>
                <w:sz w:val="18"/>
                <w:lang w:eastAsia="ja-JP"/>
              </w:rPr>
              <w:t xml:space="preserve"> range</w:t>
            </w:r>
          </w:p>
        </w:tc>
      </w:tr>
      <w:tr w:rsidR="00DD3199" w:rsidRPr="008C6DE4" w14:paraId="5B103108" w14:textId="77777777" w:rsidTr="00DF3064">
        <w:trPr>
          <w:jc w:val="center"/>
        </w:trPr>
        <w:tc>
          <w:tcPr>
            <w:tcW w:w="1156" w:type="dxa"/>
            <w:vMerge/>
            <w:tcBorders>
              <w:left w:val="single" w:sz="6" w:space="0" w:color="auto"/>
              <w:bottom w:val="single" w:sz="4" w:space="0" w:color="auto"/>
              <w:right w:val="single" w:sz="4" w:space="0" w:color="auto"/>
            </w:tcBorders>
          </w:tcPr>
          <w:p w14:paraId="7BB231EC" w14:textId="77777777" w:rsidR="001F5A79" w:rsidRPr="008C6DE4" w:rsidRDefault="001F5A79" w:rsidP="00DF3064">
            <w:pPr>
              <w:keepNext/>
              <w:keepLines/>
              <w:spacing w:after="0"/>
              <w:jc w:val="center"/>
              <w:rPr>
                <w:rFonts w:ascii="Arial" w:hAnsi="Arial" w:cs="Arial"/>
                <w:b/>
                <w:sz w:val="18"/>
                <w:lang w:eastAsia="ja-JP"/>
              </w:rPr>
            </w:pPr>
          </w:p>
        </w:tc>
        <w:tc>
          <w:tcPr>
            <w:tcW w:w="6491" w:type="dxa"/>
            <w:gridSpan w:val="2"/>
            <w:tcBorders>
              <w:top w:val="single" w:sz="6" w:space="0" w:color="auto"/>
              <w:left w:val="single" w:sz="6" w:space="0" w:color="auto"/>
              <w:bottom w:val="single" w:sz="6" w:space="0" w:color="auto"/>
              <w:right w:val="single" w:sz="6" w:space="0" w:color="auto"/>
            </w:tcBorders>
            <w:vAlign w:val="center"/>
          </w:tcPr>
          <w:p w14:paraId="7E323366"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Minimum Io</w:t>
            </w:r>
            <w:r w:rsidRPr="008C6DE4">
              <w:rPr>
                <w:rFonts w:ascii="Arial" w:hAnsi="Arial" w:cs="Arial"/>
                <w:sz w:val="18"/>
                <w:vertAlign w:val="superscript"/>
                <w:lang w:eastAsia="zh-CN"/>
              </w:rPr>
              <w:t xml:space="preserve"> Note 2, 3</w:t>
            </w:r>
          </w:p>
        </w:tc>
        <w:tc>
          <w:tcPr>
            <w:tcW w:w="2186" w:type="dxa"/>
            <w:tcBorders>
              <w:top w:val="single" w:sz="6" w:space="0" w:color="auto"/>
              <w:left w:val="single" w:sz="6" w:space="0" w:color="auto"/>
              <w:bottom w:val="single" w:sz="6" w:space="0" w:color="auto"/>
              <w:right w:val="single" w:sz="4" w:space="0" w:color="auto"/>
            </w:tcBorders>
            <w:vAlign w:val="center"/>
          </w:tcPr>
          <w:p w14:paraId="66EADC3E"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Maximum Io</w:t>
            </w:r>
          </w:p>
        </w:tc>
      </w:tr>
      <w:tr w:rsidR="00DD3199" w:rsidRPr="008C6DE4" w14:paraId="2B15E282" w14:textId="77777777" w:rsidTr="00DF3064">
        <w:trPr>
          <w:trHeight w:val="70"/>
          <w:jc w:val="center"/>
        </w:trPr>
        <w:tc>
          <w:tcPr>
            <w:tcW w:w="1156" w:type="dxa"/>
            <w:vMerge/>
            <w:tcBorders>
              <w:left w:val="single" w:sz="6" w:space="0" w:color="auto"/>
              <w:bottom w:val="single" w:sz="4" w:space="0" w:color="auto"/>
              <w:right w:val="single" w:sz="4" w:space="0" w:color="auto"/>
            </w:tcBorders>
            <w:vAlign w:val="center"/>
          </w:tcPr>
          <w:p w14:paraId="1735D913" w14:textId="77777777" w:rsidR="001F5A79" w:rsidRPr="008C6DE4" w:rsidRDefault="001F5A79" w:rsidP="00DF3064">
            <w:pPr>
              <w:keepNext/>
              <w:keepLines/>
              <w:spacing w:after="0"/>
              <w:jc w:val="center"/>
              <w:rPr>
                <w:rFonts w:ascii="Arial" w:hAnsi="Arial" w:cs="Arial"/>
                <w:b/>
                <w:sz w:val="18"/>
                <w:lang w:eastAsia="zh-CN"/>
              </w:rPr>
            </w:pPr>
          </w:p>
        </w:tc>
        <w:tc>
          <w:tcPr>
            <w:tcW w:w="6491" w:type="dxa"/>
            <w:gridSpan w:val="2"/>
            <w:tcBorders>
              <w:top w:val="single" w:sz="6" w:space="0" w:color="auto"/>
              <w:left w:val="single" w:sz="6" w:space="0" w:color="auto"/>
              <w:bottom w:val="single" w:sz="6" w:space="0" w:color="auto"/>
              <w:right w:val="single" w:sz="6" w:space="0" w:color="auto"/>
            </w:tcBorders>
            <w:vAlign w:val="center"/>
          </w:tcPr>
          <w:p w14:paraId="07D5673A"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 SCS</w:t>
            </w:r>
            <w:r w:rsidRPr="008C6DE4">
              <w:rPr>
                <w:rFonts w:ascii="Arial" w:hAnsi="Arial" w:cs="Arial"/>
                <w:b/>
                <w:sz w:val="18"/>
                <w:vertAlign w:val="subscript"/>
                <w:lang w:eastAsia="ja-JP"/>
              </w:rPr>
              <w:t>SSB</w:t>
            </w:r>
            <w:r w:rsidRPr="008C6DE4">
              <w:rPr>
                <w:rFonts w:ascii="Arial" w:hAnsi="Arial" w:cs="Arial"/>
                <w:sz w:val="18"/>
                <w:vertAlign w:val="superscript"/>
                <w:lang w:eastAsia="zh-CN"/>
              </w:rPr>
              <w:t xml:space="preserve"> </w:t>
            </w:r>
          </w:p>
        </w:tc>
        <w:tc>
          <w:tcPr>
            <w:tcW w:w="2186" w:type="dxa"/>
            <w:vMerge w:val="restart"/>
            <w:tcBorders>
              <w:top w:val="single" w:sz="6" w:space="0" w:color="auto"/>
              <w:left w:val="single" w:sz="6" w:space="0" w:color="auto"/>
              <w:right w:val="single" w:sz="4" w:space="0" w:color="auto"/>
            </w:tcBorders>
            <w:vAlign w:val="center"/>
          </w:tcPr>
          <w:p w14:paraId="20E5CDD3"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dBm/BW</w:t>
            </w:r>
            <w:r w:rsidRPr="008C6DE4">
              <w:rPr>
                <w:rFonts w:ascii="Arial" w:hAnsi="Arial" w:cs="Arial"/>
                <w:b/>
                <w:sz w:val="18"/>
                <w:vertAlign w:val="subscript"/>
                <w:lang w:eastAsia="ja-JP"/>
              </w:rPr>
              <w:t>Channel</w:t>
            </w:r>
          </w:p>
        </w:tc>
      </w:tr>
      <w:tr w:rsidR="00DD3199" w:rsidRPr="008C6DE4" w14:paraId="717C9593" w14:textId="77777777" w:rsidTr="00DF3064">
        <w:trPr>
          <w:trHeight w:val="70"/>
          <w:jc w:val="center"/>
        </w:trPr>
        <w:tc>
          <w:tcPr>
            <w:tcW w:w="1156" w:type="dxa"/>
            <w:vMerge/>
            <w:tcBorders>
              <w:left w:val="single" w:sz="6" w:space="0" w:color="auto"/>
              <w:bottom w:val="single" w:sz="4" w:space="0" w:color="auto"/>
              <w:right w:val="single" w:sz="4" w:space="0" w:color="auto"/>
            </w:tcBorders>
            <w:vAlign w:val="center"/>
          </w:tcPr>
          <w:p w14:paraId="019F5A51" w14:textId="77777777" w:rsidR="001F5A79" w:rsidRPr="008C6DE4" w:rsidRDefault="001F5A79" w:rsidP="00DF3064">
            <w:pPr>
              <w:keepNext/>
              <w:keepLines/>
              <w:spacing w:after="0"/>
              <w:jc w:val="center"/>
              <w:rPr>
                <w:rFonts w:ascii="Arial" w:hAnsi="Arial" w:cs="Arial"/>
                <w:b/>
                <w:sz w:val="18"/>
                <w:lang w:eastAsia="zh-CN"/>
              </w:rPr>
            </w:pPr>
          </w:p>
        </w:tc>
        <w:tc>
          <w:tcPr>
            <w:tcW w:w="3245" w:type="dxa"/>
            <w:tcBorders>
              <w:top w:val="single" w:sz="6" w:space="0" w:color="auto"/>
              <w:left w:val="single" w:sz="6" w:space="0" w:color="auto"/>
              <w:bottom w:val="single" w:sz="6" w:space="0" w:color="auto"/>
              <w:right w:val="single" w:sz="6" w:space="0" w:color="auto"/>
            </w:tcBorders>
            <w:vAlign w:val="center"/>
          </w:tcPr>
          <w:p w14:paraId="595874AB"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3246" w:type="dxa"/>
            <w:tcBorders>
              <w:top w:val="single" w:sz="6" w:space="0" w:color="auto"/>
              <w:left w:val="single" w:sz="6" w:space="0" w:color="auto"/>
              <w:bottom w:val="single" w:sz="6" w:space="0" w:color="auto"/>
              <w:right w:val="single" w:sz="6" w:space="0" w:color="auto"/>
            </w:tcBorders>
            <w:vAlign w:val="center"/>
          </w:tcPr>
          <w:p w14:paraId="3180BA83"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2186" w:type="dxa"/>
            <w:vMerge/>
            <w:tcBorders>
              <w:left w:val="single" w:sz="6" w:space="0" w:color="auto"/>
              <w:bottom w:val="single" w:sz="6" w:space="0" w:color="auto"/>
              <w:right w:val="single" w:sz="4" w:space="0" w:color="auto"/>
            </w:tcBorders>
            <w:vAlign w:val="center"/>
          </w:tcPr>
          <w:p w14:paraId="327FF23B" w14:textId="77777777" w:rsidR="001F5A79" w:rsidRPr="008C6DE4" w:rsidRDefault="001F5A79" w:rsidP="00DF3064">
            <w:pPr>
              <w:keepNext/>
              <w:keepLines/>
              <w:spacing w:after="0"/>
              <w:jc w:val="center"/>
              <w:rPr>
                <w:rFonts w:ascii="Arial" w:hAnsi="Arial" w:cs="Arial"/>
                <w:b/>
                <w:sz w:val="18"/>
                <w:lang w:eastAsia="ja-JP"/>
              </w:rPr>
            </w:pPr>
          </w:p>
        </w:tc>
      </w:tr>
      <w:tr w:rsidR="00DD3199" w:rsidRPr="008C6DE4" w14:paraId="478FE053" w14:textId="77777777" w:rsidTr="00DF3064">
        <w:trPr>
          <w:trHeight w:val="1011"/>
          <w:jc w:val="center"/>
        </w:trPr>
        <w:tc>
          <w:tcPr>
            <w:tcW w:w="1156" w:type="dxa"/>
            <w:tcBorders>
              <w:top w:val="single" w:sz="4" w:space="0" w:color="auto"/>
              <w:left w:val="single" w:sz="6" w:space="0" w:color="auto"/>
              <w:right w:val="single" w:sz="6" w:space="0" w:color="auto"/>
            </w:tcBorders>
            <w:vAlign w:val="center"/>
          </w:tcPr>
          <w:p w14:paraId="538327EE"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zh-CN"/>
              </w:rPr>
              <w:t>Conditions</w:t>
            </w:r>
          </w:p>
        </w:tc>
        <w:tc>
          <w:tcPr>
            <w:tcW w:w="3245" w:type="dxa"/>
            <w:tcBorders>
              <w:top w:val="single" w:sz="6" w:space="0" w:color="auto"/>
              <w:left w:val="single" w:sz="6" w:space="0" w:color="auto"/>
              <w:right w:val="single" w:sz="6" w:space="0" w:color="auto"/>
            </w:tcBorders>
            <w:vAlign w:val="center"/>
          </w:tcPr>
          <w:p w14:paraId="699FB54B"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Same value as SSB_RP in Table B.2.4.1-2, according to UE Power class, operating band and angle of arrival</w:t>
            </w:r>
          </w:p>
        </w:tc>
        <w:tc>
          <w:tcPr>
            <w:tcW w:w="3246" w:type="dxa"/>
            <w:tcBorders>
              <w:top w:val="single" w:sz="6" w:space="0" w:color="auto"/>
              <w:left w:val="single" w:sz="6" w:space="0" w:color="auto"/>
              <w:right w:val="single" w:sz="6" w:space="0" w:color="auto"/>
            </w:tcBorders>
            <w:vAlign w:val="center"/>
          </w:tcPr>
          <w:p w14:paraId="2EFAE44D"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Same value as SSB_RP in Table B.2.4.1-2, according to UE Power class, operating band and angle of arrival</w:t>
            </w:r>
          </w:p>
        </w:tc>
        <w:tc>
          <w:tcPr>
            <w:tcW w:w="2186" w:type="dxa"/>
            <w:tcBorders>
              <w:top w:val="single" w:sz="6" w:space="0" w:color="auto"/>
              <w:left w:val="single" w:sz="6" w:space="0" w:color="auto"/>
              <w:right w:val="single" w:sz="4" w:space="0" w:color="auto"/>
            </w:tcBorders>
            <w:vAlign w:val="center"/>
          </w:tcPr>
          <w:p w14:paraId="6A152095" w14:textId="402F37E1" w:rsidR="001F5A79" w:rsidRPr="008C6DE4" w:rsidRDefault="00341484" w:rsidP="00DF3064">
            <w:pPr>
              <w:keepNext/>
              <w:keepLines/>
              <w:spacing w:after="0"/>
              <w:jc w:val="center"/>
              <w:rPr>
                <w:rFonts w:ascii="Arial" w:hAnsi="Arial" w:cs="Arial"/>
                <w:sz w:val="18"/>
                <w:lang w:eastAsia="zh-CN"/>
              </w:rPr>
            </w:pPr>
            <w:r w:rsidRPr="008C6DE4">
              <w:rPr>
                <w:rFonts w:ascii="Arial" w:hAnsi="Arial" w:cs="Arial"/>
                <w:sz w:val="18"/>
                <w:lang w:eastAsia="zh-CN"/>
              </w:rPr>
              <w:t>-50</w:t>
            </w:r>
          </w:p>
        </w:tc>
      </w:tr>
      <w:tr w:rsidR="001F5A79" w:rsidRPr="008C6DE4" w14:paraId="3B8E1B50" w14:textId="77777777" w:rsidTr="00DF3064">
        <w:trPr>
          <w:jc w:val="center"/>
        </w:trPr>
        <w:tc>
          <w:tcPr>
            <w:tcW w:w="9833" w:type="dxa"/>
            <w:gridSpan w:val="4"/>
            <w:tcBorders>
              <w:top w:val="single" w:sz="6" w:space="0" w:color="auto"/>
              <w:left w:val="single" w:sz="6" w:space="0" w:color="auto"/>
              <w:bottom w:val="single" w:sz="6" w:space="0" w:color="auto"/>
              <w:right w:val="single" w:sz="4" w:space="0" w:color="auto"/>
            </w:tcBorders>
          </w:tcPr>
          <w:p w14:paraId="759DB514"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w:t>
            </w:r>
            <w:r w:rsidRPr="008C6DE4">
              <w:rPr>
                <w:rFonts w:ascii="Arial" w:hAnsi="Arial" w:cs="Arial"/>
                <w:sz w:val="18"/>
                <w:lang w:eastAsia="zh-CN"/>
              </w:rPr>
              <w:t>OTE</w:t>
            </w:r>
            <w:r w:rsidRPr="008C6DE4">
              <w:rPr>
                <w:rFonts w:ascii="Arial" w:hAnsi="Arial" w:cs="Arial"/>
                <w:sz w:val="18"/>
                <w:lang w:eastAsia="ja-JP"/>
              </w:rPr>
              <w:t xml:space="preserve"> 1:</w:t>
            </w:r>
            <w:r w:rsidRPr="008C6DE4">
              <w:rPr>
                <w:rFonts w:ascii="Arial" w:hAnsi="Arial" w:cs="Arial"/>
                <w:sz w:val="18"/>
                <w:lang w:eastAsia="ja-JP"/>
              </w:rPr>
              <w:tab/>
            </w:r>
            <w:r w:rsidRPr="008C6DE4">
              <w:rPr>
                <w:rFonts w:ascii="Arial" w:hAnsi="Arial"/>
                <w:sz w:val="18"/>
              </w:rPr>
              <w:t xml:space="preserve">Io is assumed to have constant EPRE across the bandwidth and </w:t>
            </w:r>
            <w:r w:rsidRPr="008C6DE4">
              <w:rPr>
                <w:rFonts w:ascii="Arial" w:eastAsia="MS Mincho" w:hAnsi="Arial"/>
                <w:sz w:val="18"/>
              </w:rPr>
              <w:t>specified at the Reference point</w:t>
            </w:r>
            <w:r w:rsidRPr="008C6DE4">
              <w:rPr>
                <w:rFonts w:ascii="Arial" w:hAnsi="Arial" w:cs="Arial"/>
                <w:sz w:val="18"/>
                <w:lang w:eastAsia="ja-JP"/>
              </w:rPr>
              <w:t>.</w:t>
            </w:r>
          </w:p>
          <w:p w14:paraId="3E38B3CE" w14:textId="77777777" w:rsidR="001F5A79" w:rsidRPr="008C6DE4" w:rsidRDefault="001F5A79" w:rsidP="00DF3064">
            <w:pPr>
              <w:keepNext/>
              <w:keepLines/>
              <w:spacing w:after="0"/>
              <w:ind w:left="851" w:hanging="851"/>
              <w:rPr>
                <w:rFonts w:ascii="Arial" w:hAnsi="Arial"/>
                <w:sz w:val="18"/>
              </w:rPr>
            </w:pPr>
            <w:r w:rsidRPr="008C6DE4">
              <w:rPr>
                <w:rFonts w:ascii="Arial" w:hAnsi="Arial" w:cs="Arial"/>
                <w:sz w:val="18"/>
                <w:lang w:eastAsia="ja-JP"/>
              </w:rPr>
              <w:t xml:space="preserve">NOTE 2: </w:t>
            </w:r>
            <w:r w:rsidRPr="008C6DE4">
              <w:rPr>
                <w:rFonts w:ascii="Arial" w:hAnsi="Arial" w:cs="Arial"/>
                <w:sz w:val="18"/>
                <w:lang w:eastAsia="ja-JP"/>
              </w:rPr>
              <w:tab/>
            </w:r>
            <w:r w:rsidRPr="008C6DE4">
              <w:rPr>
                <w:rFonts w:ascii="Arial" w:hAnsi="Arial"/>
                <w:sz w:val="18"/>
              </w:rPr>
              <w:t>Values based on Refsens and EIS spherical coverage as defined in clauses 7.3.2 and 7.3.4 of TS 38.101-2 [19]. Applicable side condition selected depending on angle of arrival.</w:t>
            </w:r>
          </w:p>
          <w:p w14:paraId="2056C346"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NOTE 3:</w:t>
            </w:r>
            <w:r w:rsidRPr="008C6DE4">
              <w:rPr>
                <w:rFonts w:ascii="Arial" w:hAnsi="Arial" w:cs="Arial"/>
                <w:sz w:val="18"/>
                <w:lang w:eastAsia="ja-JP"/>
              </w:rPr>
              <w:tab/>
              <w:t>In the test cases, the SSB Ês/Iot and related parameters may need to be adjusted to ensure Ês/Iot at UE baseband is above the value defined in this table.</w:t>
            </w:r>
          </w:p>
        </w:tc>
      </w:tr>
    </w:tbl>
    <w:p w14:paraId="55BA9F75" w14:textId="77777777" w:rsidR="001F5A79" w:rsidRPr="008C6DE4" w:rsidRDefault="001F5A79" w:rsidP="001F5A79"/>
    <w:p w14:paraId="73842BB6" w14:textId="77777777" w:rsidR="001F5A79" w:rsidRPr="008C6DE4" w:rsidRDefault="001F5A79" w:rsidP="001F5A79">
      <w:r w:rsidRPr="008C6DE4">
        <w:t xml:space="preserve">For E-UTRA PSCell </w:t>
      </w:r>
      <w:r w:rsidRPr="008C6DE4">
        <w:rPr>
          <w:lang w:eastAsia="zh-CN"/>
        </w:rPr>
        <w:t>SFN and frame</w:t>
      </w:r>
      <w:r w:rsidRPr="008C6DE4">
        <w:t xml:space="preserve"> timing measurement:</w:t>
      </w:r>
    </w:p>
    <w:p w14:paraId="308DC7A6" w14:textId="77777777" w:rsidR="001F5A79" w:rsidRPr="008C6DE4" w:rsidRDefault="001F5A79" w:rsidP="001F5A79">
      <w:pPr>
        <w:ind w:left="568" w:hanging="284"/>
      </w:pPr>
      <w:r w:rsidRPr="008C6DE4">
        <w:t>-</w:t>
      </w:r>
      <w:r w:rsidRPr="008C6DE4">
        <w:tab/>
        <w:t>Cell specific reference signals are transmitted either from one, two or four antenna ports.</w:t>
      </w:r>
    </w:p>
    <w:p w14:paraId="4A30FFC0" w14:textId="77777777" w:rsidR="001F5A79" w:rsidRPr="008C6DE4" w:rsidRDefault="001F5A79" w:rsidP="001F5A79">
      <w:pPr>
        <w:ind w:left="568" w:hanging="284"/>
      </w:pPr>
      <w:r w:rsidRPr="008C6DE4">
        <w:t>-</w:t>
      </w:r>
      <w:r w:rsidRPr="008C6DE4">
        <w:tab/>
        <w:t>Conditions defined in TS 36.101 [25] Clause 7.3 for reference sensitivity are fulfilled.</w:t>
      </w:r>
    </w:p>
    <w:p w14:paraId="54D0376C" w14:textId="77777777" w:rsidR="001F5A79" w:rsidRPr="008C6DE4" w:rsidRDefault="001F5A79" w:rsidP="001F5A79">
      <w:pPr>
        <w:ind w:left="568" w:hanging="284"/>
      </w:pPr>
      <w:r w:rsidRPr="008C6DE4">
        <w:t>-</w:t>
      </w:r>
      <w:r w:rsidRPr="008C6DE4">
        <w:tab/>
        <w:t>No changes to the uplink transmission timing are applied during the measurement period.</w:t>
      </w:r>
    </w:p>
    <w:p w14:paraId="52EB1FCC" w14:textId="77777777" w:rsidR="001F5A79" w:rsidRPr="008C6DE4" w:rsidRDefault="001F5A79" w:rsidP="001F5A79">
      <w:pPr>
        <w:ind w:left="568" w:hanging="284"/>
      </w:pPr>
      <w:r w:rsidRPr="008C6DE4">
        <w:t>-</w:t>
      </w:r>
      <w:r w:rsidRPr="008C6DE4">
        <w:tab/>
        <w:t>RSRP|</w:t>
      </w:r>
      <w:r w:rsidRPr="008C6DE4">
        <w:rPr>
          <w:vertAlign w:val="subscript"/>
        </w:rPr>
        <w:t>dBm</w:t>
      </w:r>
      <w:r w:rsidRPr="008C6DE4">
        <w:t xml:space="preserve"> according to Annex B.3.5 in TS 36.101 [25] for a corresponding Band.</w:t>
      </w:r>
    </w:p>
    <w:p w14:paraId="212FAEBA" w14:textId="77777777" w:rsidR="001F5A79" w:rsidRPr="008C6DE4" w:rsidRDefault="001F5A79" w:rsidP="001F5A79">
      <w:pPr>
        <w:ind w:left="568" w:hanging="284"/>
      </w:pPr>
      <w:r w:rsidRPr="008C6DE4">
        <w:t>-</w:t>
      </w:r>
      <w:r w:rsidRPr="008C6DE4">
        <w:tab/>
        <w:t>Io range deifined in Table 10.1.21.1-3.</w:t>
      </w:r>
    </w:p>
    <w:p w14:paraId="3D4ED256" w14:textId="77777777" w:rsidR="001F5A79" w:rsidRPr="008C6DE4" w:rsidRDefault="001F5A79" w:rsidP="001F5A79">
      <w:pPr>
        <w:keepNext/>
        <w:keepLines/>
        <w:spacing w:before="60"/>
        <w:jc w:val="center"/>
        <w:rPr>
          <w:rFonts w:ascii="Arial" w:hAnsi="Arial"/>
          <w:b/>
        </w:rPr>
      </w:pPr>
      <w:r w:rsidRPr="008C6DE4">
        <w:rPr>
          <w:rFonts w:ascii="Arial" w:hAnsi="Arial"/>
          <w:b/>
        </w:rPr>
        <w:t>Table 10.1.21.1-3: E-UTRA PSCell Io range conditions</w:t>
      </w:r>
    </w:p>
    <w:tbl>
      <w:tblPr>
        <w:tblW w:w="0" w:type="auto"/>
        <w:jc w:val="center"/>
        <w:tblLayout w:type="fixed"/>
        <w:tblLook w:val="0000" w:firstRow="0" w:lastRow="0" w:firstColumn="0" w:lastColumn="0" w:noHBand="0" w:noVBand="0"/>
      </w:tblPr>
      <w:tblGrid>
        <w:gridCol w:w="1156"/>
        <w:gridCol w:w="4815"/>
        <w:gridCol w:w="1925"/>
        <w:gridCol w:w="1959"/>
      </w:tblGrid>
      <w:tr w:rsidR="00DD3199" w:rsidRPr="008C6DE4" w14:paraId="73A361FA" w14:textId="77777777" w:rsidTr="00DF3064">
        <w:trPr>
          <w:jc w:val="center"/>
        </w:trPr>
        <w:tc>
          <w:tcPr>
            <w:tcW w:w="1156" w:type="dxa"/>
            <w:vMerge w:val="restart"/>
            <w:tcBorders>
              <w:top w:val="single" w:sz="6" w:space="0" w:color="auto"/>
              <w:left w:val="single" w:sz="6" w:space="0" w:color="auto"/>
              <w:right w:val="single" w:sz="4" w:space="0" w:color="auto"/>
            </w:tcBorders>
            <w:vAlign w:val="center"/>
          </w:tcPr>
          <w:p w14:paraId="13E812FF" w14:textId="77777777" w:rsidR="001F5A79" w:rsidRPr="008C6DE4" w:rsidRDefault="001F5A79" w:rsidP="00DF3064">
            <w:pPr>
              <w:keepNext/>
              <w:keepLines/>
              <w:spacing w:after="0"/>
              <w:jc w:val="center"/>
              <w:rPr>
                <w:rFonts w:ascii="Arial" w:hAnsi="Arial" w:cs="Arial"/>
                <w:b/>
                <w:sz w:val="18"/>
                <w:lang w:eastAsia="zh-CN"/>
              </w:rPr>
            </w:pPr>
            <w:r w:rsidRPr="008C6DE4">
              <w:rPr>
                <w:rFonts w:ascii="Arial" w:hAnsi="Arial" w:cs="Arial"/>
                <w:b/>
                <w:sz w:val="18"/>
                <w:lang w:eastAsia="zh-CN"/>
              </w:rPr>
              <w:t>Parameter</w:t>
            </w:r>
          </w:p>
        </w:tc>
        <w:tc>
          <w:tcPr>
            <w:tcW w:w="8699" w:type="dxa"/>
            <w:gridSpan w:val="3"/>
            <w:tcBorders>
              <w:top w:val="single" w:sz="6" w:space="0" w:color="auto"/>
              <w:left w:val="single" w:sz="6" w:space="0" w:color="auto"/>
              <w:bottom w:val="single" w:sz="6" w:space="0" w:color="auto"/>
              <w:right w:val="single" w:sz="4" w:space="0" w:color="auto"/>
            </w:tcBorders>
            <w:vAlign w:val="center"/>
          </w:tcPr>
          <w:p w14:paraId="492D8DBD"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Io</w:t>
            </w:r>
            <w:r w:rsidRPr="008C6DE4">
              <w:rPr>
                <w:rFonts w:ascii="Arial" w:hAnsi="Arial" w:cs="Arial"/>
                <w:b/>
                <w:sz w:val="18"/>
                <w:vertAlign w:val="superscript"/>
                <w:lang w:eastAsia="zh-CN"/>
              </w:rPr>
              <w:t xml:space="preserve"> Note 1</w:t>
            </w:r>
            <w:r w:rsidRPr="008C6DE4">
              <w:rPr>
                <w:rFonts w:ascii="Arial" w:hAnsi="Arial" w:cs="Arial"/>
                <w:b/>
                <w:sz w:val="18"/>
                <w:lang w:eastAsia="ja-JP"/>
              </w:rPr>
              <w:t xml:space="preserve"> range</w:t>
            </w:r>
          </w:p>
        </w:tc>
      </w:tr>
      <w:tr w:rsidR="00DD3199" w:rsidRPr="008C6DE4" w14:paraId="1FB0F41B" w14:textId="77777777" w:rsidTr="00DF3064">
        <w:trPr>
          <w:jc w:val="center"/>
        </w:trPr>
        <w:tc>
          <w:tcPr>
            <w:tcW w:w="1156" w:type="dxa"/>
            <w:vMerge/>
            <w:tcBorders>
              <w:left w:val="single" w:sz="6" w:space="0" w:color="auto"/>
              <w:bottom w:val="single" w:sz="6" w:space="0" w:color="auto"/>
              <w:right w:val="single" w:sz="4" w:space="0" w:color="auto"/>
            </w:tcBorders>
          </w:tcPr>
          <w:p w14:paraId="5DF29740" w14:textId="77777777" w:rsidR="001F5A79" w:rsidRPr="008C6DE4" w:rsidRDefault="001F5A79" w:rsidP="00DF3064">
            <w:pPr>
              <w:keepNext/>
              <w:keepLines/>
              <w:spacing w:after="0"/>
              <w:jc w:val="center"/>
              <w:rPr>
                <w:rFonts w:ascii="Arial" w:hAnsi="Arial" w:cs="Arial"/>
                <w:b/>
                <w:sz w:val="18"/>
                <w:lang w:eastAsia="ja-JP"/>
              </w:rPr>
            </w:pPr>
          </w:p>
        </w:tc>
        <w:tc>
          <w:tcPr>
            <w:tcW w:w="4815" w:type="dxa"/>
            <w:tcBorders>
              <w:top w:val="single" w:sz="6" w:space="0" w:color="auto"/>
              <w:left w:val="single" w:sz="4" w:space="0" w:color="auto"/>
              <w:bottom w:val="single" w:sz="6" w:space="0" w:color="auto"/>
              <w:right w:val="single" w:sz="6" w:space="0" w:color="auto"/>
            </w:tcBorders>
            <w:vAlign w:val="center"/>
          </w:tcPr>
          <w:p w14:paraId="3EA14D97"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E-UTRA operating band groups</w:t>
            </w:r>
            <w:r w:rsidRPr="008C6DE4">
              <w:rPr>
                <w:rFonts w:ascii="Arial" w:hAnsi="Arial" w:cs="Arial"/>
                <w:b/>
                <w:sz w:val="18"/>
                <w:vertAlign w:val="superscript"/>
                <w:lang w:eastAsia="ja-JP"/>
              </w:rPr>
              <w:t xml:space="preserve"> Note 3</w:t>
            </w:r>
          </w:p>
        </w:tc>
        <w:tc>
          <w:tcPr>
            <w:tcW w:w="1925" w:type="dxa"/>
            <w:tcBorders>
              <w:top w:val="single" w:sz="6" w:space="0" w:color="auto"/>
              <w:left w:val="single" w:sz="6" w:space="0" w:color="auto"/>
              <w:bottom w:val="single" w:sz="6" w:space="0" w:color="auto"/>
              <w:right w:val="single" w:sz="6" w:space="0" w:color="auto"/>
            </w:tcBorders>
            <w:vAlign w:val="center"/>
          </w:tcPr>
          <w:p w14:paraId="4D2A5D71"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Minimum Io</w:t>
            </w:r>
          </w:p>
        </w:tc>
        <w:tc>
          <w:tcPr>
            <w:tcW w:w="1959" w:type="dxa"/>
            <w:tcBorders>
              <w:top w:val="single" w:sz="6" w:space="0" w:color="auto"/>
              <w:left w:val="single" w:sz="6" w:space="0" w:color="auto"/>
              <w:bottom w:val="single" w:sz="6" w:space="0" w:color="auto"/>
              <w:right w:val="single" w:sz="4" w:space="0" w:color="auto"/>
            </w:tcBorders>
            <w:vAlign w:val="center"/>
          </w:tcPr>
          <w:p w14:paraId="6D4F8BBE"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Maximum Io</w:t>
            </w:r>
          </w:p>
        </w:tc>
      </w:tr>
      <w:tr w:rsidR="00DD3199" w:rsidRPr="008C6DE4" w14:paraId="0DF011DA" w14:textId="77777777" w:rsidTr="00DF3064">
        <w:trPr>
          <w:jc w:val="center"/>
        </w:trPr>
        <w:tc>
          <w:tcPr>
            <w:tcW w:w="1156" w:type="dxa"/>
            <w:vMerge w:val="restart"/>
            <w:tcBorders>
              <w:top w:val="single" w:sz="6" w:space="0" w:color="auto"/>
              <w:left w:val="single" w:sz="6" w:space="0" w:color="auto"/>
              <w:right w:val="single" w:sz="6" w:space="0" w:color="auto"/>
            </w:tcBorders>
            <w:vAlign w:val="center"/>
          </w:tcPr>
          <w:p w14:paraId="629181DA" w14:textId="77777777" w:rsidR="001F5A79" w:rsidRPr="008C6DE4" w:rsidRDefault="001F5A79" w:rsidP="00DF3064">
            <w:pPr>
              <w:keepNext/>
              <w:keepLines/>
              <w:spacing w:after="0"/>
              <w:jc w:val="center"/>
              <w:rPr>
                <w:rFonts w:ascii="Arial" w:hAnsi="Arial" w:cs="Arial"/>
                <w:b/>
                <w:sz w:val="18"/>
                <w:lang w:eastAsia="zh-CN"/>
              </w:rPr>
            </w:pPr>
            <w:r w:rsidRPr="008C6DE4">
              <w:rPr>
                <w:rFonts w:ascii="Arial" w:hAnsi="Arial" w:cs="Arial"/>
                <w:b/>
                <w:sz w:val="18"/>
                <w:lang w:eastAsia="zh-CN"/>
              </w:rPr>
              <w:t>Conditions</w:t>
            </w:r>
          </w:p>
        </w:tc>
        <w:tc>
          <w:tcPr>
            <w:tcW w:w="4815" w:type="dxa"/>
            <w:tcBorders>
              <w:top w:val="single" w:sz="6" w:space="0" w:color="auto"/>
              <w:left w:val="single" w:sz="6" w:space="0" w:color="auto"/>
              <w:bottom w:val="single" w:sz="6" w:space="0" w:color="auto"/>
              <w:right w:val="single" w:sz="6" w:space="0" w:color="auto"/>
            </w:tcBorders>
            <w:vAlign w:val="center"/>
          </w:tcPr>
          <w:p w14:paraId="032F846E" w14:textId="77777777" w:rsidR="001F5A79" w:rsidRPr="008C6DE4" w:rsidRDefault="001F5A79" w:rsidP="00DF3064">
            <w:pPr>
              <w:keepNext/>
              <w:keepLines/>
              <w:spacing w:after="0"/>
              <w:jc w:val="center"/>
              <w:rPr>
                <w:rFonts w:ascii="Arial" w:hAnsi="Arial" w:cs="Arial"/>
                <w:b/>
                <w:sz w:val="18"/>
                <w:lang w:eastAsia="ja-JP"/>
              </w:rPr>
            </w:pPr>
          </w:p>
        </w:tc>
        <w:tc>
          <w:tcPr>
            <w:tcW w:w="1925" w:type="dxa"/>
            <w:tcBorders>
              <w:top w:val="single" w:sz="6" w:space="0" w:color="auto"/>
              <w:left w:val="single" w:sz="6" w:space="0" w:color="auto"/>
              <w:bottom w:val="single" w:sz="6" w:space="0" w:color="auto"/>
              <w:right w:val="single" w:sz="6" w:space="0" w:color="auto"/>
            </w:tcBorders>
            <w:vAlign w:val="center"/>
          </w:tcPr>
          <w:p w14:paraId="50F82995"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dBm/15kHz</w:t>
            </w:r>
            <w:r w:rsidRPr="008C6DE4">
              <w:rPr>
                <w:rFonts w:ascii="Arial" w:hAnsi="Arial" w:cs="Arial"/>
                <w:sz w:val="18"/>
                <w:vertAlign w:val="superscript"/>
                <w:lang w:eastAsia="zh-CN"/>
              </w:rPr>
              <w:t xml:space="preserve"> Note 2</w:t>
            </w:r>
          </w:p>
        </w:tc>
        <w:tc>
          <w:tcPr>
            <w:tcW w:w="1959" w:type="dxa"/>
            <w:tcBorders>
              <w:top w:val="single" w:sz="6" w:space="0" w:color="auto"/>
              <w:left w:val="single" w:sz="6" w:space="0" w:color="auto"/>
              <w:bottom w:val="single" w:sz="6" w:space="0" w:color="auto"/>
              <w:right w:val="single" w:sz="4" w:space="0" w:color="auto"/>
            </w:tcBorders>
            <w:vAlign w:val="center"/>
          </w:tcPr>
          <w:p w14:paraId="5B6006C1"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dBm/BW</w:t>
            </w:r>
            <w:r w:rsidRPr="008C6DE4">
              <w:rPr>
                <w:rFonts w:ascii="Arial" w:hAnsi="Arial" w:cs="Arial"/>
                <w:b/>
                <w:sz w:val="18"/>
                <w:vertAlign w:val="subscript"/>
                <w:lang w:eastAsia="ja-JP"/>
              </w:rPr>
              <w:t>Channel</w:t>
            </w:r>
          </w:p>
        </w:tc>
      </w:tr>
      <w:tr w:rsidR="00DD3199" w:rsidRPr="008C6DE4" w14:paraId="16E24591" w14:textId="77777777" w:rsidTr="00DF3064">
        <w:trPr>
          <w:jc w:val="center"/>
        </w:trPr>
        <w:tc>
          <w:tcPr>
            <w:tcW w:w="1156" w:type="dxa"/>
            <w:vMerge/>
            <w:tcBorders>
              <w:left w:val="single" w:sz="6" w:space="0" w:color="auto"/>
              <w:right w:val="single" w:sz="6" w:space="0" w:color="auto"/>
            </w:tcBorders>
          </w:tcPr>
          <w:p w14:paraId="4DE995B6" w14:textId="77777777" w:rsidR="001F5A79" w:rsidRPr="008C6DE4" w:rsidRDefault="001F5A79" w:rsidP="00DF3064">
            <w:pPr>
              <w:keepNext/>
              <w:keepLines/>
              <w:spacing w:after="0"/>
              <w:jc w:val="center"/>
              <w:rPr>
                <w:rFonts w:ascii="Arial" w:hAnsi="Arial" w:cs="Arial"/>
                <w:sz w:val="18"/>
                <w:lang w:eastAsia="ja-JP"/>
              </w:rPr>
            </w:pPr>
          </w:p>
        </w:tc>
        <w:tc>
          <w:tcPr>
            <w:tcW w:w="4815" w:type="dxa"/>
            <w:tcBorders>
              <w:top w:val="single" w:sz="6" w:space="0" w:color="auto"/>
              <w:left w:val="single" w:sz="6" w:space="0" w:color="auto"/>
              <w:bottom w:val="single" w:sz="6" w:space="0" w:color="auto"/>
              <w:right w:val="single" w:sz="6" w:space="0" w:color="auto"/>
            </w:tcBorders>
            <w:vAlign w:val="center"/>
          </w:tcPr>
          <w:p w14:paraId="152145D4"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FDD_A, TDD_A</w:t>
            </w:r>
          </w:p>
        </w:tc>
        <w:tc>
          <w:tcPr>
            <w:tcW w:w="1925" w:type="dxa"/>
            <w:tcBorders>
              <w:top w:val="single" w:sz="6" w:space="0" w:color="auto"/>
              <w:left w:val="single" w:sz="6" w:space="0" w:color="auto"/>
              <w:bottom w:val="single" w:sz="6" w:space="0" w:color="auto"/>
              <w:right w:val="single" w:sz="6" w:space="0" w:color="auto"/>
            </w:tcBorders>
            <w:vAlign w:val="center"/>
          </w:tcPr>
          <w:p w14:paraId="3880A045"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-121</w:t>
            </w:r>
          </w:p>
        </w:tc>
        <w:tc>
          <w:tcPr>
            <w:tcW w:w="1959" w:type="dxa"/>
            <w:tcBorders>
              <w:top w:val="single" w:sz="6" w:space="0" w:color="auto"/>
              <w:left w:val="single" w:sz="6" w:space="0" w:color="auto"/>
              <w:bottom w:val="single" w:sz="6" w:space="0" w:color="auto"/>
              <w:right w:val="single" w:sz="4" w:space="0" w:color="auto"/>
            </w:tcBorders>
            <w:vAlign w:val="center"/>
          </w:tcPr>
          <w:p w14:paraId="39915122"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383FEBA0" w14:textId="77777777" w:rsidTr="00DF3064">
        <w:trPr>
          <w:jc w:val="center"/>
        </w:trPr>
        <w:tc>
          <w:tcPr>
            <w:tcW w:w="1156" w:type="dxa"/>
            <w:vMerge/>
            <w:tcBorders>
              <w:left w:val="single" w:sz="6" w:space="0" w:color="auto"/>
              <w:right w:val="single" w:sz="6" w:space="0" w:color="auto"/>
            </w:tcBorders>
          </w:tcPr>
          <w:p w14:paraId="019398B5" w14:textId="77777777" w:rsidR="001F5A79" w:rsidRPr="008C6DE4" w:rsidRDefault="001F5A79" w:rsidP="00DF3064">
            <w:pPr>
              <w:keepNext/>
              <w:keepLines/>
              <w:spacing w:after="0"/>
              <w:jc w:val="center"/>
              <w:rPr>
                <w:rFonts w:ascii="Arial" w:hAnsi="Arial" w:cs="Arial"/>
                <w:sz w:val="18"/>
                <w:lang w:eastAsia="ja-JP"/>
              </w:rPr>
            </w:pPr>
          </w:p>
        </w:tc>
        <w:tc>
          <w:tcPr>
            <w:tcW w:w="4815" w:type="dxa"/>
            <w:tcBorders>
              <w:top w:val="single" w:sz="6" w:space="0" w:color="auto"/>
              <w:left w:val="single" w:sz="6" w:space="0" w:color="auto"/>
              <w:bottom w:val="single" w:sz="6" w:space="0" w:color="auto"/>
              <w:right w:val="single" w:sz="6" w:space="0" w:color="auto"/>
            </w:tcBorders>
            <w:vAlign w:val="center"/>
          </w:tcPr>
          <w:p w14:paraId="165600BE"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FDD_C, TDD_C</w:t>
            </w:r>
          </w:p>
        </w:tc>
        <w:tc>
          <w:tcPr>
            <w:tcW w:w="1925" w:type="dxa"/>
            <w:tcBorders>
              <w:top w:val="single" w:sz="6" w:space="0" w:color="auto"/>
              <w:left w:val="single" w:sz="6" w:space="0" w:color="auto"/>
              <w:bottom w:val="single" w:sz="6" w:space="0" w:color="auto"/>
              <w:right w:val="single" w:sz="6" w:space="0" w:color="auto"/>
            </w:tcBorders>
            <w:vAlign w:val="center"/>
          </w:tcPr>
          <w:p w14:paraId="7C673A35"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w:t>
            </w:r>
            <w:r w:rsidRPr="008C6DE4">
              <w:rPr>
                <w:rFonts w:ascii="Arial" w:hAnsi="Arial" w:cs="Arial"/>
                <w:sz w:val="18"/>
                <w:lang w:eastAsia="zh-CN"/>
              </w:rPr>
              <w:t>120</w:t>
            </w:r>
          </w:p>
        </w:tc>
        <w:tc>
          <w:tcPr>
            <w:tcW w:w="1959" w:type="dxa"/>
            <w:tcBorders>
              <w:top w:val="single" w:sz="6" w:space="0" w:color="auto"/>
              <w:left w:val="single" w:sz="6" w:space="0" w:color="auto"/>
              <w:bottom w:val="single" w:sz="6" w:space="0" w:color="auto"/>
              <w:right w:val="single" w:sz="4" w:space="0" w:color="auto"/>
            </w:tcBorders>
            <w:vAlign w:val="center"/>
          </w:tcPr>
          <w:p w14:paraId="1F311002"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06E18CE8" w14:textId="77777777" w:rsidTr="00DF3064">
        <w:trPr>
          <w:jc w:val="center"/>
        </w:trPr>
        <w:tc>
          <w:tcPr>
            <w:tcW w:w="1156" w:type="dxa"/>
            <w:vMerge/>
            <w:tcBorders>
              <w:left w:val="single" w:sz="6" w:space="0" w:color="auto"/>
              <w:right w:val="single" w:sz="6" w:space="0" w:color="auto"/>
            </w:tcBorders>
          </w:tcPr>
          <w:p w14:paraId="073F3D3C" w14:textId="77777777" w:rsidR="001F5A79" w:rsidRPr="008C6DE4" w:rsidRDefault="001F5A79" w:rsidP="00DF3064">
            <w:pPr>
              <w:keepNext/>
              <w:keepLines/>
              <w:spacing w:after="0"/>
              <w:jc w:val="center"/>
              <w:rPr>
                <w:rFonts w:ascii="Arial" w:hAnsi="Arial" w:cs="Arial"/>
                <w:sz w:val="18"/>
                <w:lang w:eastAsia="ja-JP"/>
              </w:rPr>
            </w:pPr>
          </w:p>
        </w:tc>
        <w:tc>
          <w:tcPr>
            <w:tcW w:w="4815" w:type="dxa"/>
            <w:tcBorders>
              <w:top w:val="single" w:sz="6" w:space="0" w:color="auto"/>
              <w:left w:val="single" w:sz="6" w:space="0" w:color="auto"/>
              <w:bottom w:val="single" w:sz="6" w:space="0" w:color="auto"/>
              <w:right w:val="single" w:sz="6" w:space="0" w:color="auto"/>
            </w:tcBorders>
            <w:vAlign w:val="center"/>
          </w:tcPr>
          <w:p w14:paraId="201CCDB0"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FDD_D</w:t>
            </w:r>
          </w:p>
        </w:tc>
        <w:tc>
          <w:tcPr>
            <w:tcW w:w="1925" w:type="dxa"/>
            <w:tcBorders>
              <w:top w:val="single" w:sz="6" w:space="0" w:color="auto"/>
              <w:left w:val="single" w:sz="6" w:space="0" w:color="auto"/>
              <w:bottom w:val="single" w:sz="6" w:space="0" w:color="auto"/>
              <w:right w:val="single" w:sz="6" w:space="0" w:color="auto"/>
            </w:tcBorders>
            <w:vAlign w:val="center"/>
          </w:tcPr>
          <w:p w14:paraId="0C0B96D5"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-1</w:t>
            </w:r>
            <w:r w:rsidRPr="008C6DE4">
              <w:rPr>
                <w:rFonts w:ascii="Arial" w:hAnsi="Arial" w:cs="Arial"/>
                <w:sz w:val="18"/>
                <w:lang w:eastAsia="zh-CN"/>
              </w:rPr>
              <w:t>19.5</w:t>
            </w:r>
          </w:p>
        </w:tc>
        <w:tc>
          <w:tcPr>
            <w:tcW w:w="1959" w:type="dxa"/>
            <w:tcBorders>
              <w:top w:val="single" w:sz="6" w:space="0" w:color="auto"/>
              <w:left w:val="single" w:sz="6" w:space="0" w:color="auto"/>
              <w:bottom w:val="single" w:sz="6" w:space="0" w:color="auto"/>
              <w:right w:val="single" w:sz="4" w:space="0" w:color="auto"/>
            </w:tcBorders>
            <w:vAlign w:val="center"/>
          </w:tcPr>
          <w:p w14:paraId="33A61E34"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57BA4C69" w14:textId="77777777" w:rsidTr="00DF3064">
        <w:trPr>
          <w:jc w:val="center"/>
        </w:trPr>
        <w:tc>
          <w:tcPr>
            <w:tcW w:w="1156" w:type="dxa"/>
            <w:vMerge/>
            <w:tcBorders>
              <w:left w:val="single" w:sz="6" w:space="0" w:color="auto"/>
              <w:right w:val="single" w:sz="6" w:space="0" w:color="auto"/>
            </w:tcBorders>
          </w:tcPr>
          <w:p w14:paraId="15E755DC" w14:textId="77777777" w:rsidR="001F5A79" w:rsidRPr="008C6DE4" w:rsidRDefault="001F5A79" w:rsidP="00DF3064">
            <w:pPr>
              <w:keepNext/>
              <w:keepLines/>
              <w:spacing w:after="0"/>
              <w:jc w:val="center"/>
              <w:rPr>
                <w:rFonts w:ascii="Arial" w:hAnsi="Arial" w:cs="Arial"/>
                <w:sz w:val="18"/>
                <w:lang w:eastAsia="ja-JP"/>
              </w:rPr>
            </w:pPr>
          </w:p>
        </w:tc>
        <w:tc>
          <w:tcPr>
            <w:tcW w:w="4815" w:type="dxa"/>
            <w:tcBorders>
              <w:top w:val="single" w:sz="6" w:space="0" w:color="auto"/>
              <w:left w:val="single" w:sz="6" w:space="0" w:color="auto"/>
              <w:bottom w:val="single" w:sz="6" w:space="0" w:color="auto"/>
              <w:right w:val="single" w:sz="6" w:space="0" w:color="auto"/>
            </w:tcBorders>
            <w:vAlign w:val="center"/>
          </w:tcPr>
          <w:p w14:paraId="66D58786"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FDD_E, TDD_E</w:t>
            </w:r>
          </w:p>
        </w:tc>
        <w:tc>
          <w:tcPr>
            <w:tcW w:w="1925" w:type="dxa"/>
            <w:tcBorders>
              <w:top w:val="single" w:sz="6" w:space="0" w:color="auto"/>
              <w:left w:val="single" w:sz="6" w:space="0" w:color="auto"/>
              <w:bottom w:val="single" w:sz="6" w:space="0" w:color="auto"/>
              <w:right w:val="single" w:sz="6" w:space="0" w:color="auto"/>
            </w:tcBorders>
            <w:vAlign w:val="center"/>
          </w:tcPr>
          <w:p w14:paraId="28BD1F22"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-119</w:t>
            </w:r>
          </w:p>
        </w:tc>
        <w:tc>
          <w:tcPr>
            <w:tcW w:w="1959" w:type="dxa"/>
            <w:tcBorders>
              <w:top w:val="single" w:sz="6" w:space="0" w:color="auto"/>
              <w:left w:val="single" w:sz="6" w:space="0" w:color="auto"/>
              <w:bottom w:val="single" w:sz="6" w:space="0" w:color="auto"/>
              <w:right w:val="single" w:sz="4" w:space="0" w:color="auto"/>
            </w:tcBorders>
            <w:vAlign w:val="center"/>
          </w:tcPr>
          <w:p w14:paraId="7A603410"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494E9F15" w14:textId="77777777" w:rsidTr="00DF3064">
        <w:trPr>
          <w:jc w:val="center"/>
        </w:trPr>
        <w:tc>
          <w:tcPr>
            <w:tcW w:w="1156" w:type="dxa"/>
            <w:vMerge/>
            <w:tcBorders>
              <w:left w:val="single" w:sz="6" w:space="0" w:color="auto"/>
              <w:right w:val="single" w:sz="6" w:space="0" w:color="auto"/>
            </w:tcBorders>
          </w:tcPr>
          <w:p w14:paraId="21124910" w14:textId="77777777" w:rsidR="001F5A79" w:rsidRPr="008C6DE4" w:rsidRDefault="001F5A79" w:rsidP="00DF3064">
            <w:pPr>
              <w:keepNext/>
              <w:keepLines/>
              <w:spacing w:after="0"/>
              <w:jc w:val="center"/>
              <w:rPr>
                <w:rFonts w:ascii="Arial" w:hAnsi="Arial" w:cs="Arial"/>
                <w:sz w:val="18"/>
                <w:lang w:eastAsia="ja-JP"/>
              </w:rPr>
            </w:pPr>
          </w:p>
        </w:tc>
        <w:tc>
          <w:tcPr>
            <w:tcW w:w="4815" w:type="dxa"/>
            <w:tcBorders>
              <w:top w:val="single" w:sz="6" w:space="0" w:color="auto"/>
              <w:left w:val="single" w:sz="6" w:space="0" w:color="auto"/>
              <w:bottom w:val="single" w:sz="6" w:space="0" w:color="auto"/>
              <w:right w:val="single" w:sz="6" w:space="0" w:color="auto"/>
            </w:tcBorders>
            <w:vAlign w:val="center"/>
          </w:tcPr>
          <w:p w14:paraId="5589BA63"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FDD_F</w:t>
            </w:r>
          </w:p>
        </w:tc>
        <w:tc>
          <w:tcPr>
            <w:tcW w:w="1925" w:type="dxa"/>
            <w:tcBorders>
              <w:top w:val="single" w:sz="6" w:space="0" w:color="auto"/>
              <w:left w:val="single" w:sz="6" w:space="0" w:color="auto"/>
              <w:bottom w:val="single" w:sz="6" w:space="0" w:color="auto"/>
              <w:right w:val="single" w:sz="6" w:space="0" w:color="auto"/>
            </w:tcBorders>
            <w:vAlign w:val="center"/>
          </w:tcPr>
          <w:p w14:paraId="1FC03E0F"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-1</w:t>
            </w:r>
            <w:r w:rsidRPr="008C6DE4">
              <w:rPr>
                <w:rFonts w:ascii="Arial" w:hAnsi="Arial" w:cs="Arial"/>
                <w:sz w:val="18"/>
                <w:lang w:eastAsia="zh-CN"/>
              </w:rPr>
              <w:t>18.5</w:t>
            </w:r>
          </w:p>
        </w:tc>
        <w:tc>
          <w:tcPr>
            <w:tcW w:w="1959" w:type="dxa"/>
            <w:tcBorders>
              <w:top w:val="single" w:sz="6" w:space="0" w:color="auto"/>
              <w:left w:val="single" w:sz="6" w:space="0" w:color="auto"/>
              <w:bottom w:val="single" w:sz="6" w:space="0" w:color="auto"/>
              <w:right w:val="single" w:sz="4" w:space="0" w:color="auto"/>
            </w:tcBorders>
            <w:vAlign w:val="center"/>
          </w:tcPr>
          <w:p w14:paraId="2D1993FA"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04F45F27" w14:textId="77777777" w:rsidTr="00DF3064">
        <w:trPr>
          <w:jc w:val="center"/>
        </w:trPr>
        <w:tc>
          <w:tcPr>
            <w:tcW w:w="1156" w:type="dxa"/>
            <w:vMerge/>
            <w:tcBorders>
              <w:left w:val="single" w:sz="6" w:space="0" w:color="auto"/>
              <w:right w:val="single" w:sz="6" w:space="0" w:color="auto"/>
            </w:tcBorders>
          </w:tcPr>
          <w:p w14:paraId="6839CA7C" w14:textId="77777777" w:rsidR="001F5A79" w:rsidRPr="008C6DE4" w:rsidRDefault="001F5A79" w:rsidP="00DF3064">
            <w:pPr>
              <w:keepNext/>
              <w:keepLines/>
              <w:spacing w:after="0"/>
              <w:jc w:val="center"/>
              <w:rPr>
                <w:rFonts w:ascii="Arial" w:hAnsi="Arial" w:cs="Arial"/>
                <w:sz w:val="18"/>
                <w:lang w:eastAsia="ja-JP"/>
              </w:rPr>
            </w:pPr>
          </w:p>
        </w:tc>
        <w:tc>
          <w:tcPr>
            <w:tcW w:w="4815" w:type="dxa"/>
            <w:tcBorders>
              <w:top w:val="single" w:sz="6" w:space="0" w:color="auto"/>
              <w:left w:val="single" w:sz="6" w:space="0" w:color="auto"/>
              <w:bottom w:val="single" w:sz="6" w:space="0" w:color="auto"/>
              <w:right w:val="single" w:sz="6" w:space="0" w:color="auto"/>
            </w:tcBorders>
            <w:vAlign w:val="center"/>
          </w:tcPr>
          <w:p w14:paraId="0C19D96E"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FDD_G</w:t>
            </w:r>
          </w:p>
        </w:tc>
        <w:tc>
          <w:tcPr>
            <w:tcW w:w="1925" w:type="dxa"/>
            <w:tcBorders>
              <w:top w:val="single" w:sz="6" w:space="0" w:color="auto"/>
              <w:left w:val="single" w:sz="6" w:space="0" w:color="auto"/>
              <w:bottom w:val="single" w:sz="6" w:space="0" w:color="auto"/>
              <w:right w:val="single" w:sz="6" w:space="0" w:color="auto"/>
            </w:tcBorders>
            <w:vAlign w:val="center"/>
          </w:tcPr>
          <w:p w14:paraId="56B71764"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-1</w:t>
            </w:r>
            <w:r w:rsidRPr="008C6DE4">
              <w:rPr>
                <w:rFonts w:ascii="Arial" w:hAnsi="Arial" w:cs="Arial"/>
                <w:sz w:val="18"/>
                <w:lang w:eastAsia="zh-CN"/>
              </w:rPr>
              <w:t>18</w:t>
            </w:r>
          </w:p>
        </w:tc>
        <w:tc>
          <w:tcPr>
            <w:tcW w:w="1959" w:type="dxa"/>
            <w:tcBorders>
              <w:top w:val="single" w:sz="6" w:space="0" w:color="auto"/>
              <w:left w:val="single" w:sz="6" w:space="0" w:color="auto"/>
              <w:bottom w:val="single" w:sz="6" w:space="0" w:color="auto"/>
              <w:right w:val="single" w:sz="4" w:space="0" w:color="auto"/>
            </w:tcBorders>
            <w:vAlign w:val="center"/>
          </w:tcPr>
          <w:p w14:paraId="49094DA4"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47D00023" w14:textId="77777777" w:rsidTr="00DF3064">
        <w:trPr>
          <w:jc w:val="center"/>
        </w:trPr>
        <w:tc>
          <w:tcPr>
            <w:tcW w:w="1156" w:type="dxa"/>
            <w:vMerge/>
            <w:tcBorders>
              <w:left w:val="single" w:sz="6" w:space="0" w:color="auto"/>
              <w:right w:val="single" w:sz="6" w:space="0" w:color="auto"/>
            </w:tcBorders>
          </w:tcPr>
          <w:p w14:paraId="2DF31517" w14:textId="77777777" w:rsidR="001F5A79" w:rsidRPr="008C6DE4" w:rsidRDefault="001F5A79" w:rsidP="00DF3064">
            <w:pPr>
              <w:keepNext/>
              <w:keepLines/>
              <w:spacing w:after="0"/>
              <w:jc w:val="center"/>
              <w:rPr>
                <w:rFonts w:ascii="Arial" w:hAnsi="Arial" w:cs="Arial"/>
                <w:sz w:val="18"/>
                <w:lang w:eastAsia="ja-JP"/>
              </w:rPr>
            </w:pPr>
          </w:p>
        </w:tc>
        <w:tc>
          <w:tcPr>
            <w:tcW w:w="4815" w:type="dxa"/>
            <w:tcBorders>
              <w:top w:val="single" w:sz="6" w:space="0" w:color="auto"/>
              <w:left w:val="single" w:sz="6" w:space="0" w:color="auto"/>
              <w:bottom w:val="single" w:sz="6" w:space="0" w:color="auto"/>
              <w:right w:val="single" w:sz="6" w:space="0" w:color="auto"/>
            </w:tcBorders>
            <w:vAlign w:val="center"/>
          </w:tcPr>
          <w:p w14:paraId="617CD67D"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FDD_H</w:t>
            </w:r>
          </w:p>
        </w:tc>
        <w:tc>
          <w:tcPr>
            <w:tcW w:w="1925" w:type="dxa"/>
            <w:tcBorders>
              <w:top w:val="single" w:sz="6" w:space="0" w:color="auto"/>
              <w:left w:val="single" w:sz="6" w:space="0" w:color="auto"/>
              <w:bottom w:val="single" w:sz="6" w:space="0" w:color="auto"/>
              <w:right w:val="single" w:sz="6" w:space="0" w:color="auto"/>
            </w:tcBorders>
            <w:vAlign w:val="center"/>
          </w:tcPr>
          <w:p w14:paraId="0D3D7006"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-1</w:t>
            </w:r>
            <w:r w:rsidRPr="008C6DE4">
              <w:rPr>
                <w:rFonts w:ascii="Arial" w:hAnsi="Arial" w:cs="Arial"/>
                <w:sz w:val="18"/>
                <w:lang w:eastAsia="zh-CN"/>
              </w:rPr>
              <w:t>17.5</w:t>
            </w:r>
          </w:p>
        </w:tc>
        <w:tc>
          <w:tcPr>
            <w:tcW w:w="1959" w:type="dxa"/>
            <w:tcBorders>
              <w:top w:val="single" w:sz="6" w:space="0" w:color="auto"/>
              <w:left w:val="single" w:sz="6" w:space="0" w:color="auto"/>
              <w:bottom w:val="single" w:sz="6" w:space="0" w:color="auto"/>
              <w:right w:val="single" w:sz="4" w:space="0" w:color="auto"/>
            </w:tcBorders>
            <w:vAlign w:val="center"/>
          </w:tcPr>
          <w:p w14:paraId="08FF5E44"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DD3199" w:rsidRPr="008C6DE4" w14:paraId="542C2420" w14:textId="77777777" w:rsidTr="00DF3064">
        <w:trPr>
          <w:jc w:val="center"/>
        </w:trPr>
        <w:tc>
          <w:tcPr>
            <w:tcW w:w="1156" w:type="dxa"/>
            <w:vMerge/>
            <w:tcBorders>
              <w:left w:val="single" w:sz="6" w:space="0" w:color="auto"/>
              <w:right w:val="single" w:sz="6" w:space="0" w:color="auto"/>
            </w:tcBorders>
          </w:tcPr>
          <w:p w14:paraId="11A229B7" w14:textId="77777777" w:rsidR="001F5A79" w:rsidRPr="008C6DE4" w:rsidRDefault="001F5A79" w:rsidP="00DF3064">
            <w:pPr>
              <w:keepNext/>
              <w:keepLines/>
              <w:spacing w:after="0"/>
              <w:jc w:val="center"/>
              <w:rPr>
                <w:rFonts w:ascii="Arial" w:hAnsi="Arial" w:cs="Arial"/>
                <w:sz w:val="18"/>
                <w:lang w:eastAsia="zh-CN"/>
              </w:rPr>
            </w:pPr>
          </w:p>
        </w:tc>
        <w:tc>
          <w:tcPr>
            <w:tcW w:w="4815" w:type="dxa"/>
            <w:tcBorders>
              <w:top w:val="single" w:sz="6" w:space="0" w:color="auto"/>
              <w:left w:val="single" w:sz="6" w:space="0" w:color="auto"/>
              <w:bottom w:val="single" w:sz="6" w:space="0" w:color="auto"/>
              <w:right w:val="single" w:sz="6" w:space="0" w:color="auto"/>
            </w:tcBorders>
            <w:vAlign w:val="center"/>
          </w:tcPr>
          <w:p w14:paraId="152713A5"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zh-CN"/>
              </w:rPr>
              <w:t>FDD_N</w:t>
            </w:r>
          </w:p>
        </w:tc>
        <w:tc>
          <w:tcPr>
            <w:tcW w:w="1925" w:type="dxa"/>
            <w:tcBorders>
              <w:top w:val="single" w:sz="6" w:space="0" w:color="auto"/>
              <w:left w:val="single" w:sz="6" w:space="0" w:color="auto"/>
              <w:bottom w:val="single" w:sz="6" w:space="0" w:color="auto"/>
              <w:right w:val="single" w:sz="6" w:space="0" w:color="auto"/>
            </w:tcBorders>
            <w:vAlign w:val="center"/>
          </w:tcPr>
          <w:p w14:paraId="17296355"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zh-CN"/>
              </w:rPr>
              <w:t>-114.5</w:t>
            </w:r>
          </w:p>
        </w:tc>
        <w:tc>
          <w:tcPr>
            <w:tcW w:w="1959" w:type="dxa"/>
            <w:tcBorders>
              <w:top w:val="single" w:sz="6" w:space="0" w:color="auto"/>
              <w:left w:val="single" w:sz="6" w:space="0" w:color="auto"/>
              <w:bottom w:val="single" w:sz="6" w:space="0" w:color="auto"/>
              <w:right w:val="single" w:sz="4" w:space="0" w:color="auto"/>
            </w:tcBorders>
            <w:vAlign w:val="center"/>
          </w:tcPr>
          <w:p w14:paraId="29D464CF"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sz w:val="18"/>
                <w:lang w:eastAsia="ja-JP"/>
              </w:rPr>
              <w:t>-50</w:t>
            </w:r>
          </w:p>
        </w:tc>
      </w:tr>
      <w:tr w:rsidR="001F5A79" w:rsidRPr="008C6DE4" w14:paraId="502B956E" w14:textId="77777777" w:rsidTr="00DF3064">
        <w:trPr>
          <w:jc w:val="center"/>
        </w:trPr>
        <w:tc>
          <w:tcPr>
            <w:tcW w:w="9855" w:type="dxa"/>
            <w:gridSpan w:val="4"/>
            <w:tcBorders>
              <w:top w:val="single" w:sz="6" w:space="0" w:color="auto"/>
              <w:left w:val="single" w:sz="6" w:space="0" w:color="auto"/>
              <w:bottom w:val="single" w:sz="6" w:space="0" w:color="auto"/>
              <w:right w:val="single" w:sz="4" w:space="0" w:color="auto"/>
            </w:tcBorders>
          </w:tcPr>
          <w:p w14:paraId="3C72D20B"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w:t>
            </w:r>
            <w:r w:rsidRPr="008C6DE4">
              <w:rPr>
                <w:rFonts w:ascii="Arial" w:hAnsi="Arial" w:cs="Arial"/>
                <w:sz w:val="18"/>
                <w:lang w:eastAsia="zh-CN"/>
              </w:rPr>
              <w:t>OTE</w:t>
            </w:r>
            <w:r w:rsidRPr="008C6DE4">
              <w:rPr>
                <w:rFonts w:ascii="Arial" w:hAnsi="Arial" w:cs="Arial"/>
                <w:sz w:val="18"/>
                <w:lang w:eastAsia="ja-JP"/>
              </w:rPr>
              <w:t xml:space="preserve"> 1:</w:t>
            </w:r>
            <w:r w:rsidRPr="008C6DE4">
              <w:rPr>
                <w:rFonts w:ascii="Arial" w:hAnsi="Arial" w:cs="Arial"/>
                <w:sz w:val="18"/>
                <w:lang w:eastAsia="ja-JP"/>
              </w:rPr>
              <w:tab/>
              <w:t>When in dBm/15kHz, the minimum Io condition is expressed as the average Io per RE over all REs in that symbol. Io may be different in different symbols within a subframe.</w:t>
            </w:r>
          </w:p>
          <w:p w14:paraId="1BF0B17C"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NOTE 2:</w:t>
            </w:r>
            <w:r w:rsidRPr="008C6DE4">
              <w:rPr>
                <w:rFonts w:ascii="Arial" w:hAnsi="Arial" w:cs="Arial"/>
                <w:sz w:val="18"/>
                <w:lang w:eastAsia="ja-JP"/>
              </w:rPr>
              <w:tab/>
              <w:t>The condition level is increased by ∆&gt;0, when applicable, as described in clauses B.4.2 and B.4.3 in TS36.133 [15].</w:t>
            </w:r>
          </w:p>
          <w:p w14:paraId="7BD5B271"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NOTE 3:</w:t>
            </w:r>
            <w:r w:rsidRPr="008C6DE4">
              <w:rPr>
                <w:rFonts w:ascii="Arial" w:hAnsi="Arial" w:cs="Arial"/>
                <w:sz w:val="18"/>
                <w:lang w:eastAsia="ja-JP"/>
              </w:rPr>
              <w:tab/>
              <w:t>E-UTRA operating band groups are as defined in clause 3.5 in TS 36.133 [15].</w:t>
            </w:r>
          </w:p>
        </w:tc>
      </w:tr>
    </w:tbl>
    <w:p w14:paraId="33108AE2" w14:textId="77777777" w:rsidR="001F5A79" w:rsidRPr="008C6DE4" w:rsidRDefault="001F5A79" w:rsidP="001F5A79"/>
    <w:p w14:paraId="1CACC57D" w14:textId="77777777" w:rsidR="001F5A79" w:rsidRPr="008C6DE4" w:rsidRDefault="001F5A79" w:rsidP="001F5A79">
      <w:pPr>
        <w:keepNext/>
        <w:keepLines/>
        <w:spacing w:before="60"/>
        <w:jc w:val="center"/>
        <w:rPr>
          <w:rFonts w:ascii="Arial" w:hAnsi="Arial"/>
          <w:b/>
        </w:rPr>
      </w:pPr>
      <w:r w:rsidRPr="008C6DE4">
        <w:rPr>
          <w:rFonts w:ascii="Arial" w:hAnsi="Arial"/>
          <w:b/>
        </w:rPr>
        <w:t xml:space="preserve">Table 10.1.21.1-4: </w:t>
      </w:r>
      <w:r w:rsidRPr="008C6DE4">
        <w:rPr>
          <w:rFonts w:ascii="Arial" w:hAnsi="Arial"/>
          <w:b/>
          <w:lang w:eastAsia="zh-CN"/>
        </w:rPr>
        <w:t>SFTD</w:t>
      </w:r>
      <w:r w:rsidRPr="008C6DE4">
        <w:rPr>
          <w:rFonts w:ascii="Arial" w:hAnsi="Arial"/>
          <w:b/>
        </w:rPr>
        <w:t xml:space="preserve"> measurement accuracy</w:t>
      </w:r>
    </w:p>
    <w:tbl>
      <w:tblPr>
        <w:tblW w:w="0" w:type="auto"/>
        <w:jc w:val="center"/>
        <w:tblLayout w:type="fixed"/>
        <w:tblLook w:val="0000" w:firstRow="0" w:lastRow="0" w:firstColumn="0" w:lastColumn="0" w:noHBand="0" w:noVBand="0"/>
      </w:tblPr>
      <w:tblGrid>
        <w:gridCol w:w="2509"/>
        <w:gridCol w:w="1984"/>
        <w:gridCol w:w="2508"/>
      </w:tblGrid>
      <w:tr w:rsidR="00DD3199" w:rsidRPr="008C6DE4" w14:paraId="59133DF3" w14:textId="77777777" w:rsidTr="00DF3064">
        <w:trPr>
          <w:jc w:val="center"/>
        </w:trPr>
        <w:tc>
          <w:tcPr>
            <w:tcW w:w="2509" w:type="dxa"/>
            <w:vMerge w:val="restart"/>
            <w:tcBorders>
              <w:top w:val="single" w:sz="4" w:space="0" w:color="auto"/>
              <w:left w:val="single" w:sz="4" w:space="0" w:color="auto"/>
              <w:bottom w:val="single" w:sz="6" w:space="0" w:color="auto"/>
              <w:right w:val="single" w:sz="6" w:space="0" w:color="auto"/>
            </w:tcBorders>
            <w:vAlign w:val="center"/>
          </w:tcPr>
          <w:p w14:paraId="2B210788"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Accuracy</w:t>
            </w:r>
          </w:p>
        </w:tc>
        <w:tc>
          <w:tcPr>
            <w:tcW w:w="4492" w:type="dxa"/>
            <w:gridSpan w:val="2"/>
            <w:tcBorders>
              <w:top w:val="single" w:sz="4" w:space="0" w:color="auto"/>
              <w:left w:val="single" w:sz="6" w:space="0" w:color="auto"/>
              <w:bottom w:val="single" w:sz="6" w:space="0" w:color="auto"/>
              <w:right w:val="single" w:sz="4" w:space="0" w:color="auto"/>
            </w:tcBorders>
            <w:vAlign w:val="center"/>
          </w:tcPr>
          <w:p w14:paraId="2D2AABF2"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Conditions</w:t>
            </w:r>
          </w:p>
        </w:tc>
      </w:tr>
      <w:tr w:rsidR="00DD3199" w:rsidRPr="008C6DE4" w14:paraId="1128052C" w14:textId="77777777" w:rsidTr="00DF3064">
        <w:trPr>
          <w:trHeight w:val="391"/>
          <w:jc w:val="center"/>
        </w:trPr>
        <w:tc>
          <w:tcPr>
            <w:tcW w:w="2509" w:type="dxa"/>
            <w:vMerge/>
            <w:tcBorders>
              <w:top w:val="single" w:sz="6" w:space="0" w:color="auto"/>
              <w:left w:val="single" w:sz="4" w:space="0" w:color="auto"/>
              <w:bottom w:val="single" w:sz="6" w:space="0" w:color="auto"/>
              <w:right w:val="single" w:sz="6" w:space="0" w:color="auto"/>
            </w:tcBorders>
            <w:vAlign w:val="center"/>
          </w:tcPr>
          <w:p w14:paraId="523C87B7" w14:textId="77777777" w:rsidR="001F5A79" w:rsidRPr="008C6DE4" w:rsidRDefault="001F5A79" w:rsidP="00DF3064">
            <w:pPr>
              <w:keepNext/>
              <w:keepLines/>
              <w:spacing w:after="0"/>
              <w:jc w:val="center"/>
              <w:rPr>
                <w:rFonts w:ascii="Arial" w:hAnsi="Arial" w:cs="Arial"/>
                <w:b/>
                <w:sz w:val="18"/>
                <w:lang w:eastAsia="ja-JP"/>
              </w:rPr>
            </w:pPr>
          </w:p>
        </w:tc>
        <w:tc>
          <w:tcPr>
            <w:tcW w:w="1984" w:type="dxa"/>
            <w:tcBorders>
              <w:top w:val="single" w:sz="6" w:space="0" w:color="auto"/>
              <w:left w:val="single" w:sz="6" w:space="0" w:color="auto"/>
              <w:bottom w:val="single" w:sz="6" w:space="0" w:color="auto"/>
              <w:right w:val="single" w:sz="6" w:space="0" w:color="auto"/>
            </w:tcBorders>
            <w:vAlign w:val="center"/>
          </w:tcPr>
          <w:p w14:paraId="772F5BA8"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Ês/Iot</w:t>
            </w:r>
            <w:r w:rsidRPr="008C6DE4">
              <w:rPr>
                <w:rFonts w:ascii="Arial" w:hAnsi="Arial" w:cs="Arial"/>
                <w:b/>
                <w:sz w:val="18"/>
                <w:vertAlign w:val="superscript"/>
                <w:lang w:eastAsia="zh-CN"/>
              </w:rPr>
              <w:t xml:space="preserve"> Note 2</w:t>
            </w:r>
          </w:p>
        </w:tc>
        <w:tc>
          <w:tcPr>
            <w:tcW w:w="2508" w:type="dxa"/>
            <w:tcBorders>
              <w:top w:val="single" w:sz="6" w:space="0" w:color="auto"/>
              <w:left w:val="single" w:sz="6" w:space="0" w:color="auto"/>
              <w:right w:val="single" w:sz="4" w:space="0" w:color="auto"/>
            </w:tcBorders>
            <w:vAlign w:val="center"/>
          </w:tcPr>
          <w:p w14:paraId="6EDC369D"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zh-CN"/>
              </w:rPr>
              <w:t xml:space="preserve">Frequency range </w:t>
            </w:r>
          </w:p>
        </w:tc>
      </w:tr>
      <w:tr w:rsidR="00DD3199" w:rsidRPr="008C6DE4" w14:paraId="359A7EC6" w14:textId="77777777" w:rsidTr="00DF3064">
        <w:trPr>
          <w:jc w:val="center"/>
        </w:trPr>
        <w:tc>
          <w:tcPr>
            <w:tcW w:w="2509" w:type="dxa"/>
            <w:tcBorders>
              <w:top w:val="single" w:sz="6" w:space="0" w:color="auto"/>
              <w:left w:val="single" w:sz="4" w:space="0" w:color="auto"/>
              <w:bottom w:val="single" w:sz="4" w:space="0" w:color="auto"/>
              <w:right w:val="single" w:sz="6" w:space="0" w:color="auto"/>
            </w:tcBorders>
            <w:vAlign w:val="center"/>
          </w:tcPr>
          <w:p w14:paraId="475B1E42"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Ts</w:t>
            </w:r>
            <w:r w:rsidRPr="008C6DE4">
              <w:rPr>
                <w:rFonts w:ascii="Arial" w:hAnsi="Arial" w:cs="Arial"/>
                <w:b/>
                <w:sz w:val="18"/>
                <w:vertAlign w:val="superscript"/>
                <w:lang w:eastAsia="zh-CN"/>
              </w:rPr>
              <w:t xml:space="preserve"> Note 1</w:t>
            </w:r>
          </w:p>
        </w:tc>
        <w:tc>
          <w:tcPr>
            <w:tcW w:w="1984" w:type="dxa"/>
            <w:tcBorders>
              <w:top w:val="single" w:sz="6" w:space="0" w:color="auto"/>
              <w:left w:val="single" w:sz="6" w:space="0" w:color="auto"/>
              <w:bottom w:val="single" w:sz="4" w:space="0" w:color="auto"/>
              <w:right w:val="single" w:sz="6" w:space="0" w:color="auto"/>
            </w:tcBorders>
            <w:vAlign w:val="center"/>
          </w:tcPr>
          <w:p w14:paraId="0DA4A970"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w:t>
            </w:r>
          </w:p>
        </w:tc>
        <w:tc>
          <w:tcPr>
            <w:tcW w:w="2508" w:type="dxa"/>
            <w:tcBorders>
              <w:top w:val="single" w:sz="6" w:space="0" w:color="auto"/>
              <w:left w:val="single" w:sz="6" w:space="0" w:color="auto"/>
              <w:bottom w:val="single" w:sz="6" w:space="0" w:color="auto"/>
              <w:right w:val="single" w:sz="4" w:space="0" w:color="auto"/>
            </w:tcBorders>
            <w:vAlign w:val="center"/>
          </w:tcPr>
          <w:p w14:paraId="0104F0E7" w14:textId="77777777" w:rsidR="001F5A79" w:rsidRPr="008C6DE4" w:rsidRDefault="001F5A79" w:rsidP="00DF3064">
            <w:pPr>
              <w:keepNext/>
              <w:keepLines/>
              <w:spacing w:after="0"/>
              <w:jc w:val="center"/>
              <w:rPr>
                <w:rFonts w:ascii="Arial" w:hAnsi="Arial" w:cs="Arial"/>
                <w:b/>
                <w:sz w:val="18"/>
                <w:lang w:eastAsia="ja-JP"/>
              </w:rPr>
            </w:pPr>
          </w:p>
        </w:tc>
      </w:tr>
      <w:tr w:rsidR="00DD3199" w:rsidRPr="008C6DE4" w14:paraId="64BF8396" w14:textId="77777777" w:rsidTr="00DF3064">
        <w:trPr>
          <w:jc w:val="center"/>
        </w:trPr>
        <w:tc>
          <w:tcPr>
            <w:tcW w:w="2509" w:type="dxa"/>
            <w:tcBorders>
              <w:top w:val="single" w:sz="4" w:space="0" w:color="auto"/>
              <w:left w:val="single" w:sz="4" w:space="0" w:color="auto"/>
              <w:bottom w:val="single" w:sz="4" w:space="0" w:color="auto"/>
              <w:right w:val="single" w:sz="4" w:space="0" w:color="auto"/>
            </w:tcBorders>
            <w:vAlign w:val="center"/>
          </w:tcPr>
          <w:p w14:paraId="02FE35E5"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napToGrid w:val="0"/>
                <w:sz w:val="18"/>
              </w:rPr>
              <w:t>40*64*Tc</w:t>
            </w:r>
          </w:p>
        </w:tc>
        <w:tc>
          <w:tcPr>
            <w:tcW w:w="1984" w:type="dxa"/>
            <w:vMerge w:val="restart"/>
            <w:tcBorders>
              <w:top w:val="single" w:sz="4" w:space="0" w:color="auto"/>
              <w:left w:val="single" w:sz="4" w:space="0" w:color="auto"/>
              <w:right w:val="single" w:sz="4" w:space="0" w:color="auto"/>
            </w:tcBorders>
            <w:vAlign w:val="center"/>
          </w:tcPr>
          <w:p w14:paraId="6D664777"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sym w:font="Symbol" w:char="F0B3"/>
            </w:r>
            <w:r w:rsidRPr="008C6DE4">
              <w:rPr>
                <w:rFonts w:ascii="Arial" w:hAnsi="Arial"/>
                <w:sz w:val="18"/>
              </w:rPr>
              <w:t>-3 dB</w:t>
            </w:r>
          </w:p>
        </w:tc>
        <w:tc>
          <w:tcPr>
            <w:tcW w:w="2508" w:type="dxa"/>
            <w:tcBorders>
              <w:top w:val="single" w:sz="6" w:space="0" w:color="auto"/>
              <w:left w:val="single" w:sz="4" w:space="0" w:color="auto"/>
              <w:bottom w:val="single" w:sz="6" w:space="0" w:color="auto"/>
              <w:right w:val="single" w:sz="4" w:space="0" w:color="auto"/>
            </w:tcBorders>
            <w:vAlign w:val="center"/>
          </w:tcPr>
          <w:p w14:paraId="07D07FB2"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napToGrid w:val="0"/>
                <w:sz w:val="18"/>
              </w:rPr>
              <w:t>FR1</w:t>
            </w:r>
          </w:p>
        </w:tc>
      </w:tr>
      <w:tr w:rsidR="00DD3199" w:rsidRPr="008C6DE4" w14:paraId="6CB6E773" w14:textId="77777777" w:rsidTr="00DF3064">
        <w:trPr>
          <w:jc w:val="center"/>
        </w:trPr>
        <w:tc>
          <w:tcPr>
            <w:tcW w:w="2509" w:type="dxa"/>
            <w:tcBorders>
              <w:top w:val="single" w:sz="4" w:space="0" w:color="auto"/>
              <w:left w:val="single" w:sz="4" w:space="0" w:color="auto"/>
              <w:bottom w:val="single" w:sz="4" w:space="0" w:color="auto"/>
              <w:right w:val="single" w:sz="4" w:space="0" w:color="auto"/>
            </w:tcBorders>
            <w:vAlign w:val="center"/>
          </w:tcPr>
          <w:p w14:paraId="22280CFA"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napToGrid w:val="0"/>
                <w:sz w:val="18"/>
              </w:rPr>
              <w:t>40*64*Tc</w:t>
            </w:r>
          </w:p>
        </w:tc>
        <w:tc>
          <w:tcPr>
            <w:tcW w:w="1984" w:type="dxa"/>
            <w:vMerge/>
            <w:tcBorders>
              <w:left w:val="single" w:sz="4" w:space="0" w:color="auto"/>
              <w:right w:val="single" w:sz="4" w:space="0" w:color="auto"/>
            </w:tcBorders>
            <w:vAlign w:val="center"/>
          </w:tcPr>
          <w:p w14:paraId="7586937B" w14:textId="77777777" w:rsidR="001F5A79" w:rsidRPr="008C6DE4" w:rsidRDefault="001F5A79" w:rsidP="00DF3064">
            <w:pPr>
              <w:keepNext/>
              <w:keepLines/>
              <w:spacing w:after="0"/>
              <w:jc w:val="center"/>
              <w:rPr>
                <w:rFonts w:ascii="Arial" w:hAnsi="Arial" w:cs="Arial"/>
                <w:sz w:val="18"/>
                <w:lang w:eastAsia="ja-JP"/>
              </w:rPr>
            </w:pPr>
          </w:p>
        </w:tc>
        <w:tc>
          <w:tcPr>
            <w:tcW w:w="2508" w:type="dxa"/>
            <w:tcBorders>
              <w:top w:val="single" w:sz="6" w:space="0" w:color="auto"/>
              <w:left w:val="single" w:sz="4" w:space="0" w:color="auto"/>
              <w:bottom w:val="single" w:sz="6" w:space="0" w:color="auto"/>
              <w:right w:val="single" w:sz="4" w:space="0" w:color="auto"/>
            </w:tcBorders>
            <w:vAlign w:val="center"/>
          </w:tcPr>
          <w:p w14:paraId="46D4CC85"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napToGrid w:val="0"/>
                <w:sz w:val="18"/>
              </w:rPr>
              <w:t>FR2</w:t>
            </w:r>
          </w:p>
        </w:tc>
      </w:tr>
      <w:tr w:rsidR="001F5A79" w:rsidRPr="008C6DE4" w14:paraId="561A790B" w14:textId="77777777" w:rsidTr="00DF3064">
        <w:trPr>
          <w:jc w:val="center"/>
        </w:trPr>
        <w:tc>
          <w:tcPr>
            <w:tcW w:w="7001" w:type="dxa"/>
            <w:gridSpan w:val="3"/>
            <w:tcBorders>
              <w:top w:val="single" w:sz="6" w:space="0" w:color="auto"/>
              <w:left w:val="single" w:sz="4" w:space="0" w:color="auto"/>
              <w:bottom w:val="single" w:sz="4" w:space="0" w:color="auto"/>
              <w:right w:val="single" w:sz="4" w:space="0" w:color="auto"/>
            </w:tcBorders>
            <w:vAlign w:val="center"/>
          </w:tcPr>
          <w:p w14:paraId="3FDA1E83"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w:t>
            </w:r>
            <w:r w:rsidRPr="008C6DE4">
              <w:rPr>
                <w:rFonts w:ascii="Arial" w:hAnsi="Arial" w:cs="Arial"/>
                <w:sz w:val="18"/>
                <w:lang w:eastAsia="zh-CN"/>
              </w:rPr>
              <w:t>OTE</w:t>
            </w:r>
            <w:r w:rsidRPr="008C6DE4">
              <w:rPr>
                <w:rFonts w:ascii="Arial" w:hAnsi="Arial" w:cs="Arial"/>
                <w:sz w:val="18"/>
                <w:lang w:eastAsia="ja-JP"/>
              </w:rPr>
              <w:t xml:space="preserve"> 1:</w:t>
            </w:r>
            <w:r w:rsidRPr="008C6DE4">
              <w:rPr>
                <w:rFonts w:ascii="Arial" w:hAnsi="Arial" w:cs="Arial"/>
                <w:sz w:val="18"/>
                <w:lang w:eastAsia="ja-JP"/>
              </w:rPr>
              <w:tab/>
              <w:t xml:space="preserve">Tc is the basic timing unit defined in </w:t>
            </w:r>
            <w:r w:rsidRPr="008C6DE4">
              <w:rPr>
                <w:rFonts w:ascii="Arial" w:hAnsi="Arial"/>
                <w:sz w:val="18"/>
              </w:rPr>
              <w:t>TS 38.211 [6]</w:t>
            </w:r>
            <w:r w:rsidRPr="008C6DE4">
              <w:rPr>
                <w:rFonts w:ascii="Arial" w:hAnsi="Arial" w:cs="Arial"/>
                <w:sz w:val="18"/>
                <w:lang w:eastAsia="ja-JP"/>
              </w:rPr>
              <w:t>.</w:t>
            </w:r>
          </w:p>
          <w:p w14:paraId="2DD16B9F"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sz w:val="18"/>
              </w:rPr>
              <w:t>NOTE 2:</w:t>
            </w:r>
            <w:r w:rsidRPr="008C6DE4">
              <w:rPr>
                <w:rFonts w:ascii="Arial" w:hAnsi="Arial"/>
                <w:sz w:val="18"/>
              </w:rPr>
              <w:tab/>
            </w:r>
            <w:r w:rsidRPr="008C6DE4">
              <w:rPr>
                <w:rFonts w:ascii="Arial" w:hAnsi="Arial"/>
                <w:sz w:val="18"/>
                <w:lang w:eastAsia="zh-CN"/>
              </w:rPr>
              <w:t xml:space="preserve">The parameter </w:t>
            </w:r>
            <w:r w:rsidRPr="008C6DE4">
              <w:rPr>
                <w:rFonts w:ascii="Arial" w:hAnsi="Arial"/>
                <w:sz w:val="18"/>
              </w:rPr>
              <w:t>Ês/Iot</w:t>
            </w:r>
            <w:r w:rsidRPr="008C6DE4">
              <w:rPr>
                <w:rFonts w:ascii="Arial" w:hAnsi="Arial"/>
                <w:sz w:val="18"/>
                <w:lang w:eastAsia="zh-CN"/>
              </w:rPr>
              <w:t xml:space="preserve"> is the minimum </w:t>
            </w:r>
            <w:r w:rsidRPr="008C6DE4">
              <w:rPr>
                <w:rFonts w:ascii="Arial" w:hAnsi="Arial"/>
                <w:sz w:val="18"/>
              </w:rPr>
              <w:t>Ês/Iot</w:t>
            </w:r>
            <w:r w:rsidRPr="008C6DE4">
              <w:rPr>
                <w:rFonts w:ascii="Arial" w:hAnsi="Arial"/>
                <w:sz w:val="18"/>
                <w:lang w:eastAsia="zh-CN"/>
              </w:rPr>
              <w:t xml:space="preserve"> of the pair of cells to which the requirement applies.</w:t>
            </w:r>
          </w:p>
        </w:tc>
      </w:tr>
    </w:tbl>
    <w:p w14:paraId="50A2835F" w14:textId="77777777" w:rsidR="001F5A79" w:rsidRPr="008C6DE4" w:rsidRDefault="001F5A79" w:rsidP="001F5A79">
      <w:pPr>
        <w:rPr>
          <w:noProof/>
          <w:lang w:eastAsia="zh-CN"/>
        </w:rPr>
      </w:pPr>
    </w:p>
    <w:p w14:paraId="0596AE54" w14:textId="77777777" w:rsidR="001F5A79" w:rsidRPr="008C6DE4" w:rsidRDefault="001F5A79" w:rsidP="001F5A79">
      <w:pPr>
        <w:keepNext/>
        <w:keepLines/>
        <w:spacing w:before="120"/>
        <w:ind w:left="1418" w:hanging="1418"/>
        <w:outlineLvl w:val="3"/>
        <w:rPr>
          <w:rFonts w:ascii="Arial" w:hAnsi="Arial"/>
          <w:sz w:val="24"/>
          <w:lang w:val="en-US" w:eastAsia="zh-CN"/>
        </w:rPr>
      </w:pPr>
      <w:r w:rsidRPr="008C6DE4">
        <w:rPr>
          <w:rFonts w:ascii="Arial" w:hAnsi="Arial"/>
          <w:sz w:val="24"/>
          <w:lang w:val="en-US"/>
        </w:rPr>
        <w:t>10.1.21.2</w:t>
      </w:r>
      <w:r w:rsidRPr="008C6DE4">
        <w:rPr>
          <w:rFonts w:ascii="Arial" w:hAnsi="Arial"/>
          <w:sz w:val="24"/>
          <w:lang w:val="en-US"/>
        </w:rPr>
        <w:tab/>
        <w:t>SFTD acuracy requirements for NR-DC</w:t>
      </w:r>
    </w:p>
    <w:p w14:paraId="00AA85B1" w14:textId="77777777" w:rsidR="001F5A79" w:rsidRPr="008C6DE4" w:rsidRDefault="001F5A79" w:rsidP="001F5A79">
      <w:r w:rsidRPr="008C6DE4">
        <w:t>Th</w:t>
      </w:r>
      <w:r w:rsidRPr="008C6DE4">
        <w:rPr>
          <w:rFonts w:eastAsia="MS Mincho"/>
        </w:rPr>
        <w:t>e</w:t>
      </w:r>
      <w:r w:rsidRPr="008C6DE4">
        <w:t xml:space="preserve"> </w:t>
      </w:r>
      <w:r w:rsidRPr="008C6DE4">
        <w:rPr>
          <w:lang w:eastAsia="zh-CN"/>
        </w:rPr>
        <w:t>SFN and frame</w:t>
      </w:r>
      <w:r w:rsidRPr="008C6DE4">
        <w:t xml:space="preserve"> timing difference </w:t>
      </w:r>
      <w:r w:rsidRPr="008C6DE4">
        <w:rPr>
          <w:lang w:eastAsia="zh-CN"/>
        </w:rPr>
        <w:t xml:space="preserve">(SFTD) </w:t>
      </w:r>
      <w:r w:rsidRPr="008C6DE4">
        <w:t xml:space="preserve">is measured </w:t>
      </w:r>
      <w:r w:rsidRPr="008C6DE4">
        <w:rPr>
          <w:lang w:eastAsia="zh-CN"/>
        </w:rPr>
        <w:t>between PCell in FR1 and PSCell in FR2 under NR dual connectivity</w:t>
      </w:r>
      <w:r w:rsidRPr="008C6DE4">
        <w:t>.</w:t>
      </w:r>
    </w:p>
    <w:p w14:paraId="28D77B1E" w14:textId="77777777" w:rsidR="001F5A79" w:rsidRPr="008C6DE4" w:rsidRDefault="001F5A79" w:rsidP="001F5A79">
      <w:pPr>
        <w:rPr>
          <w:rFonts w:cs="v4.2.0"/>
        </w:rPr>
      </w:pPr>
      <w:r w:rsidRPr="008C6DE4">
        <w:rPr>
          <w:rFonts w:cs="v4.2.0"/>
        </w:rPr>
        <w:t>The accuracy requirements in Table 10.1.21.2-3 are appilicable under the following conditions:</w:t>
      </w:r>
    </w:p>
    <w:p w14:paraId="6D9B00FE" w14:textId="77777777" w:rsidR="001F5A79" w:rsidRPr="008C6DE4" w:rsidRDefault="001F5A79" w:rsidP="001F5A79">
      <w:r w:rsidRPr="008C6DE4">
        <w:t xml:space="preserve">For FR1 PCell </w:t>
      </w:r>
      <w:r w:rsidRPr="008C6DE4">
        <w:rPr>
          <w:lang w:eastAsia="zh-CN"/>
        </w:rPr>
        <w:t>SFN and frame</w:t>
      </w:r>
      <w:r w:rsidRPr="008C6DE4">
        <w:t xml:space="preserve"> timing measurement:</w:t>
      </w:r>
    </w:p>
    <w:p w14:paraId="6E820678" w14:textId="77777777" w:rsidR="001F5A79" w:rsidRPr="008C6DE4" w:rsidRDefault="001F5A79" w:rsidP="001F5A79">
      <w:pPr>
        <w:ind w:left="568" w:hanging="284"/>
        <w:rPr>
          <w:rFonts w:cs="v4.2.0"/>
        </w:rPr>
      </w:pPr>
      <w:r w:rsidRPr="008C6DE4">
        <w:t>-</w:t>
      </w:r>
      <w:r w:rsidRPr="008C6DE4">
        <w:tab/>
        <w:t>Conditions defined in clause 7.3 of TS 38.101-1 [18] for reference sensitivity are fulfilled.</w:t>
      </w:r>
    </w:p>
    <w:p w14:paraId="0D3F2B4C" w14:textId="77777777" w:rsidR="001F5A79" w:rsidRPr="008C6DE4" w:rsidRDefault="001F5A79" w:rsidP="001F5A79">
      <w:pPr>
        <w:ind w:left="568" w:hanging="284"/>
      </w:pPr>
      <w:r w:rsidRPr="008C6DE4">
        <w:t>-</w:t>
      </w:r>
      <w:r w:rsidRPr="008C6DE4">
        <w:tab/>
        <w:t>Io range deifined in Table 10.1.21.2-1.</w:t>
      </w:r>
    </w:p>
    <w:p w14:paraId="4B6CC645" w14:textId="77777777" w:rsidR="001F5A79" w:rsidRPr="008C6DE4" w:rsidRDefault="001F5A79" w:rsidP="001F5A79">
      <w:pPr>
        <w:keepNext/>
        <w:keepLines/>
        <w:spacing w:before="60"/>
        <w:jc w:val="center"/>
        <w:rPr>
          <w:rFonts w:ascii="Arial" w:hAnsi="Arial"/>
          <w:b/>
          <w:lang w:eastAsia="zh-CN"/>
        </w:rPr>
      </w:pPr>
      <w:r w:rsidRPr="008C6DE4">
        <w:rPr>
          <w:rFonts w:ascii="Arial" w:hAnsi="Arial"/>
          <w:b/>
        </w:rPr>
        <w:t>Table 10.1.21.2-1: PCell Io range conditions in</w:t>
      </w:r>
      <w:r w:rsidRPr="008C6DE4">
        <w:rPr>
          <w:rFonts w:ascii="Arial" w:hAnsi="Arial"/>
          <w:b/>
          <w:lang w:eastAsia="zh-CN"/>
        </w:rPr>
        <w:t xml:space="preserve"> FR1</w:t>
      </w:r>
    </w:p>
    <w:tbl>
      <w:tblPr>
        <w:tblW w:w="9855" w:type="dxa"/>
        <w:jc w:val="center"/>
        <w:tblLayout w:type="fixed"/>
        <w:tblLook w:val="0000" w:firstRow="0" w:lastRow="0" w:firstColumn="0" w:lastColumn="0" w:noHBand="0" w:noVBand="0"/>
      </w:tblPr>
      <w:tblGrid>
        <w:gridCol w:w="1156"/>
        <w:gridCol w:w="4178"/>
        <w:gridCol w:w="1498"/>
        <w:gridCol w:w="1498"/>
        <w:gridCol w:w="1525"/>
      </w:tblGrid>
      <w:tr w:rsidR="00DD3199" w:rsidRPr="008C6DE4" w14:paraId="2213A5D4" w14:textId="77777777" w:rsidTr="00DF3064">
        <w:trPr>
          <w:jc w:val="center"/>
        </w:trPr>
        <w:tc>
          <w:tcPr>
            <w:tcW w:w="1156" w:type="dxa"/>
            <w:vMerge w:val="restart"/>
            <w:tcBorders>
              <w:top w:val="single" w:sz="6" w:space="0" w:color="auto"/>
              <w:left w:val="single" w:sz="6" w:space="0" w:color="auto"/>
              <w:right w:val="single" w:sz="4" w:space="0" w:color="auto"/>
            </w:tcBorders>
            <w:vAlign w:val="center"/>
          </w:tcPr>
          <w:p w14:paraId="26FF1FBB" w14:textId="77777777" w:rsidR="001F5A79" w:rsidRPr="008C6DE4" w:rsidRDefault="001F5A79" w:rsidP="00DF3064">
            <w:pPr>
              <w:keepNext/>
              <w:keepLines/>
              <w:spacing w:after="0"/>
              <w:jc w:val="center"/>
              <w:rPr>
                <w:rFonts w:ascii="Arial" w:hAnsi="Arial"/>
                <w:b/>
                <w:sz w:val="18"/>
                <w:lang w:eastAsia="zh-CN"/>
              </w:rPr>
            </w:pPr>
            <w:r w:rsidRPr="008C6DE4">
              <w:rPr>
                <w:rFonts w:ascii="Arial" w:hAnsi="Arial"/>
                <w:b/>
                <w:sz w:val="18"/>
                <w:lang w:eastAsia="zh-CN"/>
              </w:rPr>
              <w:t>Parameter</w:t>
            </w:r>
          </w:p>
        </w:tc>
        <w:tc>
          <w:tcPr>
            <w:tcW w:w="8699" w:type="dxa"/>
            <w:gridSpan w:val="4"/>
            <w:tcBorders>
              <w:top w:val="single" w:sz="6" w:space="0" w:color="auto"/>
              <w:left w:val="single" w:sz="6" w:space="0" w:color="auto"/>
              <w:bottom w:val="single" w:sz="6" w:space="0" w:color="auto"/>
              <w:right w:val="single" w:sz="4" w:space="0" w:color="auto"/>
            </w:tcBorders>
            <w:vAlign w:val="center"/>
          </w:tcPr>
          <w:p w14:paraId="24711A88" w14:textId="77777777" w:rsidR="001F5A79" w:rsidRPr="008C6DE4" w:rsidRDefault="001F5A79" w:rsidP="00DF3064">
            <w:pPr>
              <w:keepNext/>
              <w:keepLines/>
              <w:spacing w:after="0"/>
              <w:jc w:val="center"/>
              <w:rPr>
                <w:rFonts w:ascii="Arial" w:hAnsi="Arial"/>
                <w:b/>
                <w:sz w:val="18"/>
                <w:lang w:eastAsia="ja-JP"/>
              </w:rPr>
            </w:pPr>
            <w:r w:rsidRPr="008C6DE4">
              <w:rPr>
                <w:rFonts w:ascii="Arial" w:hAnsi="Arial"/>
                <w:b/>
                <w:sz w:val="18"/>
                <w:lang w:eastAsia="ja-JP"/>
              </w:rPr>
              <w:t>Io</w:t>
            </w:r>
            <w:r w:rsidRPr="008C6DE4">
              <w:rPr>
                <w:rFonts w:ascii="Arial" w:hAnsi="Arial"/>
                <w:b/>
                <w:sz w:val="18"/>
                <w:vertAlign w:val="superscript"/>
                <w:lang w:eastAsia="zh-CN"/>
              </w:rPr>
              <w:t xml:space="preserve"> Note 1</w:t>
            </w:r>
            <w:r w:rsidRPr="008C6DE4">
              <w:rPr>
                <w:rFonts w:ascii="Arial" w:hAnsi="Arial"/>
                <w:b/>
                <w:sz w:val="18"/>
                <w:lang w:eastAsia="ja-JP"/>
              </w:rPr>
              <w:t xml:space="preserve"> range</w:t>
            </w:r>
          </w:p>
        </w:tc>
      </w:tr>
      <w:tr w:rsidR="00DD3199" w:rsidRPr="008C6DE4" w14:paraId="1D169C77" w14:textId="77777777" w:rsidTr="00DF3064">
        <w:trPr>
          <w:jc w:val="center"/>
        </w:trPr>
        <w:tc>
          <w:tcPr>
            <w:tcW w:w="1156" w:type="dxa"/>
            <w:vMerge/>
            <w:tcBorders>
              <w:left w:val="single" w:sz="6" w:space="0" w:color="auto"/>
              <w:right w:val="single" w:sz="4" w:space="0" w:color="auto"/>
            </w:tcBorders>
          </w:tcPr>
          <w:p w14:paraId="66CD885C" w14:textId="77777777" w:rsidR="001F5A79" w:rsidRPr="008C6DE4" w:rsidRDefault="001F5A79" w:rsidP="00DF3064">
            <w:pPr>
              <w:keepNext/>
              <w:keepLines/>
              <w:spacing w:after="0"/>
              <w:jc w:val="center"/>
              <w:rPr>
                <w:rFonts w:ascii="Arial" w:hAnsi="Arial"/>
                <w:b/>
                <w:sz w:val="18"/>
                <w:lang w:eastAsia="ja-JP"/>
              </w:rPr>
            </w:pPr>
          </w:p>
        </w:tc>
        <w:tc>
          <w:tcPr>
            <w:tcW w:w="4178" w:type="dxa"/>
            <w:tcBorders>
              <w:top w:val="single" w:sz="6" w:space="0" w:color="auto"/>
              <w:left w:val="single" w:sz="4" w:space="0" w:color="auto"/>
              <w:bottom w:val="single" w:sz="6" w:space="0" w:color="auto"/>
              <w:right w:val="single" w:sz="6" w:space="0" w:color="auto"/>
            </w:tcBorders>
            <w:vAlign w:val="center"/>
          </w:tcPr>
          <w:p w14:paraId="75F52329" w14:textId="77777777" w:rsidR="001F5A79" w:rsidRPr="008C6DE4" w:rsidRDefault="001F5A79" w:rsidP="00DF3064">
            <w:pPr>
              <w:keepNext/>
              <w:keepLines/>
              <w:spacing w:after="0"/>
              <w:jc w:val="center"/>
              <w:rPr>
                <w:rFonts w:ascii="Arial" w:hAnsi="Arial"/>
                <w:b/>
                <w:sz w:val="18"/>
                <w:lang w:eastAsia="ja-JP"/>
              </w:rPr>
            </w:pPr>
            <w:r w:rsidRPr="008C6DE4">
              <w:rPr>
                <w:rFonts w:ascii="Arial" w:hAnsi="Arial"/>
                <w:b/>
                <w:sz w:val="18"/>
                <w:lang w:eastAsia="ja-JP"/>
              </w:rPr>
              <w:t>NR operating band groups</w:t>
            </w:r>
            <w:r w:rsidRPr="008C6DE4">
              <w:rPr>
                <w:rFonts w:ascii="Arial" w:hAnsi="Arial"/>
                <w:b/>
                <w:sz w:val="18"/>
                <w:vertAlign w:val="superscript"/>
                <w:lang w:eastAsia="ja-JP"/>
              </w:rPr>
              <w:t xml:space="preserve"> Note 2</w:t>
            </w:r>
          </w:p>
        </w:tc>
        <w:tc>
          <w:tcPr>
            <w:tcW w:w="2996" w:type="dxa"/>
            <w:gridSpan w:val="2"/>
            <w:tcBorders>
              <w:top w:val="single" w:sz="6" w:space="0" w:color="auto"/>
              <w:left w:val="single" w:sz="6" w:space="0" w:color="auto"/>
              <w:bottom w:val="single" w:sz="6" w:space="0" w:color="auto"/>
              <w:right w:val="single" w:sz="6" w:space="0" w:color="auto"/>
            </w:tcBorders>
            <w:vAlign w:val="center"/>
          </w:tcPr>
          <w:p w14:paraId="5852D1C1" w14:textId="77777777" w:rsidR="001F5A79" w:rsidRPr="008C6DE4" w:rsidRDefault="001F5A79" w:rsidP="00DF3064">
            <w:pPr>
              <w:keepNext/>
              <w:keepLines/>
              <w:spacing w:after="0"/>
              <w:jc w:val="center"/>
              <w:rPr>
                <w:rFonts w:ascii="Arial" w:hAnsi="Arial"/>
                <w:b/>
                <w:sz w:val="18"/>
                <w:lang w:eastAsia="ja-JP"/>
              </w:rPr>
            </w:pPr>
            <w:r w:rsidRPr="008C6DE4">
              <w:rPr>
                <w:rFonts w:ascii="Arial" w:hAnsi="Arial"/>
                <w:b/>
                <w:sz w:val="18"/>
                <w:lang w:eastAsia="ja-JP"/>
              </w:rPr>
              <w:t>Minimum Io</w:t>
            </w:r>
          </w:p>
        </w:tc>
        <w:tc>
          <w:tcPr>
            <w:tcW w:w="1525" w:type="dxa"/>
            <w:tcBorders>
              <w:top w:val="single" w:sz="6" w:space="0" w:color="auto"/>
              <w:left w:val="single" w:sz="6" w:space="0" w:color="auto"/>
              <w:bottom w:val="single" w:sz="6" w:space="0" w:color="auto"/>
              <w:right w:val="single" w:sz="4" w:space="0" w:color="auto"/>
            </w:tcBorders>
            <w:vAlign w:val="center"/>
          </w:tcPr>
          <w:p w14:paraId="7C45CEAC" w14:textId="77777777" w:rsidR="001F5A79" w:rsidRPr="008C6DE4" w:rsidRDefault="001F5A79" w:rsidP="00DF3064">
            <w:pPr>
              <w:keepNext/>
              <w:keepLines/>
              <w:spacing w:after="0"/>
              <w:jc w:val="center"/>
              <w:rPr>
                <w:rFonts w:ascii="Arial" w:hAnsi="Arial"/>
                <w:b/>
                <w:sz w:val="18"/>
                <w:lang w:eastAsia="ja-JP"/>
              </w:rPr>
            </w:pPr>
            <w:r w:rsidRPr="008C6DE4">
              <w:rPr>
                <w:rFonts w:ascii="Arial" w:hAnsi="Arial"/>
                <w:b/>
                <w:sz w:val="18"/>
                <w:lang w:eastAsia="ja-JP"/>
              </w:rPr>
              <w:t>Maximum Io</w:t>
            </w:r>
          </w:p>
        </w:tc>
      </w:tr>
      <w:tr w:rsidR="00DD3199" w:rsidRPr="008C6DE4" w14:paraId="3CC97B39" w14:textId="77777777" w:rsidTr="00DF3064">
        <w:trPr>
          <w:trHeight w:val="70"/>
          <w:jc w:val="center"/>
        </w:trPr>
        <w:tc>
          <w:tcPr>
            <w:tcW w:w="1156" w:type="dxa"/>
            <w:vMerge/>
            <w:tcBorders>
              <w:left w:val="single" w:sz="6" w:space="0" w:color="auto"/>
              <w:right w:val="single" w:sz="4" w:space="0" w:color="auto"/>
            </w:tcBorders>
            <w:vAlign w:val="center"/>
          </w:tcPr>
          <w:p w14:paraId="077D3E00" w14:textId="77777777" w:rsidR="001F5A79" w:rsidRPr="008C6DE4" w:rsidRDefault="001F5A79" w:rsidP="00DF3064">
            <w:pPr>
              <w:keepNext/>
              <w:keepLines/>
              <w:spacing w:after="0"/>
              <w:jc w:val="center"/>
              <w:rPr>
                <w:rFonts w:ascii="Arial" w:hAnsi="Arial" w:cs="Arial"/>
                <w:b/>
                <w:sz w:val="18"/>
                <w:lang w:eastAsia="zh-CN"/>
              </w:rPr>
            </w:pPr>
          </w:p>
        </w:tc>
        <w:tc>
          <w:tcPr>
            <w:tcW w:w="4178" w:type="dxa"/>
            <w:vMerge w:val="restart"/>
            <w:tcBorders>
              <w:top w:val="single" w:sz="6" w:space="0" w:color="auto"/>
              <w:left w:val="single" w:sz="4" w:space="0" w:color="auto"/>
              <w:right w:val="single" w:sz="6" w:space="0" w:color="auto"/>
            </w:tcBorders>
            <w:vAlign w:val="center"/>
          </w:tcPr>
          <w:p w14:paraId="6AC04563" w14:textId="77777777" w:rsidR="001F5A79" w:rsidRPr="008C6DE4" w:rsidRDefault="001F5A79" w:rsidP="00DF3064">
            <w:pPr>
              <w:keepNext/>
              <w:keepLines/>
              <w:spacing w:after="0"/>
              <w:jc w:val="center"/>
              <w:rPr>
                <w:rFonts w:ascii="Arial" w:hAnsi="Arial" w:cs="Arial"/>
                <w:b/>
                <w:sz w:val="18"/>
                <w:lang w:eastAsia="ja-JP"/>
              </w:rPr>
            </w:pPr>
          </w:p>
        </w:tc>
        <w:tc>
          <w:tcPr>
            <w:tcW w:w="2996" w:type="dxa"/>
            <w:gridSpan w:val="2"/>
            <w:tcBorders>
              <w:top w:val="single" w:sz="6" w:space="0" w:color="auto"/>
              <w:left w:val="single" w:sz="6" w:space="0" w:color="auto"/>
              <w:bottom w:val="single" w:sz="6" w:space="0" w:color="auto"/>
              <w:right w:val="single" w:sz="6" w:space="0" w:color="auto"/>
            </w:tcBorders>
            <w:vAlign w:val="center"/>
          </w:tcPr>
          <w:p w14:paraId="6D32DA6D"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 SCS</w:t>
            </w:r>
            <w:r w:rsidRPr="008C6DE4">
              <w:rPr>
                <w:rFonts w:ascii="Arial" w:hAnsi="Arial" w:cs="Arial"/>
                <w:b/>
                <w:sz w:val="18"/>
                <w:vertAlign w:val="subscript"/>
                <w:lang w:eastAsia="ja-JP"/>
              </w:rPr>
              <w:t>SSB</w:t>
            </w:r>
            <w:r w:rsidRPr="008C6DE4">
              <w:rPr>
                <w:rFonts w:ascii="Arial" w:hAnsi="Arial" w:cs="Arial"/>
                <w:sz w:val="18"/>
                <w:vertAlign w:val="superscript"/>
                <w:lang w:eastAsia="zh-CN"/>
              </w:rPr>
              <w:t xml:space="preserve"> </w:t>
            </w:r>
          </w:p>
        </w:tc>
        <w:tc>
          <w:tcPr>
            <w:tcW w:w="1525" w:type="dxa"/>
            <w:vMerge w:val="restart"/>
            <w:tcBorders>
              <w:top w:val="single" w:sz="6" w:space="0" w:color="auto"/>
              <w:left w:val="single" w:sz="6" w:space="0" w:color="auto"/>
              <w:right w:val="single" w:sz="4" w:space="0" w:color="auto"/>
            </w:tcBorders>
            <w:vAlign w:val="center"/>
          </w:tcPr>
          <w:p w14:paraId="52F28447"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dBm/BW</w:t>
            </w:r>
            <w:r w:rsidRPr="008C6DE4">
              <w:rPr>
                <w:rFonts w:ascii="Arial" w:hAnsi="Arial" w:cs="Arial"/>
                <w:b/>
                <w:sz w:val="18"/>
                <w:vertAlign w:val="subscript"/>
                <w:lang w:eastAsia="ja-JP"/>
              </w:rPr>
              <w:t>Channel</w:t>
            </w:r>
          </w:p>
        </w:tc>
      </w:tr>
      <w:tr w:rsidR="00DD3199" w:rsidRPr="008C6DE4" w14:paraId="735CD4D5" w14:textId="77777777" w:rsidTr="00DF3064">
        <w:trPr>
          <w:trHeight w:val="70"/>
          <w:jc w:val="center"/>
        </w:trPr>
        <w:tc>
          <w:tcPr>
            <w:tcW w:w="1156" w:type="dxa"/>
            <w:vMerge/>
            <w:tcBorders>
              <w:left w:val="single" w:sz="6" w:space="0" w:color="auto"/>
              <w:bottom w:val="single" w:sz="4" w:space="0" w:color="auto"/>
              <w:right w:val="single" w:sz="4" w:space="0" w:color="auto"/>
            </w:tcBorders>
            <w:vAlign w:val="center"/>
          </w:tcPr>
          <w:p w14:paraId="188914F9" w14:textId="77777777" w:rsidR="001F5A79" w:rsidRPr="008C6DE4" w:rsidRDefault="001F5A79" w:rsidP="00DF3064">
            <w:pPr>
              <w:keepNext/>
              <w:keepLines/>
              <w:spacing w:after="0"/>
              <w:jc w:val="center"/>
              <w:rPr>
                <w:rFonts w:ascii="Arial" w:hAnsi="Arial" w:cs="Arial"/>
                <w:b/>
                <w:sz w:val="18"/>
                <w:lang w:eastAsia="zh-CN"/>
              </w:rPr>
            </w:pPr>
          </w:p>
        </w:tc>
        <w:tc>
          <w:tcPr>
            <w:tcW w:w="4178" w:type="dxa"/>
            <w:vMerge/>
            <w:tcBorders>
              <w:left w:val="single" w:sz="4" w:space="0" w:color="auto"/>
              <w:bottom w:val="single" w:sz="6" w:space="0" w:color="auto"/>
              <w:right w:val="single" w:sz="6" w:space="0" w:color="auto"/>
            </w:tcBorders>
            <w:vAlign w:val="center"/>
          </w:tcPr>
          <w:p w14:paraId="5DF65113" w14:textId="77777777" w:rsidR="001F5A79" w:rsidRPr="008C6DE4" w:rsidRDefault="001F5A79" w:rsidP="00DF3064">
            <w:pPr>
              <w:keepNext/>
              <w:keepLines/>
              <w:spacing w:after="0"/>
              <w:jc w:val="center"/>
              <w:rPr>
                <w:rFonts w:ascii="Arial" w:hAnsi="Arial" w:cs="Arial"/>
                <w:b/>
                <w:sz w:val="18"/>
                <w:lang w:eastAsia="ja-JP"/>
              </w:rPr>
            </w:pPr>
          </w:p>
        </w:tc>
        <w:tc>
          <w:tcPr>
            <w:tcW w:w="1498" w:type="dxa"/>
            <w:tcBorders>
              <w:top w:val="single" w:sz="6" w:space="0" w:color="auto"/>
              <w:left w:val="single" w:sz="6" w:space="0" w:color="auto"/>
              <w:bottom w:val="single" w:sz="6" w:space="0" w:color="auto"/>
              <w:right w:val="single" w:sz="6" w:space="0" w:color="auto"/>
            </w:tcBorders>
            <w:vAlign w:val="center"/>
          </w:tcPr>
          <w:p w14:paraId="4D911DB8"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1498" w:type="dxa"/>
            <w:tcBorders>
              <w:top w:val="single" w:sz="6" w:space="0" w:color="auto"/>
              <w:left w:val="single" w:sz="6" w:space="0" w:color="auto"/>
              <w:bottom w:val="single" w:sz="6" w:space="0" w:color="auto"/>
              <w:right w:val="single" w:sz="6" w:space="0" w:color="auto"/>
            </w:tcBorders>
            <w:vAlign w:val="center"/>
          </w:tcPr>
          <w:p w14:paraId="532DF130"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525" w:type="dxa"/>
            <w:vMerge/>
            <w:tcBorders>
              <w:left w:val="single" w:sz="6" w:space="0" w:color="auto"/>
              <w:bottom w:val="single" w:sz="6" w:space="0" w:color="auto"/>
              <w:right w:val="single" w:sz="4" w:space="0" w:color="auto"/>
            </w:tcBorders>
            <w:vAlign w:val="center"/>
          </w:tcPr>
          <w:p w14:paraId="248A9402" w14:textId="77777777" w:rsidR="001F5A79" w:rsidRPr="008C6DE4" w:rsidRDefault="001F5A79" w:rsidP="00DF3064">
            <w:pPr>
              <w:keepNext/>
              <w:keepLines/>
              <w:spacing w:after="0"/>
              <w:jc w:val="center"/>
              <w:rPr>
                <w:rFonts w:ascii="Arial" w:hAnsi="Arial" w:cs="Arial"/>
                <w:b/>
                <w:sz w:val="18"/>
                <w:lang w:eastAsia="ja-JP"/>
              </w:rPr>
            </w:pPr>
          </w:p>
        </w:tc>
      </w:tr>
      <w:tr w:rsidR="00DD3199" w:rsidRPr="008C6DE4" w14:paraId="46DBE765" w14:textId="77777777" w:rsidTr="00DF3064">
        <w:trPr>
          <w:jc w:val="center"/>
        </w:trPr>
        <w:tc>
          <w:tcPr>
            <w:tcW w:w="1156" w:type="dxa"/>
            <w:vMerge w:val="restart"/>
            <w:tcBorders>
              <w:top w:val="single" w:sz="4" w:space="0" w:color="auto"/>
              <w:left w:val="single" w:sz="6" w:space="0" w:color="auto"/>
              <w:right w:val="single" w:sz="6" w:space="0" w:color="auto"/>
            </w:tcBorders>
            <w:vAlign w:val="center"/>
          </w:tcPr>
          <w:p w14:paraId="4B5DF3DA"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b/>
                <w:sz w:val="18"/>
                <w:lang w:eastAsia="zh-CN"/>
              </w:rPr>
              <w:t>Conditions</w:t>
            </w:r>
          </w:p>
        </w:tc>
        <w:tc>
          <w:tcPr>
            <w:tcW w:w="4178" w:type="dxa"/>
            <w:tcBorders>
              <w:top w:val="single" w:sz="6" w:space="0" w:color="auto"/>
              <w:left w:val="single" w:sz="6" w:space="0" w:color="auto"/>
              <w:bottom w:val="single" w:sz="6" w:space="0" w:color="auto"/>
              <w:right w:val="single" w:sz="6" w:space="0" w:color="auto"/>
            </w:tcBorders>
          </w:tcPr>
          <w:p w14:paraId="6E60D16D"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NR_FDD_FR1_A, NR_TDD_FR1_A</w:t>
            </w:r>
          </w:p>
        </w:tc>
        <w:tc>
          <w:tcPr>
            <w:tcW w:w="1498" w:type="dxa"/>
            <w:tcBorders>
              <w:top w:val="single" w:sz="6" w:space="0" w:color="auto"/>
              <w:left w:val="single" w:sz="6" w:space="0" w:color="auto"/>
              <w:bottom w:val="single" w:sz="6" w:space="0" w:color="auto"/>
              <w:right w:val="single" w:sz="6" w:space="0" w:color="auto"/>
            </w:tcBorders>
            <w:vAlign w:val="center"/>
          </w:tcPr>
          <w:p w14:paraId="134F3DA2"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-121</w:t>
            </w:r>
          </w:p>
        </w:tc>
        <w:tc>
          <w:tcPr>
            <w:tcW w:w="1498" w:type="dxa"/>
            <w:tcBorders>
              <w:top w:val="single" w:sz="6" w:space="0" w:color="auto"/>
              <w:left w:val="single" w:sz="6" w:space="0" w:color="auto"/>
              <w:bottom w:val="single" w:sz="6" w:space="0" w:color="auto"/>
              <w:right w:val="single" w:sz="6" w:space="0" w:color="auto"/>
            </w:tcBorders>
            <w:vAlign w:val="center"/>
          </w:tcPr>
          <w:p w14:paraId="61FC2D37"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-118</w:t>
            </w:r>
          </w:p>
        </w:tc>
        <w:tc>
          <w:tcPr>
            <w:tcW w:w="1525" w:type="dxa"/>
            <w:tcBorders>
              <w:top w:val="single" w:sz="6" w:space="0" w:color="auto"/>
              <w:left w:val="single" w:sz="6" w:space="0" w:color="auto"/>
              <w:bottom w:val="single" w:sz="6" w:space="0" w:color="auto"/>
              <w:right w:val="single" w:sz="4" w:space="0" w:color="auto"/>
            </w:tcBorders>
            <w:vAlign w:val="center"/>
          </w:tcPr>
          <w:p w14:paraId="225F8E1E"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DD3199" w:rsidRPr="008C6DE4" w14:paraId="411913A9" w14:textId="77777777" w:rsidTr="00DF3064">
        <w:trPr>
          <w:jc w:val="center"/>
        </w:trPr>
        <w:tc>
          <w:tcPr>
            <w:tcW w:w="1156" w:type="dxa"/>
            <w:vMerge/>
            <w:tcBorders>
              <w:left w:val="single" w:sz="6" w:space="0" w:color="auto"/>
              <w:right w:val="single" w:sz="6" w:space="0" w:color="auto"/>
            </w:tcBorders>
          </w:tcPr>
          <w:p w14:paraId="7D48E701"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70D2FEFB"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val="sv-SE"/>
              </w:rPr>
              <w:t>NR_FDD_FR1_B</w:t>
            </w:r>
          </w:p>
        </w:tc>
        <w:tc>
          <w:tcPr>
            <w:tcW w:w="1498" w:type="dxa"/>
            <w:tcBorders>
              <w:top w:val="single" w:sz="6" w:space="0" w:color="auto"/>
              <w:left w:val="single" w:sz="6" w:space="0" w:color="auto"/>
              <w:bottom w:val="single" w:sz="6" w:space="0" w:color="auto"/>
              <w:right w:val="single" w:sz="6" w:space="0" w:color="auto"/>
            </w:tcBorders>
          </w:tcPr>
          <w:p w14:paraId="698CD97E"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-120.5</w:t>
            </w:r>
          </w:p>
        </w:tc>
        <w:tc>
          <w:tcPr>
            <w:tcW w:w="1498" w:type="dxa"/>
            <w:tcBorders>
              <w:top w:val="single" w:sz="6" w:space="0" w:color="auto"/>
              <w:left w:val="single" w:sz="6" w:space="0" w:color="auto"/>
              <w:bottom w:val="single" w:sz="6" w:space="0" w:color="auto"/>
              <w:right w:val="single" w:sz="6" w:space="0" w:color="auto"/>
            </w:tcBorders>
            <w:vAlign w:val="center"/>
          </w:tcPr>
          <w:p w14:paraId="5B80AFC8"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-117.5</w:t>
            </w:r>
          </w:p>
        </w:tc>
        <w:tc>
          <w:tcPr>
            <w:tcW w:w="1525" w:type="dxa"/>
            <w:tcBorders>
              <w:top w:val="single" w:sz="6" w:space="0" w:color="auto"/>
              <w:left w:val="single" w:sz="6" w:space="0" w:color="auto"/>
              <w:bottom w:val="single" w:sz="6" w:space="0" w:color="auto"/>
              <w:right w:val="single" w:sz="4" w:space="0" w:color="auto"/>
            </w:tcBorders>
            <w:vAlign w:val="center"/>
          </w:tcPr>
          <w:p w14:paraId="72E472E8"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DD3199" w:rsidRPr="008C6DE4" w14:paraId="0B2147DC" w14:textId="77777777" w:rsidTr="00DF3064">
        <w:trPr>
          <w:jc w:val="center"/>
        </w:trPr>
        <w:tc>
          <w:tcPr>
            <w:tcW w:w="1156" w:type="dxa"/>
            <w:vMerge/>
            <w:tcBorders>
              <w:left w:val="single" w:sz="6" w:space="0" w:color="auto"/>
              <w:right w:val="single" w:sz="6" w:space="0" w:color="auto"/>
            </w:tcBorders>
          </w:tcPr>
          <w:p w14:paraId="7A140B17"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6DFA633E"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val="sv-SE"/>
              </w:rPr>
              <w:t>NR_TDD_FR1_C</w:t>
            </w:r>
          </w:p>
        </w:tc>
        <w:tc>
          <w:tcPr>
            <w:tcW w:w="1498" w:type="dxa"/>
            <w:tcBorders>
              <w:top w:val="single" w:sz="6" w:space="0" w:color="auto"/>
              <w:left w:val="single" w:sz="6" w:space="0" w:color="auto"/>
              <w:bottom w:val="single" w:sz="6" w:space="0" w:color="auto"/>
              <w:right w:val="single" w:sz="6" w:space="0" w:color="auto"/>
            </w:tcBorders>
            <w:vAlign w:val="center"/>
          </w:tcPr>
          <w:p w14:paraId="39BE4553"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-120</w:t>
            </w:r>
          </w:p>
        </w:tc>
        <w:tc>
          <w:tcPr>
            <w:tcW w:w="1498" w:type="dxa"/>
            <w:tcBorders>
              <w:top w:val="single" w:sz="6" w:space="0" w:color="auto"/>
              <w:left w:val="single" w:sz="6" w:space="0" w:color="auto"/>
              <w:bottom w:val="single" w:sz="6" w:space="0" w:color="auto"/>
              <w:right w:val="single" w:sz="6" w:space="0" w:color="auto"/>
            </w:tcBorders>
            <w:vAlign w:val="center"/>
          </w:tcPr>
          <w:p w14:paraId="5376481C"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-117</w:t>
            </w:r>
          </w:p>
        </w:tc>
        <w:tc>
          <w:tcPr>
            <w:tcW w:w="1525" w:type="dxa"/>
            <w:tcBorders>
              <w:top w:val="single" w:sz="6" w:space="0" w:color="auto"/>
              <w:left w:val="single" w:sz="6" w:space="0" w:color="auto"/>
              <w:bottom w:val="single" w:sz="6" w:space="0" w:color="auto"/>
              <w:right w:val="single" w:sz="4" w:space="0" w:color="auto"/>
            </w:tcBorders>
            <w:vAlign w:val="center"/>
          </w:tcPr>
          <w:p w14:paraId="7BB93488"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DD3199" w:rsidRPr="008C6DE4" w14:paraId="79825C04" w14:textId="77777777" w:rsidTr="00DF3064">
        <w:trPr>
          <w:jc w:val="center"/>
        </w:trPr>
        <w:tc>
          <w:tcPr>
            <w:tcW w:w="1156" w:type="dxa"/>
            <w:vMerge/>
            <w:tcBorders>
              <w:left w:val="single" w:sz="6" w:space="0" w:color="auto"/>
              <w:right w:val="single" w:sz="6" w:space="0" w:color="auto"/>
            </w:tcBorders>
            <w:vAlign w:val="center"/>
          </w:tcPr>
          <w:p w14:paraId="16CE7F8B"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0AFFA8F4" w14:textId="77777777" w:rsidR="001F5A79" w:rsidRPr="008C6DE4" w:rsidRDefault="001F5A79" w:rsidP="00DF3064">
            <w:pPr>
              <w:keepNext/>
              <w:keepLines/>
              <w:spacing w:after="0"/>
              <w:jc w:val="center"/>
              <w:rPr>
                <w:rFonts w:ascii="Arial" w:hAnsi="Arial"/>
                <w:sz w:val="18"/>
                <w:lang w:val="sv-FI" w:eastAsia="ja-JP"/>
              </w:rPr>
            </w:pPr>
            <w:r w:rsidRPr="008C6DE4">
              <w:rPr>
                <w:rFonts w:ascii="Arial" w:hAnsi="Arial"/>
                <w:sz w:val="18"/>
                <w:lang w:val="sv-SE"/>
              </w:rPr>
              <w:t>NR_FDD_FR1_D, NR_TDD_FR1_D</w:t>
            </w:r>
          </w:p>
        </w:tc>
        <w:tc>
          <w:tcPr>
            <w:tcW w:w="1498" w:type="dxa"/>
            <w:tcBorders>
              <w:top w:val="single" w:sz="6" w:space="0" w:color="auto"/>
              <w:left w:val="single" w:sz="6" w:space="0" w:color="auto"/>
              <w:bottom w:val="single" w:sz="6" w:space="0" w:color="auto"/>
              <w:right w:val="single" w:sz="6" w:space="0" w:color="auto"/>
            </w:tcBorders>
            <w:vAlign w:val="center"/>
          </w:tcPr>
          <w:p w14:paraId="0D0147A0"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-119.5</w:t>
            </w:r>
          </w:p>
        </w:tc>
        <w:tc>
          <w:tcPr>
            <w:tcW w:w="1498" w:type="dxa"/>
            <w:tcBorders>
              <w:top w:val="single" w:sz="6" w:space="0" w:color="auto"/>
              <w:left w:val="single" w:sz="6" w:space="0" w:color="auto"/>
              <w:bottom w:val="single" w:sz="6" w:space="0" w:color="auto"/>
              <w:right w:val="single" w:sz="6" w:space="0" w:color="auto"/>
            </w:tcBorders>
            <w:vAlign w:val="center"/>
          </w:tcPr>
          <w:p w14:paraId="05257455"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-116.5</w:t>
            </w:r>
          </w:p>
        </w:tc>
        <w:tc>
          <w:tcPr>
            <w:tcW w:w="1525" w:type="dxa"/>
            <w:tcBorders>
              <w:top w:val="single" w:sz="6" w:space="0" w:color="auto"/>
              <w:left w:val="single" w:sz="6" w:space="0" w:color="auto"/>
              <w:bottom w:val="single" w:sz="6" w:space="0" w:color="auto"/>
              <w:right w:val="single" w:sz="4" w:space="0" w:color="auto"/>
            </w:tcBorders>
            <w:vAlign w:val="center"/>
          </w:tcPr>
          <w:p w14:paraId="08ECA4FE"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DD3199" w:rsidRPr="008C6DE4" w14:paraId="75D93A2A" w14:textId="77777777" w:rsidTr="00DF3064">
        <w:trPr>
          <w:jc w:val="center"/>
        </w:trPr>
        <w:tc>
          <w:tcPr>
            <w:tcW w:w="1156" w:type="dxa"/>
            <w:vMerge/>
            <w:tcBorders>
              <w:left w:val="single" w:sz="6" w:space="0" w:color="auto"/>
              <w:right w:val="single" w:sz="6" w:space="0" w:color="auto"/>
            </w:tcBorders>
          </w:tcPr>
          <w:p w14:paraId="19110B0E"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3DE1C678" w14:textId="77777777" w:rsidR="001F5A79" w:rsidRPr="008C6DE4" w:rsidRDefault="001F5A79" w:rsidP="00DF3064">
            <w:pPr>
              <w:keepNext/>
              <w:keepLines/>
              <w:spacing w:after="0"/>
              <w:jc w:val="center"/>
              <w:rPr>
                <w:rFonts w:ascii="Arial" w:hAnsi="Arial"/>
                <w:sz w:val="18"/>
                <w:lang w:val="sv-FI" w:eastAsia="ja-JP"/>
              </w:rPr>
            </w:pPr>
            <w:r w:rsidRPr="008C6DE4">
              <w:rPr>
                <w:rFonts w:ascii="Arial" w:hAnsi="Arial"/>
                <w:sz w:val="18"/>
                <w:lang w:val="sv-SE"/>
              </w:rPr>
              <w:t>NR_FDD_FR1_E, NR_TDD_FR1_E</w:t>
            </w:r>
          </w:p>
        </w:tc>
        <w:tc>
          <w:tcPr>
            <w:tcW w:w="1498" w:type="dxa"/>
            <w:tcBorders>
              <w:top w:val="single" w:sz="6" w:space="0" w:color="auto"/>
              <w:left w:val="single" w:sz="6" w:space="0" w:color="auto"/>
              <w:bottom w:val="single" w:sz="6" w:space="0" w:color="auto"/>
              <w:right w:val="single" w:sz="6" w:space="0" w:color="auto"/>
            </w:tcBorders>
            <w:vAlign w:val="center"/>
          </w:tcPr>
          <w:p w14:paraId="1987ADC8"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-119</w:t>
            </w:r>
          </w:p>
        </w:tc>
        <w:tc>
          <w:tcPr>
            <w:tcW w:w="1498" w:type="dxa"/>
            <w:tcBorders>
              <w:top w:val="single" w:sz="6" w:space="0" w:color="auto"/>
              <w:left w:val="single" w:sz="6" w:space="0" w:color="auto"/>
              <w:bottom w:val="single" w:sz="6" w:space="0" w:color="auto"/>
              <w:right w:val="single" w:sz="6" w:space="0" w:color="auto"/>
            </w:tcBorders>
            <w:vAlign w:val="center"/>
          </w:tcPr>
          <w:p w14:paraId="05229060"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-116</w:t>
            </w:r>
          </w:p>
        </w:tc>
        <w:tc>
          <w:tcPr>
            <w:tcW w:w="1525" w:type="dxa"/>
            <w:tcBorders>
              <w:top w:val="single" w:sz="6" w:space="0" w:color="auto"/>
              <w:left w:val="single" w:sz="6" w:space="0" w:color="auto"/>
              <w:bottom w:val="single" w:sz="6" w:space="0" w:color="auto"/>
              <w:right w:val="single" w:sz="4" w:space="0" w:color="auto"/>
            </w:tcBorders>
            <w:vAlign w:val="center"/>
          </w:tcPr>
          <w:p w14:paraId="1A0967A1"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DD3199" w:rsidRPr="008C6DE4" w14:paraId="60246E14" w14:textId="77777777" w:rsidTr="00DF3064">
        <w:trPr>
          <w:jc w:val="center"/>
        </w:trPr>
        <w:tc>
          <w:tcPr>
            <w:tcW w:w="1156" w:type="dxa"/>
            <w:vMerge/>
            <w:tcBorders>
              <w:left w:val="single" w:sz="6" w:space="0" w:color="auto"/>
              <w:right w:val="single" w:sz="6" w:space="0" w:color="auto"/>
            </w:tcBorders>
          </w:tcPr>
          <w:p w14:paraId="299963AE"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7C91DEF4"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val="sv-SE"/>
              </w:rPr>
              <w:t>NR_FDD_FR1_G</w:t>
            </w:r>
          </w:p>
        </w:tc>
        <w:tc>
          <w:tcPr>
            <w:tcW w:w="1498" w:type="dxa"/>
            <w:tcBorders>
              <w:top w:val="single" w:sz="6" w:space="0" w:color="auto"/>
              <w:left w:val="single" w:sz="6" w:space="0" w:color="auto"/>
              <w:bottom w:val="single" w:sz="6" w:space="0" w:color="auto"/>
              <w:right w:val="single" w:sz="6" w:space="0" w:color="auto"/>
            </w:tcBorders>
            <w:vAlign w:val="center"/>
          </w:tcPr>
          <w:p w14:paraId="03232131"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-118</w:t>
            </w:r>
          </w:p>
        </w:tc>
        <w:tc>
          <w:tcPr>
            <w:tcW w:w="1498" w:type="dxa"/>
            <w:tcBorders>
              <w:top w:val="single" w:sz="6" w:space="0" w:color="auto"/>
              <w:left w:val="single" w:sz="6" w:space="0" w:color="auto"/>
              <w:bottom w:val="single" w:sz="6" w:space="0" w:color="auto"/>
              <w:right w:val="single" w:sz="6" w:space="0" w:color="auto"/>
            </w:tcBorders>
            <w:vAlign w:val="center"/>
          </w:tcPr>
          <w:p w14:paraId="75BD13AA"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-115</w:t>
            </w:r>
          </w:p>
        </w:tc>
        <w:tc>
          <w:tcPr>
            <w:tcW w:w="1525" w:type="dxa"/>
            <w:tcBorders>
              <w:top w:val="single" w:sz="6" w:space="0" w:color="auto"/>
              <w:left w:val="single" w:sz="6" w:space="0" w:color="auto"/>
              <w:bottom w:val="single" w:sz="6" w:space="0" w:color="auto"/>
              <w:right w:val="single" w:sz="4" w:space="0" w:color="auto"/>
            </w:tcBorders>
            <w:vAlign w:val="center"/>
          </w:tcPr>
          <w:p w14:paraId="71A849CF"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DD3199" w:rsidRPr="008C6DE4" w14:paraId="471DC4D3" w14:textId="77777777" w:rsidTr="00DF3064">
        <w:trPr>
          <w:jc w:val="center"/>
        </w:trPr>
        <w:tc>
          <w:tcPr>
            <w:tcW w:w="1156" w:type="dxa"/>
            <w:vMerge/>
            <w:tcBorders>
              <w:left w:val="single" w:sz="6" w:space="0" w:color="auto"/>
              <w:right w:val="single" w:sz="6" w:space="0" w:color="auto"/>
            </w:tcBorders>
          </w:tcPr>
          <w:p w14:paraId="709FD40C"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3E96C7F2"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val="sv-SE"/>
              </w:rPr>
              <w:t>NR_FDD_FR1_H</w:t>
            </w:r>
          </w:p>
        </w:tc>
        <w:tc>
          <w:tcPr>
            <w:tcW w:w="1498" w:type="dxa"/>
            <w:tcBorders>
              <w:top w:val="single" w:sz="6" w:space="0" w:color="auto"/>
              <w:left w:val="single" w:sz="6" w:space="0" w:color="auto"/>
              <w:bottom w:val="single" w:sz="6" w:space="0" w:color="auto"/>
              <w:right w:val="single" w:sz="6" w:space="0" w:color="auto"/>
            </w:tcBorders>
            <w:vAlign w:val="center"/>
          </w:tcPr>
          <w:p w14:paraId="398164DC"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-117.5</w:t>
            </w:r>
          </w:p>
        </w:tc>
        <w:tc>
          <w:tcPr>
            <w:tcW w:w="1498" w:type="dxa"/>
            <w:tcBorders>
              <w:top w:val="single" w:sz="6" w:space="0" w:color="auto"/>
              <w:left w:val="single" w:sz="6" w:space="0" w:color="auto"/>
              <w:bottom w:val="single" w:sz="6" w:space="0" w:color="auto"/>
              <w:right w:val="single" w:sz="6" w:space="0" w:color="auto"/>
            </w:tcBorders>
            <w:vAlign w:val="center"/>
          </w:tcPr>
          <w:p w14:paraId="34070C83"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-114.5</w:t>
            </w:r>
          </w:p>
        </w:tc>
        <w:tc>
          <w:tcPr>
            <w:tcW w:w="1525" w:type="dxa"/>
            <w:tcBorders>
              <w:top w:val="single" w:sz="6" w:space="0" w:color="auto"/>
              <w:left w:val="single" w:sz="6" w:space="0" w:color="auto"/>
              <w:bottom w:val="single" w:sz="6" w:space="0" w:color="auto"/>
              <w:right w:val="single" w:sz="4" w:space="0" w:color="auto"/>
            </w:tcBorders>
            <w:vAlign w:val="center"/>
          </w:tcPr>
          <w:p w14:paraId="0D77C719"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1F5A79" w:rsidRPr="008C6DE4" w14:paraId="26A10B10" w14:textId="77777777" w:rsidTr="00DF3064">
        <w:trPr>
          <w:jc w:val="center"/>
        </w:trPr>
        <w:tc>
          <w:tcPr>
            <w:tcW w:w="9855" w:type="dxa"/>
            <w:gridSpan w:val="5"/>
            <w:tcBorders>
              <w:top w:val="single" w:sz="6" w:space="0" w:color="auto"/>
              <w:left w:val="single" w:sz="6" w:space="0" w:color="auto"/>
              <w:bottom w:val="single" w:sz="6" w:space="0" w:color="auto"/>
              <w:right w:val="single" w:sz="4" w:space="0" w:color="auto"/>
            </w:tcBorders>
          </w:tcPr>
          <w:p w14:paraId="5C14BC13"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w:t>
            </w:r>
            <w:r w:rsidRPr="008C6DE4">
              <w:rPr>
                <w:rFonts w:ascii="Arial" w:hAnsi="Arial" w:cs="Arial"/>
                <w:sz w:val="18"/>
                <w:lang w:eastAsia="zh-CN"/>
              </w:rPr>
              <w:t>OTE</w:t>
            </w:r>
            <w:r w:rsidRPr="008C6DE4">
              <w:rPr>
                <w:rFonts w:ascii="Arial" w:hAnsi="Arial" w:cs="Arial"/>
                <w:sz w:val="18"/>
                <w:lang w:eastAsia="ja-JP"/>
              </w:rPr>
              <w:t xml:space="preserve"> 1:</w:t>
            </w:r>
            <w:r w:rsidRPr="008C6DE4">
              <w:rPr>
                <w:rFonts w:ascii="Arial" w:hAnsi="Arial" w:cs="Arial"/>
                <w:sz w:val="18"/>
                <w:lang w:eastAsia="ja-JP"/>
              </w:rPr>
              <w:tab/>
            </w:r>
            <w:r w:rsidRPr="008C6DE4">
              <w:rPr>
                <w:rFonts w:ascii="Arial" w:hAnsi="Arial"/>
                <w:sz w:val="18"/>
              </w:rPr>
              <w:t>Io is assumed to have constant EPRE across the bandwidth</w:t>
            </w:r>
            <w:r w:rsidRPr="008C6DE4">
              <w:rPr>
                <w:rFonts w:ascii="Arial" w:hAnsi="Arial" w:cs="Arial"/>
                <w:sz w:val="18"/>
                <w:lang w:eastAsia="ja-JP"/>
              </w:rPr>
              <w:t>.</w:t>
            </w:r>
          </w:p>
          <w:p w14:paraId="2280148C"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NOTE 2:</w:t>
            </w:r>
            <w:r w:rsidRPr="008C6DE4">
              <w:rPr>
                <w:rFonts w:ascii="Arial" w:hAnsi="Arial" w:cs="Arial"/>
                <w:sz w:val="18"/>
                <w:lang w:eastAsia="ja-JP"/>
              </w:rPr>
              <w:tab/>
              <w:t>NR operating band groups are as defined in clause 3.5.2.</w:t>
            </w:r>
          </w:p>
        </w:tc>
      </w:tr>
    </w:tbl>
    <w:p w14:paraId="0B32343D" w14:textId="77777777" w:rsidR="001F5A79" w:rsidRPr="008C6DE4" w:rsidRDefault="001F5A79" w:rsidP="001F5A79"/>
    <w:p w14:paraId="200AD052" w14:textId="77777777" w:rsidR="001F5A79" w:rsidRPr="008C6DE4" w:rsidRDefault="001F5A79" w:rsidP="001F5A79">
      <w:r w:rsidRPr="008C6DE4">
        <w:t>For FR2 PSCell SFN and frame timing measurement:</w:t>
      </w:r>
    </w:p>
    <w:p w14:paraId="59E68A31" w14:textId="77777777" w:rsidR="001F5A79" w:rsidRPr="008C6DE4" w:rsidRDefault="001F5A79" w:rsidP="001F5A79">
      <w:pPr>
        <w:ind w:left="568" w:hanging="284"/>
        <w:rPr>
          <w:rFonts w:cs="v4.2.0"/>
        </w:rPr>
      </w:pPr>
      <w:r w:rsidRPr="008C6DE4">
        <w:t>-</w:t>
      </w:r>
      <w:r w:rsidRPr="008C6DE4">
        <w:tab/>
        <w:t>Conditions defined in clause 7.3 of TS 38.101-2 [19] for reference sensitivity are fulfilled.</w:t>
      </w:r>
    </w:p>
    <w:p w14:paraId="7C5060AD" w14:textId="77777777" w:rsidR="001F5A79" w:rsidRPr="008C6DE4" w:rsidRDefault="001F5A79" w:rsidP="001F5A79">
      <w:pPr>
        <w:ind w:left="568" w:hanging="284"/>
      </w:pPr>
      <w:r w:rsidRPr="008C6DE4">
        <w:t>-</w:t>
      </w:r>
      <w:r w:rsidRPr="008C6DE4">
        <w:tab/>
        <w:t>Io range deifined in Table 10.1.21.2-2.</w:t>
      </w:r>
    </w:p>
    <w:p w14:paraId="3299B5C0" w14:textId="77777777" w:rsidR="001F5A79" w:rsidRPr="008C6DE4" w:rsidRDefault="001F5A79" w:rsidP="001F5A79">
      <w:pPr>
        <w:ind w:left="568" w:hanging="284"/>
        <w:rPr>
          <w:rFonts w:cs="v4.2.0"/>
        </w:rPr>
      </w:pPr>
      <w:r w:rsidRPr="008C6DE4">
        <w:t>-</w:t>
      </w:r>
      <w:r w:rsidRPr="008C6DE4">
        <w:tab/>
        <w:t>The measured signals are in the directions covered by the percentile EIS spherical coverage of the UE, defined in clause 7.3.4 of TS 38.101-2 [19].</w:t>
      </w:r>
    </w:p>
    <w:p w14:paraId="4DDE459D" w14:textId="77777777" w:rsidR="001F5A79" w:rsidRPr="008C6DE4" w:rsidRDefault="001F5A79" w:rsidP="001F5A79">
      <w:pPr>
        <w:keepNext/>
        <w:keepLines/>
        <w:spacing w:before="60"/>
        <w:jc w:val="center"/>
        <w:rPr>
          <w:rFonts w:ascii="Arial" w:hAnsi="Arial"/>
          <w:b/>
        </w:rPr>
      </w:pPr>
      <w:r w:rsidRPr="008C6DE4">
        <w:rPr>
          <w:rFonts w:ascii="Arial" w:hAnsi="Arial"/>
          <w:b/>
        </w:rPr>
        <w:t>Table 10.1.21.2-2: PSCell Io range conditions in</w:t>
      </w:r>
      <w:r w:rsidRPr="008C6DE4">
        <w:rPr>
          <w:rFonts w:ascii="Arial" w:hAnsi="Arial"/>
          <w:b/>
          <w:lang w:eastAsia="zh-CN"/>
        </w:rPr>
        <w:t xml:space="preserve"> FR2</w:t>
      </w:r>
    </w:p>
    <w:tbl>
      <w:tblPr>
        <w:tblW w:w="9833" w:type="dxa"/>
        <w:jc w:val="center"/>
        <w:tblLayout w:type="fixed"/>
        <w:tblLook w:val="0000" w:firstRow="0" w:lastRow="0" w:firstColumn="0" w:lastColumn="0" w:noHBand="0" w:noVBand="0"/>
      </w:tblPr>
      <w:tblGrid>
        <w:gridCol w:w="1156"/>
        <w:gridCol w:w="3245"/>
        <w:gridCol w:w="3246"/>
        <w:gridCol w:w="2186"/>
      </w:tblGrid>
      <w:tr w:rsidR="00DD3199" w:rsidRPr="008C6DE4" w14:paraId="241F4D8E" w14:textId="77777777" w:rsidTr="00DF3064">
        <w:trPr>
          <w:jc w:val="center"/>
        </w:trPr>
        <w:tc>
          <w:tcPr>
            <w:tcW w:w="1156" w:type="dxa"/>
            <w:vMerge w:val="restart"/>
            <w:tcBorders>
              <w:top w:val="single" w:sz="6" w:space="0" w:color="auto"/>
              <w:left w:val="single" w:sz="6" w:space="0" w:color="auto"/>
              <w:bottom w:val="single" w:sz="4" w:space="0" w:color="auto"/>
              <w:right w:val="single" w:sz="4" w:space="0" w:color="auto"/>
            </w:tcBorders>
            <w:vAlign w:val="center"/>
          </w:tcPr>
          <w:p w14:paraId="63218115" w14:textId="77777777" w:rsidR="001F5A79" w:rsidRPr="008C6DE4" w:rsidRDefault="001F5A79" w:rsidP="00DF3064">
            <w:pPr>
              <w:keepNext/>
              <w:keepLines/>
              <w:spacing w:after="0"/>
              <w:jc w:val="center"/>
              <w:rPr>
                <w:rFonts w:ascii="Arial" w:hAnsi="Arial" w:cs="Arial"/>
                <w:b/>
                <w:sz w:val="18"/>
                <w:lang w:eastAsia="zh-CN"/>
              </w:rPr>
            </w:pPr>
            <w:r w:rsidRPr="008C6DE4">
              <w:rPr>
                <w:rFonts w:ascii="Arial" w:hAnsi="Arial" w:cs="Arial"/>
                <w:b/>
                <w:sz w:val="18"/>
                <w:lang w:eastAsia="zh-CN"/>
              </w:rPr>
              <w:t>Parameter</w:t>
            </w:r>
          </w:p>
        </w:tc>
        <w:tc>
          <w:tcPr>
            <w:tcW w:w="8677" w:type="dxa"/>
            <w:gridSpan w:val="3"/>
            <w:tcBorders>
              <w:top w:val="single" w:sz="6" w:space="0" w:color="auto"/>
              <w:left w:val="single" w:sz="6" w:space="0" w:color="auto"/>
              <w:bottom w:val="single" w:sz="6" w:space="0" w:color="auto"/>
              <w:right w:val="single" w:sz="4" w:space="0" w:color="auto"/>
            </w:tcBorders>
            <w:vAlign w:val="center"/>
          </w:tcPr>
          <w:p w14:paraId="1761F5CC"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Io</w:t>
            </w:r>
            <w:r w:rsidRPr="008C6DE4">
              <w:rPr>
                <w:rFonts w:ascii="Arial" w:hAnsi="Arial" w:cs="Arial"/>
                <w:b/>
                <w:sz w:val="18"/>
                <w:vertAlign w:val="superscript"/>
                <w:lang w:eastAsia="zh-CN"/>
              </w:rPr>
              <w:t xml:space="preserve"> Note 1</w:t>
            </w:r>
            <w:r w:rsidRPr="008C6DE4">
              <w:rPr>
                <w:rFonts w:ascii="Arial" w:hAnsi="Arial" w:cs="Arial"/>
                <w:b/>
                <w:sz w:val="18"/>
                <w:lang w:eastAsia="ja-JP"/>
              </w:rPr>
              <w:t xml:space="preserve"> range</w:t>
            </w:r>
          </w:p>
        </w:tc>
      </w:tr>
      <w:tr w:rsidR="00DD3199" w:rsidRPr="008C6DE4" w14:paraId="4971868D" w14:textId="77777777" w:rsidTr="00DF3064">
        <w:trPr>
          <w:jc w:val="center"/>
        </w:trPr>
        <w:tc>
          <w:tcPr>
            <w:tcW w:w="1156" w:type="dxa"/>
            <w:vMerge/>
            <w:tcBorders>
              <w:left w:val="single" w:sz="6" w:space="0" w:color="auto"/>
              <w:bottom w:val="single" w:sz="4" w:space="0" w:color="auto"/>
              <w:right w:val="single" w:sz="4" w:space="0" w:color="auto"/>
            </w:tcBorders>
          </w:tcPr>
          <w:p w14:paraId="5FEF0E23" w14:textId="77777777" w:rsidR="001F5A79" w:rsidRPr="008C6DE4" w:rsidRDefault="001F5A79" w:rsidP="00DF3064">
            <w:pPr>
              <w:keepNext/>
              <w:keepLines/>
              <w:spacing w:after="0"/>
              <w:jc w:val="center"/>
              <w:rPr>
                <w:rFonts w:ascii="Arial" w:hAnsi="Arial" w:cs="Arial"/>
                <w:b/>
                <w:sz w:val="18"/>
                <w:lang w:eastAsia="ja-JP"/>
              </w:rPr>
            </w:pPr>
          </w:p>
        </w:tc>
        <w:tc>
          <w:tcPr>
            <w:tcW w:w="6491" w:type="dxa"/>
            <w:gridSpan w:val="2"/>
            <w:tcBorders>
              <w:top w:val="single" w:sz="6" w:space="0" w:color="auto"/>
              <w:left w:val="single" w:sz="6" w:space="0" w:color="auto"/>
              <w:bottom w:val="single" w:sz="6" w:space="0" w:color="auto"/>
              <w:right w:val="single" w:sz="6" w:space="0" w:color="auto"/>
            </w:tcBorders>
            <w:vAlign w:val="center"/>
          </w:tcPr>
          <w:p w14:paraId="70FE2E7A"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Minimum Io</w:t>
            </w:r>
            <w:r w:rsidRPr="008C6DE4">
              <w:rPr>
                <w:rFonts w:ascii="Arial" w:hAnsi="Arial" w:cs="Arial"/>
                <w:sz w:val="18"/>
                <w:vertAlign w:val="superscript"/>
                <w:lang w:eastAsia="zh-CN"/>
              </w:rPr>
              <w:t xml:space="preserve"> Note 2, 3</w:t>
            </w:r>
          </w:p>
        </w:tc>
        <w:tc>
          <w:tcPr>
            <w:tcW w:w="2186" w:type="dxa"/>
            <w:tcBorders>
              <w:top w:val="single" w:sz="6" w:space="0" w:color="auto"/>
              <w:left w:val="single" w:sz="6" w:space="0" w:color="auto"/>
              <w:bottom w:val="single" w:sz="6" w:space="0" w:color="auto"/>
              <w:right w:val="single" w:sz="4" w:space="0" w:color="auto"/>
            </w:tcBorders>
            <w:vAlign w:val="center"/>
          </w:tcPr>
          <w:p w14:paraId="6249EF63"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Maximum Io</w:t>
            </w:r>
          </w:p>
        </w:tc>
      </w:tr>
      <w:tr w:rsidR="00DD3199" w:rsidRPr="008C6DE4" w14:paraId="1DCB0B7B" w14:textId="77777777" w:rsidTr="00DF3064">
        <w:trPr>
          <w:trHeight w:val="70"/>
          <w:jc w:val="center"/>
        </w:trPr>
        <w:tc>
          <w:tcPr>
            <w:tcW w:w="1156" w:type="dxa"/>
            <w:vMerge/>
            <w:tcBorders>
              <w:left w:val="single" w:sz="6" w:space="0" w:color="auto"/>
              <w:bottom w:val="single" w:sz="4" w:space="0" w:color="auto"/>
              <w:right w:val="single" w:sz="4" w:space="0" w:color="auto"/>
            </w:tcBorders>
            <w:vAlign w:val="center"/>
          </w:tcPr>
          <w:p w14:paraId="2343A40B" w14:textId="77777777" w:rsidR="001F5A79" w:rsidRPr="008C6DE4" w:rsidRDefault="001F5A79" w:rsidP="00DF3064">
            <w:pPr>
              <w:keepNext/>
              <w:keepLines/>
              <w:spacing w:after="0"/>
              <w:jc w:val="center"/>
              <w:rPr>
                <w:rFonts w:ascii="Arial" w:hAnsi="Arial" w:cs="Arial"/>
                <w:b/>
                <w:sz w:val="18"/>
                <w:lang w:eastAsia="zh-CN"/>
              </w:rPr>
            </w:pPr>
          </w:p>
        </w:tc>
        <w:tc>
          <w:tcPr>
            <w:tcW w:w="6491" w:type="dxa"/>
            <w:gridSpan w:val="2"/>
            <w:tcBorders>
              <w:top w:val="single" w:sz="6" w:space="0" w:color="auto"/>
              <w:left w:val="single" w:sz="6" w:space="0" w:color="auto"/>
              <w:bottom w:val="single" w:sz="6" w:space="0" w:color="auto"/>
              <w:right w:val="single" w:sz="6" w:space="0" w:color="auto"/>
            </w:tcBorders>
            <w:vAlign w:val="center"/>
          </w:tcPr>
          <w:p w14:paraId="74F90525"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 SCS</w:t>
            </w:r>
            <w:r w:rsidRPr="008C6DE4">
              <w:rPr>
                <w:rFonts w:ascii="Arial" w:hAnsi="Arial" w:cs="Arial"/>
                <w:b/>
                <w:sz w:val="18"/>
                <w:vertAlign w:val="subscript"/>
                <w:lang w:eastAsia="ja-JP"/>
              </w:rPr>
              <w:t>SSB</w:t>
            </w:r>
            <w:r w:rsidRPr="008C6DE4">
              <w:rPr>
                <w:rFonts w:ascii="Arial" w:hAnsi="Arial" w:cs="Arial"/>
                <w:sz w:val="18"/>
                <w:vertAlign w:val="superscript"/>
                <w:lang w:eastAsia="zh-CN"/>
              </w:rPr>
              <w:t xml:space="preserve"> </w:t>
            </w:r>
          </w:p>
        </w:tc>
        <w:tc>
          <w:tcPr>
            <w:tcW w:w="2186" w:type="dxa"/>
            <w:vMerge w:val="restart"/>
            <w:tcBorders>
              <w:top w:val="single" w:sz="6" w:space="0" w:color="auto"/>
              <w:left w:val="single" w:sz="6" w:space="0" w:color="auto"/>
              <w:right w:val="single" w:sz="4" w:space="0" w:color="auto"/>
            </w:tcBorders>
            <w:vAlign w:val="center"/>
          </w:tcPr>
          <w:p w14:paraId="104763C4"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dBm/BW</w:t>
            </w:r>
            <w:r w:rsidRPr="008C6DE4">
              <w:rPr>
                <w:rFonts w:ascii="Arial" w:hAnsi="Arial" w:cs="Arial"/>
                <w:b/>
                <w:sz w:val="18"/>
                <w:vertAlign w:val="subscript"/>
                <w:lang w:eastAsia="ja-JP"/>
              </w:rPr>
              <w:t>Channel</w:t>
            </w:r>
          </w:p>
        </w:tc>
      </w:tr>
      <w:tr w:rsidR="00DD3199" w:rsidRPr="008C6DE4" w14:paraId="1949F8EC" w14:textId="77777777" w:rsidTr="00DF3064">
        <w:trPr>
          <w:trHeight w:val="70"/>
          <w:jc w:val="center"/>
        </w:trPr>
        <w:tc>
          <w:tcPr>
            <w:tcW w:w="1156" w:type="dxa"/>
            <w:vMerge/>
            <w:tcBorders>
              <w:left w:val="single" w:sz="6" w:space="0" w:color="auto"/>
              <w:bottom w:val="single" w:sz="4" w:space="0" w:color="auto"/>
              <w:right w:val="single" w:sz="4" w:space="0" w:color="auto"/>
            </w:tcBorders>
            <w:vAlign w:val="center"/>
          </w:tcPr>
          <w:p w14:paraId="118426C8" w14:textId="77777777" w:rsidR="001F5A79" w:rsidRPr="008C6DE4" w:rsidRDefault="001F5A79" w:rsidP="00DF3064">
            <w:pPr>
              <w:keepNext/>
              <w:keepLines/>
              <w:spacing w:after="0"/>
              <w:jc w:val="center"/>
              <w:rPr>
                <w:rFonts w:ascii="Arial" w:hAnsi="Arial" w:cs="Arial"/>
                <w:b/>
                <w:sz w:val="18"/>
                <w:lang w:eastAsia="zh-CN"/>
              </w:rPr>
            </w:pPr>
          </w:p>
        </w:tc>
        <w:tc>
          <w:tcPr>
            <w:tcW w:w="3245" w:type="dxa"/>
            <w:tcBorders>
              <w:top w:val="single" w:sz="6" w:space="0" w:color="auto"/>
              <w:left w:val="single" w:sz="6" w:space="0" w:color="auto"/>
              <w:bottom w:val="single" w:sz="6" w:space="0" w:color="auto"/>
              <w:right w:val="single" w:sz="6" w:space="0" w:color="auto"/>
            </w:tcBorders>
            <w:vAlign w:val="center"/>
          </w:tcPr>
          <w:p w14:paraId="15D089DF"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3246" w:type="dxa"/>
            <w:tcBorders>
              <w:top w:val="single" w:sz="6" w:space="0" w:color="auto"/>
              <w:left w:val="single" w:sz="6" w:space="0" w:color="auto"/>
              <w:bottom w:val="single" w:sz="6" w:space="0" w:color="auto"/>
              <w:right w:val="single" w:sz="6" w:space="0" w:color="auto"/>
            </w:tcBorders>
            <w:vAlign w:val="center"/>
          </w:tcPr>
          <w:p w14:paraId="7C45E0DD"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2186" w:type="dxa"/>
            <w:vMerge/>
            <w:tcBorders>
              <w:left w:val="single" w:sz="6" w:space="0" w:color="auto"/>
              <w:bottom w:val="single" w:sz="6" w:space="0" w:color="auto"/>
              <w:right w:val="single" w:sz="4" w:space="0" w:color="auto"/>
            </w:tcBorders>
            <w:vAlign w:val="center"/>
          </w:tcPr>
          <w:p w14:paraId="1FD0689C" w14:textId="77777777" w:rsidR="001F5A79" w:rsidRPr="008C6DE4" w:rsidRDefault="001F5A79" w:rsidP="00DF3064">
            <w:pPr>
              <w:keepNext/>
              <w:keepLines/>
              <w:spacing w:after="0"/>
              <w:jc w:val="center"/>
              <w:rPr>
                <w:rFonts w:ascii="Arial" w:hAnsi="Arial" w:cs="Arial"/>
                <w:b/>
                <w:sz w:val="18"/>
                <w:lang w:eastAsia="ja-JP"/>
              </w:rPr>
            </w:pPr>
          </w:p>
        </w:tc>
      </w:tr>
      <w:tr w:rsidR="00DD3199" w:rsidRPr="008C6DE4" w14:paraId="65A10841" w14:textId="77777777" w:rsidTr="00DF3064">
        <w:trPr>
          <w:trHeight w:val="1011"/>
          <w:jc w:val="center"/>
        </w:trPr>
        <w:tc>
          <w:tcPr>
            <w:tcW w:w="1156" w:type="dxa"/>
            <w:tcBorders>
              <w:top w:val="single" w:sz="4" w:space="0" w:color="auto"/>
              <w:left w:val="single" w:sz="6" w:space="0" w:color="auto"/>
              <w:right w:val="single" w:sz="6" w:space="0" w:color="auto"/>
            </w:tcBorders>
            <w:vAlign w:val="center"/>
          </w:tcPr>
          <w:p w14:paraId="45DF3DD1"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zh-CN"/>
              </w:rPr>
              <w:t>Conditions</w:t>
            </w:r>
          </w:p>
        </w:tc>
        <w:tc>
          <w:tcPr>
            <w:tcW w:w="3245" w:type="dxa"/>
            <w:tcBorders>
              <w:top w:val="single" w:sz="6" w:space="0" w:color="auto"/>
              <w:left w:val="single" w:sz="6" w:space="0" w:color="auto"/>
              <w:right w:val="single" w:sz="6" w:space="0" w:color="auto"/>
            </w:tcBorders>
            <w:vAlign w:val="center"/>
          </w:tcPr>
          <w:p w14:paraId="20534ABA"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Same value as SSB_RP in Table B.2.4.1-2, according to UE Power class, operating band and angle of arrival</w:t>
            </w:r>
          </w:p>
        </w:tc>
        <w:tc>
          <w:tcPr>
            <w:tcW w:w="3246" w:type="dxa"/>
            <w:tcBorders>
              <w:top w:val="single" w:sz="6" w:space="0" w:color="auto"/>
              <w:left w:val="single" w:sz="6" w:space="0" w:color="auto"/>
              <w:right w:val="single" w:sz="6" w:space="0" w:color="auto"/>
            </w:tcBorders>
            <w:vAlign w:val="center"/>
          </w:tcPr>
          <w:p w14:paraId="36668635"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Same value as SSB_RP in Table B.2.4.1-2, according to UE Power class, operating band and angle of arrival</w:t>
            </w:r>
          </w:p>
        </w:tc>
        <w:tc>
          <w:tcPr>
            <w:tcW w:w="2186" w:type="dxa"/>
            <w:tcBorders>
              <w:top w:val="single" w:sz="6" w:space="0" w:color="auto"/>
              <w:left w:val="single" w:sz="6" w:space="0" w:color="auto"/>
              <w:right w:val="single" w:sz="4" w:space="0" w:color="auto"/>
            </w:tcBorders>
            <w:vAlign w:val="center"/>
          </w:tcPr>
          <w:p w14:paraId="1637616B" w14:textId="2D8B0B20" w:rsidR="001F5A79" w:rsidRPr="008C6DE4" w:rsidRDefault="00274802" w:rsidP="00DF3064">
            <w:pPr>
              <w:keepNext/>
              <w:keepLines/>
              <w:spacing w:after="0"/>
              <w:jc w:val="center"/>
              <w:rPr>
                <w:rFonts w:ascii="Arial" w:hAnsi="Arial" w:cs="Arial"/>
                <w:sz w:val="18"/>
                <w:lang w:eastAsia="zh-CN"/>
              </w:rPr>
            </w:pPr>
            <w:r w:rsidRPr="008C6DE4">
              <w:rPr>
                <w:rFonts w:ascii="Arial" w:hAnsi="Arial" w:cs="Arial"/>
                <w:sz w:val="18"/>
                <w:lang w:eastAsia="zh-CN"/>
              </w:rPr>
              <w:t>-50</w:t>
            </w:r>
          </w:p>
        </w:tc>
      </w:tr>
      <w:tr w:rsidR="001F5A79" w:rsidRPr="008C6DE4" w14:paraId="33BA19DD" w14:textId="77777777" w:rsidTr="00DF3064">
        <w:trPr>
          <w:jc w:val="center"/>
        </w:trPr>
        <w:tc>
          <w:tcPr>
            <w:tcW w:w="9833" w:type="dxa"/>
            <w:gridSpan w:val="4"/>
            <w:tcBorders>
              <w:top w:val="single" w:sz="6" w:space="0" w:color="auto"/>
              <w:left w:val="single" w:sz="6" w:space="0" w:color="auto"/>
              <w:bottom w:val="single" w:sz="6" w:space="0" w:color="auto"/>
              <w:right w:val="single" w:sz="4" w:space="0" w:color="auto"/>
            </w:tcBorders>
          </w:tcPr>
          <w:p w14:paraId="6DC6A344"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w:t>
            </w:r>
            <w:r w:rsidRPr="008C6DE4">
              <w:rPr>
                <w:rFonts w:ascii="Arial" w:hAnsi="Arial" w:cs="Arial"/>
                <w:sz w:val="18"/>
                <w:lang w:eastAsia="zh-CN"/>
              </w:rPr>
              <w:t>OTE</w:t>
            </w:r>
            <w:r w:rsidRPr="008C6DE4">
              <w:rPr>
                <w:rFonts w:ascii="Arial" w:hAnsi="Arial" w:cs="Arial"/>
                <w:sz w:val="18"/>
                <w:lang w:eastAsia="ja-JP"/>
              </w:rPr>
              <w:t xml:space="preserve"> 1:</w:t>
            </w:r>
            <w:r w:rsidRPr="008C6DE4">
              <w:rPr>
                <w:rFonts w:ascii="Arial" w:hAnsi="Arial" w:cs="Arial"/>
                <w:sz w:val="18"/>
                <w:lang w:eastAsia="ja-JP"/>
              </w:rPr>
              <w:tab/>
            </w:r>
            <w:r w:rsidRPr="008C6DE4">
              <w:rPr>
                <w:rFonts w:ascii="Arial" w:hAnsi="Arial"/>
                <w:sz w:val="18"/>
              </w:rPr>
              <w:t xml:space="preserve">Io is assumed to have constant EPRE across the bandwidth and </w:t>
            </w:r>
            <w:r w:rsidRPr="008C6DE4">
              <w:rPr>
                <w:rFonts w:ascii="Arial" w:eastAsia="MS Mincho" w:hAnsi="Arial"/>
                <w:sz w:val="18"/>
              </w:rPr>
              <w:t>specified at the Reference point</w:t>
            </w:r>
            <w:r w:rsidRPr="008C6DE4">
              <w:rPr>
                <w:rFonts w:ascii="Arial" w:hAnsi="Arial" w:cs="Arial"/>
                <w:sz w:val="18"/>
                <w:lang w:eastAsia="ja-JP"/>
              </w:rPr>
              <w:t>.</w:t>
            </w:r>
          </w:p>
          <w:p w14:paraId="787258FE" w14:textId="77777777" w:rsidR="001F5A79" w:rsidRPr="008C6DE4" w:rsidRDefault="001F5A79" w:rsidP="00DF3064">
            <w:pPr>
              <w:keepNext/>
              <w:keepLines/>
              <w:spacing w:after="0"/>
              <w:ind w:left="851" w:hanging="851"/>
              <w:rPr>
                <w:rFonts w:ascii="Arial" w:hAnsi="Arial"/>
                <w:sz w:val="18"/>
              </w:rPr>
            </w:pPr>
            <w:r w:rsidRPr="008C6DE4">
              <w:rPr>
                <w:rFonts w:ascii="Arial" w:hAnsi="Arial" w:cs="Arial"/>
                <w:sz w:val="18"/>
                <w:lang w:eastAsia="ja-JP"/>
              </w:rPr>
              <w:t xml:space="preserve">NOTE 2: </w:t>
            </w:r>
            <w:r w:rsidRPr="008C6DE4">
              <w:rPr>
                <w:rFonts w:ascii="Arial" w:hAnsi="Arial" w:cs="Arial"/>
                <w:sz w:val="18"/>
                <w:lang w:eastAsia="ja-JP"/>
              </w:rPr>
              <w:tab/>
            </w:r>
            <w:r w:rsidRPr="008C6DE4">
              <w:rPr>
                <w:rFonts w:ascii="Arial" w:hAnsi="Arial"/>
                <w:sz w:val="18"/>
              </w:rPr>
              <w:t>Values based on Refsens and EIS spherical coverage as defined in clauses 7.3.2 and 7.3.4 of TS 38.101-2 [19]. Applicable side condition selected depending on angle of arrival.</w:t>
            </w:r>
          </w:p>
          <w:p w14:paraId="55CCFAB0"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NOTE 3:</w:t>
            </w:r>
            <w:r w:rsidRPr="008C6DE4">
              <w:rPr>
                <w:rFonts w:ascii="Arial" w:hAnsi="Arial" w:cs="Arial"/>
                <w:sz w:val="18"/>
                <w:lang w:eastAsia="ja-JP"/>
              </w:rPr>
              <w:tab/>
              <w:t>In the test cases, the SSB Ês/Iot and related parameters may need to be adjusted to ensure Ês/Iot at UE baseband is above the value defined in this table.</w:t>
            </w:r>
          </w:p>
        </w:tc>
      </w:tr>
    </w:tbl>
    <w:p w14:paraId="057F0AA8" w14:textId="77777777" w:rsidR="001F5A79" w:rsidRPr="008C6DE4" w:rsidRDefault="001F5A79" w:rsidP="001F5A79"/>
    <w:p w14:paraId="75C87A90" w14:textId="77777777" w:rsidR="001F5A79" w:rsidRPr="008C6DE4" w:rsidRDefault="001F5A79" w:rsidP="001F5A79">
      <w:pPr>
        <w:keepNext/>
        <w:keepLines/>
        <w:spacing w:before="60"/>
        <w:jc w:val="center"/>
        <w:rPr>
          <w:rFonts w:ascii="Arial" w:hAnsi="Arial"/>
          <w:b/>
        </w:rPr>
      </w:pPr>
      <w:r w:rsidRPr="008C6DE4">
        <w:rPr>
          <w:rFonts w:ascii="Arial" w:hAnsi="Arial"/>
          <w:b/>
        </w:rPr>
        <w:t xml:space="preserve">Table 10.1.21.2-3: </w:t>
      </w:r>
      <w:r w:rsidRPr="008C6DE4">
        <w:rPr>
          <w:rFonts w:ascii="Arial" w:hAnsi="Arial"/>
          <w:b/>
          <w:lang w:eastAsia="zh-CN"/>
        </w:rPr>
        <w:t>SFTD</w:t>
      </w:r>
      <w:r w:rsidRPr="008C6DE4">
        <w:rPr>
          <w:rFonts w:ascii="Arial" w:hAnsi="Arial"/>
          <w:b/>
        </w:rPr>
        <w:t xml:space="preserve"> measurement accuracy</w:t>
      </w:r>
    </w:p>
    <w:tbl>
      <w:tblPr>
        <w:tblW w:w="0" w:type="auto"/>
        <w:jc w:val="center"/>
        <w:tblLayout w:type="fixed"/>
        <w:tblLook w:val="0000" w:firstRow="0" w:lastRow="0" w:firstColumn="0" w:lastColumn="0" w:noHBand="0" w:noVBand="0"/>
      </w:tblPr>
      <w:tblGrid>
        <w:gridCol w:w="2509"/>
        <w:gridCol w:w="1984"/>
        <w:gridCol w:w="2508"/>
      </w:tblGrid>
      <w:tr w:rsidR="00DD3199" w:rsidRPr="008C6DE4" w14:paraId="149A22A6" w14:textId="77777777" w:rsidTr="00DF3064">
        <w:trPr>
          <w:jc w:val="center"/>
        </w:trPr>
        <w:tc>
          <w:tcPr>
            <w:tcW w:w="2509" w:type="dxa"/>
            <w:vMerge w:val="restart"/>
            <w:tcBorders>
              <w:top w:val="single" w:sz="4" w:space="0" w:color="auto"/>
              <w:left w:val="single" w:sz="4" w:space="0" w:color="auto"/>
              <w:bottom w:val="single" w:sz="6" w:space="0" w:color="auto"/>
              <w:right w:val="single" w:sz="6" w:space="0" w:color="auto"/>
            </w:tcBorders>
            <w:vAlign w:val="center"/>
          </w:tcPr>
          <w:p w14:paraId="2712D49C"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Accuracy</w:t>
            </w:r>
          </w:p>
        </w:tc>
        <w:tc>
          <w:tcPr>
            <w:tcW w:w="4492" w:type="dxa"/>
            <w:gridSpan w:val="2"/>
            <w:tcBorders>
              <w:top w:val="single" w:sz="4" w:space="0" w:color="auto"/>
              <w:left w:val="single" w:sz="6" w:space="0" w:color="auto"/>
              <w:bottom w:val="single" w:sz="6" w:space="0" w:color="auto"/>
              <w:right w:val="single" w:sz="4" w:space="0" w:color="auto"/>
            </w:tcBorders>
            <w:vAlign w:val="center"/>
          </w:tcPr>
          <w:p w14:paraId="18732689"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Conditions</w:t>
            </w:r>
          </w:p>
        </w:tc>
      </w:tr>
      <w:tr w:rsidR="00DD3199" w:rsidRPr="008C6DE4" w14:paraId="622B6638" w14:textId="77777777" w:rsidTr="00DF3064">
        <w:trPr>
          <w:trHeight w:val="391"/>
          <w:jc w:val="center"/>
        </w:trPr>
        <w:tc>
          <w:tcPr>
            <w:tcW w:w="2509" w:type="dxa"/>
            <w:vMerge/>
            <w:tcBorders>
              <w:top w:val="single" w:sz="6" w:space="0" w:color="auto"/>
              <w:left w:val="single" w:sz="4" w:space="0" w:color="auto"/>
              <w:bottom w:val="single" w:sz="6" w:space="0" w:color="auto"/>
              <w:right w:val="single" w:sz="6" w:space="0" w:color="auto"/>
            </w:tcBorders>
            <w:vAlign w:val="center"/>
          </w:tcPr>
          <w:p w14:paraId="782FFBB7" w14:textId="77777777" w:rsidR="001F5A79" w:rsidRPr="008C6DE4" w:rsidRDefault="001F5A79" w:rsidP="00DF3064">
            <w:pPr>
              <w:keepNext/>
              <w:keepLines/>
              <w:spacing w:after="0"/>
              <w:jc w:val="center"/>
              <w:rPr>
                <w:rFonts w:ascii="Arial" w:hAnsi="Arial" w:cs="Arial"/>
                <w:b/>
                <w:sz w:val="18"/>
                <w:lang w:eastAsia="ja-JP"/>
              </w:rPr>
            </w:pPr>
          </w:p>
        </w:tc>
        <w:tc>
          <w:tcPr>
            <w:tcW w:w="1984" w:type="dxa"/>
            <w:tcBorders>
              <w:top w:val="single" w:sz="6" w:space="0" w:color="auto"/>
              <w:left w:val="single" w:sz="6" w:space="0" w:color="auto"/>
              <w:bottom w:val="single" w:sz="6" w:space="0" w:color="auto"/>
              <w:right w:val="single" w:sz="6" w:space="0" w:color="auto"/>
            </w:tcBorders>
            <w:vAlign w:val="center"/>
          </w:tcPr>
          <w:p w14:paraId="63D88B46"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Ês/Iot</w:t>
            </w:r>
            <w:r w:rsidRPr="008C6DE4">
              <w:rPr>
                <w:rFonts w:ascii="Arial" w:hAnsi="Arial" w:cs="Arial"/>
                <w:b/>
                <w:sz w:val="18"/>
                <w:vertAlign w:val="superscript"/>
                <w:lang w:eastAsia="zh-CN"/>
              </w:rPr>
              <w:t xml:space="preserve"> Note 2</w:t>
            </w:r>
          </w:p>
        </w:tc>
        <w:tc>
          <w:tcPr>
            <w:tcW w:w="2508" w:type="dxa"/>
            <w:tcBorders>
              <w:top w:val="single" w:sz="6" w:space="0" w:color="auto"/>
              <w:left w:val="single" w:sz="6" w:space="0" w:color="auto"/>
              <w:right w:val="single" w:sz="4" w:space="0" w:color="auto"/>
            </w:tcBorders>
            <w:vAlign w:val="center"/>
          </w:tcPr>
          <w:p w14:paraId="0563D693"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zh-CN"/>
              </w:rPr>
              <w:t xml:space="preserve">Frequency range </w:t>
            </w:r>
          </w:p>
        </w:tc>
      </w:tr>
      <w:tr w:rsidR="00DD3199" w:rsidRPr="008C6DE4" w14:paraId="75A30A82" w14:textId="77777777" w:rsidTr="00DF3064">
        <w:trPr>
          <w:jc w:val="center"/>
        </w:trPr>
        <w:tc>
          <w:tcPr>
            <w:tcW w:w="2509" w:type="dxa"/>
            <w:tcBorders>
              <w:top w:val="single" w:sz="6" w:space="0" w:color="auto"/>
              <w:left w:val="single" w:sz="4" w:space="0" w:color="auto"/>
              <w:bottom w:val="single" w:sz="4" w:space="0" w:color="auto"/>
              <w:right w:val="single" w:sz="6" w:space="0" w:color="auto"/>
            </w:tcBorders>
            <w:vAlign w:val="center"/>
          </w:tcPr>
          <w:p w14:paraId="35FD619D"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Ts</w:t>
            </w:r>
            <w:r w:rsidRPr="008C6DE4">
              <w:rPr>
                <w:rFonts w:ascii="Arial" w:hAnsi="Arial" w:cs="Arial"/>
                <w:b/>
                <w:sz w:val="18"/>
                <w:vertAlign w:val="superscript"/>
                <w:lang w:eastAsia="zh-CN"/>
              </w:rPr>
              <w:t xml:space="preserve"> Note 1</w:t>
            </w:r>
          </w:p>
        </w:tc>
        <w:tc>
          <w:tcPr>
            <w:tcW w:w="1984" w:type="dxa"/>
            <w:tcBorders>
              <w:top w:val="single" w:sz="6" w:space="0" w:color="auto"/>
              <w:left w:val="single" w:sz="6" w:space="0" w:color="auto"/>
              <w:bottom w:val="single" w:sz="4" w:space="0" w:color="auto"/>
              <w:right w:val="single" w:sz="6" w:space="0" w:color="auto"/>
            </w:tcBorders>
            <w:vAlign w:val="center"/>
          </w:tcPr>
          <w:p w14:paraId="549693C2"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w:t>
            </w:r>
          </w:p>
        </w:tc>
        <w:tc>
          <w:tcPr>
            <w:tcW w:w="2508" w:type="dxa"/>
            <w:tcBorders>
              <w:top w:val="single" w:sz="6" w:space="0" w:color="auto"/>
              <w:left w:val="single" w:sz="6" w:space="0" w:color="auto"/>
              <w:bottom w:val="single" w:sz="6" w:space="0" w:color="auto"/>
              <w:right w:val="single" w:sz="4" w:space="0" w:color="auto"/>
            </w:tcBorders>
            <w:vAlign w:val="center"/>
          </w:tcPr>
          <w:p w14:paraId="2FAF5D82" w14:textId="77777777" w:rsidR="001F5A79" w:rsidRPr="008C6DE4" w:rsidRDefault="001F5A79" w:rsidP="00DF3064">
            <w:pPr>
              <w:keepNext/>
              <w:keepLines/>
              <w:spacing w:after="0"/>
              <w:jc w:val="center"/>
              <w:rPr>
                <w:rFonts w:ascii="Arial" w:hAnsi="Arial" w:cs="Arial"/>
                <w:b/>
                <w:sz w:val="18"/>
                <w:lang w:eastAsia="ja-JP"/>
              </w:rPr>
            </w:pPr>
          </w:p>
        </w:tc>
      </w:tr>
      <w:tr w:rsidR="00DD3199" w:rsidRPr="008C6DE4" w14:paraId="5A838829" w14:textId="77777777" w:rsidTr="00DF3064">
        <w:trPr>
          <w:jc w:val="center"/>
        </w:trPr>
        <w:tc>
          <w:tcPr>
            <w:tcW w:w="2509" w:type="dxa"/>
            <w:tcBorders>
              <w:top w:val="single" w:sz="4" w:space="0" w:color="auto"/>
              <w:left w:val="single" w:sz="4" w:space="0" w:color="auto"/>
              <w:bottom w:val="single" w:sz="4" w:space="0" w:color="auto"/>
              <w:right w:val="single" w:sz="4" w:space="0" w:color="auto"/>
            </w:tcBorders>
            <w:vAlign w:val="center"/>
          </w:tcPr>
          <w:p w14:paraId="0AD7059B" w14:textId="6086ADEE" w:rsidR="001F5A79" w:rsidRPr="008C6DE4" w:rsidRDefault="001F5A79" w:rsidP="00DF3064">
            <w:pPr>
              <w:keepNext/>
              <w:keepLines/>
              <w:spacing w:after="0"/>
              <w:jc w:val="center"/>
              <w:rPr>
                <w:rFonts w:ascii="Arial" w:hAnsi="Arial"/>
                <w:snapToGrid w:val="0"/>
                <w:sz w:val="18"/>
              </w:rPr>
            </w:pPr>
            <w:r w:rsidRPr="008C6DE4">
              <w:rPr>
                <w:rFonts w:ascii="Arial" w:hAnsi="Arial"/>
                <w:snapToGrid w:val="0"/>
                <w:sz w:val="18"/>
              </w:rPr>
              <w:t>40*64*Tc</w:t>
            </w:r>
          </w:p>
        </w:tc>
        <w:tc>
          <w:tcPr>
            <w:tcW w:w="1984" w:type="dxa"/>
            <w:tcBorders>
              <w:top w:val="single" w:sz="4" w:space="0" w:color="auto"/>
              <w:left w:val="single" w:sz="4" w:space="0" w:color="auto"/>
              <w:right w:val="single" w:sz="4" w:space="0" w:color="auto"/>
            </w:tcBorders>
            <w:vAlign w:val="center"/>
          </w:tcPr>
          <w:p w14:paraId="75FEBFD5" w14:textId="7B315459" w:rsidR="001F5A79" w:rsidRPr="008C6DE4" w:rsidRDefault="001F5A79" w:rsidP="00DF3064">
            <w:pPr>
              <w:keepNext/>
              <w:keepLines/>
              <w:spacing w:after="0"/>
              <w:jc w:val="center"/>
              <w:rPr>
                <w:rFonts w:ascii="Arial" w:hAnsi="Arial"/>
                <w:sz w:val="18"/>
              </w:rPr>
            </w:pPr>
            <w:r w:rsidRPr="008C6DE4">
              <w:rPr>
                <w:rFonts w:ascii="Arial" w:hAnsi="Arial"/>
                <w:sz w:val="18"/>
              </w:rPr>
              <w:sym w:font="Symbol" w:char="F0B3"/>
            </w:r>
            <w:r w:rsidRPr="008C6DE4">
              <w:rPr>
                <w:rFonts w:ascii="Arial" w:hAnsi="Arial"/>
                <w:sz w:val="18"/>
              </w:rPr>
              <w:t xml:space="preserve"> -3 dB</w:t>
            </w:r>
          </w:p>
        </w:tc>
        <w:tc>
          <w:tcPr>
            <w:tcW w:w="2508" w:type="dxa"/>
            <w:tcBorders>
              <w:top w:val="single" w:sz="6" w:space="0" w:color="auto"/>
              <w:left w:val="single" w:sz="4" w:space="0" w:color="auto"/>
              <w:bottom w:val="single" w:sz="6" w:space="0" w:color="auto"/>
              <w:right w:val="single" w:sz="4" w:space="0" w:color="auto"/>
            </w:tcBorders>
            <w:vAlign w:val="center"/>
          </w:tcPr>
          <w:p w14:paraId="491234E1" w14:textId="77777777" w:rsidR="001F5A79" w:rsidRPr="008C6DE4" w:rsidRDefault="001F5A79" w:rsidP="00DF3064">
            <w:pPr>
              <w:keepNext/>
              <w:keepLines/>
              <w:spacing w:after="0"/>
              <w:jc w:val="center"/>
              <w:rPr>
                <w:rFonts w:ascii="Arial" w:hAnsi="Arial"/>
                <w:snapToGrid w:val="0"/>
                <w:sz w:val="18"/>
                <w:lang w:eastAsia="zh-CN"/>
              </w:rPr>
            </w:pPr>
            <w:r w:rsidRPr="008C6DE4">
              <w:rPr>
                <w:rFonts w:ascii="Arial" w:hAnsi="Arial"/>
                <w:snapToGrid w:val="0"/>
                <w:sz w:val="18"/>
                <w:lang w:eastAsia="zh-CN"/>
              </w:rPr>
              <w:t>Between FR1 and FR2</w:t>
            </w:r>
          </w:p>
        </w:tc>
      </w:tr>
      <w:tr w:rsidR="001F5A79" w:rsidRPr="008C6DE4" w14:paraId="5983D9C7" w14:textId="77777777" w:rsidTr="00DF3064">
        <w:trPr>
          <w:jc w:val="center"/>
        </w:trPr>
        <w:tc>
          <w:tcPr>
            <w:tcW w:w="7001" w:type="dxa"/>
            <w:gridSpan w:val="3"/>
            <w:tcBorders>
              <w:top w:val="single" w:sz="6" w:space="0" w:color="auto"/>
              <w:left w:val="single" w:sz="4" w:space="0" w:color="auto"/>
              <w:bottom w:val="single" w:sz="4" w:space="0" w:color="auto"/>
              <w:right w:val="single" w:sz="4" w:space="0" w:color="auto"/>
            </w:tcBorders>
            <w:vAlign w:val="center"/>
          </w:tcPr>
          <w:p w14:paraId="030B605E"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w:t>
            </w:r>
            <w:r w:rsidRPr="008C6DE4">
              <w:rPr>
                <w:rFonts w:ascii="Arial" w:hAnsi="Arial" w:cs="Arial"/>
                <w:sz w:val="18"/>
                <w:lang w:eastAsia="zh-CN"/>
              </w:rPr>
              <w:t>OTE</w:t>
            </w:r>
            <w:r w:rsidRPr="008C6DE4">
              <w:rPr>
                <w:rFonts w:ascii="Arial" w:hAnsi="Arial" w:cs="Arial"/>
                <w:sz w:val="18"/>
                <w:lang w:eastAsia="ja-JP"/>
              </w:rPr>
              <w:t xml:space="preserve"> 1:</w:t>
            </w:r>
            <w:r w:rsidRPr="008C6DE4">
              <w:rPr>
                <w:rFonts w:ascii="Arial" w:hAnsi="Arial" w:cs="Arial"/>
                <w:sz w:val="18"/>
                <w:lang w:eastAsia="ja-JP"/>
              </w:rPr>
              <w:tab/>
              <w:t xml:space="preserve">Tc is the basic timing unit defined in </w:t>
            </w:r>
            <w:r w:rsidRPr="008C6DE4">
              <w:rPr>
                <w:rFonts w:ascii="Arial" w:hAnsi="Arial"/>
                <w:sz w:val="18"/>
              </w:rPr>
              <w:t>TS 38.211 [6]</w:t>
            </w:r>
            <w:r w:rsidRPr="008C6DE4">
              <w:rPr>
                <w:rFonts w:ascii="Arial" w:hAnsi="Arial" w:cs="Arial"/>
                <w:sz w:val="18"/>
                <w:lang w:eastAsia="ja-JP"/>
              </w:rPr>
              <w:t>.</w:t>
            </w:r>
          </w:p>
          <w:p w14:paraId="667CB6F6"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sz w:val="18"/>
              </w:rPr>
              <w:t>NOTE 2:</w:t>
            </w:r>
            <w:r w:rsidRPr="008C6DE4">
              <w:rPr>
                <w:rFonts w:ascii="Arial" w:hAnsi="Arial"/>
                <w:sz w:val="18"/>
              </w:rPr>
              <w:tab/>
            </w:r>
            <w:r w:rsidRPr="008C6DE4">
              <w:rPr>
                <w:rFonts w:ascii="Arial" w:hAnsi="Arial"/>
                <w:sz w:val="18"/>
                <w:lang w:eastAsia="zh-CN"/>
              </w:rPr>
              <w:t xml:space="preserve">The parameter </w:t>
            </w:r>
            <w:r w:rsidRPr="008C6DE4">
              <w:rPr>
                <w:rFonts w:ascii="Arial" w:hAnsi="Arial"/>
                <w:sz w:val="18"/>
              </w:rPr>
              <w:t>Ês/Iot</w:t>
            </w:r>
            <w:r w:rsidRPr="008C6DE4">
              <w:rPr>
                <w:rFonts w:ascii="Arial" w:hAnsi="Arial"/>
                <w:sz w:val="18"/>
                <w:lang w:eastAsia="zh-CN"/>
              </w:rPr>
              <w:t xml:space="preserve"> is the minimum </w:t>
            </w:r>
            <w:r w:rsidRPr="008C6DE4">
              <w:rPr>
                <w:rFonts w:ascii="Arial" w:hAnsi="Arial"/>
                <w:sz w:val="18"/>
              </w:rPr>
              <w:t>Ês/Iot</w:t>
            </w:r>
            <w:r w:rsidRPr="008C6DE4">
              <w:rPr>
                <w:rFonts w:ascii="Arial" w:hAnsi="Arial"/>
                <w:sz w:val="18"/>
                <w:lang w:eastAsia="zh-CN"/>
              </w:rPr>
              <w:t xml:space="preserve"> of the pair of cells to which the requirement applies.</w:t>
            </w:r>
          </w:p>
        </w:tc>
      </w:tr>
    </w:tbl>
    <w:p w14:paraId="3246930A" w14:textId="77777777" w:rsidR="001F5A79" w:rsidRPr="008C6DE4" w:rsidRDefault="001F5A79" w:rsidP="001F5A79">
      <w:pPr>
        <w:jc w:val="center"/>
        <w:rPr>
          <w:noProof/>
          <w:lang w:eastAsia="zh-CN"/>
        </w:rPr>
      </w:pPr>
    </w:p>
    <w:p w14:paraId="5883C81D" w14:textId="77777777" w:rsidR="001F5A79" w:rsidRPr="008C6DE4" w:rsidRDefault="001F5A79" w:rsidP="001F5A79">
      <w:pPr>
        <w:keepNext/>
        <w:keepLines/>
        <w:spacing w:before="120"/>
        <w:ind w:left="1418" w:hanging="1418"/>
        <w:outlineLvl w:val="3"/>
        <w:rPr>
          <w:rFonts w:ascii="Arial" w:hAnsi="Arial"/>
          <w:sz w:val="24"/>
          <w:lang w:val="en-US" w:eastAsia="zh-CN"/>
        </w:rPr>
      </w:pPr>
      <w:r w:rsidRPr="008C6DE4">
        <w:rPr>
          <w:rFonts w:ascii="Arial" w:hAnsi="Arial"/>
          <w:sz w:val="24"/>
          <w:lang w:val="en-US"/>
        </w:rPr>
        <w:t>10.1.21.3</w:t>
      </w:r>
      <w:r w:rsidRPr="008C6DE4">
        <w:rPr>
          <w:rFonts w:ascii="Arial" w:hAnsi="Arial"/>
          <w:sz w:val="24"/>
          <w:lang w:val="en-US"/>
        </w:rPr>
        <w:tab/>
        <w:t>Inter frequency SFTD acuracy requirements</w:t>
      </w:r>
    </w:p>
    <w:p w14:paraId="52A0E670" w14:textId="77777777" w:rsidR="001F5A79" w:rsidRPr="008C6DE4" w:rsidRDefault="001F5A79" w:rsidP="001F5A79">
      <w:r w:rsidRPr="008C6DE4">
        <w:t>Th</w:t>
      </w:r>
      <w:r w:rsidRPr="008C6DE4">
        <w:rPr>
          <w:rFonts w:eastAsia="MS Mincho"/>
        </w:rPr>
        <w:t>e</w:t>
      </w:r>
      <w:r w:rsidRPr="008C6DE4">
        <w:t xml:space="preserve"> </w:t>
      </w:r>
      <w:r w:rsidRPr="008C6DE4">
        <w:rPr>
          <w:lang w:eastAsia="zh-CN"/>
        </w:rPr>
        <w:t>SFN and frame</w:t>
      </w:r>
      <w:r w:rsidRPr="008C6DE4">
        <w:t xml:space="preserve"> timing difference </w:t>
      </w:r>
      <w:r w:rsidRPr="008C6DE4">
        <w:rPr>
          <w:lang w:eastAsia="zh-CN"/>
        </w:rPr>
        <w:t xml:space="preserve">(SFTD) </w:t>
      </w:r>
      <w:r w:rsidRPr="008C6DE4">
        <w:t xml:space="preserve">is measured </w:t>
      </w:r>
      <w:r w:rsidRPr="008C6DE4">
        <w:rPr>
          <w:lang w:eastAsia="zh-CN"/>
        </w:rPr>
        <w:t>between PCell and inter-frequency neighbour cell</w:t>
      </w:r>
      <w:r w:rsidRPr="008C6DE4">
        <w:t>.</w:t>
      </w:r>
    </w:p>
    <w:p w14:paraId="01B531BB" w14:textId="77777777" w:rsidR="001F5A79" w:rsidRPr="008C6DE4" w:rsidRDefault="001F5A79" w:rsidP="001F5A79">
      <w:pPr>
        <w:rPr>
          <w:rFonts w:cs="v4.2.0"/>
        </w:rPr>
      </w:pPr>
      <w:r w:rsidRPr="008C6DE4">
        <w:rPr>
          <w:rFonts w:cs="v4.2.0"/>
        </w:rPr>
        <w:t>The accuracy requirements in Table 10.1.21.3-3 are appilicable under the following conditions:</w:t>
      </w:r>
    </w:p>
    <w:p w14:paraId="1F417AA6" w14:textId="77777777" w:rsidR="001F5A79" w:rsidRPr="008C6DE4" w:rsidRDefault="001F5A79" w:rsidP="001F5A79">
      <w:r w:rsidRPr="008C6DE4">
        <w:t xml:space="preserve">For FR1 PCell, inter frequency neighbour cell </w:t>
      </w:r>
      <w:r w:rsidRPr="008C6DE4">
        <w:rPr>
          <w:lang w:eastAsia="zh-CN"/>
        </w:rPr>
        <w:t>SFN and frame</w:t>
      </w:r>
      <w:r w:rsidRPr="008C6DE4">
        <w:t xml:space="preserve"> timing measurement:</w:t>
      </w:r>
    </w:p>
    <w:p w14:paraId="2E0AF020" w14:textId="77777777" w:rsidR="001F5A79" w:rsidRPr="008C6DE4" w:rsidRDefault="001F5A79" w:rsidP="001F5A79">
      <w:pPr>
        <w:ind w:left="568" w:hanging="284"/>
        <w:rPr>
          <w:rFonts w:cs="v4.2.0"/>
        </w:rPr>
      </w:pPr>
      <w:r w:rsidRPr="008C6DE4">
        <w:t>-</w:t>
      </w:r>
      <w:r w:rsidRPr="008C6DE4">
        <w:tab/>
        <w:t>Conditions defined in clause 7.3 of TS 38.101-1 [18] for reference sensitivity are fulfilled.</w:t>
      </w:r>
    </w:p>
    <w:p w14:paraId="74AAC07B" w14:textId="77777777" w:rsidR="001F5A79" w:rsidRPr="008C6DE4" w:rsidRDefault="001F5A79" w:rsidP="001F5A79">
      <w:pPr>
        <w:ind w:left="568" w:hanging="284"/>
      </w:pPr>
      <w:r w:rsidRPr="008C6DE4">
        <w:t>-</w:t>
      </w:r>
      <w:r w:rsidRPr="008C6DE4">
        <w:tab/>
        <w:t>Io range deifined in Table 10.1.21.3-1.</w:t>
      </w:r>
    </w:p>
    <w:p w14:paraId="55A72C1D" w14:textId="77777777" w:rsidR="001F5A79" w:rsidRPr="008C6DE4" w:rsidRDefault="001F5A79" w:rsidP="001F5A79">
      <w:pPr>
        <w:keepNext/>
        <w:keepLines/>
        <w:spacing w:before="60"/>
        <w:jc w:val="center"/>
        <w:rPr>
          <w:rFonts w:ascii="Arial" w:hAnsi="Arial"/>
          <w:b/>
          <w:lang w:eastAsia="zh-CN"/>
        </w:rPr>
      </w:pPr>
      <w:r w:rsidRPr="008C6DE4">
        <w:rPr>
          <w:rFonts w:ascii="Arial" w:hAnsi="Arial"/>
          <w:b/>
        </w:rPr>
        <w:t>Table 10.1.21.3-1: PCell, inter frequency neighbour cell Io range conditions in</w:t>
      </w:r>
      <w:r w:rsidRPr="008C6DE4">
        <w:rPr>
          <w:rFonts w:ascii="Arial" w:hAnsi="Arial"/>
          <w:b/>
          <w:lang w:eastAsia="zh-CN"/>
        </w:rPr>
        <w:t xml:space="preserve"> FR1</w:t>
      </w:r>
    </w:p>
    <w:tbl>
      <w:tblPr>
        <w:tblW w:w="9855" w:type="dxa"/>
        <w:jc w:val="center"/>
        <w:tblLayout w:type="fixed"/>
        <w:tblLook w:val="0000" w:firstRow="0" w:lastRow="0" w:firstColumn="0" w:lastColumn="0" w:noHBand="0" w:noVBand="0"/>
      </w:tblPr>
      <w:tblGrid>
        <w:gridCol w:w="1156"/>
        <w:gridCol w:w="4178"/>
        <w:gridCol w:w="1498"/>
        <w:gridCol w:w="1498"/>
        <w:gridCol w:w="1525"/>
      </w:tblGrid>
      <w:tr w:rsidR="00DD3199" w:rsidRPr="008C6DE4" w14:paraId="4AB0BA50" w14:textId="77777777" w:rsidTr="00DF3064">
        <w:trPr>
          <w:jc w:val="center"/>
        </w:trPr>
        <w:tc>
          <w:tcPr>
            <w:tcW w:w="1156" w:type="dxa"/>
            <w:vMerge w:val="restart"/>
            <w:tcBorders>
              <w:top w:val="single" w:sz="6" w:space="0" w:color="auto"/>
              <w:left w:val="single" w:sz="6" w:space="0" w:color="auto"/>
              <w:right w:val="single" w:sz="4" w:space="0" w:color="auto"/>
            </w:tcBorders>
            <w:vAlign w:val="center"/>
          </w:tcPr>
          <w:p w14:paraId="09543113" w14:textId="77777777" w:rsidR="001F5A79" w:rsidRPr="008C6DE4" w:rsidRDefault="001F5A79" w:rsidP="00DF3064">
            <w:pPr>
              <w:keepNext/>
              <w:keepLines/>
              <w:spacing w:after="0"/>
              <w:jc w:val="center"/>
              <w:rPr>
                <w:rFonts w:ascii="Arial" w:hAnsi="Arial"/>
                <w:b/>
                <w:sz w:val="18"/>
                <w:lang w:eastAsia="zh-CN"/>
              </w:rPr>
            </w:pPr>
            <w:r w:rsidRPr="008C6DE4">
              <w:rPr>
                <w:rFonts w:ascii="Arial" w:hAnsi="Arial"/>
                <w:b/>
                <w:sz w:val="18"/>
                <w:lang w:eastAsia="zh-CN"/>
              </w:rPr>
              <w:t>Parameter</w:t>
            </w:r>
          </w:p>
        </w:tc>
        <w:tc>
          <w:tcPr>
            <w:tcW w:w="8699" w:type="dxa"/>
            <w:gridSpan w:val="4"/>
            <w:tcBorders>
              <w:top w:val="single" w:sz="6" w:space="0" w:color="auto"/>
              <w:left w:val="single" w:sz="6" w:space="0" w:color="auto"/>
              <w:bottom w:val="single" w:sz="6" w:space="0" w:color="auto"/>
              <w:right w:val="single" w:sz="4" w:space="0" w:color="auto"/>
            </w:tcBorders>
            <w:vAlign w:val="center"/>
          </w:tcPr>
          <w:p w14:paraId="7DEB65E3" w14:textId="77777777" w:rsidR="001F5A79" w:rsidRPr="008C6DE4" w:rsidRDefault="001F5A79" w:rsidP="00DF3064">
            <w:pPr>
              <w:keepNext/>
              <w:keepLines/>
              <w:spacing w:after="0"/>
              <w:jc w:val="center"/>
              <w:rPr>
                <w:rFonts w:ascii="Arial" w:hAnsi="Arial"/>
                <w:b/>
                <w:sz w:val="18"/>
                <w:lang w:eastAsia="ja-JP"/>
              </w:rPr>
            </w:pPr>
            <w:r w:rsidRPr="008C6DE4">
              <w:rPr>
                <w:rFonts w:ascii="Arial" w:hAnsi="Arial"/>
                <w:b/>
                <w:sz w:val="18"/>
                <w:lang w:eastAsia="ja-JP"/>
              </w:rPr>
              <w:t>Io</w:t>
            </w:r>
            <w:r w:rsidRPr="008C6DE4">
              <w:rPr>
                <w:rFonts w:ascii="Arial" w:hAnsi="Arial"/>
                <w:b/>
                <w:sz w:val="18"/>
                <w:vertAlign w:val="superscript"/>
                <w:lang w:eastAsia="zh-CN"/>
              </w:rPr>
              <w:t xml:space="preserve"> Note 1</w:t>
            </w:r>
            <w:r w:rsidRPr="008C6DE4">
              <w:rPr>
                <w:rFonts w:ascii="Arial" w:hAnsi="Arial"/>
                <w:b/>
                <w:sz w:val="18"/>
                <w:lang w:eastAsia="ja-JP"/>
              </w:rPr>
              <w:t xml:space="preserve"> range</w:t>
            </w:r>
          </w:p>
        </w:tc>
      </w:tr>
      <w:tr w:rsidR="00DD3199" w:rsidRPr="008C6DE4" w14:paraId="3CFCC3E2" w14:textId="77777777" w:rsidTr="00DF3064">
        <w:trPr>
          <w:jc w:val="center"/>
        </w:trPr>
        <w:tc>
          <w:tcPr>
            <w:tcW w:w="1156" w:type="dxa"/>
            <w:vMerge/>
            <w:tcBorders>
              <w:left w:val="single" w:sz="6" w:space="0" w:color="auto"/>
              <w:right w:val="single" w:sz="4" w:space="0" w:color="auto"/>
            </w:tcBorders>
          </w:tcPr>
          <w:p w14:paraId="78E86AD9" w14:textId="77777777" w:rsidR="001F5A79" w:rsidRPr="008C6DE4" w:rsidRDefault="001F5A79" w:rsidP="00DF3064">
            <w:pPr>
              <w:keepNext/>
              <w:keepLines/>
              <w:spacing w:after="0"/>
              <w:jc w:val="center"/>
              <w:rPr>
                <w:rFonts w:ascii="Arial" w:hAnsi="Arial"/>
                <w:b/>
                <w:sz w:val="18"/>
                <w:lang w:eastAsia="ja-JP"/>
              </w:rPr>
            </w:pPr>
          </w:p>
        </w:tc>
        <w:tc>
          <w:tcPr>
            <w:tcW w:w="4178" w:type="dxa"/>
            <w:tcBorders>
              <w:top w:val="single" w:sz="6" w:space="0" w:color="auto"/>
              <w:left w:val="single" w:sz="4" w:space="0" w:color="auto"/>
              <w:bottom w:val="single" w:sz="6" w:space="0" w:color="auto"/>
              <w:right w:val="single" w:sz="6" w:space="0" w:color="auto"/>
            </w:tcBorders>
            <w:vAlign w:val="center"/>
          </w:tcPr>
          <w:p w14:paraId="0757F43B" w14:textId="77777777" w:rsidR="001F5A79" w:rsidRPr="008C6DE4" w:rsidRDefault="001F5A79" w:rsidP="00DF3064">
            <w:pPr>
              <w:keepNext/>
              <w:keepLines/>
              <w:spacing w:after="0"/>
              <w:jc w:val="center"/>
              <w:rPr>
                <w:rFonts w:ascii="Arial" w:hAnsi="Arial"/>
                <w:b/>
                <w:sz w:val="18"/>
                <w:lang w:eastAsia="ja-JP"/>
              </w:rPr>
            </w:pPr>
            <w:r w:rsidRPr="008C6DE4">
              <w:rPr>
                <w:rFonts w:ascii="Arial" w:hAnsi="Arial"/>
                <w:b/>
                <w:sz w:val="18"/>
                <w:lang w:eastAsia="ja-JP"/>
              </w:rPr>
              <w:t>NR operating band groups</w:t>
            </w:r>
            <w:r w:rsidRPr="008C6DE4">
              <w:rPr>
                <w:rFonts w:ascii="Arial" w:hAnsi="Arial"/>
                <w:b/>
                <w:sz w:val="18"/>
                <w:vertAlign w:val="superscript"/>
                <w:lang w:eastAsia="ja-JP"/>
              </w:rPr>
              <w:t xml:space="preserve"> Note 2</w:t>
            </w:r>
          </w:p>
        </w:tc>
        <w:tc>
          <w:tcPr>
            <w:tcW w:w="2996" w:type="dxa"/>
            <w:gridSpan w:val="2"/>
            <w:tcBorders>
              <w:top w:val="single" w:sz="6" w:space="0" w:color="auto"/>
              <w:left w:val="single" w:sz="6" w:space="0" w:color="auto"/>
              <w:bottom w:val="single" w:sz="6" w:space="0" w:color="auto"/>
              <w:right w:val="single" w:sz="6" w:space="0" w:color="auto"/>
            </w:tcBorders>
            <w:vAlign w:val="center"/>
          </w:tcPr>
          <w:p w14:paraId="54413667" w14:textId="77777777" w:rsidR="001F5A79" w:rsidRPr="008C6DE4" w:rsidRDefault="001F5A79" w:rsidP="00DF3064">
            <w:pPr>
              <w:keepNext/>
              <w:keepLines/>
              <w:spacing w:after="0"/>
              <w:jc w:val="center"/>
              <w:rPr>
                <w:rFonts w:ascii="Arial" w:hAnsi="Arial"/>
                <w:b/>
                <w:sz w:val="18"/>
                <w:lang w:eastAsia="ja-JP"/>
              </w:rPr>
            </w:pPr>
            <w:r w:rsidRPr="008C6DE4">
              <w:rPr>
                <w:rFonts w:ascii="Arial" w:hAnsi="Arial"/>
                <w:b/>
                <w:sz w:val="18"/>
                <w:lang w:eastAsia="ja-JP"/>
              </w:rPr>
              <w:t>Minimum Io</w:t>
            </w:r>
          </w:p>
        </w:tc>
        <w:tc>
          <w:tcPr>
            <w:tcW w:w="1525" w:type="dxa"/>
            <w:tcBorders>
              <w:top w:val="single" w:sz="6" w:space="0" w:color="auto"/>
              <w:left w:val="single" w:sz="6" w:space="0" w:color="auto"/>
              <w:bottom w:val="single" w:sz="6" w:space="0" w:color="auto"/>
              <w:right w:val="single" w:sz="4" w:space="0" w:color="auto"/>
            </w:tcBorders>
            <w:vAlign w:val="center"/>
          </w:tcPr>
          <w:p w14:paraId="64D0E562" w14:textId="77777777" w:rsidR="001F5A79" w:rsidRPr="008C6DE4" w:rsidRDefault="001F5A79" w:rsidP="00DF3064">
            <w:pPr>
              <w:keepNext/>
              <w:keepLines/>
              <w:spacing w:after="0"/>
              <w:jc w:val="center"/>
              <w:rPr>
                <w:rFonts w:ascii="Arial" w:hAnsi="Arial"/>
                <w:b/>
                <w:sz w:val="18"/>
                <w:lang w:eastAsia="ja-JP"/>
              </w:rPr>
            </w:pPr>
            <w:r w:rsidRPr="008C6DE4">
              <w:rPr>
                <w:rFonts w:ascii="Arial" w:hAnsi="Arial"/>
                <w:b/>
                <w:sz w:val="18"/>
                <w:lang w:eastAsia="ja-JP"/>
              </w:rPr>
              <w:t>Maximum Io</w:t>
            </w:r>
          </w:p>
        </w:tc>
      </w:tr>
      <w:tr w:rsidR="00DD3199" w:rsidRPr="008C6DE4" w14:paraId="786279D4" w14:textId="77777777" w:rsidTr="00DF3064">
        <w:trPr>
          <w:trHeight w:val="70"/>
          <w:jc w:val="center"/>
        </w:trPr>
        <w:tc>
          <w:tcPr>
            <w:tcW w:w="1156" w:type="dxa"/>
            <w:vMerge/>
            <w:tcBorders>
              <w:left w:val="single" w:sz="6" w:space="0" w:color="auto"/>
              <w:right w:val="single" w:sz="4" w:space="0" w:color="auto"/>
            </w:tcBorders>
            <w:vAlign w:val="center"/>
          </w:tcPr>
          <w:p w14:paraId="47F3826D" w14:textId="77777777" w:rsidR="001F5A79" w:rsidRPr="008C6DE4" w:rsidRDefault="001F5A79" w:rsidP="00DF3064">
            <w:pPr>
              <w:keepNext/>
              <w:keepLines/>
              <w:spacing w:after="0"/>
              <w:jc w:val="center"/>
              <w:rPr>
                <w:rFonts w:ascii="Arial" w:hAnsi="Arial" w:cs="Arial"/>
                <w:b/>
                <w:sz w:val="18"/>
                <w:lang w:eastAsia="zh-CN"/>
              </w:rPr>
            </w:pPr>
          </w:p>
        </w:tc>
        <w:tc>
          <w:tcPr>
            <w:tcW w:w="4178" w:type="dxa"/>
            <w:vMerge w:val="restart"/>
            <w:tcBorders>
              <w:top w:val="single" w:sz="6" w:space="0" w:color="auto"/>
              <w:left w:val="single" w:sz="4" w:space="0" w:color="auto"/>
              <w:right w:val="single" w:sz="6" w:space="0" w:color="auto"/>
            </w:tcBorders>
            <w:vAlign w:val="center"/>
          </w:tcPr>
          <w:p w14:paraId="63DF7AD1" w14:textId="77777777" w:rsidR="001F5A79" w:rsidRPr="008C6DE4" w:rsidRDefault="001F5A79" w:rsidP="00DF3064">
            <w:pPr>
              <w:keepNext/>
              <w:keepLines/>
              <w:spacing w:after="0"/>
              <w:jc w:val="center"/>
              <w:rPr>
                <w:rFonts w:ascii="Arial" w:hAnsi="Arial" w:cs="Arial"/>
                <w:b/>
                <w:sz w:val="18"/>
                <w:lang w:eastAsia="ja-JP"/>
              </w:rPr>
            </w:pPr>
          </w:p>
        </w:tc>
        <w:tc>
          <w:tcPr>
            <w:tcW w:w="2996" w:type="dxa"/>
            <w:gridSpan w:val="2"/>
            <w:tcBorders>
              <w:top w:val="single" w:sz="6" w:space="0" w:color="auto"/>
              <w:left w:val="single" w:sz="6" w:space="0" w:color="auto"/>
              <w:bottom w:val="single" w:sz="6" w:space="0" w:color="auto"/>
              <w:right w:val="single" w:sz="6" w:space="0" w:color="auto"/>
            </w:tcBorders>
            <w:vAlign w:val="center"/>
          </w:tcPr>
          <w:p w14:paraId="0F77A15C"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 SCS</w:t>
            </w:r>
            <w:r w:rsidRPr="008C6DE4">
              <w:rPr>
                <w:rFonts w:ascii="Arial" w:hAnsi="Arial" w:cs="Arial"/>
                <w:b/>
                <w:sz w:val="18"/>
                <w:vertAlign w:val="subscript"/>
                <w:lang w:eastAsia="ja-JP"/>
              </w:rPr>
              <w:t>SSB</w:t>
            </w:r>
            <w:r w:rsidRPr="008C6DE4">
              <w:rPr>
                <w:rFonts w:ascii="Arial" w:hAnsi="Arial" w:cs="Arial"/>
                <w:sz w:val="18"/>
                <w:vertAlign w:val="superscript"/>
                <w:lang w:eastAsia="zh-CN"/>
              </w:rPr>
              <w:t xml:space="preserve"> </w:t>
            </w:r>
          </w:p>
        </w:tc>
        <w:tc>
          <w:tcPr>
            <w:tcW w:w="1525" w:type="dxa"/>
            <w:vMerge w:val="restart"/>
            <w:tcBorders>
              <w:top w:val="single" w:sz="6" w:space="0" w:color="auto"/>
              <w:left w:val="single" w:sz="6" w:space="0" w:color="auto"/>
              <w:right w:val="single" w:sz="4" w:space="0" w:color="auto"/>
            </w:tcBorders>
            <w:vAlign w:val="center"/>
          </w:tcPr>
          <w:p w14:paraId="7B75FC71"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dBm/BW</w:t>
            </w:r>
            <w:r w:rsidRPr="008C6DE4">
              <w:rPr>
                <w:rFonts w:ascii="Arial" w:hAnsi="Arial" w:cs="Arial"/>
                <w:b/>
                <w:sz w:val="18"/>
                <w:vertAlign w:val="subscript"/>
                <w:lang w:eastAsia="ja-JP"/>
              </w:rPr>
              <w:t>Channel</w:t>
            </w:r>
          </w:p>
        </w:tc>
      </w:tr>
      <w:tr w:rsidR="00DD3199" w:rsidRPr="008C6DE4" w14:paraId="2DBDC63B" w14:textId="77777777" w:rsidTr="00DF3064">
        <w:trPr>
          <w:trHeight w:val="70"/>
          <w:jc w:val="center"/>
        </w:trPr>
        <w:tc>
          <w:tcPr>
            <w:tcW w:w="1156" w:type="dxa"/>
            <w:vMerge/>
            <w:tcBorders>
              <w:left w:val="single" w:sz="6" w:space="0" w:color="auto"/>
              <w:bottom w:val="single" w:sz="4" w:space="0" w:color="auto"/>
              <w:right w:val="single" w:sz="4" w:space="0" w:color="auto"/>
            </w:tcBorders>
            <w:vAlign w:val="center"/>
          </w:tcPr>
          <w:p w14:paraId="74E8A0BD" w14:textId="77777777" w:rsidR="001F5A79" w:rsidRPr="008C6DE4" w:rsidRDefault="001F5A79" w:rsidP="00DF3064">
            <w:pPr>
              <w:keepNext/>
              <w:keepLines/>
              <w:spacing w:after="0"/>
              <w:jc w:val="center"/>
              <w:rPr>
                <w:rFonts w:ascii="Arial" w:hAnsi="Arial" w:cs="Arial"/>
                <w:b/>
                <w:sz w:val="18"/>
                <w:lang w:eastAsia="zh-CN"/>
              </w:rPr>
            </w:pPr>
          </w:p>
        </w:tc>
        <w:tc>
          <w:tcPr>
            <w:tcW w:w="4178" w:type="dxa"/>
            <w:vMerge/>
            <w:tcBorders>
              <w:left w:val="single" w:sz="4" w:space="0" w:color="auto"/>
              <w:bottom w:val="single" w:sz="6" w:space="0" w:color="auto"/>
              <w:right w:val="single" w:sz="6" w:space="0" w:color="auto"/>
            </w:tcBorders>
            <w:vAlign w:val="center"/>
          </w:tcPr>
          <w:p w14:paraId="1B6B7410" w14:textId="77777777" w:rsidR="001F5A79" w:rsidRPr="008C6DE4" w:rsidRDefault="001F5A79" w:rsidP="00DF3064">
            <w:pPr>
              <w:keepNext/>
              <w:keepLines/>
              <w:spacing w:after="0"/>
              <w:jc w:val="center"/>
              <w:rPr>
                <w:rFonts w:ascii="Arial" w:hAnsi="Arial" w:cs="Arial"/>
                <w:b/>
                <w:sz w:val="18"/>
                <w:lang w:eastAsia="ja-JP"/>
              </w:rPr>
            </w:pPr>
          </w:p>
        </w:tc>
        <w:tc>
          <w:tcPr>
            <w:tcW w:w="1498" w:type="dxa"/>
            <w:tcBorders>
              <w:top w:val="single" w:sz="6" w:space="0" w:color="auto"/>
              <w:left w:val="single" w:sz="6" w:space="0" w:color="auto"/>
              <w:bottom w:val="single" w:sz="6" w:space="0" w:color="auto"/>
              <w:right w:val="single" w:sz="6" w:space="0" w:color="auto"/>
            </w:tcBorders>
            <w:vAlign w:val="center"/>
          </w:tcPr>
          <w:p w14:paraId="045057F7"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1498" w:type="dxa"/>
            <w:tcBorders>
              <w:top w:val="single" w:sz="6" w:space="0" w:color="auto"/>
              <w:left w:val="single" w:sz="6" w:space="0" w:color="auto"/>
              <w:bottom w:val="single" w:sz="6" w:space="0" w:color="auto"/>
              <w:right w:val="single" w:sz="6" w:space="0" w:color="auto"/>
            </w:tcBorders>
            <w:vAlign w:val="center"/>
          </w:tcPr>
          <w:p w14:paraId="194B6384"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1525" w:type="dxa"/>
            <w:vMerge/>
            <w:tcBorders>
              <w:left w:val="single" w:sz="6" w:space="0" w:color="auto"/>
              <w:bottom w:val="single" w:sz="6" w:space="0" w:color="auto"/>
              <w:right w:val="single" w:sz="4" w:space="0" w:color="auto"/>
            </w:tcBorders>
            <w:vAlign w:val="center"/>
          </w:tcPr>
          <w:p w14:paraId="7C358F0C" w14:textId="77777777" w:rsidR="001F5A79" w:rsidRPr="008C6DE4" w:rsidRDefault="001F5A79" w:rsidP="00DF3064">
            <w:pPr>
              <w:keepNext/>
              <w:keepLines/>
              <w:spacing w:after="0"/>
              <w:jc w:val="center"/>
              <w:rPr>
                <w:rFonts w:ascii="Arial" w:hAnsi="Arial" w:cs="Arial"/>
                <w:b/>
                <w:sz w:val="18"/>
                <w:lang w:eastAsia="ja-JP"/>
              </w:rPr>
            </w:pPr>
          </w:p>
        </w:tc>
      </w:tr>
      <w:tr w:rsidR="00DD3199" w:rsidRPr="008C6DE4" w14:paraId="5F068B0E" w14:textId="77777777" w:rsidTr="00DF3064">
        <w:trPr>
          <w:jc w:val="center"/>
        </w:trPr>
        <w:tc>
          <w:tcPr>
            <w:tcW w:w="1156" w:type="dxa"/>
            <w:vMerge w:val="restart"/>
            <w:tcBorders>
              <w:top w:val="single" w:sz="4" w:space="0" w:color="auto"/>
              <w:left w:val="single" w:sz="6" w:space="0" w:color="auto"/>
              <w:right w:val="single" w:sz="6" w:space="0" w:color="auto"/>
            </w:tcBorders>
            <w:vAlign w:val="center"/>
          </w:tcPr>
          <w:p w14:paraId="646A9D79"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cs="Arial"/>
                <w:b/>
                <w:sz w:val="18"/>
                <w:lang w:eastAsia="zh-CN"/>
              </w:rPr>
              <w:t>Conditions</w:t>
            </w:r>
          </w:p>
        </w:tc>
        <w:tc>
          <w:tcPr>
            <w:tcW w:w="4178" w:type="dxa"/>
            <w:tcBorders>
              <w:top w:val="single" w:sz="6" w:space="0" w:color="auto"/>
              <w:left w:val="single" w:sz="6" w:space="0" w:color="auto"/>
              <w:bottom w:val="single" w:sz="6" w:space="0" w:color="auto"/>
              <w:right w:val="single" w:sz="6" w:space="0" w:color="auto"/>
            </w:tcBorders>
          </w:tcPr>
          <w:p w14:paraId="69281534"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NR_FDD_FR1_A, NR_TDD_FR1_A</w:t>
            </w:r>
          </w:p>
        </w:tc>
        <w:tc>
          <w:tcPr>
            <w:tcW w:w="1498" w:type="dxa"/>
            <w:tcBorders>
              <w:top w:val="single" w:sz="6" w:space="0" w:color="auto"/>
              <w:left w:val="single" w:sz="6" w:space="0" w:color="auto"/>
              <w:bottom w:val="single" w:sz="6" w:space="0" w:color="auto"/>
              <w:right w:val="single" w:sz="6" w:space="0" w:color="auto"/>
            </w:tcBorders>
            <w:vAlign w:val="center"/>
          </w:tcPr>
          <w:p w14:paraId="41C25B76"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-121</w:t>
            </w:r>
          </w:p>
        </w:tc>
        <w:tc>
          <w:tcPr>
            <w:tcW w:w="1498" w:type="dxa"/>
            <w:tcBorders>
              <w:top w:val="single" w:sz="6" w:space="0" w:color="auto"/>
              <w:left w:val="single" w:sz="6" w:space="0" w:color="auto"/>
              <w:bottom w:val="single" w:sz="6" w:space="0" w:color="auto"/>
              <w:right w:val="single" w:sz="6" w:space="0" w:color="auto"/>
            </w:tcBorders>
            <w:vAlign w:val="center"/>
          </w:tcPr>
          <w:p w14:paraId="583B831A"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-118</w:t>
            </w:r>
          </w:p>
        </w:tc>
        <w:tc>
          <w:tcPr>
            <w:tcW w:w="1525" w:type="dxa"/>
            <w:tcBorders>
              <w:top w:val="single" w:sz="6" w:space="0" w:color="auto"/>
              <w:left w:val="single" w:sz="6" w:space="0" w:color="auto"/>
              <w:bottom w:val="single" w:sz="6" w:space="0" w:color="auto"/>
              <w:right w:val="single" w:sz="4" w:space="0" w:color="auto"/>
            </w:tcBorders>
            <w:vAlign w:val="center"/>
          </w:tcPr>
          <w:p w14:paraId="7E214FFD"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DD3199" w:rsidRPr="008C6DE4" w14:paraId="417490AB" w14:textId="77777777" w:rsidTr="00DF3064">
        <w:trPr>
          <w:jc w:val="center"/>
        </w:trPr>
        <w:tc>
          <w:tcPr>
            <w:tcW w:w="1156" w:type="dxa"/>
            <w:vMerge/>
            <w:tcBorders>
              <w:left w:val="single" w:sz="6" w:space="0" w:color="auto"/>
              <w:right w:val="single" w:sz="6" w:space="0" w:color="auto"/>
            </w:tcBorders>
          </w:tcPr>
          <w:p w14:paraId="19117287"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4D6361BC"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val="sv-SE"/>
              </w:rPr>
              <w:t>NR_FDD_FR1_B</w:t>
            </w:r>
          </w:p>
        </w:tc>
        <w:tc>
          <w:tcPr>
            <w:tcW w:w="1498" w:type="dxa"/>
            <w:tcBorders>
              <w:top w:val="single" w:sz="6" w:space="0" w:color="auto"/>
              <w:left w:val="single" w:sz="6" w:space="0" w:color="auto"/>
              <w:bottom w:val="single" w:sz="6" w:space="0" w:color="auto"/>
              <w:right w:val="single" w:sz="6" w:space="0" w:color="auto"/>
            </w:tcBorders>
          </w:tcPr>
          <w:p w14:paraId="78A94814"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-120.5</w:t>
            </w:r>
          </w:p>
        </w:tc>
        <w:tc>
          <w:tcPr>
            <w:tcW w:w="1498" w:type="dxa"/>
            <w:tcBorders>
              <w:top w:val="single" w:sz="6" w:space="0" w:color="auto"/>
              <w:left w:val="single" w:sz="6" w:space="0" w:color="auto"/>
              <w:bottom w:val="single" w:sz="6" w:space="0" w:color="auto"/>
              <w:right w:val="single" w:sz="6" w:space="0" w:color="auto"/>
            </w:tcBorders>
            <w:vAlign w:val="center"/>
          </w:tcPr>
          <w:p w14:paraId="113F1EDB"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-117.5</w:t>
            </w:r>
          </w:p>
        </w:tc>
        <w:tc>
          <w:tcPr>
            <w:tcW w:w="1525" w:type="dxa"/>
            <w:tcBorders>
              <w:top w:val="single" w:sz="6" w:space="0" w:color="auto"/>
              <w:left w:val="single" w:sz="6" w:space="0" w:color="auto"/>
              <w:bottom w:val="single" w:sz="6" w:space="0" w:color="auto"/>
              <w:right w:val="single" w:sz="4" w:space="0" w:color="auto"/>
            </w:tcBorders>
            <w:vAlign w:val="center"/>
          </w:tcPr>
          <w:p w14:paraId="3D8F6723"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DD3199" w:rsidRPr="008C6DE4" w14:paraId="5F125BE3" w14:textId="77777777" w:rsidTr="00DF3064">
        <w:trPr>
          <w:jc w:val="center"/>
        </w:trPr>
        <w:tc>
          <w:tcPr>
            <w:tcW w:w="1156" w:type="dxa"/>
            <w:vMerge/>
            <w:tcBorders>
              <w:left w:val="single" w:sz="6" w:space="0" w:color="auto"/>
              <w:right w:val="single" w:sz="6" w:space="0" w:color="auto"/>
            </w:tcBorders>
          </w:tcPr>
          <w:p w14:paraId="2FDEB9A1"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0E84103C"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val="sv-SE"/>
              </w:rPr>
              <w:t>NR_TDD_FR1_C</w:t>
            </w:r>
          </w:p>
        </w:tc>
        <w:tc>
          <w:tcPr>
            <w:tcW w:w="1498" w:type="dxa"/>
            <w:tcBorders>
              <w:top w:val="single" w:sz="6" w:space="0" w:color="auto"/>
              <w:left w:val="single" w:sz="6" w:space="0" w:color="auto"/>
              <w:bottom w:val="single" w:sz="6" w:space="0" w:color="auto"/>
              <w:right w:val="single" w:sz="6" w:space="0" w:color="auto"/>
            </w:tcBorders>
            <w:vAlign w:val="center"/>
          </w:tcPr>
          <w:p w14:paraId="7B6F90DB"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-120</w:t>
            </w:r>
          </w:p>
        </w:tc>
        <w:tc>
          <w:tcPr>
            <w:tcW w:w="1498" w:type="dxa"/>
            <w:tcBorders>
              <w:top w:val="single" w:sz="6" w:space="0" w:color="auto"/>
              <w:left w:val="single" w:sz="6" w:space="0" w:color="auto"/>
              <w:bottom w:val="single" w:sz="6" w:space="0" w:color="auto"/>
              <w:right w:val="single" w:sz="6" w:space="0" w:color="auto"/>
            </w:tcBorders>
            <w:vAlign w:val="center"/>
          </w:tcPr>
          <w:p w14:paraId="02151135"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-117</w:t>
            </w:r>
          </w:p>
        </w:tc>
        <w:tc>
          <w:tcPr>
            <w:tcW w:w="1525" w:type="dxa"/>
            <w:tcBorders>
              <w:top w:val="single" w:sz="6" w:space="0" w:color="auto"/>
              <w:left w:val="single" w:sz="6" w:space="0" w:color="auto"/>
              <w:bottom w:val="single" w:sz="6" w:space="0" w:color="auto"/>
              <w:right w:val="single" w:sz="4" w:space="0" w:color="auto"/>
            </w:tcBorders>
            <w:vAlign w:val="center"/>
          </w:tcPr>
          <w:p w14:paraId="7D41C43D"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DD3199" w:rsidRPr="008C6DE4" w14:paraId="1497BF84" w14:textId="77777777" w:rsidTr="00DF3064">
        <w:trPr>
          <w:jc w:val="center"/>
        </w:trPr>
        <w:tc>
          <w:tcPr>
            <w:tcW w:w="1156" w:type="dxa"/>
            <w:vMerge/>
            <w:tcBorders>
              <w:left w:val="single" w:sz="6" w:space="0" w:color="auto"/>
              <w:right w:val="single" w:sz="6" w:space="0" w:color="auto"/>
            </w:tcBorders>
            <w:vAlign w:val="center"/>
          </w:tcPr>
          <w:p w14:paraId="5E5BEA74"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073E5FED" w14:textId="77777777" w:rsidR="001F5A79" w:rsidRPr="008C6DE4" w:rsidRDefault="001F5A79" w:rsidP="00DF3064">
            <w:pPr>
              <w:keepNext/>
              <w:keepLines/>
              <w:spacing w:after="0"/>
              <w:jc w:val="center"/>
              <w:rPr>
                <w:rFonts w:ascii="Arial" w:hAnsi="Arial"/>
                <w:sz w:val="18"/>
                <w:lang w:val="sv-FI" w:eastAsia="ja-JP"/>
              </w:rPr>
            </w:pPr>
            <w:r w:rsidRPr="008C6DE4">
              <w:rPr>
                <w:rFonts w:ascii="Arial" w:hAnsi="Arial"/>
                <w:sz w:val="18"/>
                <w:lang w:val="sv-SE"/>
              </w:rPr>
              <w:t>NR_FDD_FR1_D, NR_TDD_FR1_D</w:t>
            </w:r>
          </w:p>
        </w:tc>
        <w:tc>
          <w:tcPr>
            <w:tcW w:w="1498" w:type="dxa"/>
            <w:tcBorders>
              <w:top w:val="single" w:sz="6" w:space="0" w:color="auto"/>
              <w:left w:val="single" w:sz="6" w:space="0" w:color="auto"/>
              <w:bottom w:val="single" w:sz="6" w:space="0" w:color="auto"/>
              <w:right w:val="single" w:sz="6" w:space="0" w:color="auto"/>
            </w:tcBorders>
            <w:vAlign w:val="center"/>
          </w:tcPr>
          <w:p w14:paraId="7EF2BD44"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-119.5</w:t>
            </w:r>
          </w:p>
        </w:tc>
        <w:tc>
          <w:tcPr>
            <w:tcW w:w="1498" w:type="dxa"/>
            <w:tcBorders>
              <w:top w:val="single" w:sz="6" w:space="0" w:color="auto"/>
              <w:left w:val="single" w:sz="6" w:space="0" w:color="auto"/>
              <w:bottom w:val="single" w:sz="6" w:space="0" w:color="auto"/>
              <w:right w:val="single" w:sz="6" w:space="0" w:color="auto"/>
            </w:tcBorders>
            <w:vAlign w:val="center"/>
          </w:tcPr>
          <w:p w14:paraId="4153E66B"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-116.5</w:t>
            </w:r>
          </w:p>
        </w:tc>
        <w:tc>
          <w:tcPr>
            <w:tcW w:w="1525" w:type="dxa"/>
            <w:tcBorders>
              <w:top w:val="single" w:sz="6" w:space="0" w:color="auto"/>
              <w:left w:val="single" w:sz="6" w:space="0" w:color="auto"/>
              <w:bottom w:val="single" w:sz="6" w:space="0" w:color="auto"/>
              <w:right w:val="single" w:sz="4" w:space="0" w:color="auto"/>
            </w:tcBorders>
            <w:vAlign w:val="center"/>
          </w:tcPr>
          <w:p w14:paraId="4ABB7581"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DD3199" w:rsidRPr="008C6DE4" w14:paraId="064A3B4F" w14:textId="77777777" w:rsidTr="00DF3064">
        <w:trPr>
          <w:jc w:val="center"/>
        </w:trPr>
        <w:tc>
          <w:tcPr>
            <w:tcW w:w="1156" w:type="dxa"/>
            <w:vMerge/>
            <w:tcBorders>
              <w:left w:val="single" w:sz="6" w:space="0" w:color="auto"/>
              <w:right w:val="single" w:sz="6" w:space="0" w:color="auto"/>
            </w:tcBorders>
          </w:tcPr>
          <w:p w14:paraId="1C9AE2C7"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7CFAAC21" w14:textId="77777777" w:rsidR="001F5A79" w:rsidRPr="008C6DE4" w:rsidRDefault="001F5A79" w:rsidP="00DF3064">
            <w:pPr>
              <w:keepNext/>
              <w:keepLines/>
              <w:spacing w:after="0"/>
              <w:jc w:val="center"/>
              <w:rPr>
                <w:rFonts w:ascii="Arial" w:hAnsi="Arial"/>
                <w:sz w:val="18"/>
                <w:lang w:val="sv-FI" w:eastAsia="ja-JP"/>
              </w:rPr>
            </w:pPr>
            <w:r w:rsidRPr="008C6DE4">
              <w:rPr>
                <w:rFonts w:ascii="Arial" w:hAnsi="Arial"/>
                <w:sz w:val="18"/>
                <w:lang w:val="sv-SE"/>
              </w:rPr>
              <w:t>NR_FDD_FR1_E, NR_TDD_FR1_E</w:t>
            </w:r>
          </w:p>
        </w:tc>
        <w:tc>
          <w:tcPr>
            <w:tcW w:w="1498" w:type="dxa"/>
            <w:tcBorders>
              <w:top w:val="single" w:sz="6" w:space="0" w:color="auto"/>
              <w:left w:val="single" w:sz="6" w:space="0" w:color="auto"/>
              <w:bottom w:val="single" w:sz="6" w:space="0" w:color="auto"/>
              <w:right w:val="single" w:sz="6" w:space="0" w:color="auto"/>
            </w:tcBorders>
            <w:vAlign w:val="center"/>
          </w:tcPr>
          <w:p w14:paraId="37AA64E6"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-119</w:t>
            </w:r>
          </w:p>
        </w:tc>
        <w:tc>
          <w:tcPr>
            <w:tcW w:w="1498" w:type="dxa"/>
            <w:tcBorders>
              <w:top w:val="single" w:sz="6" w:space="0" w:color="auto"/>
              <w:left w:val="single" w:sz="6" w:space="0" w:color="auto"/>
              <w:bottom w:val="single" w:sz="6" w:space="0" w:color="auto"/>
              <w:right w:val="single" w:sz="6" w:space="0" w:color="auto"/>
            </w:tcBorders>
            <w:vAlign w:val="center"/>
          </w:tcPr>
          <w:p w14:paraId="1EEDAF96"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-116</w:t>
            </w:r>
          </w:p>
        </w:tc>
        <w:tc>
          <w:tcPr>
            <w:tcW w:w="1525" w:type="dxa"/>
            <w:tcBorders>
              <w:top w:val="single" w:sz="6" w:space="0" w:color="auto"/>
              <w:left w:val="single" w:sz="6" w:space="0" w:color="auto"/>
              <w:bottom w:val="single" w:sz="6" w:space="0" w:color="auto"/>
              <w:right w:val="single" w:sz="4" w:space="0" w:color="auto"/>
            </w:tcBorders>
            <w:vAlign w:val="center"/>
          </w:tcPr>
          <w:p w14:paraId="1F75D3C7"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DD3199" w:rsidRPr="008C6DE4" w14:paraId="11841574" w14:textId="77777777" w:rsidTr="00DF3064">
        <w:trPr>
          <w:jc w:val="center"/>
        </w:trPr>
        <w:tc>
          <w:tcPr>
            <w:tcW w:w="1156" w:type="dxa"/>
            <w:vMerge/>
            <w:tcBorders>
              <w:left w:val="single" w:sz="6" w:space="0" w:color="auto"/>
              <w:right w:val="single" w:sz="6" w:space="0" w:color="auto"/>
            </w:tcBorders>
          </w:tcPr>
          <w:p w14:paraId="68D1FA26"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5A766356"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val="sv-SE"/>
              </w:rPr>
              <w:t>NR_FDD_FR1_G</w:t>
            </w:r>
          </w:p>
        </w:tc>
        <w:tc>
          <w:tcPr>
            <w:tcW w:w="1498" w:type="dxa"/>
            <w:tcBorders>
              <w:top w:val="single" w:sz="6" w:space="0" w:color="auto"/>
              <w:left w:val="single" w:sz="6" w:space="0" w:color="auto"/>
              <w:bottom w:val="single" w:sz="6" w:space="0" w:color="auto"/>
              <w:right w:val="single" w:sz="6" w:space="0" w:color="auto"/>
            </w:tcBorders>
            <w:vAlign w:val="center"/>
          </w:tcPr>
          <w:p w14:paraId="0ACDCACA"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-118</w:t>
            </w:r>
          </w:p>
        </w:tc>
        <w:tc>
          <w:tcPr>
            <w:tcW w:w="1498" w:type="dxa"/>
            <w:tcBorders>
              <w:top w:val="single" w:sz="6" w:space="0" w:color="auto"/>
              <w:left w:val="single" w:sz="6" w:space="0" w:color="auto"/>
              <w:bottom w:val="single" w:sz="6" w:space="0" w:color="auto"/>
              <w:right w:val="single" w:sz="6" w:space="0" w:color="auto"/>
            </w:tcBorders>
            <w:vAlign w:val="center"/>
          </w:tcPr>
          <w:p w14:paraId="13E9541E"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-115</w:t>
            </w:r>
          </w:p>
        </w:tc>
        <w:tc>
          <w:tcPr>
            <w:tcW w:w="1525" w:type="dxa"/>
            <w:tcBorders>
              <w:top w:val="single" w:sz="6" w:space="0" w:color="auto"/>
              <w:left w:val="single" w:sz="6" w:space="0" w:color="auto"/>
              <w:bottom w:val="single" w:sz="6" w:space="0" w:color="auto"/>
              <w:right w:val="single" w:sz="4" w:space="0" w:color="auto"/>
            </w:tcBorders>
            <w:vAlign w:val="center"/>
          </w:tcPr>
          <w:p w14:paraId="794CC73B"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DD3199" w:rsidRPr="008C6DE4" w14:paraId="4AB001F6" w14:textId="77777777" w:rsidTr="00DF3064">
        <w:trPr>
          <w:jc w:val="center"/>
        </w:trPr>
        <w:tc>
          <w:tcPr>
            <w:tcW w:w="1156" w:type="dxa"/>
            <w:vMerge/>
            <w:tcBorders>
              <w:left w:val="single" w:sz="6" w:space="0" w:color="auto"/>
              <w:right w:val="single" w:sz="6" w:space="0" w:color="auto"/>
            </w:tcBorders>
          </w:tcPr>
          <w:p w14:paraId="1337AFBA" w14:textId="77777777" w:rsidR="001F5A79" w:rsidRPr="008C6DE4" w:rsidRDefault="001F5A79" w:rsidP="00DF3064">
            <w:pPr>
              <w:keepNext/>
              <w:keepLines/>
              <w:spacing w:after="0"/>
              <w:jc w:val="center"/>
              <w:rPr>
                <w:rFonts w:ascii="Arial" w:hAnsi="Arial" w:cs="Arial"/>
                <w:sz w:val="18"/>
                <w:lang w:eastAsia="ja-JP"/>
              </w:rPr>
            </w:pPr>
          </w:p>
        </w:tc>
        <w:tc>
          <w:tcPr>
            <w:tcW w:w="4178" w:type="dxa"/>
            <w:tcBorders>
              <w:top w:val="single" w:sz="6" w:space="0" w:color="auto"/>
              <w:left w:val="single" w:sz="6" w:space="0" w:color="auto"/>
              <w:bottom w:val="single" w:sz="6" w:space="0" w:color="auto"/>
              <w:right w:val="single" w:sz="6" w:space="0" w:color="auto"/>
            </w:tcBorders>
            <w:vAlign w:val="center"/>
          </w:tcPr>
          <w:p w14:paraId="5A5D28F8"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val="sv-SE"/>
              </w:rPr>
              <w:t>NR_FDD_FR1_H</w:t>
            </w:r>
          </w:p>
        </w:tc>
        <w:tc>
          <w:tcPr>
            <w:tcW w:w="1498" w:type="dxa"/>
            <w:tcBorders>
              <w:top w:val="single" w:sz="6" w:space="0" w:color="auto"/>
              <w:left w:val="single" w:sz="6" w:space="0" w:color="auto"/>
              <w:bottom w:val="single" w:sz="6" w:space="0" w:color="auto"/>
              <w:right w:val="single" w:sz="6" w:space="0" w:color="auto"/>
            </w:tcBorders>
            <w:vAlign w:val="center"/>
          </w:tcPr>
          <w:p w14:paraId="42F986FD"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-117.5</w:t>
            </w:r>
          </w:p>
        </w:tc>
        <w:tc>
          <w:tcPr>
            <w:tcW w:w="1498" w:type="dxa"/>
            <w:tcBorders>
              <w:top w:val="single" w:sz="6" w:space="0" w:color="auto"/>
              <w:left w:val="single" w:sz="6" w:space="0" w:color="auto"/>
              <w:bottom w:val="single" w:sz="6" w:space="0" w:color="auto"/>
              <w:right w:val="single" w:sz="6" w:space="0" w:color="auto"/>
            </w:tcBorders>
            <w:vAlign w:val="center"/>
          </w:tcPr>
          <w:p w14:paraId="79BC6A07"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rPr>
              <w:t>-114.5</w:t>
            </w:r>
          </w:p>
        </w:tc>
        <w:tc>
          <w:tcPr>
            <w:tcW w:w="1525" w:type="dxa"/>
            <w:tcBorders>
              <w:top w:val="single" w:sz="6" w:space="0" w:color="auto"/>
              <w:left w:val="single" w:sz="6" w:space="0" w:color="auto"/>
              <w:bottom w:val="single" w:sz="6" w:space="0" w:color="auto"/>
              <w:right w:val="single" w:sz="4" w:space="0" w:color="auto"/>
            </w:tcBorders>
            <w:vAlign w:val="center"/>
          </w:tcPr>
          <w:p w14:paraId="4C3C91BE" w14:textId="77777777" w:rsidR="001F5A79" w:rsidRPr="008C6DE4" w:rsidRDefault="001F5A79" w:rsidP="00DF3064">
            <w:pPr>
              <w:keepNext/>
              <w:keepLines/>
              <w:spacing w:after="0"/>
              <w:jc w:val="center"/>
              <w:rPr>
                <w:rFonts w:ascii="Arial" w:hAnsi="Arial"/>
                <w:sz w:val="18"/>
                <w:lang w:eastAsia="ja-JP"/>
              </w:rPr>
            </w:pPr>
            <w:r w:rsidRPr="008C6DE4">
              <w:rPr>
                <w:rFonts w:ascii="Arial" w:hAnsi="Arial"/>
                <w:sz w:val="18"/>
                <w:lang w:eastAsia="ja-JP"/>
              </w:rPr>
              <w:t>-50</w:t>
            </w:r>
          </w:p>
        </w:tc>
      </w:tr>
      <w:tr w:rsidR="001F5A79" w:rsidRPr="008C6DE4" w14:paraId="6701A898" w14:textId="77777777" w:rsidTr="00DF3064">
        <w:trPr>
          <w:jc w:val="center"/>
        </w:trPr>
        <w:tc>
          <w:tcPr>
            <w:tcW w:w="9855" w:type="dxa"/>
            <w:gridSpan w:val="5"/>
            <w:tcBorders>
              <w:top w:val="single" w:sz="6" w:space="0" w:color="auto"/>
              <w:left w:val="single" w:sz="6" w:space="0" w:color="auto"/>
              <w:bottom w:val="single" w:sz="6" w:space="0" w:color="auto"/>
              <w:right w:val="single" w:sz="4" w:space="0" w:color="auto"/>
            </w:tcBorders>
          </w:tcPr>
          <w:p w14:paraId="5D480F56"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w:t>
            </w:r>
            <w:r w:rsidRPr="008C6DE4">
              <w:rPr>
                <w:rFonts w:ascii="Arial" w:hAnsi="Arial" w:cs="Arial"/>
                <w:sz w:val="18"/>
                <w:lang w:eastAsia="zh-CN"/>
              </w:rPr>
              <w:t>OTE</w:t>
            </w:r>
            <w:r w:rsidRPr="008C6DE4">
              <w:rPr>
                <w:rFonts w:ascii="Arial" w:hAnsi="Arial" w:cs="Arial"/>
                <w:sz w:val="18"/>
                <w:lang w:eastAsia="ja-JP"/>
              </w:rPr>
              <w:t xml:space="preserve"> 1:</w:t>
            </w:r>
            <w:r w:rsidRPr="008C6DE4">
              <w:rPr>
                <w:rFonts w:ascii="Arial" w:hAnsi="Arial" w:cs="Arial"/>
                <w:sz w:val="18"/>
                <w:lang w:eastAsia="ja-JP"/>
              </w:rPr>
              <w:tab/>
            </w:r>
            <w:r w:rsidRPr="008C6DE4">
              <w:rPr>
                <w:rFonts w:ascii="Arial" w:hAnsi="Arial"/>
                <w:sz w:val="18"/>
              </w:rPr>
              <w:t>Io is assumed to have constant EPRE across the bandwidth</w:t>
            </w:r>
            <w:r w:rsidRPr="008C6DE4">
              <w:rPr>
                <w:rFonts w:ascii="Arial" w:hAnsi="Arial" w:cs="Arial"/>
                <w:sz w:val="18"/>
                <w:lang w:eastAsia="ja-JP"/>
              </w:rPr>
              <w:t>.</w:t>
            </w:r>
          </w:p>
          <w:p w14:paraId="30812F55"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NOTE 2:</w:t>
            </w:r>
            <w:r w:rsidRPr="008C6DE4">
              <w:rPr>
                <w:rFonts w:ascii="Arial" w:hAnsi="Arial" w:cs="Arial"/>
                <w:sz w:val="18"/>
                <w:lang w:eastAsia="ja-JP"/>
              </w:rPr>
              <w:tab/>
              <w:t>NR operating band groups are as defined in clause 3.5.2.</w:t>
            </w:r>
          </w:p>
        </w:tc>
      </w:tr>
    </w:tbl>
    <w:p w14:paraId="45ADAB75" w14:textId="77777777" w:rsidR="001F5A79" w:rsidRPr="008C6DE4" w:rsidRDefault="001F5A79" w:rsidP="001F5A79"/>
    <w:p w14:paraId="329771FC" w14:textId="77777777" w:rsidR="001F5A79" w:rsidRPr="008C6DE4" w:rsidRDefault="001F5A79" w:rsidP="001F5A79">
      <w:r w:rsidRPr="008C6DE4">
        <w:t>For FR2 PCell, inter frequency neighbour cell SFN and frame timing measurement:</w:t>
      </w:r>
    </w:p>
    <w:p w14:paraId="76FC9926" w14:textId="77777777" w:rsidR="001F5A79" w:rsidRPr="008C6DE4" w:rsidRDefault="001F5A79" w:rsidP="001F5A79">
      <w:pPr>
        <w:ind w:left="568" w:hanging="284"/>
        <w:rPr>
          <w:rFonts w:cs="v4.2.0"/>
        </w:rPr>
      </w:pPr>
      <w:r w:rsidRPr="008C6DE4">
        <w:t>-</w:t>
      </w:r>
      <w:r w:rsidRPr="008C6DE4">
        <w:tab/>
        <w:t>Conditions defined in clause 7.3 of TS 38.101-2 [19] for reference sensitivity are fulfilled.</w:t>
      </w:r>
    </w:p>
    <w:p w14:paraId="538C4761" w14:textId="77777777" w:rsidR="001F5A79" w:rsidRPr="008C6DE4" w:rsidRDefault="001F5A79" w:rsidP="001F5A79">
      <w:pPr>
        <w:ind w:left="568" w:hanging="284"/>
      </w:pPr>
      <w:r w:rsidRPr="008C6DE4">
        <w:t>-</w:t>
      </w:r>
      <w:r w:rsidRPr="008C6DE4">
        <w:tab/>
        <w:t>Io range deifined in Table 10.1.21.3-2.</w:t>
      </w:r>
    </w:p>
    <w:p w14:paraId="479B48C0" w14:textId="77777777" w:rsidR="001F5A79" w:rsidRPr="008C6DE4" w:rsidRDefault="001F5A79" w:rsidP="001F5A79">
      <w:pPr>
        <w:ind w:left="568" w:hanging="284"/>
        <w:rPr>
          <w:rFonts w:cs="v4.2.0"/>
        </w:rPr>
      </w:pPr>
      <w:r w:rsidRPr="008C6DE4">
        <w:t>-</w:t>
      </w:r>
      <w:r w:rsidRPr="008C6DE4">
        <w:tab/>
        <w:t>The measured signals are in the directions covered by the percentile EIS spherical coverage of the UE, defined in clause 7.3.4 of TS 38.101-2 [19].</w:t>
      </w:r>
    </w:p>
    <w:p w14:paraId="2B42D8E6" w14:textId="77777777" w:rsidR="001F5A79" w:rsidRPr="008C6DE4" w:rsidRDefault="001F5A79" w:rsidP="001F5A79">
      <w:pPr>
        <w:keepNext/>
        <w:keepLines/>
        <w:spacing w:before="60"/>
        <w:jc w:val="center"/>
        <w:rPr>
          <w:rFonts w:ascii="Arial" w:hAnsi="Arial"/>
          <w:b/>
        </w:rPr>
      </w:pPr>
      <w:r w:rsidRPr="008C6DE4">
        <w:rPr>
          <w:rFonts w:ascii="Arial" w:hAnsi="Arial"/>
          <w:b/>
        </w:rPr>
        <w:t>Table 10.1.21.3-2: PCell, inter frequency neighbour cell Io range conditions in</w:t>
      </w:r>
      <w:r w:rsidRPr="008C6DE4">
        <w:rPr>
          <w:rFonts w:ascii="Arial" w:hAnsi="Arial"/>
          <w:b/>
          <w:lang w:eastAsia="zh-CN"/>
        </w:rPr>
        <w:t xml:space="preserve"> FR2</w:t>
      </w:r>
    </w:p>
    <w:tbl>
      <w:tblPr>
        <w:tblW w:w="9833" w:type="dxa"/>
        <w:jc w:val="center"/>
        <w:tblLayout w:type="fixed"/>
        <w:tblLook w:val="0000" w:firstRow="0" w:lastRow="0" w:firstColumn="0" w:lastColumn="0" w:noHBand="0" w:noVBand="0"/>
      </w:tblPr>
      <w:tblGrid>
        <w:gridCol w:w="1156"/>
        <w:gridCol w:w="3245"/>
        <w:gridCol w:w="3246"/>
        <w:gridCol w:w="2186"/>
      </w:tblGrid>
      <w:tr w:rsidR="00DD3199" w:rsidRPr="008C6DE4" w14:paraId="69BA7863" w14:textId="77777777" w:rsidTr="00DF3064">
        <w:trPr>
          <w:jc w:val="center"/>
        </w:trPr>
        <w:tc>
          <w:tcPr>
            <w:tcW w:w="1156" w:type="dxa"/>
            <w:vMerge w:val="restart"/>
            <w:tcBorders>
              <w:top w:val="single" w:sz="6" w:space="0" w:color="auto"/>
              <w:left w:val="single" w:sz="6" w:space="0" w:color="auto"/>
              <w:bottom w:val="single" w:sz="4" w:space="0" w:color="auto"/>
              <w:right w:val="single" w:sz="4" w:space="0" w:color="auto"/>
            </w:tcBorders>
            <w:vAlign w:val="center"/>
          </w:tcPr>
          <w:p w14:paraId="3E87BFA7" w14:textId="77777777" w:rsidR="001F5A79" w:rsidRPr="008C6DE4" w:rsidRDefault="001F5A79" w:rsidP="00DF3064">
            <w:pPr>
              <w:keepNext/>
              <w:keepLines/>
              <w:spacing w:after="0"/>
              <w:jc w:val="center"/>
              <w:rPr>
                <w:rFonts w:ascii="Arial" w:hAnsi="Arial" w:cs="Arial"/>
                <w:b/>
                <w:sz w:val="18"/>
                <w:lang w:eastAsia="zh-CN"/>
              </w:rPr>
            </w:pPr>
            <w:r w:rsidRPr="008C6DE4">
              <w:rPr>
                <w:rFonts w:ascii="Arial" w:hAnsi="Arial" w:cs="Arial"/>
                <w:b/>
                <w:sz w:val="18"/>
                <w:lang w:eastAsia="zh-CN"/>
              </w:rPr>
              <w:t>Parameter</w:t>
            </w:r>
          </w:p>
        </w:tc>
        <w:tc>
          <w:tcPr>
            <w:tcW w:w="8677" w:type="dxa"/>
            <w:gridSpan w:val="3"/>
            <w:tcBorders>
              <w:top w:val="single" w:sz="6" w:space="0" w:color="auto"/>
              <w:left w:val="single" w:sz="6" w:space="0" w:color="auto"/>
              <w:bottom w:val="single" w:sz="6" w:space="0" w:color="auto"/>
              <w:right w:val="single" w:sz="4" w:space="0" w:color="auto"/>
            </w:tcBorders>
            <w:vAlign w:val="center"/>
          </w:tcPr>
          <w:p w14:paraId="78D04A2C"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Io</w:t>
            </w:r>
            <w:r w:rsidRPr="008C6DE4">
              <w:rPr>
                <w:rFonts w:ascii="Arial" w:hAnsi="Arial" w:cs="Arial"/>
                <w:b/>
                <w:sz w:val="18"/>
                <w:vertAlign w:val="superscript"/>
                <w:lang w:eastAsia="zh-CN"/>
              </w:rPr>
              <w:t xml:space="preserve"> Note 1</w:t>
            </w:r>
            <w:r w:rsidRPr="008C6DE4">
              <w:rPr>
                <w:rFonts w:ascii="Arial" w:hAnsi="Arial" w:cs="Arial"/>
                <w:b/>
                <w:sz w:val="18"/>
                <w:lang w:eastAsia="ja-JP"/>
              </w:rPr>
              <w:t xml:space="preserve"> range</w:t>
            </w:r>
          </w:p>
        </w:tc>
      </w:tr>
      <w:tr w:rsidR="00DD3199" w:rsidRPr="008C6DE4" w14:paraId="3AF37F3C" w14:textId="77777777" w:rsidTr="00DF3064">
        <w:trPr>
          <w:jc w:val="center"/>
        </w:trPr>
        <w:tc>
          <w:tcPr>
            <w:tcW w:w="1156" w:type="dxa"/>
            <w:vMerge/>
            <w:tcBorders>
              <w:left w:val="single" w:sz="6" w:space="0" w:color="auto"/>
              <w:bottom w:val="single" w:sz="4" w:space="0" w:color="auto"/>
              <w:right w:val="single" w:sz="4" w:space="0" w:color="auto"/>
            </w:tcBorders>
          </w:tcPr>
          <w:p w14:paraId="31A9584A" w14:textId="77777777" w:rsidR="001F5A79" w:rsidRPr="008C6DE4" w:rsidRDefault="001F5A79" w:rsidP="00DF3064">
            <w:pPr>
              <w:keepNext/>
              <w:keepLines/>
              <w:spacing w:after="0"/>
              <w:jc w:val="center"/>
              <w:rPr>
                <w:rFonts w:ascii="Arial" w:hAnsi="Arial" w:cs="Arial"/>
                <w:b/>
                <w:sz w:val="18"/>
                <w:lang w:eastAsia="ja-JP"/>
              </w:rPr>
            </w:pPr>
          </w:p>
        </w:tc>
        <w:tc>
          <w:tcPr>
            <w:tcW w:w="6491" w:type="dxa"/>
            <w:gridSpan w:val="2"/>
            <w:tcBorders>
              <w:top w:val="single" w:sz="6" w:space="0" w:color="auto"/>
              <w:left w:val="single" w:sz="6" w:space="0" w:color="auto"/>
              <w:bottom w:val="single" w:sz="6" w:space="0" w:color="auto"/>
              <w:right w:val="single" w:sz="6" w:space="0" w:color="auto"/>
            </w:tcBorders>
            <w:vAlign w:val="center"/>
          </w:tcPr>
          <w:p w14:paraId="48ACDF0E"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Minimum Io</w:t>
            </w:r>
            <w:r w:rsidRPr="008C6DE4">
              <w:rPr>
                <w:rFonts w:ascii="Arial" w:hAnsi="Arial" w:cs="Arial"/>
                <w:sz w:val="18"/>
                <w:vertAlign w:val="superscript"/>
                <w:lang w:eastAsia="zh-CN"/>
              </w:rPr>
              <w:t xml:space="preserve"> Note 2, 3</w:t>
            </w:r>
          </w:p>
        </w:tc>
        <w:tc>
          <w:tcPr>
            <w:tcW w:w="2186" w:type="dxa"/>
            <w:tcBorders>
              <w:top w:val="single" w:sz="6" w:space="0" w:color="auto"/>
              <w:left w:val="single" w:sz="6" w:space="0" w:color="auto"/>
              <w:bottom w:val="single" w:sz="6" w:space="0" w:color="auto"/>
              <w:right w:val="single" w:sz="4" w:space="0" w:color="auto"/>
            </w:tcBorders>
            <w:vAlign w:val="center"/>
          </w:tcPr>
          <w:p w14:paraId="2AF60390"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Maximum Io</w:t>
            </w:r>
          </w:p>
        </w:tc>
      </w:tr>
      <w:tr w:rsidR="00DD3199" w:rsidRPr="008C6DE4" w14:paraId="10743E77" w14:textId="77777777" w:rsidTr="00DF3064">
        <w:trPr>
          <w:trHeight w:val="70"/>
          <w:jc w:val="center"/>
        </w:trPr>
        <w:tc>
          <w:tcPr>
            <w:tcW w:w="1156" w:type="dxa"/>
            <w:vMerge/>
            <w:tcBorders>
              <w:left w:val="single" w:sz="6" w:space="0" w:color="auto"/>
              <w:bottom w:val="single" w:sz="4" w:space="0" w:color="auto"/>
              <w:right w:val="single" w:sz="4" w:space="0" w:color="auto"/>
            </w:tcBorders>
            <w:vAlign w:val="center"/>
          </w:tcPr>
          <w:p w14:paraId="2A64E50F" w14:textId="77777777" w:rsidR="001F5A79" w:rsidRPr="008C6DE4" w:rsidRDefault="001F5A79" w:rsidP="00DF3064">
            <w:pPr>
              <w:keepNext/>
              <w:keepLines/>
              <w:spacing w:after="0"/>
              <w:jc w:val="center"/>
              <w:rPr>
                <w:rFonts w:ascii="Arial" w:hAnsi="Arial" w:cs="Arial"/>
                <w:b/>
                <w:sz w:val="18"/>
                <w:lang w:eastAsia="zh-CN"/>
              </w:rPr>
            </w:pPr>
          </w:p>
        </w:tc>
        <w:tc>
          <w:tcPr>
            <w:tcW w:w="6491" w:type="dxa"/>
            <w:gridSpan w:val="2"/>
            <w:tcBorders>
              <w:top w:val="single" w:sz="6" w:space="0" w:color="auto"/>
              <w:left w:val="single" w:sz="6" w:space="0" w:color="auto"/>
              <w:bottom w:val="single" w:sz="6" w:space="0" w:color="auto"/>
              <w:right w:val="single" w:sz="6" w:space="0" w:color="auto"/>
            </w:tcBorders>
            <w:vAlign w:val="center"/>
          </w:tcPr>
          <w:p w14:paraId="7BB43621"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 SCS</w:t>
            </w:r>
            <w:r w:rsidRPr="008C6DE4">
              <w:rPr>
                <w:rFonts w:ascii="Arial" w:hAnsi="Arial" w:cs="Arial"/>
                <w:b/>
                <w:sz w:val="18"/>
                <w:vertAlign w:val="subscript"/>
                <w:lang w:eastAsia="ja-JP"/>
              </w:rPr>
              <w:t>SSB</w:t>
            </w:r>
            <w:r w:rsidRPr="008C6DE4">
              <w:rPr>
                <w:rFonts w:ascii="Arial" w:hAnsi="Arial" w:cs="Arial"/>
                <w:sz w:val="18"/>
                <w:vertAlign w:val="superscript"/>
                <w:lang w:eastAsia="zh-CN"/>
              </w:rPr>
              <w:t xml:space="preserve"> </w:t>
            </w:r>
          </w:p>
        </w:tc>
        <w:tc>
          <w:tcPr>
            <w:tcW w:w="2186" w:type="dxa"/>
            <w:vMerge w:val="restart"/>
            <w:tcBorders>
              <w:top w:val="single" w:sz="6" w:space="0" w:color="auto"/>
              <w:left w:val="single" w:sz="6" w:space="0" w:color="auto"/>
              <w:right w:val="single" w:sz="4" w:space="0" w:color="auto"/>
            </w:tcBorders>
            <w:vAlign w:val="center"/>
          </w:tcPr>
          <w:p w14:paraId="4B8D8D58"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dBm/BW</w:t>
            </w:r>
            <w:r w:rsidRPr="008C6DE4">
              <w:rPr>
                <w:rFonts w:ascii="Arial" w:hAnsi="Arial" w:cs="Arial"/>
                <w:b/>
                <w:sz w:val="18"/>
                <w:vertAlign w:val="subscript"/>
                <w:lang w:eastAsia="ja-JP"/>
              </w:rPr>
              <w:t>Channel</w:t>
            </w:r>
          </w:p>
        </w:tc>
      </w:tr>
      <w:tr w:rsidR="00DD3199" w:rsidRPr="008C6DE4" w14:paraId="0A9A69D1" w14:textId="77777777" w:rsidTr="00DF3064">
        <w:trPr>
          <w:trHeight w:val="70"/>
          <w:jc w:val="center"/>
        </w:trPr>
        <w:tc>
          <w:tcPr>
            <w:tcW w:w="1156" w:type="dxa"/>
            <w:vMerge/>
            <w:tcBorders>
              <w:left w:val="single" w:sz="6" w:space="0" w:color="auto"/>
              <w:bottom w:val="single" w:sz="4" w:space="0" w:color="auto"/>
              <w:right w:val="single" w:sz="4" w:space="0" w:color="auto"/>
            </w:tcBorders>
            <w:vAlign w:val="center"/>
          </w:tcPr>
          <w:p w14:paraId="568D185F" w14:textId="77777777" w:rsidR="001F5A79" w:rsidRPr="008C6DE4" w:rsidRDefault="001F5A79" w:rsidP="00DF3064">
            <w:pPr>
              <w:keepNext/>
              <w:keepLines/>
              <w:spacing w:after="0"/>
              <w:jc w:val="center"/>
              <w:rPr>
                <w:rFonts w:ascii="Arial" w:hAnsi="Arial" w:cs="Arial"/>
                <w:b/>
                <w:sz w:val="18"/>
                <w:lang w:eastAsia="zh-CN"/>
              </w:rPr>
            </w:pPr>
          </w:p>
        </w:tc>
        <w:tc>
          <w:tcPr>
            <w:tcW w:w="3245" w:type="dxa"/>
            <w:tcBorders>
              <w:top w:val="single" w:sz="6" w:space="0" w:color="auto"/>
              <w:left w:val="single" w:sz="6" w:space="0" w:color="auto"/>
              <w:bottom w:val="single" w:sz="6" w:space="0" w:color="auto"/>
              <w:right w:val="single" w:sz="6" w:space="0" w:color="auto"/>
            </w:tcBorders>
            <w:vAlign w:val="center"/>
          </w:tcPr>
          <w:p w14:paraId="7DECD6BD"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15 kHz</w:t>
            </w:r>
          </w:p>
        </w:tc>
        <w:tc>
          <w:tcPr>
            <w:tcW w:w="3246" w:type="dxa"/>
            <w:tcBorders>
              <w:top w:val="single" w:sz="6" w:space="0" w:color="auto"/>
              <w:left w:val="single" w:sz="6" w:space="0" w:color="auto"/>
              <w:bottom w:val="single" w:sz="6" w:space="0" w:color="auto"/>
              <w:right w:val="single" w:sz="6" w:space="0" w:color="auto"/>
            </w:tcBorders>
            <w:vAlign w:val="center"/>
          </w:tcPr>
          <w:p w14:paraId="01F715E3"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b/>
                <w:sz w:val="18"/>
              </w:rPr>
              <w:t>SCS</w:t>
            </w:r>
            <w:r w:rsidRPr="008C6DE4">
              <w:rPr>
                <w:rFonts w:ascii="Arial" w:hAnsi="Arial"/>
                <w:b/>
                <w:sz w:val="18"/>
                <w:vertAlign w:val="subscript"/>
              </w:rPr>
              <w:t>SSB</w:t>
            </w:r>
            <w:r w:rsidRPr="008C6DE4">
              <w:rPr>
                <w:rFonts w:ascii="Arial" w:hAnsi="Arial" w:cs="Arial"/>
                <w:b/>
                <w:sz w:val="18"/>
              </w:rPr>
              <w:t xml:space="preserve"> = 30 kHz</w:t>
            </w:r>
          </w:p>
        </w:tc>
        <w:tc>
          <w:tcPr>
            <w:tcW w:w="2186" w:type="dxa"/>
            <w:vMerge/>
            <w:tcBorders>
              <w:left w:val="single" w:sz="6" w:space="0" w:color="auto"/>
              <w:bottom w:val="single" w:sz="6" w:space="0" w:color="auto"/>
              <w:right w:val="single" w:sz="4" w:space="0" w:color="auto"/>
            </w:tcBorders>
            <w:vAlign w:val="center"/>
          </w:tcPr>
          <w:p w14:paraId="7F0F5770" w14:textId="77777777" w:rsidR="001F5A79" w:rsidRPr="008C6DE4" w:rsidRDefault="001F5A79" w:rsidP="00DF3064">
            <w:pPr>
              <w:keepNext/>
              <w:keepLines/>
              <w:spacing w:after="0"/>
              <w:jc w:val="center"/>
              <w:rPr>
                <w:rFonts w:ascii="Arial" w:hAnsi="Arial" w:cs="Arial"/>
                <w:b/>
                <w:sz w:val="18"/>
                <w:lang w:eastAsia="ja-JP"/>
              </w:rPr>
            </w:pPr>
          </w:p>
        </w:tc>
      </w:tr>
      <w:tr w:rsidR="00DD3199" w:rsidRPr="008C6DE4" w14:paraId="29AFA258" w14:textId="77777777" w:rsidTr="00DF3064">
        <w:trPr>
          <w:trHeight w:val="1011"/>
          <w:jc w:val="center"/>
        </w:trPr>
        <w:tc>
          <w:tcPr>
            <w:tcW w:w="1156" w:type="dxa"/>
            <w:tcBorders>
              <w:top w:val="single" w:sz="4" w:space="0" w:color="auto"/>
              <w:left w:val="single" w:sz="6" w:space="0" w:color="auto"/>
              <w:right w:val="single" w:sz="6" w:space="0" w:color="auto"/>
            </w:tcBorders>
            <w:vAlign w:val="center"/>
          </w:tcPr>
          <w:p w14:paraId="60DA205C"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zh-CN"/>
              </w:rPr>
              <w:t>Conditions</w:t>
            </w:r>
          </w:p>
        </w:tc>
        <w:tc>
          <w:tcPr>
            <w:tcW w:w="3245" w:type="dxa"/>
            <w:tcBorders>
              <w:top w:val="single" w:sz="6" w:space="0" w:color="auto"/>
              <w:left w:val="single" w:sz="6" w:space="0" w:color="auto"/>
              <w:right w:val="single" w:sz="6" w:space="0" w:color="auto"/>
            </w:tcBorders>
            <w:vAlign w:val="center"/>
          </w:tcPr>
          <w:p w14:paraId="2B18546C"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Same value as SSB_RP in Table B.2.4.1-2, according to UE Power class, operating band and angle of arrival</w:t>
            </w:r>
          </w:p>
        </w:tc>
        <w:tc>
          <w:tcPr>
            <w:tcW w:w="3246" w:type="dxa"/>
            <w:tcBorders>
              <w:top w:val="single" w:sz="6" w:space="0" w:color="auto"/>
              <w:left w:val="single" w:sz="6" w:space="0" w:color="auto"/>
              <w:right w:val="single" w:sz="6" w:space="0" w:color="auto"/>
            </w:tcBorders>
            <w:vAlign w:val="center"/>
          </w:tcPr>
          <w:p w14:paraId="5F6B7565" w14:textId="77777777" w:rsidR="001F5A79" w:rsidRPr="008C6DE4" w:rsidRDefault="001F5A79" w:rsidP="00DF3064">
            <w:pPr>
              <w:keepNext/>
              <w:keepLines/>
              <w:spacing w:after="0"/>
              <w:jc w:val="center"/>
              <w:rPr>
                <w:rFonts w:ascii="Arial" w:hAnsi="Arial" w:cs="Arial"/>
                <w:sz w:val="18"/>
                <w:lang w:eastAsia="ja-JP"/>
              </w:rPr>
            </w:pPr>
            <w:r w:rsidRPr="008C6DE4">
              <w:rPr>
                <w:rFonts w:ascii="Arial" w:hAnsi="Arial"/>
                <w:sz w:val="18"/>
              </w:rPr>
              <w:t>Same value as SSB_RP in Table B.2.4.1-2, according to UE Power class, operating band and angle of arrival</w:t>
            </w:r>
          </w:p>
        </w:tc>
        <w:tc>
          <w:tcPr>
            <w:tcW w:w="2186" w:type="dxa"/>
            <w:tcBorders>
              <w:top w:val="single" w:sz="6" w:space="0" w:color="auto"/>
              <w:left w:val="single" w:sz="6" w:space="0" w:color="auto"/>
              <w:right w:val="single" w:sz="4" w:space="0" w:color="auto"/>
            </w:tcBorders>
            <w:vAlign w:val="center"/>
          </w:tcPr>
          <w:p w14:paraId="38838C71" w14:textId="12854C68" w:rsidR="001F5A79" w:rsidRPr="008C6DE4" w:rsidRDefault="00274802" w:rsidP="00DF3064">
            <w:pPr>
              <w:keepNext/>
              <w:keepLines/>
              <w:spacing w:after="0"/>
              <w:jc w:val="center"/>
              <w:rPr>
                <w:rFonts w:ascii="Arial" w:hAnsi="Arial" w:cs="Arial"/>
                <w:sz w:val="18"/>
                <w:lang w:eastAsia="zh-CN"/>
              </w:rPr>
            </w:pPr>
            <w:r w:rsidRPr="008C6DE4">
              <w:rPr>
                <w:rFonts w:ascii="Arial" w:hAnsi="Arial" w:cs="Arial"/>
                <w:sz w:val="18"/>
                <w:lang w:eastAsia="zh-CN"/>
              </w:rPr>
              <w:t>-50</w:t>
            </w:r>
          </w:p>
        </w:tc>
      </w:tr>
      <w:tr w:rsidR="001F5A79" w:rsidRPr="008C6DE4" w14:paraId="61350E4A" w14:textId="77777777" w:rsidTr="00DF3064">
        <w:trPr>
          <w:jc w:val="center"/>
        </w:trPr>
        <w:tc>
          <w:tcPr>
            <w:tcW w:w="9833" w:type="dxa"/>
            <w:gridSpan w:val="4"/>
            <w:tcBorders>
              <w:top w:val="single" w:sz="6" w:space="0" w:color="auto"/>
              <w:left w:val="single" w:sz="6" w:space="0" w:color="auto"/>
              <w:bottom w:val="single" w:sz="6" w:space="0" w:color="auto"/>
              <w:right w:val="single" w:sz="4" w:space="0" w:color="auto"/>
            </w:tcBorders>
          </w:tcPr>
          <w:p w14:paraId="51F3D4E5"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w:t>
            </w:r>
            <w:r w:rsidRPr="008C6DE4">
              <w:rPr>
                <w:rFonts w:ascii="Arial" w:hAnsi="Arial" w:cs="Arial"/>
                <w:sz w:val="18"/>
                <w:lang w:eastAsia="zh-CN"/>
              </w:rPr>
              <w:t>OTE</w:t>
            </w:r>
            <w:r w:rsidRPr="008C6DE4">
              <w:rPr>
                <w:rFonts w:ascii="Arial" w:hAnsi="Arial" w:cs="Arial"/>
                <w:sz w:val="18"/>
                <w:lang w:eastAsia="ja-JP"/>
              </w:rPr>
              <w:t xml:space="preserve"> 1:</w:t>
            </w:r>
            <w:r w:rsidRPr="008C6DE4">
              <w:rPr>
                <w:rFonts w:ascii="Arial" w:hAnsi="Arial" w:cs="Arial"/>
                <w:sz w:val="18"/>
                <w:lang w:eastAsia="ja-JP"/>
              </w:rPr>
              <w:tab/>
            </w:r>
            <w:r w:rsidRPr="008C6DE4">
              <w:rPr>
                <w:rFonts w:ascii="Arial" w:hAnsi="Arial"/>
                <w:sz w:val="18"/>
              </w:rPr>
              <w:t xml:space="preserve">Io is assumed to have constant EPRE across the bandwidth and </w:t>
            </w:r>
            <w:r w:rsidRPr="008C6DE4">
              <w:rPr>
                <w:rFonts w:ascii="Arial" w:eastAsia="MS Mincho" w:hAnsi="Arial"/>
                <w:sz w:val="18"/>
              </w:rPr>
              <w:t>specified at the Reference point</w:t>
            </w:r>
            <w:r w:rsidRPr="008C6DE4">
              <w:rPr>
                <w:rFonts w:ascii="Arial" w:hAnsi="Arial" w:cs="Arial"/>
                <w:sz w:val="18"/>
                <w:lang w:eastAsia="ja-JP"/>
              </w:rPr>
              <w:t>.</w:t>
            </w:r>
          </w:p>
          <w:p w14:paraId="123B479C" w14:textId="77777777" w:rsidR="001F5A79" w:rsidRPr="008C6DE4" w:rsidRDefault="001F5A79" w:rsidP="00DF3064">
            <w:pPr>
              <w:keepNext/>
              <w:keepLines/>
              <w:spacing w:after="0"/>
              <w:ind w:left="851" w:hanging="851"/>
              <w:rPr>
                <w:rFonts w:ascii="Arial" w:hAnsi="Arial"/>
                <w:sz w:val="18"/>
              </w:rPr>
            </w:pPr>
            <w:r w:rsidRPr="008C6DE4">
              <w:rPr>
                <w:rFonts w:ascii="Arial" w:hAnsi="Arial" w:cs="Arial"/>
                <w:sz w:val="18"/>
                <w:lang w:eastAsia="ja-JP"/>
              </w:rPr>
              <w:t xml:space="preserve">NOTE 2: </w:t>
            </w:r>
            <w:r w:rsidRPr="008C6DE4">
              <w:rPr>
                <w:rFonts w:ascii="Arial" w:hAnsi="Arial" w:cs="Arial"/>
                <w:sz w:val="18"/>
                <w:lang w:eastAsia="ja-JP"/>
              </w:rPr>
              <w:tab/>
            </w:r>
            <w:r w:rsidRPr="008C6DE4">
              <w:rPr>
                <w:rFonts w:ascii="Arial" w:hAnsi="Arial"/>
                <w:sz w:val="18"/>
              </w:rPr>
              <w:t>Values based on Refsens and EIS spherical coverage as defined in clauses 7.3.2 and 7.3.4 of TS 38.101-2 [19]. Applicable side condition selected depending on angle of arrival.</w:t>
            </w:r>
          </w:p>
          <w:p w14:paraId="0736ED2A"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NOTE 3:</w:t>
            </w:r>
            <w:r w:rsidRPr="008C6DE4">
              <w:rPr>
                <w:rFonts w:ascii="Arial" w:hAnsi="Arial" w:cs="Arial"/>
                <w:sz w:val="18"/>
                <w:lang w:eastAsia="ja-JP"/>
              </w:rPr>
              <w:tab/>
              <w:t>In the test cases, the SSB Ês/Iot and related parameters may need to be adjusted to ensure Ês/Iot at UE baseband is above the value defined in this table.</w:t>
            </w:r>
          </w:p>
        </w:tc>
      </w:tr>
    </w:tbl>
    <w:p w14:paraId="4B722943" w14:textId="77777777" w:rsidR="001F5A79" w:rsidRPr="008C6DE4" w:rsidRDefault="001F5A79" w:rsidP="001F5A79"/>
    <w:p w14:paraId="75A5DD42" w14:textId="77777777" w:rsidR="001F5A79" w:rsidRPr="008C6DE4" w:rsidRDefault="001F5A79" w:rsidP="001F5A79">
      <w:pPr>
        <w:keepNext/>
        <w:keepLines/>
        <w:spacing w:before="60"/>
        <w:jc w:val="center"/>
        <w:rPr>
          <w:rFonts w:ascii="Arial" w:hAnsi="Arial"/>
          <w:b/>
        </w:rPr>
      </w:pPr>
      <w:r w:rsidRPr="008C6DE4">
        <w:rPr>
          <w:rFonts w:ascii="Arial" w:hAnsi="Arial"/>
          <w:b/>
        </w:rPr>
        <w:t xml:space="preserve">Table 10.1.21.3-3: Inter frequency </w:t>
      </w:r>
      <w:r w:rsidRPr="008C6DE4">
        <w:rPr>
          <w:rFonts w:ascii="Arial" w:hAnsi="Arial"/>
          <w:b/>
          <w:lang w:eastAsia="zh-CN"/>
        </w:rPr>
        <w:t>SFTD</w:t>
      </w:r>
      <w:r w:rsidRPr="008C6DE4">
        <w:rPr>
          <w:rFonts w:ascii="Arial" w:hAnsi="Arial"/>
          <w:b/>
        </w:rPr>
        <w:t xml:space="preserve"> measurement accuracy</w:t>
      </w:r>
    </w:p>
    <w:tbl>
      <w:tblPr>
        <w:tblW w:w="0" w:type="auto"/>
        <w:jc w:val="center"/>
        <w:tblLayout w:type="fixed"/>
        <w:tblLook w:val="0000" w:firstRow="0" w:lastRow="0" w:firstColumn="0" w:lastColumn="0" w:noHBand="0" w:noVBand="0"/>
      </w:tblPr>
      <w:tblGrid>
        <w:gridCol w:w="2509"/>
        <w:gridCol w:w="1984"/>
        <w:gridCol w:w="2508"/>
      </w:tblGrid>
      <w:tr w:rsidR="00DD3199" w:rsidRPr="008C6DE4" w14:paraId="1469CFA9" w14:textId="77777777" w:rsidTr="00DF3064">
        <w:trPr>
          <w:jc w:val="center"/>
        </w:trPr>
        <w:tc>
          <w:tcPr>
            <w:tcW w:w="2509" w:type="dxa"/>
            <w:vMerge w:val="restart"/>
            <w:tcBorders>
              <w:top w:val="single" w:sz="4" w:space="0" w:color="auto"/>
              <w:left w:val="single" w:sz="4" w:space="0" w:color="auto"/>
              <w:bottom w:val="single" w:sz="6" w:space="0" w:color="auto"/>
              <w:right w:val="single" w:sz="6" w:space="0" w:color="auto"/>
            </w:tcBorders>
            <w:vAlign w:val="center"/>
          </w:tcPr>
          <w:p w14:paraId="772618B8"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Accuracy</w:t>
            </w:r>
          </w:p>
        </w:tc>
        <w:tc>
          <w:tcPr>
            <w:tcW w:w="4492" w:type="dxa"/>
            <w:gridSpan w:val="2"/>
            <w:tcBorders>
              <w:top w:val="single" w:sz="4" w:space="0" w:color="auto"/>
              <w:left w:val="single" w:sz="6" w:space="0" w:color="auto"/>
              <w:bottom w:val="single" w:sz="6" w:space="0" w:color="auto"/>
              <w:right w:val="single" w:sz="4" w:space="0" w:color="auto"/>
            </w:tcBorders>
            <w:vAlign w:val="center"/>
          </w:tcPr>
          <w:p w14:paraId="0B8F52D8"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Conditions</w:t>
            </w:r>
          </w:p>
        </w:tc>
      </w:tr>
      <w:tr w:rsidR="00DD3199" w:rsidRPr="008C6DE4" w14:paraId="4A7544C1" w14:textId="77777777" w:rsidTr="00DF3064">
        <w:trPr>
          <w:trHeight w:val="391"/>
          <w:jc w:val="center"/>
        </w:trPr>
        <w:tc>
          <w:tcPr>
            <w:tcW w:w="2509" w:type="dxa"/>
            <w:vMerge/>
            <w:tcBorders>
              <w:top w:val="single" w:sz="6" w:space="0" w:color="auto"/>
              <w:left w:val="single" w:sz="4" w:space="0" w:color="auto"/>
              <w:bottom w:val="single" w:sz="6" w:space="0" w:color="auto"/>
              <w:right w:val="single" w:sz="6" w:space="0" w:color="auto"/>
            </w:tcBorders>
            <w:vAlign w:val="center"/>
          </w:tcPr>
          <w:p w14:paraId="3A5039CC" w14:textId="77777777" w:rsidR="001F5A79" w:rsidRPr="008C6DE4" w:rsidRDefault="001F5A79" w:rsidP="00DF3064">
            <w:pPr>
              <w:keepNext/>
              <w:keepLines/>
              <w:spacing w:after="0"/>
              <w:jc w:val="center"/>
              <w:rPr>
                <w:rFonts w:ascii="Arial" w:hAnsi="Arial" w:cs="Arial"/>
                <w:b/>
                <w:sz w:val="18"/>
                <w:lang w:eastAsia="ja-JP"/>
              </w:rPr>
            </w:pPr>
          </w:p>
        </w:tc>
        <w:tc>
          <w:tcPr>
            <w:tcW w:w="1984" w:type="dxa"/>
            <w:tcBorders>
              <w:top w:val="single" w:sz="6" w:space="0" w:color="auto"/>
              <w:left w:val="single" w:sz="6" w:space="0" w:color="auto"/>
              <w:bottom w:val="single" w:sz="6" w:space="0" w:color="auto"/>
              <w:right w:val="single" w:sz="6" w:space="0" w:color="auto"/>
            </w:tcBorders>
            <w:vAlign w:val="center"/>
          </w:tcPr>
          <w:p w14:paraId="32C611D0"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Ês/Iot</w:t>
            </w:r>
            <w:r w:rsidRPr="008C6DE4">
              <w:rPr>
                <w:rFonts w:ascii="Arial" w:hAnsi="Arial" w:cs="Arial"/>
                <w:b/>
                <w:sz w:val="18"/>
                <w:vertAlign w:val="superscript"/>
                <w:lang w:eastAsia="zh-CN"/>
              </w:rPr>
              <w:t xml:space="preserve"> Note 2</w:t>
            </w:r>
          </w:p>
        </w:tc>
        <w:tc>
          <w:tcPr>
            <w:tcW w:w="2508" w:type="dxa"/>
            <w:tcBorders>
              <w:top w:val="single" w:sz="6" w:space="0" w:color="auto"/>
              <w:left w:val="single" w:sz="6" w:space="0" w:color="auto"/>
              <w:right w:val="single" w:sz="4" w:space="0" w:color="auto"/>
            </w:tcBorders>
            <w:vAlign w:val="center"/>
          </w:tcPr>
          <w:p w14:paraId="73A63612"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zh-CN"/>
              </w:rPr>
              <w:t xml:space="preserve">Frequency range </w:t>
            </w:r>
          </w:p>
        </w:tc>
      </w:tr>
      <w:tr w:rsidR="00DD3199" w:rsidRPr="008C6DE4" w14:paraId="431D610E" w14:textId="77777777" w:rsidTr="00DF3064">
        <w:trPr>
          <w:jc w:val="center"/>
        </w:trPr>
        <w:tc>
          <w:tcPr>
            <w:tcW w:w="2509" w:type="dxa"/>
            <w:tcBorders>
              <w:top w:val="single" w:sz="6" w:space="0" w:color="auto"/>
              <w:left w:val="single" w:sz="4" w:space="0" w:color="auto"/>
              <w:bottom w:val="single" w:sz="4" w:space="0" w:color="auto"/>
              <w:right w:val="single" w:sz="6" w:space="0" w:color="auto"/>
            </w:tcBorders>
            <w:vAlign w:val="center"/>
          </w:tcPr>
          <w:p w14:paraId="0FDB6F77"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Ts</w:t>
            </w:r>
            <w:r w:rsidRPr="008C6DE4">
              <w:rPr>
                <w:rFonts w:ascii="Arial" w:hAnsi="Arial" w:cs="Arial"/>
                <w:b/>
                <w:sz w:val="18"/>
                <w:vertAlign w:val="superscript"/>
                <w:lang w:eastAsia="zh-CN"/>
              </w:rPr>
              <w:t xml:space="preserve"> Note 1</w:t>
            </w:r>
          </w:p>
        </w:tc>
        <w:tc>
          <w:tcPr>
            <w:tcW w:w="1984" w:type="dxa"/>
            <w:tcBorders>
              <w:top w:val="single" w:sz="6" w:space="0" w:color="auto"/>
              <w:left w:val="single" w:sz="6" w:space="0" w:color="auto"/>
              <w:bottom w:val="single" w:sz="4" w:space="0" w:color="auto"/>
              <w:right w:val="single" w:sz="6" w:space="0" w:color="auto"/>
            </w:tcBorders>
            <w:vAlign w:val="center"/>
          </w:tcPr>
          <w:p w14:paraId="704FE96A" w14:textId="77777777" w:rsidR="001F5A79" w:rsidRPr="008C6DE4" w:rsidRDefault="001F5A79" w:rsidP="00DF3064">
            <w:pPr>
              <w:keepNext/>
              <w:keepLines/>
              <w:spacing w:after="0"/>
              <w:jc w:val="center"/>
              <w:rPr>
                <w:rFonts w:ascii="Arial" w:hAnsi="Arial" w:cs="Arial"/>
                <w:b/>
                <w:sz w:val="18"/>
                <w:lang w:eastAsia="ja-JP"/>
              </w:rPr>
            </w:pPr>
            <w:r w:rsidRPr="008C6DE4">
              <w:rPr>
                <w:rFonts w:ascii="Arial" w:hAnsi="Arial" w:cs="Arial"/>
                <w:b/>
                <w:sz w:val="18"/>
                <w:lang w:eastAsia="ja-JP"/>
              </w:rPr>
              <w:t>dB</w:t>
            </w:r>
          </w:p>
        </w:tc>
        <w:tc>
          <w:tcPr>
            <w:tcW w:w="2508" w:type="dxa"/>
            <w:tcBorders>
              <w:top w:val="single" w:sz="6" w:space="0" w:color="auto"/>
              <w:left w:val="single" w:sz="6" w:space="0" w:color="auto"/>
              <w:bottom w:val="single" w:sz="6" w:space="0" w:color="auto"/>
              <w:right w:val="single" w:sz="4" w:space="0" w:color="auto"/>
            </w:tcBorders>
            <w:vAlign w:val="center"/>
          </w:tcPr>
          <w:p w14:paraId="44BA88C2" w14:textId="77777777" w:rsidR="001F5A79" w:rsidRPr="008C6DE4" w:rsidRDefault="001F5A79" w:rsidP="00DF3064">
            <w:pPr>
              <w:keepNext/>
              <w:keepLines/>
              <w:spacing w:after="0"/>
              <w:jc w:val="center"/>
              <w:rPr>
                <w:rFonts w:ascii="Arial" w:hAnsi="Arial" w:cs="Arial"/>
                <w:b/>
                <w:sz w:val="18"/>
                <w:lang w:eastAsia="ja-JP"/>
              </w:rPr>
            </w:pPr>
          </w:p>
        </w:tc>
      </w:tr>
      <w:tr w:rsidR="002A01C8" w:rsidRPr="008C6DE4" w14:paraId="69A1C08E" w14:textId="77777777" w:rsidTr="00DF3064">
        <w:trPr>
          <w:jc w:val="center"/>
        </w:trPr>
        <w:tc>
          <w:tcPr>
            <w:tcW w:w="2509" w:type="dxa"/>
            <w:tcBorders>
              <w:top w:val="single" w:sz="4" w:space="0" w:color="auto"/>
              <w:left w:val="single" w:sz="4" w:space="0" w:color="auto"/>
              <w:bottom w:val="single" w:sz="4" w:space="0" w:color="auto"/>
              <w:right w:val="single" w:sz="4" w:space="0" w:color="auto"/>
            </w:tcBorders>
            <w:vAlign w:val="center"/>
          </w:tcPr>
          <w:p w14:paraId="5921231C" w14:textId="7BC611EA" w:rsidR="002A01C8" w:rsidRPr="008C6DE4" w:rsidRDefault="002A01C8" w:rsidP="002A01C8">
            <w:pPr>
              <w:keepNext/>
              <w:keepLines/>
              <w:spacing w:after="0"/>
              <w:jc w:val="center"/>
              <w:rPr>
                <w:rFonts w:ascii="Arial" w:hAnsi="Arial"/>
                <w:snapToGrid w:val="0"/>
                <w:sz w:val="18"/>
              </w:rPr>
            </w:pPr>
            <w:r w:rsidRPr="008C6DE4">
              <w:rPr>
                <w:rFonts w:ascii="Arial" w:hAnsi="Arial"/>
                <w:snapToGrid w:val="0"/>
                <w:sz w:val="18"/>
                <w:lang w:val="fr-FR"/>
              </w:rPr>
              <w:t>40*64*Tc</w:t>
            </w:r>
          </w:p>
        </w:tc>
        <w:tc>
          <w:tcPr>
            <w:tcW w:w="1984" w:type="dxa"/>
            <w:tcBorders>
              <w:top w:val="single" w:sz="4" w:space="0" w:color="auto"/>
              <w:left w:val="single" w:sz="4" w:space="0" w:color="auto"/>
              <w:right w:val="single" w:sz="4" w:space="0" w:color="auto"/>
            </w:tcBorders>
            <w:vAlign w:val="center"/>
          </w:tcPr>
          <w:p w14:paraId="674CDEE2" w14:textId="378E7F04" w:rsidR="002A01C8" w:rsidRPr="008C6DE4" w:rsidRDefault="002A01C8" w:rsidP="002A01C8">
            <w:pPr>
              <w:keepNext/>
              <w:keepLines/>
              <w:spacing w:after="0"/>
              <w:jc w:val="center"/>
              <w:rPr>
                <w:rFonts w:ascii="Arial" w:hAnsi="Arial"/>
                <w:sz w:val="18"/>
              </w:rPr>
            </w:pPr>
            <w:r w:rsidRPr="008C6DE4">
              <w:rPr>
                <w:rFonts w:ascii="Arial" w:hAnsi="Arial"/>
                <w:sz w:val="18"/>
                <w:lang w:val="fr-FR"/>
              </w:rPr>
              <w:sym w:font="Symbol" w:char="F0B3"/>
            </w:r>
            <w:r w:rsidRPr="008C6DE4">
              <w:rPr>
                <w:rFonts w:ascii="Arial" w:hAnsi="Arial"/>
                <w:sz w:val="18"/>
                <w:lang w:val="fr-FR"/>
              </w:rPr>
              <w:t xml:space="preserve"> -3 dB</w:t>
            </w:r>
          </w:p>
        </w:tc>
        <w:tc>
          <w:tcPr>
            <w:tcW w:w="2508" w:type="dxa"/>
            <w:tcBorders>
              <w:top w:val="single" w:sz="6" w:space="0" w:color="auto"/>
              <w:left w:val="single" w:sz="4" w:space="0" w:color="auto"/>
              <w:bottom w:val="single" w:sz="6" w:space="0" w:color="auto"/>
              <w:right w:val="single" w:sz="4" w:space="0" w:color="auto"/>
            </w:tcBorders>
            <w:vAlign w:val="center"/>
          </w:tcPr>
          <w:p w14:paraId="0B0F6BA8" w14:textId="76F339DE" w:rsidR="002A01C8" w:rsidRPr="008C6DE4" w:rsidRDefault="002A01C8" w:rsidP="002A01C8">
            <w:pPr>
              <w:keepNext/>
              <w:keepLines/>
              <w:spacing w:after="0"/>
              <w:jc w:val="center"/>
              <w:rPr>
                <w:rFonts w:ascii="Arial" w:hAnsi="Arial"/>
                <w:snapToGrid w:val="0"/>
                <w:sz w:val="18"/>
                <w:lang w:eastAsia="zh-CN"/>
              </w:rPr>
            </w:pPr>
            <w:r w:rsidRPr="008C6DE4">
              <w:rPr>
                <w:rFonts w:ascii="Arial" w:hAnsi="Arial"/>
                <w:snapToGrid w:val="0"/>
                <w:sz w:val="18"/>
                <w:lang w:val="fr-FR" w:eastAsia="zh-CN"/>
              </w:rPr>
              <w:t>FR1, FR2</w:t>
            </w:r>
          </w:p>
        </w:tc>
      </w:tr>
      <w:tr w:rsidR="00DD3199" w:rsidRPr="008C6DE4" w14:paraId="6245EC0D" w14:textId="77777777" w:rsidTr="00DF3064">
        <w:trPr>
          <w:jc w:val="center"/>
        </w:trPr>
        <w:tc>
          <w:tcPr>
            <w:tcW w:w="7001" w:type="dxa"/>
            <w:gridSpan w:val="3"/>
            <w:tcBorders>
              <w:top w:val="single" w:sz="6" w:space="0" w:color="auto"/>
              <w:left w:val="single" w:sz="4" w:space="0" w:color="auto"/>
              <w:bottom w:val="single" w:sz="4" w:space="0" w:color="auto"/>
              <w:right w:val="single" w:sz="4" w:space="0" w:color="auto"/>
            </w:tcBorders>
            <w:vAlign w:val="center"/>
          </w:tcPr>
          <w:p w14:paraId="7D64EE16"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cs="Arial"/>
                <w:sz w:val="18"/>
                <w:lang w:eastAsia="ja-JP"/>
              </w:rPr>
              <w:t>N</w:t>
            </w:r>
            <w:r w:rsidRPr="008C6DE4">
              <w:rPr>
                <w:rFonts w:ascii="Arial" w:hAnsi="Arial" w:cs="Arial"/>
                <w:sz w:val="18"/>
                <w:lang w:eastAsia="zh-CN"/>
              </w:rPr>
              <w:t>OTE</w:t>
            </w:r>
            <w:r w:rsidRPr="008C6DE4">
              <w:rPr>
                <w:rFonts w:ascii="Arial" w:hAnsi="Arial" w:cs="Arial"/>
                <w:sz w:val="18"/>
                <w:lang w:eastAsia="ja-JP"/>
              </w:rPr>
              <w:t xml:space="preserve"> 1:</w:t>
            </w:r>
            <w:r w:rsidRPr="008C6DE4">
              <w:rPr>
                <w:rFonts w:ascii="Arial" w:hAnsi="Arial" w:cs="Arial"/>
                <w:sz w:val="18"/>
                <w:lang w:eastAsia="ja-JP"/>
              </w:rPr>
              <w:tab/>
              <w:t xml:space="preserve">Tc is the basic timing unit defined in </w:t>
            </w:r>
            <w:r w:rsidRPr="008C6DE4">
              <w:rPr>
                <w:rFonts w:ascii="Arial" w:hAnsi="Arial"/>
                <w:sz w:val="18"/>
              </w:rPr>
              <w:t>TS 38.211 [6]</w:t>
            </w:r>
            <w:r w:rsidRPr="008C6DE4">
              <w:rPr>
                <w:rFonts w:ascii="Arial" w:hAnsi="Arial" w:cs="Arial"/>
                <w:sz w:val="18"/>
                <w:lang w:eastAsia="ja-JP"/>
              </w:rPr>
              <w:t>.</w:t>
            </w:r>
          </w:p>
          <w:p w14:paraId="240EAE6A" w14:textId="77777777" w:rsidR="001F5A79" w:rsidRPr="008C6DE4" w:rsidRDefault="001F5A79" w:rsidP="00DF3064">
            <w:pPr>
              <w:keepNext/>
              <w:keepLines/>
              <w:spacing w:after="0"/>
              <w:ind w:left="851" w:hanging="851"/>
              <w:rPr>
                <w:rFonts w:ascii="Arial" w:hAnsi="Arial" w:cs="Arial"/>
                <w:sz w:val="18"/>
                <w:lang w:eastAsia="ja-JP"/>
              </w:rPr>
            </w:pPr>
            <w:r w:rsidRPr="008C6DE4">
              <w:rPr>
                <w:rFonts w:ascii="Arial" w:hAnsi="Arial"/>
                <w:sz w:val="18"/>
              </w:rPr>
              <w:t>NOTE 2:</w:t>
            </w:r>
            <w:r w:rsidRPr="008C6DE4">
              <w:rPr>
                <w:rFonts w:ascii="Arial" w:hAnsi="Arial"/>
                <w:sz w:val="18"/>
              </w:rPr>
              <w:tab/>
            </w:r>
            <w:r w:rsidRPr="008C6DE4">
              <w:rPr>
                <w:rFonts w:ascii="Arial" w:hAnsi="Arial"/>
                <w:sz w:val="18"/>
                <w:lang w:eastAsia="zh-CN"/>
              </w:rPr>
              <w:t xml:space="preserve">The parameter </w:t>
            </w:r>
            <w:r w:rsidRPr="008C6DE4">
              <w:rPr>
                <w:rFonts w:ascii="Arial" w:hAnsi="Arial"/>
                <w:sz w:val="18"/>
              </w:rPr>
              <w:t>Ês/Iot</w:t>
            </w:r>
            <w:r w:rsidRPr="008C6DE4">
              <w:rPr>
                <w:rFonts w:ascii="Arial" w:hAnsi="Arial"/>
                <w:sz w:val="18"/>
                <w:lang w:eastAsia="zh-CN"/>
              </w:rPr>
              <w:t xml:space="preserve"> is the minimum </w:t>
            </w:r>
            <w:r w:rsidRPr="008C6DE4">
              <w:rPr>
                <w:rFonts w:ascii="Arial" w:hAnsi="Arial"/>
                <w:sz w:val="18"/>
              </w:rPr>
              <w:t>Ês/Iot</w:t>
            </w:r>
            <w:r w:rsidRPr="008C6DE4">
              <w:rPr>
                <w:rFonts w:ascii="Arial" w:hAnsi="Arial"/>
                <w:sz w:val="18"/>
                <w:lang w:eastAsia="zh-CN"/>
              </w:rPr>
              <w:t xml:space="preserve"> of the pair of cells to which the requirement applies.</w:t>
            </w:r>
          </w:p>
        </w:tc>
      </w:tr>
    </w:tbl>
    <w:p w14:paraId="2F7D9CDE" w14:textId="77777777" w:rsidR="001F5A79" w:rsidRPr="008C6DE4" w:rsidRDefault="001F5A79" w:rsidP="001F5A79">
      <w:pPr>
        <w:jc w:val="center"/>
        <w:rPr>
          <w:noProof/>
          <w:lang w:eastAsia="zh-CN"/>
        </w:rPr>
      </w:pPr>
    </w:p>
    <w:p w14:paraId="6CDBA42B" w14:textId="77777777" w:rsidR="00A44EFE" w:rsidRPr="008C6DE4" w:rsidRDefault="00A44EFE" w:rsidP="00A44EFE">
      <w:pPr>
        <w:pStyle w:val="Heading2"/>
      </w:pPr>
      <w:r w:rsidRPr="008C6DE4">
        <w:t>10.2</w:t>
      </w:r>
      <w:r w:rsidRPr="008C6DE4">
        <w:tab/>
        <w:t>E-UTRAN measurements</w:t>
      </w:r>
      <w:bookmarkEnd w:id="204"/>
    </w:p>
    <w:p w14:paraId="4135EB73" w14:textId="77777777" w:rsidR="00A44EFE" w:rsidRPr="008C6DE4" w:rsidRDefault="00A44EFE" w:rsidP="00A44EFE">
      <w:pPr>
        <w:pStyle w:val="Heading3"/>
        <w:overflowPunct w:val="0"/>
        <w:autoSpaceDE w:val="0"/>
        <w:autoSpaceDN w:val="0"/>
        <w:adjustRightInd w:val="0"/>
        <w:textAlignment w:val="baseline"/>
        <w:rPr>
          <w:lang w:val="en-US" w:eastAsia="ko-KR"/>
        </w:rPr>
      </w:pPr>
      <w:bookmarkStart w:id="210" w:name="_Toc5952727"/>
      <w:r w:rsidRPr="008C6DE4">
        <w:rPr>
          <w:lang w:val="en-US" w:eastAsia="ko-KR"/>
        </w:rPr>
        <w:t>10.2.1</w:t>
      </w:r>
      <w:r w:rsidRPr="008C6DE4">
        <w:rPr>
          <w:lang w:val="en-US" w:eastAsia="ko-KR"/>
        </w:rPr>
        <w:tab/>
        <w:t>Introduction</w:t>
      </w:r>
      <w:bookmarkEnd w:id="210"/>
    </w:p>
    <w:p w14:paraId="4C966EEC" w14:textId="58EB6A75" w:rsidR="00A44EFE" w:rsidRPr="008C6DE4" w:rsidRDefault="00A44EFE" w:rsidP="00A44EFE">
      <w:pPr>
        <w:rPr>
          <w:lang w:val="en-US" w:eastAsia="ko-KR"/>
        </w:rPr>
      </w:pPr>
      <w:r w:rsidRPr="008C6DE4">
        <w:rPr>
          <w:lang w:val="en-US" w:eastAsia="ko-KR"/>
        </w:rPr>
        <w:t xml:space="preserve">Accuracy requirements for measurements on E-UTRAN carrier frequencies are specified in </w:t>
      </w:r>
      <w:r w:rsidR="00301612" w:rsidRPr="008C6DE4">
        <w:rPr>
          <w:lang w:val="en-US" w:eastAsia="ko-KR"/>
        </w:rPr>
        <w:t>clause</w:t>
      </w:r>
      <w:r w:rsidRPr="008C6DE4">
        <w:rPr>
          <w:lang w:val="en-US" w:eastAsia="ko-KR"/>
        </w:rPr>
        <w:t xml:space="preserve"> 10.2 and apply for UE in SA or NR-DC</w:t>
      </w:r>
      <w:r w:rsidR="00797284" w:rsidRPr="008C6DE4">
        <w:rPr>
          <w:lang w:val="en-US" w:eastAsia="ko-KR"/>
        </w:rPr>
        <w:t xml:space="preserve"> or NE-DC</w:t>
      </w:r>
      <w:r w:rsidRPr="008C6DE4">
        <w:rPr>
          <w:lang w:val="en-US" w:eastAsia="ko-KR"/>
        </w:rPr>
        <w:t xml:space="preserve"> operation mode.</w:t>
      </w:r>
    </w:p>
    <w:p w14:paraId="422A2CE6" w14:textId="1952A738" w:rsidR="00A44EFE" w:rsidRPr="008C6DE4" w:rsidRDefault="00A44EFE" w:rsidP="00A44EFE">
      <w:pPr>
        <w:jc w:val="both"/>
        <w:rPr>
          <w:rFonts w:cs="v4.2.0"/>
        </w:rPr>
      </w:pPr>
      <w:r w:rsidRPr="008C6DE4">
        <w:rPr>
          <w:rFonts w:cs="v4.2.0"/>
        </w:rPr>
        <w:t xml:space="preserve">The requirements in </w:t>
      </w:r>
      <w:r w:rsidR="00301612" w:rsidRPr="008C6DE4">
        <w:rPr>
          <w:rFonts w:cs="v4.2.0"/>
        </w:rPr>
        <w:t>clause</w:t>
      </w:r>
      <w:r w:rsidRPr="008C6DE4">
        <w:rPr>
          <w:rFonts w:cs="v4.2.0"/>
        </w:rPr>
        <w:t xml:space="preserve"> 10.2 are applicable for a UE:</w:t>
      </w:r>
    </w:p>
    <w:p w14:paraId="6709533C" w14:textId="77777777" w:rsidR="00A44EFE" w:rsidRPr="008C6DE4" w:rsidRDefault="00A44EFE" w:rsidP="00A44EFE">
      <w:pPr>
        <w:pStyle w:val="B10"/>
      </w:pPr>
      <w:r w:rsidRPr="008C6DE4">
        <w:rPr>
          <w:rFonts w:cs="v4.2.0"/>
        </w:rPr>
        <w:t>-</w:t>
      </w:r>
      <w:r w:rsidRPr="008C6DE4">
        <w:rPr>
          <w:rFonts w:cs="v4.2.0"/>
        </w:rPr>
        <w:tab/>
        <w:t>in RRC_CONNECTED state</w:t>
      </w:r>
    </w:p>
    <w:p w14:paraId="6BCB2346" w14:textId="12E5CF1C" w:rsidR="00A44EFE" w:rsidRPr="008C6DE4" w:rsidRDefault="00A44EFE" w:rsidP="00A44EFE">
      <w:pPr>
        <w:pStyle w:val="B10"/>
      </w:pPr>
      <w:r w:rsidRPr="008C6DE4">
        <w:t>-</w:t>
      </w:r>
      <w:r w:rsidRPr="008C6DE4">
        <w:tab/>
        <w:t xml:space="preserve">performing measurements with appropriate measurement gaps according to </w:t>
      </w:r>
      <w:r w:rsidR="00301612" w:rsidRPr="008C6DE4">
        <w:rPr>
          <w:rFonts w:cs="v4.2.0"/>
        </w:rPr>
        <w:t>clause</w:t>
      </w:r>
      <w:r w:rsidRPr="008C6DE4">
        <w:rPr>
          <w:rFonts w:cs="v4.2.0"/>
        </w:rPr>
        <w:t xml:space="preserve"> </w:t>
      </w:r>
      <w:r w:rsidRPr="008C6DE4">
        <w:t>9.1.2.</w:t>
      </w:r>
    </w:p>
    <w:p w14:paraId="6B1525A5" w14:textId="77777777" w:rsidR="00A44EFE" w:rsidRPr="008C6DE4" w:rsidRDefault="00A44EFE" w:rsidP="00A44EFE">
      <w:pPr>
        <w:pStyle w:val="B10"/>
      </w:pPr>
      <w:r w:rsidRPr="008C6DE4">
        <w:t>-</w:t>
      </w:r>
      <w:r w:rsidRPr="008C6DE4">
        <w:tab/>
        <w:t>that is synchronised to the cell that is measured.</w:t>
      </w:r>
    </w:p>
    <w:p w14:paraId="25521677" w14:textId="77777777" w:rsidR="00A44EFE" w:rsidRPr="008C6DE4" w:rsidRDefault="00A44EFE" w:rsidP="00A44EFE">
      <w:pPr>
        <w:jc w:val="both"/>
        <w:rPr>
          <w:rFonts w:cs="v4.2.0"/>
        </w:rPr>
      </w:pPr>
      <w:r w:rsidRPr="008C6DE4">
        <w:rPr>
          <w:rFonts w:cs="v4.2.0"/>
        </w:rPr>
        <w:t>The reported measurement result after layer 1 filtering shall be an estimate of the average value of the measured quantity over the measurement period. The reference point for the measurement result after layer 1 filtering is referred to as point B in the measurement model described in TS 36.300 [24].</w:t>
      </w:r>
    </w:p>
    <w:p w14:paraId="59349FE2" w14:textId="77777777" w:rsidR="00A44EFE" w:rsidRPr="008C6DE4" w:rsidRDefault="00A44EFE" w:rsidP="00A44EFE">
      <w:pPr>
        <w:jc w:val="both"/>
        <w:rPr>
          <w:rFonts w:cs="v4.2.0"/>
        </w:rPr>
      </w:pPr>
      <w:r w:rsidRPr="008C6DE4">
        <w:rPr>
          <w:rFonts w:cs="v4.2.0"/>
        </w:rPr>
        <w:t>The accuracy requirements of E-UTRA measurements in this clause are valid for the reported measurement result after layer 1 filtering. The accuracy requirements are verified from the measurement report at point D in the measurement model having the layer 3 filtering disabled.</w:t>
      </w:r>
    </w:p>
    <w:p w14:paraId="52E673F9" w14:textId="15472EC1" w:rsidR="00A44EFE" w:rsidRPr="008C6DE4" w:rsidRDefault="00A44EFE" w:rsidP="00A44EFE">
      <w:pPr>
        <w:rPr>
          <w:rFonts w:cs="v4.2.0"/>
        </w:rPr>
      </w:pPr>
      <w:r w:rsidRPr="008C6DE4">
        <w:rPr>
          <w:rFonts w:cs="v4.2.0"/>
        </w:rPr>
        <w:t xml:space="preserve">If the UE needs measurement gaps to perform the inter-RAT NR </w:t>
      </w:r>
      <w:r w:rsidRPr="008C6DE4">
        <w:rPr>
          <w:rFonts w:cs="v4.2.0" w:hint="eastAsia"/>
        </w:rPr>
        <w:t>─</w:t>
      </w:r>
      <w:r w:rsidRPr="008C6DE4">
        <w:rPr>
          <w:rFonts w:cs="v4.2.0"/>
        </w:rPr>
        <w:t xml:space="preserve"> E-UTRAN FDD and NR </w:t>
      </w:r>
      <w:r w:rsidRPr="008C6DE4">
        <w:rPr>
          <w:rFonts w:cs="v4.2.0" w:hint="eastAsia"/>
        </w:rPr>
        <w:t>─</w:t>
      </w:r>
      <w:r w:rsidRPr="008C6DE4">
        <w:rPr>
          <w:rFonts w:cs="v4.2.0"/>
        </w:rPr>
        <w:t xml:space="preserve"> E-UTRAN TDD measurements, the relevant measurement procedure and measurement gap patterns stated in </w:t>
      </w:r>
      <w:r w:rsidR="00301612" w:rsidRPr="008C6DE4">
        <w:rPr>
          <w:rFonts w:cs="v4.2.0"/>
        </w:rPr>
        <w:t>clause</w:t>
      </w:r>
      <w:r w:rsidRPr="008C6DE4">
        <w:rPr>
          <w:rFonts w:cs="v4.2.0"/>
        </w:rPr>
        <w:t> 9.1.2 shall apply.</w:t>
      </w:r>
    </w:p>
    <w:p w14:paraId="756622B9" w14:textId="77777777" w:rsidR="00315CFD" w:rsidRPr="008C6DE4" w:rsidRDefault="00315CFD" w:rsidP="008B6AFC">
      <w:pPr>
        <w:pStyle w:val="Heading3"/>
        <w:rPr>
          <w:lang w:val="en-US" w:eastAsia="ko-KR"/>
        </w:rPr>
      </w:pPr>
      <w:bookmarkStart w:id="211" w:name="_Toc5952728"/>
      <w:r w:rsidRPr="008C6DE4">
        <w:rPr>
          <w:lang w:val="en-US" w:eastAsia="ko-KR"/>
        </w:rPr>
        <w:t>10.2.2</w:t>
      </w:r>
      <w:r w:rsidR="008B6AFC" w:rsidRPr="008C6DE4">
        <w:rPr>
          <w:lang w:val="en-US" w:eastAsia="ko-KR"/>
        </w:rPr>
        <w:tab/>
      </w:r>
      <w:r w:rsidRPr="008C6DE4">
        <w:rPr>
          <w:lang w:val="en-US" w:eastAsia="ko-KR"/>
        </w:rPr>
        <w:t>E-UTRAN RSRP measurements</w:t>
      </w:r>
      <w:bookmarkEnd w:id="211"/>
    </w:p>
    <w:p w14:paraId="756622BA" w14:textId="77777777" w:rsidR="00315CFD" w:rsidRPr="008C6DE4" w:rsidRDefault="00315CFD" w:rsidP="00315CFD">
      <w:pPr>
        <w:pStyle w:val="NO"/>
        <w:rPr>
          <w:rFonts w:cs="v4.2.0"/>
        </w:rPr>
      </w:pPr>
      <w:r w:rsidRPr="008C6DE4">
        <w:rPr>
          <w:rFonts w:cs="v4.2.0"/>
        </w:rPr>
        <w:t>NOTE:</w:t>
      </w:r>
      <w:r w:rsidRPr="008C6DE4">
        <w:rPr>
          <w:rFonts w:cs="v4.2.0"/>
        </w:rPr>
        <w:tab/>
        <w:t>This measurement is for handover between NR and E-UTRAN.</w:t>
      </w:r>
    </w:p>
    <w:p w14:paraId="756622C1" w14:textId="66D963D3" w:rsidR="0052731F" w:rsidRPr="008C6DE4" w:rsidRDefault="0052731F" w:rsidP="0052731F">
      <w:pPr>
        <w:rPr>
          <w:rFonts w:cs="v4.2.0"/>
        </w:rPr>
      </w:pPr>
      <w:r w:rsidRPr="008C6DE4">
        <w:rPr>
          <w:rFonts w:cs="v4.2.0"/>
        </w:rPr>
        <w:t xml:space="preserve">The measurement period of E-UTRA RSRP in RRC_CONNECTED state is specified in </w:t>
      </w:r>
      <w:r w:rsidR="00301612" w:rsidRPr="008C6DE4">
        <w:rPr>
          <w:rFonts w:cs="v4.2.0"/>
        </w:rPr>
        <w:t>clause</w:t>
      </w:r>
      <w:r w:rsidRPr="008C6DE4">
        <w:rPr>
          <w:rFonts w:cs="v4.2.0"/>
        </w:rPr>
        <w:t xml:space="preserve"> 9.4.2 and 9.4.3.</w:t>
      </w:r>
    </w:p>
    <w:p w14:paraId="756622C2" w14:textId="35626613" w:rsidR="0052731F" w:rsidRPr="008C6DE4" w:rsidRDefault="0052731F" w:rsidP="0052731F">
      <w:pPr>
        <w:jc w:val="both"/>
        <w:rPr>
          <w:rFonts w:cs="v4.2.0"/>
        </w:rPr>
      </w:pPr>
      <w:r w:rsidRPr="008C6DE4">
        <w:rPr>
          <w:rFonts w:cs="v4.2.0"/>
        </w:rPr>
        <w:t xml:space="preserve">The accuracy requirements of E-UTRA RSRP measurements in RRC_CONNECTED state and the corresponding side conditions shall be the same as the </w:t>
      </w:r>
      <w:r w:rsidRPr="008C6DE4">
        <w:t xml:space="preserve">inter-frequency RSRP Accuracy Requirements in </w:t>
      </w:r>
      <w:r w:rsidR="00D3522B" w:rsidRPr="008C6DE4">
        <w:t xml:space="preserve">clause 9.1.3 of </w:t>
      </w:r>
      <w:r w:rsidRPr="008C6DE4">
        <w:t>TS 36.133</w:t>
      </w:r>
      <w:r w:rsidR="00D3522B" w:rsidRPr="008C6DE4">
        <w:t> </w:t>
      </w:r>
      <w:r w:rsidRPr="008C6DE4">
        <w:t>[15].</w:t>
      </w:r>
    </w:p>
    <w:p w14:paraId="756622C3" w14:textId="7170B156" w:rsidR="00315CFD" w:rsidRPr="008C6DE4" w:rsidRDefault="00315CFD" w:rsidP="00315CFD">
      <w:r w:rsidRPr="008C6DE4">
        <w:t xml:space="preserve">The reporting range and mapping specified for RSRP measurements in </w:t>
      </w:r>
      <w:r w:rsidR="00D3522B" w:rsidRPr="008C6DE4">
        <w:t xml:space="preserve">clause 9.1.4 of </w:t>
      </w:r>
      <w:r w:rsidRPr="008C6DE4">
        <w:t>TS</w:t>
      </w:r>
      <w:r w:rsidR="00D3522B" w:rsidRPr="008C6DE4">
        <w:t> </w:t>
      </w:r>
      <w:r w:rsidRPr="008C6DE4">
        <w:t>36.133</w:t>
      </w:r>
      <w:r w:rsidR="00D3522B" w:rsidRPr="008C6DE4">
        <w:t> </w:t>
      </w:r>
      <w:r w:rsidRPr="008C6DE4">
        <w:t>[15] shall apply.</w:t>
      </w:r>
    </w:p>
    <w:p w14:paraId="756622C4" w14:textId="77777777" w:rsidR="00315CFD" w:rsidRPr="008C6DE4" w:rsidRDefault="00315CFD" w:rsidP="00315CFD">
      <w:pPr>
        <w:pStyle w:val="Heading3"/>
        <w:overflowPunct w:val="0"/>
        <w:autoSpaceDE w:val="0"/>
        <w:autoSpaceDN w:val="0"/>
        <w:adjustRightInd w:val="0"/>
        <w:textAlignment w:val="baseline"/>
        <w:rPr>
          <w:lang w:val="en-US" w:eastAsia="ko-KR"/>
        </w:rPr>
      </w:pPr>
      <w:bookmarkStart w:id="212" w:name="_Toc5952729"/>
      <w:r w:rsidRPr="008C6DE4">
        <w:rPr>
          <w:lang w:val="en-US" w:eastAsia="ko-KR"/>
        </w:rPr>
        <w:t>10.2.3</w:t>
      </w:r>
      <w:r w:rsidRPr="008C6DE4">
        <w:rPr>
          <w:lang w:val="en-US" w:eastAsia="ko-KR"/>
        </w:rPr>
        <w:tab/>
        <w:t>E-UTRAN RSRQ measurements</w:t>
      </w:r>
      <w:bookmarkEnd w:id="212"/>
    </w:p>
    <w:p w14:paraId="756622C5" w14:textId="77777777" w:rsidR="00315CFD" w:rsidRPr="008C6DE4" w:rsidRDefault="00315CFD" w:rsidP="00315CFD">
      <w:pPr>
        <w:pStyle w:val="NO"/>
        <w:rPr>
          <w:rFonts w:cs="v4.2.0"/>
        </w:rPr>
      </w:pPr>
      <w:r w:rsidRPr="008C6DE4">
        <w:rPr>
          <w:rFonts w:cs="v4.2.0"/>
        </w:rPr>
        <w:t>NOTE:</w:t>
      </w:r>
      <w:r w:rsidRPr="008C6DE4">
        <w:rPr>
          <w:rFonts w:cs="v4.2.0"/>
        </w:rPr>
        <w:tab/>
        <w:t>This measurement is for handover between NR and E-UTRAN.</w:t>
      </w:r>
    </w:p>
    <w:p w14:paraId="756622CC" w14:textId="0B502343" w:rsidR="0052731F" w:rsidRPr="008C6DE4" w:rsidRDefault="0052731F" w:rsidP="0052731F">
      <w:pPr>
        <w:rPr>
          <w:rFonts w:cs="v4.2.0"/>
        </w:rPr>
      </w:pPr>
      <w:r w:rsidRPr="008C6DE4">
        <w:rPr>
          <w:rFonts w:cs="v4.2.0"/>
        </w:rPr>
        <w:t xml:space="preserve">The measurement period of E-UTRA RSRQ in RRC_CONNECTED state is specified in </w:t>
      </w:r>
      <w:r w:rsidR="00301612" w:rsidRPr="008C6DE4">
        <w:rPr>
          <w:rFonts w:cs="v4.2.0"/>
        </w:rPr>
        <w:t>clause</w:t>
      </w:r>
      <w:r w:rsidRPr="008C6DE4">
        <w:rPr>
          <w:rFonts w:cs="v4.2.0"/>
        </w:rPr>
        <w:t xml:space="preserve"> 9.4.2 and 9.4.3.</w:t>
      </w:r>
    </w:p>
    <w:p w14:paraId="756622CD" w14:textId="0C41F91B" w:rsidR="0052731F" w:rsidRPr="008C6DE4" w:rsidRDefault="0052731F" w:rsidP="0052731F">
      <w:pPr>
        <w:jc w:val="both"/>
      </w:pPr>
      <w:r w:rsidRPr="008C6DE4">
        <w:rPr>
          <w:rFonts w:cs="v4.2.0"/>
        </w:rPr>
        <w:t xml:space="preserve">The accuracy requirements of E-UTRA RSRQ measurements in RRC_CONNECTED state and the corresponding side conditions shall be the same as the </w:t>
      </w:r>
      <w:r w:rsidRPr="008C6DE4">
        <w:t xml:space="preserve">inter-frequency RSRQ Accuracy Requirements in </w:t>
      </w:r>
      <w:r w:rsidR="00D3522B" w:rsidRPr="008C6DE4">
        <w:t xml:space="preserve">clause 9.1.6 of </w:t>
      </w:r>
      <w:r w:rsidRPr="008C6DE4">
        <w:t>TS</w:t>
      </w:r>
      <w:r w:rsidR="00D3522B" w:rsidRPr="008C6DE4">
        <w:t> </w:t>
      </w:r>
      <w:r w:rsidRPr="008C6DE4">
        <w:t>36.133</w:t>
      </w:r>
      <w:r w:rsidR="00D3522B" w:rsidRPr="008C6DE4">
        <w:t> </w:t>
      </w:r>
      <w:r w:rsidRPr="008C6DE4">
        <w:t>[15].</w:t>
      </w:r>
    </w:p>
    <w:p w14:paraId="756622CE" w14:textId="651182A6" w:rsidR="00315CFD" w:rsidRPr="008C6DE4" w:rsidRDefault="00315CFD" w:rsidP="00315CFD">
      <w:pPr>
        <w:jc w:val="both"/>
        <w:rPr>
          <w:rFonts w:cs="v4.2.0"/>
        </w:rPr>
      </w:pPr>
      <w:r w:rsidRPr="008C6DE4">
        <w:rPr>
          <w:rFonts w:cs="v4.2.0"/>
        </w:rPr>
        <w:t xml:space="preserve">The requirements for accuracy of E-UTRA RSRQ measurements in RRC_CONNECTED state and the corresponding side conditions shall be the same as the </w:t>
      </w:r>
      <w:r w:rsidRPr="008C6DE4">
        <w:t xml:space="preserve">inter-frequency RSRQ Accuracy Requirements in </w:t>
      </w:r>
      <w:r w:rsidR="00D3522B" w:rsidRPr="008C6DE4">
        <w:t xml:space="preserve">clause 9.1.6 of </w:t>
      </w:r>
      <w:r w:rsidRPr="008C6DE4">
        <w:t>TS</w:t>
      </w:r>
      <w:r w:rsidR="00D3522B" w:rsidRPr="008C6DE4">
        <w:t> </w:t>
      </w:r>
      <w:r w:rsidRPr="008C6DE4">
        <w:t>36.133</w:t>
      </w:r>
      <w:r w:rsidR="00D3522B" w:rsidRPr="008C6DE4">
        <w:t> </w:t>
      </w:r>
      <w:r w:rsidRPr="008C6DE4">
        <w:t>[15].</w:t>
      </w:r>
    </w:p>
    <w:p w14:paraId="756622CF" w14:textId="0BD6BB26" w:rsidR="008B6AFC" w:rsidRPr="008C6DE4" w:rsidRDefault="00315CFD" w:rsidP="008B6AFC">
      <w:r w:rsidRPr="008C6DE4">
        <w:t xml:space="preserve">The reporting range and mapping specified for RSRQ measurements </w:t>
      </w:r>
      <w:r w:rsidR="00897C36" w:rsidRPr="008C6DE4">
        <w:t xml:space="preserve">in </w:t>
      </w:r>
      <w:r w:rsidR="00D3522B" w:rsidRPr="008C6DE4">
        <w:t xml:space="preserve">clause 9.1.7 of </w:t>
      </w:r>
      <w:r w:rsidRPr="008C6DE4">
        <w:t>TS</w:t>
      </w:r>
      <w:r w:rsidR="00D3522B" w:rsidRPr="008C6DE4">
        <w:t> </w:t>
      </w:r>
      <w:r w:rsidRPr="008C6DE4">
        <w:t>36.133</w:t>
      </w:r>
      <w:r w:rsidR="00D3522B" w:rsidRPr="008C6DE4">
        <w:t> </w:t>
      </w:r>
      <w:r w:rsidRPr="008C6DE4">
        <w:t>[15] shall apply.</w:t>
      </w:r>
    </w:p>
    <w:p w14:paraId="756622D0" w14:textId="77777777" w:rsidR="00315CFD" w:rsidRPr="008C6DE4" w:rsidRDefault="00315CFD" w:rsidP="00315CFD">
      <w:pPr>
        <w:pStyle w:val="Heading3"/>
        <w:overflowPunct w:val="0"/>
        <w:autoSpaceDE w:val="0"/>
        <w:autoSpaceDN w:val="0"/>
        <w:adjustRightInd w:val="0"/>
        <w:textAlignment w:val="baseline"/>
        <w:rPr>
          <w:lang w:val="en-US" w:eastAsia="ko-KR"/>
        </w:rPr>
      </w:pPr>
      <w:bookmarkStart w:id="213" w:name="_Toc5952730"/>
      <w:r w:rsidRPr="008C6DE4">
        <w:rPr>
          <w:lang w:val="en-US" w:eastAsia="ko-KR"/>
        </w:rPr>
        <w:t>10.2.4</w:t>
      </w:r>
      <w:r w:rsidRPr="008C6DE4">
        <w:rPr>
          <w:lang w:val="en-US" w:eastAsia="ko-KR"/>
        </w:rPr>
        <w:tab/>
        <w:t>E-UTRAN RSTD measurements</w:t>
      </w:r>
      <w:bookmarkEnd w:id="213"/>
    </w:p>
    <w:p w14:paraId="756622D1" w14:textId="6E90A1F0" w:rsidR="00315CFD" w:rsidRPr="008C6DE4" w:rsidRDefault="00315CFD" w:rsidP="00315CFD">
      <w:pPr>
        <w:rPr>
          <w:rFonts w:cs="v4.2.0"/>
        </w:rPr>
      </w:pPr>
      <w:r w:rsidRPr="008C6DE4">
        <w:rPr>
          <w:rFonts w:cs="v4.2.0"/>
        </w:rPr>
        <w:t xml:space="preserve">The requirements in this </w:t>
      </w:r>
      <w:r w:rsidR="00854981" w:rsidRPr="008C6DE4">
        <w:rPr>
          <w:rFonts w:cs="v4.2.0"/>
        </w:rPr>
        <w:t>clause</w:t>
      </w:r>
      <w:r w:rsidRPr="008C6DE4">
        <w:rPr>
          <w:rFonts w:cs="v4.2.0"/>
        </w:rPr>
        <w:t xml:space="preserve"> are valid for UE supporting this capability.</w:t>
      </w:r>
    </w:p>
    <w:p w14:paraId="756622D2" w14:textId="47D647EB" w:rsidR="00315CFD" w:rsidRPr="008C6DE4" w:rsidRDefault="00315CFD" w:rsidP="00315CFD">
      <w:pPr>
        <w:rPr>
          <w:rFonts w:cs="v4.2.0"/>
        </w:rPr>
      </w:pPr>
      <w:r w:rsidRPr="008C6DE4">
        <w:rPr>
          <w:rFonts w:cs="v4.2.0"/>
        </w:rPr>
        <w:t xml:space="preserve">The measurement period is specified in </w:t>
      </w:r>
      <w:r w:rsidR="00D3522B" w:rsidRPr="008C6DE4">
        <w:rPr>
          <w:rFonts w:cs="v4.2.0"/>
        </w:rPr>
        <w:t>clause</w:t>
      </w:r>
      <w:r w:rsidRPr="008C6DE4">
        <w:rPr>
          <w:rFonts w:cs="v4.2.0"/>
        </w:rPr>
        <w:t xml:space="preserve">s 9.4.4.1 and 9.4.4.2 for inter-RAT NR </w:t>
      </w:r>
      <w:r w:rsidRPr="008C6DE4">
        <w:rPr>
          <w:rFonts w:hint="eastAsia"/>
        </w:rPr>
        <w:t>─</w:t>
      </w:r>
      <w:r w:rsidRPr="008C6DE4">
        <w:rPr>
          <w:rFonts w:cs="v4.2.0"/>
        </w:rPr>
        <w:t xml:space="preserve"> E-UTRAN FDD and inter-RAT NR </w:t>
      </w:r>
      <w:r w:rsidRPr="008C6DE4">
        <w:rPr>
          <w:rFonts w:hint="eastAsia"/>
        </w:rPr>
        <w:t>─</w:t>
      </w:r>
      <w:r w:rsidRPr="008C6DE4">
        <w:rPr>
          <w:rFonts w:cs="v4.2.0"/>
        </w:rPr>
        <w:t xml:space="preserve"> E-UTRAN TDD RSTD measurements, respectively.</w:t>
      </w:r>
    </w:p>
    <w:p w14:paraId="756622D3" w14:textId="298D5C99" w:rsidR="00315CFD" w:rsidRPr="008C6DE4" w:rsidRDefault="00315CFD" w:rsidP="00315CFD">
      <w:pPr>
        <w:rPr>
          <w:rFonts w:cs="v4.2.0"/>
        </w:rPr>
      </w:pPr>
      <w:r w:rsidRPr="008C6DE4">
        <w:rPr>
          <w:rFonts w:cs="v4.2.0"/>
        </w:rPr>
        <w:t xml:space="preserve">The accuracy requirements and the corresponding side conditions shall be the same as the inter-frequency measurement accuracy requirements for RSTD measurements in RRC_CONNECTED in </w:t>
      </w:r>
      <w:r w:rsidR="00D3522B" w:rsidRPr="008C6DE4">
        <w:rPr>
          <w:rFonts w:cs="v4.2.0"/>
        </w:rPr>
        <w:t>clause 9.1.10.2 of TS </w:t>
      </w:r>
      <w:r w:rsidRPr="008C6DE4">
        <w:rPr>
          <w:rFonts w:cs="v4.2.0"/>
        </w:rPr>
        <w:t>36.</w:t>
      </w:r>
      <w:r w:rsidR="00D3522B" w:rsidRPr="008C6DE4">
        <w:rPr>
          <w:rFonts w:cs="v4.2.0"/>
        </w:rPr>
        <w:t>133 </w:t>
      </w:r>
      <w:r w:rsidRPr="008C6DE4">
        <w:rPr>
          <w:rFonts w:cs="v4.2.0"/>
        </w:rPr>
        <w:t>[15].</w:t>
      </w:r>
    </w:p>
    <w:p w14:paraId="756622D4" w14:textId="2F263465" w:rsidR="00315CFD" w:rsidRPr="008C6DE4" w:rsidRDefault="00315CFD" w:rsidP="00315CFD">
      <w:pPr>
        <w:rPr>
          <w:rFonts w:cs="v4.2.0"/>
        </w:rPr>
      </w:pPr>
      <w:r w:rsidRPr="008C6DE4">
        <w:rPr>
          <w:rFonts w:cs="v4.2.0"/>
        </w:rPr>
        <w:t xml:space="preserve">If the UE needs measurement gaps to perform the inter-RAT NR </w:t>
      </w:r>
      <w:r w:rsidRPr="008C6DE4">
        <w:rPr>
          <w:rFonts w:cs="v4.2.0" w:hint="eastAsia"/>
        </w:rPr>
        <w:t>─</w:t>
      </w:r>
      <w:r w:rsidRPr="008C6DE4">
        <w:rPr>
          <w:rFonts w:cs="v4.2.0"/>
        </w:rPr>
        <w:t xml:space="preserve"> E-UTRAN FDD and NR </w:t>
      </w:r>
      <w:r w:rsidRPr="008C6DE4">
        <w:rPr>
          <w:rFonts w:cs="v4.2.0" w:hint="eastAsia"/>
        </w:rPr>
        <w:t>─</w:t>
      </w:r>
      <w:r w:rsidRPr="008C6DE4">
        <w:rPr>
          <w:rFonts w:cs="v4.2.0"/>
        </w:rPr>
        <w:t xml:space="preserve"> E-UTRAN TDD RSTD measurements, the relevant measurement procedure and measurement gap patterns stated in </w:t>
      </w:r>
      <w:r w:rsidR="00D3522B" w:rsidRPr="008C6DE4">
        <w:rPr>
          <w:rFonts w:cs="v4.2.0"/>
        </w:rPr>
        <w:t>clause</w:t>
      </w:r>
      <w:r w:rsidRPr="008C6DE4">
        <w:rPr>
          <w:rFonts w:cs="v4.2.0"/>
        </w:rPr>
        <w:t> 9.1.2 shall apply.</w:t>
      </w:r>
    </w:p>
    <w:p w14:paraId="756622D5" w14:textId="67B4E639" w:rsidR="00315CFD" w:rsidRPr="008C6DE4" w:rsidRDefault="00315CFD" w:rsidP="00315CFD">
      <w:pPr>
        <w:rPr>
          <w:rFonts w:cs="v4.2.0"/>
        </w:rPr>
      </w:pPr>
      <w:r w:rsidRPr="008C6DE4">
        <w:rPr>
          <w:rFonts w:cs="v4.2.0"/>
        </w:rPr>
        <w:t xml:space="preserve">The reporting range and mapping for the inter-RAT NR </w:t>
      </w:r>
      <w:r w:rsidRPr="008C6DE4">
        <w:rPr>
          <w:rFonts w:cs="v4.2.0" w:hint="eastAsia"/>
        </w:rPr>
        <w:t>─</w:t>
      </w:r>
      <w:r w:rsidRPr="008C6DE4">
        <w:rPr>
          <w:rFonts w:cs="v4.2.0"/>
        </w:rPr>
        <w:t xml:space="preserve"> E-UTRAN FDD and NR </w:t>
      </w:r>
      <w:r w:rsidRPr="008C6DE4">
        <w:rPr>
          <w:rFonts w:cs="v4.2.0" w:hint="eastAsia"/>
        </w:rPr>
        <w:t>─</w:t>
      </w:r>
      <w:r w:rsidRPr="008C6DE4">
        <w:rPr>
          <w:rFonts w:cs="v4.2.0"/>
        </w:rPr>
        <w:t xml:space="preserve"> E-UTRAN TDD RSTD measurements is the same as specified for RSTD measurements in TS 36.133 [15, </w:t>
      </w:r>
      <w:r w:rsidR="00D3522B" w:rsidRPr="008C6DE4">
        <w:rPr>
          <w:rFonts w:cs="v4.2.0"/>
        </w:rPr>
        <w:t>clause</w:t>
      </w:r>
      <w:r w:rsidRPr="008C6DE4">
        <w:rPr>
          <w:rFonts w:cs="v4.2.0"/>
        </w:rPr>
        <w:t>s 9.1.10.3 and 9.1.10.4].</w:t>
      </w:r>
    </w:p>
    <w:p w14:paraId="756622D6" w14:textId="77777777" w:rsidR="00315CFD" w:rsidRPr="008C6DE4" w:rsidRDefault="00315CFD" w:rsidP="00315CFD">
      <w:pPr>
        <w:pStyle w:val="Heading3"/>
        <w:overflowPunct w:val="0"/>
        <w:autoSpaceDE w:val="0"/>
        <w:autoSpaceDN w:val="0"/>
        <w:adjustRightInd w:val="0"/>
        <w:textAlignment w:val="baseline"/>
        <w:rPr>
          <w:lang w:val="en-US" w:eastAsia="ko-KR"/>
        </w:rPr>
      </w:pPr>
      <w:bookmarkStart w:id="214" w:name="_Toc5952731"/>
      <w:r w:rsidRPr="008C6DE4">
        <w:rPr>
          <w:lang w:val="en-US" w:eastAsia="ko-KR"/>
        </w:rPr>
        <w:t>10.2.5</w:t>
      </w:r>
      <w:r w:rsidRPr="008C6DE4">
        <w:rPr>
          <w:lang w:val="en-US" w:eastAsia="ko-KR"/>
        </w:rPr>
        <w:tab/>
        <w:t>E-UTRAN RS-SINR measurements</w:t>
      </w:r>
      <w:bookmarkEnd w:id="214"/>
    </w:p>
    <w:p w14:paraId="756622D7" w14:textId="77777777" w:rsidR="00315CFD" w:rsidRPr="008C6DE4" w:rsidRDefault="00315CFD" w:rsidP="00315CFD">
      <w:pPr>
        <w:pStyle w:val="NO"/>
        <w:rPr>
          <w:rFonts w:cs="v4.2.0"/>
        </w:rPr>
      </w:pPr>
      <w:r w:rsidRPr="008C6DE4">
        <w:rPr>
          <w:rFonts w:cs="v4.2.0"/>
        </w:rPr>
        <w:t>NOTE:</w:t>
      </w:r>
      <w:r w:rsidRPr="008C6DE4">
        <w:rPr>
          <w:rFonts w:cs="v4.2.0"/>
        </w:rPr>
        <w:tab/>
        <w:t>This measurement is for handover between NR and E-UTRAN.</w:t>
      </w:r>
    </w:p>
    <w:p w14:paraId="756622DE" w14:textId="21F10940" w:rsidR="0052714E" w:rsidRPr="008C6DE4" w:rsidRDefault="0052714E" w:rsidP="0052714E">
      <w:pPr>
        <w:rPr>
          <w:rFonts w:cs="v4.2.0"/>
        </w:rPr>
      </w:pPr>
      <w:r w:rsidRPr="008C6DE4">
        <w:rPr>
          <w:rFonts w:cs="v4.2.0"/>
        </w:rPr>
        <w:t xml:space="preserve">The measurement period of E-UTRA RS-SINR in RRC_CONNECTED state is specified in </w:t>
      </w:r>
      <w:r w:rsidR="00301612" w:rsidRPr="008C6DE4">
        <w:rPr>
          <w:rFonts w:cs="v4.2.0"/>
        </w:rPr>
        <w:t>clause</w:t>
      </w:r>
      <w:r w:rsidRPr="008C6DE4">
        <w:rPr>
          <w:rFonts w:cs="v4.2.0"/>
        </w:rPr>
        <w:t xml:space="preserve"> 9.4.2 and 9.4.3.</w:t>
      </w:r>
    </w:p>
    <w:p w14:paraId="756622DF" w14:textId="577F8FCD" w:rsidR="0052714E" w:rsidRPr="008C6DE4" w:rsidRDefault="0052714E" w:rsidP="0052714E">
      <w:pPr>
        <w:jc w:val="both"/>
        <w:rPr>
          <w:rFonts w:cs="v4.2.0"/>
        </w:rPr>
      </w:pPr>
      <w:r w:rsidRPr="008C6DE4">
        <w:rPr>
          <w:rFonts w:cs="v4.2.0"/>
        </w:rPr>
        <w:t xml:space="preserve">The accuracy requirements of E-UTRA RS-SINR measurements in RRC_CONNECTED state and the corresponding side conditions shall be the same as the </w:t>
      </w:r>
      <w:r w:rsidRPr="008C6DE4">
        <w:t xml:space="preserve">inter-frequency RS-SINR Accuracy Requirements in </w:t>
      </w:r>
      <w:r w:rsidR="00D3522B" w:rsidRPr="008C6DE4">
        <w:t>clause 9.1.17.3 of TS </w:t>
      </w:r>
      <w:r w:rsidRPr="008C6DE4">
        <w:t>36.</w:t>
      </w:r>
      <w:r w:rsidR="00D3522B" w:rsidRPr="008C6DE4">
        <w:t>133 </w:t>
      </w:r>
      <w:r w:rsidRPr="008C6DE4">
        <w:t>[15].</w:t>
      </w:r>
    </w:p>
    <w:p w14:paraId="756622E0" w14:textId="01B7E6B9" w:rsidR="0052714E" w:rsidRPr="008C6DE4" w:rsidRDefault="0052714E" w:rsidP="0052714E">
      <w:pPr>
        <w:rPr>
          <w:rFonts w:cs="v4.2.0"/>
        </w:rPr>
      </w:pPr>
      <w:r w:rsidRPr="008C6DE4">
        <w:t xml:space="preserve">The reporting range and mapping for E-UTRA RS-SINR measurements shall be the same as specified for RS-SINR measurements in </w:t>
      </w:r>
      <w:r w:rsidR="00D3522B" w:rsidRPr="008C6DE4">
        <w:t xml:space="preserve">clause </w:t>
      </w:r>
      <w:r w:rsidR="00D3522B" w:rsidRPr="008C6DE4">
        <w:rPr>
          <w:rFonts w:cs="v4.2.0"/>
        </w:rPr>
        <w:t xml:space="preserve">9.1.17.1 of </w:t>
      </w:r>
      <w:r w:rsidRPr="008C6DE4">
        <w:t>TS 36.133 [15</w:t>
      </w:r>
      <w:r w:rsidRPr="008C6DE4">
        <w:rPr>
          <w:rFonts w:cs="v4.2.0"/>
        </w:rPr>
        <w:t>].</w:t>
      </w:r>
    </w:p>
    <w:p w14:paraId="756622E1" w14:textId="24528DBD" w:rsidR="00936A12" w:rsidRPr="00DD3199" w:rsidRDefault="00936A12" w:rsidP="0062703B">
      <w:pPr>
        <w:pStyle w:val="Heading1"/>
      </w:pPr>
      <w:bookmarkStart w:id="215" w:name="_Toc5952732"/>
      <w:r w:rsidRPr="008C6DE4">
        <w:t>11</w:t>
      </w:r>
      <w:r w:rsidRPr="008C6DE4">
        <w:tab/>
      </w:r>
      <w:bookmarkEnd w:id="215"/>
      <w:r w:rsidR="00DD296E" w:rsidRPr="008C6DE4">
        <w:t>Void</w:t>
      </w:r>
    </w:p>
    <w:bookmarkEnd w:id="2"/>
    <w:p w14:paraId="756622E4" w14:textId="5E5C8B5B" w:rsidR="00897C36" w:rsidRPr="00DD3199" w:rsidRDefault="00897C36" w:rsidP="009239AB"/>
    <w:sectPr w:rsidR="00897C36" w:rsidRPr="00DD3199" w:rsidSect="00474433">
      <w:headerReference w:type="default" r:id="rId77"/>
      <w:footerReference w:type="default" r:id="rId78"/>
      <w:footnotePr>
        <w:numRestart w:val="eachSect"/>
      </w:footnotePr>
      <w:pgSz w:w="11907" w:h="16840" w:code="9"/>
      <w:pgMar w:top="1418" w:right="1134" w:bottom="1134" w:left="1134" w:header="851" w:footer="340" w:gutter="0"/>
      <w:pgNumType w:start="3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9F00F" w14:textId="77777777" w:rsidR="0084669B" w:rsidRDefault="0084669B">
      <w:r>
        <w:separator/>
      </w:r>
    </w:p>
  </w:endnote>
  <w:endnote w:type="continuationSeparator" w:id="0">
    <w:p w14:paraId="03942E2B" w14:textId="77777777" w:rsidR="0084669B" w:rsidRDefault="0084669B">
      <w:r>
        <w:continuationSeparator/>
      </w:r>
    </w:p>
  </w:endnote>
  <w:endnote w:type="continuationNotice" w:id="1">
    <w:p w14:paraId="4ED9EAE0" w14:textId="77777777" w:rsidR="0084669B" w:rsidRDefault="0084669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tel Clear">
    <w:charset w:val="00"/>
    <w:family w:val="swiss"/>
    <w:pitch w:val="variable"/>
    <w:sig w:usb0="00000001" w:usb1="400060FB" w:usb2="00000028" w:usb3="00000000" w:csb0="0000019F" w:csb1="00000000"/>
  </w:font>
  <w:font w:name="v4.2.0">
    <w:altName w:val="Times New Roman"/>
    <w:charset w:val="00"/>
    <w:family w:val="auto"/>
    <w:pitch w:val="default"/>
  </w:font>
  <w:font w:name="?? ??">
    <w:altName w:val="MS Gothic"/>
    <w:panose1 w:val="00000000000000000000"/>
    <w:charset w:val="80"/>
    <w:family w:val="roman"/>
    <w:notTrueType/>
    <w:pitch w:val="fixed"/>
    <w:sig w:usb0="00000000" w:usb1="08070000" w:usb2="00000010" w:usb3="00000000" w:csb0="00020000"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Book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v3.7.0">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v5.0.0">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
    <w:altName w:val="Yu Gothic"/>
    <w:charset w:val="80"/>
    <w:family w:val="roman"/>
    <w:pitch w:val="default"/>
    <w:sig w:usb0="00000000" w:usb1="00000000" w:usb2="00000010" w:usb3="00000000" w:csb0="00020000"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75E78" w14:textId="77777777" w:rsidR="00A9182B" w:rsidRDefault="00A9182B">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3F4C2" w14:textId="77777777" w:rsidR="0084669B" w:rsidRDefault="0084669B">
      <w:r>
        <w:separator/>
      </w:r>
    </w:p>
  </w:footnote>
  <w:footnote w:type="continuationSeparator" w:id="0">
    <w:p w14:paraId="260B399B" w14:textId="77777777" w:rsidR="0084669B" w:rsidRDefault="0084669B">
      <w:r>
        <w:continuationSeparator/>
      </w:r>
    </w:p>
  </w:footnote>
  <w:footnote w:type="continuationNotice" w:id="1">
    <w:p w14:paraId="7EC022DB" w14:textId="77777777" w:rsidR="0084669B" w:rsidRDefault="0084669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75E75" w14:textId="194D1371" w:rsidR="00A9182B" w:rsidRPr="00E36567" w:rsidRDefault="00A9182B">
    <w:pPr>
      <w:framePr w:h="284" w:hRule="exact" w:wrap="around" w:vAnchor="text" w:hAnchor="margin" w:xAlign="center" w:y="7"/>
      <w:rPr>
        <w:rFonts w:ascii="Arial" w:hAnsi="Arial" w:cs="Arial"/>
        <w:b/>
        <w:sz w:val="18"/>
        <w:szCs w:val="18"/>
        <w:lang w:val="sv-FI"/>
      </w:rPr>
    </w:pPr>
    <w:r>
      <w:rPr>
        <w:rFonts w:ascii="Arial" w:hAnsi="Arial" w:cs="Arial"/>
        <w:b/>
        <w:sz w:val="18"/>
        <w:szCs w:val="18"/>
        <w:lang w:val="sv-FI"/>
      </w:rPr>
      <w:t>30</w:t>
    </w:r>
  </w:p>
  <w:p w14:paraId="3FD58D1A" w14:textId="429EAB3F" w:rsidR="00A9182B" w:rsidRPr="00E36567" w:rsidRDefault="00A9182B" w:rsidP="004257DC">
    <w:pPr>
      <w:framePr w:h="284" w:hRule="exact" w:wrap="around" w:vAnchor="text" w:hAnchor="margin" w:xAlign="right" w:y="1"/>
      <w:rPr>
        <w:rFonts w:ascii="Arial" w:hAnsi="Arial" w:cs="Arial"/>
        <w:b/>
        <w:sz w:val="18"/>
        <w:szCs w:val="18"/>
        <w:lang w:val="sv-FI"/>
      </w:rPr>
    </w:pPr>
    <w:r w:rsidRPr="00E36567">
      <w:rPr>
        <w:rFonts w:ascii="Arial" w:hAnsi="Arial" w:cs="Arial"/>
        <w:b/>
        <w:sz w:val="18"/>
        <w:szCs w:val="18"/>
        <w:lang w:val="sv-FI"/>
      </w:rPr>
      <w:t>3GPP TS 38.133 V15.</w:t>
    </w:r>
    <w:r w:rsidR="00324247">
      <w:rPr>
        <w:rFonts w:ascii="Arial" w:hAnsi="Arial" w:cs="Arial"/>
        <w:b/>
        <w:sz w:val="18"/>
        <w:szCs w:val="18"/>
        <w:lang w:val="sv-FI"/>
      </w:rPr>
      <w:t>20</w:t>
    </w:r>
    <w:r w:rsidRPr="00E36567">
      <w:rPr>
        <w:rFonts w:ascii="Arial" w:hAnsi="Arial" w:cs="Arial"/>
        <w:b/>
        <w:sz w:val="18"/>
        <w:szCs w:val="18"/>
        <w:lang w:val="sv-FI"/>
      </w:rPr>
      <w:t>.0 (202</w:t>
    </w:r>
    <w:r w:rsidR="00BC125E">
      <w:rPr>
        <w:rFonts w:ascii="Arial" w:hAnsi="Arial" w:cs="Arial"/>
        <w:b/>
        <w:sz w:val="18"/>
        <w:szCs w:val="18"/>
        <w:lang w:val="sv-FI"/>
      </w:rPr>
      <w:t>2</w:t>
    </w:r>
    <w:r w:rsidRPr="00E36567">
      <w:rPr>
        <w:rFonts w:ascii="Arial" w:hAnsi="Arial" w:cs="Arial"/>
        <w:b/>
        <w:sz w:val="18"/>
        <w:szCs w:val="18"/>
        <w:lang w:val="sv-FI"/>
      </w:rPr>
      <w:t>-</w:t>
    </w:r>
    <w:r w:rsidR="00324247">
      <w:rPr>
        <w:rFonts w:ascii="Arial" w:hAnsi="Arial" w:cs="Arial"/>
        <w:b/>
        <w:sz w:val="18"/>
        <w:szCs w:val="18"/>
        <w:lang w:val="sv-FI"/>
      </w:rPr>
      <w:t>12</w:t>
    </w:r>
    <w:r w:rsidRPr="00E36567">
      <w:rPr>
        <w:rFonts w:ascii="Arial" w:hAnsi="Arial" w:cs="Arial"/>
        <w:b/>
        <w:sz w:val="18"/>
        <w:szCs w:val="18"/>
        <w:lang w:val="sv-FI"/>
      </w:rPr>
      <w:t>)</w:t>
    </w:r>
  </w:p>
  <w:p w14:paraId="75675E77" w14:textId="35B2E64A" w:rsidR="00A9182B" w:rsidRDefault="00A9182B">
    <w:pPr>
      <w:pStyle w:val="Header"/>
    </w:pPr>
    <w:r w:rsidRPr="004257DC">
      <w:t>Release 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CA7C62"/>
    <w:multiLevelType w:val="hybridMultilevel"/>
    <w:tmpl w:val="892AB21E"/>
    <w:lvl w:ilvl="0" w:tplc="FEB4CCCE">
      <w:start w:val="60"/>
      <w:numFmt w:val="bullet"/>
      <w:lvlText w:val=""/>
      <w:lvlJc w:val="left"/>
      <w:pPr>
        <w:ind w:left="460" w:hanging="360"/>
      </w:pPr>
      <w:rPr>
        <w:rFonts w:ascii="Symbol" w:eastAsia="Times New Roman" w:hAnsi="Symbol" w:cs="Times New Roman" w:hint="default"/>
      </w:rPr>
    </w:lvl>
    <w:lvl w:ilvl="1" w:tplc="041D0003" w:tentative="1">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abstractNum w:abstractNumId="2" w15:restartNumberingAfterBreak="0">
    <w:nsid w:val="00D63482"/>
    <w:multiLevelType w:val="hybridMultilevel"/>
    <w:tmpl w:val="5F804FC4"/>
    <w:lvl w:ilvl="0" w:tplc="5A92FFD6">
      <w:start w:val="1"/>
      <w:numFmt w:val="decimal"/>
      <w:lvlText w:val="%1)"/>
      <w:lvlJc w:val="left"/>
      <w:pPr>
        <w:ind w:left="900" w:hanging="48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01276B08"/>
    <w:multiLevelType w:val="hybridMultilevel"/>
    <w:tmpl w:val="C1DA7E3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891580"/>
    <w:multiLevelType w:val="hybridMultilevel"/>
    <w:tmpl w:val="17F8DE72"/>
    <w:lvl w:ilvl="0" w:tplc="04090011">
      <w:start w:val="1"/>
      <w:numFmt w:val="decimal"/>
      <w:lvlText w:val="%1)"/>
      <w:lvlJc w:val="left"/>
      <w:pPr>
        <w:ind w:left="1360" w:hanging="420"/>
      </w:pPr>
    </w:lvl>
    <w:lvl w:ilvl="1" w:tplc="04090019">
      <w:start w:val="1"/>
      <w:numFmt w:val="lowerLetter"/>
      <w:lvlText w:val="%2)"/>
      <w:lvlJc w:val="left"/>
      <w:pPr>
        <w:ind w:left="1780" w:hanging="420"/>
      </w:pPr>
    </w:lvl>
    <w:lvl w:ilvl="2" w:tplc="0409001B">
      <w:start w:val="1"/>
      <w:numFmt w:val="lowerRoman"/>
      <w:lvlText w:val="%3."/>
      <w:lvlJc w:val="right"/>
      <w:pPr>
        <w:ind w:left="2200" w:hanging="420"/>
      </w:pPr>
    </w:lvl>
    <w:lvl w:ilvl="3" w:tplc="0409000F">
      <w:start w:val="1"/>
      <w:numFmt w:val="decimal"/>
      <w:lvlText w:val="%4."/>
      <w:lvlJc w:val="left"/>
      <w:pPr>
        <w:ind w:left="2620" w:hanging="420"/>
      </w:pPr>
    </w:lvl>
    <w:lvl w:ilvl="4" w:tplc="04090019">
      <w:start w:val="1"/>
      <w:numFmt w:val="lowerLetter"/>
      <w:lvlText w:val="%5)"/>
      <w:lvlJc w:val="left"/>
      <w:pPr>
        <w:ind w:left="3040" w:hanging="420"/>
      </w:pPr>
    </w:lvl>
    <w:lvl w:ilvl="5" w:tplc="0409001B">
      <w:start w:val="1"/>
      <w:numFmt w:val="lowerRoman"/>
      <w:lvlText w:val="%6."/>
      <w:lvlJc w:val="right"/>
      <w:pPr>
        <w:ind w:left="3460" w:hanging="420"/>
      </w:pPr>
    </w:lvl>
    <w:lvl w:ilvl="6" w:tplc="0409000F">
      <w:start w:val="1"/>
      <w:numFmt w:val="decimal"/>
      <w:lvlText w:val="%7."/>
      <w:lvlJc w:val="left"/>
      <w:pPr>
        <w:ind w:left="3880" w:hanging="420"/>
      </w:pPr>
    </w:lvl>
    <w:lvl w:ilvl="7" w:tplc="04090019">
      <w:start w:val="1"/>
      <w:numFmt w:val="lowerLetter"/>
      <w:lvlText w:val="%8)"/>
      <w:lvlJc w:val="left"/>
      <w:pPr>
        <w:ind w:left="4300" w:hanging="420"/>
      </w:pPr>
    </w:lvl>
    <w:lvl w:ilvl="8" w:tplc="0409001B">
      <w:start w:val="1"/>
      <w:numFmt w:val="lowerRoman"/>
      <w:lvlText w:val="%9."/>
      <w:lvlJc w:val="right"/>
      <w:pPr>
        <w:ind w:left="4720" w:hanging="420"/>
      </w:pPr>
    </w:lvl>
  </w:abstractNum>
  <w:abstractNum w:abstractNumId="5" w15:restartNumberingAfterBreak="0">
    <w:nsid w:val="018D379C"/>
    <w:multiLevelType w:val="multilevel"/>
    <w:tmpl w:val="587AB994"/>
    <w:lvl w:ilvl="0">
      <w:start w:val="3"/>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018E4393"/>
    <w:multiLevelType w:val="hybridMultilevel"/>
    <w:tmpl w:val="67F49596"/>
    <w:lvl w:ilvl="0" w:tplc="FFFFFFFF">
      <w:start w:val="1"/>
      <w:numFmt w:val="bullet"/>
      <w:lvlText w:val=""/>
      <w:lvlJc w:val="left"/>
      <w:pPr>
        <w:ind w:left="520" w:hanging="420"/>
      </w:pPr>
      <w:rPr>
        <w:rFonts w:ascii="Symbol" w:hAnsi="Symbol" w:hint="default"/>
      </w:rPr>
    </w:lvl>
    <w:lvl w:ilvl="1" w:tplc="04090001">
      <w:start w:val="1"/>
      <w:numFmt w:val="bullet"/>
      <w:lvlText w:val=""/>
      <w:lvlJc w:val="left"/>
      <w:pPr>
        <w:ind w:left="940" w:hanging="420"/>
      </w:pPr>
      <w:rPr>
        <w:rFonts w:ascii="Wingdings" w:hAnsi="Wingdings" w:hint="default"/>
      </w:rPr>
    </w:lvl>
    <w:lvl w:ilvl="2" w:tplc="04090005">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7" w15:restartNumberingAfterBreak="0">
    <w:nsid w:val="019F585B"/>
    <w:multiLevelType w:val="hybridMultilevel"/>
    <w:tmpl w:val="D1DC83A4"/>
    <w:lvl w:ilvl="0" w:tplc="4218E646">
      <w:start w:val="5"/>
      <w:numFmt w:val="bullet"/>
      <w:pStyle w:val="BL"/>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027C707B"/>
    <w:multiLevelType w:val="hybridMultilevel"/>
    <w:tmpl w:val="5458338A"/>
    <w:lvl w:ilvl="0" w:tplc="F51A9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34E03ED"/>
    <w:multiLevelType w:val="hybridMultilevel"/>
    <w:tmpl w:val="5CBAA7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3D5278"/>
    <w:multiLevelType w:val="hybridMultilevel"/>
    <w:tmpl w:val="5FCA4262"/>
    <w:lvl w:ilvl="0" w:tplc="E254449A">
      <w:start w:val="15"/>
      <w:numFmt w:val="bullet"/>
      <w:lvlText w:val="-"/>
      <w:lvlJc w:val="left"/>
      <w:pPr>
        <w:ind w:left="1211" w:hanging="360"/>
      </w:pPr>
      <w:rPr>
        <w:rFonts w:ascii="Arial" w:eastAsiaTheme="minorEastAsia" w:hAnsi="Arial" w:cs="Arial" w:hint="default"/>
      </w:rPr>
    </w:lvl>
    <w:lvl w:ilvl="1" w:tplc="40090003" w:tentative="1">
      <w:start w:val="1"/>
      <w:numFmt w:val="bullet"/>
      <w:lvlText w:val="o"/>
      <w:lvlJc w:val="left"/>
      <w:pPr>
        <w:ind w:left="1931" w:hanging="360"/>
      </w:pPr>
      <w:rPr>
        <w:rFonts w:ascii="Courier New" w:hAnsi="Courier New" w:cs="Courier New" w:hint="default"/>
      </w:rPr>
    </w:lvl>
    <w:lvl w:ilvl="2" w:tplc="40090005" w:tentative="1">
      <w:start w:val="1"/>
      <w:numFmt w:val="bullet"/>
      <w:lvlText w:val=""/>
      <w:lvlJc w:val="left"/>
      <w:pPr>
        <w:ind w:left="2651" w:hanging="360"/>
      </w:pPr>
      <w:rPr>
        <w:rFonts w:ascii="Wingdings" w:hAnsi="Wingdings" w:hint="default"/>
      </w:rPr>
    </w:lvl>
    <w:lvl w:ilvl="3" w:tplc="40090001" w:tentative="1">
      <w:start w:val="1"/>
      <w:numFmt w:val="bullet"/>
      <w:lvlText w:val=""/>
      <w:lvlJc w:val="left"/>
      <w:pPr>
        <w:ind w:left="3371" w:hanging="360"/>
      </w:pPr>
      <w:rPr>
        <w:rFonts w:ascii="Symbol" w:hAnsi="Symbol" w:hint="default"/>
      </w:rPr>
    </w:lvl>
    <w:lvl w:ilvl="4" w:tplc="40090003" w:tentative="1">
      <w:start w:val="1"/>
      <w:numFmt w:val="bullet"/>
      <w:lvlText w:val="o"/>
      <w:lvlJc w:val="left"/>
      <w:pPr>
        <w:ind w:left="4091" w:hanging="360"/>
      </w:pPr>
      <w:rPr>
        <w:rFonts w:ascii="Courier New" w:hAnsi="Courier New" w:cs="Courier New" w:hint="default"/>
      </w:rPr>
    </w:lvl>
    <w:lvl w:ilvl="5" w:tplc="40090005" w:tentative="1">
      <w:start w:val="1"/>
      <w:numFmt w:val="bullet"/>
      <w:lvlText w:val=""/>
      <w:lvlJc w:val="left"/>
      <w:pPr>
        <w:ind w:left="4811" w:hanging="360"/>
      </w:pPr>
      <w:rPr>
        <w:rFonts w:ascii="Wingdings" w:hAnsi="Wingdings" w:hint="default"/>
      </w:rPr>
    </w:lvl>
    <w:lvl w:ilvl="6" w:tplc="40090001" w:tentative="1">
      <w:start w:val="1"/>
      <w:numFmt w:val="bullet"/>
      <w:lvlText w:val=""/>
      <w:lvlJc w:val="left"/>
      <w:pPr>
        <w:ind w:left="5531" w:hanging="360"/>
      </w:pPr>
      <w:rPr>
        <w:rFonts w:ascii="Symbol" w:hAnsi="Symbol" w:hint="default"/>
      </w:rPr>
    </w:lvl>
    <w:lvl w:ilvl="7" w:tplc="40090003" w:tentative="1">
      <w:start w:val="1"/>
      <w:numFmt w:val="bullet"/>
      <w:lvlText w:val="o"/>
      <w:lvlJc w:val="left"/>
      <w:pPr>
        <w:ind w:left="6251" w:hanging="360"/>
      </w:pPr>
      <w:rPr>
        <w:rFonts w:ascii="Courier New" w:hAnsi="Courier New" w:cs="Courier New" w:hint="default"/>
      </w:rPr>
    </w:lvl>
    <w:lvl w:ilvl="8" w:tplc="40090005" w:tentative="1">
      <w:start w:val="1"/>
      <w:numFmt w:val="bullet"/>
      <w:lvlText w:val=""/>
      <w:lvlJc w:val="left"/>
      <w:pPr>
        <w:ind w:left="6971" w:hanging="360"/>
      </w:pPr>
      <w:rPr>
        <w:rFonts w:ascii="Wingdings" w:hAnsi="Wingdings" w:hint="default"/>
      </w:rPr>
    </w:lvl>
  </w:abstractNum>
  <w:abstractNum w:abstractNumId="12" w15:restartNumberingAfterBreak="0">
    <w:nsid w:val="057B5F80"/>
    <w:multiLevelType w:val="hybridMultilevel"/>
    <w:tmpl w:val="FCF0381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5A541F5"/>
    <w:multiLevelType w:val="hybridMultilevel"/>
    <w:tmpl w:val="622ED2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580771"/>
    <w:multiLevelType w:val="multilevel"/>
    <w:tmpl w:val="56600680"/>
    <w:lvl w:ilvl="0">
      <w:start w:val="4"/>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6D84D50"/>
    <w:multiLevelType w:val="hybridMultilevel"/>
    <w:tmpl w:val="6DC0D102"/>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6" w15:restartNumberingAfterBreak="0">
    <w:nsid w:val="07FD31AD"/>
    <w:multiLevelType w:val="hybridMultilevel"/>
    <w:tmpl w:val="26B447D8"/>
    <w:lvl w:ilvl="0" w:tplc="79181DF8">
      <w:numFmt w:val="bullet"/>
      <w:lvlText w:val="-"/>
      <w:lvlJc w:val="left"/>
      <w:pPr>
        <w:ind w:left="1482" w:hanging="360"/>
      </w:pPr>
      <w:rPr>
        <w:rFonts w:ascii="Times New Roman" w:eastAsia="Times New Roman" w:hAnsi="Times New Roman" w:cs="Times New Roman" w:hint="default"/>
      </w:rPr>
    </w:lvl>
    <w:lvl w:ilvl="1" w:tplc="04090003" w:tentative="1">
      <w:start w:val="1"/>
      <w:numFmt w:val="bullet"/>
      <w:lvlText w:val="o"/>
      <w:lvlJc w:val="left"/>
      <w:pPr>
        <w:ind w:left="2202" w:hanging="360"/>
      </w:pPr>
      <w:rPr>
        <w:rFonts w:ascii="Courier New" w:hAnsi="Courier New" w:cs="Courier New" w:hint="default"/>
      </w:rPr>
    </w:lvl>
    <w:lvl w:ilvl="2" w:tplc="04090005" w:tentative="1">
      <w:start w:val="1"/>
      <w:numFmt w:val="bullet"/>
      <w:lvlText w:val=""/>
      <w:lvlJc w:val="left"/>
      <w:pPr>
        <w:ind w:left="2922" w:hanging="360"/>
      </w:pPr>
      <w:rPr>
        <w:rFonts w:ascii="Wingdings" w:hAnsi="Wingdings" w:hint="default"/>
      </w:rPr>
    </w:lvl>
    <w:lvl w:ilvl="3" w:tplc="04090001" w:tentative="1">
      <w:start w:val="1"/>
      <w:numFmt w:val="bullet"/>
      <w:lvlText w:val=""/>
      <w:lvlJc w:val="left"/>
      <w:pPr>
        <w:ind w:left="3642" w:hanging="360"/>
      </w:pPr>
      <w:rPr>
        <w:rFonts w:ascii="Symbol" w:hAnsi="Symbol" w:hint="default"/>
      </w:rPr>
    </w:lvl>
    <w:lvl w:ilvl="4" w:tplc="04090003" w:tentative="1">
      <w:start w:val="1"/>
      <w:numFmt w:val="bullet"/>
      <w:lvlText w:val="o"/>
      <w:lvlJc w:val="left"/>
      <w:pPr>
        <w:ind w:left="4362" w:hanging="360"/>
      </w:pPr>
      <w:rPr>
        <w:rFonts w:ascii="Courier New" w:hAnsi="Courier New" w:cs="Courier New" w:hint="default"/>
      </w:rPr>
    </w:lvl>
    <w:lvl w:ilvl="5" w:tplc="04090005" w:tentative="1">
      <w:start w:val="1"/>
      <w:numFmt w:val="bullet"/>
      <w:lvlText w:val=""/>
      <w:lvlJc w:val="left"/>
      <w:pPr>
        <w:ind w:left="5082" w:hanging="360"/>
      </w:pPr>
      <w:rPr>
        <w:rFonts w:ascii="Wingdings" w:hAnsi="Wingdings" w:hint="default"/>
      </w:rPr>
    </w:lvl>
    <w:lvl w:ilvl="6" w:tplc="04090001" w:tentative="1">
      <w:start w:val="1"/>
      <w:numFmt w:val="bullet"/>
      <w:lvlText w:val=""/>
      <w:lvlJc w:val="left"/>
      <w:pPr>
        <w:ind w:left="5802" w:hanging="360"/>
      </w:pPr>
      <w:rPr>
        <w:rFonts w:ascii="Symbol" w:hAnsi="Symbol" w:hint="default"/>
      </w:rPr>
    </w:lvl>
    <w:lvl w:ilvl="7" w:tplc="04090003" w:tentative="1">
      <w:start w:val="1"/>
      <w:numFmt w:val="bullet"/>
      <w:lvlText w:val="o"/>
      <w:lvlJc w:val="left"/>
      <w:pPr>
        <w:ind w:left="6522" w:hanging="360"/>
      </w:pPr>
      <w:rPr>
        <w:rFonts w:ascii="Courier New" w:hAnsi="Courier New" w:cs="Courier New" w:hint="default"/>
      </w:rPr>
    </w:lvl>
    <w:lvl w:ilvl="8" w:tplc="04090005" w:tentative="1">
      <w:start w:val="1"/>
      <w:numFmt w:val="bullet"/>
      <w:lvlText w:val=""/>
      <w:lvlJc w:val="left"/>
      <w:pPr>
        <w:ind w:left="7242" w:hanging="360"/>
      </w:pPr>
      <w:rPr>
        <w:rFonts w:ascii="Wingdings" w:hAnsi="Wingdings" w:hint="default"/>
      </w:rPr>
    </w:lvl>
  </w:abstractNum>
  <w:abstractNum w:abstractNumId="17" w15:restartNumberingAfterBreak="0">
    <w:nsid w:val="08137BFE"/>
    <w:multiLevelType w:val="hybridMultilevel"/>
    <w:tmpl w:val="1060773A"/>
    <w:lvl w:ilvl="0" w:tplc="83BC320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F004B7"/>
    <w:multiLevelType w:val="hybridMultilevel"/>
    <w:tmpl w:val="6128CE32"/>
    <w:lvl w:ilvl="0" w:tplc="61BE4CD0">
      <w:numFmt w:val="bullet"/>
      <w:lvlText w:val="-"/>
      <w:lvlJc w:val="left"/>
      <w:pPr>
        <w:ind w:left="1482" w:hanging="360"/>
      </w:pPr>
      <w:rPr>
        <w:rFonts w:ascii="Times New Roman" w:eastAsia="Times New Roman" w:hAnsi="Times New Roman" w:cs="Times New Roman" w:hint="default"/>
      </w:rPr>
    </w:lvl>
    <w:lvl w:ilvl="1" w:tplc="04090003" w:tentative="1">
      <w:start w:val="1"/>
      <w:numFmt w:val="bullet"/>
      <w:lvlText w:val="o"/>
      <w:lvlJc w:val="left"/>
      <w:pPr>
        <w:ind w:left="2202" w:hanging="360"/>
      </w:pPr>
      <w:rPr>
        <w:rFonts w:ascii="Courier New" w:hAnsi="Courier New" w:cs="Courier New" w:hint="default"/>
      </w:rPr>
    </w:lvl>
    <w:lvl w:ilvl="2" w:tplc="04090005" w:tentative="1">
      <w:start w:val="1"/>
      <w:numFmt w:val="bullet"/>
      <w:lvlText w:val=""/>
      <w:lvlJc w:val="left"/>
      <w:pPr>
        <w:ind w:left="2922" w:hanging="360"/>
      </w:pPr>
      <w:rPr>
        <w:rFonts w:ascii="Wingdings" w:hAnsi="Wingdings" w:hint="default"/>
      </w:rPr>
    </w:lvl>
    <w:lvl w:ilvl="3" w:tplc="04090001" w:tentative="1">
      <w:start w:val="1"/>
      <w:numFmt w:val="bullet"/>
      <w:lvlText w:val=""/>
      <w:lvlJc w:val="left"/>
      <w:pPr>
        <w:ind w:left="3642" w:hanging="360"/>
      </w:pPr>
      <w:rPr>
        <w:rFonts w:ascii="Symbol" w:hAnsi="Symbol" w:hint="default"/>
      </w:rPr>
    </w:lvl>
    <w:lvl w:ilvl="4" w:tplc="04090003" w:tentative="1">
      <w:start w:val="1"/>
      <w:numFmt w:val="bullet"/>
      <w:lvlText w:val="o"/>
      <w:lvlJc w:val="left"/>
      <w:pPr>
        <w:ind w:left="4362" w:hanging="360"/>
      </w:pPr>
      <w:rPr>
        <w:rFonts w:ascii="Courier New" w:hAnsi="Courier New" w:cs="Courier New" w:hint="default"/>
      </w:rPr>
    </w:lvl>
    <w:lvl w:ilvl="5" w:tplc="04090005" w:tentative="1">
      <w:start w:val="1"/>
      <w:numFmt w:val="bullet"/>
      <w:lvlText w:val=""/>
      <w:lvlJc w:val="left"/>
      <w:pPr>
        <w:ind w:left="5082" w:hanging="360"/>
      </w:pPr>
      <w:rPr>
        <w:rFonts w:ascii="Wingdings" w:hAnsi="Wingdings" w:hint="default"/>
      </w:rPr>
    </w:lvl>
    <w:lvl w:ilvl="6" w:tplc="04090001" w:tentative="1">
      <w:start w:val="1"/>
      <w:numFmt w:val="bullet"/>
      <w:lvlText w:val=""/>
      <w:lvlJc w:val="left"/>
      <w:pPr>
        <w:ind w:left="5802" w:hanging="360"/>
      </w:pPr>
      <w:rPr>
        <w:rFonts w:ascii="Symbol" w:hAnsi="Symbol" w:hint="default"/>
      </w:rPr>
    </w:lvl>
    <w:lvl w:ilvl="7" w:tplc="04090003" w:tentative="1">
      <w:start w:val="1"/>
      <w:numFmt w:val="bullet"/>
      <w:lvlText w:val="o"/>
      <w:lvlJc w:val="left"/>
      <w:pPr>
        <w:ind w:left="6522" w:hanging="360"/>
      </w:pPr>
      <w:rPr>
        <w:rFonts w:ascii="Courier New" w:hAnsi="Courier New" w:cs="Courier New" w:hint="default"/>
      </w:rPr>
    </w:lvl>
    <w:lvl w:ilvl="8" w:tplc="04090005" w:tentative="1">
      <w:start w:val="1"/>
      <w:numFmt w:val="bullet"/>
      <w:lvlText w:val=""/>
      <w:lvlJc w:val="left"/>
      <w:pPr>
        <w:ind w:left="7242" w:hanging="360"/>
      </w:pPr>
      <w:rPr>
        <w:rFonts w:ascii="Wingdings" w:hAnsi="Wingdings" w:hint="default"/>
      </w:rPr>
    </w:lvl>
  </w:abstractNum>
  <w:abstractNum w:abstractNumId="19" w15:restartNumberingAfterBreak="0">
    <w:nsid w:val="09761AE1"/>
    <w:multiLevelType w:val="hybridMultilevel"/>
    <w:tmpl w:val="76FABEF8"/>
    <w:lvl w:ilvl="0" w:tplc="A440A208">
      <w:start w:val="601"/>
      <w:numFmt w:val="bullet"/>
      <w:lvlText w:val="-"/>
      <w:lvlJc w:val="left"/>
      <w:pPr>
        <w:ind w:left="460" w:hanging="360"/>
      </w:pPr>
      <w:rPr>
        <w:rFonts w:ascii="Arial" w:eastAsia="Times New Roma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20" w15:restartNumberingAfterBreak="0">
    <w:nsid w:val="0AA477F3"/>
    <w:multiLevelType w:val="multilevel"/>
    <w:tmpl w:val="CB2CE894"/>
    <w:lvl w:ilvl="0">
      <w:start w:val="4"/>
      <w:numFmt w:val="decimal"/>
      <w:lvlText w:val="%1"/>
      <w:lvlJc w:val="left"/>
      <w:pPr>
        <w:ind w:left="720" w:hanging="720"/>
      </w:pPr>
      <w:rPr>
        <w:rFonts w:hint="default"/>
      </w:rPr>
    </w:lvl>
    <w:lvl w:ilvl="1">
      <w:start w:val="4"/>
      <w:numFmt w:val="decimal"/>
      <w:lvlText w:val="%1.%2"/>
      <w:lvlJc w:val="left"/>
      <w:pPr>
        <w:ind w:left="1008" w:hanging="72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104" w:hanging="1800"/>
      </w:pPr>
      <w:rPr>
        <w:rFonts w:hint="default"/>
      </w:rPr>
    </w:lvl>
  </w:abstractNum>
  <w:abstractNum w:abstractNumId="21" w15:restartNumberingAfterBreak="0">
    <w:nsid w:val="0BB26CE2"/>
    <w:multiLevelType w:val="hybridMultilevel"/>
    <w:tmpl w:val="E56021BE"/>
    <w:lvl w:ilvl="0" w:tplc="041D0001">
      <w:start w:val="1"/>
      <w:numFmt w:val="bullet"/>
      <w:lvlText w:val=""/>
      <w:lvlJc w:val="left"/>
      <w:pPr>
        <w:ind w:left="1800" w:hanging="360"/>
      </w:pPr>
      <w:rPr>
        <w:rFonts w:ascii="Symbol" w:hAnsi="Symbol" w:hint="default"/>
      </w:rPr>
    </w:lvl>
    <w:lvl w:ilvl="1" w:tplc="041D0003" w:tentative="1">
      <w:start w:val="1"/>
      <w:numFmt w:val="bullet"/>
      <w:lvlText w:val="o"/>
      <w:lvlJc w:val="left"/>
      <w:pPr>
        <w:ind w:left="2520" w:hanging="360"/>
      </w:pPr>
      <w:rPr>
        <w:rFonts w:ascii="Courier New" w:hAnsi="Courier New" w:cs="Courier New" w:hint="default"/>
      </w:rPr>
    </w:lvl>
    <w:lvl w:ilvl="2" w:tplc="041D0005" w:tentative="1">
      <w:start w:val="1"/>
      <w:numFmt w:val="bullet"/>
      <w:lvlText w:val=""/>
      <w:lvlJc w:val="left"/>
      <w:pPr>
        <w:ind w:left="3240" w:hanging="360"/>
      </w:pPr>
      <w:rPr>
        <w:rFonts w:ascii="Wingdings" w:hAnsi="Wingdings" w:hint="default"/>
      </w:rPr>
    </w:lvl>
    <w:lvl w:ilvl="3" w:tplc="041D0001" w:tentative="1">
      <w:start w:val="1"/>
      <w:numFmt w:val="bullet"/>
      <w:lvlText w:val=""/>
      <w:lvlJc w:val="left"/>
      <w:pPr>
        <w:ind w:left="3960" w:hanging="360"/>
      </w:pPr>
      <w:rPr>
        <w:rFonts w:ascii="Symbol" w:hAnsi="Symbol" w:hint="default"/>
      </w:rPr>
    </w:lvl>
    <w:lvl w:ilvl="4" w:tplc="041D0003" w:tentative="1">
      <w:start w:val="1"/>
      <w:numFmt w:val="bullet"/>
      <w:lvlText w:val="o"/>
      <w:lvlJc w:val="left"/>
      <w:pPr>
        <w:ind w:left="4680" w:hanging="360"/>
      </w:pPr>
      <w:rPr>
        <w:rFonts w:ascii="Courier New" w:hAnsi="Courier New" w:cs="Courier New" w:hint="default"/>
      </w:rPr>
    </w:lvl>
    <w:lvl w:ilvl="5" w:tplc="041D0005" w:tentative="1">
      <w:start w:val="1"/>
      <w:numFmt w:val="bullet"/>
      <w:lvlText w:val=""/>
      <w:lvlJc w:val="left"/>
      <w:pPr>
        <w:ind w:left="5400" w:hanging="360"/>
      </w:pPr>
      <w:rPr>
        <w:rFonts w:ascii="Wingdings" w:hAnsi="Wingdings" w:hint="default"/>
      </w:rPr>
    </w:lvl>
    <w:lvl w:ilvl="6" w:tplc="041D0001" w:tentative="1">
      <w:start w:val="1"/>
      <w:numFmt w:val="bullet"/>
      <w:lvlText w:val=""/>
      <w:lvlJc w:val="left"/>
      <w:pPr>
        <w:ind w:left="6120" w:hanging="360"/>
      </w:pPr>
      <w:rPr>
        <w:rFonts w:ascii="Symbol" w:hAnsi="Symbol" w:hint="default"/>
      </w:rPr>
    </w:lvl>
    <w:lvl w:ilvl="7" w:tplc="041D0003" w:tentative="1">
      <w:start w:val="1"/>
      <w:numFmt w:val="bullet"/>
      <w:lvlText w:val="o"/>
      <w:lvlJc w:val="left"/>
      <w:pPr>
        <w:ind w:left="6840" w:hanging="360"/>
      </w:pPr>
      <w:rPr>
        <w:rFonts w:ascii="Courier New" w:hAnsi="Courier New" w:cs="Courier New" w:hint="default"/>
      </w:rPr>
    </w:lvl>
    <w:lvl w:ilvl="8" w:tplc="041D0005" w:tentative="1">
      <w:start w:val="1"/>
      <w:numFmt w:val="bullet"/>
      <w:lvlText w:val=""/>
      <w:lvlJc w:val="left"/>
      <w:pPr>
        <w:ind w:left="7560" w:hanging="360"/>
      </w:pPr>
      <w:rPr>
        <w:rFonts w:ascii="Wingdings" w:hAnsi="Wingdings" w:hint="default"/>
      </w:rPr>
    </w:lvl>
  </w:abstractNum>
  <w:abstractNum w:abstractNumId="22" w15:restartNumberingAfterBreak="0">
    <w:nsid w:val="0BC95EF7"/>
    <w:multiLevelType w:val="hybridMultilevel"/>
    <w:tmpl w:val="D910F2DA"/>
    <w:lvl w:ilvl="0" w:tplc="04090011">
      <w:start w:val="1"/>
      <w:numFmt w:val="decimal"/>
      <w:lvlText w:val="%1)"/>
      <w:lvlJc w:val="left"/>
      <w:pPr>
        <w:ind w:left="940" w:hanging="420"/>
      </w:pPr>
    </w:lvl>
    <w:lvl w:ilvl="1" w:tplc="04090019" w:tentative="1">
      <w:start w:val="1"/>
      <w:numFmt w:val="lowerLetter"/>
      <w:lvlText w:val="%2)"/>
      <w:lvlJc w:val="left"/>
      <w:pPr>
        <w:ind w:left="1360" w:hanging="420"/>
      </w:pPr>
    </w:lvl>
    <w:lvl w:ilvl="2" w:tplc="0409001B" w:tentative="1">
      <w:start w:val="1"/>
      <w:numFmt w:val="lowerRoman"/>
      <w:lvlText w:val="%3."/>
      <w:lvlJc w:val="right"/>
      <w:pPr>
        <w:ind w:left="1780" w:hanging="420"/>
      </w:pPr>
    </w:lvl>
    <w:lvl w:ilvl="3" w:tplc="0409000F" w:tentative="1">
      <w:start w:val="1"/>
      <w:numFmt w:val="decimal"/>
      <w:lvlText w:val="%4."/>
      <w:lvlJc w:val="left"/>
      <w:pPr>
        <w:ind w:left="2200" w:hanging="420"/>
      </w:pPr>
    </w:lvl>
    <w:lvl w:ilvl="4" w:tplc="04090019" w:tentative="1">
      <w:start w:val="1"/>
      <w:numFmt w:val="lowerLetter"/>
      <w:lvlText w:val="%5)"/>
      <w:lvlJc w:val="left"/>
      <w:pPr>
        <w:ind w:left="2620" w:hanging="420"/>
      </w:pPr>
    </w:lvl>
    <w:lvl w:ilvl="5" w:tplc="0409001B" w:tentative="1">
      <w:start w:val="1"/>
      <w:numFmt w:val="lowerRoman"/>
      <w:lvlText w:val="%6."/>
      <w:lvlJc w:val="right"/>
      <w:pPr>
        <w:ind w:left="3040" w:hanging="420"/>
      </w:pPr>
    </w:lvl>
    <w:lvl w:ilvl="6" w:tplc="0409000F" w:tentative="1">
      <w:start w:val="1"/>
      <w:numFmt w:val="decimal"/>
      <w:lvlText w:val="%7."/>
      <w:lvlJc w:val="left"/>
      <w:pPr>
        <w:ind w:left="3460" w:hanging="420"/>
      </w:pPr>
    </w:lvl>
    <w:lvl w:ilvl="7" w:tplc="04090019" w:tentative="1">
      <w:start w:val="1"/>
      <w:numFmt w:val="lowerLetter"/>
      <w:lvlText w:val="%8)"/>
      <w:lvlJc w:val="left"/>
      <w:pPr>
        <w:ind w:left="3880" w:hanging="420"/>
      </w:pPr>
    </w:lvl>
    <w:lvl w:ilvl="8" w:tplc="0409001B" w:tentative="1">
      <w:start w:val="1"/>
      <w:numFmt w:val="lowerRoman"/>
      <w:lvlText w:val="%9."/>
      <w:lvlJc w:val="right"/>
      <w:pPr>
        <w:ind w:left="4300" w:hanging="420"/>
      </w:pPr>
    </w:lvl>
  </w:abstractNum>
  <w:abstractNum w:abstractNumId="23" w15:restartNumberingAfterBreak="0">
    <w:nsid w:val="0BD22ADA"/>
    <w:multiLevelType w:val="hybridMultilevel"/>
    <w:tmpl w:val="69289C94"/>
    <w:lvl w:ilvl="0" w:tplc="83BC32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C4310E7"/>
    <w:multiLevelType w:val="hybridMultilevel"/>
    <w:tmpl w:val="3FFC0E7C"/>
    <w:lvl w:ilvl="0" w:tplc="E8D82E50">
      <w:start w:val="1"/>
      <w:numFmt w:val="bullet"/>
      <w:lvlText w:val=""/>
      <w:lvlJc w:val="left"/>
      <w:pPr>
        <w:tabs>
          <w:tab w:val="num" w:pos="720"/>
        </w:tabs>
        <w:ind w:left="720" w:hanging="360"/>
      </w:pPr>
      <w:rPr>
        <w:rFonts w:ascii="Wingdings" w:hAnsi="Wingdings" w:hint="default"/>
      </w:rPr>
    </w:lvl>
    <w:lvl w:ilvl="1" w:tplc="3938AD48">
      <w:start w:val="22"/>
      <w:numFmt w:val="bullet"/>
      <w:lvlText w:val=""/>
      <w:lvlJc w:val="left"/>
      <w:pPr>
        <w:tabs>
          <w:tab w:val="num" w:pos="1440"/>
        </w:tabs>
        <w:ind w:left="1440" w:hanging="360"/>
      </w:pPr>
      <w:rPr>
        <w:rFonts w:ascii="Wingdings" w:hAnsi="Wingdings" w:hint="default"/>
      </w:rPr>
    </w:lvl>
    <w:lvl w:ilvl="2" w:tplc="3774EE76">
      <w:start w:val="22"/>
      <w:numFmt w:val="bullet"/>
      <w:lvlText w:val=""/>
      <w:lvlJc w:val="left"/>
      <w:pPr>
        <w:tabs>
          <w:tab w:val="num" w:pos="2160"/>
        </w:tabs>
        <w:ind w:left="2160" w:hanging="360"/>
      </w:pPr>
      <w:rPr>
        <w:rFonts w:ascii="Wingdings" w:hAnsi="Wingdings" w:hint="default"/>
      </w:rPr>
    </w:lvl>
    <w:lvl w:ilvl="3" w:tplc="A68CF71E" w:tentative="1">
      <w:start w:val="1"/>
      <w:numFmt w:val="bullet"/>
      <w:lvlText w:val=""/>
      <w:lvlJc w:val="left"/>
      <w:pPr>
        <w:tabs>
          <w:tab w:val="num" w:pos="2880"/>
        </w:tabs>
        <w:ind w:left="2880" w:hanging="360"/>
      </w:pPr>
      <w:rPr>
        <w:rFonts w:ascii="Wingdings" w:hAnsi="Wingdings" w:hint="default"/>
      </w:rPr>
    </w:lvl>
    <w:lvl w:ilvl="4" w:tplc="C6CCF796" w:tentative="1">
      <w:start w:val="1"/>
      <w:numFmt w:val="bullet"/>
      <w:lvlText w:val=""/>
      <w:lvlJc w:val="left"/>
      <w:pPr>
        <w:tabs>
          <w:tab w:val="num" w:pos="3600"/>
        </w:tabs>
        <w:ind w:left="3600" w:hanging="360"/>
      </w:pPr>
      <w:rPr>
        <w:rFonts w:ascii="Wingdings" w:hAnsi="Wingdings" w:hint="default"/>
      </w:rPr>
    </w:lvl>
    <w:lvl w:ilvl="5" w:tplc="01F0B876" w:tentative="1">
      <w:start w:val="1"/>
      <w:numFmt w:val="bullet"/>
      <w:lvlText w:val=""/>
      <w:lvlJc w:val="left"/>
      <w:pPr>
        <w:tabs>
          <w:tab w:val="num" w:pos="4320"/>
        </w:tabs>
        <w:ind w:left="4320" w:hanging="360"/>
      </w:pPr>
      <w:rPr>
        <w:rFonts w:ascii="Wingdings" w:hAnsi="Wingdings" w:hint="default"/>
      </w:rPr>
    </w:lvl>
    <w:lvl w:ilvl="6" w:tplc="3B3AADA4" w:tentative="1">
      <w:start w:val="1"/>
      <w:numFmt w:val="bullet"/>
      <w:lvlText w:val=""/>
      <w:lvlJc w:val="left"/>
      <w:pPr>
        <w:tabs>
          <w:tab w:val="num" w:pos="5040"/>
        </w:tabs>
        <w:ind w:left="5040" w:hanging="360"/>
      </w:pPr>
      <w:rPr>
        <w:rFonts w:ascii="Wingdings" w:hAnsi="Wingdings" w:hint="default"/>
      </w:rPr>
    </w:lvl>
    <w:lvl w:ilvl="7" w:tplc="161C84C6" w:tentative="1">
      <w:start w:val="1"/>
      <w:numFmt w:val="bullet"/>
      <w:lvlText w:val=""/>
      <w:lvlJc w:val="left"/>
      <w:pPr>
        <w:tabs>
          <w:tab w:val="num" w:pos="5760"/>
        </w:tabs>
        <w:ind w:left="5760" w:hanging="360"/>
      </w:pPr>
      <w:rPr>
        <w:rFonts w:ascii="Wingdings" w:hAnsi="Wingdings" w:hint="default"/>
      </w:rPr>
    </w:lvl>
    <w:lvl w:ilvl="8" w:tplc="2A1A9BC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D5F1BC3"/>
    <w:multiLevelType w:val="hybridMultilevel"/>
    <w:tmpl w:val="0DA8270C"/>
    <w:lvl w:ilvl="0" w:tplc="06E61B98">
      <w:start w:val="8"/>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15:restartNumberingAfterBreak="0">
    <w:nsid w:val="0D6161E4"/>
    <w:multiLevelType w:val="hybridMultilevel"/>
    <w:tmpl w:val="3580BD02"/>
    <w:lvl w:ilvl="0" w:tplc="938AB392">
      <w:start w:val="4"/>
      <w:numFmt w:val="bullet"/>
      <w:lvlText w:val="-"/>
      <w:lvlJc w:val="left"/>
      <w:pPr>
        <w:ind w:left="680" w:hanging="480"/>
      </w:pPr>
      <w:rPr>
        <w:rFonts w:ascii="Times New Roman" w:eastAsia="SimSun" w:hAnsi="Times New Roman" w:cs="Times New Roman" w:hint="default"/>
      </w:rPr>
    </w:lvl>
    <w:lvl w:ilvl="1" w:tplc="04090003" w:tentative="1">
      <w:start w:val="1"/>
      <w:numFmt w:val="bullet"/>
      <w:lvlText w:val=""/>
      <w:lvlJc w:val="left"/>
      <w:pPr>
        <w:ind w:left="1160" w:hanging="480"/>
      </w:pPr>
      <w:rPr>
        <w:rFonts w:ascii="Wingdings" w:hAnsi="Wingdings" w:hint="default"/>
      </w:rPr>
    </w:lvl>
    <w:lvl w:ilvl="2" w:tplc="04090005" w:tentative="1">
      <w:start w:val="1"/>
      <w:numFmt w:val="bullet"/>
      <w:lvlText w:val=""/>
      <w:lvlJc w:val="left"/>
      <w:pPr>
        <w:ind w:left="1640" w:hanging="480"/>
      </w:pPr>
      <w:rPr>
        <w:rFonts w:ascii="Wingdings" w:hAnsi="Wingdings" w:hint="default"/>
      </w:rPr>
    </w:lvl>
    <w:lvl w:ilvl="3" w:tplc="04090001" w:tentative="1">
      <w:start w:val="1"/>
      <w:numFmt w:val="bullet"/>
      <w:lvlText w:val=""/>
      <w:lvlJc w:val="left"/>
      <w:pPr>
        <w:ind w:left="2120" w:hanging="480"/>
      </w:pPr>
      <w:rPr>
        <w:rFonts w:ascii="Wingdings" w:hAnsi="Wingdings" w:hint="default"/>
      </w:rPr>
    </w:lvl>
    <w:lvl w:ilvl="4" w:tplc="04090003" w:tentative="1">
      <w:start w:val="1"/>
      <w:numFmt w:val="bullet"/>
      <w:lvlText w:val=""/>
      <w:lvlJc w:val="left"/>
      <w:pPr>
        <w:ind w:left="2600" w:hanging="480"/>
      </w:pPr>
      <w:rPr>
        <w:rFonts w:ascii="Wingdings" w:hAnsi="Wingdings" w:hint="default"/>
      </w:rPr>
    </w:lvl>
    <w:lvl w:ilvl="5" w:tplc="04090005" w:tentative="1">
      <w:start w:val="1"/>
      <w:numFmt w:val="bullet"/>
      <w:lvlText w:val=""/>
      <w:lvlJc w:val="left"/>
      <w:pPr>
        <w:ind w:left="3080" w:hanging="480"/>
      </w:pPr>
      <w:rPr>
        <w:rFonts w:ascii="Wingdings" w:hAnsi="Wingdings" w:hint="default"/>
      </w:rPr>
    </w:lvl>
    <w:lvl w:ilvl="6" w:tplc="04090001" w:tentative="1">
      <w:start w:val="1"/>
      <w:numFmt w:val="bullet"/>
      <w:lvlText w:val=""/>
      <w:lvlJc w:val="left"/>
      <w:pPr>
        <w:ind w:left="3560" w:hanging="480"/>
      </w:pPr>
      <w:rPr>
        <w:rFonts w:ascii="Wingdings" w:hAnsi="Wingdings" w:hint="default"/>
      </w:rPr>
    </w:lvl>
    <w:lvl w:ilvl="7" w:tplc="04090003" w:tentative="1">
      <w:start w:val="1"/>
      <w:numFmt w:val="bullet"/>
      <w:lvlText w:val=""/>
      <w:lvlJc w:val="left"/>
      <w:pPr>
        <w:ind w:left="4040" w:hanging="480"/>
      </w:pPr>
      <w:rPr>
        <w:rFonts w:ascii="Wingdings" w:hAnsi="Wingdings" w:hint="default"/>
      </w:rPr>
    </w:lvl>
    <w:lvl w:ilvl="8" w:tplc="04090005" w:tentative="1">
      <w:start w:val="1"/>
      <w:numFmt w:val="bullet"/>
      <w:lvlText w:val=""/>
      <w:lvlJc w:val="left"/>
      <w:pPr>
        <w:ind w:left="4520" w:hanging="480"/>
      </w:pPr>
      <w:rPr>
        <w:rFonts w:ascii="Wingdings" w:hAnsi="Wingdings" w:hint="default"/>
      </w:rPr>
    </w:lvl>
  </w:abstractNum>
  <w:abstractNum w:abstractNumId="27" w15:restartNumberingAfterBreak="0">
    <w:nsid w:val="0D813C0A"/>
    <w:multiLevelType w:val="hybridMultilevel"/>
    <w:tmpl w:val="C1DA7E3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DAA5712"/>
    <w:multiLevelType w:val="hybridMultilevel"/>
    <w:tmpl w:val="4CD028CA"/>
    <w:lvl w:ilvl="0" w:tplc="6E72A67C">
      <w:start w:val="240"/>
      <w:numFmt w:val="bullet"/>
      <w:lvlText w:val="-"/>
      <w:lvlJc w:val="left"/>
      <w:pPr>
        <w:ind w:left="720" w:hanging="360"/>
      </w:pPr>
      <w:rPr>
        <w:rFonts w:ascii="Calibri" w:eastAsia="MS Mincho" w:hAnsi="Calibri" w:cs="Calibri"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9" w15:restartNumberingAfterBreak="0">
    <w:nsid w:val="0E0C2780"/>
    <w:multiLevelType w:val="hybridMultilevel"/>
    <w:tmpl w:val="A066FF5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0" w15:restartNumberingAfterBreak="0">
    <w:nsid w:val="0E382975"/>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0F351AA6"/>
    <w:multiLevelType w:val="hybridMultilevel"/>
    <w:tmpl w:val="A364E320"/>
    <w:lvl w:ilvl="0" w:tplc="FFFFFFFF">
      <w:start w:val="1"/>
      <w:numFmt w:val="bullet"/>
      <w:lvlText w:val=""/>
      <w:lvlJc w:val="left"/>
      <w:pPr>
        <w:ind w:left="520" w:hanging="420"/>
      </w:pPr>
      <w:rPr>
        <w:rFonts w:ascii="Symbol" w:hAnsi="Symbol" w:hint="default"/>
      </w:rPr>
    </w:lvl>
    <w:lvl w:ilvl="1" w:tplc="04090003">
      <w:start w:val="1"/>
      <w:numFmt w:val="bullet"/>
      <w:lvlText w:val=""/>
      <w:lvlJc w:val="left"/>
      <w:pPr>
        <w:ind w:left="940" w:hanging="420"/>
      </w:pPr>
      <w:rPr>
        <w:rFonts w:ascii="Wingdings" w:hAnsi="Wingdings" w:hint="default"/>
      </w:rPr>
    </w:lvl>
    <w:lvl w:ilvl="2" w:tplc="04090005">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32" w15:restartNumberingAfterBreak="0">
    <w:nsid w:val="102341B2"/>
    <w:multiLevelType w:val="hybridMultilevel"/>
    <w:tmpl w:val="25B2A760"/>
    <w:lvl w:ilvl="0" w:tplc="04090011">
      <w:start w:val="1"/>
      <w:numFmt w:val="decimal"/>
      <w:lvlText w:val="%1)"/>
      <w:lvlJc w:val="left"/>
      <w:pPr>
        <w:ind w:left="520" w:hanging="420"/>
      </w:p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33" w15:restartNumberingAfterBreak="0">
    <w:nsid w:val="10606795"/>
    <w:multiLevelType w:val="hybridMultilevel"/>
    <w:tmpl w:val="2B0E0976"/>
    <w:lvl w:ilvl="0" w:tplc="39E6B6A2">
      <w:start w:val="3"/>
      <w:numFmt w:val="bullet"/>
      <w:lvlText w:val="•"/>
      <w:lvlJc w:val="left"/>
      <w:pPr>
        <w:ind w:left="360" w:hanging="360"/>
      </w:pPr>
      <w:rPr>
        <w:rFonts w:ascii="SimSun" w:eastAsia="SimSun" w:hAnsi="SimSun"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06D4E2E"/>
    <w:multiLevelType w:val="hybridMultilevel"/>
    <w:tmpl w:val="05F4CFCC"/>
    <w:lvl w:ilvl="0" w:tplc="B7DE52EA">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0B10CFA"/>
    <w:multiLevelType w:val="hybridMultilevel"/>
    <w:tmpl w:val="0DC21312"/>
    <w:lvl w:ilvl="0" w:tplc="FE8CDDF8">
      <w:start w:val="6"/>
      <w:numFmt w:val="bullet"/>
      <w:lvlText w:val="-"/>
      <w:lvlJc w:val="left"/>
      <w:pPr>
        <w:ind w:left="360" w:hanging="360"/>
      </w:pPr>
      <w:rPr>
        <w:rFonts w:ascii="Arial" w:eastAsia="Times New Roma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10CD37B1"/>
    <w:multiLevelType w:val="hybridMultilevel"/>
    <w:tmpl w:val="864A2576"/>
    <w:lvl w:ilvl="0" w:tplc="FFFFFFFF">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1370E77"/>
    <w:multiLevelType w:val="hybridMultilevel"/>
    <w:tmpl w:val="BA34D9AA"/>
    <w:lvl w:ilvl="0" w:tplc="83BC3206">
      <w:start w:val="1"/>
      <w:numFmt w:val="bullet"/>
      <w:lvlText w:val="-"/>
      <w:lvlJc w:val="left"/>
      <w:pPr>
        <w:ind w:left="987" w:hanging="420"/>
      </w:pPr>
      <w:rPr>
        <w:rFonts w:ascii="Times New Roman" w:eastAsia="Times New Roman" w:hAnsi="Times New Roman" w:cs="Times New Roman"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38" w15:restartNumberingAfterBreak="0">
    <w:nsid w:val="115F0C1A"/>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118014DE"/>
    <w:multiLevelType w:val="hybridMultilevel"/>
    <w:tmpl w:val="A41EAEEE"/>
    <w:lvl w:ilvl="0" w:tplc="B7E212E2">
      <w:numFmt w:val="bullet"/>
      <w:lvlText w:val=""/>
      <w:lvlJc w:val="left"/>
      <w:pPr>
        <w:ind w:left="460" w:hanging="360"/>
      </w:pPr>
      <w:rPr>
        <w:rFonts w:ascii="Symbol" w:eastAsia="Times New Roman" w:hAnsi="Symbol" w:cs="Times New Roman" w:hint="default"/>
      </w:rPr>
    </w:lvl>
    <w:lvl w:ilvl="1" w:tplc="041D0003" w:tentative="1">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abstractNum w:abstractNumId="41" w15:restartNumberingAfterBreak="0">
    <w:nsid w:val="11841D4D"/>
    <w:multiLevelType w:val="hybridMultilevel"/>
    <w:tmpl w:val="80328B74"/>
    <w:lvl w:ilvl="0" w:tplc="04090011">
      <w:start w:val="1"/>
      <w:numFmt w:val="decimal"/>
      <w:lvlText w:val="%1)"/>
      <w:lvlJc w:val="left"/>
      <w:pPr>
        <w:ind w:left="940" w:hanging="420"/>
      </w:pPr>
    </w:lvl>
    <w:lvl w:ilvl="1" w:tplc="04090019" w:tentative="1">
      <w:start w:val="1"/>
      <w:numFmt w:val="lowerLetter"/>
      <w:lvlText w:val="%2)"/>
      <w:lvlJc w:val="left"/>
      <w:pPr>
        <w:ind w:left="1360" w:hanging="420"/>
      </w:pPr>
    </w:lvl>
    <w:lvl w:ilvl="2" w:tplc="0409001B" w:tentative="1">
      <w:start w:val="1"/>
      <w:numFmt w:val="lowerRoman"/>
      <w:lvlText w:val="%3."/>
      <w:lvlJc w:val="right"/>
      <w:pPr>
        <w:ind w:left="1780" w:hanging="420"/>
      </w:pPr>
    </w:lvl>
    <w:lvl w:ilvl="3" w:tplc="0409000F" w:tentative="1">
      <w:start w:val="1"/>
      <w:numFmt w:val="decimal"/>
      <w:lvlText w:val="%4."/>
      <w:lvlJc w:val="left"/>
      <w:pPr>
        <w:ind w:left="2200" w:hanging="420"/>
      </w:pPr>
    </w:lvl>
    <w:lvl w:ilvl="4" w:tplc="04090019" w:tentative="1">
      <w:start w:val="1"/>
      <w:numFmt w:val="lowerLetter"/>
      <w:lvlText w:val="%5)"/>
      <w:lvlJc w:val="left"/>
      <w:pPr>
        <w:ind w:left="2620" w:hanging="420"/>
      </w:pPr>
    </w:lvl>
    <w:lvl w:ilvl="5" w:tplc="0409001B" w:tentative="1">
      <w:start w:val="1"/>
      <w:numFmt w:val="lowerRoman"/>
      <w:lvlText w:val="%6."/>
      <w:lvlJc w:val="right"/>
      <w:pPr>
        <w:ind w:left="3040" w:hanging="420"/>
      </w:pPr>
    </w:lvl>
    <w:lvl w:ilvl="6" w:tplc="0409000F" w:tentative="1">
      <w:start w:val="1"/>
      <w:numFmt w:val="decimal"/>
      <w:lvlText w:val="%7."/>
      <w:lvlJc w:val="left"/>
      <w:pPr>
        <w:ind w:left="3460" w:hanging="420"/>
      </w:pPr>
    </w:lvl>
    <w:lvl w:ilvl="7" w:tplc="04090019" w:tentative="1">
      <w:start w:val="1"/>
      <w:numFmt w:val="lowerLetter"/>
      <w:lvlText w:val="%8)"/>
      <w:lvlJc w:val="left"/>
      <w:pPr>
        <w:ind w:left="3880" w:hanging="420"/>
      </w:pPr>
    </w:lvl>
    <w:lvl w:ilvl="8" w:tplc="0409001B" w:tentative="1">
      <w:start w:val="1"/>
      <w:numFmt w:val="lowerRoman"/>
      <w:lvlText w:val="%9."/>
      <w:lvlJc w:val="right"/>
      <w:pPr>
        <w:ind w:left="4300" w:hanging="420"/>
      </w:pPr>
    </w:lvl>
  </w:abstractNum>
  <w:abstractNum w:abstractNumId="42" w15:restartNumberingAfterBreak="0">
    <w:nsid w:val="119F3587"/>
    <w:multiLevelType w:val="hybridMultilevel"/>
    <w:tmpl w:val="91CA76BC"/>
    <w:lvl w:ilvl="0" w:tplc="E254449A">
      <w:start w:val="15"/>
      <w:numFmt w:val="bullet"/>
      <w:lvlText w:val="-"/>
      <w:lvlJc w:val="left"/>
      <w:pPr>
        <w:ind w:left="1571" w:hanging="360"/>
      </w:pPr>
      <w:rPr>
        <w:rFonts w:ascii="Arial" w:eastAsiaTheme="minorEastAsia" w:hAnsi="Arial" w:cs="Arial" w:hint="default"/>
      </w:rPr>
    </w:lvl>
    <w:lvl w:ilvl="1" w:tplc="40090003" w:tentative="1">
      <w:start w:val="1"/>
      <w:numFmt w:val="bullet"/>
      <w:lvlText w:val="o"/>
      <w:lvlJc w:val="left"/>
      <w:pPr>
        <w:ind w:left="2291" w:hanging="360"/>
      </w:pPr>
      <w:rPr>
        <w:rFonts w:ascii="Courier New" w:hAnsi="Courier New" w:cs="Courier New" w:hint="default"/>
      </w:rPr>
    </w:lvl>
    <w:lvl w:ilvl="2" w:tplc="40090005" w:tentative="1">
      <w:start w:val="1"/>
      <w:numFmt w:val="bullet"/>
      <w:lvlText w:val=""/>
      <w:lvlJc w:val="left"/>
      <w:pPr>
        <w:ind w:left="3011" w:hanging="360"/>
      </w:pPr>
      <w:rPr>
        <w:rFonts w:ascii="Wingdings" w:hAnsi="Wingdings" w:hint="default"/>
      </w:rPr>
    </w:lvl>
    <w:lvl w:ilvl="3" w:tplc="40090001" w:tentative="1">
      <w:start w:val="1"/>
      <w:numFmt w:val="bullet"/>
      <w:lvlText w:val=""/>
      <w:lvlJc w:val="left"/>
      <w:pPr>
        <w:ind w:left="3731" w:hanging="360"/>
      </w:pPr>
      <w:rPr>
        <w:rFonts w:ascii="Symbol" w:hAnsi="Symbol" w:hint="default"/>
      </w:rPr>
    </w:lvl>
    <w:lvl w:ilvl="4" w:tplc="40090003" w:tentative="1">
      <w:start w:val="1"/>
      <w:numFmt w:val="bullet"/>
      <w:lvlText w:val="o"/>
      <w:lvlJc w:val="left"/>
      <w:pPr>
        <w:ind w:left="4451" w:hanging="360"/>
      </w:pPr>
      <w:rPr>
        <w:rFonts w:ascii="Courier New" w:hAnsi="Courier New" w:cs="Courier New" w:hint="default"/>
      </w:rPr>
    </w:lvl>
    <w:lvl w:ilvl="5" w:tplc="40090005" w:tentative="1">
      <w:start w:val="1"/>
      <w:numFmt w:val="bullet"/>
      <w:lvlText w:val=""/>
      <w:lvlJc w:val="left"/>
      <w:pPr>
        <w:ind w:left="5171" w:hanging="360"/>
      </w:pPr>
      <w:rPr>
        <w:rFonts w:ascii="Wingdings" w:hAnsi="Wingdings" w:hint="default"/>
      </w:rPr>
    </w:lvl>
    <w:lvl w:ilvl="6" w:tplc="40090001" w:tentative="1">
      <w:start w:val="1"/>
      <w:numFmt w:val="bullet"/>
      <w:lvlText w:val=""/>
      <w:lvlJc w:val="left"/>
      <w:pPr>
        <w:ind w:left="5891" w:hanging="360"/>
      </w:pPr>
      <w:rPr>
        <w:rFonts w:ascii="Symbol" w:hAnsi="Symbol" w:hint="default"/>
      </w:rPr>
    </w:lvl>
    <w:lvl w:ilvl="7" w:tplc="40090003" w:tentative="1">
      <w:start w:val="1"/>
      <w:numFmt w:val="bullet"/>
      <w:lvlText w:val="o"/>
      <w:lvlJc w:val="left"/>
      <w:pPr>
        <w:ind w:left="6611" w:hanging="360"/>
      </w:pPr>
      <w:rPr>
        <w:rFonts w:ascii="Courier New" w:hAnsi="Courier New" w:cs="Courier New" w:hint="default"/>
      </w:rPr>
    </w:lvl>
    <w:lvl w:ilvl="8" w:tplc="40090005" w:tentative="1">
      <w:start w:val="1"/>
      <w:numFmt w:val="bullet"/>
      <w:lvlText w:val=""/>
      <w:lvlJc w:val="left"/>
      <w:pPr>
        <w:ind w:left="7331" w:hanging="360"/>
      </w:pPr>
      <w:rPr>
        <w:rFonts w:ascii="Wingdings" w:hAnsi="Wingdings" w:hint="default"/>
      </w:rPr>
    </w:lvl>
  </w:abstractNum>
  <w:abstractNum w:abstractNumId="43" w15:restartNumberingAfterBreak="0">
    <w:nsid w:val="120153EA"/>
    <w:multiLevelType w:val="hybridMultilevel"/>
    <w:tmpl w:val="855C968C"/>
    <w:lvl w:ilvl="0" w:tplc="D0A85350">
      <w:start w:val="2017"/>
      <w:numFmt w:val="bullet"/>
      <w:lvlText w:val="-"/>
      <w:lvlJc w:val="left"/>
      <w:pPr>
        <w:ind w:left="460" w:hanging="360"/>
      </w:pPr>
      <w:rPr>
        <w:rFonts w:ascii="Arial" w:eastAsia="SimSu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44" w15:restartNumberingAfterBreak="0">
    <w:nsid w:val="122672B0"/>
    <w:multiLevelType w:val="hybridMultilevel"/>
    <w:tmpl w:val="70B4241C"/>
    <w:lvl w:ilvl="0" w:tplc="83BC320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5" w15:restartNumberingAfterBreak="0">
    <w:nsid w:val="128F2F08"/>
    <w:multiLevelType w:val="hybridMultilevel"/>
    <w:tmpl w:val="9FD4F914"/>
    <w:lvl w:ilvl="0" w:tplc="45ECD44A">
      <w:start w:val="1"/>
      <w:numFmt w:val="decimal"/>
      <w:lvlText w:val="%1)"/>
      <w:lvlJc w:val="left"/>
      <w:pPr>
        <w:ind w:left="924" w:hanging="504"/>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6" w15:restartNumberingAfterBreak="0">
    <w:nsid w:val="12EC1ADC"/>
    <w:multiLevelType w:val="hybridMultilevel"/>
    <w:tmpl w:val="35964D6A"/>
    <w:lvl w:ilvl="0" w:tplc="04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1478037A"/>
    <w:multiLevelType w:val="hybridMultilevel"/>
    <w:tmpl w:val="55AE7566"/>
    <w:lvl w:ilvl="0" w:tplc="5D74BF4C">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48" w15:restartNumberingAfterBreak="0">
    <w:nsid w:val="148556DA"/>
    <w:multiLevelType w:val="hybridMultilevel"/>
    <w:tmpl w:val="5C80F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14FE76D3"/>
    <w:multiLevelType w:val="hybridMultilevel"/>
    <w:tmpl w:val="B9EABC3E"/>
    <w:lvl w:ilvl="0" w:tplc="0FB02864">
      <w:start w:val="1"/>
      <w:numFmt w:val="bullet"/>
      <w:lvlText w:val="−"/>
      <w:lvlJc w:val="left"/>
      <w:pPr>
        <w:tabs>
          <w:tab w:val="num" w:pos="720"/>
        </w:tabs>
        <w:ind w:left="720" w:hanging="360"/>
      </w:pPr>
      <w:rPr>
        <w:rFonts w:ascii="Intel Clear" w:hAnsi="Intel Clear" w:hint="default"/>
      </w:rPr>
    </w:lvl>
    <w:lvl w:ilvl="1" w:tplc="E7982F7C">
      <w:start w:val="1"/>
      <w:numFmt w:val="bullet"/>
      <w:lvlText w:val="−"/>
      <w:lvlJc w:val="left"/>
      <w:pPr>
        <w:tabs>
          <w:tab w:val="num" w:pos="1440"/>
        </w:tabs>
        <w:ind w:left="1440" w:hanging="360"/>
      </w:pPr>
      <w:rPr>
        <w:rFonts w:ascii="Intel Clear" w:hAnsi="Intel Clear" w:hint="default"/>
      </w:rPr>
    </w:lvl>
    <w:lvl w:ilvl="2" w:tplc="FD72999A">
      <w:start w:val="1"/>
      <w:numFmt w:val="bullet"/>
      <w:lvlText w:val="−"/>
      <w:lvlJc w:val="left"/>
      <w:pPr>
        <w:tabs>
          <w:tab w:val="num" w:pos="2160"/>
        </w:tabs>
        <w:ind w:left="2160" w:hanging="360"/>
      </w:pPr>
      <w:rPr>
        <w:rFonts w:ascii="Intel Clear" w:hAnsi="Intel Clear" w:hint="default"/>
      </w:rPr>
    </w:lvl>
    <w:lvl w:ilvl="3" w:tplc="2BE2F4E8">
      <w:start w:val="1"/>
      <w:numFmt w:val="bullet"/>
      <w:lvlText w:val="−"/>
      <w:lvlJc w:val="left"/>
      <w:pPr>
        <w:tabs>
          <w:tab w:val="num" w:pos="2880"/>
        </w:tabs>
        <w:ind w:left="2880" w:hanging="360"/>
      </w:pPr>
      <w:rPr>
        <w:rFonts w:ascii="Intel Clear" w:hAnsi="Intel Clear" w:hint="default"/>
      </w:rPr>
    </w:lvl>
    <w:lvl w:ilvl="4" w:tplc="0F3839DC" w:tentative="1">
      <w:start w:val="1"/>
      <w:numFmt w:val="bullet"/>
      <w:lvlText w:val="−"/>
      <w:lvlJc w:val="left"/>
      <w:pPr>
        <w:tabs>
          <w:tab w:val="num" w:pos="3600"/>
        </w:tabs>
        <w:ind w:left="3600" w:hanging="360"/>
      </w:pPr>
      <w:rPr>
        <w:rFonts w:ascii="Intel Clear" w:hAnsi="Intel Clear" w:hint="default"/>
      </w:rPr>
    </w:lvl>
    <w:lvl w:ilvl="5" w:tplc="FB14DA60" w:tentative="1">
      <w:start w:val="1"/>
      <w:numFmt w:val="bullet"/>
      <w:lvlText w:val="−"/>
      <w:lvlJc w:val="left"/>
      <w:pPr>
        <w:tabs>
          <w:tab w:val="num" w:pos="4320"/>
        </w:tabs>
        <w:ind w:left="4320" w:hanging="360"/>
      </w:pPr>
      <w:rPr>
        <w:rFonts w:ascii="Intel Clear" w:hAnsi="Intel Clear" w:hint="default"/>
      </w:rPr>
    </w:lvl>
    <w:lvl w:ilvl="6" w:tplc="17346E56" w:tentative="1">
      <w:start w:val="1"/>
      <w:numFmt w:val="bullet"/>
      <w:lvlText w:val="−"/>
      <w:lvlJc w:val="left"/>
      <w:pPr>
        <w:tabs>
          <w:tab w:val="num" w:pos="5040"/>
        </w:tabs>
        <w:ind w:left="5040" w:hanging="360"/>
      </w:pPr>
      <w:rPr>
        <w:rFonts w:ascii="Intel Clear" w:hAnsi="Intel Clear" w:hint="default"/>
      </w:rPr>
    </w:lvl>
    <w:lvl w:ilvl="7" w:tplc="424CACFE" w:tentative="1">
      <w:start w:val="1"/>
      <w:numFmt w:val="bullet"/>
      <w:lvlText w:val="−"/>
      <w:lvlJc w:val="left"/>
      <w:pPr>
        <w:tabs>
          <w:tab w:val="num" w:pos="5760"/>
        </w:tabs>
        <w:ind w:left="5760" w:hanging="360"/>
      </w:pPr>
      <w:rPr>
        <w:rFonts w:ascii="Intel Clear" w:hAnsi="Intel Clear" w:hint="default"/>
      </w:rPr>
    </w:lvl>
    <w:lvl w:ilvl="8" w:tplc="208E3E2A" w:tentative="1">
      <w:start w:val="1"/>
      <w:numFmt w:val="bullet"/>
      <w:lvlText w:val="−"/>
      <w:lvlJc w:val="left"/>
      <w:pPr>
        <w:tabs>
          <w:tab w:val="num" w:pos="6480"/>
        </w:tabs>
        <w:ind w:left="6480" w:hanging="360"/>
      </w:pPr>
      <w:rPr>
        <w:rFonts w:ascii="Intel Clear" w:hAnsi="Intel Clear" w:hint="default"/>
      </w:rPr>
    </w:lvl>
  </w:abstractNum>
  <w:abstractNum w:abstractNumId="50" w15:restartNumberingAfterBreak="0">
    <w:nsid w:val="151A44A2"/>
    <w:multiLevelType w:val="hybridMultilevel"/>
    <w:tmpl w:val="57000122"/>
    <w:lvl w:ilvl="0" w:tplc="2B9EBA86">
      <w:start w:val="8"/>
      <w:numFmt w:val="bullet"/>
      <w:lvlText w:val="-"/>
      <w:lvlJc w:val="left"/>
      <w:pPr>
        <w:ind w:left="460" w:hanging="360"/>
      </w:pPr>
      <w:rPr>
        <w:rFonts w:ascii="Arial" w:eastAsiaTheme="minorEastAsia"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51" w15:restartNumberingAfterBreak="0">
    <w:nsid w:val="15D66434"/>
    <w:multiLevelType w:val="hybridMultilevel"/>
    <w:tmpl w:val="D53CF5C2"/>
    <w:lvl w:ilvl="0" w:tplc="D424FD98">
      <w:start w:val="1"/>
      <w:numFmt w:val="bullet"/>
      <w:lvlText w:val="–"/>
      <w:lvlJc w:val="left"/>
      <w:pPr>
        <w:tabs>
          <w:tab w:val="num" w:pos="720"/>
        </w:tabs>
        <w:ind w:left="720" w:hanging="360"/>
      </w:pPr>
      <w:rPr>
        <w:rFonts w:ascii="Arial" w:hAnsi="Arial" w:hint="default"/>
      </w:rPr>
    </w:lvl>
    <w:lvl w:ilvl="1" w:tplc="7EB2E4BA">
      <w:start w:val="1"/>
      <w:numFmt w:val="bullet"/>
      <w:lvlText w:val="–"/>
      <w:lvlJc w:val="left"/>
      <w:pPr>
        <w:tabs>
          <w:tab w:val="num" w:pos="1440"/>
        </w:tabs>
        <w:ind w:left="1440" w:hanging="360"/>
      </w:pPr>
      <w:rPr>
        <w:rFonts w:ascii="Arial" w:hAnsi="Arial" w:hint="default"/>
      </w:rPr>
    </w:lvl>
    <w:lvl w:ilvl="2" w:tplc="4F6A301C" w:tentative="1">
      <w:start w:val="1"/>
      <w:numFmt w:val="bullet"/>
      <w:lvlText w:val="–"/>
      <w:lvlJc w:val="left"/>
      <w:pPr>
        <w:tabs>
          <w:tab w:val="num" w:pos="2160"/>
        </w:tabs>
        <w:ind w:left="2160" w:hanging="360"/>
      </w:pPr>
      <w:rPr>
        <w:rFonts w:ascii="Arial" w:hAnsi="Arial" w:hint="default"/>
      </w:rPr>
    </w:lvl>
    <w:lvl w:ilvl="3" w:tplc="F266CE84" w:tentative="1">
      <w:start w:val="1"/>
      <w:numFmt w:val="bullet"/>
      <w:lvlText w:val="–"/>
      <w:lvlJc w:val="left"/>
      <w:pPr>
        <w:tabs>
          <w:tab w:val="num" w:pos="2880"/>
        </w:tabs>
        <w:ind w:left="2880" w:hanging="360"/>
      </w:pPr>
      <w:rPr>
        <w:rFonts w:ascii="Arial" w:hAnsi="Arial" w:hint="default"/>
      </w:rPr>
    </w:lvl>
    <w:lvl w:ilvl="4" w:tplc="58B8FF80" w:tentative="1">
      <w:start w:val="1"/>
      <w:numFmt w:val="bullet"/>
      <w:lvlText w:val="–"/>
      <w:lvlJc w:val="left"/>
      <w:pPr>
        <w:tabs>
          <w:tab w:val="num" w:pos="3600"/>
        </w:tabs>
        <w:ind w:left="3600" w:hanging="360"/>
      </w:pPr>
      <w:rPr>
        <w:rFonts w:ascii="Arial" w:hAnsi="Arial" w:hint="default"/>
      </w:rPr>
    </w:lvl>
    <w:lvl w:ilvl="5" w:tplc="93EC3730" w:tentative="1">
      <w:start w:val="1"/>
      <w:numFmt w:val="bullet"/>
      <w:lvlText w:val="–"/>
      <w:lvlJc w:val="left"/>
      <w:pPr>
        <w:tabs>
          <w:tab w:val="num" w:pos="4320"/>
        </w:tabs>
        <w:ind w:left="4320" w:hanging="360"/>
      </w:pPr>
      <w:rPr>
        <w:rFonts w:ascii="Arial" w:hAnsi="Arial" w:hint="default"/>
      </w:rPr>
    </w:lvl>
    <w:lvl w:ilvl="6" w:tplc="BB08BC5E" w:tentative="1">
      <w:start w:val="1"/>
      <w:numFmt w:val="bullet"/>
      <w:lvlText w:val="–"/>
      <w:lvlJc w:val="left"/>
      <w:pPr>
        <w:tabs>
          <w:tab w:val="num" w:pos="5040"/>
        </w:tabs>
        <w:ind w:left="5040" w:hanging="360"/>
      </w:pPr>
      <w:rPr>
        <w:rFonts w:ascii="Arial" w:hAnsi="Arial" w:hint="default"/>
      </w:rPr>
    </w:lvl>
    <w:lvl w:ilvl="7" w:tplc="1564F306" w:tentative="1">
      <w:start w:val="1"/>
      <w:numFmt w:val="bullet"/>
      <w:lvlText w:val="–"/>
      <w:lvlJc w:val="left"/>
      <w:pPr>
        <w:tabs>
          <w:tab w:val="num" w:pos="5760"/>
        </w:tabs>
        <w:ind w:left="5760" w:hanging="360"/>
      </w:pPr>
      <w:rPr>
        <w:rFonts w:ascii="Arial" w:hAnsi="Arial" w:hint="default"/>
      </w:rPr>
    </w:lvl>
    <w:lvl w:ilvl="8" w:tplc="C5CA5708"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15F212EF"/>
    <w:multiLevelType w:val="hybridMultilevel"/>
    <w:tmpl w:val="2AC41B5A"/>
    <w:lvl w:ilvl="0" w:tplc="DD56BEB8">
      <w:start w:val="2"/>
      <w:numFmt w:val="bullet"/>
      <w:lvlText w:val="-"/>
      <w:lvlJc w:val="left"/>
      <w:pPr>
        <w:ind w:left="1020" w:hanging="420"/>
      </w:pPr>
      <w:rPr>
        <w:rFonts w:ascii="Calibri" w:eastAsia="Calibri" w:hAnsi="Calibri" w:cs="Times New Roman"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53" w15:restartNumberingAfterBreak="0">
    <w:nsid w:val="16224217"/>
    <w:multiLevelType w:val="hybridMultilevel"/>
    <w:tmpl w:val="488E0572"/>
    <w:lvl w:ilvl="0" w:tplc="4C62B3F4">
      <w:start w:val="1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66D1104"/>
    <w:multiLevelType w:val="hybridMultilevel"/>
    <w:tmpl w:val="78A008A6"/>
    <w:lvl w:ilvl="0" w:tplc="6B4CC58E">
      <w:start w:val="2"/>
      <w:numFmt w:val="bullet"/>
      <w:lvlText w:val="-"/>
      <w:lvlJc w:val="left"/>
      <w:pPr>
        <w:ind w:left="460" w:hanging="360"/>
      </w:pPr>
      <w:rPr>
        <w:rFonts w:ascii="Arial" w:eastAsia="SimSu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55" w15:restartNumberingAfterBreak="0">
    <w:nsid w:val="16AB4498"/>
    <w:multiLevelType w:val="hybridMultilevel"/>
    <w:tmpl w:val="8C1200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828764E"/>
    <w:multiLevelType w:val="hybridMultilevel"/>
    <w:tmpl w:val="7BC2410A"/>
    <w:lvl w:ilvl="0" w:tplc="46A474B4">
      <w:start w:val="8"/>
      <w:numFmt w:val="bullet"/>
      <w:lvlText w:val="-"/>
      <w:lvlJc w:val="left"/>
      <w:pPr>
        <w:tabs>
          <w:tab w:val="num" w:pos="1211"/>
        </w:tabs>
        <w:ind w:left="1211" w:hanging="360"/>
      </w:pPr>
      <w:rPr>
        <w:rFonts w:ascii="Times New Roman" w:eastAsia="Times New Roman" w:hAnsi="Times New Roman" w:cs="Times New Roman" w:hint="default"/>
      </w:rPr>
    </w:lvl>
    <w:lvl w:ilvl="1" w:tplc="08090003">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7" w15:restartNumberingAfterBreak="0">
    <w:nsid w:val="1899522A"/>
    <w:multiLevelType w:val="hybridMultilevel"/>
    <w:tmpl w:val="FF0E5684"/>
    <w:lvl w:ilvl="0" w:tplc="ECF4E0B4">
      <w:start w:val="2019"/>
      <w:numFmt w:val="bullet"/>
      <w:lvlText w:val="-"/>
      <w:lvlJc w:val="left"/>
      <w:pPr>
        <w:ind w:left="460" w:hanging="360"/>
      </w:pPr>
      <w:rPr>
        <w:rFonts w:ascii="Arial" w:eastAsiaTheme="minorEastAsia"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58" w15:restartNumberingAfterBreak="0">
    <w:nsid w:val="18E9690F"/>
    <w:multiLevelType w:val="hybridMultilevel"/>
    <w:tmpl w:val="1A76934A"/>
    <w:lvl w:ilvl="0" w:tplc="0004F9DC">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15:restartNumberingAfterBreak="0">
    <w:nsid w:val="196C7637"/>
    <w:multiLevelType w:val="hybridMultilevel"/>
    <w:tmpl w:val="CEECE138"/>
    <w:lvl w:ilvl="0" w:tplc="83CC99F6">
      <w:start w:val="9"/>
      <w:numFmt w:val="bullet"/>
      <w:lvlText w:val="-"/>
      <w:lvlJc w:val="left"/>
      <w:pPr>
        <w:ind w:left="1288" w:hanging="360"/>
      </w:pPr>
      <w:rPr>
        <w:rFonts w:ascii="Arial" w:eastAsiaTheme="minorEastAsia" w:hAnsi="Arial" w:cs="Arial" w:hint="default"/>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60" w15:restartNumberingAfterBreak="0">
    <w:nsid w:val="197F61BA"/>
    <w:multiLevelType w:val="hybridMultilevel"/>
    <w:tmpl w:val="F0823EFA"/>
    <w:lvl w:ilvl="0" w:tplc="9ED6EAC8">
      <w:start w:val="9"/>
      <w:numFmt w:val="bullet"/>
      <w:lvlText w:val="-"/>
      <w:lvlJc w:val="left"/>
      <w:pPr>
        <w:ind w:left="820" w:hanging="360"/>
      </w:pPr>
      <w:rPr>
        <w:rFonts w:ascii="Times New Roman" w:eastAsia="Times New Roman" w:hAnsi="Times New Roman" w:cs="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61" w15:restartNumberingAfterBreak="0">
    <w:nsid w:val="19DE1DA7"/>
    <w:multiLevelType w:val="multilevel"/>
    <w:tmpl w:val="86781D10"/>
    <w:lvl w:ilvl="0">
      <w:start w:val="4"/>
      <w:numFmt w:val="decimal"/>
      <w:lvlText w:val="%1."/>
      <w:lvlJc w:val="left"/>
      <w:pPr>
        <w:ind w:left="780" w:hanging="780"/>
      </w:pPr>
      <w:rPr>
        <w:rFonts w:hint="default"/>
      </w:rPr>
    </w:lvl>
    <w:lvl w:ilvl="1">
      <w:start w:val="3"/>
      <w:numFmt w:val="decimal"/>
      <w:lvlText w:val="%1.%2."/>
      <w:lvlJc w:val="left"/>
      <w:pPr>
        <w:ind w:left="1068" w:hanging="780"/>
      </w:pPr>
      <w:rPr>
        <w:rFonts w:hint="default"/>
      </w:rPr>
    </w:lvl>
    <w:lvl w:ilvl="2">
      <w:start w:val="2"/>
      <w:numFmt w:val="decimal"/>
      <w:lvlText w:val="%1.%2.%3."/>
      <w:lvlJc w:val="left"/>
      <w:pPr>
        <w:ind w:left="1356" w:hanging="78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464" w:hanging="2160"/>
      </w:pPr>
      <w:rPr>
        <w:rFonts w:hint="default"/>
      </w:rPr>
    </w:lvl>
  </w:abstractNum>
  <w:abstractNum w:abstractNumId="62" w15:restartNumberingAfterBreak="0">
    <w:nsid w:val="1A724763"/>
    <w:multiLevelType w:val="hybridMultilevel"/>
    <w:tmpl w:val="E062A818"/>
    <w:lvl w:ilvl="0" w:tplc="041D0001">
      <w:start w:val="1"/>
      <w:numFmt w:val="bullet"/>
      <w:lvlText w:val=""/>
      <w:lvlJc w:val="left"/>
      <w:pPr>
        <w:ind w:left="644" w:hanging="360"/>
      </w:pPr>
      <w:rPr>
        <w:rFonts w:ascii="Symbol" w:hAnsi="Symbol"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63" w15:restartNumberingAfterBreak="0">
    <w:nsid w:val="1AF85568"/>
    <w:multiLevelType w:val="hybridMultilevel"/>
    <w:tmpl w:val="3266F3E0"/>
    <w:lvl w:ilvl="0" w:tplc="FFFFFFFF">
      <w:start w:val="1"/>
      <w:numFmt w:val="bullet"/>
      <w:lvlText w:val=""/>
      <w:lvlJc w:val="left"/>
      <w:pPr>
        <w:ind w:left="520" w:hanging="420"/>
      </w:pPr>
      <w:rPr>
        <w:rFonts w:ascii="Symbol" w:hAnsi="Symbol" w:hint="default"/>
      </w:rPr>
    </w:lvl>
    <w:lvl w:ilvl="1" w:tplc="0409001B">
      <w:start w:val="1"/>
      <w:numFmt w:val="lowerRoman"/>
      <w:lvlText w:val="%2."/>
      <w:lvlJc w:val="right"/>
      <w:pPr>
        <w:ind w:left="940" w:hanging="420"/>
      </w:pPr>
      <w:rPr>
        <w:rFonts w:hint="default"/>
      </w:rPr>
    </w:lvl>
    <w:lvl w:ilvl="2" w:tplc="04090011">
      <w:start w:val="1"/>
      <w:numFmt w:val="decimal"/>
      <w:lvlText w:val="%3)"/>
      <w:lvlJc w:val="left"/>
      <w:pPr>
        <w:ind w:left="1360" w:hanging="420"/>
      </w:pPr>
      <w:rPr>
        <w:rFonts w:hint="default"/>
      </w:rPr>
    </w:lvl>
    <w:lvl w:ilvl="3" w:tplc="0409000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64" w15:restartNumberingAfterBreak="0">
    <w:nsid w:val="1B263D97"/>
    <w:multiLevelType w:val="hybridMultilevel"/>
    <w:tmpl w:val="9E00DD22"/>
    <w:lvl w:ilvl="0" w:tplc="DD5A5F2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1B5531E6"/>
    <w:multiLevelType w:val="hybridMultilevel"/>
    <w:tmpl w:val="861EC118"/>
    <w:lvl w:ilvl="0" w:tplc="09EA9D2E">
      <w:start w:val="1"/>
      <w:numFmt w:val="decimal"/>
      <w:lvlText w:val="%1."/>
      <w:lvlJc w:val="left"/>
      <w:pPr>
        <w:ind w:left="420" w:hanging="360"/>
      </w:pPr>
      <w:rPr>
        <w:rFonts w:hint="default"/>
      </w:rPr>
    </w:lvl>
    <w:lvl w:ilvl="1" w:tplc="04090019" w:tentative="1">
      <w:start w:val="1"/>
      <w:numFmt w:val="lowerLetter"/>
      <w:lvlText w:val="%2)"/>
      <w:lvlJc w:val="left"/>
      <w:pPr>
        <w:ind w:left="900" w:hanging="420"/>
      </w:pPr>
    </w:lvl>
    <w:lvl w:ilvl="2" w:tplc="0409001B" w:tentative="1">
      <w:start w:val="1"/>
      <w:numFmt w:val="lowerRoman"/>
      <w:lvlText w:val="%3."/>
      <w:lvlJc w:val="right"/>
      <w:pPr>
        <w:ind w:left="1320" w:hanging="420"/>
      </w:pPr>
    </w:lvl>
    <w:lvl w:ilvl="3" w:tplc="0409000F" w:tentative="1">
      <w:start w:val="1"/>
      <w:numFmt w:val="decimal"/>
      <w:lvlText w:val="%4."/>
      <w:lvlJc w:val="left"/>
      <w:pPr>
        <w:ind w:left="1740" w:hanging="420"/>
      </w:pPr>
    </w:lvl>
    <w:lvl w:ilvl="4" w:tplc="04090019" w:tentative="1">
      <w:start w:val="1"/>
      <w:numFmt w:val="lowerLetter"/>
      <w:lvlText w:val="%5)"/>
      <w:lvlJc w:val="left"/>
      <w:pPr>
        <w:ind w:left="2160" w:hanging="420"/>
      </w:pPr>
    </w:lvl>
    <w:lvl w:ilvl="5" w:tplc="0409001B" w:tentative="1">
      <w:start w:val="1"/>
      <w:numFmt w:val="lowerRoman"/>
      <w:lvlText w:val="%6."/>
      <w:lvlJc w:val="right"/>
      <w:pPr>
        <w:ind w:left="2580" w:hanging="420"/>
      </w:pPr>
    </w:lvl>
    <w:lvl w:ilvl="6" w:tplc="0409000F" w:tentative="1">
      <w:start w:val="1"/>
      <w:numFmt w:val="decimal"/>
      <w:lvlText w:val="%7."/>
      <w:lvlJc w:val="left"/>
      <w:pPr>
        <w:ind w:left="3000" w:hanging="420"/>
      </w:pPr>
    </w:lvl>
    <w:lvl w:ilvl="7" w:tplc="04090019" w:tentative="1">
      <w:start w:val="1"/>
      <w:numFmt w:val="lowerLetter"/>
      <w:lvlText w:val="%8)"/>
      <w:lvlJc w:val="left"/>
      <w:pPr>
        <w:ind w:left="3420" w:hanging="420"/>
      </w:pPr>
    </w:lvl>
    <w:lvl w:ilvl="8" w:tplc="0409001B" w:tentative="1">
      <w:start w:val="1"/>
      <w:numFmt w:val="lowerRoman"/>
      <w:lvlText w:val="%9."/>
      <w:lvlJc w:val="right"/>
      <w:pPr>
        <w:ind w:left="3840" w:hanging="420"/>
      </w:pPr>
    </w:lvl>
  </w:abstractNum>
  <w:abstractNum w:abstractNumId="66" w15:restartNumberingAfterBreak="0">
    <w:nsid w:val="1B786EA4"/>
    <w:multiLevelType w:val="hybridMultilevel"/>
    <w:tmpl w:val="0E4CFD8C"/>
    <w:lvl w:ilvl="0" w:tplc="CC6AA21C">
      <w:start w:val="36"/>
      <w:numFmt w:val="bullet"/>
      <w:lvlText w:val=""/>
      <w:lvlJc w:val="left"/>
      <w:pPr>
        <w:ind w:left="460" w:hanging="360"/>
      </w:pPr>
      <w:rPr>
        <w:rFonts w:ascii="Symbol" w:eastAsia="Times New Roman" w:hAnsi="Symbol" w:cs="Times New Roman" w:hint="default"/>
      </w:rPr>
    </w:lvl>
    <w:lvl w:ilvl="1" w:tplc="041D0003" w:tentative="1">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abstractNum w:abstractNumId="67" w15:restartNumberingAfterBreak="0">
    <w:nsid w:val="1BD33036"/>
    <w:multiLevelType w:val="hybridMultilevel"/>
    <w:tmpl w:val="D9A2A7F6"/>
    <w:lvl w:ilvl="0" w:tplc="855696A0">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BED0501"/>
    <w:multiLevelType w:val="hybridMultilevel"/>
    <w:tmpl w:val="E71E1466"/>
    <w:lvl w:ilvl="0" w:tplc="98B85882">
      <w:start w:val="8"/>
      <w:numFmt w:val="bullet"/>
      <w:lvlText w:val="-"/>
      <w:lvlJc w:val="left"/>
      <w:pPr>
        <w:ind w:left="360" w:hanging="360"/>
      </w:pPr>
      <w:rPr>
        <w:rFonts w:ascii="Times New Roman" w:eastAsia="Times New Roman" w:hAnsi="Times New Roman" w:cs="Times New Roman" w:hint="default"/>
        <w:i w:val="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9" w15:restartNumberingAfterBreak="0">
    <w:nsid w:val="1C2B5ED0"/>
    <w:multiLevelType w:val="hybridMultilevel"/>
    <w:tmpl w:val="2948F4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0" w15:restartNumberingAfterBreak="0">
    <w:nsid w:val="1C55327A"/>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1CCE3945"/>
    <w:multiLevelType w:val="hybridMultilevel"/>
    <w:tmpl w:val="87DED67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CFD4589"/>
    <w:multiLevelType w:val="hybridMultilevel"/>
    <w:tmpl w:val="42E00B0E"/>
    <w:lvl w:ilvl="0" w:tplc="B4666468">
      <w:start w:val="9"/>
      <w:numFmt w:val="bullet"/>
      <w:lvlText w:val="-"/>
      <w:lvlJc w:val="left"/>
      <w:pPr>
        <w:ind w:left="1496" w:hanging="360"/>
      </w:pPr>
      <w:rPr>
        <w:rFonts w:ascii="Times New Roman" w:eastAsia="Times New Roman" w:hAnsi="Times New Roman" w:cs="Times New Roman" w:hint="default"/>
      </w:rPr>
    </w:lvl>
    <w:lvl w:ilvl="1" w:tplc="04090003">
      <w:start w:val="1"/>
      <w:numFmt w:val="bullet"/>
      <w:lvlText w:val="o"/>
      <w:lvlJc w:val="left"/>
      <w:pPr>
        <w:ind w:left="2216" w:hanging="360"/>
      </w:pPr>
      <w:rPr>
        <w:rFonts w:ascii="Courier New" w:hAnsi="Courier New" w:cs="Courier New" w:hint="default"/>
      </w:rPr>
    </w:lvl>
    <w:lvl w:ilvl="2" w:tplc="04090005">
      <w:start w:val="1"/>
      <w:numFmt w:val="bullet"/>
      <w:lvlText w:val=""/>
      <w:lvlJc w:val="left"/>
      <w:pPr>
        <w:ind w:left="2936" w:hanging="360"/>
      </w:pPr>
      <w:rPr>
        <w:rFonts w:ascii="Wingdings" w:hAnsi="Wingdings" w:hint="default"/>
      </w:rPr>
    </w:lvl>
    <w:lvl w:ilvl="3" w:tplc="04090001">
      <w:start w:val="1"/>
      <w:numFmt w:val="bullet"/>
      <w:lvlText w:val=""/>
      <w:lvlJc w:val="left"/>
      <w:pPr>
        <w:ind w:left="3656" w:hanging="360"/>
      </w:pPr>
      <w:rPr>
        <w:rFonts w:ascii="Symbol" w:hAnsi="Symbol" w:hint="default"/>
      </w:rPr>
    </w:lvl>
    <w:lvl w:ilvl="4" w:tplc="04090003">
      <w:start w:val="1"/>
      <w:numFmt w:val="bullet"/>
      <w:lvlText w:val="o"/>
      <w:lvlJc w:val="left"/>
      <w:pPr>
        <w:ind w:left="4376" w:hanging="360"/>
      </w:pPr>
      <w:rPr>
        <w:rFonts w:ascii="Courier New" w:hAnsi="Courier New" w:cs="Courier New" w:hint="default"/>
      </w:rPr>
    </w:lvl>
    <w:lvl w:ilvl="5" w:tplc="04090005">
      <w:start w:val="1"/>
      <w:numFmt w:val="bullet"/>
      <w:lvlText w:val=""/>
      <w:lvlJc w:val="left"/>
      <w:pPr>
        <w:ind w:left="5096" w:hanging="360"/>
      </w:pPr>
      <w:rPr>
        <w:rFonts w:ascii="Wingdings" w:hAnsi="Wingdings" w:hint="default"/>
      </w:rPr>
    </w:lvl>
    <w:lvl w:ilvl="6" w:tplc="04090001">
      <w:start w:val="1"/>
      <w:numFmt w:val="bullet"/>
      <w:lvlText w:val=""/>
      <w:lvlJc w:val="left"/>
      <w:pPr>
        <w:ind w:left="5816" w:hanging="360"/>
      </w:pPr>
      <w:rPr>
        <w:rFonts w:ascii="Symbol" w:hAnsi="Symbol" w:hint="default"/>
      </w:rPr>
    </w:lvl>
    <w:lvl w:ilvl="7" w:tplc="04090003">
      <w:start w:val="1"/>
      <w:numFmt w:val="bullet"/>
      <w:lvlText w:val="o"/>
      <w:lvlJc w:val="left"/>
      <w:pPr>
        <w:ind w:left="6536" w:hanging="360"/>
      </w:pPr>
      <w:rPr>
        <w:rFonts w:ascii="Courier New" w:hAnsi="Courier New" w:cs="Courier New" w:hint="default"/>
      </w:rPr>
    </w:lvl>
    <w:lvl w:ilvl="8" w:tplc="04090005">
      <w:start w:val="1"/>
      <w:numFmt w:val="bullet"/>
      <w:lvlText w:val=""/>
      <w:lvlJc w:val="left"/>
      <w:pPr>
        <w:ind w:left="7256" w:hanging="360"/>
      </w:pPr>
      <w:rPr>
        <w:rFonts w:ascii="Wingdings" w:hAnsi="Wingdings" w:hint="default"/>
      </w:rPr>
    </w:lvl>
  </w:abstractNum>
  <w:abstractNum w:abstractNumId="73" w15:restartNumberingAfterBreak="0">
    <w:nsid w:val="1DCE1D3B"/>
    <w:multiLevelType w:val="hybridMultilevel"/>
    <w:tmpl w:val="211A31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DDC3E89"/>
    <w:multiLevelType w:val="hybridMultilevel"/>
    <w:tmpl w:val="B290DDEC"/>
    <w:lvl w:ilvl="0" w:tplc="1CF0A7E6">
      <w:start w:val="11"/>
      <w:numFmt w:val="bullet"/>
      <w:lvlText w:val=""/>
      <w:lvlJc w:val="left"/>
      <w:pPr>
        <w:ind w:left="720" w:hanging="360"/>
      </w:pPr>
      <w:rPr>
        <w:rFonts w:ascii="Wingdings" w:eastAsia="MS Mincho" w:hAnsi="Wingdings" w:cs="v4.2.0"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1E4A3831"/>
    <w:multiLevelType w:val="hybridMultilevel"/>
    <w:tmpl w:val="58D8F3D6"/>
    <w:lvl w:ilvl="0" w:tplc="068C6F04">
      <w:start w:val="12"/>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6" w15:restartNumberingAfterBreak="0">
    <w:nsid w:val="1F15217B"/>
    <w:multiLevelType w:val="hybridMultilevel"/>
    <w:tmpl w:val="479451C4"/>
    <w:lvl w:ilvl="0" w:tplc="765E8EBC">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77" w15:restartNumberingAfterBreak="0">
    <w:nsid w:val="1F276246"/>
    <w:multiLevelType w:val="hybridMultilevel"/>
    <w:tmpl w:val="0188113E"/>
    <w:lvl w:ilvl="0" w:tplc="83CC99F6">
      <w:start w:val="9"/>
      <w:numFmt w:val="bullet"/>
      <w:lvlText w:val="-"/>
      <w:lvlJc w:val="left"/>
      <w:pPr>
        <w:ind w:left="460" w:hanging="360"/>
      </w:pPr>
      <w:rPr>
        <w:rFonts w:ascii="Arial" w:eastAsiaTheme="minorEastAsia"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78" w15:restartNumberingAfterBreak="0">
    <w:nsid w:val="1F2D2F98"/>
    <w:multiLevelType w:val="hybridMultilevel"/>
    <w:tmpl w:val="23EA40D2"/>
    <w:lvl w:ilvl="0" w:tplc="8304B332">
      <w:numFmt w:val="bullet"/>
      <w:lvlText w:val="-"/>
      <w:lvlJc w:val="left"/>
      <w:pPr>
        <w:ind w:left="644" w:hanging="360"/>
      </w:pPr>
      <w:rPr>
        <w:rFonts w:ascii="Times New Roman" w:eastAsia="SimSun" w:hAnsi="Times New Roman" w:cs="Times New Roman" w:hint="default"/>
      </w:rPr>
    </w:lvl>
    <w:lvl w:ilvl="1" w:tplc="04090003">
      <w:start w:val="1"/>
      <w:numFmt w:val="bullet"/>
      <w:lvlText w:val=""/>
      <w:lvlJc w:val="left"/>
      <w:pPr>
        <w:ind w:left="1124" w:hanging="420"/>
      </w:pPr>
      <w:rPr>
        <w:rFonts w:ascii="Wingdings" w:hAnsi="Wingdings" w:hint="default"/>
      </w:rPr>
    </w:lvl>
    <w:lvl w:ilvl="2" w:tplc="04090005">
      <w:start w:val="1"/>
      <w:numFmt w:val="bullet"/>
      <w:lvlText w:val=""/>
      <w:lvlJc w:val="left"/>
      <w:pPr>
        <w:ind w:left="1544" w:hanging="420"/>
      </w:pPr>
      <w:rPr>
        <w:rFonts w:ascii="Wingdings" w:hAnsi="Wingdings" w:hint="default"/>
      </w:rPr>
    </w:lvl>
    <w:lvl w:ilvl="3" w:tplc="04090001">
      <w:start w:val="1"/>
      <w:numFmt w:val="bullet"/>
      <w:lvlText w:val=""/>
      <w:lvlJc w:val="left"/>
      <w:pPr>
        <w:ind w:left="1964" w:hanging="420"/>
      </w:pPr>
      <w:rPr>
        <w:rFonts w:ascii="Wingdings" w:hAnsi="Wingdings" w:hint="default"/>
      </w:rPr>
    </w:lvl>
    <w:lvl w:ilvl="4" w:tplc="04090003">
      <w:start w:val="1"/>
      <w:numFmt w:val="bullet"/>
      <w:lvlText w:val=""/>
      <w:lvlJc w:val="left"/>
      <w:pPr>
        <w:ind w:left="2384" w:hanging="420"/>
      </w:pPr>
      <w:rPr>
        <w:rFonts w:ascii="Wingdings" w:hAnsi="Wingdings" w:hint="default"/>
      </w:rPr>
    </w:lvl>
    <w:lvl w:ilvl="5" w:tplc="04090005">
      <w:start w:val="1"/>
      <w:numFmt w:val="bullet"/>
      <w:lvlText w:val=""/>
      <w:lvlJc w:val="left"/>
      <w:pPr>
        <w:ind w:left="2804" w:hanging="420"/>
      </w:pPr>
      <w:rPr>
        <w:rFonts w:ascii="Wingdings" w:hAnsi="Wingdings" w:hint="default"/>
      </w:rPr>
    </w:lvl>
    <w:lvl w:ilvl="6" w:tplc="04090001">
      <w:start w:val="1"/>
      <w:numFmt w:val="bullet"/>
      <w:lvlText w:val=""/>
      <w:lvlJc w:val="left"/>
      <w:pPr>
        <w:ind w:left="3224" w:hanging="420"/>
      </w:pPr>
      <w:rPr>
        <w:rFonts w:ascii="Wingdings" w:hAnsi="Wingdings" w:hint="default"/>
      </w:rPr>
    </w:lvl>
    <w:lvl w:ilvl="7" w:tplc="04090003">
      <w:start w:val="1"/>
      <w:numFmt w:val="bullet"/>
      <w:lvlText w:val=""/>
      <w:lvlJc w:val="left"/>
      <w:pPr>
        <w:ind w:left="3644" w:hanging="420"/>
      </w:pPr>
      <w:rPr>
        <w:rFonts w:ascii="Wingdings" w:hAnsi="Wingdings" w:hint="default"/>
      </w:rPr>
    </w:lvl>
    <w:lvl w:ilvl="8" w:tplc="04090005">
      <w:start w:val="1"/>
      <w:numFmt w:val="bullet"/>
      <w:lvlText w:val=""/>
      <w:lvlJc w:val="left"/>
      <w:pPr>
        <w:ind w:left="4064" w:hanging="420"/>
      </w:pPr>
      <w:rPr>
        <w:rFonts w:ascii="Wingdings" w:hAnsi="Wingdings" w:hint="default"/>
      </w:rPr>
    </w:lvl>
  </w:abstractNum>
  <w:abstractNum w:abstractNumId="79" w15:restartNumberingAfterBreak="0">
    <w:nsid w:val="1F971298"/>
    <w:multiLevelType w:val="hybridMultilevel"/>
    <w:tmpl w:val="0242082A"/>
    <w:lvl w:ilvl="0" w:tplc="04090001">
      <w:start w:val="1"/>
      <w:numFmt w:val="bullet"/>
      <w:lvlText w:val=""/>
      <w:lvlJc w:val="left"/>
      <w:pPr>
        <w:ind w:left="644" w:hanging="360"/>
      </w:pPr>
      <w:rPr>
        <w:rFonts w:ascii="Symbol" w:hAnsi="Symbol" w:hint="default"/>
      </w:rPr>
    </w:lvl>
    <w:lvl w:ilvl="1" w:tplc="D534D630">
      <w:start w:val="7"/>
      <w:numFmt w:val="bullet"/>
      <w:lvlText w:val="-"/>
      <w:lvlJc w:val="left"/>
      <w:pPr>
        <w:ind w:left="1364" w:hanging="360"/>
      </w:pPr>
      <w:rPr>
        <w:rFonts w:ascii="Times New Roman" w:eastAsia="Times New Roman" w:hAnsi="Times New Roman" w:cs="Times New Roman"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0" w15:restartNumberingAfterBreak="0">
    <w:nsid w:val="2026122E"/>
    <w:multiLevelType w:val="hybridMultilevel"/>
    <w:tmpl w:val="180CC6D2"/>
    <w:lvl w:ilvl="0" w:tplc="9ED6EAC8">
      <w:start w:val="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215E554D"/>
    <w:multiLevelType w:val="hybridMultilevel"/>
    <w:tmpl w:val="094ADA0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15:restartNumberingAfterBreak="0">
    <w:nsid w:val="21C94FF4"/>
    <w:multiLevelType w:val="multilevel"/>
    <w:tmpl w:val="23DC1278"/>
    <w:lvl w:ilvl="0">
      <w:start w:val="4"/>
      <w:numFmt w:val="decimal"/>
      <w:lvlText w:val="%1"/>
      <w:lvlJc w:val="left"/>
      <w:pPr>
        <w:ind w:left="720" w:hanging="72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3" w15:restartNumberingAfterBreak="0">
    <w:nsid w:val="221A6CBE"/>
    <w:multiLevelType w:val="hybridMultilevel"/>
    <w:tmpl w:val="E2940046"/>
    <w:lvl w:ilvl="0" w:tplc="5726DFF2">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4" w15:restartNumberingAfterBreak="0">
    <w:nsid w:val="22F3775B"/>
    <w:multiLevelType w:val="hybridMultilevel"/>
    <w:tmpl w:val="5CBAA7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231F0DFF"/>
    <w:multiLevelType w:val="hybridMultilevel"/>
    <w:tmpl w:val="AA90F538"/>
    <w:lvl w:ilvl="0" w:tplc="91E8FF74">
      <w:start w:val="2018"/>
      <w:numFmt w:val="bullet"/>
      <w:lvlText w:val="-"/>
      <w:lvlJc w:val="left"/>
      <w:pPr>
        <w:ind w:left="460" w:hanging="360"/>
      </w:pPr>
      <w:rPr>
        <w:rFonts w:ascii="Arial" w:eastAsia="SimSun" w:hAnsi="Arial" w:cs="Arial" w:hint="default"/>
      </w:rPr>
    </w:lvl>
    <w:lvl w:ilvl="1" w:tplc="04090003">
      <w:start w:val="1"/>
      <w:numFmt w:val="bullet"/>
      <w:lvlText w:val="o"/>
      <w:lvlJc w:val="left"/>
      <w:pPr>
        <w:ind w:left="1180" w:hanging="360"/>
      </w:pPr>
      <w:rPr>
        <w:rFonts w:ascii="Courier New" w:hAnsi="Courier New" w:cs="Courier New" w:hint="default"/>
      </w:rPr>
    </w:lvl>
    <w:lvl w:ilvl="2" w:tplc="04090005">
      <w:start w:val="1"/>
      <w:numFmt w:val="bullet"/>
      <w:lvlText w:val=""/>
      <w:lvlJc w:val="left"/>
      <w:pPr>
        <w:ind w:left="1900" w:hanging="360"/>
      </w:pPr>
      <w:rPr>
        <w:rFonts w:ascii="Wingdings" w:hAnsi="Wingdings" w:hint="default"/>
      </w:rPr>
    </w:lvl>
    <w:lvl w:ilvl="3" w:tplc="04090001">
      <w:start w:val="1"/>
      <w:numFmt w:val="bullet"/>
      <w:lvlText w:val=""/>
      <w:lvlJc w:val="left"/>
      <w:pPr>
        <w:ind w:left="2620" w:hanging="360"/>
      </w:pPr>
      <w:rPr>
        <w:rFonts w:ascii="Symbol" w:hAnsi="Symbol" w:hint="default"/>
      </w:rPr>
    </w:lvl>
    <w:lvl w:ilvl="4" w:tplc="04090003">
      <w:start w:val="1"/>
      <w:numFmt w:val="bullet"/>
      <w:lvlText w:val="o"/>
      <w:lvlJc w:val="left"/>
      <w:pPr>
        <w:ind w:left="3340" w:hanging="360"/>
      </w:pPr>
      <w:rPr>
        <w:rFonts w:ascii="Courier New" w:hAnsi="Courier New" w:cs="Courier New" w:hint="default"/>
      </w:rPr>
    </w:lvl>
    <w:lvl w:ilvl="5" w:tplc="04090005">
      <w:start w:val="1"/>
      <w:numFmt w:val="bullet"/>
      <w:lvlText w:val=""/>
      <w:lvlJc w:val="left"/>
      <w:pPr>
        <w:ind w:left="4060" w:hanging="360"/>
      </w:pPr>
      <w:rPr>
        <w:rFonts w:ascii="Wingdings" w:hAnsi="Wingdings" w:hint="default"/>
      </w:rPr>
    </w:lvl>
    <w:lvl w:ilvl="6" w:tplc="04090001">
      <w:start w:val="1"/>
      <w:numFmt w:val="bullet"/>
      <w:lvlText w:val=""/>
      <w:lvlJc w:val="left"/>
      <w:pPr>
        <w:ind w:left="4780" w:hanging="360"/>
      </w:pPr>
      <w:rPr>
        <w:rFonts w:ascii="Symbol" w:hAnsi="Symbol" w:hint="default"/>
      </w:rPr>
    </w:lvl>
    <w:lvl w:ilvl="7" w:tplc="04090003">
      <w:start w:val="1"/>
      <w:numFmt w:val="bullet"/>
      <w:lvlText w:val="o"/>
      <w:lvlJc w:val="left"/>
      <w:pPr>
        <w:ind w:left="5500" w:hanging="360"/>
      </w:pPr>
      <w:rPr>
        <w:rFonts w:ascii="Courier New" w:hAnsi="Courier New" w:cs="Courier New" w:hint="default"/>
      </w:rPr>
    </w:lvl>
    <w:lvl w:ilvl="8" w:tplc="04090005">
      <w:start w:val="1"/>
      <w:numFmt w:val="bullet"/>
      <w:lvlText w:val=""/>
      <w:lvlJc w:val="left"/>
      <w:pPr>
        <w:ind w:left="6220" w:hanging="360"/>
      </w:pPr>
      <w:rPr>
        <w:rFonts w:ascii="Wingdings" w:hAnsi="Wingdings" w:hint="default"/>
      </w:rPr>
    </w:lvl>
  </w:abstractNum>
  <w:abstractNum w:abstractNumId="86" w15:restartNumberingAfterBreak="0">
    <w:nsid w:val="23B47B1F"/>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7" w15:restartNumberingAfterBreak="0">
    <w:nsid w:val="24367303"/>
    <w:multiLevelType w:val="hybridMultilevel"/>
    <w:tmpl w:val="509E1B06"/>
    <w:lvl w:ilvl="0" w:tplc="9ED6EAC8">
      <w:start w:val="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244B7D89"/>
    <w:multiLevelType w:val="hybridMultilevel"/>
    <w:tmpl w:val="4450255C"/>
    <w:lvl w:ilvl="0" w:tplc="E8825FF2">
      <w:start w:val="38"/>
      <w:numFmt w:val="bullet"/>
      <w:lvlText w:val="-"/>
      <w:lvlJc w:val="left"/>
      <w:pPr>
        <w:ind w:left="460" w:hanging="360"/>
      </w:pPr>
      <w:rPr>
        <w:rFonts w:ascii="Arial" w:eastAsia="Times New Roma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9" w15:restartNumberingAfterBreak="0">
    <w:nsid w:val="259D36AD"/>
    <w:multiLevelType w:val="multilevel"/>
    <w:tmpl w:val="8654E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0" w15:restartNumberingAfterBreak="0">
    <w:nsid w:val="269F6863"/>
    <w:multiLevelType w:val="hybridMultilevel"/>
    <w:tmpl w:val="2A742BDE"/>
    <w:lvl w:ilvl="0" w:tplc="77D49F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1" w15:restartNumberingAfterBreak="0">
    <w:nsid w:val="26E9774C"/>
    <w:multiLevelType w:val="hybridMultilevel"/>
    <w:tmpl w:val="E92E1822"/>
    <w:lvl w:ilvl="0" w:tplc="9970D084">
      <w:start w:val="1"/>
      <w:numFmt w:val="decimal"/>
      <w:lvlText w:val="(%1)"/>
      <w:lvlJc w:val="left"/>
      <w:pPr>
        <w:ind w:left="460" w:hanging="360"/>
      </w:pPr>
      <w:rPr>
        <w:rFonts w:hint="default"/>
      </w:r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92" w15:restartNumberingAfterBreak="0">
    <w:nsid w:val="271A380B"/>
    <w:multiLevelType w:val="hybridMultilevel"/>
    <w:tmpl w:val="99F257D4"/>
    <w:lvl w:ilvl="0" w:tplc="D17E6678">
      <w:start w:val="8"/>
      <w:numFmt w:val="bullet"/>
      <w:lvlText w:val="-"/>
      <w:lvlJc w:val="left"/>
      <w:pPr>
        <w:ind w:left="460" w:hanging="360"/>
      </w:pPr>
      <w:rPr>
        <w:rFonts w:ascii="Arial" w:eastAsia="SimSu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93" w15:restartNumberingAfterBreak="0">
    <w:nsid w:val="276F08E3"/>
    <w:multiLevelType w:val="hybridMultilevel"/>
    <w:tmpl w:val="AB1606AE"/>
    <w:lvl w:ilvl="0" w:tplc="8EF48C88">
      <w:numFmt w:val="bullet"/>
      <w:lvlText w:val=""/>
      <w:lvlJc w:val="left"/>
      <w:pPr>
        <w:ind w:left="460" w:hanging="360"/>
      </w:pPr>
      <w:rPr>
        <w:rFonts w:ascii="Symbol" w:eastAsia="Times New Roman" w:hAnsi="Symbol" w:cs="Times New Roman" w:hint="default"/>
      </w:rPr>
    </w:lvl>
    <w:lvl w:ilvl="1" w:tplc="041D0003" w:tentative="1">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abstractNum w:abstractNumId="94" w15:restartNumberingAfterBreak="0">
    <w:nsid w:val="27703D8E"/>
    <w:multiLevelType w:val="hybridMultilevel"/>
    <w:tmpl w:val="A8D816C2"/>
    <w:lvl w:ilvl="0" w:tplc="9B0A457A">
      <w:start w:val="8"/>
      <w:numFmt w:val="bullet"/>
      <w:lvlText w:val="-"/>
      <w:lvlJc w:val="left"/>
      <w:pPr>
        <w:ind w:left="644" w:hanging="360"/>
      </w:pPr>
      <w:rPr>
        <w:rFonts w:ascii="Times New Roman" w:eastAsia="SimSu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95" w15:restartNumberingAfterBreak="0">
    <w:nsid w:val="28627D98"/>
    <w:multiLevelType w:val="hybridMultilevel"/>
    <w:tmpl w:val="F32458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290F5A16"/>
    <w:multiLevelType w:val="hybridMultilevel"/>
    <w:tmpl w:val="B00C6602"/>
    <w:lvl w:ilvl="0" w:tplc="C3728F7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2974032A"/>
    <w:multiLevelType w:val="hybridMultilevel"/>
    <w:tmpl w:val="7744D156"/>
    <w:lvl w:ilvl="0" w:tplc="61149646">
      <w:start w:val="1"/>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2A1B1AF8"/>
    <w:multiLevelType w:val="hybridMultilevel"/>
    <w:tmpl w:val="15360CF2"/>
    <w:lvl w:ilvl="0" w:tplc="F4863A32">
      <w:numFmt w:val="bullet"/>
      <w:lvlText w:val="-"/>
      <w:lvlJc w:val="left"/>
      <w:pPr>
        <w:ind w:left="460" w:hanging="360"/>
      </w:pPr>
      <w:rPr>
        <w:rFonts w:ascii="Arial" w:eastAsia="SimSun"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100" w15:restartNumberingAfterBreak="0">
    <w:nsid w:val="2A512D78"/>
    <w:multiLevelType w:val="hybridMultilevel"/>
    <w:tmpl w:val="A470D6D2"/>
    <w:lvl w:ilvl="0" w:tplc="4E660888">
      <w:start w:val="9"/>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1" w15:restartNumberingAfterBreak="0">
    <w:nsid w:val="2A844817"/>
    <w:multiLevelType w:val="hybridMultilevel"/>
    <w:tmpl w:val="A092AB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AE67053"/>
    <w:multiLevelType w:val="hybridMultilevel"/>
    <w:tmpl w:val="E74C0DB0"/>
    <w:lvl w:ilvl="0" w:tplc="04090003">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2AF53957"/>
    <w:multiLevelType w:val="hybridMultilevel"/>
    <w:tmpl w:val="EF508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4" w15:restartNumberingAfterBreak="0">
    <w:nsid w:val="2B3663A4"/>
    <w:multiLevelType w:val="hybridMultilevel"/>
    <w:tmpl w:val="C90A2298"/>
    <w:lvl w:ilvl="0" w:tplc="83BC320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BEF3506"/>
    <w:multiLevelType w:val="hybridMultilevel"/>
    <w:tmpl w:val="71F670B2"/>
    <w:lvl w:ilvl="0" w:tplc="792E4BBA">
      <w:start w:val="2"/>
      <w:numFmt w:val="bullet"/>
      <w:lvlText w:val=""/>
      <w:lvlJc w:val="left"/>
      <w:pPr>
        <w:ind w:left="460" w:hanging="360"/>
      </w:pPr>
      <w:rPr>
        <w:rFonts w:ascii="Symbol" w:eastAsia="Times New Roman" w:hAnsi="Symbol" w:cs="Times New Roman" w:hint="default"/>
      </w:rPr>
    </w:lvl>
    <w:lvl w:ilvl="1" w:tplc="041D0003" w:tentative="1">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abstractNum w:abstractNumId="106" w15:restartNumberingAfterBreak="0">
    <w:nsid w:val="2BFA4580"/>
    <w:multiLevelType w:val="hybridMultilevel"/>
    <w:tmpl w:val="7A101D12"/>
    <w:lvl w:ilvl="0" w:tplc="B14058FE">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2C806FA1"/>
    <w:multiLevelType w:val="hybridMultilevel"/>
    <w:tmpl w:val="6C962842"/>
    <w:lvl w:ilvl="0" w:tplc="83BC32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2C9C0C16"/>
    <w:multiLevelType w:val="hybridMultilevel"/>
    <w:tmpl w:val="F6E8EE04"/>
    <w:lvl w:ilvl="0" w:tplc="9244D2EE">
      <w:start w:val="8"/>
      <w:numFmt w:val="bullet"/>
      <w:lvlText w:val="-"/>
      <w:lvlJc w:val="left"/>
      <w:pPr>
        <w:ind w:left="720" w:hanging="360"/>
      </w:pPr>
      <w:rPr>
        <w:rFonts w:ascii="Times New Roman" w:eastAsia="Times New Roman" w:hAnsi="Times New Roman" w:cs="Times New Roman" w:hint="default"/>
      </w:rPr>
    </w:lvl>
    <w:lvl w:ilvl="1" w:tplc="9244D2EE">
      <w:start w:val="8"/>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2CC7125C"/>
    <w:multiLevelType w:val="singleLevel"/>
    <w:tmpl w:val="24D0B6C8"/>
    <w:lvl w:ilvl="0">
      <w:start w:val="1"/>
      <w:numFmt w:val="bullet"/>
      <w:pStyle w:val="Bulletedo1"/>
      <w:lvlText w:val=""/>
      <w:lvlJc w:val="left"/>
      <w:pPr>
        <w:tabs>
          <w:tab w:val="num" w:pos="360"/>
        </w:tabs>
        <w:ind w:left="360" w:hanging="360"/>
      </w:pPr>
      <w:rPr>
        <w:rFonts w:ascii="Symbol" w:hAnsi="Symbol" w:hint="default"/>
      </w:rPr>
    </w:lvl>
  </w:abstractNum>
  <w:abstractNum w:abstractNumId="110" w15:restartNumberingAfterBreak="0">
    <w:nsid w:val="2D6D6DBF"/>
    <w:multiLevelType w:val="hybridMultilevel"/>
    <w:tmpl w:val="A1907F40"/>
    <w:lvl w:ilvl="0" w:tplc="E7B4828C">
      <w:start w:val="9"/>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1" w15:restartNumberingAfterBreak="0">
    <w:nsid w:val="2E83108C"/>
    <w:multiLevelType w:val="hybridMultilevel"/>
    <w:tmpl w:val="59D6F7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F54786D"/>
    <w:multiLevelType w:val="hybridMultilevel"/>
    <w:tmpl w:val="4EF8EAB6"/>
    <w:lvl w:ilvl="0" w:tplc="C73E3E2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2F8B1F86"/>
    <w:multiLevelType w:val="multilevel"/>
    <w:tmpl w:val="0A4A39DE"/>
    <w:lvl w:ilvl="0">
      <w:start w:val="4"/>
      <w:numFmt w:val="decimal"/>
      <w:lvlText w:val="%1"/>
      <w:lvlJc w:val="left"/>
      <w:pPr>
        <w:ind w:left="720" w:hanging="720"/>
      </w:pPr>
      <w:rPr>
        <w:rFonts w:hint="default"/>
      </w:rPr>
    </w:lvl>
    <w:lvl w:ilvl="1">
      <w:start w:val="3"/>
      <w:numFmt w:val="decimal"/>
      <w:lvlText w:val="%1.%2"/>
      <w:lvlJc w:val="left"/>
      <w:pPr>
        <w:ind w:left="1008" w:hanging="720"/>
      </w:pPr>
      <w:rPr>
        <w:rFonts w:hint="default"/>
      </w:rPr>
    </w:lvl>
    <w:lvl w:ilvl="2">
      <w:start w:val="3"/>
      <w:numFmt w:val="decimal"/>
      <w:lvlText w:val="%1.%2.%3"/>
      <w:lvlJc w:val="left"/>
      <w:pPr>
        <w:ind w:left="1296" w:hanging="72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104" w:hanging="1800"/>
      </w:pPr>
      <w:rPr>
        <w:rFonts w:hint="default"/>
      </w:rPr>
    </w:lvl>
  </w:abstractNum>
  <w:abstractNum w:abstractNumId="114" w15:restartNumberingAfterBreak="0">
    <w:nsid w:val="2F9D5CD8"/>
    <w:multiLevelType w:val="hybridMultilevel"/>
    <w:tmpl w:val="69B4917E"/>
    <w:lvl w:ilvl="0" w:tplc="FFFFFFFF">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2FBD29A5"/>
    <w:multiLevelType w:val="hybridMultilevel"/>
    <w:tmpl w:val="0E88F104"/>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7" w15:restartNumberingAfterBreak="0">
    <w:nsid w:val="2FC26897"/>
    <w:multiLevelType w:val="hybridMultilevel"/>
    <w:tmpl w:val="96CA2A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31BC309A"/>
    <w:multiLevelType w:val="hybridMultilevel"/>
    <w:tmpl w:val="3B848D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2762809"/>
    <w:multiLevelType w:val="hybridMultilevel"/>
    <w:tmpl w:val="87E264D2"/>
    <w:lvl w:ilvl="0" w:tplc="42A87F42">
      <w:numFmt w:val="bullet"/>
      <w:lvlText w:val="-"/>
      <w:lvlJc w:val="left"/>
      <w:pPr>
        <w:ind w:left="720" w:hanging="360"/>
      </w:pPr>
      <w:rPr>
        <w:rFonts w:ascii="Times New Roman" w:eastAsia="?? ??"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2AE01B6"/>
    <w:multiLevelType w:val="hybridMultilevel"/>
    <w:tmpl w:val="7F64A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339A5A87"/>
    <w:multiLevelType w:val="hybridMultilevel"/>
    <w:tmpl w:val="2F007B6E"/>
    <w:lvl w:ilvl="0" w:tplc="B1F0C118">
      <w:start w:val="4"/>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2" w15:restartNumberingAfterBreak="0">
    <w:nsid w:val="34705B9C"/>
    <w:multiLevelType w:val="hybridMultilevel"/>
    <w:tmpl w:val="3B523660"/>
    <w:lvl w:ilvl="0" w:tplc="67B06104">
      <w:start w:val="6"/>
      <w:numFmt w:val="bullet"/>
      <w:lvlText w:val="-"/>
      <w:lvlJc w:val="left"/>
      <w:pPr>
        <w:ind w:left="460" w:hanging="360"/>
      </w:pPr>
      <w:rPr>
        <w:rFonts w:ascii="Arial" w:eastAsia="SimSun"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123" w15:restartNumberingAfterBreak="0">
    <w:nsid w:val="34B94ED1"/>
    <w:multiLevelType w:val="hybridMultilevel"/>
    <w:tmpl w:val="66C86F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3517718F"/>
    <w:multiLevelType w:val="hybridMultilevel"/>
    <w:tmpl w:val="195C666A"/>
    <w:lvl w:ilvl="0" w:tplc="DF58B5F6">
      <w:start w:val="8"/>
      <w:numFmt w:val="bullet"/>
      <w:lvlText w:val="-"/>
      <w:lvlJc w:val="left"/>
      <w:pPr>
        <w:ind w:left="720" w:hanging="360"/>
      </w:pPr>
      <w:rPr>
        <w:rFonts w:ascii="Times New Roman" w:eastAsia="?? ??"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5BB1254"/>
    <w:multiLevelType w:val="hybridMultilevel"/>
    <w:tmpl w:val="CCAC6852"/>
    <w:lvl w:ilvl="0" w:tplc="471A451C">
      <w:start w:val="1"/>
      <w:numFmt w:val="decimal"/>
      <w:lvlText w:val="%1."/>
      <w:lvlJc w:val="left"/>
      <w:pPr>
        <w:ind w:left="460" w:hanging="360"/>
      </w:pPr>
      <w:rPr>
        <w:rFonts w:hint="default"/>
      </w:r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126" w15:restartNumberingAfterBreak="0">
    <w:nsid w:val="37667CF4"/>
    <w:multiLevelType w:val="hybridMultilevel"/>
    <w:tmpl w:val="9BF6C738"/>
    <w:lvl w:ilvl="0" w:tplc="324A9430">
      <w:start w:val="9"/>
      <w:numFmt w:val="bullet"/>
      <w:lvlText w:val=""/>
      <w:lvlJc w:val="left"/>
      <w:pPr>
        <w:ind w:left="460" w:hanging="360"/>
      </w:pPr>
      <w:rPr>
        <w:rFonts w:ascii="Symbol" w:eastAsia="Times New Roman" w:hAnsi="Symbol" w:cs="Times New Roman" w:hint="default"/>
      </w:rPr>
    </w:lvl>
    <w:lvl w:ilvl="1" w:tplc="041D0003" w:tentative="1">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abstractNum w:abstractNumId="127" w15:restartNumberingAfterBreak="0">
    <w:nsid w:val="37F2015D"/>
    <w:multiLevelType w:val="hybridMultilevel"/>
    <w:tmpl w:val="3A7ACB6A"/>
    <w:lvl w:ilvl="0" w:tplc="BCF6C544">
      <w:start w:val="9"/>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38112CC3"/>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9" w15:restartNumberingAfterBreak="0">
    <w:nsid w:val="382D595C"/>
    <w:multiLevelType w:val="hybridMultilevel"/>
    <w:tmpl w:val="BF780E3C"/>
    <w:lvl w:ilvl="0" w:tplc="B36E1D98">
      <w:start w:val="1"/>
      <w:numFmt w:val="bullet"/>
      <w:lvlText w:val="-"/>
      <w:lvlJc w:val="left"/>
      <w:pPr>
        <w:ind w:left="1287" w:hanging="360"/>
      </w:pPr>
      <w:rPr>
        <w:rFonts w:ascii="Calibri" w:eastAsiaTheme="minorHAnsi" w:hAnsi="Calibri" w:cs="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0" w15:restartNumberingAfterBreak="0">
    <w:nsid w:val="3837677A"/>
    <w:multiLevelType w:val="hybridMultilevel"/>
    <w:tmpl w:val="1214D66C"/>
    <w:lvl w:ilvl="0" w:tplc="82E29ED8">
      <w:start w:val="1"/>
      <w:numFmt w:val="bullet"/>
      <w:lvlText w:val="•"/>
      <w:lvlJc w:val="left"/>
      <w:pPr>
        <w:tabs>
          <w:tab w:val="num" w:pos="360"/>
        </w:tabs>
        <w:ind w:left="360" w:hanging="360"/>
      </w:pPr>
      <w:rPr>
        <w:rFonts w:ascii="Arial" w:hAnsi="Arial" w:hint="default"/>
      </w:rPr>
    </w:lvl>
    <w:lvl w:ilvl="1" w:tplc="6DC46B82">
      <w:start w:val="50"/>
      <w:numFmt w:val="bullet"/>
      <w:lvlText w:val="–"/>
      <w:lvlJc w:val="left"/>
      <w:pPr>
        <w:tabs>
          <w:tab w:val="num" w:pos="1080"/>
        </w:tabs>
        <w:ind w:left="1080" w:hanging="360"/>
      </w:pPr>
      <w:rPr>
        <w:rFonts w:ascii="Arial" w:hAnsi="Arial" w:hint="default"/>
      </w:rPr>
    </w:lvl>
    <w:lvl w:ilvl="2" w:tplc="BB4AAB26">
      <w:start w:val="50"/>
      <w:numFmt w:val="bullet"/>
      <w:lvlText w:val="•"/>
      <w:lvlJc w:val="left"/>
      <w:pPr>
        <w:tabs>
          <w:tab w:val="num" w:pos="1800"/>
        </w:tabs>
        <w:ind w:left="1800" w:hanging="360"/>
      </w:pPr>
      <w:rPr>
        <w:rFonts w:ascii="Arial" w:hAnsi="Arial" w:hint="default"/>
      </w:rPr>
    </w:lvl>
    <w:lvl w:ilvl="3" w:tplc="3F96EBD8" w:tentative="1">
      <w:start w:val="1"/>
      <w:numFmt w:val="bullet"/>
      <w:lvlText w:val="•"/>
      <w:lvlJc w:val="left"/>
      <w:pPr>
        <w:tabs>
          <w:tab w:val="num" w:pos="2520"/>
        </w:tabs>
        <w:ind w:left="2520" w:hanging="360"/>
      </w:pPr>
      <w:rPr>
        <w:rFonts w:ascii="Arial" w:hAnsi="Arial" w:hint="default"/>
      </w:rPr>
    </w:lvl>
    <w:lvl w:ilvl="4" w:tplc="4C4C5DE4" w:tentative="1">
      <w:start w:val="1"/>
      <w:numFmt w:val="bullet"/>
      <w:lvlText w:val="•"/>
      <w:lvlJc w:val="left"/>
      <w:pPr>
        <w:tabs>
          <w:tab w:val="num" w:pos="3240"/>
        </w:tabs>
        <w:ind w:left="3240" w:hanging="360"/>
      </w:pPr>
      <w:rPr>
        <w:rFonts w:ascii="Arial" w:hAnsi="Arial" w:hint="default"/>
      </w:rPr>
    </w:lvl>
    <w:lvl w:ilvl="5" w:tplc="7334FB6E" w:tentative="1">
      <w:start w:val="1"/>
      <w:numFmt w:val="bullet"/>
      <w:lvlText w:val="•"/>
      <w:lvlJc w:val="left"/>
      <w:pPr>
        <w:tabs>
          <w:tab w:val="num" w:pos="3960"/>
        </w:tabs>
        <w:ind w:left="3960" w:hanging="360"/>
      </w:pPr>
      <w:rPr>
        <w:rFonts w:ascii="Arial" w:hAnsi="Arial" w:hint="default"/>
      </w:rPr>
    </w:lvl>
    <w:lvl w:ilvl="6" w:tplc="51E29DB8" w:tentative="1">
      <w:start w:val="1"/>
      <w:numFmt w:val="bullet"/>
      <w:lvlText w:val="•"/>
      <w:lvlJc w:val="left"/>
      <w:pPr>
        <w:tabs>
          <w:tab w:val="num" w:pos="4680"/>
        </w:tabs>
        <w:ind w:left="4680" w:hanging="360"/>
      </w:pPr>
      <w:rPr>
        <w:rFonts w:ascii="Arial" w:hAnsi="Arial" w:hint="default"/>
      </w:rPr>
    </w:lvl>
    <w:lvl w:ilvl="7" w:tplc="0B54ED4C" w:tentative="1">
      <w:start w:val="1"/>
      <w:numFmt w:val="bullet"/>
      <w:lvlText w:val="•"/>
      <w:lvlJc w:val="left"/>
      <w:pPr>
        <w:tabs>
          <w:tab w:val="num" w:pos="5400"/>
        </w:tabs>
        <w:ind w:left="5400" w:hanging="360"/>
      </w:pPr>
      <w:rPr>
        <w:rFonts w:ascii="Arial" w:hAnsi="Arial" w:hint="default"/>
      </w:rPr>
    </w:lvl>
    <w:lvl w:ilvl="8" w:tplc="02D88B82" w:tentative="1">
      <w:start w:val="1"/>
      <w:numFmt w:val="bullet"/>
      <w:lvlText w:val="•"/>
      <w:lvlJc w:val="left"/>
      <w:pPr>
        <w:tabs>
          <w:tab w:val="num" w:pos="6120"/>
        </w:tabs>
        <w:ind w:left="6120" w:hanging="360"/>
      </w:pPr>
      <w:rPr>
        <w:rFonts w:ascii="Arial" w:hAnsi="Arial" w:hint="default"/>
      </w:rPr>
    </w:lvl>
  </w:abstractNum>
  <w:abstractNum w:abstractNumId="131" w15:restartNumberingAfterBreak="0">
    <w:nsid w:val="39356873"/>
    <w:multiLevelType w:val="hybridMultilevel"/>
    <w:tmpl w:val="CF7EBCE4"/>
    <w:lvl w:ilvl="0" w:tplc="415CC8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2" w15:restartNumberingAfterBreak="0">
    <w:nsid w:val="394E18A4"/>
    <w:multiLevelType w:val="hybridMultilevel"/>
    <w:tmpl w:val="1F3E15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3A9654C4"/>
    <w:multiLevelType w:val="hybridMultilevel"/>
    <w:tmpl w:val="5822A2C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15:restartNumberingAfterBreak="0">
    <w:nsid w:val="3AC26109"/>
    <w:multiLevelType w:val="hybridMultilevel"/>
    <w:tmpl w:val="8BBE6058"/>
    <w:lvl w:ilvl="0" w:tplc="9E9425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5" w15:restartNumberingAfterBreak="0">
    <w:nsid w:val="3B0C6C79"/>
    <w:multiLevelType w:val="hybridMultilevel"/>
    <w:tmpl w:val="520E49A2"/>
    <w:lvl w:ilvl="0" w:tplc="E362E9C2">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36" w15:restartNumberingAfterBreak="0">
    <w:nsid w:val="3B6A21BD"/>
    <w:multiLevelType w:val="hybridMultilevel"/>
    <w:tmpl w:val="5822A2C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7" w15:restartNumberingAfterBreak="0">
    <w:nsid w:val="3B6F5A0E"/>
    <w:multiLevelType w:val="hybridMultilevel"/>
    <w:tmpl w:val="C4F43920"/>
    <w:lvl w:ilvl="0" w:tplc="77AEDDAC">
      <w:start w:val="2018"/>
      <w:numFmt w:val="bullet"/>
      <w:lvlText w:val="-"/>
      <w:lvlJc w:val="left"/>
      <w:pPr>
        <w:ind w:left="460" w:hanging="360"/>
      </w:pPr>
      <w:rPr>
        <w:rFonts w:ascii="Arial" w:eastAsia="SimSun"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138" w15:restartNumberingAfterBreak="0">
    <w:nsid w:val="3BB4179F"/>
    <w:multiLevelType w:val="hybridMultilevel"/>
    <w:tmpl w:val="220A37F6"/>
    <w:lvl w:ilvl="0" w:tplc="BD1667C4">
      <w:start w:val="4"/>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9" w15:restartNumberingAfterBreak="0">
    <w:nsid w:val="3BCC3701"/>
    <w:multiLevelType w:val="hybridMultilevel"/>
    <w:tmpl w:val="B7746C8E"/>
    <w:lvl w:ilvl="0" w:tplc="D7381584">
      <w:start w:val="2017"/>
      <w:numFmt w:val="bullet"/>
      <w:lvlText w:val="-"/>
      <w:lvlJc w:val="left"/>
      <w:pPr>
        <w:ind w:left="1104" w:hanging="420"/>
      </w:pPr>
      <w:rPr>
        <w:rFonts w:ascii="Times New Roman" w:eastAsia="Times New Roman" w:hAnsi="Times New Roman" w:cs="Times New Roman" w:hint="default"/>
      </w:rPr>
    </w:lvl>
    <w:lvl w:ilvl="1" w:tplc="04090003" w:tentative="1">
      <w:start w:val="1"/>
      <w:numFmt w:val="bullet"/>
      <w:lvlText w:val=""/>
      <w:lvlJc w:val="left"/>
      <w:pPr>
        <w:ind w:left="1524" w:hanging="420"/>
      </w:pPr>
      <w:rPr>
        <w:rFonts w:ascii="Wingdings" w:hAnsi="Wingdings" w:hint="default"/>
      </w:rPr>
    </w:lvl>
    <w:lvl w:ilvl="2" w:tplc="04090005" w:tentative="1">
      <w:start w:val="1"/>
      <w:numFmt w:val="bullet"/>
      <w:lvlText w:val=""/>
      <w:lvlJc w:val="left"/>
      <w:pPr>
        <w:ind w:left="1944" w:hanging="420"/>
      </w:pPr>
      <w:rPr>
        <w:rFonts w:ascii="Wingdings" w:hAnsi="Wingdings" w:hint="default"/>
      </w:rPr>
    </w:lvl>
    <w:lvl w:ilvl="3" w:tplc="04090001" w:tentative="1">
      <w:start w:val="1"/>
      <w:numFmt w:val="bullet"/>
      <w:lvlText w:val=""/>
      <w:lvlJc w:val="left"/>
      <w:pPr>
        <w:ind w:left="2364" w:hanging="420"/>
      </w:pPr>
      <w:rPr>
        <w:rFonts w:ascii="Wingdings" w:hAnsi="Wingdings" w:hint="default"/>
      </w:rPr>
    </w:lvl>
    <w:lvl w:ilvl="4" w:tplc="04090003" w:tentative="1">
      <w:start w:val="1"/>
      <w:numFmt w:val="bullet"/>
      <w:lvlText w:val=""/>
      <w:lvlJc w:val="left"/>
      <w:pPr>
        <w:ind w:left="2784" w:hanging="420"/>
      </w:pPr>
      <w:rPr>
        <w:rFonts w:ascii="Wingdings" w:hAnsi="Wingdings" w:hint="default"/>
      </w:rPr>
    </w:lvl>
    <w:lvl w:ilvl="5" w:tplc="04090005" w:tentative="1">
      <w:start w:val="1"/>
      <w:numFmt w:val="bullet"/>
      <w:lvlText w:val=""/>
      <w:lvlJc w:val="left"/>
      <w:pPr>
        <w:ind w:left="3204" w:hanging="420"/>
      </w:pPr>
      <w:rPr>
        <w:rFonts w:ascii="Wingdings" w:hAnsi="Wingdings" w:hint="default"/>
      </w:rPr>
    </w:lvl>
    <w:lvl w:ilvl="6" w:tplc="04090001" w:tentative="1">
      <w:start w:val="1"/>
      <w:numFmt w:val="bullet"/>
      <w:lvlText w:val=""/>
      <w:lvlJc w:val="left"/>
      <w:pPr>
        <w:ind w:left="3624" w:hanging="420"/>
      </w:pPr>
      <w:rPr>
        <w:rFonts w:ascii="Wingdings" w:hAnsi="Wingdings" w:hint="default"/>
      </w:rPr>
    </w:lvl>
    <w:lvl w:ilvl="7" w:tplc="04090003" w:tentative="1">
      <w:start w:val="1"/>
      <w:numFmt w:val="bullet"/>
      <w:lvlText w:val=""/>
      <w:lvlJc w:val="left"/>
      <w:pPr>
        <w:ind w:left="4044" w:hanging="420"/>
      </w:pPr>
      <w:rPr>
        <w:rFonts w:ascii="Wingdings" w:hAnsi="Wingdings" w:hint="default"/>
      </w:rPr>
    </w:lvl>
    <w:lvl w:ilvl="8" w:tplc="04090005" w:tentative="1">
      <w:start w:val="1"/>
      <w:numFmt w:val="bullet"/>
      <w:lvlText w:val=""/>
      <w:lvlJc w:val="left"/>
      <w:pPr>
        <w:ind w:left="4464" w:hanging="420"/>
      </w:pPr>
      <w:rPr>
        <w:rFonts w:ascii="Wingdings" w:hAnsi="Wingdings" w:hint="default"/>
      </w:rPr>
    </w:lvl>
  </w:abstractNum>
  <w:abstractNum w:abstractNumId="140" w15:restartNumberingAfterBreak="0">
    <w:nsid w:val="3C7F0CEB"/>
    <w:multiLevelType w:val="multilevel"/>
    <w:tmpl w:val="A9105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1" w15:restartNumberingAfterBreak="0">
    <w:nsid w:val="3C9F7060"/>
    <w:multiLevelType w:val="hybridMultilevel"/>
    <w:tmpl w:val="A17A4436"/>
    <w:lvl w:ilvl="0" w:tplc="83BC3206">
      <w:start w:val="1"/>
      <w:numFmt w:val="bullet"/>
      <w:lvlText w:val="-"/>
      <w:lvlJc w:val="left"/>
      <w:pPr>
        <w:ind w:left="928" w:hanging="360"/>
      </w:pPr>
      <w:rPr>
        <w:rFonts w:ascii="Times New Roman" w:eastAsia="Times New Roman"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42" w15:restartNumberingAfterBreak="0">
    <w:nsid w:val="3CC16584"/>
    <w:multiLevelType w:val="hybridMultilevel"/>
    <w:tmpl w:val="9370C362"/>
    <w:lvl w:ilvl="0" w:tplc="938AB392">
      <w:start w:val="4"/>
      <w:numFmt w:val="bullet"/>
      <w:lvlText w:val="-"/>
      <w:lvlJc w:val="left"/>
      <w:pPr>
        <w:ind w:left="720" w:hanging="360"/>
      </w:pPr>
      <w:rPr>
        <w:rFonts w:ascii="Times New Roman" w:eastAsia="SimSu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3" w15:restartNumberingAfterBreak="0">
    <w:nsid w:val="3D385C0B"/>
    <w:multiLevelType w:val="hybridMultilevel"/>
    <w:tmpl w:val="A5ECC1F8"/>
    <w:lvl w:ilvl="0" w:tplc="39E6B6A2">
      <w:start w:val="3"/>
      <w:numFmt w:val="bullet"/>
      <w:lvlText w:val="•"/>
      <w:lvlJc w:val="left"/>
      <w:pPr>
        <w:ind w:left="360" w:hanging="360"/>
      </w:pPr>
      <w:rPr>
        <w:rFonts w:ascii="SimSun" w:eastAsia="SimSun" w:hAnsi="SimSun"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3D411AF3"/>
    <w:multiLevelType w:val="hybridMultilevel"/>
    <w:tmpl w:val="0FA21690"/>
    <w:lvl w:ilvl="0" w:tplc="ABB6DB4C">
      <w:start w:val="1"/>
      <w:numFmt w:val="decimal"/>
      <w:lvlText w:val="%1."/>
      <w:lvlJc w:val="left"/>
      <w:pPr>
        <w:ind w:left="820" w:hanging="360"/>
      </w:pPr>
      <w:rPr>
        <w:rFonts w:hint="default"/>
      </w:rPr>
    </w:lvl>
    <w:lvl w:ilvl="1" w:tplc="08090019">
      <w:start w:val="1"/>
      <w:numFmt w:val="lowerLetter"/>
      <w:lvlText w:val="%2."/>
      <w:lvlJc w:val="left"/>
      <w:pPr>
        <w:ind w:left="1540" w:hanging="360"/>
      </w:pPr>
    </w:lvl>
    <w:lvl w:ilvl="2" w:tplc="0809001B" w:tentative="1">
      <w:start w:val="1"/>
      <w:numFmt w:val="lowerRoman"/>
      <w:lvlText w:val="%3."/>
      <w:lvlJc w:val="right"/>
      <w:pPr>
        <w:ind w:left="2260" w:hanging="180"/>
      </w:pPr>
    </w:lvl>
    <w:lvl w:ilvl="3" w:tplc="0809000F" w:tentative="1">
      <w:start w:val="1"/>
      <w:numFmt w:val="decimal"/>
      <w:lvlText w:val="%4."/>
      <w:lvlJc w:val="left"/>
      <w:pPr>
        <w:ind w:left="2980" w:hanging="360"/>
      </w:pPr>
    </w:lvl>
    <w:lvl w:ilvl="4" w:tplc="08090019" w:tentative="1">
      <w:start w:val="1"/>
      <w:numFmt w:val="lowerLetter"/>
      <w:lvlText w:val="%5."/>
      <w:lvlJc w:val="left"/>
      <w:pPr>
        <w:ind w:left="3700" w:hanging="360"/>
      </w:pPr>
    </w:lvl>
    <w:lvl w:ilvl="5" w:tplc="0809001B" w:tentative="1">
      <w:start w:val="1"/>
      <w:numFmt w:val="lowerRoman"/>
      <w:lvlText w:val="%6."/>
      <w:lvlJc w:val="right"/>
      <w:pPr>
        <w:ind w:left="4420" w:hanging="180"/>
      </w:pPr>
    </w:lvl>
    <w:lvl w:ilvl="6" w:tplc="0809000F" w:tentative="1">
      <w:start w:val="1"/>
      <w:numFmt w:val="decimal"/>
      <w:lvlText w:val="%7."/>
      <w:lvlJc w:val="left"/>
      <w:pPr>
        <w:ind w:left="5140" w:hanging="360"/>
      </w:pPr>
    </w:lvl>
    <w:lvl w:ilvl="7" w:tplc="08090019" w:tentative="1">
      <w:start w:val="1"/>
      <w:numFmt w:val="lowerLetter"/>
      <w:lvlText w:val="%8."/>
      <w:lvlJc w:val="left"/>
      <w:pPr>
        <w:ind w:left="5860" w:hanging="360"/>
      </w:pPr>
    </w:lvl>
    <w:lvl w:ilvl="8" w:tplc="0809001B" w:tentative="1">
      <w:start w:val="1"/>
      <w:numFmt w:val="lowerRoman"/>
      <w:lvlText w:val="%9."/>
      <w:lvlJc w:val="right"/>
      <w:pPr>
        <w:ind w:left="6580" w:hanging="180"/>
      </w:pPr>
    </w:lvl>
  </w:abstractNum>
  <w:abstractNum w:abstractNumId="145" w15:restartNumberingAfterBreak="0">
    <w:nsid w:val="3E0E4F1C"/>
    <w:multiLevelType w:val="hybridMultilevel"/>
    <w:tmpl w:val="4EF0A7FA"/>
    <w:lvl w:ilvl="0" w:tplc="04090011">
      <w:start w:val="1"/>
      <w:numFmt w:val="decimal"/>
      <w:lvlText w:val="%1)"/>
      <w:lvlJc w:val="left"/>
      <w:pPr>
        <w:ind w:left="1300" w:hanging="360"/>
      </w:p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146" w15:restartNumberingAfterBreak="0">
    <w:nsid w:val="3E127698"/>
    <w:multiLevelType w:val="hybridMultilevel"/>
    <w:tmpl w:val="D50CC944"/>
    <w:lvl w:ilvl="0" w:tplc="B36E1D98">
      <w:start w:val="1"/>
      <w:numFmt w:val="bullet"/>
      <w:lvlText w:val="-"/>
      <w:lvlJc w:val="left"/>
      <w:pPr>
        <w:ind w:left="1004" w:hanging="360"/>
      </w:pPr>
      <w:rPr>
        <w:rFonts w:ascii="Calibri" w:eastAsiaTheme="minorHAnsi" w:hAnsi="Calibri" w:cs="Calibri" w:hint="default"/>
      </w:rPr>
    </w:lvl>
    <w:lvl w:ilvl="1" w:tplc="B36E1D98">
      <w:start w:val="1"/>
      <w:numFmt w:val="bullet"/>
      <w:lvlText w:val="-"/>
      <w:lvlJc w:val="left"/>
      <w:pPr>
        <w:ind w:left="1724" w:hanging="360"/>
      </w:pPr>
      <w:rPr>
        <w:rFonts w:ascii="Calibri" w:eastAsiaTheme="minorHAnsi" w:hAnsi="Calibri" w:cs="Calibri"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147" w15:restartNumberingAfterBreak="0">
    <w:nsid w:val="3ED369F9"/>
    <w:multiLevelType w:val="hybridMultilevel"/>
    <w:tmpl w:val="5ED6B2CA"/>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48" w15:restartNumberingAfterBreak="0">
    <w:nsid w:val="3F8D4868"/>
    <w:multiLevelType w:val="hybridMultilevel"/>
    <w:tmpl w:val="417C7D4E"/>
    <w:lvl w:ilvl="0" w:tplc="31C6EC06">
      <w:start w:val="8"/>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9" w15:restartNumberingAfterBreak="0">
    <w:nsid w:val="400407B8"/>
    <w:multiLevelType w:val="multilevel"/>
    <w:tmpl w:val="8D88FC10"/>
    <w:lvl w:ilvl="0">
      <w:start w:val="3"/>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0" w15:restartNumberingAfterBreak="0">
    <w:nsid w:val="4012279A"/>
    <w:multiLevelType w:val="hybridMultilevel"/>
    <w:tmpl w:val="D0BE8F24"/>
    <w:lvl w:ilvl="0" w:tplc="191A72A0">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1" w15:restartNumberingAfterBreak="0">
    <w:nsid w:val="40A827A5"/>
    <w:multiLevelType w:val="hybridMultilevel"/>
    <w:tmpl w:val="4DE02326"/>
    <w:lvl w:ilvl="0" w:tplc="D7381584">
      <w:start w:val="2017"/>
      <w:numFmt w:val="bullet"/>
      <w:lvlText w:val="-"/>
      <w:lvlJc w:val="left"/>
      <w:pPr>
        <w:ind w:left="704" w:hanging="420"/>
      </w:pPr>
      <w:rPr>
        <w:rFonts w:ascii="Times New Roman" w:eastAsia="Times New Roma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52" w15:restartNumberingAfterBreak="0">
    <w:nsid w:val="40CD2FB4"/>
    <w:multiLevelType w:val="hybridMultilevel"/>
    <w:tmpl w:val="A4FA7294"/>
    <w:lvl w:ilvl="0" w:tplc="5CFA422A">
      <w:start w:val="8"/>
      <w:numFmt w:val="bullet"/>
      <w:lvlText w:val="-"/>
      <w:lvlJc w:val="left"/>
      <w:pPr>
        <w:ind w:left="645" w:hanging="360"/>
      </w:pPr>
      <w:rPr>
        <w:rFonts w:ascii="Times New Roman" w:eastAsia="?? ??" w:hAnsi="Times New Roman" w:cs="Times New Roman" w:hint="default"/>
      </w:rPr>
    </w:lvl>
    <w:lvl w:ilvl="1" w:tplc="04090003" w:tentative="1">
      <w:start w:val="1"/>
      <w:numFmt w:val="bullet"/>
      <w:lvlText w:val=""/>
      <w:lvlJc w:val="left"/>
      <w:pPr>
        <w:ind w:left="1125" w:hanging="420"/>
      </w:pPr>
      <w:rPr>
        <w:rFonts w:ascii="Wingdings" w:hAnsi="Wingdings" w:hint="default"/>
      </w:rPr>
    </w:lvl>
    <w:lvl w:ilvl="2" w:tplc="04090005"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3" w:tentative="1">
      <w:start w:val="1"/>
      <w:numFmt w:val="bullet"/>
      <w:lvlText w:val=""/>
      <w:lvlJc w:val="left"/>
      <w:pPr>
        <w:ind w:left="2385" w:hanging="420"/>
      </w:pPr>
      <w:rPr>
        <w:rFonts w:ascii="Wingdings" w:hAnsi="Wingdings" w:hint="default"/>
      </w:rPr>
    </w:lvl>
    <w:lvl w:ilvl="5" w:tplc="04090005"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3" w:tentative="1">
      <w:start w:val="1"/>
      <w:numFmt w:val="bullet"/>
      <w:lvlText w:val=""/>
      <w:lvlJc w:val="left"/>
      <w:pPr>
        <w:ind w:left="3645" w:hanging="420"/>
      </w:pPr>
      <w:rPr>
        <w:rFonts w:ascii="Wingdings" w:hAnsi="Wingdings" w:hint="default"/>
      </w:rPr>
    </w:lvl>
    <w:lvl w:ilvl="8" w:tplc="04090005" w:tentative="1">
      <w:start w:val="1"/>
      <w:numFmt w:val="bullet"/>
      <w:lvlText w:val=""/>
      <w:lvlJc w:val="left"/>
      <w:pPr>
        <w:ind w:left="4065" w:hanging="420"/>
      </w:pPr>
      <w:rPr>
        <w:rFonts w:ascii="Wingdings" w:hAnsi="Wingdings" w:hint="default"/>
      </w:rPr>
    </w:lvl>
  </w:abstractNum>
  <w:abstractNum w:abstractNumId="153" w15:restartNumberingAfterBreak="0">
    <w:nsid w:val="42BF5810"/>
    <w:multiLevelType w:val="hybridMultilevel"/>
    <w:tmpl w:val="CD4A162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42E2151F"/>
    <w:multiLevelType w:val="hybridMultilevel"/>
    <w:tmpl w:val="EF24FB36"/>
    <w:lvl w:ilvl="0" w:tplc="04090003">
      <w:start w:val="1"/>
      <w:numFmt w:val="bullet"/>
      <w:lvlText w:val=""/>
      <w:lvlJc w:val="left"/>
      <w:pPr>
        <w:ind w:left="580" w:hanging="480"/>
      </w:pPr>
      <w:rPr>
        <w:rFonts w:ascii="Wingdings" w:hAnsi="Wingdings" w:hint="default"/>
      </w:rPr>
    </w:lvl>
    <w:lvl w:ilvl="1" w:tplc="E686413A">
      <w:start w:val="1"/>
      <w:numFmt w:val="decimal"/>
      <w:lvlText w:val="%2)"/>
      <w:lvlJc w:val="left"/>
      <w:pPr>
        <w:ind w:left="1060" w:hanging="480"/>
      </w:pPr>
      <w:rPr>
        <w:rFonts w:ascii="Arial" w:eastAsiaTheme="minorEastAsia" w:hAnsi="Arial" w:cs="Times New Roman"/>
      </w:rPr>
    </w:lvl>
    <w:lvl w:ilvl="2" w:tplc="04090005" w:tentative="1">
      <w:start w:val="1"/>
      <w:numFmt w:val="bullet"/>
      <w:lvlText w:val=""/>
      <w:lvlJc w:val="left"/>
      <w:pPr>
        <w:ind w:left="1540" w:hanging="480"/>
      </w:pPr>
      <w:rPr>
        <w:rFonts w:ascii="Wingdings" w:hAnsi="Wingdings" w:hint="default"/>
      </w:rPr>
    </w:lvl>
    <w:lvl w:ilvl="3" w:tplc="04090001" w:tentative="1">
      <w:start w:val="1"/>
      <w:numFmt w:val="bullet"/>
      <w:lvlText w:val=""/>
      <w:lvlJc w:val="left"/>
      <w:pPr>
        <w:ind w:left="2020" w:hanging="480"/>
      </w:pPr>
      <w:rPr>
        <w:rFonts w:ascii="Wingdings" w:hAnsi="Wingdings" w:hint="default"/>
      </w:rPr>
    </w:lvl>
    <w:lvl w:ilvl="4" w:tplc="04090003" w:tentative="1">
      <w:start w:val="1"/>
      <w:numFmt w:val="bullet"/>
      <w:lvlText w:val=""/>
      <w:lvlJc w:val="left"/>
      <w:pPr>
        <w:ind w:left="2500" w:hanging="480"/>
      </w:pPr>
      <w:rPr>
        <w:rFonts w:ascii="Wingdings" w:hAnsi="Wingdings" w:hint="default"/>
      </w:rPr>
    </w:lvl>
    <w:lvl w:ilvl="5" w:tplc="04090005" w:tentative="1">
      <w:start w:val="1"/>
      <w:numFmt w:val="bullet"/>
      <w:lvlText w:val=""/>
      <w:lvlJc w:val="left"/>
      <w:pPr>
        <w:ind w:left="2980" w:hanging="480"/>
      </w:pPr>
      <w:rPr>
        <w:rFonts w:ascii="Wingdings" w:hAnsi="Wingdings" w:hint="default"/>
      </w:rPr>
    </w:lvl>
    <w:lvl w:ilvl="6" w:tplc="04090001" w:tentative="1">
      <w:start w:val="1"/>
      <w:numFmt w:val="bullet"/>
      <w:lvlText w:val=""/>
      <w:lvlJc w:val="left"/>
      <w:pPr>
        <w:ind w:left="3460" w:hanging="480"/>
      </w:pPr>
      <w:rPr>
        <w:rFonts w:ascii="Wingdings" w:hAnsi="Wingdings" w:hint="default"/>
      </w:rPr>
    </w:lvl>
    <w:lvl w:ilvl="7" w:tplc="04090003" w:tentative="1">
      <w:start w:val="1"/>
      <w:numFmt w:val="bullet"/>
      <w:lvlText w:val=""/>
      <w:lvlJc w:val="left"/>
      <w:pPr>
        <w:ind w:left="3940" w:hanging="480"/>
      </w:pPr>
      <w:rPr>
        <w:rFonts w:ascii="Wingdings" w:hAnsi="Wingdings" w:hint="default"/>
      </w:rPr>
    </w:lvl>
    <w:lvl w:ilvl="8" w:tplc="04090005" w:tentative="1">
      <w:start w:val="1"/>
      <w:numFmt w:val="bullet"/>
      <w:lvlText w:val=""/>
      <w:lvlJc w:val="left"/>
      <w:pPr>
        <w:ind w:left="4420" w:hanging="480"/>
      </w:pPr>
      <w:rPr>
        <w:rFonts w:ascii="Wingdings" w:hAnsi="Wingdings" w:hint="default"/>
      </w:rPr>
    </w:lvl>
  </w:abstractNum>
  <w:abstractNum w:abstractNumId="155" w15:restartNumberingAfterBreak="0">
    <w:nsid w:val="43026D93"/>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6" w15:restartNumberingAfterBreak="0">
    <w:nsid w:val="430B316D"/>
    <w:multiLevelType w:val="hybridMultilevel"/>
    <w:tmpl w:val="8AC0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440A0551"/>
    <w:multiLevelType w:val="hybridMultilevel"/>
    <w:tmpl w:val="B8D0AD40"/>
    <w:lvl w:ilvl="0" w:tplc="04090003">
      <w:start w:val="1"/>
      <w:numFmt w:val="bullet"/>
      <w:lvlText w:val=""/>
      <w:lvlJc w:val="left"/>
      <w:pPr>
        <w:ind w:left="760" w:hanging="360"/>
      </w:pPr>
      <w:rPr>
        <w:rFonts w:ascii="Wingdings" w:hAnsi="Wingdings" w:hint="default"/>
      </w:rPr>
    </w:lvl>
    <w:lvl w:ilvl="1" w:tplc="041D0001">
      <w:start w:val="1"/>
      <w:numFmt w:val="bullet"/>
      <w:lvlText w:val=""/>
      <w:lvlJc w:val="left"/>
      <w:pPr>
        <w:ind w:left="1200" w:hanging="400"/>
      </w:pPr>
      <w:rPr>
        <w:rFonts w:ascii="Symbol" w:hAnsi="Symbol" w:hint="default"/>
      </w:rPr>
    </w:lvl>
    <w:lvl w:ilvl="2" w:tplc="041D0001">
      <w:start w:val="1"/>
      <w:numFmt w:val="bullet"/>
      <w:lvlText w:val=""/>
      <w:lvlJc w:val="left"/>
      <w:pPr>
        <w:ind w:left="1600" w:hanging="400"/>
      </w:pPr>
      <w:rPr>
        <w:rFonts w:ascii="Symbol" w:hAnsi="Symbol" w:hint="default"/>
      </w:rPr>
    </w:lvl>
    <w:lvl w:ilvl="3" w:tplc="041D0001">
      <w:start w:val="1"/>
      <w:numFmt w:val="bullet"/>
      <w:lvlText w:val=""/>
      <w:lvlJc w:val="left"/>
      <w:pPr>
        <w:ind w:left="2000" w:hanging="400"/>
      </w:pPr>
      <w:rPr>
        <w:rFonts w:ascii="Symbol" w:hAnsi="Symbol" w:hint="default"/>
      </w:rPr>
    </w:lvl>
    <w:lvl w:ilvl="4" w:tplc="041D0001">
      <w:start w:val="1"/>
      <w:numFmt w:val="bullet"/>
      <w:lvlText w:val=""/>
      <w:lvlJc w:val="left"/>
      <w:pPr>
        <w:ind w:left="2400" w:hanging="400"/>
      </w:pPr>
      <w:rPr>
        <w:rFonts w:ascii="Symbol" w:hAnsi="Symbol" w:hint="default"/>
      </w:r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8" w15:restartNumberingAfterBreak="0">
    <w:nsid w:val="443316D6"/>
    <w:multiLevelType w:val="hybridMultilevel"/>
    <w:tmpl w:val="6D8ABF9C"/>
    <w:lvl w:ilvl="0" w:tplc="04090011">
      <w:start w:val="1"/>
      <w:numFmt w:val="decimal"/>
      <w:lvlText w:val="%1)"/>
      <w:lvlJc w:val="left"/>
      <w:pPr>
        <w:ind w:left="644" w:hanging="360"/>
      </w:pPr>
      <w:rPr>
        <w:rFonts w:hint="default"/>
      </w:rPr>
    </w:lvl>
    <w:lvl w:ilvl="1" w:tplc="210E93D8">
      <w:start w:val="1"/>
      <w:numFmt w:val="bullet"/>
      <w:lvlText w:val="•"/>
      <w:lvlJc w:val="left"/>
      <w:pPr>
        <w:ind w:left="1160" w:hanging="156"/>
      </w:pPr>
      <w:rPr>
        <w:rFonts w:ascii="Calibri" w:eastAsia="SimSun" w:hAnsi="Calibri" w:cs="Calibri"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9" w15:restartNumberingAfterBreak="0">
    <w:nsid w:val="44832A7B"/>
    <w:multiLevelType w:val="hybridMultilevel"/>
    <w:tmpl w:val="8A3C9AFC"/>
    <w:lvl w:ilvl="0" w:tplc="78C206A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60" w15:restartNumberingAfterBreak="0">
    <w:nsid w:val="44F64912"/>
    <w:multiLevelType w:val="multilevel"/>
    <w:tmpl w:val="D18C82C4"/>
    <w:lvl w:ilvl="0">
      <w:start w:val="4"/>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467D7B53"/>
    <w:multiLevelType w:val="hybridMultilevel"/>
    <w:tmpl w:val="D020FCD8"/>
    <w:lvl w:ilvl="0" w:tplc="4C747F5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46892768"/>
    <w:multiLevelType w:val="hybridMultilevel"/>
    <w:tmpl w:val="3CE6AD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47705CA4"/>
    <w:multiLevelType w:val="hybridMultilevel"/>
    <w:tmpl w:val="BF8287E6"/>
    <w:lvl w:ilvl="0" w:tplc="20DCDB8E">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48286FB9"/>
    <w:multiLevelType w:val="hybridMultilevel"/>
    <w:tmpl w:val="3DBE17B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5" w15:restartNumberingAfterBreak="0">
    <w:nsid w:val="483C6937"/>
    <w:multiLevelType w:val="hybridMultilevel"/>
    <w:tmpl w:val="834A0EEE"/>
    <w:lvl w:ilvl="0" w:tplc="A5788472">
      <w:start w:val="13"/>
      <w:numFmt w:val="bullet"/>
      <w:lvlText w:val="-"/>
      <w:lvlJc w:val="left"/>
      <w:pPr>
        <w:ind w:left="460" w:hanging="360"/>
      </w:pPr>
      <w:rPr>
        <w:rFonts w:ascii="Arial" w:eastAsia="SimSu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66" w15:restartNumberingAfterBreak="0">
    <w:nsid w:val="48400F2C"/>
    <w:multiLevelType w:val="hybridMultilevel"/>
    <w:tmpl w:val="7936AD00"/>
    <w:lvl w:ilvl="0" w:tplc="4404A9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48743D6F"/>
    <w:multiLevelType w:val="multilevel"/>
    <w:tmpl w:val="86781D10"/>
    <w:lvl w:ilvl="0">
      <w:start w:val="4"/>
      <w:numFmt w:val="decimal"/>
      <w:lvlText w:val="%1."/>
      <w:lvlJc w:val="left"/>
      <w:pPr>
        <w:ind w:left="780" w:hanging="780"/>
      </w:pPr>
      <w:rPr>
        <w:rFonts w:hint="default"/>
      </w:rPr>
    </w:lvl>
    <w:lvl w:ilvl="1">
      <w:start w:val="3"/>
      <w:numFmt w:val="decimal"/>
      <w:lvlText w:val="%1.%2."/>
      <w:lvlJc w:val="left"/>
      <w:pPr>
        <w:ind w:left="1068" w:hanging="780"/>
      </w:pPr>
      <w:rPr>
        <w:rFonts w:hint="default"/>
      </w:rPr>
    </w:lvl>
    <w:lvl w:ilvl="2">
      <w:start w:val="2"/>
      <w:numFmt w:val="decimal"/>
      <w:lvlText w:val="%1.%2.%3."/>
      <w:lvlJc w:val="left"/>
      <w:pPr>
        <w:ind w:left="1356" w:hanging="78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464" w:hanging="2160"/>
      </w:pPr>
      <w:rPr>
        <w:rFonts w:hint="default"/>
      </w:rPr>
    </w:lvl>
  </w:abstractNum>
  <w:abstractNum w:abstractNumId="168" w15:restartNumberingAfterBreak="0">
    <w:nsid w:val="48DC5E3F"/>
    <w:multiLevelType w:val="hybridMultilevel"/>
    <w:tmpl w:val="109C948C"/>
    <w:lvl w:ilvl="0" w:tplc="FC1A2ADE">
      <w:start w:val="2"/>
      <w:numFmt w:val="bullet"/>
      <w:lvlText w:val="-"/>
      <w:lvlJc w:val="left"/>
      <w:pPr>
        <w:ind w:left="1080" w:hanging="360"/>
      </w:pPr>
      <w:rPr>
        <w:rFonts w:ascii="Times New Roman" w:eastAsia="SimSun" w:hAnsi="Times New Roman" w:cs="Times New Roman" w:hint="default"/>
        <w:color w:val="FF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9" w15:restartNumberingAfterBreak="0">
    <w:nsid w:val="4A0A1A58"/>
    <w:multiLevelType w:val="hybridMultilevel"/>
    <w:tmpl w:val="9A80A916"/>
    <w:lvl w:ilvl="0" w:tplc="B3F4229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4A747705"/>
    <w:multiLevelType w:val="hybridMultilevel"/>
    <w:tmpl w:val="74A2F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4B1411A3"/>
    <w:multiLevelType w:val="hybridMultilevel"/>
    <w:tmpl w:val="187EDA94"/>
    <w:lvl w:ilvl="0" w:tplc="A176AF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2" w15:restartNumberingAfterBreak="0">
    <w:nsid w:val="4B2521BD"/>
    <w:multiLevelType w:val="hybridMultilevel"/>
    <w:tmpl w:val="28F238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4B7C173B"/>
    <w:multiLevelType w:val="hybridMultilevel"/>
    <w:tmpl w:val="5822A2C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15:restartNumberingAfterBreak="0">
    <w:nsid w:val="4B88688A"/>
    <w:multiLevelType w:val="hybridMultilevel"/>
    <w:tmpl w:val="CC902434"/>
    <w:lvl w:ilvl="0" w:tplc="AB28A3D0">
      <w:start w:val="1"/>
      <w:numFmt w:val="lowerLetter"/>
      <w:lvlText w:val="%1)"/>
      <w:lvlJc w:val="left"/>
      <w:pPr>
        <w:ind w:left="820" w:hanging="360"/>
      </w:pPr>
      <w:rPr>
        <w:rFonts w:hint="default"/>
      </w:rPr>
    </w:lvl>
    <w:lvl w:ilvl="1" w:tplc="04090019" w:tentative="1">
      <w:start w:val="1"/>
      <w:numFmt w:val="lowerLetter"/>
      <w:lvlText w:val="%2)"/>
      <w:lvlJc w:val="left"/>
      <w:pPr>
        <w:ind w:left="1300" w:hanging="420"/>
      </w:pPr>
    </w:lvl>
    <w:lvl w:ilvl="2" w:tplc="0409001B" w:tentative="1">
      <w:start w:val="1"/>
      <w:numFmt w:val="lowerRoman"/>
      <w:lvlText w:val="%3."/>
      <w:lvlJc w:val="right"/>
      <w:pPr>
        <w:ind w:left="1720" w:hanging="420"/>
      </w:pPr>
    </w:lvl>
    <w:lvl w:ilvl="3" w:tplc="0409000F" w:tentative="1">
      <w:start w:val="1"/>
      <w:numFmt w:val="decimal"/>
      <w:lvlText w:val="%4."/>
      <w:lvlJc w:val="left"/>
      <w:pPr>
        <w:ind w:left="2140" w:hanging="420"/>
      </w:pPr>
    </w:lvl>
    <w:lvl w:ilvl="4" w:tplc="04090019" w:tentative="1">
      <w:start w:val="1"/>
      <w:numFmt w:val="lowerLetter"/>
      <w:lvlText w:val="%5)"/>
      <w:lvlJc w:val="left"/>
      <w:pPr>
        <w:ind w:left="2560" w:hanging="420"/>
      </w:pPr>
    </w:lvl>
    <w:lvl w:ilvl="5" w:tplc="0409001B" w:tentative="1">
      <w:start w:val="1"/>
      <w:numFmt w:val="lowerRoman"/>
      <w:lvlText w:val="%6."/>
      <w:lvlJc w:val="right"/>
      <w:pPr>
        <w:ind w:left="2980" w:hanging="420"/>
      </w:pPr>
    </w:lvl>
    <w:lvl w:ilvl="6" w:tplc="0409000F" w:tentative="1">
      <w:start w:val="1"/>
      <w:numFmt w:val="decimal"/>
      <w:lvlText w:val="%7."/>
      <w:lvlJc w:val="left"/>
      <w:pPr>
        <w:ind w:left="3400" w:hanging="420"/>
      </w:pPr>
    </w:lvl>
    <w:lvl w:ilvl="7" w:tplc="04090019" w:tentative="1">
      <w:start w:val="1"/>
      <w:numFmt w:val="lowerLetter"/>
      <w:lvlText w:val="%8)"/>
      <w:lvlJc w:val="left"/>
      <w:pPr>
        <w:ind w:left="3820" w:hanging="420"/>
      </w:pPr>
    </w:lvl>
    <w:lvl w:ilvl="8" w:tplc="0409001B" w:tentative="1">
      <w:start w:val="1"/>
      <w:numFmt w:val="lowerRoman"/>
      <w:lvlText w:val="%9."/>
      <w:lvlJc w:val="right"/>
      <w:pPr>
        <w:ind w:left="4240" w:hanging="420"/>
      </w:pPr>
    </w:lvl>
  </w:abstractNum>
  <w:abstractNum w:abstractNumId="175" w15:restartNumberingAfterBreak="0">
    <w:nsid w:val="4B9559EC"/>
    <w:multiLevelType w:val="hybridMultilevel"/>
    <w:tmpl w:val="3918981E"/>
    <w:lvl w:ilvl="0" w:tplc="20BE7878">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4C1331A6"/>
    <w:multiLevelType w:val="hybridMultilevel"/>
    <w:tmpl w:val="1A323864"/>
    <w:lvl w:ilvl="0" w:tplc="04090011">
      <w:start w:val="1"/>
      <w:numFmt w:val="decimal"/>
      <w:lvlText w:val="%1)"/>
      <w:lvlJc w:val="left"/>
      <w:pPr>
        <w:ind w:left="720" w:hanging="360"/>
      </w:pPr>
    </w:lvl>
    <w:lvl w:ilvl="1" w:tplc="D13EF0DA">
      <w:numFmt w:val="bullet"/>
      <w:lvlText w:val="–"/>
      <w:lvlJc w:val="left"/>
      <w:pPr>
        <w:ind w:left="1800" w:hanging="720"/>
      </w:pPr>
      <w:rPr>
        <w:rFonts w:ascii="Calibri" w:eastAsia="SimSu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4C2C7FC8"/>
    <w:multiLevelType w:val="hybridMultilevel"/>
    <w:tmpl w:val="99085550"/>
    <w:lvl w:ilvl="0" w:tplc="223EF950">
      <w:numFmt w:val="bullet"/>
      <w:lvlText w:val="-"/>
      <w:lvlJc w:val="left"/>
      <w:pPr>
        <w:ind w:left="644" w:hanging="360"/>
      </w:pPr>
      <w:rPr>
        <w:rFonts w:ascii="Times New Roman" w:eastAsia="?? ??"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8" w15:restartNumberingAfterBreak="0">
    <w:nsid w:val="4C577D6C"/>
    <w:multiLevelType w:val="hybridMultilevel"/>
    <w:tmpl w:val="F17E1A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4C5F107A"/>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0" w15:restartNumberingAfterBreak="0">
    <w:nsid w:val="4D65537F"/>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1" w15:restartNumberingAfterBreak="0">
    <w:nsid w:val="4D93342D"/>
    <w:multiLevelType w:val="hybridMultilevel"/>
    <w:tmpl w:val="30688C22"/>
    <w:lvl w:ilvl="0" w:tplc="04090001">
      <w:start w:val="1"/>
      <w:numFmt w:val="bullet"/>
      <w:lvlText w:val=""/>
      <w:lvlJc w:val="left"/>
      <w:pPr>
        <w:ind w:left="360" w:hanging="360"/>
      </w:pPr>
      <w:rPr>
        <w:rFonts w:ascii="Symbol" w:hAnsi="Symbol" w:hint="default"/>
      </w:rPr>
    </w:lvl>
    <w:lvl w:ilvl="1" w:tplc="83BC3206">
      <w:start w:val="1"/>
      <w:numFmt w:val="bullet"/>
      <w:lvlText w:val="-"/>
      <w:lvlJc w:val="left"/>
      <w:pPr>
        <w:ind w:left="1080" w:hanging="360"/>
      </w:pPr>
      <w:rPr>
        <w:rFonts w:ascii="Times New Roman" w:eastAsia="Times New Roman"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4DD9481F"/>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3" w15:restartNumberingAfterBreak="0">
    <w:nsid w:val="4E3F7967"/>
    <w:multiLevelType w:val="hybridMultilevel"/>
    <w:tmpl w:val="66C86FC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4E4571AD"/>
    <w:multiLevelType w:val="hybridMultilevel"/>
    <w:tmpl w:val="CCEE3D52"/>
    <w:lvl w:ilvl="0" w:tplc="7014350E">
      <w:start w:val="38"/>
      <w:numFmt w:val="bullet"/>
      <w:lvlText w:val="-"/>
      <w:lvlJc w:val="left"/>
      <w:pPr>
        <w:ind w:left="460" w:hanging="360"/>
      </w:pPr>
      <w:rPr>
        <w:rFonts w:ascii="Arial" w:eastAsia="Times New Roma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85" w15:restartNumberingAfterBreak="0">
    <w:nsid w:val="4F1651A3"/>
    <w:multiLevelType w:val="hybridMultilevel"/>
    <w:tmpl w:val="3EFCC834"/>
    <w:lvl w:ilvl="0" w:tplc="DD186B28">
      <w:start w:val="1"/>
      <w:numFmt w:val="decimal"/>
      <w:lvlText w:val="%1)"/>
      <w:lvlJc w:val="left"/>
      <w:pPr>
        <w:ind w:left="900" w:hanging="480"/>
      </w:pPr>
      <w:rPr>
        <w:rFonts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6" w15:restartNumberingAfterBreak="0">
    <w:nsid w:val="4F6B79CE"/>
    <w:multiLevelType w:val="hybridMultilevel"/>
    <w:tmpl w:val="5C24494C"/>
    <w:lvl w:ilvl="0" w:tplc="79760000">
      <w:start w:val="7"/>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7" w15:restartNumberingAfterBreak="0">
    <w:nsid w:val="4FCE6A1A"/>
    <w:multiLevelType w:val="hybridMultilevel"/>
    <w:tmpl w:val="4314BDE6"/>
    <w:lvl w:ilvl="0" w:tplc="0FB02864">
      <w:start w:val="1"/>
      <w:numFmt w:val="bullet"/>
      <w:lvlText w:val="−"/>
      <w:lvlJc w:val="left"/>
      <w:pPr>
        <w:ind w:left="720" w:hanging="360"/>
      </w:pPr>
      <w:rPr>
        <w:rFonts w:ascii="Intel Clear" w:hAnsi="Intel Clear"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500642F8"/>
    <w:multiLevelType w:val="hybridMultilevel"/>
    <w:tmpl w:val="C63A37B6"/>
    <w:lvl w:ilvl="0" w:tplc="7990105A">
      <w:start w:val="1"/>
      <w:numFmt w:val="lowerRoman"/>
      <w:lvlText w:val="%1."/>
      <w:lvlJc w:val="left"/>
      <w:pPr>
        <w:ind w:left="516" w:hanging="15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50156AFA"/>
    <w:multiLevelType w:val="hybridMultilevel"/>
    <w:tmpl w:val="86C00F82"/>
    <w:lvl w:ilvl="0" w:tplc="73B8F7C0">
      <w:start w:val="1"/>
      <w:numFmt w:val="decimal"/>
      <w:lvlText w:val="%1."/>
      <w:lvlJc w:val="left"/>
      <w:pPr>
        <w:ind w:left="420" w:hanging="360"/>
      </w:pPr>
      <w:rPr>
        <w:rFonts w:hint="default"/>
      </w:rPr>
    </w:lvl>
    <w:lvl w:ilvl="1" w:tplc="04090001">
      <w:start w:val="1"/>
      <w:numFmt w:val="bullet"/>
      <w:lvlText w:val=""/>
      <w:lvlJc w:val="left"/>
      <w:pPr>
        <w:ind w:left="1140" w:hanging="360"/>
      </w:pPr>
      <w:rPr>
        <w:rFonts w:ascii="Symbol" w:hAnsi="Symbol" w:hint="default"/>
      </w:rPr>
    </w:lvl>
    <w:lvl w:ilvl="2" w:tplc="04090011">
      <w:start w:val="1"/>
      <w:numFmt w:val="decimal"/>
      <w:lvlText w:val="%3)"/>
      <w:lvlJc w:val="lef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0" w15:restartNumberingAfterBreak="0">
    <w:nsid w:val="51365D3F"/>
    <w:multiLevelType w:val="hybridMultilevel"/>
    <w:tmpl w:val="6F1CFF06"/>
    <w:lvl w:ilvl="0" w:tplc="04090003">
      <w:start w:val="1"/>
      <w:numFmt w:val="bullet"/>
      <w:lvlText w:val=""/>
      <w:lvlJc w:val="left"/>
      <w:pPr>
        <w:ind w:left="360" w:hanging="360"/>
      </w:pPr>
      <w:rPr>
        <w:rFonts w:ascii="Wingdings" w:hAnsi="Wingdings" w:hint="default"/>
      </w:rPr>
    </w:lvl>
    <w:lvl w:ilvl="1" w:tplc="210E93D8">
      <w:start w:val="1"/>
      <w:numFmt w:val="bullet"/>
      <w:lvlText w:val="•"/>
      <w:lvlJc w:val="left"/>
      <w:pPr>
        <w:ind w:left="876" w:hanging="156"/>
      </w:pPr>
      <w:rPr>
        <w:rFonts w:ascii="Calibri" w:eastAsia="SimSun" w:hAnsi="Calibri" w:cs="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51823920"/>
    <w:multiLevelType w:val="hybridMultilevel"/>
    <w:tmpl w:val="7C0C6B3C"/>
    <w:lvl w:ilvl="0" w:tplc="B62ADC3C">
      <w:start w:val="1"/>
      <w:numFmt w:val="decimal"/>
      <w:lvlText w:val="%1."/>
      <w:lvlJc w:val="left"/>
      <w:pPr>
        <w:ind w:left="360" w:hanging="360"/>
      </w:pPr>
      <w:rPr>
        <w:rFonts w:eastAsia="MS 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2" w15:restartNumberingAfterBreak="0">
    <w:nsid w:val="51C254D9"/>
    <w:multiLevelType w:val="hybridMultilevel"/>
    <w:tmpl w:val="B4CC7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529C656F"/>
    <w:multiLevelType w:val="hybridMultilevel"/>
    <w:tmpl w:val="2BC6A3F2"/>
    <w:lvl w:ilvl="0" w:tplc="6E72A67C">
      <w:start w:val="240"/>
      <w:numFmt w:val="bullet"/>
      <w:lvlText w:val="-"/>
      <w:lvlJc w:val="left"/>
      <w:pPr>
        <w:ind w:left="988" w:hanging="420"/>
      </w:pPr>
      <w:rPr>
        <w:rFonts w:ascii="Calibri" w:eastAsia="MS Mincho" w:hAnsi="Calibri" w:cs="Calibri" w:hint="default"/>
      </w:rPr>
    </w:lvl>
    <w:lvl w:ilvl="1" w:tplc="04090003" w:tentative="1">
      <w:start w:val="1"/>
      <w:numFmt w:val="bullet"/>
      <w:lvlText w:val=""/>
      <w:lvlJc w:val="left"/>
      <w:pPr>
        <w:ind w:left="1408" w:hanging="420"/>
      </w:pPr>
      <w:rPr>
        <w:rFonts w:ascii="Wingdings" w:hAnsi="Wingdings" w:hint="default"/>
      </w:rPr>
    </w:lvl>
    <w:lvl w:ilvl="2" w:tplc="04090005"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3" w:tentative="1">
      <w:start w:val="1"/>
      <w:numFmt w:val="bullet"/>
      <w:lvlText w:val=""/>
      <w:lvlJc w:val="left"/>
      <w:pPr>
        <w:ind w:left="2668" w:hanging="420"/>
      </w:pPr>
      <w:rPr>
        <w:rFonts w:ascii="Wingdings" w:hAnsi="Wingdings" w:hint="default"/>
      </w:rPr>
    </w:lvl>
    <w:lvl w:ilvl="5" w:tplc="04090005"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3" w:tentative="1">
      <w:start w:val="1"/>
      <w:numFmt w:val="bullet"/>
      <w:lvlText w:val=""/>
      <w:lvlJc w:val="left"/>
      <w:pPr>
        <w:ind w:left="3928" w:hanging="420"/>
      </w:pPr>
      <w:rPr>
        <w:rFonts w:ascii="Wingdings" w:hAnsi="Wingdings" w:hint="default"/>
      </w:rPr>
    </w:lvl>
    <w:lvl w:ilvl="8" w:tplc="04090005" w:tentative="1">
      <w:start w:val="1"/>
      <w:numFmt w:val="bullet"/>
      <w:lvlText w:val=""/>
      <w:lvlJc w:val="left"/>
      <w:pPr>
        <w:ind w:left="4348" w:hanging="420"/>
      </w:pPr>
      <w:rPr>
        <w:rFonts w:ascii="Wingdings" w:hAnsi="Wingdings" w:hint="default"/>
      </w:rPr>
    </w:lvl>
  </w:abstractNum>
  <w:abstractNum w:abstractNumId="194" w15:restartNumberingAfterBreak="0">
    <w:nsid w:val="5305388D"/>
    <w:multiLevelType w:val="hybridMultilevel"/>
    <w:tmpl w:val="8C6467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530C35BA"/>
    <w:multiLevelType w:val="hybridMultilevel"/>
    <w:tmpl w:val="D7BCD77A"/>
    <w:lvl w:ilvl="0" w:tplc="73B8F7C0">
      <w:start w:val="1"/>
      <w:numFmt w:val="decimal"/>
      <w:lvlText w:val="%1."/>
      <w:lvlJc w:val="left"/>
      <w:pPr>
        <w:ind w:left="420" w:hanging="360"/>
      </w:pPr>
      <w:rPr>
        <w:rFonts w:hint="default"/>
      </w:rPr>
    </w:lvl>
    <w:lvl w:ilvl="1" w:tplc="04090001">
      <w:start w:val="1"/>
      <w:numFmt w:val="bullet"/>
      <w:lvlText w:val=""/>
      <w:lvlJc w:val="left"/>
      <w:pPr>
        <w:ind w:left="1140" w:hanging="360"/>
      </w:pPr>
      <w:rPr>
        <w:rFonts w:ascii="Symbol" w:hAnsi="Symbol" w:hint="default"/>
      </w:rPr>
    </w:lvl>
    <w:lvl w:ilvl="2" w:tplc="04090011">
      <w:start w:val="1"/>
      <w:numFmt w:val="decimal"/>
      <w:lvlText w:val="%3)"/>
      <w:lvlJc w:val="lef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6" w15:restartNumberingAfterBreak="0">
    <w:nsid w:val="5359483B"/>
    <w:multiLevelType w:val="hybridMultilevel"/>
    <w:tmpl w:val="F6BC422E"/>
    <w:lvl w:ilvl="0" w:tplc="DD56BEB8">
      <w:start w:val="2"/>
      <w:numFmt w:val="bullet"/>
      <w:lvlText w:val="-"/>
      <w:lvlJc w:val="left"/>
      <w:pPr>
        <w:ind w:left="1571" w:hanging="360"/>
      </w:pPr>
      <w:rPr>
        <w:rFonts w:ascii="Calibri" w:eastAsia="Calibri" w:hAnsi="Calibri" w:cs="Times New Roman" w:hint="default"/>
      </w:rPr>
    </w:lvl>
    <w:lvl w:ilvl="1" w:tplc="DD56BEB8">
      <w:start w:val="2"/>
      <w:numFmt w:val="bullet"/>
      <w:lvlText w:val="-"/>
      <w:lvlJc w:val="left"/>
      <w:pPr>
        <w:ind w:left="2291" w:hanging="360"/>
      </w:pPr>
      <w:rPr>
        <w:rFonts w:ascii="Calibri" w:eastAsia="Calibri" w:hAnsi="Calibri" w:cs="Times New Roman"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97" w15:restartNumberingAfterBreak="0">
    <w:nsid w:val="536052BF"/>
    <w:multiLevelType w:val="hybridMultilevel"/>
    <w:tmpl w:val="934656E6"/>
    <w:lvl w:ilvl="0" w:tplc="CEC86EBC">
      <w:start w:val="1"/>
      <w:numFmt w:val="decimal"/>
      <w:lvlText w:val="%1)"/>
      <w:lvlJc w:val="left"/>
      <w:pPr>
        <w:ind w:left="460" w:hanging="360"/>
      </w:pPr>
      <w:rPr>
        <w:rFonts w:hint="default"/>
      </w:rPr>
    </w:lvl>
    <w:lvl w:ilvl="1" w:tplc="040B0019" w:tentative="1">
      <w:start w:val="1"/>
      <w:numFmt w:val="lowerLetter"/>
      <w:lvlText w:val="%2."/>
      <w:lvlJc w:val="left"/>
      <w:pPr>
        <w:ind w:left="1180" w:hanging="360"/>
      </w:pPr>
    </w:lvl>
    <w:lvl w:ilvl="2" w:tplc="040B001B" w:tentative="1">
      <w:start w:val="1"/>
      <w:numFmt w:val="lowerRoman"/>
      <w:lvlText w:val="%3."/>
      <w:lvlJc w:val="right"/>
      <w:pPr>
        <w:ind w:left="1900" w:hanging="180"/>
      </w:pPr>
    </w:lvl>
    <w:lvl w:ilvl="3" w:tplc="040B000F" w:tentative="1">
      <w:start w:val="1"/>
      <w:numFmt w:val="decimal"/>
      <w:lvlText w:val="%4."/>
      <w:lvlJc w:val="left"/>
      <w:pPr>
        <w:ind w:left="2620" w:hanging="360"/>
      </w:pPr>
    </w:lvl>
    <w:lvl w:ilvl="4" w:tplc="040B0019" w:tentative="1">
      <w:start w:val="1"/>
      <w:numFmt w:val="lowerLetter"/>
      <w:lvlText w:val="%5."/>
      <w:lvlJc w:val="left"/>
      <w:pPr>
        <w:ind w:left="3340" w:hanging="360"/>
      </w:pPr>
    </w:lvl>
    <w:lvl w:ilvl="5" w:tplc="040B001B" w:tentative="1">
      <w:start w:val="1"/>
      <w:numFmt w:val="lowerRoman"/>
      <w:lvlText w:val="%6."/>
      <w:lvlJc w:val="right"/>
      <w:pPr>
        <w:ind w:left="4060" w:hanging="180"/>
      </w:pPr>
    </w:lvl>
    <w:lvl w:ilvl="6" w:tplc="040B000F" w:tentative="1">
      <w:start w:val="1"/>
      <w:numFmt w:val="decimal"/>
      <w:lvlText w:val="%7."/>
      <w:lvlJc w:val="left"/>
      <w:pPr>
        <w:ind w:left="4780" w:hanging="360"/>
      </w:pPr>
    </w:lvl>
    <w:lvl w:ilvl="7" w:tplc="040B0019" w:tentative="1">
      <w:start w:val="1"/>
      <w:numFmt w:val="lowerLetter"/>
      <w:lvlText w:val="%8."/>
      <w:lvlJc w:val="left"/>
      <w:pPr>
        <w:ind w:left="5500" w:hanging="360"/>
      </w:pPr>
    </w:lvl>
    <w:lvl w:ilvl="8" w:tplc="040B001B" w:tentative="1">
      <w:start w:val="1"/>
      <w:numFmt w:val="lowerRoman"/>
      <w:lvlText w:val="%9."/>
      <w:lvlJc w:val="right"/>
      <w:pPr>
        <w:ind w:left="6220" w:hanging="180"/>
      </w:pPr>
    </w:lvl>
  </w:abstractNum>
  <w:abstractNum w:abstractNumId="198" w15:restartNumberingAfterBreak="0">
    <w:nsid w:val="53B16E0F"/>
    <w:multiLevelType w:val="hybridMultilevel"/>
    <w:tmpl w:val="FD52DC34"/>
    <w:lvl w:ilvl="0" w:tplc="83BC320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54657D42"/>
    <w:multiLevelType w:val="hybridMultilevel"/>
    <w:tmpl w:val="6724449E"/>
    <w:lvl w:ilvl="0" w:tplc="BE44B31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54F04BE7"/>
    <w:multiLevelType w:val="hybridMultilevel"/>
    <w:tmpl w:val="75D6F422"/>
    <w:lvl w:ilvl="0" w:tplc="AF38847E">
      <w:start w:val="1"/>
      <w:numFmt w:val="decimal"/>
      <w:lvlText w:val="%1)"/>
      <w:lvlJc w:val="left"/>
      <w:pPr>
        <w:ind w:left="900" w:hanging="480"/>
      </w:pPr>
      <w:rPr>
        <w:rFonts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1" w15:restartNumberingAfterBreak="0">
    <w:nsid w:val="558D46D5"/>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2" w15:restartNumberingAfterBreak="0">
    <w:nsid w:val="55BD7731"/>
    <w:multiLevelType w:val="hybridMultilevel"/>
    <w:tmpl w:val="68CA7102"/>
    <w:lvl w:ilvl="0" w:tplc="76701072">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03" w15:restartNumberingAfterBreak="0">
    <w:nsid w:val="55C47BAC"/>
    <w:multiLevelType w:val="hybridMultilevel"/>
    <w:tmpl w:val="DC2660DE"/>
    <w:lvl w:ilvl="0" w:tplc="EB9C6BB8">
      <w:numFmt w:val="bullet"/>
      <w:lvlText w:val="-"/>
      <w:lvlJc w:val="left"/>
      <w:pPr>
        <w:ind w:left="460" w:hanging="360"/>
      </w:pPr>
      <w:rPr>
        <w:rFonts w:ascii="Arial" w:eastAsia="SimSun"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204" w15:restartNumberingAfterBreak="0">
    <w:nsid w:val="55F60F79"/>
    <w:multiLevelType w:val="hybridMultilevel"/>
    <w:tmpl w:val="622ED2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56053D05"/>
    <w:multiLevelType w:val="hybridMultilevel"/>
    <w:tmpl w:val="F33CDF74"/>
    <w:lvl w:ilvl="0" w:tplc="EA206284">
      <w:numFmt w:val="bullet"/>
      <w:lvlText w:val="-"/>
      <w:lvlJc w:val="left"/>
      <w:pPr>
        <w:ind w:left="645" w:hanging="360"/>
      </w:pPr>
      <w:rPr>
        <w:rFonts w:ascii="Times New Roman" w:eastAsia="SimSun" w:hAnsi="Times New Roman" w:cs="Times New Roman" w:hint="default"/>
      </w:rPr>
    </w:lvl>
    <w:lvl w:ilvl="1" w:tplc="04090003">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206" w15:restartNumberingAfterBreak="0">
    <w:nsid w:val="567749F4"/>
    <w:multiLevelType w:val="hybridMultilevel"/>
    <w:tmpl w:val="27AEA60C"/>
    <w:lvl w:ilvl="0" w:tplc="296C90FE">
      <w:start w:val="1"/>
      <w:numFmt w:val="lowerLetter"/>
      <w:lvlText w:val="%1."/>
      <w:lvlJc w:val="left"/>
      <w:pPr>
        <w:ind w:left="460" w:hanging="360"/>
      </w:pPr>
      <w:rPr>
        <w:rFonts w:hint="default"/>
      </w:rPr>
    </w:lvl>
    <w:lvl w:ilvl="1" w:tplc="04090011">
      <w:start w:val="1"/>
      <w:numFmt w:val="decimal"/>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207" w15:restartNumberingAfterBreak="0">
    <w:nsid w:val="56D31B47"/>
    <w:multiLevelType w:val="hybridMultilevel"/>
    <w:tmpl w:val="253817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57077E5D"/>
    <w:multiLevelType w:val="hybridMultilevel"/>
    <w:tmpl w:val="14B0FC4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15:restartNumberingAfterBreak="0">
    <w:nsid w:val="5730074D"/>
    <w:multiLevelType w:val="multilevel"/>
    <w:tmpl w:val="90FC83A6"/>
    <w:lvl w:ilvl="0">
      <w:start w:val="4"/>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0" w15:restartNumberingAfterBreak="0">
    <w:nsid w:val="578F63A3"/>
    <w:multiLevelType w:val="hybridMultilevel"/>
    <w:tmpl w:val="A476B1C4"/>
    <w:lvl w:ilvl="0" w:tplc="296C90FE">
      <w:start w:val="1"/>
      <w:numFmt w:val="lowerLetter"/>
      <w:lvlText w:val="%1."/>
      <w:lvlJc w:val="left"/>
      <w:pPr>
        <w:ind w:left="460" w:hanging="360"/>
      </w:pPr>
      <w:rPr>
        <w:rFonts w:hint="default"/>
      </w:rPr>
    </w:lvl>
    <w:lvl w:ilvl="1" w:tplc="04090011">
      <w:start w:val="1"/>
      <w:numFmt w:val="decimal"/>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211" w15:restartNumberingAfterBreak="0">
    <w:nsid w:val="583D6EB5"/>
    <w:multiLevelType w:val="hybridMultilevel"/>
    <w:tmpl w:val="35E4C300"/>
    <w:lvl w:ilvl="0" w:tplc="59E2CF52">
      <w:start w:val="2019"/>
      <w:numFmt w:val="bullet"/>
      <w:lvlText w:val="-"/>
      <w:lvlJc w:val="left"/>
      <w:pPr>
        <w:ind w:left="460" w:hanging="360"/>
      </w:pPr>
      <w:rPr>
        <w:rFonts w:ascii="Arial" w:eastAsia="SimSun"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212" w15:restartNumberingAfterBreak="0">
    <w:nsid w:val="58A03EB0"/>
    <w:multiLevelType w:val="hybridMultilevel"/>
    <w:tmpl w:val="BB4A7BFC"/>
    <w:lvl w:ilvl="0" w:tplc="6E72A67C">
      <w:start w:val="240"/>
      <w:numFmt w:val="bullet"/>
      <w:lvlText w:val="-"/>
      <w:lvlJc w:val="left"/>
      <w:pPr>
        <w:ind w:left="704" w:hanging="420"/>
      </w:pPr>
      <w:rPr>
        <w:rFonts w:ascii="Calibri" w:eastAsia="MS Mincho" w:hAnsi="Calibri" w:cs="Calibri" w:hint="default"/>
      </w:rPr>
    </w:lvl>
    <w:lvl w:ilvl="1" w:tplc="04090003">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213" w15:restartNumberingAfterBreak="0">
    <w:nsid w:val="5926538F"/>
    <w:multiLevelType w:val="hybridMultilevel"/>
    <w:tmpl w:val="AFAAA33C"/>
    <w:lvl w:ilvl="0" w:tplc="DD56BEB8">
      <w:start w:val="2"/>
      <w:numFmt w:val="bullet"/>
      <w:lvlText w:val="-"/>
      <w:lvlJc w:val="left"/>
      <w:pPr>
        <w:ind w:left="704" w:hanging="420"/>
      </w:pPr>
      <w:rPr>
        <w:rFonts w:ascii="Calibri" w:eastAsia="Calibri" w:hAnsi="Calibri"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214" w15:restartNumberingAfterBreak="0">
    <w:nsid w:val="5A9C6811"/>
    <w:multiLevelType w:val="multilevel"/>
    <w:tmpl w:val="232A6678"/>
    <w:lvl w:ilvl="0">
      <w:start w:val="4"/>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15" w15:restartNumberingAfterBreak="0">
    <w:nsid w:val="5B0066DD"/>
    <w:multiLevelType w:val="hybridMultilevel"/>
    <w:tmpl w:val="34027744"/>
    <w:lvl w:ilvl="0" w:tplc="296C90FE">
      <w:start w:val="1"/>
      <w:numFmt w:val="lowerLetter"/>
      <w:lvlText w:val="%1."/>
      <w:lvlJc w:val="left"/>
      <w:pPr>
        <w:ind w:left="460" w:hanging="360"/>
      </w:pPr>
      <w:rPr>
        <w:rFonts w:hint="default"/>
      </w:rPr>
    </w:lvl>
    <w:lvl w:ilvl="1" w:tplc="04090011">
      <w:start w:val="1"/>
      <w:numFmt w:val="decimal"/>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216" w15:restartNumberingAfterBreak="0">
    <w:nsid w:val="5B022392"/>
    <w:multiLevelType w:val="hybridMultilevel"/>
    <w:tmpl w:val="C178CCF4"/>
    <w:lvl w:ilvl="0" w:tplc="0C8811A2">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5B9C422C"/>
    <w:multiLevelType w:val="hybridMultilevel"/>
    <w:tmpl w:val="8E223F9A"/>
    <w:lvl w:ilvl="0" w:tplc="DD56BEB8">
      <w:start w:val="2"/>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8" w15:restartNumberingAfterBreak="0">
    <w:nsid w:val="5BC851F3"/>
    <w:multiLevelType w:val="hybridMultilevel"/>
    <w:tmpl w:val="052CB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5BE64E90"/>
    <w:multiLevelType w:val="hybridMultilevel"/>
    <w:tmpl w:val="5F0EF77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20" w15:restartNumberingAfterBreak="0">
    <w:nsid w:val="5C3E0CEA"/>
    <w:multiLevelType w:val="hybridMultilevel"/>
    <w:tmpl w:val="2BFA7D1C"/>
    <w:lvl w:ilvl="0" w:tplc="42F668AC">
      <w:start w:val="1"/>
      <w:numFmt w:val="bullet"/>
      <w:lvlText w:val="•"/>
      <w:lvlJc w:val="left"/>
      <w:pPr>
        <w:tabs>
          <w:tab w:val="num" w:pos="720"/>
        </w:tabs>
        <w:ind w:left="720" w:hanging="360"/>
      </w:pPr>
      <w:rPr>
        <w:rFonts w:ascii="Arial" w:hAnsi="Arial" w:hint="default"/>
      </w:rPr>
    </w:lvl>
    <w:lvl w:ilvl="1" w:tplc="EB1E721A" w:tentative="1">
      <w:start w:val="1"/>
      <w:numFmt w:val="bullet"/>
      <w:lvlText w:val="•"/>
      <w:lvlJc w:val="left"/>
      <w:pPr>
        <w:tabs>
          <w:tab w:val="num" w:pos="1440"/>
        </w:tabs>
        <w:ind w:left="1440" w:hanging="360"/>
      </w:pPr>
      <w:rPr>
        <w:rFonts w:ascii="Arial" w:hAnsi="Arial" w:hint="default"/>
      </w:rPr>
    </w:lvl>
    <w:lvl w:ilvl="2" w:tplc="E65CF2E8" w:tentative="1">
      <w:start w:val="1"/>
      <w:numFmt w:val="bullet"/>
      <w:lvlText w:val="•"/>
      <w:lvlJc w:val="left"/>
      <w:pPr>
        <w:tabs>
          <w:tab w:val="num" w:pos="2160"/>
        </w:tabs>
        <w:ind w:left="2160" w:hanging="360"/>
      </w:pPr>
      <w:rPr>
        <w:rFonts w:ascii="Arial" w:hAnsi="Arial" w:hint="default"/>
      </w:rPr>
    </w:lvl>
    <w:lvl w:ilvl="3" w:tplc="6E540734" w:tentative="1">
      <w:start w:val="1"/>
      <w:numFmt w:val="bullet"/>
      <w:lvlText w:val="•"/>
      <w:lvlJc w:val="left"/>
      <w:pPr>
        <w:tabs>
          <w:tab w:val="num" w:pos="2880"/>
        </w:tabs>
        <w:ind w:left="2880" w:hanging="360"/>
      </w:pPr>
      <w:rPr>
        <w:rFonts w:ascii="Arial" w:hAnsi="Arial" w:hint="default"/>
      </w:rPr>
    </w:lvl>
    <w:lvl w:ilvl="4" w:tplc="BF76903E">
      <w:start w:val="1"/>
      <w:numFmt w:val="bullet"/>
      <w:lvlText w:val="•"/>
      <w:lvlJc w:val="left"/>
      <w:pPr>
        <w:tabs>
          <w:tab w:val="num" w:pos="3600"/>
        </w:tabs>
        <w:ind w:left="3600" w:hanging="360"/>
      </w:pPr>
      <w:rPr>
        <w:rFonts w:ascii="Arial" w:hAnsi="Arial" w:hint="default"/>
      </w:rPr>
    </w:lvl>
    <w:lvl w:ilvl="5" w:tplc="0A887CD2" w:tentative="1">
      <w:start w:val="1"/>
      <w:numFmt w:val="bullet"/>
      <w:lvlText w:val="•"/>
      <w:lvlJc w:val="left"/>
      <w:pPr>
        <w:tabs>
          <w:tab w:val="num" w:pos="4320"/>
        </w:tabs>
        <w:ind w:left="4320" w:hanging="360"/>
      </w:pPr>
      <w:rPr>
        <w:rFonts w:ascii="Arial" w:hAnsi="Arial" w:hint="default"/>
      </w:rPr>
    </w:lvl>
    <w:lvl w:ilvl="6" w:tplc="25824ACC" w:tentative="1">
      <w:start w:val="1"/>
      <w:numFmt w:val="bullet"/>
      <w:lvlText w:val="•"/>
      <w:lvlJc w:val="left"/>
      <w:pPr>
        <w:tabs>
          <w:tab w:val="num" w:pos="5040"/>
        </w:tabs>
        <w:ind w:left="5040" w:hanging="360"/>
      </w:pPr>
      <w:rPr>
        <w:rFonts w:ascii="Arial" w:hAnsi="Arial" w:hint="default"/>
      </w:rPr>
    </w:lvl>
    <w:lvl w:ilvl="7" w:tplc="E05811F8" w:tentative="1">
      <w:start w:val="1"/>
      <w:numFmt w:val="bullet"/>
      <w:lvlText w:val="•"/>
      <w:lvlJc w:val="left"/>
      <w:pPr>
        <w:tabs>
          <w:tab w:val="num" w:pos="5760"/>
        </w:tabs>
        <w:ind w:left="5760" w:hanging="360"/>
      </w:pPr>
      <w:rPr>
        <w:rFonts w:ascii="Arial" w:hAnsi="Arial" w:hint="default"/>
      </w:rPr>
    </w:lvl>
    <w:lvl w:ilvl="8" w:tplc="A8BA667E" w:tentative="1">
      <w:start w:val="1"/>
      <w:numFmt w:val="bullet"/>
      <w:lvlText w:val="•"/>
      <w:lvlJc w:val="left"/>
      <w:pPr>
        <w:tabs>
          <w:tab w:val="num" w:pos="6480"/>
        </w:tabs>
        <w:ind w:left="6480" w:hanging="360"/>
      </w:pPr>
      <w:rPr>
        <w:rFonts w:ascii="Arial" w:hAnsi="Arial" w:hint="default"/>
      </w:rPr>
    </w:lvl>
  </w:abstractNum>
  <w:abstractNum w:abstractNumId="221" w15:restartNumberingAfterBreak="0">
    <w:nsid w:val="5C451F4F"/>
    <w:multiLevelType w:val="hybridMultilevel"/>
    <w:tmpl w:val="013CA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5CDF188C"/>
    <w:multiLevelType w:val="hybridMultilevel"/>
    <w:tmpl w:val="BCEAE872"/>
    <w:lvl w:ilvl="0" w:tplc="19EAAC16">
      <w:start w:val="1"/>
      <w:numFmt w:val="bullet"/>
      <w:lvlText w:val="•"/>
      <w:lvlJc w:val="left"/>
      <w:pPr>
        <w:tabs>
          <w:tab w:val="num" w:pos="360"/>
        </w:tabs>
        <w:ind w:left="360" w:hanging="360"/>
      </w:pPr>
      <w:rPr>
        <w:rFonts w:ascii="Arial" w:hAnsi="Arial" w:hint="default"/>
      </w:rPr>
    </w:lvl>
    <w:lvl w:ilvl="1" w:tplc="7C0C492E">
      <w:start w:val="50"/>
      <w:numFmt w:val="bullet"/>
      <w:lvlText w:val="–"/>
      <w:lvlJc w:val="left"/>
      <w:pPr>
        <w:tabs>
          <w:tab w:val="num" w:pos="1080"/>
        </w:tabs>
        <w:ind w:left="1080" w:hanging="360"/>
      </w:pPr>
      <w:rPr>
        <w:rFonts w:ascii="Arial" w:hAnsi="Arial" w:hint="default"/>
      </w:rPr>
    </w:lvl>
    <w:lvl w:ilvl="2" w:tplc="C010ACF6">
      <w:start w:val="50"/>
      <w:numFmt w:val="bullet"/>
      <w:lvlText w:val="•"/>
      <w:lvlJc w:val="left"/>
      <w:pPr>
        <w:tabs>
          <w:tab w:val="num" w:pos="1800"/>
        </w:tabs>
        <w:ind w:left="1800" w:hanging="360"/>
      </w:pPr>
      <w:rPr>
        <w:rFonts w:ascii="Arial" w:hAnsi="Arial" w:hint="default"/>
      </w:rPr>
    </w:lvl>
    <w:lvl w:ilvl="3" w:tplc="EFD0A570" w:tentative="1">
      <w:start w:val="1"/>
      <w:numFmt w:val="bullet"/>
      <w:lvlText w:val="•"/>
      <w:lvlJc w:val="left"/>
      <w:pPr>
        <w:tabs>
          <w:tab w:val="num" w:pos="2520"/>
        </w:tabs>
        <w:ind w:left="2520" w:hanging="360"/>
      </w:pPr>
      <w:rPr>
        <w:rFonts w:ascii="Arial" w:hAnsi="Arial" w:hint="default"/>
      </w:rPr>
    </w:lvl>
    <w:lvl w:ilvl="4" w:tplc="4DE4A6F0" w:tentative="1">
      <w:start w:val="1"/>
      <w:numFmt w:val="bullet"/>
      <w:lvlText w:val="•"/>
      <w:lvlJc w:val="left"/>
      <w:pPr>
        <w:tabs>
          <w:tab w:val="num" w:pos="3240"/>
        </w:tabs>
        <w:ind w:left="3240" w:hanging="360"/>
      </w:pPr>
      <w:rPr>
        <w:rFonts w:ascii="Arial" w:hAnsi="Arial" w:hint="default"/>
      </w:rPr>
    </w:lvl>
    <w:lvl w:ilvl="5" w:tplc="C94CF2E0" w:tentative="1">
      <w:start w:val="1"/>
      <w:numFmt w:val="bullet"/>
      <w:lvlText w:val="•"/>
      <w:lvlJc w:val="left"/>
      <w:pPr>
        <w:tabs>
          <w:tab w:val="num" w:pos="3960"/>
        </w:tabs>
        <w:ind w:left="3960" w:hanging="360"/>
      </w:pPr>
      <w:rPr>
        <w:rFonts w:ascii="Arial" w:hAnsi="Arial" w:hint="default"/>
      </w:rPr>
    </w:lvl>
    <w:lvl w:ilvl="6" w:tplc="0A2EEA70" w:tentative="1">
      <w:start w:val="1"/>
      <w:numFmt w:val="bullet"/>
      <w:lvlText w:val="•"/>
      <w:lvlJc w:val="left"/>
      <w:pPr>
        <w:tabs>
          <w:tab w:val="num" w:pos="4680"/>
        </w:tabs>
        <w:ind w:left="4680" w:hanging="360"/>
      </w:pPr>
      <w:rPr>
        <w:rFonts w:ascii="Arial" w:hAnsi="Arial" w:hint="default"/>
      </w:rPr>
    </w:lvl>
    <w:lvl w:ilvl="7" w:tplc="9176F55C" w:tentative="1">
      <w:start w:val="1"/>
      <w:numFmt w:val="bullet"/>
      <w:lvlText w:val="•"/>
      <w:lvlJc w:val="left"/>
      <w:pPr>
        <w:tabs>
          <w:tab w:val="num" w:pos="5400"/>
        </w:tabs>
        <w:ind w:left="5400" w:hanging="360"/>
      </w:pPr>
      <w:rPr>
        <w:rFonts w:ascii="Arial" w:hAnsi="Arial" w:hint="default"/>
      </w:rPr>
    </w:lvl>
    <w:lvl w:ilvl="8" w:tplc="885CAFFE" w:tentative="1">
      <w:start w:val="1"/>
      <w:numFmt w:val="bullet"/>
      <w:lvlText w:val="•"/>
      <w:lvlJc w:val="left"/>
      <w:pPr>
        <w:tabs>
          <w:tab w:val="num" w:pos="6120"/>
        </w:tabs>
        <w:ind w:left="6120" w:hanging="360"/>
      </w:pPr>
      <w:rPr>
        <w:rFonts w:ascii="Arial" w:hAnsi="Arial" w:hint="default"/>
      </w:rPr>
    </w:lvl>
  </w:abstractNum>
  <w:abstractNum w:abstractNumId="223" w15:restartNumberingAfterBreak="0">
    <w:nsid w:val="5D2E07AE"/>
    <w:multiLevelType w:val="hybridMultilevel"/>
    <w:tmpl w:val="C0480D84"/>
    <w:lvl w:ilvl="0" w:tplc="04090001">
      <w:start w:val="1"/>
      <w:numFmt w:val="bullet"/>
      <w:lvlText w:val=""/>
      <w:lvlJc w:val="left"/>
      <w:pPr>
        <w:ind w:left="644" w:hanging="360"/>
      </w:pPr>
      <w:rPr>
        <w:rFonts w:ascii="Symbol" w:hAnsi="Symbol" w:hint="default"/>
      </w:rPr>
    </w:lvl>
    <w:lvl w:ilvl="1" w:tplc="83BC3206">
      <w:start w:val="1"/>
      <w:numFmt w:val="bullet"/>
      <w:lvlText w:val="-"/>
      <w:lvlJc w:val="left"/>
      <w:pPr>
        <w:ind w:left="1724" w:hanging="360"/>
      </w:pPr>
      <w:rPr>
        <w:rFonts w:ascii="Times New Roman" w:eastAsia="Times New Roman" w:hAnsi="Times New Roman" w:cs="Times New Roman"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4" w15:restartNumberingAfterBreak="0">
    <w:nsid w:val="5D45620D"/>
    <w:multiLevelType w:val="hybridMultilevel"/>
    <w:tmpl w:val="36D619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5D67793C"/>
    <w:multiLevelType w:val="hybridMultilevel"/>
    <w:tmpl w:val="B3D09ECE"/>
    <w:lvl w:ilvl="0" w:tplc="D224369E">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26" w15:restartNumberingAfterBreak="0">
    <w:nsid w:val="5D8E5079"/>
    <w:multiLevelType w:val="hybridMultilevel"/>
    <w:tmpl w:val="70840F22"/>
    <w:lvl w:ilvl="0" w:tplc="A68E498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7" w15:restartNumberingAfterBreak="0">
    <w:nsid w:val="5DF138A6"/>
    <w:multiLevelType w:val="hybridMultilevel"/>
    <w:tmpl w:val="A4327B02"/>
    <w:lvl w:ilvl="0" w:tplc="39E6B6A2">
      <w:start w:val="3"/>
      <w:numFmt w:val="bullet"/>
      <w:lvlText w:val="•"/>
      <w:lvlJc w:val="left"/>
      <w:pPr>
        <w:ind w:left="2064" w:hanging="360"/>
      </w:pPr>
      <w:rPr>
        <w:rFonts w:ascii="SimSun" w:eastAsia="SimSun" w:hAnsi="SimSun" w:cs="Times New Roman" w:hint="eastAsia"/>
      </w:rPr>
    </w:lvl>
    <w:lvl w:ilvl="1" w:tplc="04090003" w:tentative="1">
      <w:start w:val="1"/>
      <w:numFmt w:val="bullet"/>
      <w:lvlText w:val="o"/>
      <w:lvlJc w:val="left"/>
      <w:pPr>
        <w:ind w:left="2784" w:hanging="360"/>
      </w:pPr>
      <w:rPr>
        <w:rFonts w:ascii="Courier New" w:hAnsi="Courier New" w:cs="Courier New" w:hint="default"/>
      </w:rPr>
    </w:lvl>
    <w:lvl w:ilvl="2" w:tplc="04090005" w:tentative="1">
      <w:start w:val="1"/>
      <w:numFmt w:val="bullet"/>
      <w:lvlText w:val=""/>
      <w:lvlJc w:val="left"/>
      <w:pPr>
        <w:ind w:left="3504" w:hanging="360"/>
      </w:pPr>
      <w:rPr>
        <w:rFonts w:ascii="Wingdings" w:hAnsi="Wingdings" w:hint="default"/>
      </w:rPr>
    </w:lvl>
    <w:lvl w:ilvl="3" w:tplc="04090001" w:tentative="1">
      <w:start w:val="1"/>
      <w:numFmt w:val="bullet"/>
      <w:lvlText w:val=""/>
      <w:lvlJc w:val="left"/>
      <w:pPr>
        <w:ind w:left="4224" w:hanging="360"/>
      </w:pPr>
      <w:rPr>
        <w:rFonts w:ascii="Symbol" w:hAnsi="Symbol" w:hint="default"/>
      </w:rPr>
    </w:lvl>
    <w:lvl w:ilvl="4" w:tplc="04090003" w:tentative="1">
      <w:start w:val="1"/>
      <w:numFmt w:val="bullet"/>
      <w:lvlText w:val="o"/>
      <w:lvlJc w:val="left"/>
      <w:pPr>
        <w:ind w:left="4944" w:hanging="360"/>
      </w:pPr>
      <w:rPr>
        <w:rFonts w:ascii="Courier New" w:hAnsi="Courier New" w:cs="Courier New" w:hint="default"/>
      </w:rPr>
    </w:lvl>
    <w:lvl w:ilvl="5" w:tplc="04090005" w:tentative="1">
      <w:start w:val="1"/>
      <w:numFmt w:val="bullet"/>
      <w:lvlText w:val=""/>
      <w:lvlJc w:val="left"/>
      <w:pPr>
        <w:ind w:left="5664" w:hanging="360"/>
      </w:pPr>
      <w:rPr>
        <w:rFonts w:ascii="Wingdings" w:hAnsi="Wingdings" w:hint="default"/>
      </w:rPr>
    </w:lvl>
    <w:lvl w:ilvl="6" w:tplc="04090001" w:tentative="1">
      <w:start w:val="1"/>
      <w:numFmt w:val="bullet"/>
      <w:lvlText w:val=""/>
      <w:lvlJc w:val="left"/>
      <w:pPr>
        <w:ind w:left="6384" w:hanging="360"/>
      </w:pPr>
      <w:rPr>
        <w:rFonts w:ascii="Symbol" w:hAnsi="Symbol" w:hint="default"/>
      </w:rPr>
    </w:lvl>
    <w:lvl w:ilvl="7" w:tplc="04090003" w:tentative="1">
      <w:start w:val="1"/>
      <w:numFmt w:val="bullet"/>
      <w:lvlText w:val="o"/>
      <w:lvlJc w:val="left"/>
      <w:pPr>
        <w:ind w:left="7104" w:hanging="360"/>
      </w:pPr>
      <w:rPr>
        <w:rFonts w:ascii="Courier New" w:hAnsi="Courier New" w:cs="Courier New" w:hint="default"/>
      </w:rPr>
    </w:lvl>
    <w:lvl w:ilvl="8" w:tplc="04090005" w:tentative="1">
      <w:start w:val="1"/>
      <w:numFmt w:val="bullet"/>
      <w:lvlText w:val=""/>
      <w:lvlJc w:val="left"/>
      <w:pPr>
        <w:ind w:left="7824" w:hanging="360"/>
      </w:pPr>
      <w:rPr>
        <w:rFonts w:ascii="Wingdings" w:hAnsi="Wingdings" w:hint="default"/>
      </w:rPr>
    </w:lvl>
  </w:abstractNum>
  <w:abstractNum w:abstractNumId="228" w15:restartNumberingAfterBreak="0">
    <w:nsid w:val="5E0C320A"/>
    <w:multiLevelType w:val="hybridMultilevel"/>
    <w:tmpl w:val="1096A22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9" w15:restartNumberingAfterBreak="0">
    <w:nsid w:val="5E873E6F"/>
    <w:multiLevelType w:val="hybridMultilevel"/>
    <w:tmpl w:val="DC80C8B0"/>
    <w:lvl w:ilvl="0" w:tplc="21CCF698">
      <w:start w:val="1"/>
      <w:numFmt w:val="decimal"/>
      <w:lvlText w:val="%1)"/>
      <w:lvlJc w:val="left"/>
      <w:pPr>
        <w:ind w:left="460" w:hanging="360"/>
      </w:pPr>
    </w:lvl>
    <w:lvl w:ilvl="1" w:tplc="040B0019">
      <w:start w:val="1"/>
      <w:numFmt w:val="lowerLetter"/>
      <w:lvlText w:val="%2."/>
      <w:lvlJc w:val="left"/>
      <w:pPr>
        <w:ind w:left="1180" w:hanging="360"/>
      </w:pPr>
    </w:lvl>
    <w:lvl w:ilvl="2" w:tplc="040B001B">
      <w:start w:val="1"/>
      <w:numFmt w:val="lowerRoman"/>
      <w:lvlText w:val="%3."/>
      <w:lvlJc w:val="right"/>
      <w:pPr>
        <w:ind w:left="1900" w:hanging="180"/>
      </w:pPr>
    </w:lvl>
    <w:lvl w:ilvl="3" w:tplc="040B000F">
      <w:start w:val="1"/>
      <w:numFmt w:val="decimal"/>
      <w:lvlText w:val="%4."/>
      <w:lvlJc w:val="left"/>
      <w:pPr>
        <w:ind w:left="2620" w:hanging="360"/>
      </w:pPr>
    </w:lvl>
    <w:lvl w:ilvl="4" w:tplc="040B0019">
      <w:start w:val="1"/>
      <w:numFmt w:val="lowerLetter"/>
      <w:lvlText w:val="%5."/>
      <w:lvlJc w:val="left"/>
      <w:pPr>
        <w:ind w:left="3340" w:hanging="360"/>
      </w:pPr>
    </w:lvl>
    <w:lvl w:ilvl="5" w:tplc="040B001B">
      <w:start w:val="1"/>
      <w:numFmt w:val="lowerRoman"/>
      <w:lvlText w:val="%6."/>
      <w:lvlJc w:val="right"/>
      <w:pPr>
        <w:ind w:left="4060" w:hanging="180"/>
      </w:pPr>
    </w:lvl>
    <w:lvl w:ilvl="6" w:tplc="040B000F">
      <w:start w:val="1"/>
      <w:numFmt w:val="decimal"/>
      <w:lvlText w:val="%7."/>
      <w:lvlJc w:val="left"/>
      <w:pPr>
        <w:ind w:left="4780" w:hanging="360"/>
      </w:pPr>
    </w:lvl>
    <w:lvl w:ilvl="7" w:tplc="040B0019">
      <w:start w:val="1"/>
      <w:numFmt w:val="lowerLetter"/>
      <w:lvlText w:val="%8."/>
      <w:lvlJc w:val="left"/>
      <w:pPr>
        <w:ind w:left="5500" w:hanging="360"/>
      </w:pPr>
    </w:lvl>
    <w:lvl w:ilvl="8" w:tplc="040B001B">
      <w:start w:val="1"/>
      <w:numFmt w:val="lowerRoman"/>
      <w:lvlText w:val="%9."/>
      <w:lvlJc w:val="right"/>
      <w:pPr>
        <w:ind w:left="6220" w:hanging="180"/>
      </w:pPr>
    </w:lvl>
  </w:abstractNum>
  <w:abstractNum w:abstractNumId="230" w15:restartNumberingAfterBreak="0">
    <w:nsid w:val="5F8F3552"/>
    <w:multiLevelType w:val="hybridMultilevel"/>
    <w:tmpl w:val="6E5657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5FFD27A2"/>
    <w:multiLevelType w:val="hybridMultilevel"/>
    <w:tmpl w:val="AE406002"/>
    <w:lvl w:ilvl="0" w:tplc="8E76E818">
      <w:numFmt w:val="bullet"/>
      <w:lvlText w:val="-"/>
      <w:lvlJc w:val="left"/>
      <w:pPr>
        <w:ind w:left="720" w:hanging="360"/>
      </w:pPr>
      <w:rPr>
        <w:rFonts w:ascii="Calibri" w:eastAsia="Calibri" w:hAnsi="Calibri" w:cs="Times New Roman" w:hint="default"/>
      </w:rPr>
    </w:lvl>
    <w:lvl w:ilvl="1" w:tplc="8E76E818">
      <w:numFmt w:val="bullet"/>
      <w:lvlText w:val="-"/>
      <w:lvlJc w:val="left"/>
      <w:pPr>
        <w:ind w:left="1440" w:hanging="360"/>
      </w:pPr>
      <w:rPr>
        <w:rFonts w:ascii="Calibri" w:eastAsia="Calibri" w:hAnsi="Calibri" w:cs="Times New Roman"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32" w15:restartNumberingAfterBreak="0">
    <w:nsid w:val="60031037"/>
    <w:multiLevelType w:val="hybridMultilevel"/>
    <w:tmpl w:val="3F88CF26"/>
    <w:lvl w:ilvl="0" w:tplc="EFC4F1A8">
      <w:start w:val="9"/>
      <w:numFmt w:val="bullet"/>
      <w:lvlText w:val="-"/>
      <w:lvlJc w:val="left"/>
      <w:pPr>
        <w:ind w:left="720" w:hanging="360"/>
      </w:pPr>
      <w:rPr>
        <w:rFonts w:ascii="Times New Roman" w:eastAsia="Times New Roman" w:hAnsi="Times New Roman"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33" w15:restartNumberingAfterBreak="0">
    <w:nsid w:val="6065418C"/>
    <w:multiLevelType w:val="hybridMultilevel"/>
    <w:tmpl w:val="AF72338E"/>
    <w:lvl w:ilvl="0" w:tplc="04090001">
      <w:start w:val="1"/>
      <w:numFmt w:val="bullet"/>
      <w:lvlText w:val=""/>
      <w:lvlJc w:val="left"/>
      <w:pPr>
        <w:ind w:left="360" w:hanging="360"/>
      </w:pPr>
      <w:rPr>
        <w:rFonts w:ascii="Symbol" w:hAnsi="Symbol" w:hint="default"/>
      </w:rPr>
    </w:lvl>
    <w:lvl w:ilvl="1" w:tplc="83BC3206">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6135708E"/>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5" w15:restartNumberingAfterBreak="0">
    <w:nsid w:val="61791DB7"/>
    <w:multiLevelType w:val="hybridMultilevel"/>
    <w:tmpl w:val="CD4A162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62800518"/>
    <w:multiLevelType w:val="hybridMultilevel"/>
    <w:tmpl w:val="66EE4C32"/>
    <w:lvl w:ilvl="0" w:tplc="73B8F7C0">
      <w:start w:val="1"/>
      <w:numFmt w:val="decimal"/>
      <w:lvlText w:val="%1."/>
      <w:lvlJc w:val="left"/>
      <w:pPr>
        <w:ind w:left="420" w:hanging="360"/>
      </w:pPr>
      <w:rPr>
        <w:rFonts w:hint="default"/>
      </w:rPr>
    </w:lvl>
    <w:lvl w:ilvl="1" w:tplc="04090001">
      <w:start w:val="1"/>
      <w:numFmt w:val="bullet"/>
      <w:lvlText w:val=""/>
      <w:lvlJc w:val="left"/>
      <w:pPr>
        <w:ind w:left="1140" w:hanging="360"/>
      </w:pPr>
      <w:rPr>
        <w:rFonts w:ascii="Symbol" w:hAnsi="Symbol" w:hint="default"/>
      </w:rPr>
    </w:lvl>
    <w:lvl w:ilvl="2" w:tplc="0409001B">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7" w15:restartNumberingAfterBreak="0">
    <w:nsid w:val="62965413"/>
    <w:multiLevelType w:val="hybridMultilevel"/>
    <w:tmpl w:val="2B6A05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62C61D77"/>
    <w:multiLevelType w:val="hybridMultilevel"/>
    <w:tmpl w:val="0210598A"/>
    <w:lvl w:ilvl="0" w:tplc="AD9E20CA">
      <w:start w:val="1"/>
      <w:numFmt w:val="decimal"/>
      <w:lvlText w:val="%1."/>
      <w:lvlJc w:val="left"/>
      <w:pPr>
        <w:ind w:left="460" w:hanging="360"/>
      </w:pPr>
      <w:rPr>
        <w:rFonts w:hint="default"/>
      </w:rPr>
    </w:lvl>
    <w:lvl w:ilvl="1" w:tplc="04090001">
      <w:start w:val="1"/>
      <w:numFmt w:val="bullet"/>
      <w:lvlText w:val=""/>
      <w:lvlJc w:val="left"/>
      <w:pPr>
        <w:ind w:left="1180" w:hanging="360"/>
      </w:pPr>
      <w:rPr>
        <w:rFonts w:ascii="Symbol" w:hAnsi="Symbol"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39" w15:restartNumberingAfterBreak="0">
    <w:nsid w:val="632001D8"/>
    <w:multiLevelType w:val="hybridMultilevel"/>
    <w:tmpl w:val="0330C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63492424"/>
    <w:multiLevelType w:val="hybridMultilevel"/>
    <w:tmpl w:val="3D60D98E"/>
    <w:lvl w:ilvl="0" w:tplc="ECF4E0B4">
      <w:start w:val="2019"/>
      <w:numFmt w:val="bullet"/>
      <w:lvlText w:val="-"/>
      <w:lvlJc w:val="left"/>
      <w:pPr>
        <w:ind w:left="644" w:hanging="360"/>
      </w:pPr>
      <w:rPr>
        <w:rFonts w:ascii="Arial" w:eastAsiaTheme="minorEastAsia" w:hAnsi="Arial" w:cs="Aria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1" w15:restartNumberingAfterBreak="0">
    <w:nsid w:val="63784850"/>
    <w:multiLevelType w:val="multilevel"/>
    <w:tmpl w:val="BF7A5B80"/>
    <w:lvl w:ilvl="0">
      <w:start w:val="4"/>
      <w:numFmt w:val="decimal"/>
      <w:lvlText w:val="%1"/>
      <w:lvlJc w:val="left"/>
      <w:pPr>
        <w:ind w:left="930" w:hanging="930"/>
      </w:pPr>
      <w:rPr>
        <w:rFonts w:hint="default"/>
      </w:rPr>
    </w:lvl>
    <w:lvl w:ilvl="1">
      <w:start w:val="3"/>
      <w:numFmt w:val="decimal"/>
      <w:lvlText w:val="%1.%2"/>
      <w:lvlJc w:val="left"/>
      <w:pPr>
        <w:ind w:left="930" w:hanging="930"/>
      </w:pPr>
      <w:rPr>
        <w:rFonts w:hint="default"/>
      </w:rPr>
    </w:lvl>
    <w:lvl w:ilvl="2">
      <w:start w:val="3"/>
      <w:numFmt w:val="decimal"/>
      <w:lvlText w:val="%1.%2.%3"/>
      <w:lvlJc w:val="left"/>
      <w:pPr>
        <w:ind w:left="930" w:hanging="930"/>
      </w:pPr>
      <w:rPr>
        <w:rFonts w:hint="default"/>
      </w:rPr>
    </w:lvl>
    <w:lvl w:ilvl="3">
      <w:start w:val="1"/>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2" w15:restartNumberingAfterBreak="0">
    <w:nsid w:val="6437627A"/>
    <w:multiLevelType w:val="hybridMultilevel"/>
    <w:tmpl w:val="370AD5F0"/>
    <w:lvl w:ilvl="0" w:tplc="51C2DC9E">
      <w:start w:val="2019"/>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3" w15:restartNumberingAfterBreak="0">
    <w:nsid w:val="657A3BFF"/>
    <w:multiLevelType w:val="hybridMultilevel"/>
    <w:tmpl w:val="646C1584"/>
    <w:lvl w:ilvl="0" w:tplc="938AB392">
      <w:start w:val="4"/>
      <w:numFmt w:val="bullet"/>
      <w:lvlText w:val="-"/>
      <w:lvlJc w:val="left"/>
      <w:pPr>
        <w:ind w:left="680" w:hanging="480"/>
      </w:pPr>
      <w:rPr>
        <w:rFonts w:ascii="Times New Roman" w:eastAsia="SimSun" w:hAnsi="Times New Roman" w:cs="Times New Roman" w:hint="default"/>
      </w:rPr>
    </w:lvl>
    <w:lvl w:ilvl="1" w:tplc="04090003" w:tentative="1">
      <w:start w:val="1"/>
      <w:numFmt w:val="bullet"/>
      <w:lvlText w:val=""/>
      <w:lvlJc w:val="left"/>
      <w:pPr>
        <w:ind w:left="1160" w:hanging="480"/>
      </w:pPr>
      <w:rPr>
        <w:rFonts w:ascii="Wingdings" w:hAnsi="Wingdings" w:hint="default"/>
      </w:rPr>
    </w:lvl>
    <w:lvl w:ilvl="2" w:tplc="04090005" w:tentative="1">
      <w:start w:val="1"/>
      <w:numFmt w:val="bullet"/>
      <w:lvlText w:val=""/>
      <w:lvlJc w:val="left"/>
      <w:pPr>
        <w:ind w:left="1640" w:hanging="480"/>
      </w:pPr>
      <w:rPr>
        <w:rFonts w:ascii="Wingdings" w:hAnsi="Wingdings" w:hint="default"/>
      </w:rPr>
    </w:lvl>
    <w:lvl w:ilvl="3" w:tplc="04090001" w:tentative="1">
      <w:start w:val="1"/>
      <w:numFmt w:val="bullet"/>
      <w:lvlText w:val=""/>
      <w:lvlJc w:val="left"/>
      <w:pPr>
        <w:ind w:left="2120" w:hanging="480"/>
      </w:pPr>
      <w:rPr>
        <w:rFonts w:ascii="Wingdings" w:hAnsi="Wingdings" w:hint="default"/>
      </w:rPr>
    </w:lvl>
    <w:lvl w:ilvl="4" w:tplc="04090003" w:tentative="1">
      <w:start w:val="1"/>
      <w:numFmt w:val="bullet"/>
      <w:lvlText w:val=""/>
      <w:lvlJc w:val="left"/>
      <w:pPr>
        <w:ind w:left="2600" w:hanging="480"/>
      </w:pPr>
      <w:rPr>
        <w:rFonts w:ascii="Wingdings" w:hAnsi="Wingdings" w:hint="default"/>
      </w:rPr>
    </w:lvl>
    <w:lvl w:ilvl="5" w:tplc="04090005" w:tentative="1">
      <w:start w:val="1"/>
      <w:numFmt w:val="bullet"/>
      <w:lvlText w:val=""/>
      <w:lvlJc w:val="left"/>
      <w:pPr>
        <w:ind w:left="3080" w:hanging="480"/>
      </w:pPr>
      <w:rPr>
        <w:rFonts w:ascii="Wingdings" w:hAnsi="Wingdings" w:hint="default"/>
      </w:rPr>
    </w:lvl>
    <w:lvl w:ilvl="6" w:tplc="04090001" w:tentative="1">
      <w:start w:val="1"/>
      <w:numFmt w:val="bullet"/>
      <w:lvlText w:val=""/>
      <w:lvlJc w:val="left"/>
      <w:pPr>
        <w:ind w:left="3560" w:hanging="480"/>
      </w:pPr>
      <w:rPr>
        <w:rFonts w:ascii="Wingdings" w:hAnsi="Wingdings" w:hint="default"/>
      </w:rPr>
    </w:lvl>
    <w:lvl w:ilvl="7" w:tplc="04090003" w:tentative="1">
      <w:start w:val="1"/>
      <w:numFmt w:val="bullet"/>
      <w:lvlText w:val=""/>
      <w:lvlJc w:val="left"/>
      <w:pPr>
        <w:ind w:left="4040" w:hanging="480"/>
      </w:pPr>
      <w:rPr>
        <w:rFonts w:ascii="Wingdings" w:hAnsi="Wingdings" w:hint="default"/>
      </w:rPr>
    </w:lvl>
    <w:lvl w:ilvl="8" w:tplc="04090005" w:tentative="1">
      <w:start w:val="1"/>
      <w:numFmt w:val="bullet"/>
      <w:lvlText w:val=""/>
      <w:lvlJc w:val="left"/>
      <w:pPr>
        <w:ind w:left="4520" w:hanging="480"/>
      </w:pPr>
      <w:rPr>
        <w:rFonts w:ascii="Wingdings" w:hAnsi="Wingdings" w:hint="default"/>
      </w:rPr>
    </w:lvl>
  </w:abstractNum>
  <w:abstractNum w:abstractNumId="244" w15:restartNumberingAfterBreak="0">
    <w:nsid w:val="659130BB"/>
    <w:multiLevelType w:val="hybridMultilevel"/>
    <w:tmpl w:val="3B8487B4"/>
    <w:lvl w:ilvl="0" w:tplc="24E25F06">
      <w:start w:val="8"/>
      <w:numFmt w:val="bullet"/>
      <w:lvlText w:val="-"/>
      <w:lvlJc w:val="left"/>
      <w:pPr>
        <w:ind w:left="720" w:hanging="360"/>
      </w:pPr>
      <w:rPr>
        <w:rFonts w:ascii="Times New Roman" w:eastAsia="Times New Roman" w:hAnsi="Times New Roman" w:cs="Times New Roman" w:hint="default"/>
      </w:rPr>
    </w:lvl>
    <w:lvl w:ilvl="1" w:tplc="24E25F06">
      <w:start w:val="8"/>
      <w:numFmt w:val="bullet"/>
      <w:lvlText w:val="-"/>
      <w:lvlJc w:val="left"/>
      <w:pPr>
        <w:ind w:left="1440" w:hanging="360"/>
      </w:pPr>
      <w:rPr>
        <w:rFonts w:ascii="Times New Roman" w:eastAsia="Times New Roman" w:hAnsi="Times New Roman" w:cs="Times New Roman"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45" w15:restartNumberingAfterBreak="0">
    <w:nsid w:val="65BB7F02"/>
    <w:multiLevelType w:val="hybridMultilevel"/>
    <w:tmpl w:val="795EA4A0"/>
    <w:lvl w:ilvl="0" w:tplc="FFFFFFFF">
      <w:start w:val="1"/>
      <w:numFmt w:val="bullet"/>
      <w:lvlText w:val=""/>
      <w:lvlJc w:val="left"/>
      <w:pPr>
        <w:ind w:left="520" w:hanging="420"/>
      </w:pPr>
      <w:rPr>
        <w:rFonts w:ascii="Symbol" w:hAnsi="Symbol" w:hint="default"/>
      </w:rPr>
    </w:lvl>
    <w:lvl w:ilvl="1" w:tplc="04090003">
      <w:start w:val="1"/>
      <w:numFmt w:val="bullet"/>
      <w:lvlText w:val=""/>
      <w:lvlJc w:val="left"/>
      <w:pPr>
        <w:ind w:left="940" w:hanging="420"/>
      </w:pPr>
      <w:rPr>
        <w:rFonts w:ascii="Wingdings" w:hAnsi="Wingdings" w:hint="default"/>
      </w:rPr>
    </w:lvl>
    <w:lvl w:ilvl="2" w:tplc="04090011">
      <w:start w:val="1"/>
      <w:numFmt w:val="decimal"/>
      <w:lvlText w:val="%3)"/>
      <w:lvlJc w:val="left"/>
      <w:pPr>
        <w:ind w:left="1360" w:hanging="420"/>
      </w:pPr>
      <w:rPr>
        <w:rFont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246" w15:restartNumberingAfterBreak="0">
    <w:nsid w:val="65D86328"/>
    <w:multiLevelType w:val="hybridMultilevel"/>
    <w:tmpl w:val="59FC8382"/>
    <w:lvl w:ilvl="0" w:tplc="1668FCBC">
      <w:start w:val="9"/>
      <w:numFmt w:val="bullet"/>
      <w:lvlText w:val="-"/>
      <w:lvlJc w:val="left"/>
      <w:pPr>
        <w:ind w:left="360" w:hanging="360"/>
      </w:pPr>
      <w:rPr>
        <w:rFonts w:ascii="Times New Roman" w:eastAsia="?? ??"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7" w15:restartNumberingAfterBreak="0">
    <w:nsid w:val="65E126F5"/>
    <w:multiLevelType w:val="hybridMultilevel"/>
    <w:tmpl w:val="4EA8F984"/>
    <w:lvl w:ilvl="0" w:tplc="819CDC0C">
      <w:start w:val="2"/>
      <w:numFmt w:val="bullet"/>
      <w:lvlText w:val="-"/>
      <w:lvlJc w:val="left"/>
      <w:pPr>
        <w:ind w:left="1495" w:hanging="360"/>
      </w:pPr>
      <w:rPr>
        <w:rFonts w:ascii="Times New Roman" w:eastAsia="SimSun" w:hAnsi="Times New Roman"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248" w15:restartNumberingAfterBreak="0">
    <w:nsid w:val="66982C5C"/>
    <w:multiLevelType w:val="hybridMultilevel"/>
    <w:tmpl w:val="0ED67100"/>
    <w:lvl w:ilvl="0" w:tplc="6A1E6E34">
      <w:start w:val="1"/>
      <w:numFmt w:val="bullet"/>
      <w:lvlText w:val="•"/>
      <w:lvlJc w:val="left"/>
      <w:pPr>
        <w:tabs>
          <w:tab w:val="num" w:pos="720"/>
        </w:tabs>
        <w:ind w:left="720" w:hanging="360"/>
      </w:pPr>
      <w:rPr>
        <w:rFonts w:ascii="Arial" w:hAnsi="Arial" w:hint="default"/>
      </w:rPr>
    </w:lvl>
    <w:lvl w:ilvl="1" w:tplc="43BCFCCA">
      <w:numFmt w:val="bullet"/>
      <w:lvlText w:val="–"/>
      <w:lvlJc w:val="left"/>
      <w:pPr>
        <w:tabs>
          <w:tab w:val="num" w:pos="1440"/>
        </w:tabs>
        <w:ind w:left="1440" w:hanging="360"/>
      </w:pPr>
      <w:rPr>
        <w:rFonts w:ascii="Arial" w:hAnsi="Arial" w:hint="default"/>
      </w:rPr>
    </w:lvl>
    <w:lvl w:ilvl="2" w:tplc="85AA4ACA" w:tentative="1">
      <w:start w:val="1"/>
      <w:numFmt w:val="bullet"/>
      <w:lvlText w:val="•"/>
      <w:lvlJc w:val="left"/>
      <w:pPr>
        <w:tabs>
          <w:tab w:val="num" w:pos="2160"/>
        </w:tabs>
        <w:ind w:left="2160" w:hanging="360"/>
      </w:pPr>
      <w:rPr>
        <w:rFonts w:ascii="Arial" w:hAnsi="Arial" w:hint="default"/>
      </w:rPr>
    </w:lvl>
    <w:lvl w:ilvl="3" w:tplc="B5AE468C" w:tentative="1">
      <w:start w:val="1"/>
      <w:numFmt w:val="bullet"/>
      <w:lvlText w:val="•"/>
      <w:lvlJc w:val="left"/>
      <w:pPr>
        <w:tabs>
          <w:tab w:val="num" w:pos="2880"/>
        </w:tabs>
        <w:ind w:left="2880" w:hanging="360"/>
      </w:pPr>
      <w:rPr>
        <w:rFonts w:ascii="Arial" w:hAnsi="Arial" w:hint="default"/>
      </w:rPr>
    </w:lvl>
    <w:lvl w:ilvl="4" w:tplc="BB78976A" w:tentative="1">
      <w:start w:val="1"/>
      <w:numFmt w:val="bullet"/>
      <w:lvlText w:val="•"/>
      <w:lvlJc w:val="left"/>
      <w:pPr>
        <w:tabs>
          <w:tab w:val="num" w:pos="3600"/>
        </w:tabs>
        <w:ind w:left="3600" w:hanging="360"/>
      </w:pPr>
      <w:rPr>
        <w:rFonts w:ascii="Arial" w:hAnsi="Arial" w:hint="default"/>
      </w:rPr>
    </w:lvl>
    <w:lvl w:ilvl="5" w:tplc="5FCC813C" w:tentative="1">
      <w:start w:val="1"/>
      <w:numFmt w:val="bullet"/>
      <w:lvlText w:val="•"/>
      <w:lvlJc w:val="left"/>
      <w:pPr>
        <w:tabs>
          <w:tab w:val="num" w:pos="4320"/>
        </w:tabs>
        <w:ind w:left="4320" w:hanging="360"/>
      </w:pPr>
      <w:rPr>
        <w:rFonts w:ascii="Arial" w:hAnsi="Arial" w:hint="default"/>
      </w:rPr>
    </w:lvl>
    <w:lvl w:ilvl="6" w:tplc="6C2414C2" w:tentative="1">
      <w:start w:val="1"/>
      <w:numFmt w:val="bullet"/>
      <w:lvlText w:val="•"/>
      <w:lvlJc w:val="left"/>
      <w:pPr>
        <w:tabs>
          <w:tab w:val="num" w:pos="5040"/>
        </w:tabs>
        <w:ind w:left="5040" w:hanging="360"/>
      </w:pPr>
      <w:rPr>
        <w:rFonts w:ascii="Arial" w:hAnsi="Arial" w:hint="default"/>
      </w:rPr>
    </w:lvl>
    <w:lvl w:ilvl="7" w:tplc="AF5A820E" w:tentative="1">
      <w:start w:val="1"/>
      <w:numFmt w:val="bullet"/>
      <w:lvlText w:val="•"/>
      <w:lvlJc w:val="left"/>
      <w:pPr>
        <w:tabs>
          <w:tab w:val="num" w:pos="5760"/>
        </w:tabs>
        <w:ind w:left="5760" w:hanging="360"/>
      </w:pPr>
      <w:rPr>
        <w:rFonts w:ascii="Arial" w:hAnsi="Arial" w:hint="default"/>
      </w:rPr>
    </w:lvl>
    <w:lvl w:ilvl="8" w:tplc="C0F85A32" w:tentative="1">
      <w:start w:val="1"/>
      <w:numFmt w:val="bullet"/>
      <w:lvlText w:val="•"/>
      <w:lvlJc w:val="left"/>
      <w:pPr>
        <w:tabs>
          <w:tab w:val="num" w:pos="6480"/>
        </w:tabs>
        <w:ind w:left="6480" w:hanging="360"/>
      </w:pPr>
      <w:rPr>
        <w:rFonts w:ascii="Arial" w:hAnsi="Arial" w:hint="default"/>
      </w:rPr>
    </w:lvl>
  </w:abstractNum>
  <w:abstractNum w:abstractNumId="249" w15:restartNumberingAfterBreak="0">
    <w:nsid w:val="67A32C88"/>
    <w:multiLevelType w:val="hybridMultilevel"/>
    <w:tmpl w:val="257EC936"/>
    <w:lvl w:ilvl="0" w:tplc="E254449A">
      <w:start w:val="15"/>
      <w:numFmt w:val="bullet"/>
      <w:lvlText w:val="-"/>
      <w:lvlJc w:val="left"/>
      <w:pPr>
        <w:ind w:left="1211" w:hanging="360"/>
      </w:pPr>
      <w:rPr>
        <w:rFonts w:ascii="Arial" w:eastAsiaTheme="minorEastAsia" w:hAnsi="Arial" w:cs="Arial" w:hint="default"/>
      </w:rPr>
    </w:lvl>
    <w:lvl w:ilvl="1" w:tplc="40090003" w:tentative="1">
      <w:start w:val="1"/>
      <w:numFmt w:val="bullet"/>
      <w:lvlText w:val="o"/>
      <w:lvlJc w:val="left"/>
      <w:pPr>
        <w:ind w:left="1931" w:hanging="360"/>
      </w:pPr>
      <w:rPr>
        <w:rFonts w:ascii="Courier New" w:hAnsi="Courier New" w:cs="Courier New" w:hint="default"/>
      </w:rPr>
    </w:lvl>
    <w:lvl w:ilvl="2" w:tplc="40090005" w:tentative="1">
      <w:start w:val="1"/>
      <w:numFmt w:val="bullet"/>
      <w:lvlText w:val=""/>
      <w:lvlJc w:val="left"/>
      <w:pPr>
        <w:ind w:left="2651" w:hanging="360"/>
      </w:pPr>
      <w:rPr>
        <w:rFonts w:ascii="Wingdings" w:hAnsi="Wingdings" w:hint="default"/>
      </w:rPr>
    </w:lvl>
    <w:lvl w:ilvl="3" w:tplc="40090001" w:tentative="1">
      <w:start w:val="1"/>
      <w:numFmt w:val="bullet"/>
      <w:lvlText w:val=""/>
      <w:lvlJc w:val="left"/>
      <w:pPr>
        <w:ind w:left="3371" w:hanging="360"/>
      </w:pPr>
      <w:rPr>
        <w:rFonts w:ascii="Symbol" w:hAnsi="Symbol" w:hint="default"/>
      </w:rPr>
    </w:lvl>
    <w:lvl w:ilvl="4" w:tplc="40090003" w:tentative="1">
      <w:start w:val="1"/>
      <w:numFmt w:val="bullet"/>
      <w:lvlText w:val="o"/>
      <w:lvlJc w:val="left"/>
      <w:pPr>
        <w:ind w:left="4091" w:hanging="360"/>
      </w:pPr>
      <w:rPr>
        <w:rFonts w:ascii="Courier New" w:hAnsi="Courier New" w:cs="Courier New" w:hint="default"/>
      </w:rPr>
    </w:lvl>
    <w:lvl w:ilvl="5" w:tplc="40090005" w:tentative="1">
      <w:start w:val="1"/>
      <w:numFmt w:val="bullet"/>
      <w:lvlText w:val=""/>
      <w:lvlJc w:val="left"/>
      <w:pPr>
        <w:ind w:left="4811" w:hanging="360"/>
      </w:pPr>
      <w:rPr>
        <w:rFonts w:ascii="Wingdings" w:hAnsi="Wingdings" w:hint="default"/>
      </w:rPr>
    </w:lvl>
    <w:lvl w:ilvl="6" w:tplc="40090001" w:tentative="1">
      <w:start w:val="1"/>
      <w:numFmt w:val="bullet"/>
      <w:lvlText w:val=""/>
      <w:lvlJc w:val="left"/>
      <w:pPr>
        <w:ind w:left="5531" w:hanging="360"/>
      </w:pPr>
      <w:rPr>
        <w:rFonts w:ascii="Symbol" w:hAnsi="Symbol" w:hint="default"/>
      </w:rPr>
    </w:lvl>
    <w:lvl w:ilvl="7" w:tplc="40090003" w:tentative="1">
      <w:start w:val="1"/>
      <w:numFmt w:val="bullet"/>
      <w:lvlText w:val="o"/>
      <w:lvlJc w:val="left"/>
      <w:pPr>
        <w:ind w:left="6251" w:hanging="360"/>
      </w:pPr>
      <w:rPr>
        <w:rFonts w:ascii="Courier New" w:hAnsi="Courier New" w:cs="Courier New" w:hint="default"/>
      </w:rPr>
    </w:lvl>
    <w:lvl w:ilvl="8" w:tplc="40090005" w:tentative="1">
      <w:start w:val="1"/>
      <w:numFmt w:val="bullet"/>
      <w:lvlText w:val=""/>
      <w:lvlJc w:val="left"/>
      <w:pPr>
        <w:ind w:left="6971" w:hanging="360"/>
      </w:pPr>
      <w:rPr>
        <w:rFonts w:ascii="Wingdings" w:hAnsi="Wingdings" w:hint="default"/>
      </w:rPr>
    </w:lvl>
  </w:abstractNum>
  <w:abstractNum w:abstractNumId="250" w15:restartNumberingAfterBreak="0">
    <w:nsid w:val="67AC7F97"/>
    <w:multiLevelType w:val="hybridMultilevel"/>
    <w:tmpl w:val="4FD4C69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1" w15:restartNumberingAfterBreak="0">
    <w:nsid w:val="68636992"/>
    <w:multiLevelType w:val="hybridMultilevel"/>
    <w:tmpl w:val="622ED2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68B959F4"/>
    <w:multiLevelType w:val="hybridMultilevel"/>
    <w:tmpl w:val="31E232CE"/>
    <w:lvl w:ilvl="0" w:tplc="896C71E8">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53" w15:restartNumberingAfterBreak="0">
    <w:nsid w:val="68D626E3"/>
    <w:multiLevelType w:val="hybridMultilevel"/>
    <w:tmpl w:val="A65E166E"/>
    <w:lvl w:ilvl="0" w:tplc="04090001">
      <w:start w:val="1"/>
      <w:numFmt w:val="bullet"/>
      <w:lvlText w:val=""/>
      <w:lvlJc w:val="left"/>
      <w:pPr>
        <w:ind w:left="644" w:hanging="360"/>
      </w:pPr>
      <w:rPr>
        <w:rFonts w:ascii="Symbol" w:hAnsi="Symbol" w:hint="default"/>
      </w:rPr>
    </w:lvl>
    <w:lvl w:ilvl="1" w:tplc="04090003">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54" w15:restartNumberingAfterBreak="0">
    <w:nsid w:val="68E30D5D"/>
    <w:multiLevelType w:val="hybridMultilevel"/>
    <w:tmpl w:val="B134C1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69593A82"/>
    <w:multiLevelType w:val="hybridMultilevel"/>
    <w:tmpl w:val="8A50AB9C"/>
    <w:lvl w:ilvl="0" w:tplc="0409000F">
      <w:start w:val="1"/>
      <w:numFmt w:val="decimal"/>
      <w:lvlText w:val="%1."/>
      <w:lvlJc w:val="left"/>
      <w:pPr>
        <w:ind w:left="420" w:hanging="420"/>
      </w:p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56" w15:restartNumberingAfterBreak="0">
    <w:nsid w:val="6A0D44E9"/>
    <w:multiLevelType w:val="hybridMultilevel"/>
    <w:tmpl w:val="B21677E6"/>
    <w:lvl w:ilvl="0" w:tplc="73B8F7C0">
      <w:start w:val="1"/>
      <w:numFmt w:val="decimal"/>
      <w:lvlText w:val="%1."/>
      <w:lvlJc w:val="left"/>
      <w:pPr>
        <w:ind w:left="420" w:hanging="360"/>
      </w:pPr>
      <w:rPr>
        <w:rFonts w:hint="default"/>
      </w:rPr>
    </w:lvl>
    <w:lvl w:ilvl="1" w:tplc="04090001">
      <w:start w:val="1"/>
      <w:numFmt w:val="bullet"/>
      <w:lvlText w:val=""/>
      <w:lvlJc w:val="left"/>
      <w:pPr>
        <w:ind w:left="1140" w:hanging="360"/>
      </w:pPr>
      <w:rPr>
        <w:rFonts w:ascii="Symbol" w:hAnsi="Symbol" w:hint="default"/>
      </w:rPr>
    </w:lvl>
    <w:lvl w:ilvl="2" w:tplc="04090011">
      <w:start w:val="1"/>
      <w:numFmt w:val="decimal"/>
      <w:lvlText w:val="%3)"/>
      <w:lvlJc w:val="lef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7" w15:restartNumberingAfterBreak="0">
    <w:nsid w:val="6B944F0E"/>
    <w:multiLevelType w:val="hybridMultilevel"/>
    <w:tmpl w:val="6B504E3E"/>
    <w:lvl w:ilvl="0" w:tplc="83BC3206">
      <w:start w:val="1"/>
      <w:numFmt w:val="bullet"/>
      <w:lvlText w:val="-"/>
      <w:lvlJc w:val="left"/>
      <w:pPr>
        <w:ind w:left="644" w:hanging="360"/>
      </w:pPr>
      <w:rPr>
        <w:rFonts w:ascii="Times New Roman" w:eastAsia="Times New Roman" w:hAnsi="Times New Roman" w:cs="Times New Roman" w:hint="default"/>
      </w:rPr>
    </w:lvl>
    <w:lvl w:ilvl="1" w:tplc="83BC3206">
      <w:start w:val="1"/>
      <w:numFmt w:val="bullet"/>
      <w:lvlText w:val="-"/>
      <w:lvlJc w:val="left"/>
      <w:pPr>
        <w:ind w:left="1724" w:hanging="360"/>
      </w:pPr>
      <w:rPr>
        <w:rFonts w:ascii="Times New Roman" w:eastAsia="Times New Roman" w:hAnsi="Times New Roman" w:cs="Times New Roman"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8" w15:restartNumberingAfterBreak="0">
    <w:nsid w:val="6BA73CD2"/>
    <w:multiLevelType w:val="hybridMultilevel"/>
    <w:tmpl w:val="208A973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9" w15:restartNumberingAfterBreak="0">
    <w:nsid w:val="6C7A4E77"/>
    <w:multiLevelType w:val="hybridMultilevel"/>
    <w:tmpl w:val="92763406"/>
    <w:lvl w:ilvl="0" w:tplc="8E76E818">
      <w:numFmt w:val="bullet"/>
      <w:lvlText w:val="-"/>
      <w:lvlJc w:val="left"/>
      <w:pPr>
        <w:ind w:left="1287" w:hanging="360"/>
      </w:pPr>
      <w:rPr>
        <w:rFonts w:ascii="Calibri" w:eastAsia="Calibri" w:hAnsi="Calibri" w:cs="Times New Roman" w:hint="default"/>
      </w:rPr>
    </w:lvl>
    <w:lvl w:ilvl="1" w:tplc="B36E1D98">
      <w:start w:val="1"/>
      <w:numFmt w:val="bullet"/>
      <w:lvlText w:val="-"/>
      <w:lvlJc w:val="left"/>
      <w:pPr>
        <w:ind w:left="2007" w:hanging="360"/>
      </w:pPr>
      <w:rPr>
        <w:rFonts w:ascii="Calibri" w:eastAsiaTheme="minorHAnsi" w:hAnsi="Calibri" w:cs="Calibri"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260" w15:restartNumberingAfterBreak="0">
    <w:nsid w:val="6C9F698C"/>
    <w:multiLevelType w:val="hybridMultilevel"/>
    <w:tmpl w:val="670228DE"/>
    <w:lvl w:ilvl="0" w:tplc="DD56BEB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262" w15:restartNumberingAfterBreak="0">
    <w:nsid w:val="6F490F66"/>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3" w15:restartNumberingAfterBreak="0">
    <w:nsid w:val="70182629"/>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4" w15:restartNumberingAfterBreak="0">
    <w:nsid w:val="703A33B4"/>
    <w:multiLevelType w:val="hybridMultilevel"/>
    <w:tmpl w:val="952E8324"/>
    <w:lvl w:ilvl="0" w:tplc="04090011">
      <w:start w:val="1"/>
      <w:numFmt w:val="decimal"/>
      <w:lvlText w:val="%1)"/>
      <w:lvlJc w:val="left"/>
      <w:pPr>
        <w:ind w:left="940" w:hanging="420"/>
      </w:pPr>
    </w:lvl>
    <w:lvl w:ilvl="1" w:tplc="04090019" w:tentative="1">
      <w:start w:val="1"/>
      <w:numFmt w:val="lowerLetter"/>
      <w:lvlText w:val="%2)"/>
      <w:lvlJc w:val="left"/>
      <w:pPr>
        <w:ind w:left="1360" w:hanging="420"/>
      </w:pPr>
    </w:lvl>
    <w:lvl w:ilvl="2" w:tplc="0409001B" w:tentative="1">
      <w:start w:val="1"/>
      <w:numFmt w:val="lowerRoman"/>
      <w:lvlText w:val="%3."/>
      <w:lvlJc w:val="right"/>
      <w:pPr>
        <w:ind w:left="1780" w:hanging="420"/>
      </w:pPr>
    </w:lvl>
    <w:lvl w:ilvl="3" w:tplc="0409000F" w:tentative="1">
      <w:start w:val="1"/>
      <w:numFmt w:val="decimal"/>
      <w:lvlText w:val="%4."/>
      <w:lvlJc w:val="left"/>
      <w:pPr>
        <w:ind w:left="2200" w:hanging="420"/>
      </w:pPr>
    </w:lvl>
    <w:lvl w:ilvl="4" w:tplc="04090019" w:tentative="1">
      <w:start w:val="1"/>
      <w:numFmt w:val="lowerLetter"/>
      <w:lvlText w:val="%5)"/>
      <w:lvlJc w:val="left"/>
      <w:pPr>
        <w:ind w:left="2620" w:hanging="420"/>
      </w:pPr>
    </w:lvl>
    <w:lvl w:ilvl="5" w:tplc="0409001B" w:tentative="1">
      <w:start w:val="1"/>
      <w:numFmt w:val="lowerRoman"/>
      <w:lvlText w:val="%6."/>
      <w:lvlJc w:val="right"/>
      <w:pPr>
        <w:ind w:left="3040" w:hanging="420"/>
      </w:pPr>
    </w:lvl>
    <w:lvl w:ilvl="6" w:tplc="0409000F" w:tentative="1">
      <w:start w:val="1"/>
      <w:numFmt w:val="decimal"/>
      <w:lvlText w:val="%7."/>
      <w:lvlJc w:val="left"/>
      <w:pPr>
        <w:ind w:left="3460" w:hanging="420"/>
      </w:pPr>
    </w:lvl>
    <w:lvl w:ilvl="7" w:tplc="04090019" w:tentative="1">
      <w:start w:val="1"/>
      <w:numFmt w:val="lowerLetter"/>
      <w:lvlText w:val="%8)"/>
      <w:lvlJc w:val="left"/>
      <w:pPr>
        <w:ind w:left="3880" w:hanging="420"/>
      </w:pPr>
    </w:lvl>
    <w:lvl w:ilvl="8" w:tplc="0409001B" w:tentative="1">
      <w:start w:val="1"/>
      <w:numFmt w:val="lowerRoman"/>
      <w:lvlText w:val="%9."/>
      <w:lvlJc w:val="right"/>
      <w:pPr>
        <w:ind w:left="4300" w:hanging="420"/>
      </w:pPr>
    </w:lvl>
  </w:abstractNum>
  <w:abstractNum w:abstractNumId="265" w15:restartNumberingAfterBreak="0">
    <w:nsid w:val="70443D4D"/>
    <w:multiLevelType w:val="hybridMultilevel"/>
    <w:tmpl w:val="09AC49C6"/>
    <w:lvl w:ilvl="0" w:tplc="1C0C78BA">
      <w:start w:val="1"/>
      <w:numFmt w:val="bullet"/>
      <w:lvlText w:val="-"/>
      <w:lvlJc w:val="left"/>
      <w:pPr>
        <w:ind w:left="460" w:hanging="360"/>
      </w:pPr>
      <w:rPr>
        <w:rFonts w:ascii="Arial" w:eastAsia="Times New Roma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266" w15:restartNumberingAfterBreak="0">
    <w:nsid w:val="70577E73"/>
    <w:multiLevelType w:val="multilevel"/>
    <w:tmpl w:val="9EC80142"/>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7" w15:restartNumberingAfterBreak="0">
    <w:nsid w:val="70F655D1"/>
    <w:multiLevelType w:val="multilevel"/>
    <w:tmpl w:val="E8883F38"/>
    <w:lvl w:ilvl="0">
      <w:start w:val="4"/>
      <w:numFmt w:val="decimal"/>
      <w:lvlText w:val="%1"/>
      <w:lvlJc w:val="left"/>
      <w:pPr>
        <w:ind w:left="720" w:hanging="720"/>
      </w:pPr>
      <w:rPr>
        <w:rFonts w:hint="default"/>
      </w:rPr>
    </w:lvl>
    <w:lvl w:ilvl="1">
      <w:start w:val="3"/>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8" w15:restartNumberingAfterBreak="0">
    <w:nsid w:val="73C771F3"/>
    <w:multiLevelType w:val="hybridMultilevel"/>
    <w:tmpl w:val="6D00F0C4"/>
    <w:lvl w:ilvl="0" w:tplc="08090001">
      <w:start w:val="1"/>
      <w:numFmt w:val="bullet"/>
      <w:lvlText w:val=""/>
      <w:lvlJc w:val="left"/>
      <w:pPr>
        <w:ind w:left="999" w:hanging="360"/>
      </w:pPr>
      <w:rPr>
        <w:rFonts w:ascii="Symbol" w:hAnsi="Symbol" w:hint="default"/>
      </w:rPr>
    </w:lvl>
    <w:lvl w:ilvl="1" w:tplc="08090003" w:tentative="1">
      <w:start w:val="1"/>
      <w:numFmt w:val="bullet"/>
      <w:lvlText w:val="o"/>
      <w:lvlJc w:val="left"/>
      <w:pPr>
        <w:ind w:left="1719" w:hanging="360"/>
      </w:pPr>
      <w:rPr>
        <w:rFonts w:ascii="Courier New" w:hAnsi="Courier New" w:cs="Courier New" w:hint="default"/>
      </w:rPr>
    </w:lvl>
    <w:lvl w:ilvl="2" w:tplc="08090005" w:tentative="1">
      <w:start w:val="1"/>
      <w:numFmt w:val="bullet"/>
      <w:lvlText w:val=""/>
      <w:lvlJc w:val="left"/>
      <w:pPr>
        <w:ind w:left="2439" w:hanging="360"/>
      </w:pPr>
      <w:rPr>
        <w:rFonts w:ascii="Wingdings" w:hAnsi="Wingdings" w:hint="default"/>
      </w:rPr>
    </w:lvl>
    <w:lvl w:ilvl="3" w:tplc="08090001" w:tentative="1">
      <w:start w:val="1"/>
      <w:numFmt w:val="bullet"/>
      <w:lvlText w:val=""/>
      <w:lvlJc w:val="left"/>
      <w:pPr>
        <w:ind w:left="3159" w:hanging="360"/>
      </w:pPr>
      <w:rPr>
        <w:rFonts w:ascii="Symbol" w:hAnsi="Symbol" w:hint="default"/>
      </w:rPr>
    </w:lvl>
    <w:lvl w:ilvl="4" w:tplc="08090003" w:tentative="1">
      <w:start w:val="1"/>
      <w:numFmt w:val="bullet"/>
      <w:lvlText w:val="o"/>
      <w:lvlJc w:val="left"/>
      <w:pPr>
        <w:ind w:left="3879" w:hanging="360"/>
      </w:pPr>
      <w:rPr>
        <w:rFonts w:ascii="Courier New" w:hAnsi="Courier New" w:cs="Courier New" w:hint="default"/>
      </w:rPr>
    </w:lvl>
    <w:lvl w:ilvl="5" w:tplc="08090005" w:tentative="1">
      <w:start w:val="1"/>
      <w:numFmt w:val="bullet"/>
      <w:lvlText w:val=""/>
      <w:lvlJc w:val="left"/>
      <w:pPr>
        <w:ind w:left="4599" w:hanging="360"/>
      </w:pPr>
      <w:rPr>
        <w:rFonts w:ascii="Wingdings" w:hAnsi="Wingdings" w:hint="default"/>
      </w:rPr>
    </w:lvl>
    <w:lvl w:ilvl="6" w:tplc="08090001" w:tentative="1">
      <w:start w:val="1"/>
      <w:numFmt w:val="bullet"/>
      <w:lvlText w:val=""/>
      <w:lvlJc w:val="left"/>
      <w:pPr>
        <w:ind w:left="5319" w:hanging="360"/>
      </w:pPr>
      <w:rPr>
        <w:rFonts w:ascii="Symbol" w:hAnsi="Symbol" w:hint="default"/>
      </w:rPr>
    </w:lvl>
    <w:lvl w:ilvl="7" w:tplc="08090003" w:tentative="1">
      <w:start w:val="1"/>
      <w:numFmt w:val="bullet"/>
      <w:lvlText w:val="o"/>
      <w:lvlJc w:val="left"/>
      <w:pPr>
        <w:ind w:left="6039" w:hanging="360"/>
      </w:pPr>
      <w:rPr>
        <w:rFonts w:ascii="Courier New" w:hAnsi="Courier New" w:cs="Courier New" w:hint="default"/>
      </w:rPr>
    </w:lvl>
    <w:lvl w:ilvl="8" w:tplc="08090005" w:tentative="1">
      <w:start w:val="1"/>
      <w:numFmt w:val="bullet"/>
      <w:lvlText w:val=""/>
      <w:lvlJc w:val="left"/>
      <w:pPr>
        <w:ind w:left="6759" w:hanging="360"/>
      </w:pPr>
      <w:rPr>
        <w:rFonts w:ascii="Wingdings" w:hAnsi="Wingdings" w:hint="default"/>
      </w:rPr>
    </w:lvl>
  </w:abstractNum>
  <w:abstractNum w:abstractNumId="269" w15:restartNumberingAfterBreak="0">
    <w:nsid w:val="73E56F14"/>
    <w:multiLevelType w:val="hybridMultilevel"/>
    <w:tmpl w:val="15E44A8E"/>
    <w:lvl w:ilvl="0" w:tplc="7CC298DC">
      <w:start w:val="1"/>
      <w:numFmt w:val="decimal"/>
      <w:lvlText w:val="[%1]"/>
      <w:lvlJc w:val="left"/>
      <w:pPr>
        <w:tabs>
          <w:tab w:val="num" w:pos="420"/>
        </w:tabs>
        <w:ind w:left="420" w:hanging="420"/>
      </w:pPr>
      <w:rPr>
        <w:rFonts w:hint="eastAsia"/>
        <w:sz w:val="20"/>
        <w:szCs w:val="20"/>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0" w15:restartNumberingAfterBreak="0">
    <w:nsid w:val="741A62E0"/>
    <w:multiLevelType w:val="hybridMultilevel"/>
    <w:tmpl w:val="0C1E2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74844874"/>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2" w15:restartNumberingAfterBreak="0">
    <w:nsid w:val="74A52ACD"/>
    <w:multiLevelType w:val="hybridMultilevel"/>
    <w:tmpl w:val="2F289FCA"/>
    <w:lvl w:ilvl="0" w:tplc="657A7878">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3" w15:restartNumberingAfterBreak="0">
    <w:nsid w:val="74DC5F65"/>
    <w:multiLevelType w:val="hybridMultilevel"/>
    <w:tmpl w:val="FDCC13F4"/>
    <w:lvl w:ilvl="0" w:tplc="3A2617AC">
      <w:start w:val="8"/>
      <w:numFmt w:val="bullet"/>
      <w:lvlText w:val="-"/>
      <w:lvlJc w:val="left"/>
      <w:pPr>
        <w:ind w:left="1359" w:hanging="360"/>
      </w:pPr>
      <w:rPr>
        <w:rFonts w:ascii="Times New Roman" w:eastAsia="SimSun" w:hAnsi="Times New Roman" w:cs="Times New Roman" w:hint="default"/>
      </w:rPr>
    </w:lvl>
    <w:lvl w:ilvl="1" w:tplc="04090003" w:tentative="1">
      <w:start w:val="1"/>
      <w:numFmt w:val="bullet"/>
      <w:lvlText w:val="o"/>
      <w:lvlJc w:val="left"/>
      <w:pPr>
        <w:ind w:left="2079" w:hanging="360"/>
      </w:pPr>
      <w:rPr>
        <w:rFonts w:ascii="Courier New" w:hAnsi="Courier New" w:cs="Courier New" w:hint="default"/>
      </w:rPr>
    </w:lvl>
    <w:lvl w:ilvl="2" w:tplc="04090005" w:tentative="1">
      <w:start w:val="1"/>
      <w:numFmt w:val="bullet"/>
      <w:lvlText w:val=""/>
      <w:lvlJc w:val="left"/>
      <w:pPr>
        <w:ind w:left="2799" w:hanging="360"/>
      </w:pPr>
      <w:rPr>
        <w:rFonts w:ascii="Wingdings" w:hAnsi="Wingdings" w:hint="default"/>
      </w:rPr>
    </w:lvl>
    <w:lvl w:ilvl="3" w:tplc="04090001" w:tentative="1">
      <w:start w:val="1"/>
      <w:numFmt w:val="bullet"/>
      <w:lvlText w:val=""/>
      <w:lvlJc w:val="left"/>
      <w:pPr>
        <w:ind w:left="3519" w:hanging="360"/>
      </w:pPr>
      <w:rPr>
        <w:rFonts w:ascii="Symbol" w:hAnsi="Symbol" w:hint="default"/>
      </w:rPr>
    </w:lvl>
    <w:lvl w:ilvl="4" w:tplc="04090003" w:tentative="1">
      <w:start w:val="1"/>
      <w:numFmt w:val="bullet"/>
      <w:lvlText w:val="o"/>
      <w:lvlJc w:val="left"/>
      <w:pPr>
        <w:ind w:left="4239" w:hanging="360"/>
      </w:pPr>
      <w:rPr>
        <w:rFonts w:ascii="Courier New" w:hAnsi="Courier New" w:cs="Courier New" w:hint="default"/>
      </w:rPr>
    </w:lvl>
    <w:lvl w:ilvl="5" w:tplc="04090005" w:tentative="1">
      <w:start w:val="1"/>
      <w:numFmt w:val="bullet"/>
      <w:lvlText w:val=""/>
      <w:lvlJc w:val="left"/>
      <w:pPr>
        <w:ind w:left="4959" w:hanging="360"/>
      </w:pPr>
      <w:rPr>
        <w:rFonts w:ascii="Wingdings" w:hAnsi="Wingdings" w:hint="default"/>
      </w:rPr>
    </w:lvl>
    <w:lvl w:ilvl="6" w:tplc="04090001" w:tentative="1">
      <w:start w:val="1"/>
      <w:numFmt w:val="bullet"/>
      <w:lvlText w:val=""/>
      <w:lvlJc w:val="left"/>
      <w:pPr>
        <w:ind w:left="5679" w:hanging="360"/>
      </w:pPr>
      <w:rPr>
        <w:rFonts w:ascii="Symbol" w:hAnsi="Symbol" w:hint="default"/>
      </w:rPr>
    </w:lvl>
    <w:lvl w:ilvl="7" w:tplc="04090003" w:tentative="1">
      <w:start w:val="1"/>
      <w:numFmt w:val="bullet"/>
      <w:lvlText w:val="o"/>
      <w:lvlJc w:val="left"/>
      <w:pPr>
        <w:ind w:left="6399" w:hanging="360"/>
      </w:pPr>
      <w:rPr>
        <w:rFonts w:ascii="Courier New" w:hAnsi="Courier New" w:cs="Courier New" w:hint="default"/>
      </w:rPr>
    </w:lvl>
    <w:lvl w:ilvl="8" w:tplc="04090005" w:tentative="1">
      <w:start w:val="1"/>
      <w:numFmt w:val="bullet"/>
      <w:lvlText w:val=""/>
      <w:lvlJc w:val="left"/>
      <w:pPr>
        <w:ind w:left="7119" w:hanging="360"/>
      </w:pPr>
      <w:rPr>
        <w:rFonts w:ascii="Wingdings" w:hAnsi="Wingdings" w:hint="default"/>
      </w:rPr>
    </w:lvl>
  </w:abstractNum>
  <w:abstractNum w:abstractNumId="274" w15:restartNumberingAfterBreak="0">
    <w:nsid w:val="76376F2C"/>
    <w:multiLevelType w:val="hybridMultilevel"/>
    <w:tmpl w:val="9754FC1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5" w15:restartNumberingAfterBreak="0">
    <w:nsid w:val="767A01E4"/>
    <w:multiLevelType w:val="hybridMultilevel"/>
    <w:tmpl w:val="6186D27C"/>
    <w:lvl w:ilvl="0" w:tplc="87D47B8A">
      <w:start w:val="1"/>
      <w:numFmt w:val="bullet"/>
      <w:lvlText w:val="–"/>
      <w:lvlJc w:val="left"/>
      <w:pPr>
        <w:tabs>
          <w:tab w:val="num" w:pos="720"/>
        </w:tabs>
        <w:ind w:left="720" w:hanging="360"/>
      </w:pPr>
      <w:rPr>
        <w:rFonts w:ascii="Arial" w:hAnsi="Arial" w:hint="default"/>
      </w:rPr>
    </w:lvl>
    <w:lvl w:ilvl="1" w:tplc="F0241CC0">
      <w:start w:val="1"/>
      <w:numFmt w:val="bullet"/>
      <w:lvlText w:val="–"/>
      <w:lvlJc w:val="left"/>
      <w:pPr>
        <w:tabs>
          <w:tab w:val="num" w:pos="1440"/>
        </w:tabs>
        <w:ind w:left="1440" w:hanging="360"/>
      </w:pPr>
      <w:rPr>
        <w:rFonts w:ascii="Arial" w:hAnsi="Arial" w:hint="default"/>
      </w:rPr>
    </w:lvl>
    <w:lvl w:ilvl="2" w:tplc="30CC4ED4" w:tentative="1">
      <w:start w:val="1"/>
      <w:numFmt w:val="bullet"/>
      <w:lvlText w:val="–"/>
      <w:lvlJc w:val="left"/>
      <w:pPr>
        <w:tabs>
          <w:tab w:val="num" w:pos="2160"/>
        </w:tabs>
        <w:ind w:left="2160" w:hanging="360"/>
      </w:pPr>
      <w:rPr>
        <w:rFonts w:ascii="Arial" w:hAnsi="Arial" w:hint="default"/>
      </w:rPr>
    </w:lvl>
    <w:lvl w:ilvl="3" w:tplc="6B2631FC" w:tentative="1">
      <w:start w:val="1"/>
      <w:numFmt w:val="bullet"/>
      <w:lvlText w:val="–"/>
      <w:lvlJc w:val="left"/>
      <w:pPr>
        <w:tabs>
          <w:tab w:val="num" w:pos="2880"/>
        </w:tabs>
        <w:ind w:left="2880" w:hanging="360"/>
      </w:pPr>
      <w:rPr>
        <w:rFonts w:ascii="Arial" w:hAnsi="Arial" w:hint="default"/>
      </w:rPr>
    </w:lvl>
    <w:lvl w:ilvl="4" w:tplc="E83841A2" w:tentative="1">
      <w:start w:val="1"/>
      <w:numFmt w:val="bullet"/>
      <w:lvlText w:val="–"/>
      <w:lvlJc w:val="left"/>
      <w:pPr>
        <w:tabs>
          <w:tab w:val="num" w:pos="3600"/>
        </w:tabs>
        <w:ind w:left="3600" w:hanging="360"/>
      </w:pPr>
      <w:rPr>
        <w:rFonts w:ascii="Arial" w:hAnsi="Arial" w:hint="default"/>
      </w:rPr>
    </w:lvl>
    <w:lvl w:ilvl="5" w:tplc="5CAA78BE" w:tentative="1">
      <w:start w:val="1"/>
      <w:numFmt w:val="bullet"/>
      <w:lvlText w:val="–"/>
      <w:lvlJc w:val="left"/>
      <w:pPr>
        <w:tabs>
          <w:tab w:val="num" w:pos="4320"/>
        </w:tabs>
        <w:ind w:left="4320" w:hanging="360"/>
      </w:pPr>
      <w:rPr>
        <w:rFonts w:ascii="Arial" w:hAnsi="Arial" w:hint="default"/>
      </w:rPr>
    </w:lvl>
    <w:lvl w:ilvl="6" w:tplc="809C6A1C" w:tentative="1">
      <w:start w:val="1"/>
      <w:numFmt w:val="bullet"/>
      <w:lvlText w:val="–"/>
      <w:lvlJc w:val="left"/>
      <w:pPr>
        <w:tabs>
          <w:tab w:val="num" w:pos="5040"/>
        </w:tabs>
        <w:ind w:left="5040" w:hanging="360"/>
      </w:pPr>
      <w:rPr>
        <w:rFonts w:ascii="Arial" w:hAnsi="Arial" w:hint="default"/>
      </w:rPr>
    </w:lvl>
    <w:lvl w:ilvl="7" w:tplc="3FC82E50" w:tentative="1">
      <w:start w:val="1"/>
      <w:numFmt w:val="bullet"/>
      <w:lvlText w:val="–"/>
      <w:lvlJc w:val="left"/>
      <w:pPr>
        <w:tabs>
          <w:tab w:val="num" w:pos="5760"/>
        </w:tabs>
        <w:ind w:left="5760" w:hanging="360"/>
      </w:pPr>
      <w:rPr>
        <w:rFonts w:ascii="Arial" w:hAnsi="Arial" w:hint="default"/>
      </w:rPr>
    </w:lvl>
    <w:lvl w:ilvl="8" w:tplc="322C4B22" w:tentative="1">
      <w:start w:val="1"/>
      <w:numFmt w:val="bullet"/>
      <w:lvlText w:val="–"/>
      <w:lvlJc w:val="left"/>
      <w:pPr>
        <w:tabs>
          <w:tab w:val="num" w:pos="6480"/>
        </w:tabs>
        <w:ind w:left="6480" w:hanging="360"/>
      </w:pPr>
      <w:rPr>
        <w:rFonts w:ascii="Arial" w:hAnsi="Arial" w:hint="default"/>
      </w:rPr>
    </w:lvl>
  </w:abstractNum>
  <w:abstractNum w:abstractNumId="276" w15:restartNumberingAfterBreak="0">
    <w:nsid w:val="77251E05"/>
    <w:multiLevelType w:val="hybridMultilevel"/>
    <w:tmpl w:val="D6FAD62C"/>
    <w:lvl w:ilvl="0" w:tplc="BF30363A">
      <w:start w:val="1"/>
      <w:numFmt w:val="decimal"/>
      <w:suff w:val="space"/>
      <w:lvlText w:val="Observation %1:"/>
      <w:lvlJc w:val="left"/>
      <w:pPr>
        <w:ind w:left="360" w:hanging="360"/>
      </w:pPr>
      <w:rPr>
        <w:rFonts w:ascii="Times New Roman" w:hAnsi="Times New Roman" w:hint="default"/>
        <w:b/>
        <w:i w:val="0"/>
        <w:color w:val="auto"/>
        <w:sz w:val="20"/>
      </w:rPr>
    </w:lvl>
    <w:lvl w:ilvl="1" w:tplc="4E660888">
      <w:start w:val="9"/>
      <w:numFmt w:val="bullet"/>
      <w:lvlText w:val="-"/>
      <w:lvlJc w:val="left"/>
      <w:pPr>
        <w:ind w:left="1080" w:hanging="360"/>
      </w:pPr>
      <w:rPr>
        <w:rFonts w:ascii="Times New Roman" w:eastAsia="SimSu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7" w15:restartNumberingAfterBreak="0">
    <w:nsid w:val="77624734"/>
    <w:multiLevelType w:val="hybridMultilevel"/>
    <w:tmpl w:val="AC42E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8" w15:restartNumberingAfterBreak="0">
    <w:nsid w:val="777D3A10"/>
    <w:multiLevelType w:val="hybridMultilevel"/>
    <w:tmpl w:val="81FC39CC"/>
    <w:lvl w:ilvl="0" w:tplc="DF58B5F6">
      <w:start w:val="8"/>
      <w:numFmt w:val="bullet"/>
      <w:lvlText w:val="-"/>
      <w:lvlJc w:val="left"/>
      <w:pPr>
        <w:ind w:left="1004" w:hanging="360"/>
      </w:pPr>
      <w:rPr>
        <w:rFonts w:ascii="Times New Roman" w:eastAsia="?? ??"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79" w15:restartNumberingAfterBreak="0">
    <w:nsid w:val="78094162"/>
    <w:multiLevelType w:val="hybridMultilevel"/>
    <w:tmpl w:val="3DBE1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780C3C40"/>
    <w:multiLevelType w:val="hybridMultilevel"/>
    <w:tmpl w:val="23B8D4CC"/>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782F7CA3"/>
    <w:multiLevelType w:val="hybridMultilevel"/>
    <w:tmpl w:val="1856F5E6"/>
    <w:lvl w:ilvl="0" w:tplc="C9F44C6C">
      <w:start w:val="2020"/>
      <w:numFmt w:val="bullet"/>
      <w:lvlText w:val="-"/>
      <w:lvlJc w:val="left"/>
      <w:pPr>
        <w:ind w:left="820" w:hanging="360"/>
      </w:pPr>
      <w:rPr>
        <w:rFonts w:ascii="Arial" w:eastAsia="Times New Roman" w:hAnsi="Arial" w:cs="Aria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82" w15:restartNumberingAfterBreak="0">
    <w:nsid w:val="78430778"/>
    <w:multiLevelType w:val="hybridMultilevel"/>
    <w:tmpl w:val="66C86F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78610580"/>
    <w:multiLevelType w:val="hybridMultilevel"/>
    <w:tmpl w:val="C1DA7E3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78924A12"/>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5" w15:restartNumberingAfterBreak="0">
    <w:nsid w:val="78DE1E5A"/>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6" w15:restartNumberingAfterBreak="0">
    <w:nsid w:val="79573F5C"/>
    <w:multiLevelType w:val="hybridMultilevel"/>
    <w:tmpl w:val="ED5EDCB0"/>
    <w:lvl w:ilvl="0" w:tplc="06E61B98">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15:restartNumberingAfterBreak="0">
    <w:nsid w:val="795E5B1B"/>
    <w:multiLevelType w:val="hybridMultilevel"/>
    <w:tmpl w:val="CAB6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7B1A5F8E"/>
    <w:multiLevelType w:val="hybridMultilevel"/>
    <w:tmpl w:val="EA020E7C"/>
    <w:lvl w:ilvl="0" w:tplc="63CA9ABE">
      <w:start w:val="9"/>
      <w:numFmt w:val="bullet"/>
      <w:lvlText w:val="-"/>
      <w:lvlJc w:val="left"/>
      <w:pPr>
        <w:ind w:left="1495" w:hanging="360"/>
      </w:pPr>
      <w:rPr>
        <w:rFonts w:ascii="Times New Roman" w:eastAsia="SimSun" w:hAnsi="Times New Roman" w:cs="Times New Roman" w:hint="default"/>
      </w:rPr>
    </w:lvl>
    <w:lvl w:ilvl="1" w:tplc="04090003" w:tentative="1">
      <w:start w:val="1"/>
      <w:numFmt w:val="bullet"/>
      <w:lvlText w:val=""/>
      <w:lvlJc w:val="left"/>
      <w:pPr>
        <w:ind w:left="1975" w:hanging="420"/>
      </w:pPr>
      <w:rPr>
        <w:rFonts w:ascii="Wingdings" w:hAnsi="Wingdings" w:hint="default"/>
      </w:rPr>
    </w:lvl>
    <w:lvl w:ilvl="2" w:tplc="04090005" w:tentative="1">
      <w:start w:val="1"/>
      <w:numFmt w:val="bullet"/>
      <w:lvlText w:val=""/>
      <w:lvlJc w:val="left"/>
      <w:pPr>
        <w:ind w:left="2395" w:hanging="420"/>
      </w:pPr>
      <w:rPr>
        <w:rFonts w:ascii="Wingdings" w:hAnsi="Wingdings" w:hint="default"/>
      </w:rPr>
    </w:lvl>
    <w:lvl w:ilvl="3" w:tplc="04090001" w:tentative="1">
      <w:start w:val="1"/>
      <w:numFmt w:val="bullet"/>
      <w:lvlText w:val=""/>
      <w:lvlJc w:val="left"/>
      <w:pPr>
        <w:ind w:left="2815" w:hanging="420"/>
      </w:pPr>
      <w:rPr>
        <w:rFonts w:ascii="Wingdings" w:hAnsi="Wingdings" w:hint="default"/>
      </w:rPr>
    </w:lvl>
    <w:lvl w:ilvl="4" w:tplc="04090003" w:tentative="1">
      <w:start w:val="1"/>
      <w:numFmt w:val="bullet"/>
      <w:lvlText w:val=""/>
      <w:lvlJc w:val="left"/>
      <w:pPr>
        <w:ind w:left="3235" w:hanging="420"/>
      </w:pPr>
      <w:rPr>
        <w:rFonts w:ascii="Wingdings" w:hAnsi="Wingdings" w:hint="default"/>
      </w:rPr>
    </w:lvl>
    <w:lvl w:ilvl="5" w:tplc="04090005" w:tentative="1">
      <w:start w:val="1"/>
      <w:numFmt w:val="bullet"/>
      <w:lvlText w:val=""/>
      <w:lvlJc w:val="left"/>
      <w:pPr>
        <w:ind w:left="3655" w:hanging="420"/>
      </w:pPr>
      <w:rPr>
        <w:rFonts w:ascii="Wingdings" w:hAnsi="Wingdings" w:hint="default"/>
      </w:rPr>
    </w:lvl>
    <w:lvl w:ilvl="6" w:tplc="04090001" w:tentative="1">
      <w:start w:val="1"/>
      <w:numFmt w:val="bullet"/>
      <w:lvlText w:val=""/>
      <w:lvlJc w:val="left"/>
      <w:pPr>
        <w:ind w:left="4075" w:hanging="420"/>
      </w:pPr>
      <w:rPr>
        <w:rFonts w:ascii="Wingdings" w:hAnsi="Wingdings" w:hint="default"/>
      </w:rPr>
    </w:lvl>
    <w:lvl w:ilvl="7" w:tplc="04090003" w:tentative="1">
      <w:start w:val="1"/>
      <w:numFmt w:val="bullet"/>
      <w:lvlText w:val=""/>
      <w:lvlJc w:val="left"/>
      <w:pPr>
        <w:ind w:left="4495" w:hanging="420"/>
      </w:pPr>
      <w:rPr>
        <w:rFonts w:ascii="Wingdings" w:hAnsi="Wingdings" w:hint="default"/>
      </w:rPr>
    </w:lvl>
    <w:lvl w:ilvl="8" w:tplc="04090005" w:tentative="1">
      <w:start w:val="1"/>
      <w:numFmt w:val="bullet"/>
      <w:lvlText w:val=""/>
      <w:lvlJc w:val="left"/>
      <w:pPr>
        <w:ind w:left="4915" w:hanging="420"/>
      </w:pPr>
      <w:rPr>
        <w:rFonts w:ascii="Wingdings" w:hAnsi="Wingdings" w:hint="default"/>
      </w:rPr>
    </w:lvl>
  </w:abstractNum>
  <w:abstractNum w:abstractNumId="289" w15:restartNumberingAfterBreak="0">
    <w:nsid w:val="7BC330F5"/>
    <w:multiLevelType w:val="hybridMultilevel"/>
    <w:tmpl w:val="C2769C2A"/>
    <w:lvl w:ilvl="0" w:tplc="04090001">
      <w:start w:val="1"/>
      <w:numFmt w:val="bullet"/>
      <w:pStyle w:val="ZchnZchn"/>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15:restartNumberingAfterBreak="0">
    <w:nsid w:val="7C092EAF"/>
    <w:multiLevelType w:val="hybridMultilevel"/>
    <w:tmpl w:val="E76CBBC2"/>
    <w:lvl w:ilvl="0" w:tplc="A6545464">
      <w:start w:val="6"/>
      <w:numFmt w:val="bullet"/>
      <w:lvlText w:val="-"/>
      <w:lvlJc w:val="left"/>
      <w:pPr>
        <w:ind w:left="360" w:hanging="360"/>
      </w:pPr>
      <w:rPr>
        <w:rFonts w:ascii="Arial" w:eastAsia="Times New Roma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1" w15:restartNumberingAfterBreak="0">
    <w:nsid w:val="7C940431"/>
    <w:multiLevelType w:val="hybridMultilevel"/>
    <w:tmpl w:val="2DB0165E"/>
    <w:lvl w:ilvl="0" w:tplc="FCA6EE3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92" w15:restartNumberingAfterBreak="0">
    <w:nsid w:val="7CD43738"/>
    <w:multiLevelType w:val="hybridMultilevel"/>
    <w:tmpl w:val="226E3EE2"/>
    <w:lvl w:ilvl="0" w:tplc="AA0ABAEC">
      <w:start w:val="13"/>
      <w:numFmt w:val="bullet"/>
      <w:lvlText w:val="-"/>
      <w:lvlJc w:val="left"/>
      <w:pPr>
        <w:ind w:left="704" w:hanging="420"/>
      </w:pPr>
      <w:rPr>
        <w:rFonts w:ascii="Times New Roman" w:eastAsia="MS Mincho"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293" w15:restartNumberingAfterBreak="0">
    <w:nsid w:val="7DB56BF5"/>
    <w:multiLevelType w:val="hybridMultilevel"/>
    <w:tmpl w:val="7084D076"/>
    <w:lvl w:ilvl="0" w:tplc="B816B6DA">
      <w:numFmt w:val="bullet"/>
      <w:lvlText w:val="-"/>
      <w:lvlJc w:val="left"/>
      <w:pPr>
        <w:ind w:left="1211" w:hanging="360"/>
      </w:pPr>
      <w:rPr>
        <w:rFonts w:ascii="Times New Roman" w:eastAsia="Times New Roman" w:hAnsi="Times New Roman" w:cs="Times New Roman" w:hint="default"/>
      </w:rPr>
    </w:lvl>
    <w:lvl w:ilvl="1" w:tplc="04090003">
      <w:start w:val="1"/>
      <w:numFmt w:val="bullet"/>
      <w:lvlText w:val="o"/>
      <w:lvlJc w:val="left"/>
      <w:pPr>
        <w:ind w:left="1931" w:hanging="360"/>
      </w:pPr>
      <w:rPr>
        <w:rFonts w:ascii="Courier New" w:hAnsi="Courier New" w:cs="Courier New" w:hint="default"/>
      </w:rPr>
    </w:lvl>
    <w:lvl w:ilvl="2" w:tplc="04090005">
      <w:start w:val="1"/>
      <w:numFmt w:val="bullet"/>
      <w:lvlText w:val=""/>
      <w:lvlJc w:val="left"/>
      <w:pPr>
        <w:ind w:left="2651" w:hanging="360"/>
      </w:pPr>
      <w:rPr>
        <w:rFonts w:ascii="Wingdings" w:hAnsi="Wingdings" w:hint="default"/>
      </w:rPr>
    </w:lvl>
    <w:lvl w:ilvl="3" w:tplc="04090001">
      <w:start w:val="1"/>
      <w:numFmt w:val="bullet"/>
      <w:lvlText w:val=""/>
      <w:lvlJc w:val="left"/>
      <w:pPr>
        <w:ind w:left="3371" w:hanging="360"/>
      </w:pPr>
      <w:rPr>
        <w:rFonts w:ascii="Symbol" w:hAnsi="Symbol" w:hint="default"/>
      </w:rPr>
    </w:lvl>
    <w:lvl w:ilvl="4" w:tplc="04090003">
      <w:start w:val="1"/>
      <w:numFmt w:val="bullet"/>
      <w:lvlText w:val="o"/>
      <w:lvlJc w:val="left"/>
      <w:pPr>
        <w:ind w:left="4091" w:hanging="360"/>
      </w:pPr>
      <w:rPr>
        <w:rFonts w:ascii="Courier New" w:hAnsi="Courier New" w:cs="Courier New" w:hint="default"/>
      </w:rPr>
    </w:lvl>
    <w:lvl w:ilvl="5" w:tplc="04090005">
      <w:start w:val="1"/>
      <w:numFmt w:val="bullet"/>
      <w:lvlText w:val=""/>
      <w:lvlJc w:val="left"/>
      <w:pPr>
        <w:ind w:left="4811" w:hanging="360"/>
      </w:pPr>
      <w:rPr>
        <w:rFonts w:ascii="Wingdings" w:hAnsi="Wingdings" w:hint="default"/>
      </w:rPr>
    </w:lvl>
    <w:lvl w:ilvl="6" w:tplc="04090001">
      <w:start w:val="1"/>
      <w:numFmt w:val="bullet"/>
      <w:lvlText w:val=""/>
      <w:lvlJc w:val="left"/>
      <w:pPr>
        <w:ind w:left="5531" w:hanging="360"/>
      </w:pPr>
      <w:rPr>
        <w:rFonts w:ascii="Symbol" w:hAnsi="Symbol" w:hint="default"/>
      </w:rPr>
    </w:lvl>
    <w:lvl w:ilvl="7" w:tplc="04090003">
      <w:start w:val="1"/>
      <w:numFmt w:val="bullet"/>
      <w:lvlText w:val="o"/>
      <w:lvlJc w:val="left"/>
      <w:pPr>
        <w:ind w:left="6251" w:hanging="360"/>
      </w:pPr>
      <w:rPr>
        <w:rFonts w:ascii="Courier New" w:hAnsi="Courier New" w:cs="Courier New" w:hint="default"/>
      </w:rPr>
    </w:lvl>
    <w:lvl w:ilvl="8" w:tplc="04090005">
      <w:start w:val="1"/>
      <w:numFmt w:val="bullet"/>
      <w:lvlText w:val=""/>
      <w:lvlJc w:val="left"/>
      <w:pPr>
        <w:ind w:left="6971" w:hanging="360"/>
      </w:pPr>
      <w:rPr>
        <w:rFonts w:ascii="Wingdings" w:hAnsi="Wingdings" w:hint="default"/>
      </w:rPr>
    </w:lvl>
  </w:abstractNum>
  <w:abstractNum w:abstractNumId="294" w15:restartNumberingAfterBreak="0">
    <w:nsid w:val="7DE46504"/>
    <w:multiLevelType w:val="hybridMultilevel"/>
    <w:tmpl w:val="FDE0164E"/>
    <w:lvl w:ilvl="0" w:tplc="ECF657A0">
      <w:start w:val="1"/>
      <w:numFmt w:val="decimal"/>
      <w:lvlText w:val="%1)"/>
      <w:lvlJc w:val="left"/>
      <w:pPr>
        <w:ind w:left="864" w:hanging="444"/>
      </w:pPr>
      <w:rPr>
        <w:rFonts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5" w15:restartNumberingAfterBreak="0">
    <w:nsid w:val="7E6E0F0C"/>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6" w15:restartNumberingAfterBreak="0">
    <w:nsid w:val="7E960341"/>
    <w:multiLevelType w:val="hybridMultilevel"/>
    <w:tmpl w:val="5D84F6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7F8A29AA"/>
    <w:multiLevelType w:val="hybridMultilevel"/>
    <w:tmpl w:val="665C56B2"/>
    <w:lvl w:ilvl="0" w:tplc="9670CA66">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7FDF687E"/>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35122349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854533663">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519248216">
    <w:abstractNumId w:val="8"/>
  </w:num>
  <w:num w:numId="4" w16cid:durableId="1461728454">
    <w:abstractNumId w:val="261"/>
  </w:num>
  <w:num w:numId="5" w16cid:durableId="1782335533">
    <w:abstractNumId w:val="289"/>
  </w:num>
  <w:num w:numId="6" w16cid:durableId="446512825">
    <w:abstractNumId w:val="98"/>
  </w:num>
  <w:num w:numId="7" w16cid:durableId="392891676">
    <w:abstractNumId w:val="109"/>
  </w:num>
  <w:num w:numId="8" w16cid:durableId="360936597">
    <w:abstractNumId w:val="214"/>
  </w:num>
  <w:num w:numId="9" w16cid:durableId="570429538">
    <w:abstractNumId w:val="82"/>
  </w:num>
  <w:num w:numId="10" w16cid:durableId="193927391">
    <w:abstractNumId w:val="61"/>
  </w:num>
  <w:num w:numId="11" w16cid:durableId="1986273895">
    <w:abstractNumId w:val="266"/>
  </w:num>
  <w:num w:numId="12" w16cid:durableId="1254827328">
    <w:abstractNumId w:val="20"/>
  </w:num>
  <w:num w:numId="13" w16cid:durableId="1833640836">
    <w:abstractNumId w:val="14"/>
  </w:num>
  <w:num w:numId="14" w16cid:durableId="1605112123">
    <w:abstractNumId w:val="113"/>
  </w:num>
  <w:num w:numId="15" w16cid:durableId="757285703">
    <w:abstractNumId w:val="267"/>
  </w:num>
  <w:num w:numId="16" w16cid:durableId="1783694236">
    <w:abstractNumId w:val="167"/>
  </w:num>
  <w:num w:numId="17" w16cid:durableId="1980308367">
    <w:abstractNumId w:val="74"/>
  </w:num>
  <w:num w:numId="18" w16cid:durableId="627131291">
    <w:abstractNumId w:val="161"/>
  </w:num>
  <w:num w:numId="19" w16cid:durableId="634288066">
    <w:abstractNumId w:val="199"/>
  </w:num>
  <w:num w:numId="20" w16cid:durableId="1537036250">
    <w:abstractNumId w:val="169"/>
  </w:num>
  <w:num w:numId="21" w16cid:durableId="138694867">
    <w:abstractNumId w:val="149"/>
  </w:num>
  <w:num w:numId="22" w16cid:durableId="1928616410">
    <w:abstractNumId w:val="5"/>
  </w:num>
  <w:num w:numId="23" w16cid:durableId="594243937">
    <w:abstractNumId w:val="160"/>
  </w:num>
  <w:num w:numId="24" w16cid:durableId="425083023">
    <w:abstractNumId w:val="209"/>
  </w:num>
  <w:num w:numId="25" w16cid:durableId="1205172952">
    <w:abstractNumId w:val="241"/>
  </w:num>
  <w:num w:numId="26" w16cid:durableId="1437867223">
    <w:abstractNumId w:val="151"/>
  </w:num>
  <w:num w:numId="27" w16cid:durableId="288630460">
    <w:abstractNumId w:val="28"/>
  </w:num>
  <w:num w:numId="28" w16cid:durableId="419764222">
    <w:abstractNumId w:val="170"/>
  </w:num>
  <w:num w:numId="29" w16cid:durableId="311102068">
    <w:abstractNumId w:val="260"/>
  </w:num>
  <w:num w:numId="30" w16cid:durableId="1707098900">
    <w:abstractNumId w:val="228"/>
  </w:num>
  <w:num w:numId="31" w16cid:durableId="1128939465">
    <w:abstractNumId w:val="248"/>
  </w:num>
  <w:num w:numId="32" w16cid:durableId="1559780477">
    <w:abstractNumId w:val="51"/>
  </w:num>
  <w:num w:numId="33" w16cid:durableId="1934707300">
    <w:abstractNumId w:val="275"/>
  </w:num>
  <w:num w:numId="34" w16cid:durableId="497620480">
    <w:abstractNumId w:val="168"/>
  </w:num>
  <w:num w:numId="35" w16cid:durableId="832766234">
    <w:abstractNumId w:val="202"/>
  </w:num>
  <w:num w:numId="36" w16cid:durableId="1176382085">
    <w:abstractNumId w:val="91"/>
  </w:num>
  <w:num w:numId="37" w16cid:durableId="603458768">
    <w:abstractNumId w:val="47"/>
  </w:num>
  <w:num w:numId="38" w16cid:durableId="618610416">
    <w:abstractNumId w:val="150"/>
  </w:num>
  <w:num w:numId="39" w16cid:durableId="1168710615">
    <w:abstractNumId w:val="232"/>
  </w:num>
  <w:num w:numId="40" w16cid:durableId="1871142795">
    <w:abstractNumId w:val="144"/>
  </w:num>
  <w:num w:numId="41" w16cid:durableId="823739561">
    <w:abstractNumId w:val="147"/>
  </w:num>
  <w:num w:numId="42" w16cid:durableId="687954124">
    <w:abstractNumId w:val="218"/>
  </w:num>
  <w:num w:numId="43" w16cid:durableId="1918979226">
    <w:abstractNumId w:val="9"/>
  </w:num>
  <w:num w:numId="44" w16cid:durableId="1267925457">
    <w:abstractNumId w:val="269"/>
  </w:num>
  <w:num w:numId="45" w16cid:durableId="950553220">
    <w:abstractNumId w:val="7"/>
  </w:num>
  <w:num w:numId="46" w16cid:durableId="281348916">
    <w:abstractNumId w:val="220"/>
  </w:num>
  <w:num w:numId="47" w16cid:durableId="1040208205">
    <w:abstractNumId w:val="231"/>
  </w:num>
  <w:num w:numId="48" w16cid:durableId="859708224">
    <w:abstractNumId w:val="97"/>
  </w:num>
  <w:num w:numId="49" w16cid:durableId="1843355702">
    <w:abstractNumId w:val="85"/>
  </w:num>
  <w:num w:numId="50" w16cid:durableId="664743016">
    <w:abstractNumId w:val="85"/>
  </w:num>
  <w:num w:numId="51" w16cid:durableId="985402007">
    <w:abstractNumId w:val="152"/>
  </w:num>
  <w:num w:numId="52" w16cid:durableId="78867454">
    <w:abstractNumId w:val="225"/>
  </w:num>
  <w:num w:numId="53" w16cid:durableId="93550310">
    <w:abstractNumId w:val="291"/>
  </w:num>
  <w:num w:numId="54" w16cid:durableId="1011445452">
    <w:abstractNumId w:val="73"/>
  </w:num>
  <w:num w:numId="55" w16cid:durableId="65105536">
    <w:abstractNumId w:val="224"/>
  </w:num>
  <w:num w:numId="56" w16cid:durableId="1637640325">
    <w:abstractNumId w:val="166"/>
  </w:num>
  <w:num w:numId="57" w16cid:durableId="1650207826">
    <w:abstractNumId w:val="162"/>
  </w:num>
  <w:num w:numId="58" w16cid:durableId="780496577">
    <w:abstractNumId w:val="292"/>
  </w:num>
  <w:num w:numId="59" w16cid:durableId="12652190">
    <w:abstractNumId w:val="83"/>
  </w:num>
  <w:num w:numId="60" w16cid:durableId="1906912344">
    <w:abstractNumId w:val="53"/>
  </w:num>
  <w:num w:numId="61" w16cid:durableId="2048410302">
    <w:abstractNumId w:val="43"/>
  </w:num>
  <w:num w:numId="62" w16cid:durableId="1027677236">
    <w:abstractNumId w:val="54"/>
  </w:num>
  <w:num w:numId="63" w16cid:durableId="88239131">
    <w:abstractNumId w:val="273"/>
  </w:num>
  <w:num w:numId="64" w16cid:durableId="1541894030">
    <w:abstractNumId w:val="98"/>
  </w:num>
  <w:num w:numId="65" w16cid:durableId="1714650224">
    <w:abstractNumId w:val="261"/>
    <w:lvlOverride w:ilvl="0">
      <w:startOverride w:val="1"/>
    </w:lvlOverride>
  </w:num>
  <w:num w:numId="66" w16cid:durableId="367071853">
    <w:abstractNumId w:val="289"/>
  </w:num>
  <w:num w:numId="67" w16cid:durableId="1335763049">
    <w:abstractNumId w:val="109"/>
  </w:num>
  <w:num w:numId="68" w16cid:durableId="384376297">
    <w:abstractNumId w:val="7"/>
  </w:num>
  <w:num w:numId="69" w16cid:durableId="454099032">
    <w:abstractNumId w:val="290"/>
  </w:num>
  <w:num w:numId="70" w16cid:durableId="2106607263">
    <w:abstractNumId w:val="35"/>
  </w:num>
  <w:num w:numId="71" w16cid:durableId="53160651">
    <w:abstractNumId w:val="191"/>
  </w:num>
  <w:num w:numId="72" w16cid:durableId="1738897100">
    <w:abstractNumId w:val="75"/>
  </w:num>
  <w:num w:numId="73" w16cid:durableId="879392229">
    <w:abstractNumId w:val="268"/>
  </w:num>
  <w:num w:numId="74" w16cid:durableId="424496804">
    <w:abstractNumId w:val="100"/>
  </w:num>
  <w:num w:numId="75" w16cid:durableId="653725611">
    <w:abstractNumId w:val="119"/>
  </w:num>
  <w:num w:numId="76" w16cid:durableId="1184857183">
    <w:abstractNumId w:val="115"/>
  </w:num>
  <w:num w:numId="77" w16cid:durableId="2127655376">
    <w:abstractNumId w:val="39"/>
  </w:num>
  <w:num w:numId="78" w16cid:durableId="1049190870">
    <w:abstractNumId w:val="89"/>
  </w:num>
  <w:num w:numId="79" w16cid:durableId="693459321">
    <w:abstractNumId w:val="31"/>
  </w:num>
  <w:num w:numId="80" w16cid:durableId="895703281">
    <w:abstractNumId w:val="274"/>
  </w:num>
  <w:num w:numId="81" w16cid:durableId="1964073219">
    <w:abstractNumId w:val="110"/>
  </w:num>
  <w:num w:numId="82" w16cid:durableId="388578848">
    <w:abstractNumId w:val="140"/>
  </w:num>
  <w:num w:numId="83" w16cid:durableId="372115370">
    <w:abstractNumId w:val="247"/>
  </w:num>
  <w:num w:numId="84" w16cid:durableId="373580357">
    <w:abstractNumId w:val="122"/>
  </w:num>
  <w:num w:numId="85" w16cid:durableId="831607548">
    <w:abstractNumId w:val="288"/>
  </w:num>
  <w:num w:numId="86" w16cid:durableId="263271504">
    <w:abstractNumId w:val="205"/>
  </w:num>
  <w:num w:numId="87" w16cid:durableId="371073081">
    <w:abstractNumId w:val="186"/>
  </w:num>
  <w:num w:numId="88" w16cid:durableId="1762409236">
    <w:abstractNumId w:val="90"/>
  </w:num>
  <w:num w:numId="89" w16cid:durableId="650863568">
    <w:abstractNumId w:val="92"/>
  </w:num>
  <w:num w:numId="90" w16cid:durableId="1659962544">
    <w:abstractNumId w:val="52"/>
  </w:num>
  <w:num w:numId="91" w16cid:durableId="380786893">
    <w:abstractNumId w:val="48"/>
  </w:num>
  <w:num w:numId="92" w16cid:durableId="1550343789">
    <w:abstractNumId w:val="120"/>
  </w:num>
  <w:num w:numId="93" w16cid:durableId="676661939">
    <w:abstractNumId w:val="28"/>
  </w:num>
  <w:num w:numId="94" w16cid:durableId="1866289704">
    <w:abstractNumId w:val="232"/>
  </w:num>
  <w:num w:numId="95" w16cid:durableId="245843785">
    <w:abstractNumId w:val="15"/>
  </w:num>
  <w:num w:numId="96" w16cid:durableId="492259821">
    <w:abstractNumId w:val="36"/>
  </w:num>
  <w:num w:numId="97" w16cid:durableId="1457992486">
    <w:abstractNumId w:val="114"/>
  </w:num>
  <w:num w:numId="98" w16cid:durableId="925502972">
    <w:abstractNumId w:val="18"/>
  </w:num>
  <w:num w:numId="99" w16cid:durableId="1840461534">
    <w:abstractNumId w:val="16"/>
  </w:num>
  <w:num w:numId="100" w16cid:durableId="1611081277">
    <w:abstractNumId w:val="99"/>
  </w:num>
  <w:num w:numId="101" w16cid:durableId="593901345">
    <w:abstractNumId w:val="163"/>
  </w:num>
  <w:num w:numId="102" w16cid:durableId="1285581888">
    <w:abstractNumId w:val="16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00907884">
    <w:abstractNumId w:val="153"/>
  </w:num>
  <w:num w:numId="104" w16cid:durableId="1984038155">
    <w:abstractNumId w:val="235"/>
  </w:num>
  <w:num w:numId="105" w16cid:durableId="1263805145">
    <w:abstractNumId w:val="112"/>
  </w:num>
  <w:num w:numId="106" w16cid:durableId="254556453">
    <w:abstractNumId w:val="108"/>
  </w:num>
  <w:num w:numId="107" w16cid:durableId="1972705024">
    <w:abstractNumId w:val="216"/>
  </w:num>
  <w:num w:numId="108" w16cid:durableId="1496140420">
    <w:abstractNumId w:val="95"/>
  </w:num>
  <w:num w:numId="109" w16cid:durableId="69668102">
    <w:abstractNumId w:val="227"/>
  </w:num>
  <w:num w:numId="110" w16cid:durableId="646204603">
    <w:abstractNumId w:val="33"/>
  </w:num>
  <w:num w:numId="111" w16cid:durableId="397750231">
    <w:abstractNumId w:val="143"/>
  </w:num>
  <w:num w:numId="112" w16cid:durableId="1998340645">
    <w:abstractNumId w:val="192"/>
  </w:num>
  <w:num w:numId="113" w16cid:durableId="2092696224">
    <w:abstractNumId w:val="24"/>
  </w:num>
  <w:num w:numId="114" w16cid:durableId="278991205">
    <w:abstractNumId w:val="124"/>
  </w:num>
  <w:num w:numId="115" w16cid:durableId="2053534553">
    <w:abstractNumId w:val="278"/>
  </w:num>
  <w:num w:numId="116" w16cid:durableId="1471049804">
    <w:abstractNumId w:val="177"/>
  </w:num>
  <w:num w:numId="117" w16cid:durableId="542256435">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049452937">
    <w:abstractNumId w:val="213"/>
  </w:num>
  <w:num w:numId="119" w16cid:durableId="1268847550">
    <w:abstractNumId w:val="165"/>
  </w:num>
  <w:num w:numId="120" w16cid:durableId="666443700">
    <w:abstractNumId w:val="270"/>
  </w:num>
  <w:num w:numId="121" w16cid:durableId="1073309220">
    <w:abstractNumId w:val="156"/>
  </w:num>
  <w:num w:numId="122" w16cid:durableId="546722292">
    <w:abstractNumId w:val="58"/>
  </w:num>
  <w:num w:numId="123" w16cid:durableId="759716354">
    <w:abstractNumId w:val="55"/>
  </w:num>
  <w:num w:numId="124" w16cid:durableId="825124048">
    <w:abstractNumId w:val="102"/>
  </w:num>
  <w:num w:numId="125" w16cid:durableId="283968129">
    <w:abstractNumId w:val="190"/>
  </w:num>
  <w:num w:numId="126" w16cid:durableId="896085552">
    <w:abstractNumId w:val="106"/>
  </w:num>
  <w:num w:numId="127" w16cid:durableId="342783594">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318071270">
    <w:abstractNumId w:val="255"/>
  </w:num>
  <w:num w:numId="129" w16cid:durableId="98643656">
    <w:abstractNumId w:val="32"/>
  </w:num>
  <w:num w:numId="130" w16cid:durableId="384911572">
    <w:abstractNumId w:val="117"/>
  </w:num>
  <w:num w:numId="131" w16cid:durableId="2025980844">
    <w:abstractNumId w:val="13"/>
  </w:num>
  <w:num w:numId="132" w16cid:durableId="331302233">
    <w:abstractNumId w:val="219"/>
  </w:num>
  <w:num w:numId="133" w16cid:durableId="1936018555">
    <w:abstractNumId w:val="226"/>
  </w:num>
  <w:num w:numId="134" w16cid:durableId="2110419017">
    <w:abstractNumId w:val="171"/>
  </w:num>
  <w:num w:numId="135" w16cid:durableId="939030114">
    <w:abstractNumId w:val="6"/>
  </w:num>
  <w:num w:numId="136" w16cid:durableId="1590650306">
    <w:abstractNumId w:val="63"/>
  </w:num>
  <w:num w:numId="137" w16cid:durableId="1475757987">
    <w:abstractNumId w:val="3"/>
  </w:num>
  <w:num w:numId="138" w16cid:durableId="1969234638">
    <w:abstractNumId w:val="40"/>
  </w:num>
  <w:num w:numId="139" w16cid:durableId="1965232063">
    <w:abstractNumId w:val="40"/>
  </w:num>
  <w:num w:numId="140" w16cid:durableId="1374767398">
    <w:abstractNumId w:val="258"/>
  </w:num>
  <w:num w:numId="141" w16cid:durableId="1305816147">
    <w:abstractNumId w:val="280"/>
  </w:num>
  <w:num w:numId="142" w16cid:durableId="50079122">
    <w:abstractNumId w:val="71"/>
  </w:num>
  <w:num w:numId="143" w16cid:durableId="1883012291">
    <w:abstractNumId w:val="245"/>
  </w:num>
  <w:num w:numId="144" w16cid:durableId="108549413">
    <w:abstractNumId w:val="158"/>
  </w:num>
  <w:num w:numId="145" w16cid:durableId="1091851446">
    <w:abstractNumId w:val="296"/>
  </w:num>
  <w:num w:numId="146" w16cid:durableId="2057272035">
    <w:abstractNumId w:val="188"/>
  </w:num>
  <w:num w:numId="147" w16cid:durableId="1798183878">
    <w:abstractNumId w:val="282"/>
  </w:num>
  <w:num w:numId="148" w16cid:durableId="606695967">
    <w:abstractNumId w:val="84"/>
  </w:num>
  <w:num w:numId="149" w16cid:durableId="667712426">
    <w:abstractNumId w:val="111"/>
  </w:num>
  <w:num w:numId="150" w16cid:durableId="1687712716">
    <w:abstractNumId w:val="172"/>
  </w:num>
  <w:num w:numId="151" w16cid:durableId="2090806919">
    <w:abstractNumId w:val="101"/>
  </w:num>
  <w:num w:numId="152" w16cid:durableId="1605070405">
    <w:abstractNumId w:val="194"/>
  </w:num>
  <w:num w:numId="153" w16cid:durableId="985284900">
    <w:abstractNumId w:val="176"/>
  </w:num>
  <w:num w:numId="154" w16cid:durableId="476264852">
    <w:abstractNumId w:val="12"/>
  </w:num>
  <w:num w:numId="155" w16cid:durableId="1472211687">
    <w:abstractNumId w:val="138"/>
  </w:num>
  <w:num w:numId="156" w16cid:durableId="333726501">
    <w:abstractNumId w:val="121"/>
  </w:num>
  <w:num w:numId="157" w16cid:durableId="909005474">
    <w:abstractNumId w:val="1"/>
  </w:num>
  <w:num w:numId="158" w16cid:durableId="1642075121">
    <w:abstractNumId w:val="175"/>
  </w:num>
  <w:num w:numId="159" w16cid:durableId="959451906">
    <w:abstractNumId w:val="215"/>
  </w:num>
  <w:num w:numId="160" w16cid:durableId="1874153461">
    <w:abstractNumId w:val="277"/>
  </w:num>
  <w:num w:numId="161" w16cid:durableId="898978215">
    <w:abstractNumId w:val="239"/>
  </w:num>
  <w:num w:numId="162" w16cid:durableId="1582326314">
    <w:abstractNumId w:val="237"/>
  </w:num>
  <w:num w:numId="163" w16cid:durableId="2104454304">
    <w:abstractNumId w:val="131"/>
  </w:num>
  <w:num w:numId="164" w16cid:durableId="148643294">
    <w:abstractNumId w:val="283"/>
  </w:num>
  <w:num w:numId="165" w16cid:durableId="161288098">
    <w:abstractNumId w:val="27"/>
  </w:num>
  <w:num w:numId="166" w16cid:durableId="1942637228">
    <w:abstractNumId w:val="197"/>
  </w:num>
  <w:num w:numId="167" w16cid:durableId="109473701">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324700542">
    <w:abstractNumId w:val="297"/>
  </w:num>
  <w:num w:numId="169" w16cid:durableId="1961759220">
    <w:abstractNumId w:val="246"/>
  </w:num>
  <w:num w:numId="170" w16cid:durableId="1371614476">
    <w:abstractNumId w:val="251"/>
  </w:num>
  <w:num w:numId="171" w16cid:durableId="1941718081">
    <w:abstractNumId w:val="204"/>
  </w:num>
  <w:num w:numId="172" w16cid:durableId="922959109">
    <w:abstractNumId w:val="294"/>
  </w:num>
  <w:num w:numId="173" w16cid:durableId="92018473">
    <w:abstractNumId w:val="203"/>
  </w:num>
  <w:num w:numId="174" w16cid:durableId="235095963">
    <w:abstractNumId w:val="22"/>
  </w:num>
  <w:num w:numId="175" w16cid:durableId="407072286">
    <w:abstractNumId w:val="41"/>
  </w:num>
  <w:num w:numId="176" w16cid:durableId="1210531025">
    <w:abstractNumId w:val="206"/>
  </w:num>
  <w:num w:numId="177" w16cid:durableId="1729380487">
    <w:abstractNumId w:val="264"/>
  </w:num>
  <w:num w:numId="178" w16cid:durableId="322047771">
    <w:abstractNumId w:val="210"/>
  </w:num>
  <w:num w:numId="179" w16cid:durableId="1223062138">
    <w:abstractNumId w:val="190"/>
  </w:num>
  <w:num w:numId="180" w16cid:durableId="2105108228">
    <w:abstractNumId w:val="63"/>
    <w:lvlOverride w:ilvl="0"/>
    <w:lvlOverride w:ilvl="1">
      <w:startOverride w:val="1"/>
    </w:lvlOverride>
    <w:lvlOverride w:ilvl="2"/>
    <w:lvlOverride w:ilvl="3"/>
    <w:lvlOverride w:ilvl="4"/>
    <w:lvlOverride w:ilvl="5"/>
    <w:lvlOverride w:ilvl="6"/>
    <w:lvlOverride w:ilvl="7"/>
    <w:lvlOverride w:ilvl="8"/>
  </w:num>
  <w:num w:numId="181" w16cid:durableId="705914686">
    <w:abstractNumId w:val="245"/>
    <w:lvlOverride w:ilvl="0"/>
    <w:lvlOverride w:ilvl="1"/>
    <w:lvlOverride w:ilvl="2">
      <w:startOverride w:val="1"/>
    </w:lvlOverride>
    <w:lvlOverride w:ilvl="3"/>
    <w:lvlOverride w:ilvl="4"/>
    <w:lvlOverride w:ilvl="5"/>
    <w:lvlOverride w:ilvl="6"/>
    <w:lvlOverride w:ilvl="7"/>
    <w:lvlOverride w:ilvl="8"/>
  </w:num>
  <w:num w:numId="182" w16cid:durableId="16631228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563903339">
    <w:abstractNumId w:val="4"/>
  </w:num>
  <w:num w:numId="184" w16cid:durableId="755518174">
    <w:abstractNumId w:val="154"/>
  </w:num>
  <w:num w:numId="185" w16cid:durableId="384108660">
    <w:abstractNumId w:val="183"/>
  </w:num>
  <w:num w:numId="186" w16cid:durableId="715665883">
    <w:abstractNumId w:val="10"/>
  </w:num>
  <w:num w:numId="187" w16cid:durableId="368530232">
    <w:abstractNumId w:val="133"/>
  </w:num>
  <w:num w:numId="188" w16cid:durableId="2079280554">
    <w:abstractNumId w:val="127"/>
  </w:num>
  <w:num w:numId="189" w16cid:durableId="1869678109">
    <w:abstractNumId w:val="136"/>
  </w:num>
  <w:num w:numId="190" w16cid:durableId="1777017469">
    <w:abstractNumId w:val="135"/>
  </w:num>
  <w:num w:numId="191" w16cid:durableId="208304187">
    <w:abstractNumId w:val="208"/>
  </w:num>
  <w:num w:numId="192" w16cid:durableId="1635210000">
    <w:abstractNumId w:val="254"/>
  </w:num>
  <w:num w:numId="193" w16cid:durableId="1073896615">
    <w:abstractNumId w:val="62"/>
  </w:num>
  <w:num w:numId="194" w16cid:durableId="1956476625">
    <w:abstractNumId w:val="145"/>
  </w:num>
  <w:num w:numId="195" w16cid:durableId="834685200">
    <w:abstractNumId w:val="45"/>
  </w:num>
  <w:num w:numId="196" w16cid:durableId="1773359572">
    <w:abstractNumId w:val="2"/>
  </w:num>
  <w:num w:numId="197" w16cid:durableId="491797956">
    <w:abstractNumId w:val="185"/>
  </w:num>
  <w:num w:numId="198" w16cid:durableId="1172178501">
    <w:abstractNumId w:val="200"/>
  </w:num>
  <w:num w:numId="199" w16cid:durableId="1186793036">
    <w:abstractNumId w:val="137"/>
  </w:num>
  <w:num w:numId="200" w16cid:durableId="833225474">
    <w:abstractNumId w:val="272"/>
  </w:num>
  <w:num w:numId="201" w16cid:durableId="602105303">
    <w:abstractNumId w:val="64"/>
  </w:num>
  <w:num w:numId="202" w16cid:durableId="1294169423">
    <w:abstractNumId w:val="56"/>
  </w:num>
  <w:num w:numId="203" w16cid:durableId="7144129">
    <w:abstractNumId w:val="276"/>
  </w:num>
  <w:num w:numId="204" w16cid:durableId="993529088">
    <w:abstractNumId w:val="67"/>
  </w:num>
  <w:num w:numId="205" w16cid:durableId="519316553">
    <w:abstractNumId w:val="123"/>
  </w:num>
  <w:num w:numId="206" w16cid:durableId="10626070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679356742">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557856966">
    <w:abstractNumId w:val="289"/>
  </w:num>
  <w:num w:numId="209" w16cid:durableId="685787953">
    <w:abstractNumId w:val="98"/>
  </w:num>
  <w:num w:numId="210" w16cid:durableId="507327057">
    <w:abstractNumId w:val="109"/>
  </w:num>
  <w:num w:numId="211" w16cid:durableId="1977951730">
    <w:abstractNumId w:val="7"/>
  </w:num>
  <w:num w:numId="212" w16cid:durableId="536164012">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387919037">
    <w:abstractNumId w:val="270"/>
  </w:num>
  <w:num w:numId="214" w16cid:durableId="123623570">
    <w:abstractNumId w:val="221"/>
  </w:num>
  <w:num w:numId="215" w16cid:durableId="644355609">
    <w:abstractNumId w:val="207"/>
  </w:num>
  <w:num w:numId="216" w16cid:durableId="956259021">
    <w:abstractNumId w:val="116"/>
  </w:num>
  <w:num w:numId="217" w16cid:durableId="1886718379">
    <w:abstractNumId w:val="68"/>
  </w:num>
  <w:num w:numId="218" w16cid:durableId="805438270">
    <w:abstractNumId w:val="44"/>
  </w:num>
  <w:num w:numId="219" w16cid:durableId="917059367">
    <w:abstractNumId w:val="118"/>
  </w:num>
  <w:num w:numId="220" w16cid:durableId="269974856">
    <w:abstractNumId w:val="211"/>
  </w:num>
  <w:num w:numId="221" w16cid:durableId="2072337799">
    <w:abstractNumId w:val="107"/>
  </w:num>
  <w:num w:numId="222" w16cid:durableId="1963151716">
    <w:abstractNumId w:val="223"/>
  </w:num>
  <w:num w:numId="223" w16cid:durableId="25251183">
    <w:abstractNumId w:val="257"/>
  </w:num>
  <w:num w:numId="224" w16cid:durableId="748771860">
    <w:abstractNumId w:val="181"/>
  </w:num>
  <w:num w:numId="225" w16cid:durableId="846018611">
    <w:abstractNumId w:val="233"/>
  </w:num>
  <w:num w:numId="226" w16cid:durableId="320039083">
    <w:abstractNumId w:val="250"/>
  </w:num>
  <w:num w:numId="227" w16cid:durableId="132258769">
    <w:abstractNumId w:val="19"/>
  </w:num>
  <w:num w:numId="228" w16cid:durableId="1243904495">
    <w:abstractNumId w:val="88"/>
  </w:num>
  <w:num w:numId="229" w16cid:durableId="243809350">
    <w:abstractNumId w:val="286"/>
  </w:num>
  <w:num w:numId="230" w16cid:durableId="69279282">
    <w:abstractNumId w:val="198"/>
  </w:num>
  <w:num w:numId="231" w16cid:durableId="494416836">
    <w:abstractNumId w:val="104"/>
  </w:num>
  <w:num w:numId="232" w16cid:durableId="1303195427">
    <w:abstractNumId w:val="25"/>
  </w:num>
  <w:num w:numId="233" w16cid:durableId="2012372143">
    <w:abstractNumId w:val="238"/>
  </w:num>
  <w:num w:numId="234" w16cid:durableId="454100792">
    <w:abstractNumId w:val="250"/>
  </w:num>
  <w:num w:numId="235" w16cid:durableId="1305431763">
    <w:abstractNumId w:val="182"/>
  </w:num>
  <w:num w:numId="236" w16cid:durableId="433601629">
    <w:abstractNumId w:val="295"/>
  </w:num>
  <w:num w:numId="237" w16cid:durableId="1592200805">
    <w:abstractNumId w:val="298"/>
  </w:num>
  <w:num w:numId="238" w16cid:durableId="608977151">
    <w:abstractNumId w:val="155"/>
  </w:num>
  <w:num w:numId="239" w16cid:durableId="801776965">
    <w:abstractNumId w:val="284"/>
  </w:num>
  <w:num w:numId="240" w16cid:durableId="341591353">
    <w:abstractNumId w:val="179"/>
  </w:num>
  <w:num w:numId="241" w16cid:durableId="148520873">
    <w:abstractNumId w:val="180"/>
  </w:num>
  <w:num w:numId="242" w16cid:durableId="1683823078">
    <w:abstractNumId w:val="263"/>
  </w:num>
  <w:num w:numId="243" w16cid:durableId="1461651822">
    <w:abstractNumId w:val="86"/>
  </w:num>
  <w:num w:numId="244" w16cid:durableId="215967673">
    <w:abstractNumId w:val="70"/>
  </w:num>
  <w:num w:numId="245" w16cid:durableId="287711892">
    <w:abstractNumId w:val="262"/>
  </w:num>
  <w:num w:numId="246" w16cid:durableId="1168784788">
    <w:abstractNumId w:val="77"/>
  </w:num>
  <w:num w:numId="247" w16cid:durableId="386149119">
    <w:abstractNumId w:val="139"/>
  </w:num>
  <w:num w:numId="248" w16cid:durableId="1985819117">
    <w:abstractNumId w:val="164"/>
  </w:num>
  <w:num w:numId="249" w16cid:durableId="922953108">
    <w:abstractNumId w:val="234"/>
  </w:num>
  <w:num w:numId="250" w16cid:durableId="595594805">
    <w:abstractNumId w:val="285"/>
  </w:num>
  <w:num w:numId="251" w16cid:durableId="1016660594">
    <w:abstractNumId w:val="30"/>
  </w:num>
  <w:num w:numId="252" w16cid:durableId="191497563">
    <w:abstractNumId w:val="271"/>
  </w:num>
  <w:num w:numId="253" w16cid:durableId="972759384">
    <w:abstractNumId w:val="128"/>
  </w:num>
  <w:num w:numId="254" w16cid:durableId="659424967">
    <w:abstractNumId w:val="201"/>
  </w:num>
  <w:num w:numId="255" w16cid:durableId="1834681709">
    <w:abstractNumId w:val="38"/>
  </w:num>
  <w:num w:numId="256" w16cid:durableId="1032917329">
    <w:abstractNumId w:val="60"/>
  </w:num>
  <w:num w:numId="257" w16cid:durableId="1884437984">
    <w:abstractNumId w:val="103"/>
  </w:num>
  <w:num w:numId="258" w16cid:durableId="1107888435">
    <w:abstractNumId w:val="59"/>
  </w:num>
  <w:num w:numId="259" w16cid:durableId="1607469121">
    <w:abstractNumId w:val="80"/>
  </w:num>
  <w:num w:numId="260" w16cid:durableId="783698286">
    <w:abstractNumId w:val="87"/>
  </w:num>
  <w:num w:numId="261" w16cid:durableId="63730366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911040049">
    <w:abstractNumId w:val="178"/>
  </w:num>
  <w:num w:numId="263" w16cid:durableId="1713073992">
    <w:abstractNumId w:val="17"/>
  </w:num>
  <w:num w:numId="264" w16cid:durableId="921254524">
    <w:abstractNumId w:val="125"/>
  </w:num>
  <w:num w:numId="265" w16cid:durableId="817040693">
    <w:abstractNumId w:val="141"/>
  </w:num>
  <w:num w:numId="266" w16cid:durableId="200438541">
    <w:abstractNumId w:val="252"/>
  </w:num>
  <w:num w:numId="267" w16cid:durableId="104229021">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6956839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1883203108">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52719327">
    <w:abstractNumId w:val="23"/>
  </w:num>
  <w:num w:numId="271" w16cid:durableId="575674680">
    <w:abstractNumId w:val="230"/>
  </w:num>
  <w:num w:numId="272" w16cid:durableId="1059207509">
    <w:abstractNumId w:val="81"/>
  </w:num>
  <w:num w:numId="273" w16cid:durableId="115803434">
    <w:abstractNumId w:val="243"/>
  </w:num>
  <w:num w:numId="274" w16cid:durableId="2080513053">
    <w:abstractNumId w:val="26"/>
  </w:num>
  <w:num w:numId="275" w16cid:durableId="1115828123">
    <w:abstractNumId w:val="79"/>
  </w:num>
  <w:num w:numId="276" w16cid:durableId="1559633791">
    <w:abstractNumId w:val="21"/>
  </w:num>
  <w:num w:numId="277" w16cid:durableId="394013375">
    <w:abstractNumId w:val="66"/>
  </w:num>
  <w:num w:numId="278" w16cid:durableId="13924193">
    <w:abstractNumId w:val="217"/>
  </w:num>
  <w:num w:numId="279" w16cid:durableId="1812399997">
    <w:abstractNumId w:val="173"/>
  </w:num>
  <w:num w:numId="280" w16cid:durableId="1774008402">
    <w:abstractNumId w:val="93"/>
  </w:num>
  <w:num w:numId="281" w16cid:durableId="1846941612">
    <w:abstractNumId w:val="157"/>
  </w:num>
  <w:num w:numId="282" w16cid:durableId="1408724267">
    <w:abstractNumId w:val="96"/>
  </w:num>
  <w:num w:numId="283" w16cid:durableId="507866883">
    <w:abstractNumId w:val="253"/>
  </w:num>
  <w:num w:numId="284" w16cid:durableId="690227446">
    <w:abstractNumId w:val="46"/>
  </w:num>
  <w:num w:numId="285" w16cid:durableId="1234852489">
    <w:abstractNumId w:val="105"/>
  </w:num>
  <w:num w:numId="286" w16cid:durableId="1424568553">
    <w:abstractNumId w:val="146"/>
  </w:num>
  <w:num w:numId="287" w16cid:durableId="1148978062">
    <w:abstractNumId w:val="259"/>
  </w:num>
  <w:num w:numId="288" w16cid:durableId="934478432">
    <w:abstractNumId w:val="174"/>
  </w:num>
  <w:num w:numId="289" w16cid:durableId="746850962">
    <w:abstractNumId w:val="132"/>
  </w:num>
  <w:num w:numId="290" w16cid:durableId="716005862">
    <w:abstractNumId w:val="134"/>
  </w:num>
  <w:num w:numId="291" w16cid:durableId="1616668868">
    <w:abstractNumId w:val="50"/>
  </w:num>
  <w:num w:numId="292" w16cid:durableId="1430925788">
    <w:abstractNumId w:val="159"/>
  </w:num>
  <w:num w:numId="293" w16cid:durableId="1750692934">
    <w:abstractNumId w:val="244"/>
  </w:num>
  <w:num w:numId="294" w16cid:durableId="1374232970">
    <w:abstractNumId w:val="57"/>
  </w:num>
  <w:num w:numId="295" w16cid:durableId="1037773493">
    <w:abstractNumId w:val="29"/>
  </w:num>
  <w:num w:numId="296" w16cid:durableId="720521939">
    <w:abstractNumId w:val="242"/>
  </w:num>
  <w:num w:numId="297" w16cid:durableId="2095976604">
    <w:abstractNumId w:val="184"/>
  </w:num>
  <w:num w:numId="298" w16cid:durableId="829638648">
    <w:abstractNumId w:val="142"/>
  </w:num>
  <w:num w:numId="299" w16cid:durableId="608970978">
    <w:abstractNumId w:val="187"/>
  </w:num>
  <w:num w:numId="300" w16cid:durableId="891888446">
    <w:abstractNumId w:val="49"/>
  </w:num>
  <w:num w:numId="301" w16cid:durableId="1905796134">
    <w:abstractNumId w:val="129"/>
  </w:num>
  <w:num w:numId="302" w16cid:durableId="1805199628">
    <w:abstractNumId w:val="65"/>
  </w:num>
  <w:num w:numId="303" w16cid:durableId="50078290">
    <w:abstractNumId w:val="236"/>
  </w:num>
  <w:num w:numId="304" w16cid:durableId="1463419751">
    <w:abstractNumId w:val="212"/>
  </w:num>
  <w:num w:numId="305" w16cid:durableId="260260283">
    <w:abstractNumId w:val="193"/>
  </w:num>
  <w:num w:numId="306" w16cid:durableId="1209494195">
    <w:abstractNumId w:val="189"/>
  </w:num>
  <w:num w:numId="307" w16cid:durableId="64567892">
    <w:abstractNumId w:val="265"/>
  </w:num>
  <w:num w:numId="308" w16cid:durableId="771240882">
    <w:abstractNumId w:val="130"/>
  </w:num>
  <w:num w:numId="309" w16cid:durableId="813450466">
    <w:abstractNumId w:val="240"/>
  </w:num>
  <w:num w:numId="310" w16cid:durableId="364252811">
    <w:abstractNumId w:val="222"/>
  </w:num>
  <w:num w:numId="311" w16cid:durableId="1857689435">
    <w:abstractNumId w:val="256"/>
  </w:num>
  <w:num w:numId="312" w16cid:durableId="856431938">
    <w:abstractNumId w:val="195"/>
  </w:num>
  <w:num w:numId="313" w16cid:durableId="960526729">
    <w:abstractNumId w:val="126"/>
  </w:num>
  <w:num w:numId="314" w16cid:durableId="1477064204">
    <w:abstractNumId w:val="196"/>
  </w:num>
  <w:num w:numId="315" w16cid:durableId="1398242832">
    <w:abstractNumId w:val="287"/>
  </w:num>
  <w:num w:numId="316" w16cid:durableId="1929923419">
    <w:abstractNumId w:val="42"/>
  </w:num>
  <w:num w:numId="317" w16cid:durableId="364911626">
    <w:abstractNumId w:val="11"/>
  </w:num>
  <w:num w:numId="318" w16cid:durableId="1084566061">
    <w:abstractNumId w:val="249"/>
  </w:num>
  <w:num w:numId="319" w16cid:durableId="712969152">
    <w:abstractNumId w:val="279"/>
  </w:num>
  <w:num w:numId="320" w16cid:durableId="1218781109">
    <w:abstractNumId w:val="72"/>
  </w:num>
  <w:num w:numId="321" w16cid:durableId="1446925585">
    <w:abstractNumId w:val="212"/>
  </w:num>
  <w:num w:numId="322" w16cid:durableId="1451125228">
    <w:abstractNumId w:val="193"/>
  </w:num>
  <w:num w:numId="323" w16cid:durableId="1617982023">
    <w:abstractNumId w:val="293"/>
  </w:num>
  <w:num w:numId="324" w16cid:durableId="2078237951">
    <w:abstractNumId w:val="281"/>
  </w:num>
  <w:num w:numId="325" w16cid:durableId="169226201">
    <w:abstractNumId w:val="37"/>
  </w:num>
  <w:num w:numId="326" w16cid:durableId="1382024397">
    <w:abstractNumId w:val="78"/>
  </w:num>
  <w:num w:numId="327" w16cid:durableId="2099250307">
    <w:abstractNumId w:val="148"/>
  </w:num>
  <w:num w:numId="328" w16cid:durableId="629559503">
    <w:abstractNumId w:val="94"/>
  </w:num>
  <w:num w:numId="329" w16cid:durableId="1188520682">
    <w:abstractNumId w:val="34"/>
  </w:num>
  <w:numIdMacAtCleanup w:val="3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printFractionalCharacterWidth/>
  <w:embedSystemFonts/>
  <w:bordersDoNotSurroundHeader/>
  <w:bordersDoNotSurroundFooter/>
  <w:hideSpelling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de-DE" w:vendorID="64" w:dllVersion="0" w:nlCheck="1" w:checkStyle="0"/>
  <w:activeWritingStyle w:appName="MSWord" w:lang="da-DK" w:vendorID="64" w:dllVersion="0" w:nlCheck="1" w:checkStyle="0"/>
  <w:activeWritingStyle w:appName="MSWord" w:lang="fr-FR"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135D"/>
    <w:rsid w:val="00002018"/>
    <w:rsid w:val="000032B3"/>
    <w:rsid w:val="00004428"/>
    <w:rsid w:val="0000509F"/>
    <w:rsid w:val="00006AF2"/>
    <w:rsid w:val="00010135"/>
    <w:rsid w:val="00011853"/>
    <w:rsid w:val="00011CC8"/>
    <w:rsid w:val="000121B4"/>
    <w:rsid w:val="00012A91"/>
    <w:rsid w:val="00017A07"/>
    <w:rsid w:val="00020908"/>
    <w:rsid w:val="00021AF6"/>
    <w:rsid w:val="00022564"/>
    <w:rsid w:val="00024842"/>
    <w:rsid w:val="00026348"/>
    <w:rsid w:val="0002795D"/>
    <w:rsid w:val="00027A4C"/>
    <w:rsid w:val="00033397"/>
    <w:rsid w:val="000338AA"/>
    <w:rsid w:val="00033BFB"/>
    <w:rsid w:val="0003560D"/>
    <w:rsid w:val="000363F9"/>
    <w:rsid w:val="00040095"/>
    <w:rsid w:val="00042829"/>
    <w:rsid w:val="00043B38"/>
    <w:rsid w:val="00044119"/>
    <w:rsid w:val="00044517"/>
    <w:rsid w:val="00046AB8"/>
    <w:rsid w:val="00047B8C"/>
    <w:rsid w:val="0005160B"/>
    <w:rsid w:val="00051834"/>
    <w:rsid w:val="00054A22"/>
    <w:rsid w:val="00055341"/>
    <w:rsid w:val="00056696"/>
    <w:rsid w:val="00056D34"/>
    <w:rsid w:val="00060480"/>
    <w:rsid w:val="000655A6"/>
    <w:rsid w:val="000655EA"/>
    <w:rsid w:val="000737CC"/>
    <w:rsid w:val="00080512"/>
    <w:rsid w:val="0008218F"/>
    <w:rsid w:val="000827C6"/>
    <w:rsid w:val="000833A6"/>
    <w:rsid w:val="00083B22"/>
    <w:rsid w:val="00085085"/>
    <w:rsid w:val="00085B16"/>
    <w:rsid w:val="00087879"/>
    <w:rsid w:val="00090629"/>
    <w:rsid w:val="00090CDC"/>
    <w:rsid w:val="00091663"/>
    <w:rsid w:val="000932A5"/>
    <w:rsid w:val="000952EB"/>
    <w:rsid w:val="000953C5"/>
    <w:rsid w:val="00095CE7"/>
    <w:rsid w:val="000A0D7C"/>
    <w:rsid w:val="000A1E26"/>
    <w:rsid w:val="000A3F44"/>
    <w:rsid w:val="000A49EC"/>
    <w:rsid w:val="000A5D0B"/>
    <w:rsid w:val="000A7234"/>
    <w:rsid w:val="000A745F"/>
    <w:rsid w:val="000B44AB"/>
    <w:rsid w:val="000B5673"/>
    <w:rsid w:val="000B6045"/>
    <w:rsid w:val="000B7306"/>
    <w:rsid w:val="000C2EF8"/>
    <w:rsid w:val="000C4472"/>
    <w:rsid w:val="000C7197"/>
    <w:rsid w:val="000D2866"/>
    <w:rsid w:val="000D4E85"/>
    <w:rsid w:val="000D58AB"/>
    <w:rsid w:val="000D61F2"/>
    <w:rsid w:val="000E4B9B"/>
    <w:rsid w:val="000E53B6"/>
    <w:rsid w:val="000E67F4"/>
    <w:rsid w:val="000E73A5"/>
    <w:rsid w:val="000F1313"/>
    <w:rsid w:val="000F4721"/>
    <w:rsid w:val="000F70F1"/>
    <w:rsid w:val="000F73D4"/>
    <w:rsid w:val="00100576"/>
    <w:rsid w:val="00101C5C"/>
    <w:rsid w:val="00102063"/>
    <w:rsid w:val="00103221"/>
    <w:rsid w:val="00103C54"/>
    <w:rsid w:val="00103D3F"/>
    <w:rsid w:val="001042C4"/>
    <w:rsid w:val="001061D2"/>
    <w:rsid w:val="00106B37"/>
    <w:rsid w:val="00106CDB"/>
    <w:rsid w:val="00107DC8"/>
    <w:rsid w:val="00111CE4"/>
    <w:rsid w:val="00112881"/>
    <w:rsid w:val="001150BC"/>
    <w:rsid w:val="0011556D"/>
    <w:rsid w:val="00115F0F"/>
    <w:rsid w:val="0012136E"/>
    <w:rsid w:val="00125F11"/>
    <w:rsid w:val="001276D5"/>
    <w:rsid w:val="00130D06"/>
    <w:rsid w:val="001340AC"/>
    <w:rsid w:val="001353FA"/>
    <w:rsid w:val="00137197"/>
    <w:rsid w:val="001402F9"/>
    <w:rsid w:val="00140D6E"/>
    <w:rsid w:val="00140E53"/>
    <w:rsid w:val="00140F37"/>
    <w:rsid w:val="00141F5C"/>
    <w:rsid w:val="00142157"/>
    <w:rsid w:val="001422CC"/>
    <w:rsid w:val="00145954"/>
    <w:rsid w:val="00146E92"/>
    <w:rsid w:val="0015251F"/>
    <w:rsid w:val="00155170"/>
    <w:rsid w:val="001554BC"/>
    <w:rsid w:val="00156B57"/>
    <w:rsid w:val="00157499"/>
    <w:rsid w:val="00157761"/>
    <w:rsid w:val="00157E18"/>
    <w:rsid w:val="001610CA"/>
    <w:rsid w:val="00162A1C"/>
    <w:rsid w:val="00163DC9"/>
    <w:rsid w:val="001660A2"/>
    <w:rsid w:val="00166398"/>
    <w:rsid w:val="00167109"/>
    <w:rsid w:val="001702E5"/>
    <w:rsid w:val="0017134F"/>
    <w:rsid w:val="00171440"/>
    <w:rsid w:val="00173284"/>
    <w:rsid w:val="0017399C"/>
    <w:rsid w:val="00174F9F"/>
    <w:rsid w:val="00175695"/>
    <w:rsid w:val="0017611D"/>
    <w:rsid w:val="0017683A"/>
    <w:rsid w:val="0017741C"/>
    <w:rsid w:val="00183C79"/>
    <w:rsid w:val="00184830"/>
    <w:rsid w:val="00185459"/>
    <w:rsid w:val="00186096"/>
    <w:rsid w:val="00186609"/>
    <w:rsid w:val="00187A84"/>
    <w:rsid w:val="00187D1A"/>
    <w:rsid w:val="00190339"/>
    <w:rsid w:val="00190D57"/>
    <w:rsid w:val="00193321"/>
    <w:rsid w:val="00193345"/>
    <w:rsid w:val="00193D3D"/>
    <w:rsid w:val="00194A91"/>
    <w:rsid w:val="00194E2C"/>
    <w:rsid w:val="00195B6A"/>
    <w:rsid w:val="001962CB"/>
    <w:rsid w:val="0019642B"/>
    <w:rsid w:val="001967E5"/>
    <w:rsid w:val="00196B00"/>
    <w:rsid w:val="00196E69"/>
    <w:rsid w:val="001A00D1"/>
    <w:rsid w:val="001A0179"/>
    <w:rsid w:val="001A1AEC"/>
    <w:rsid w:val="001A1F76"/>
    <w:rsid w:val="001A2AA2"/>
    <w:rsid w:val="001A405C"/>
    <w:rsid w:val="001A549A"/>
    <w:rsid w:val="001A5C50"/>
    <w:rsid w:val="001A5EBF"/>
    <w:rsid w:val="001A68D7"/>
    <w:rsid w:val="001A6957"/>
    <w:rsid w:val="001B2FDD"/>
    <w:rsid w:val="001B3074"/>
    <w:rsid w:val="001B6EE5"/>
    <w:rsid w:val="001C0623"/>
    <w:rsid w:val="001C12D2"/>
    <w:rsid w:val="001C1D46"/>
    <w:rsid w:val="001C3259"/>
    <w:rsid w:val="001C63F4"/>
    <w:rsid w:val="001C64F7"/>
    <w:rsid w:val="001C6C8D"/>
    <w:rsid w:val="001C7D71"/>
    <w:rsid w:val="001D02C2"/>
    <w:rsid w:val="001D2C2D"/>
    <w:rsid w:val="001D3DB6"/>
    <w:rsid w:val="001D6EAA"/>
    <w:rsid w:val="001E5CB6"/>
    <w:rsid w:val="001E66F0"/>
    <w:rsid w:val="001E7AEF"/>
    <w:rsid w:val="001F0FA8"/>
    <w:rsid w:val="001F168B"/>
    <w:rsid w:val="001F19B3"/>
    <w:rsid w:val="001F1EDE"/>
    <w:rsid w:val="001F21E0"/>
    <w:rsid w:val="001F2CA3"/>
    <w:rsid w:val="001F3A37"/>
    <w:rsid w:val="001F46FE"/>
    <w:rsid w:val="001F5A79"/>
    <w:rsid w:val="001F7915"/>
    <w:rsid w:val="00204BAC"/>
    <w:rsid w:val="002058D0"/>
    <w:rsid w:val="00210226"/>
    <w:rsid w:val="00211DCD"/>
    <w:rsid w:val="00212E19"/>
    <w:rsid w:val="0021489D"/>
    <w:rsid w:val="00217082"/>
    <w:rsid w:val="0022128C"/>
    <w:rsid w:val="00223463"/>
    <w:rsid w:val="00223A75"/>
    <w:rsid w:val="002241F7"/>
    <w:rsid w:val="00225602"/>
    <w:rsid w:val="002264FA"/>
    <w:rsid w:val="00226EB3"/>
    <w:rsid w:val="0022739F"/>
    <w:rsid w:val="00230E58"/>
    <w:rsid w:val="00231FAB"/>
    <w:rsid w:val="002320DB"/>
    <w:rsid w:val="00232369"/>
    <w:rsid w:val="002347A2"/>
    <w:rsid w:val="0024289F"/>
    <w:rsid w:val="00242B32"/>
    <w:rsid w:val="002554EE"/>
    <w:rsid w:val="00256993"/>
    <w:rsid w:val="00256C53"/>
    <w:rsid w:val="00257B60"/>
    <w:rsid w:val="002606C3"/>
    <w:rsid w:val="00260BF4"/>
    <w:rsid w:val="002610B1"/>
    <w:rsid w:val="00262AF7"/>
    <w:rsid w:val="00263157"/>
    <w:rsid w:val="0026497D"/>
    <w:rsid w:val="002678B4"/>
    <w:rsid w:val="00267AF9"/>
    <w:rsid w:val="002704E0"/>
    <w:rsid w:val="002727E6"/>
    <w:rsid w:val="00272D2A"/>
    <w:rsid w:val="00274802"/>
    <w:rsid w:val="00276DA5"/>
    <w:rsid w:val="002777B2"/>
    <w:rsid w:val="002779C2"/>
    <w:rsid w:val="00281397"/>
    <w:rsid w:val="00281B1F"/>
    <w:rsid w:val="00281C05"/>
    <w:rsid w:val="00282C8C"/>
    <w:rsid w:val="00282C93"/>
    <w:rsid w:val="002845C6"/>
    <w:rsid w:val="00286CF4"/>
    <w:rsid w:val="002904D5"/>
    <w:rsid w:val="002911B5"/>
    <w:rsid w:val="00292C5B"/>
    <w:rsid w:val="00294698"/>
    <w:rsid w:val="00294D3E"/>
    <w:rsid w:val="00294D50"/>
    <w:rsid w:val="00296183"/>
    <w:rsid w:val="002979AC"/>
    <w:rsid w:val="00297BA2"/>
    <w:rsid w:val="002A01B8"/>
    <w:rsid w:val="002A01C8"/>
    <w:rsid w:val="002A14DA"/>
    <w:rsid w:val="002A2082"/>
    <w:rsid w:val="002A4044"/>
    <w:rsid w:val="002A4AD9"/>
    <w:rsid w:val="002A661C"/>
    <w:rsid w:val="002A6BA4"/>
    <w:rsid w:val="002A798B"/>
    <w:rsid w:val="002B1005"/>
    <w:rsid w:val="002B22BA"/>
    <w:rsid w:val="002B2309"/>
    <w:rsid w:val="002B2B13"/>
    <w:rsid w:val="002B4854"/>
    <w:rsid w:val="002B507C"/>
    <w:rsid w:val="002B51F4"/>
    <w:rsid w:val="002B5A7D"/>
    <w:rsid w:val="002B6201"/>
    <w:rsid w:val="002B714F"/>
    <w:rsid w:val="002B7AA1"/>
    <w:rsid w:val="002C0EC0"/>
    <w:rsid w:val="002C3C17"/>
    <w:rsid w:val="002C4C58"/>
    <w:rsid w:val="002C4C5E"/>
    <w:rsid w:val="002C4FB7"/>
    <w:rsid w:val="002D4861"/>
    <w:rsid w:val="002D6CD8"/>
    <w:rsid w:val="002E0632"/>
    <w:rsid w:val="002E0A96"/>
    <w:rsid w:val="002E0B46"/>
    <w:rsid w:val="002E0FF3"/>
    <w:rsid w:val="002E296B"/>
    <w:rsid w:val="002E2BA4"/>
    <w:rsid w:val="002E5B9D"/>
    <w:rsid w:val="002E65B9"/>
    <w:rsid w:val="002E7461"/>
    <w:rsid w:val="002E7876"/>
    <w:rsid w:val="002F04AE"/>
    <w:rsid w:val="002F10EE"/>
    <w:rsid w:val="002F20F0"/>
    <w:rsid w:val="002F3B74"/>
    <w:rsid w:val="002F4E94"/>
    <w:rsid w:val="002F5FEF"/>
    <w:rsid w:val="00301612"/>
    <w:rsid w:val="00301753"/>
    <w:rsid w:val="00301B28"/>
    <w:rsid w:val="003028E1"/>
    <w:rsid w:val="00302C3C"/>
    <w:rsid w:val="00303117"/>
    <w:rsid w:val="003034EC"/>
    <w:rsid w:val="00305E28"/>
    <w:rsid w:val="00306094"/>
    <w:rsid w:val="003065BE"/>
    <w:rsid w:val="00306870"/>
    <w:rsid w:val="003070C6"/>
    <w:rsid w:val="00310192"/>
    <w:rsid w:val="00312381"/>
    <w:rsid w:val="003140C8"/>
    <w:rsid w:val="00315CFD"/>
    <w:rsid w:val="00317280"/>
    <w:rsid w:val="003172DC"/>
    <w:rsid w:val="00317C1F"/>
    <w:rsid w:val="003227B7"/>
    <w:rsid w:val="003235EF"/>
    <w:rsid w:val="003239E4"/>
    <w:rsid w:val="00324247"/>
    <w:rsid w:val="00326CC8"/>
    <w:rsid w:val="003276E6"/>
    <w:rsid w:val="003278A4"/>
    <w:rsid w:val="003314D6"/>
    <w:rsid w:val="003325D4"/>
    <w:rsid w:val="0033264D"/>
    <w:rsid w:val="00332CCA"/>
    <w:rsid w:val="00333108"/>
    <w:rsid w:val="0033637B"/>
    <w:rsid w:val="0034070F"/>
    <w:rsid w:val="00340A97"/>
    <w:rsid w:val="0034124B"/>
    <w:rsid w:val="00341285"/>
    <w:rsid w:val="00341484"/>
    <w:rsid w:val="00342E32"/>
    <w:rsid w:val="003445FB"/>
    <w:rsid w:val="00346376"/>
    <w:rsid w:val="00346A9F"/>
    <w:rsid w:val="00350507"/>
    <w:rsid w:val="003510DA"/>
    <w:rsid w:val="00352573"/>
    <w:rsid w:val="0035311C"/>
    <w:rsid w:val="00353674"/>
    <w:rsid w:val="00353986"/>
    <w:rsid w:val="0035462D"/>
    <w:rsid w:val="00361B46"/>
    <w:rsid w:val="00364C6C"/>
    <w:rsid w:val="00367E6A"/>
    <w:rsid w:val="00370441"/>
    <w:rsid w:val="00372C5F"/>
    <w:rsid w:val="00374F30"/>
    <w:rsid w:val="003754A3"/>
    <w:rsid w:val="003767EB"/>
    <w:rsid w:val="0037681A"/>
    <w:rsid w:val="003808CB"/>
    <w:rsid w:val="00384DA2"/>
    <w:rsid w:val="003863D6"/>
    <w:rsid w:val="003918D6"/>
    <w:rsid w:val="003939F6"/>
    <w:rsid w:val="00393DF4"/>
    <w:rsid w:val="00395888"/>
    <w:rsid w:val="00395B5D"/>
    <w:rsid w:val="00396C3C"/>
    <w:rsid w:val="003A005A"/>
    <w:rsid w:val="003A24E1"/>
    <w:rsid w:val="003A2A13"/>
    <w:rsid w:val="003A3C88"/>
    <w:rsid w:val="003A45F0"/>
    <w:rsid w:val="003A4F63"/>
    <w:rsid w:val="003A5914"/>
    <w:rsid w:val="003A6071"/>
    <w:rsid w:val="003B0AF7"/>
    <w:rsid w:val="003B11D4"/>
    <w:rsid w:val="003B1498"/>
    <w:rsid w:val="003B2ECF"/>
    <w:rsid w:val="003B2F90"/>
    <w:rsid w:val="003B74EA"/>
    <w:rsid w:val="003C1609"/>
    <w:rsid w:val="003C2CEF"/>
    <w:rsid w:val="003C3314"/>
    <w:rsid w:val="003C3971"/>
    <w:rsid w:val="003C4C46"/>
    <w:rsid w:val="003C64CD"/>
    <w:rsid w:val="003C7B14"/>
    <w:rsid w:val="003C7B7C"/>
    <w:rsid w:val="003D0AFC"/>
    <w:rsid w:val="003D108B"/>
    <w:rsid w:val="003D647C"/>
    <w:rsid w:val="003D7633"/>
    <w:rsid w:val="003E0133"/>
    <w:rsid w:val="003E2293"/>
    <w:rsid w:val="003E25AD"/>
    <w:rsid w:val="003E29E4"/>
    <w:rsid w:val="003E2EEF"/>
    <w:rsid w:val="003E338B"/>
    <w:rsid w:val="003E4EFD"/>
    <w:rsid w:val="003E60C2"/>
    <w:rsid w:val="003F0F59"/>
    <w:rsid w:val="003F4FE1"/>
    <w:rsid w:val="003F6005"/>
    <w:rsid w:val="003F6CBF"/>
    <w:rsid w:val="00400F0E"/>
    <w:rsid w:val="00404EF1"/>
    <w:rsid w:val="00405798"/>
    <w:rsid w:val="004063B2"/>
    <w:rsid w:val="00407138"/>
    <w:rsid w:val="0041001E"/>
    <w:rsid w:val="00412C12"/>
    <w:rsid w:val="004177C4"/>
    <w:rsid w:val="00421E89"/>
    <w:rsid w:val="00422509"/>
    <w:rsid w:val="00423640"/>
    <w:rsid w:val="004236B9"/>
    <w:rsid w:val="0042504D"/>
    <w:rsid w:val="004257DC"/>
    <w:rsid w:val="004260FA"/>
    <w:rsid w:val="00431373"/>
    <w:rsid w:val="00431FB5"/>
    <w:rsid w:val="00432473"/>
    <w:rsid w:val="0043249C"/>
    <w:rsid w:val="00432719"/>
    <w:rsid w:val="004339B6"/>
    <w:rsid w:val="00433D33"/>
    <w:rsid w:val="004361B9"/>
    <w:rsid w:val="00436320"/>
    <w:rsid w:val="00441E1E"/>
    <w:rsid w:val="00444361"/>
    <w:rsid w:val="00445759"/>
    <w:rsid w:val="00447512"/>
    <w:rsid w:val="004477B6"/>
    <w:rsid w:val="00450767"/>
    <w:rsid w:val="00452F8F"/>
    <w:rsid w:val="00456E6F"/>
    <w:rsid w:val="00461371"/>
    <w:rsid w:val="00462087"/>
    <w:rsid w:val="00462B25"/>
    <w:rsid w:val="00463D46"/>
    <w:rsid w:val="004650E0"/>
    <w:rsid w:val="0046665A"/>
    <w:rsid w:val="00467E22"/>
    <w:rsid w:val="00472BCA"/>
    <w:rsid w:val="00472EBC"/>
    <w:rsid w:val="00474203"/>
    <w:rsid w:val="00474433"/>
    <w:rsid w:val="00476DD5"/>
    <w:rsid w:val="00480FD4"/>
    <w:rsid w:val="004820EF"/>
    <w:rsid w:val="0048284E"/>
    <w:rsid w:val="0048391D"/>
    <w:rsid w:val="00483A27"/>
    <w:rsid w:val="00483BE0"/>
    <w:rsid w:val="00484835"/>
    <w:rsid w:val="00485495"/>
    <w:rsid w:val="004857D2"/>
    <w:rsid w:val="0048630D"/>
    <w:rsid w:val="00487F82"/>
    <w:rsid w:val="004919D3"/>
    <w:rsid w:val="0049341A"/>
    <w:rsid w:val="00496B7B"/>
    <w:rsid w:val="00497C94"/>
    <w:rsid w:val="004A0600"/>
    <w:rsid w:val="004A0A90"/>
    <w:rsid w:val="004A15BC"/>
    <w:rsid w:val="004A2028"/>
    <w:rsid w:val="004A2695"/>
    <w:rsid w:val="004A49EE"/>
    <w:rsid w:val="004B37FA"/>
    <w:rsid w:val="004B48A9"/>
    <w:rsid w:val="004B6A8C"/>
    <w:rsid w:val="004C2BA8"/>
    <w:rsid w:val="004C5391"/>
    <w:rsid w:val="004C54CE"/>
    <w:rsid w:val="004C5E71"/>
    <w:rsid w:val="004D04EB"/>
    <w:rsid w:val="004D29CD"/>
    <w:rsid w:val="004D30E9"/>
    <w:rsid w:val="004D3567"/>
    <w:rsid w:val="004D3578"/>
    <w:rsid w:val="004D44A6"/>
    <w:rsid w:val="004D4903"/>
    <w:rsid w:val="004D6CB1"/>
    <w:rsid w:val="004D6CD0"/>
    <w:rsid w:val="004E1897"/>
    <w:rsid w:val="004E1B83"/>
    <w:rsid w:val="004E213A"/>
    <w:rsid w:val="004E2D9F"/>
    <w:rsid w:val="004E2E49"/>
    <w:rsid w:val="004E6959"/>
    <w:rsid w:val="004F0261"/>
    <w:rsid w:val="004F0356"/>
    <w:rsid w:val="004F179E"/>
    <w:rsid w:val="004F1F3A"/>
    <w:rsid w:val="004F210D"/>
    <w:rsid w:val="004F722B"/>
    <w:rsid w:val="004F78D5"/>
    <w:rsid w:val="00500793"/>
    <w:rsid w:val="005125A3"/>
    <w:rsid w:val="00514C67"/>
    <w:rsid w:val="00516D1F"/>
    <w:rsid w:val="005219ED"/>
    <w:rsid w:val="00522D61"/>
    <w:rsid w:val="0052533D"/>
    <w:rsid w:val="00525BB6"/>
    <w:rsid w:val="0052714E"/>
    <w:rsid w:val="0052731F"/>
    <w:rsid w:val="005318D1"/>
    <w:rsid w:val="00533E29"/>
    <w:rsid w:val="00540AD0"/>
    <w:rsid w:val="0054277A"/>
    <w:rsid w:val="00543BD6"/>
    <w:rsid w:val="00543E6C"/>
    <w:rsid w:val="00544141"/>
    <w:rsid w:val="005463C1"/>
    <w:rsid w:val="005463C6"/>
    <w:rsid w:val="00546946"/>
    <w:rsid w:val="005476DD"/>
    <w:rsid w:val="005506D7"/>
    <w:rsid w:val="00550B26"/>
    <w:rsid w:val="00551218"/>
    <w:rsid w:val="00551C91"/>
    <w:rsid w:val="00551D32"/>
    <w:rsid w:val="00552073"/>
    <w:rsid w:val="00552B71"/>
    <w:rsid w:val="0055433A"/>
    <w:rsid w:val="00554B26"/>
    <w:rsid w:val="00555C10"/>
    <w:rsid w:val="0055615A"/>
    <w:rsid w:val="00560C2B"/>
    <w:rsid w:val="0056154D"/>
    <w:rsid w:val="0056456A"/>
    <w:rsid w:val="00565087"/>
    <w:rsid w:val="00565C8A"/>
    <w:rsid w:val="00566DA4"/>
    <w:rsid w:val="005674E2"/>
    <w:rsid w:val="00567CC2"/>
    <w:rsid w:val="00570577"/>
    <w:rsid w:val="00570FD7"/>
    <w:rsid w:val="00571F13"/>
    <w:rsid w:val="00572F72"/>
    <w:rsid w:val="00573695"/>
    <w:rsid w:val="00575F50"/>
    <w:rsid w:val="005765E4"/>
    <w:rsid w:val="00580964"/>
    <w:rsid w:val="00581BF9"/>
    <w:rsid w:val="00586F5E"/>
    <w:rsid w:val="00587A27"/>
    <w:rsid w:val="00587B03"/>
    <w:rsid w:val="005913AA"/>
    <w:rsid w:val="00594398"/>
    <w:rsid w:val="005954F9"/>
    <w:rsid w:val="00596726"/>
    <w:rsid w:val="00596749"/>
    <w:rsid w:val="00596B65"/>
    <w:rsid w:val="005A02E2"/>
    <w:rsid w:val="005A113E"/>
    <w:rsid w:val="005A4DB1"/>
    <w:rsid w:val="005A72A5"/>
    <w:rsid w:val="005A78CD"/>
    <w:rsid w:val="005A79CE"/>
    <w:rsid w:val="005B04FE"/>
    <w:rsid w:val="005B08EC"/>
    <w:rsid w:val="005B438D"/>
    <w:rsid w:val="005B5C8B"/>
    <w:rsid w:val="005B70FD"/>
    <w:rsid w:val="005C11F4"/>
    <w:rsid w:val="005C2DD7"/>
    <w:rsid w:val="005D1126"/>
    <w:rsid w:val="005D26E0"/>
    <w:rsid w:val="005D2BFE"/>
    <w:rsid w:val="005D2E01"/>
    <w:rsid w:val="005D4047"/>
    <w:rsid w:val="005D5B89"/>
    <w:rsid w:val="005D6346"/>
    <w:rsid w:val="005D7DC6"/>
    <w:rsid w:val="005E2018"/>
    <w:rsid w:val="005E241F"/>
    <w:rsid w:val="005E2B82"/>
    <w:rsid w:val="005E32A8"/>
    <w:rsid w:val="005E4ADD"/>
    <w:rsid w:val="005E4CBE"/>
    <w:rsid w:val="005E4CD7"/>
    <w:rsid w:val="005E5C6F"/>
    <w:rsid w:val="005E5F6E"/>
    <w:rsid w:val="005E639C"/>
    <w:rsid w:val="005F1C24"/>
    <w:rsid w:val="005F2ABE"/>
    <w:rsid w:val="005F2CD0"/>
    <w:rsid w:val="005F2DC9"/>
    <w:rsid w:val="005F4628"/>
    <w:rsid w:val="005F4A1B"/>
    <w:rsid w:val="005F573B"/>
    <w:rsid w:val="005F746D"/>
    <w:rsid w:val="00601C81"/>
    <w:rsid w:val="0060285E"/>
    <w:rsid w:val="00603C5A"/>
    <w:rsid w:val="00603FD3"/>
    <w:rsid w:val="0060400D"/>
    <w:rsid w:val="006049D6"/>
    <w:rsid w:val="00612D74"/>
    <w:rsid w:val="0061363E"/>
    <w:rsid w:val="00613B45"/>
    <w:rsid w:val="00613FD1"/>
    <w:rsid w:val="00614510"/>
    <w:rsid w:val="00614FDF"/>
    <w:rsid w:val="00614FEC"/>
    <w:rsid w:val="0061647D"/>
    <w:rsid w:val="00616F38"/>
    <w:rsid w:val="00617210"/>
    <w:rsid w:val="00617425"/>
    <w:rsid w:val="00620651"/>
    <w:rsid w:val="00620AEB"/>
    <w:rsid w:val="00621F89"/>
    <w:rsid w:val="006256D9"/>
    <w:rsid w:val="0062703B"/>
    <w:rsid w:val="006272D5"/>
    <w:rsid w:val="006301BD"/>
    <w:rsid w:val="00630864"/>
    <w:rsid w:val="006308EB"/>
    <w:rsid w:val="0063542E"/>
    <w:rsid w:val="00635FE5"/>
    <w:rsid w:val="00642CDC"/>
    <w:rsid w:val="0064411C"/>
    <w:rsid w:val="00646401"/>
    <w:rsid w:val="006476CB"/>
    <w:rsid w:val="006476DB"/>
    <w:rsid w:val="006518CF"/>
    <w:rsid w:val="00651C2C"/>
    <w:rsid w:val="006542CD"/>
    <w:rsid w:val="00656CD8"/>
    <w:rsid w:val="00657C30"/>
    <w:rsid w:val="00660D35"/>
    <w:rsid w:val="00662690"/>
    <w:rsid w:val="006641E2"/>
    <w:rsid w:val="00664D34"/>
    <w:rsid w:val="00664E2C"/>
    <w:rsid w:val="00667455"/>
    <w:rsid w:val="00667B9A"/>
    <w:rsid w:val="006709EF"/>
    <w:rsid w:val="00672DA9"/>
    <w:rsid w:val="006759AE"/>
    <w:rsid w:val="00680D10"/>
    <w:rsid w:val="00682869"/>
    <w:rsid w:val="00684095"/>
    <w:rsid w:val="00684F83"/>
    <w:rsid w:val="006850C1"/>
    <w:rsid w:val="00686487"/>
    <w:rsid w:val="00693863"/>
    <w:rsid w:val="0069438F"/>
    <w:rsid w:val="006975D4"/>
    <w:rsid w:val="006A0234"/>
    <w:rsid w:val="006A3F60"/>
    <w:rsid w:val="006A4C58"/>
    <w:rsid w:val="006A59D1"/>
    <w:rsid w:val="006A65D1"/>
    <w:rsid w:val="006A6748"/>
    <w:rsid w:val="006A7272"/>
    <w:rsid w:val="006A7D4A"/>
    <w:rsid w:val="006B0550"/>
    <w:rsid w:val="006B0B6F"/>
    <w:rsid w:val="006B244F"/>
    <w:rsid w:val="006B2A44"/>
    <w:rsid w:val="006B2BCA"/>
    <w:rsid w:val="006B4666"/>
    <w:rsid w:val="006B51BD"/>
    <w:rsid w:val="006B7D42"/>
    <w:rsid w:val="006C01EC"/>
    <w:rsid w:val="006C3D2B"/>
    <w:rsid w:val="006C5116"/>
    <w:rsid w:val="006C5AA9"/>
    <w:rsid w:val="006C6579"/>
    <w:rsid w:val="006C6C87"/>
    <w:rsid w:val="006C72B5"/>
    <w:rsid w:val="006C7759"/>
    <w:rsid w:val="006D0036"/>
    <w:rsid w:val="006D023E"/>
    <w:rsid w:val="006D085E"/>
    <w:rsid w:val="006D0F0A"/>
    <w:rsid w:val="006D1207"/>
    <w:rsid w:val="006D2C1E"/>
    <w:rsid w:val="006D2D61"/>
    <w:rsid w:val="006D31BF"/>
    <w:rsid w:val="006D7B81"/>
    <w:rsid w:val="006E28D3"/>
    <w:rsid w:val="006E2BB8"/>
    <w:rsid w:val="006E333B"/>
    <w:rsid w:val="006E4251"/>
    <w:rsid w:val="006E57FE"/>
    <w:rsid w:val="006E5C86"/>
    <w:rsid w:val="006E5EED"/>
    <w:rsid w:val="006F04D7"/>
    <w:rsid w:val="006F0985"/>
    <w:rsid w:val="006F1262"/>
    <w:rsid w:val="006F14A2"/>
    <w:rsid w:val="006F1A0E"/>
    <w:rsid w:val="006F28F4"/>
    <w:rsid w:val="006F2994"/>
    <w:rsid w:val="006F3754"/>
    <w:rsid w:val="006F488F"/>
    <w:rsid w:val="006F5005"/>
    <w:rsid w:val="006F54A1"/>
    <w:rsid w:val="006F5660"/>
    <w:rsid w:val="006F794E"/>
    <w:rsid w:val="006F7A92"/>
    <w:rsid w:val="007005A7"/>
    <w:rsid w:val="007009AD"/>
    <w:rsid w:val="00702A42"/>
    <w:rsid w:val="00702C44"/>
    <w:rsid w:val="00703AA3"/>
    <w:rsid w:val="007043E8"/>
    <w:rsid w:val="007106E3"/>
    <w:rsid w:val="00712B1D"/>
    <w:rsid w:val="00713629"/>
    <w:rsid w:val="00714C1E"/>
    <w:rsid w:val="00716CD4"/>
    <w:rsid w:val="00716E0B"/>
    <w:rsid w:val="00717AB5"/>
    <w:rsid w:val="00717CBE"/>
    <w:rsid w:val="0072010C"/>
    <w:rsid w:val="00721EA3"/>
    <w:rsid w:val="00723CAE"/>
    <w:rsid w:val="00723F04"/>
    <w:rsid w:val="007301EF"/>
    <w:rsid w:val="00732ED2"/>
    <w:rsid w:val="00733644"/>
    <w:rsid w:val="00734A5B"/>
    <w:rsid w:val="00735924"/>
    <w:rsid w:val="00735E36"/>
    <w:rsid w:val="00737CE7"/>
    <w:rsid w:val="007407FF"/>
    <w:rsid w:val="00742CAE"/>
    <w:rsid w:val="00744E76"/>
    <w:rsid w:val="0074557F"/>
    <w:rsid w:val="00751D1B"/>
    <w:rsid w:val="0075304B"/>
    <w:rsid w:val="00753E51"/>
    <w:rsid w:val="0075681D"/>
    <w:rsid w:val="0075735D"/>
    <w:rsid w:val="0076238B"/>
    <w:rsid w:val="0076627C"/>
    <w:rsid w:val="007664BF"/>
    <w:rsid w:val="00766E9B"/>
    <w:rsid w:val="00767BAE"/>
    <w:rsid w:val="00774057"/>
    <w:rsid w:val="0077464A"/>
    <w:rsid w:val="00776597"/>
    <w:rsid w:val="00777893"/>
    <w:rsid w:val="007800BC"/>
    <w:rsid w:val="007815C2"/>
    <w:rsid w:val="00781B56"/>
    <w:rsid w:val="00781F0F"/>
    <w:rsid w:val="007820C0"/>
    <w:rsid w:val="00783266"/>
    <w:rsid w:val="007853FC"/>
    <w:rsid w:val="007863A9"/>
    <w:rsid w:val="00786C9C"/>
    <w:rsid w:val="00795F1F"/>
    <w:rsid w:val="00795F73"/>
    <w:rsid w:val="00797047"/>
    <w:rsid w:val="00797284"/>
    <w:rsid w:val="007974E0"/>
    <w:rsid w:val="00797924"/>
    <w:rsid w:val="007A0507"/>
    <w:rsid w:val="007A0E0A"/>
    <w:rsid w:val="007A33B1"/>
    <w:rsid w:val="007A6FC2"/>
    <w:rsid w:val="007B04D9"/>
    <w:rsid w:val="007B13A4"/>
    <w:rsid w:val="007B17DD"/>
    <w:rsid w:val="007B24E3"/>
    <w:rsid w:val="007B254C"/>
    <w:rsid w:val="007B2AE1"/>
    <w:rsid w:val="007B4945"/>
    <w:rsid w:val="007B4FA4"/>
    <w:rsid w:val="007B67CC"/>
    <w:rsid w:val="007B72AB"/>
    <w:rsid w:val="007B77FB"/>
    <w:rsid w:val="007C3900"/>
    <w:rsid w:val="007C5863"/>
    <w:rsid w:val="007C5881"/>
    <w:rsid w:val="007C63BF"/>
    <w:rsid w:val="007C7560"/>
    <w:rsid w:val="007D02E6"/>
    <w:rsid w:val="007D0CEC"/>
    <w:rsid w:val="007D1229"/>
    <w:rsid w:val="007D3FC6"/>
    <w:rsid w:val="007D6A92"/>
    <w:rsid w:val="007D7580"/>
    <w:rsid w:val="007E0850"/>
    <w:rsid w:val="007E29DA"/>
    <w:rsid w:val="007E3281"/>
    <w:rsid w:val="007E57CD"/>
    <w:rsid w:val="007F2B66"/>
    <w:rsid w:val="007F2E7C"/>
    <w:rsid w:val="007F3FC0"/>
    <w:rsid w:val="007F428C"/>
    <w:rsid w:val="007F7239"/>
    <w:rsid w:val="0080174B"/>
    <w:rsid w:val="008028A4"/>
    <w:rsid w:val="0080347C"/>
    <w:rsid w:val="008043E9"/>
    <w:rsid w:val="00804B5D"/>
    <w:rsid w:val="00804CD3"/>
    <w:rsid w:val="00806883"/>
    <w:rsid w:val="008079DE"/>
    <w:rsid w:val="008101D5"/>
    <w:rsid w:val="00810D3C"/>
    <w:rsid w:val="008111FE"/>
    <w:rsid w:val="00813383"/>
    <w:rsid w:val="00814CCF"/>
    <w:rsid w:val="008209B0"/>
    <w:rsid w:val="00820C40"/>
    <w:rsid w:val="008210F1"/>
    <w:rsid w:val="00822375"/>
    <w:rsid w:val="00822C68"/>
    <w:rsid w:val="00823F61"/>
    <w:rsid w:val="008301E0"/>
    <w:rsid w:val="00830CEE"/>
    <w:rsid w:val="008317CE"/>
    <w:rsid w:val="00831BB3"/>
    <w:rsid w:val="00831E3B"/>
    <w:rsid w:val="008343EE"/>
    <w:rsid w:val="00836543"/>
    <w:rsid w:val="008377B4"/>
    <w:rsid w:val="00841002"/>
    <w:rsid w:val="00841462"/>
    <w:rsid w:val="00843C24"/>
    <w:rsid w:val="0084588B"/>
    <w:rsid w:val="0084669B"/>
    <w:rsid w:val="00847196"/>
    <w:rsid w:val="00847B8D"/>
    <w:rsid w:val="00851793"/>
    <w:rsid w:val="00852AE5"/>
    <w:rsid w:val="00854981"/>
    <w:rsid w:val="0085675C"/>
    <w:rsid w:val="00860715"/>
    <w:rsid w:val="00860BD4"/>
    <w:rsid w:val="00862D22"/>
    <w:rsid w:val="00863958"/>
    <w:rsid w:val="00864071"/>
    <w:rsid w:val="00865387"/>
    <w:rsid w:val="00865A10"/>
    <w:rsid w:val="00865B8C"/>
    <w:rsid w:val="00866850"/>
    <w:rsid w:val="00867D3A"/>
    <w:rsid w:val="00870DB4"/>
    <w:rsid w:val="0087239D"/>
    <w:rsid w:val="00872C9B"/>
    <w:rsid w:val="00872F0B"/>
    <w:rsid w:val="008738C6"/>
    <w:rsid w:val="008768CA"/>
    <w:rsid w:val="00876958"/>
    <w:rsid w:val="00876A4E"/>
    <w:rsid w:val="00877F17"/>
    <w:rsid w:val="00880D50"/>
    <w:rsid w:val="00881D7B"/>
    <w:rsid w:val="00881E75"/>
    <w:rsid w:val="00883802"/>
    <w:rsid w:val="00883EEB"/>
    <w:rsid w:val="00884079"/>
    <w:rsid w:val="00884F56"/>
    <w:rsid w:val="00885DAD"/>
    <w:rsid w:val="00891C90"/>
    <w:rsid w:val="008923DC"/>
    <w:rsid w:val="00892E3D"/>
    <w:rsid w:val="008951AC"/>
    <w:rsid w:val="00897C36"/>
    <w:rsid w:val="008A0222"/>
    <w:rsid w:val="008A07DE"/>
    <w:rsid w:val="008A11F3"/>
    <w:rsid w:val="008A3B33"/>
    <w:rsid w:val="008A48C7"/>
    <w:rsid w:val="008A5719"/>
    <w:rsid w:val="008A7325"/>
    <w:rsid w:val="008B15A7"/>
    <w:rsid w:val="008B3BDE"/>
    <w:rsid w:val="008B49A7"/>
    <w:rsid w:val="008B5D23"/>
    <w:rsid w:val="008B6AFC"/>
    <w:rsid w:val="008B71CC"/>
    <w:rsid w:val="008B7ED7"/>
    <w:rsid w:val="008C2012"/>
    <w:rsid w:val="008C2E70"/>
    <w:rsid w:val="008C446F"/>
    <w:rsid w:val="008C6DE4"/>
    <w:rsid w:val="008C6E99"/>
    <w:rsid w:val="008C7E70"/>
    <w:rsid w:val="008D123B"/>
    <w:rsid w:val="008E0777"/>
    <w:rsid w:val="008E08E5"/>
    <w:rsid w:val="008E0D3D"/>
    <w:rsid w:val="008E1F3F"/>
    <w:rsid w:val="008E2467"/>
    <w:rsid w:val="008E2CB8"/>
    <w:rsid w:val="008E37EA"/>
    <w:rsid w:val="008E464E"/>
    <w:rsid w:val="008E491D"/>
    <w:rsid w:val="008E747C"/>
    <w:rsid w:val="008E78F2"/>
    <w:rsid w:val="008F1319"/>
    <w:rsid w:val="008F17A7"/>
    <w:rsid w:val="008F2489"/>
    <w:rsid w:val="008F2B3A"/>
    <w:rsid w:val="008F2C60"/>
    <w:rsid w:val="008F3686"/>
    <w:rsid w:val="008F381D"/>
    <w:rsid w:val="008F427A"/>
    <w:rsid w:val="008F6AAB"/>
    <w:rsid w:val="008F7BE2"/>
    <w:rsid w:val="00900BC6"/>
    <w:rsid w:val="0090246C"/>
    <w:rsid w:val="0090271F"/>
    <w:rsid w:val="00902E23"/>
    <w:rsid w:val="0090646B"/>
    <w:rsid w:val="009108F0"/>
    <w:rsid w:val="00910BBC"/>
    <w:rsid w:val="00910CB1"/>
    <w:rsid w:val="0091348E"/>
    <w:rsid w:val="0091609B"/>
    <w:rsid w:val="00917CCB"/>
    <w:rsid w:val="00921D28"/>
    <w:rsid w:val="00922E1B"/>
    <w:rsid w:val="009239AB"/>
    <w:rsid w:val="009261A1"/>
    <w:rsid w:val="009335EA"/>
    <w:rsid w:val="009341C5"/>
    <w:rsid w:val="00934BE4"/>
    <w:rsid w:val="00936A12"/>
    <w:rsid w:val="00936D2B"/>
    <w:rsid w:val="00942A5A"/>
    <w:rsid w:val="00942EC2"/>
    <w:rsid w:val="00943F89"/>
    <w:rsid w:val="00944D73"/>
    <w:rsid w:val="0094585E"/>
    <w:rsid w:val="00945BBE"/>
    <w:rsid w:val="00950E66"/>
    <w:rsid w:val="00953E15"/>
    <w:rsid w:val="00953EAD"/>
    <w:rsid w:val="00960AA3"/>
    <w:rsid w:val="00960DBF"/>
    <w:rsid w:val="00961177"/>
    <w:rsid w:val="00962358"/>
    <w:rsid w:val="00962FA3"/>
    <w:rsid w:val="009640C7"/>
    <w:rsid w:val="00972DF9"/>
    <w:rsid w:val="00973F10"/>
    <w:rsid w:val="0097459C"/>
    <w:rsid w:val="00974A93"/>
    <w:rsid w:val="00974D2B"/>
    <w:rsid w:val="00977C68"/>
    <w:rsid w:val="00981D41"/>
    <w:rsid w:val="00983F65"/>
    <w:rsid w:val="00985F49"/>
    <w:rsid w:val="00985F5F"/>
    <w:rsid w:val="009863C5"/>
    <w:rsid w:val="00986AFF"/>
    <w:rsid w:val="009905E6"/>
    <w:rsid w:val="0099187A"/>
    <w:rsid w:val="00991B96"/>
    <w:rsid w:val="00993B28"/>
    <w:rsid w:val="00995480"/>
    <w:rsid w:val="00997878"/>
    <w:rsid w:val="00997B09"/>
    <w:rsid w:val="009A06A0"/>
    <w:rsid w:val="009A1407"/>
    <w:rsid w:val="009A1629"/>
    <w:rsid w:val="009A1E7B"/>
    <w:rsid w:val="009A3C47"/>
    <w:rsid w:val="009A3F13"/>
    <w:rsid w:val="009A4637"/>
    <w:rsid w:val="009B0041"/>
    <w:rsid w:val="009B3808"/>
    <w:rsid w:val="009B3C5A"/>
    <w:rsid w:val="009B3D09"/>
    <w:rsid w:val="009B40AD"/>
    <w:rsid w:val="009B4CDB"/>
    <w:rsid w:val="009B5B2A"/>
    <w:rsid w:val="009B6204"/>
    <w:rsid w:val="009B6DE3"/>
    <w:rsid w:val="009B7FD9"/>
    <w:rsid w:val="009C428E"/>
    <w:rsid w:val="009C6ADC"/>
    <w:rsid w:val="009D1C57"/>
    <w:rsid w:val="009D2A0F"/>
    <w:rsid w:val="009D2EFE"/>
    <w:rsid w:val="009D6507"/>
    <w:rsid w:val="009D7885"/>
    <w:rsid w:val="009E01B0"/>
    <w:rsid w:val="009E0488"/>
    <w:rsid w:val="009E140D"/>
    <w:rsid w:val="009E1D88"/>
    <w:rsid w:val="009E4AA1"/>
    <w:rsid w:val="009E7850"/>
    <w:rsid w:val="009F0179"/>
    <w:rsid w:val="009F0B58"/>
    <w:rsid w:val="009F29B9"/>
    <w:rsid w:val="009F37B7"/>
    <w:rsid w:val="009F6025"/>
    <w:rsid w:val="009F701B"/>
    <w:rsid w:val="00A01256"/>
    <w:rsid w:val="00A01479"/>
    <w:rsid w:val="00A03418"/>
    <w:rsid w:val="00A07BCA"/>
    <w:rsid w:val="00A07DF6"/>
    <w:rsid w:val="00A101C2"/>
    <w:rsid w:val="00A10F02"/>
    <w:rsid w:val="00A12192"/>
    <w:rsid w:val="00A121AF"/>
    <w:rsid w:val="00A1313D"/>
    <w:rsid w:val="00A13F4A"/>
    <w:rsid w:val="00A14A06"/>
    <w:rsid w:val="00A156E6"/>
    <w:rsid w:val="00A164B4"/>
    <w:rsid w:val="00A20A21"/>
    <w:rsid w:val="00A219EC"/>
    <w:rsid w:val="00A2217B"/>
    <w:rsid w:val="00A233D6"/>
    <w:rsid w:val="00A23BF2"/>
    <w:rsid w:val="00A25006"/>
    <w:rsid w:val="00A27921"/>
    <w:rsid w:val="00A27D81"/>
    <w:rsid w:val="00A30537"/>
    <w:rsid w:val="00A306B6"/>
    <w:rsid w:val="00A31E31"/>
    <w:rsid w:val="00A359AA"/>
    <w:rsid w:val="00A37E27"/>
    <w:rsid w:val="00A406BF"/>
    <w:rsid w:val="00A407B4"/>
    <w:rsid w:val="00A40D7A"/>
    <w:rsid w:val="00A40F4F"/>
    <w:rsid w:val="00A41090"/>
    <w:rsid w:val="00A41DCD"/>
    <w:rsid w:val="00A424EE"/>
    <w:rsid w:val="00A43335"/>
    <w:rsid w:val="00A44EFE"/>
    <w:rsid w:val="00A46029"/>
    <w:rsid w:val="00A52878"/>
    <w:rsid w:val="00A53724"/>
    <w:rsid w:val="00A543C2"/>
    <w:rsid w:val="00A549F6"/>
    <w:rsid w:val="00A5668B"/>
    <w:rsid w:val="00A574DB"/>
    <w:rsid w:val="00A61E34"/>
    <w:rsid w:val="00A63537"/>
    <w:rsid w:val="00A65194"/>
    <w:rsid w:val="00A66A84"/>
    <w:rsid w:val="00A701F2"/>
    <w:rsid w:val="00A710E8"/>
    <w:rsid w:val="00A71F8C"/>
    <w:rsid w:val="00A747D5"/>
    <w:rsid w:val="00A76BE1"/>
    <w:rsid w:val="00A76FFD"/>
    <w:rsid w:val="00A77C7B"/>
    <w:rsid w:val="00A82346"/>
    <w:rsid w:val="00A84510"/>
    <w:rsid w:val="00A85D8A"/>
    <w:rsid w:val="00A86784"/>
    <w:rsid w:val="00A87921"/>
    <w:rsid w:val="00A90D06"/>
    <w:rsid w:val="00A90EA8"/>
    <w:rsid w:val="00A90EB0"/>
    <w:rsid w:val="00A91307"/>
    <w:rsid w:val="00A914F5"/>
    <w:rsid w:val="00A91637"/>
    <w:rsid w:val="00A9182B"/>
    <w:rsid w:val="00A92B9C"/>
    <w:rsid w:val="00A93D21"/>
    <w:rsid w:val="00A93D87"/>
    <w:rsid w:val="00A94F86"/>
    <w:rsid w:val="00A95E02"/>
    <w:rsid w:val="00A96A6C"/>
    <w:rsid w:val="00AA1864"/>
    <w:rsid w:val="00AA3332"/>
    <w:rsid w:val="00AA460E"/>
    <w:rsid w:val="00AA5B9F"/>
    <w:rsid w:val="00AA5FAE"/>
    <w:rsid w:val="00AA6762"/>
    <w:rsid w:val="00AA74D4"/>
    <w:rsid w:val="00AA771F"/>
    <w:rsid w:val="00AB00A5"/>
    <w:rsid w:val="00AB1D5A"/>
    <w:rsid w:val="00AB2118"/>
    <w:rsid w:val="00AB2C48"/>
    <w:rsid w:val="00AB31B3"/>
    <w:rsid w:val="00AB4C6C"/>
    <w:rsid w:val="00AB65F4"/>
    <w:rsid w:val="00AC2DE8"/>
    <w:rsid w:val="00AC3361"/>
    <w:rsid w:val="00AC4A29"/>
    <w:rsid w:val="00AC4DB6"/>
    <w:rsid w:val="00AC6C81"/>
    <w:rsid w:val="00AC7851"/>
    <w:rsid w:val="00AD04FE"/>
    <w:rsid w:val="00AD096E"/>
    <w:rsid w:val="00AD2993"/>
    <w:rsid w:val="00AD6E7F"/>
    <w:rsid w:val="00AE1EF9"/>
    <w:rsid w:val="00AE2158"/>
    <w:rsid w:val="00AE3D92"/>
    <w:rsid w:val="00AE56CB"/>
    <w:rsid w:val="00AE6E7D"/>
    <w:rsid w:val="00AF08A4"/>
    <w:rsid w:val="00AF0C8D"/>
    <w:rsid w:val="00AF1C65"/>
    <w:rsid w:val="00AF37ED"/>
    <w:rsid w:val="00AF3C7D"/>
    <w:rsid w:val="00AF5E3B"/>
    <w:rsid w:val="00AF792C"/>
    <w:rsid w:val="00AF7F29"/>
    <w:rsid w:val="00B033F0"/>
    <w:rsid w:val="00B06022"/>
    <w:rsid w:val="00B06069"/>
    <w:rsid w:val="00B0628A"/>
    <w:rsid w:val="00B06D5E"/>
    <w:rsid w:val="00B07402"/>
    <w:rsid w:val="00B10AE7"/>
    <w:rsid w:val="00B11444"/>
    <w:rsid w:val="00B11C0A"/>
    <w:rsid w:val="00B1436E"/>
    <w:rsid w:val="00B15449"/>
    <w:rsid w:val="00B15AC1"/>
    <w:rsid w:val="00B17A44"/>
    <w:rsid w:val="00B17F07"/>
    <w:rsid w:val="00B220BB"/>
    <w:rsid w:val="00B220FD"/>
    <w:rsid w:val="00B2440C"/>
    <w:rsid w:val="00B24892"/>
    <w:rsid w:val="00B24C97"/>
    <w:rsid w:val="00B30003"/>
    <w:rsid w:val="00B31C85"/>
    <w:rsid w:val="00B320BF"/>
    <w:rsid w:val="00B3366A"/>
    <w:rsid w:val="00B34378"/>
    <w:rsid w:val="00B359FE"/>
    <w:rsid w:val="00B40E6D"/>
    <w:rsid w:val="00B43244"/>
    <w:rsid w:val="00B44C0E"/>
    <w:rsid w:val="00B44DFB"/>
    <w:rsid w:val="00B46B40"/>
    <w:rsid w:val="00B4741B"/>
    <w:rsid w:val="00B50434"/>
    <w:rsid w:val="00B512AF"/>
    <w:rsid w:val="00B514DB"/>
    <w:rsid w:val="00B530B1"/>
    <w:rsid w:val="00B53C42"/>
    <w:rsid w:val="00B53E51"/>
    <w:rsid w:val="00B54D27"/>
    <w:rsid w:val="00B62740"/>
    <w:rsid w:val="00B64D38"/>
    <w:rsid w:val="00B71638"/>
    <w:rsid w:val="00B71AE2"/>
    <w:rsid w:val="00B76E97"/>
    <w:rsid w:val="00B8074B"/>
    <w:rsid w:val="00B81883"/>
    <w:rsid w:val="00B83D5D"/>
    <w:rsid w:val="00B84794"/>
    <w:rsid w:val="00B86983"/>
    <w:rsid w:val="00B8735A"/>
    <w:rsid w:val="00B90682"/>
    <w:rsid w:val="00B90874"/>
    <w:rsid w:val="00B90E86"/>
    <w:rsid w:val="00B91AD7"/>
    <w:rsid w:val="00B92CA4"/>
    <w:rsid w:val="00B93149"/>
    <w:rsid w:val="00B9332B"/>
    <w:rsid w:val="00B93D6F"/>
    <w:rsid w:val="00B9421F"/>
    <w:rsid w:val="00B966C5"/>
    <w:rsid w:val="00BA09FE"/>
    <w:rsid w:val="00BA0D9B"/>
    <w:rsid w:val="00BA1FA4"/>
    <w:rsid w:val="00BA53BF"/>
    <w:rsid w:val="00BA5B21"/>
    <w:rsid w:val="00BB1CE4"/>
    <w:rsid w:val="00BB1FF8"/>
    <w:rsid w:val="00BB396E"/>
    <w:rsid w:val="00BB3E27"/>
    <w:rsid w:val="00BB539A"/>
    <w:rsid w:val="00BB57CF"/>
    <w:rsid w:val="00BB65F8"/>
    <w:rsid w:val="00BB68C7"/>
    <w:rsid w:val="00BC0F7D"/>
    <w:rsid w:val="00BC125E"/>
    <w:rsid w:val="00BC177C"/>
    <w:rsid w:val="00BC1EF2"/>
    <w:rsid w:val="00BC2922"/>
    <w:rsid w:val="00BC2C26"/>
    <w:rsid w:val="00BC3BC7"/>
    <w:rsid w:val="00BC3CB1"/>
    <w:rsid w:val="00BC4319"/>
    <w:rsid w:val="00BC5E41"/>
    <w:rsid w:val="00BC692B"/>
    <w:rsid w:val="00BC78E2"/>
    <w:rsid w:val="00BD010A"/>
    <w:rsid w:val="00BD114B"/>
    <w:rsid w:val="00BD1435"/>
    <w:rsid w:val="00BD2B80"/>
    <w:rsid w:val="00BD2D8B"/>
    <w:rsid w:val="00BD3223"/>
    <w:rsid w:val="00BD4100"/>
    <w:rsid w:val="00BD4E16"/>
    <w:rsid w:val="00BD519E"/>
    <w:rsid w:val="00BE11AD"/>
    <w:rsid w:val="00BE4035"/>
    <w:rsid w:val="00BE41C3"/>
    <w:rsid w:val="00BE5431"/>
    <w:rsid w:val="00BE5EC2"/>
    <w:rsid w:val="00BE78B0"/>
    <w:rsid w:val="00BF0B16"/>
    <w:rsid w:val="00BF156B"/>
    <w:rsid w:val="00BF1BEA"/>
    <w:rsid w:val="00BF3A32"/>
    <w:rsid w:val="00C01053"/>
    <w:rsid w:val="00C02387"/>
    <w:rsid w:val="00C025B4"/>
    <w:rsid w:val="00C03644"/>
    <w:rsid w:val="00C049F6"/>
    <w:rsid w:val="00C06AFA"/>
    <w:rsid w:val="00C06C84"/>
    <w:rsid w:val="00C07376"/>
    <w:rsid w:val="00C10A68"/>
    <w:rsid w:val="00C10BA8"/>
    <w:rsid w:val="00C113E9"/>
    <w:rsid w:val="00C12919"/>
    <w:rsid w:val="00C12F90"/>
    <w:rsid w:val="00C21368"/>
    <w:rsid w:val="00C24B8D"/>
    <w:rsid w:val="00C25F51"/>
    <w:rsid w:val="00C33079"/>
    <w:rsid w:val="00C33FC1"/>
    <w:rsid w:val="00C36A74"/>
    <w:rsid w:val="00C409F8"/>
    <w:rsid w:val="00C40CF8"/>
    <w:rsid w:val="00C412D5"/>
    <w:rsid w:val="00C4424D"/>
    <w:rsid w:val="00C445A8"/>
    <w:rsid w:val="00C45231"/>
    <w:rsid w:val="00C5013E"/>
    <w:rsid w:val="00C53164"/>
    <w:rsid w:val="00C555B3"/>
    <w:rsid w:val="00C5733B"/>
    <w:rsid w:val="00C614DD"/>
    <w:rsid w:val="00C62EFA"/>
    <w:rsid w:val="00C656B5"/>
    <w:rsid w:val="00C6570B"/>
    <w:rsid w:val="00C72630"/>
    <w:rsid w:val="00C72833"/>
    <w:rsid w:val="00C810E3"/>
    <w:rsid w:val="00C8192D"/>
    <w:rsid w:val="00C828E4"/>
    <w:rsid w:val="00C83C45"/>
    <w:rsid w:val="00C855D6"/>
    <w:rsid w:val="00C879B8"/>
    <w:rsid w:val="00C87C13"/>
    <w:rsid w:val="00C91216"/>
    <w:rsid w:val="00C91C07"/>
    <w:rsid w:val="00C932CF"/>
    <w:rsid w:val="00C93634"/>
    <w:rsid w:val="00C93F40"/>
    <w:rsid w:val="00C94054"/>
    <w:rsid w:val="00C95122"/>
    <w:rsid w:val="00C9641A"/>
    <w:rsid w:val="00CA1919"/>
    <w:rsid w:val="00CA1A3C"/>
    <w:rsid w:val="00CA2B56"/>
    <w:rsid w:val="00CA356F"/>
    <w:rsid w:val="00CA3D0C"/>
    <w:rsid w:val="00CA3D3F"/>
    <w:rsid w:val="00CA55E2"/>
    <w:rsid w:val="00CA7026"/>
    <w:rsid w:val="00CB4B4B"/>
    <w:rsid w:val="00CB608D"/>
    <w:rsid w:val="00CB720F"/>
    <w:rsid w:val="00CC01D3"/>
    <w:rsid w:val="00CC1030"/>
    <w:rsid w:val="00CC28CB"/>
    <w:rsid w:val="00CC306E"/>
    <w:rsid w:val="00CC35D8"/>
    <w:rsid w:val="00CC61E0"/>
    <w:rsid w:val="00CC6C97"/>
    <w:rsid w:val="00CC6EC5"/>
    <w:rsid w:val="00CC6FD9"/>
    <w:rsid w:val="00CD0493"/>
    <w:rsid w:val="00CD08B9"/>
    <w:rsid w:val="00CD22EB"/>
    <w:rsid w:val="00CD597A"/>
    <w:rsid w:val="00CD6300"/>
    <w:rsid w:val="00CE283A"/>
    <w:rsid w:val="00CE319D"/>
    <w:rsid w:val="00CE3861"/>
    <w:rsid w:val="00CE45C5"/>
    <w:rsid w:val="00CE45F8"/>
    <w:rsid w:val="00CF0288"/>
    <w:rsid w:val="00CF03A7"/>
    <w:rsid w:val="00CF36B4"/>
    <w:rsid w:val="00CF6DEE"/>
    <w:rsid w:val="00CF70FB"/>
    <w:rsid w:val="00CF7820"/>
    <w:rsid w:val="00CF7BF3"/>
    <w:rsid w:val="00D00B1D"/>
    <w:rsid w:val="00D014D0"/>
    <w:rsid w:val="00D02117"/>
    <w:rsid w:val="00D04B89"/>
    <w:rsid w:val="00D059F0"/>
    <w:rsid w:val="00D05EB7"/>
    <w:rsid w:val="00D06DA8"/>
    <w:rsid w:val="00D14C62"/>
    <w:rsid w:val="00D158A5"/>
    <w:rsid w:val="00D15F90"/>
    <w:rsid w:val="00D2193C"/>
    <w:rsid w:val="00D21F3B"/>
    <w:rsid w:val="00D22515"/>
    <w:rsid w:val="00D266DA"/>
    <w:rsid w:val="00D2708C"/>
    <w:rsid w:val="00D27397"/>
    <w:rsid w:val="00D2773E"/>
    <w:rsid w:val="00D27AAF"/>
    <w:rsid w:val="00D27C6C"/>
    <w:rsid w:val="00D321B2"/>
    <w:rsid w:val="00D340C9"/>
    <w:rsid w:val="00D3522B"/>
    <w:rsid w:val="00D371B5"/>
    <w:rsid w:val="00D373D8"/>
    <w:rsid w:val="00D37C33"/>
    <w:rsid w:val="00D40400"/>
    <w:rsid w:val="00D40AEE"/>
    <w:rsid w:val="00D413B4"/>
    <w:rsid w:val="00D41661"/>
    <w:rsid w:val="00D41C15"/>
    <w:rsid w:val="00D4281A"/>
    <w:rsid w:val="00D42EA3"/>
    <w:rsid w:val="00D43B5B"/>
    <w:rsid w:val="00D43C8C"/>
    <w:rsid w:val="00D43D4F"/>
    <w:rsid w:val="00D452D9"/>
    <w:rsid w:val="00D50A66"/>
    <w:rsid w:val="00D5509B"/>
    <w:rsid w:val="00D57BB2"/>
    <w:rsid w:val="00D64479"/>
    <w:rsid w:val="00D66FFB"/>
    <w:rsid w:val="00D7075D"/>
    <w:rsid w:val="00D72345"/>
    <w:rsid w:val="00D738D6"/>
    <w:rsid w:val="00D740C3"/>
    <w:rsid w:val="00D742E6"/>
    <w:rsid w:val="00D74C0D"/>
    <w:rsid w:val="00D74DA1"/>
    <w:rsid w:val="00D755EB"/>
    <w:rsid w:val="00D76831"/>
    <w:rsid w:val="00D76CD6"/>
    <w:rsid w:val="00D76EDB"/>
    <w:rsid w:val="00D80A03"/>
    <w:rsid w:val="00D83A2F"/>
    <w:rsid w:val="00D86B4A"/>
    <w:rsid w:val="00D87103"/>
    <w:rsid w:val="00D87C7C"/>
    <w:rsid w:val="00D87E00"/>
    <w:rsid w:val="00D90CAF"/>
    <w:rsid w:val="00D9134D"/>
    <w:rsid w:val="00D91449"/>
    <w:rsid w:val="00D91B9A"/>
    <w:rsid w:val="00D91DDD"/>
    <w:rsid w:val="00D9416D"/>
    <w:rsid w:val="00DA183C"/>
    <w:rsid w:val="00DA190C"/>
    <w:rsid w:val="00DA20E9"/>
    <w:rsid w:val="00DA323B"/>
    <w:rsid w:val="00DA44A9"/>
    <w:rsid w:val="00DA7A03"/>
    <w:rsid w:val="00DB1818"/>
    <w:rsid w:val="00DB1D74"/>
    <w:rsid w:val="00DB1F4C"/>
    <w:rsid w:val="00DB35D4"/>
    <w:rsid w:val="00DB39D3"/>
    <w:rsid w:val="00DB6456"/>
    <w:rsid w:val="00DB7325"/>
    <w:rsid w:val="00DB7C72"/>
    <w:rsid w:val="00DC05F8"/>
    <w:rsid w:val="00DC2253"/>
    <w:rsid w:val="00DC23B6"/>
    <w:rsid w:val="00DC2806"/>
    <w:rsid w:val="00DC309B"/>
    <w:rsid w:val="00DC3B9F"/>
    <w:rsid w:val="00DC3F7F"/>
    <w:rsid w:val="00DC4556"/>
    <w:rsid w:val="00DC4DA2"/>
    <w:rsid w:val="00DC60C2"/>
    <w:rsid w:val="00DC61B2"/>
    <w:rsid w:val="00DD1DA3"/>
    <w:rsid w:val="00DD296E"/>
    <w:rsid w:val="00DD2BDA"/>
    <w:rsid w:val="00DD3199"/>
    <w:rsid w:val="00DD4397"/>
    <w:rsid w:val="00DD519D"/>
    <w:rsid w:val="00DD54B7"/>
    <w:rsid w:val="00DD5AD5"/>
    <w:rsid w:val="00DD6C83"/>
    <w:rsid w:val="00DD7392"/>
    <w:rsid w:val="00DD7D36"/>
    <w:rsid w:val="00DE0569"/>
    <w:rsid w:val="00DE2472"/>
    <w:rsid w:val="00DE3869"/>
    <w:rsid w:val="00DE45E4"/>
    <w:rsid w:val="00DE4710"/>
    <w:rsid w:val="00DE594E"/>
    <w:rsid w:val="00DE69EA"/>
    <w:rsid w:val="00DE706D"/>
    <w:rsid w:val="00DF1B88"/>
    <w:rsid w:val="00DF2B1F"/>
    <w:rsid w:val="00DF2DA9"/>
    <w:rsid w:val="00DF3064"/>
    <w:rsid w:val="00DF376B"/>
    <w:rsid w:val="00DF62CD"/>
    <w:rsid w:val="00E003EC"/>
    <w:rsid w:val="00E020E7"/>
    <w:rsid w:val="00E044A4"/>
    <w:rsid w:val="00E04C54"/>
    <w:rsid w:val="00E064EC"/>
    <w:rsid w:val="00E14B0D"/>
    <w:rsid w:val="00E15AFA"/>
    <w:rsid w:val="00E16BA0"/>
    <w:rsid w:val="00E17125"/>
    <w:rsid w:val="00E20EDD"/>
    <w:rsid w:val="00E20F8F"/>
    <w:rsid w:val="00E224DA"/>
    <w:rsid w:val="00E2286C"/>
    <w:rsid w:val="00E24132"/>
    <w:rsid w:val="00E24ACD"/>
    <w:rsid w:val="00E32325"/>
    <w:rsid w:val="00E32EE4"/>
    <w:rsid w:val="00E3331C"/>
    <w:rsid w:val="00E33328"/>
    <w:rsid w:val="00E334E8"/>
    <w:rsid w:val="00E34923"/>
    <w:rsid w:val="00E36567"/>
    <w:rsid w:val="00E366B1"/>
    <w:rsid w:val="00E366F1"/>
    <w:rsid w:val="00E40214"/>
    <w:rsid w:val="00E4085A"/>
    <w:rsid w:val="00E416E4"/>
    <w:rsid w:val="00E41A62"/>
    <w:rsid w:val="00E43E9A"/>
    <w:rsid w:val="00E47878"/>
    <w:rsid w:val="00E47C7B"/>
    <w:rsid w:val="00E50613"/>
    <w:rsid w:val="00E507A8"/>
    <w:rsid w:val="00E51D31"/>
    <w:rsid w:val="00E5386B"/>
    <w:rsid w:val="00E5509A"/>
    <w:rsid w:val="00E55FCB"/>
    <w:rsid w:val="00E56861"/>
    <w:rsid w:val="00E56D96"/>
    <w:rsid w:val="00E5739B"/>
    <w:rsid w:val="00E57A80"/>
    <w:rsid w:val="00E613B1"/>
    <w:rsid w:val="00E62CF9"/>
    <w:rsid w:val="00E668F6"/>
    <w:rsid w:val="00E67E28"/>
    <w:rsid w:val="00E70A72"/>
    <w:rsid w:val="00E7184F"/>
    <w:rsid w:val="00E71E36"/>
    <w:rsid w:val="00E72CD4"/>
    <w:rsid w:val="00E738E0"/>
    <w:rsid w:val="00E73DB0"/>
    <w:rsid w:val="00E741AE"/>
    <w:rsid w:val="00E75181"/>
    <w:rsid w:val="00E77645"/>
    <w:rsid w:val="00E80075"/>
    <w:rsid w:val="00E80B30"/>
    <w:rsid w:val="00E81D46"/>
    <w:rsid w:val="00E833BB"/>
    <w:rsid w:val="00E8398E"/>
    <w:rsid w:val="00E85D53"/>
    <w:rsid w:val="00E86B8E"/>
    <w:rsid w:val="00E873F0"/>
    <w:rsid w:val="00E87E73"/>
    <w:rsid w:val="00E90372"/>
    <w:rsid w:val="00E91BF4"/>
    <w:rsid w:val="00E92CA9"/>
    <w:rsid w:val="00E93D6B"/>
    <w:rsid w:val="00E95871"/>
    <w:rsid w:val="00E9723D"/>
    <w:rsid w:val="00E977B7"/>
    <w:rsid w:val="00E97E07"/>
    <w:rsid w:val="00EA34ED"/>
    <w:rsid w:val="00EA3561"/>
    <w:rsid w:val="00EA38E9"/>
    <w:rsid w:val="00EA7E34"/>
    <w:rsid w:val="00EB1C68"/>
    <w:rsid w:val="00EB3FCC"/>
    <w:rsid w:val="00EB40BD"/>
    <w:rsid w:val="00EB53FD"/>
    <w:rsid w:val="00EB6250"/>
    <w:rsid w:val="00EB6BBC"/>
    <w:rsid w:val="00EB6E47"/>
    <w:rsid w:val="00EC05BD"/>
    <w:rsid w:val="00EC2F14"/>
    <w:rsid w:val="00EC2FE9"/>
    <w:rsid w:val="00EC4A25"/>
    <w:rsid w:val="00EC5965"/>
    <w:rsid w:val="00EC6BC0"/>
    <w:rsid w:val="00EC6F05"/>
    <w:rsid w:val="00EC769A"/>
    <w:rsid w:val="00ED0986"/>
    <w:rsid w:val="00ED2404"/>
    <w:rsid w:val="00ED3522"/>
    <w:rsid w:val="00ED44DB"/>
    <w:rsid w:val="00ED4C9C"/>
    <w:rsid w:val="00ED6251"/>
    <w:rsid w:val="00ED6950"/>
    <w:rsid w:val="00EE1801"/>
    <w:rsid w:val="00EE30D8"/>
    <w:rsid w:val="00EE3123"/>
    <w:rsid w:val="00EE5E23"/>
    <w:rsid w:val="00EE6A1F"/>
    <w:rsid w:val="00EE6AD1"/>
    <w:rsid w:val="00EE7F94"/>
    <w:rsid w:val="00EF01D8"/>
    <w:rsid w:val="00EF1B0D"/>
    <w:rsid w:val="00EF3DED"/>
    <w:rsid w:val="00EF3F1F"/>
    <w:rsid w:val="00EF4B4A"/>
    <w:rsid w:val="00EF62B9"/>
    <w:rsid w:val="00F006BF"/>
    <w:rsid w:val="00F01691"/>
    <w:rsid w:val="00F01855"/>
    <w:rsid w:val="00F025A2"/>
    <w:rsid w:val="00F04712"/>
    <w:rsid w:val="00F0522D"/>
    <w:rsid w:val="00F059B0"/>
    <w:rsid w:val="00F141BB"/>
    <w:rsid w:val="00F15152"/>
    <w:rsid w:val="00F15DDF"/>
    <w:rsid w:val="00F16070"/>
    <w:rsid w:val="00F16944"/>
    <w:rsid w:val="00F20A06"/>
    <w:rsid w:val="00F20EAB"/>
    <w:rsid w:val="00F2209A"/>
    <w:rsid w:val="00F22EC7"/>
    <w:rsid w:val="00F23234"/>
    <w:rsid w:val="00F23B09"/>
    <w:rsid w:val="00F23B0B"/>
    <w:rsid w:val="00F24B71"/>
    <w:rsid w:val="00F25B90"/>
    <w:rsid w:val="00F25F43"/>
    <w:rsid w:val="00F26562"/>
    <w:rsid w:val="00F269AF"/>
    <w:rsid w:val="00F312C8"/>
    <w:rsid w:val="00F33AE7"/>
    <w:rsid w:val="00F34BC7"/>
    <w:rsid w:val="00F40C51"/>
    <w:rsid w:val="00F413BB"/>
    <w:rsid w:val="00F4171F"/>
    <w:rsid w:val="00F4280A"/>
    <w:rsid w:val="00F4495C"/>
    <w:rsid w:val="00F45FF9"/>
    <w:rsid w:val="00F517B0"/>
    <w:rsid w:val="00F526FC"/>
    <w:rsid w:val="00F53E83"/>
    <w:rsid w:val="00F55B59"/>
    <w:rsid w:val="00F5683C"/>
    <w:rsid w:val="00F60E49"/>
    <w:rsid w:val="00F61293"/>
    <w:rsid w:val="00F614FC"/>
    <w:rsid w:val="00F63D4C"/>
    <w:rsid w:val="00F643CE"/>
    <w:rsid w:val="00F653B8"/>
    <w:rsid w:val="00F66A82"/>
    <w:rsid w:val="00F70E8D"/>
    <w:rsid w:val="00F717EF"/>
    <w:rsid w:val="00F71E3D"/>
    <w:rsid w:val="00F73336"/>
    <w:rsid w:val="00F73823"/>
    <w:rsid w:val="00F800D0"/>
    <w:rsid w:val="00F81708"/>
    <w:rsid w:val="00F82E4F"/>
    <w:rsid w:val="00F8378F"/>
    <w:rsid w:val="00F8773C"/>
    <w:rsid w:val="00F90026"/>
    <w:rsid w:val="00F9037E"/>
    <w:rsid w:val="00F91ED2"/>
    <w:rsid w:val="00F91FC3"/>
    <w:rsid w:val="00F93760"/>
    <w:rsid w:val="00F94E6F"/>
    <w:rsid w:val="00FA0A2B"/>
    <w:rsid w:val="00FA1266"/>
    <w:rsid w:val="00FA1301"/>
    <w:rsid w:val="00FA2698"/>
    <w:rsid w:val="00FA3304"/>
    <w:rsid w:val="00FA3B59"/>
    <w:rsid w:val="00FA4335"/>
    <w:rsid w:val="00FA4D19"/>
    <w:rsid w:val="00FB1FC6"/>
    <w:rsid w:val="00FB3A3E"/>
    <w:rsid w:val="00FB43C2"/>
    <w:rsid w:val="00FB5199"/>
    <w:rsid w:val="00FC1192"/>
    <w:rsid w:val="00FC269C"/>
    <w:rsid w:val="00FC426D"/>
    <w:rsid w:val="00FC5FB2"/>
    <w:rsid w:val="00FC7333"/>
    <w:rsid w:val="00FD3A54"/>
    <w:rsid w:val="00FD57AD"/>
    <w:rsid w:val="00FD77A0"/>
    <w:rsid w:val="00FE0AF8"/>
    <w:rsid w:val="00FE0B68"/>
    <w:rsid w:val="00FE2B8D"/>
    <w:rsid w:val="00FE305A"/>
    <w:rsid w:val="00FE4FA5"/>
    <w:rsid w:val="00FE5718"/>
    <w:rsid w:val="00FE744D"/>
    <w:rsid w:val="00FF1283"/>
    <w:rsid w:val="00FF1F6C"/>
    <w:rsid w:val="00FF21EE"/>
    <w:rsid w:val="00FF3BB9"/>
    <w:rsid w:val="00FF604A"/>
    <w:rsid w:val="00FF7D35"/>
    <w:rsid w:val="00FF7D67"/>
    <w:rsid w:val="00FF7FF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chmetcnv"/>
  <w:shapeDefaults>
    <o:shapedefaults v:ext="edit" spidmax="2050"/>
    <o:shapelayout v:ext="edit">
      <o:idmap v:ext="edit" data="2"/>
    </o:shapelayout>
  </w:shapeDefaults>
  <w:decimalSymbol w:val=","/>
  <w:listSeparator w:val=";"/>
  <w14:docId w14:val="7565FBF8"/>
  <w15:docId w15:val="{382601EA-03ED-45B8-962C-2F9EE5ABC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3C17"/>
    <w:pPr>
      <w:spacing w:after="180"/>
    </w:pPr>
    <w:rPr>
      <w:lang w:eastAsia="en-US"/>
    </w:rPr>
  </w:style>
  <w:style w:type="paragraph" w:styleId="Heading1">
    <w:name w:val="heading 1"/>
    <w:aliases w:val="H1,NMP Heading 1,h1,app heading 1,l1,Memo Heading 1,h11,h12,h13,h14,h15,h16,h17,h111,h121,h131,h141,h151,h161,h18,h112,h122,h132,h142,h152,h162,h19,h113,h123,h133,h143,h153,h163,1,Section of paper,Heading 1_a,Huvudrubrik,heading 1,Titre§"/>
    <w:next w:val="Normal"/>
    <w:link w:val="Heading1Char"/>
    <w:qFormat/>
    <w:rsid w:val="002C3C17"/>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DO NOT USE_h2,h2,h21,H2,Head2A,2,UNDERRUBRIK 1-2,level 2,Heading 2 3GPP,H21,Head 2,l2,TitreProp,Header 2,ITT t2,PA Major Section,Livello 2,R2,Heading 2 Hidden,Head1,2nd level,heading 2,I2,Section Title,Heading2,list2,H2-Heading 2,H2-Heading "/>
    <w:basedOn w:val="Heading1"/>
    <w:next w:val="Normal"/>
    <w:link w:val="Heading2Char"/>
    <w:qFormat/>
    <w:rsid w:val="006D1207"/>
    <w:pPr>
      <w:pBdr>
        <w:top w:val="none" w:sz="0" w:space="0" w:color="auto"/>
      </w:pBdr>
      <w:spacing w:before="180"/>
      <w:outlineLvl w:val="1"/>
    </w:pPr>
    <w:rPr>
      <w:sz w:val="32"/>
    </w:rPr>
  </w:style>
  <w:style w:type="paragraph" w:styleId="Heading3">
    <w:name w:val="heading 3"/>
    <w:aliases w:val="Heading 3 3GPP,Underrubrik2,H3,Memo Heading 3,h3,no break,Heading 3 Char,Heading 3 Char1 Char,Heading 3 Char Char Char,Heading 3 Char1 Char Char Char,Heading 3 Char Char Char Char Char,Heading 3 Char Char1 Char,Heading 3 Char2 Char,0H,l3,list "/>
    <w:basedOn w:val="Heading2"/>
    <w:next w:val="Normal"/>
    <w:link w:val="Heading3Char1"/>
    <w:qFormat/>
    <w:rsid w:val="002C3C17"/>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4,Memo,5,heading 4,3,break,Head4,41,42,43,411,421,44,412,422"/>
    <w:basedOn w:val="Heading3"/>
    <w:next w:val="Normal"/>
    <w:link w:val="Heading4Char"/>
    <w:qFormat/>
    <w:rsid w:val="002C3C17"/>
    <w:pPr>
      <w:ind w:left="1418" w:hanging="1418"/>
      <w:outlineLvl w:val="3"/>
    </w:pPr>
    <w:rPr>
      <w:sz w:val="24"/>
    </w:rPr>
  </w:style>
  <w:style w:type="paragraph" w:styleId="Heading5">
    <w:name w:val="heading 5"/>
    <w:aliases w:val="h5,Heading5,H5,Head5,M5,mh2,Module heading 2,heading 8,Numbered Sub-list,Heading 81"/>
    <w:basedOn w:val="Heading4"/>
    <w:next w:val="Normal"/>
    <w:link w:val="Heading5Char"/>
    <w:qFormat/>
    <w:rsid w:val="002C3C17"/>
    <w:pPr>
      <w:ind w:left="1701" w:hanging="1701"/>
      <w:outlineLvl w:val="4"/>
    </w:pPr>
    <w:rPr>
      <w:sz w:val="22"/>
    </w:rPr>
  </w:style>
  <w:style w:type="paragraph" w:styleId="Heading6">
    <w:name w:val="heading 6"/>
    <w:aliases w:val="T1,Header 6"/>
    <w:basedOn w:val="H6"/>
    <w:next w:val="Normal"/>
    <w:link w:val="Heading6Char"/>
    <w:qFormat/>
    <w:rsid w:val="002C3C17"/>
    <w:pPr>
      <w:outlineLvl w:val="5"/>
    </w:pPr>
  </w:style>
  <w:style w:type="paragraph" w:styleId="Heading7">
    <w:name w:val="heading 7"/>
    <w:basedOn w:val="H6"/>
    <w:next w:val="Normal"/>
    <w:link w:val="Heading7Char"/>
    <w:qFormat/>
    <w:rsid w:val="002C3C17"/>
    <w:pPr>
      <w:outlineLvl w:val="6"/>
    </w:pPr>
  </w:style>
  <w:style w:type="paragraph" w:styleId="Heading8">
    <w:name w:val="heading 8"/>
    <w:basedOn w:val="Heading1"/>
    <w:next w:val="Normal"/>
    <w:link w:val="Heading8Char"/>
    <w:qFormat/>
    <w:rsid w:val="002C3C17"/>
    <w:pPr>
      <w:ind w:left="0" w:firstLine="0"/>
      <w:outlineLvl w:val="7"/>
    </w:pPr>
  </w:style>
  <w:style w:type="paragraph" w:styleId="Heading9">
    <w:name w:val="heading 9"/>
    <w:aliases w:val="Figure Heading,FH"/>
    <w:basedOn w:val="Heading8"/>
    <w:next w:val="Normal"/>
    <w:link w:val="Heading9Char"/>
    <w:qFormat/>
    <w:rsid w:val="002C3C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NMP Heading 1 Char,h1 Char,app heading 1 Char,l1 Char,Memo Heading 1 Char,h11 Char,h12 Char,h13 Char,h14 Char,h15 Char,h16 Char,h17 Char,h111 Char,h121 Char,h131 Char,h141 Char,h151 Char,h161 Char,h18 Char,h112 Char,h122 Char"/>
    <w:link w:val="Heading1"/>
    <w:rsid w:val="00936A12"/>
    <w:rPr>
      <w:rFonts w:ascii="Arial" w:hAnsi="Arial"/>
      <w:sz w:val="36"/>
      <w:lang w:val="en-GB" w:eastAsia="en-US" w:bidi="ar-SA"/>
    </w:rPr>
  </w:style>
  <w:style w:type="character" w:customStyle="1" w:styleId="Heading2Char">
    <w:name w:val="Heading 2 Char"/>
    <w:aliases w:val="DO NOT USE_h2 Char,h2 Char,h21 Char,H2 Char,Head2A Char,2 Char,UNDERRUBRIK 1-2 Char,level 2 Char,Heading 2 3GPP Char,H21 Char,Head 2 Char,l2 Char,TitreProp Char,Header 2 Char,ITT t2 Char,PA Major Section Char,Livello 2 Char,R2 Char"/>
    <w:link w:val="Heading2"/>
    <w:rsid w:val="00936A12"/>
    <w:rPr>
      <w:rFonts w:ascii="Arial" w:hAnsi="Arial"/>
      <w:sz w:val="32"/>
      <w:lang w:eastAsia="en-US"/>
    </w:rPr>
  </w:style>
  <w:style w:type="character" w:customStyle="1" w:styleId="Heading3Char1">
    <w:name w:val="Heading 3 Char1"/>
    <w:aliases w:val="Heading 3 3GPP Char,Underrubrik2 Char,H3 Char,Memo Heading 3 Char,h3 Char,no break Char,Heading 3 Char Char,Heading 3 Char1 Char Char,Heading 3 Char Char Char Char,Heading 3 Char1 Char Char Char Char,Heading 3 Char Char1 Char Char"/>
    <w:link w:val="Heading3"/>
    <w:locked/>
    <w:rsid w:val="00936A12"/>
    <w:rPr>
      <w:rFonts w:ascii="Arial" w:hAnsi="Arial"/>
      <w:sz w:val="28"/>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936A12"/>
    <w:rPr>
      <w:rFonts w:ascii="Arial" w:hAnsi="Arial"/>
      <w:sz w:val="24"/>
      <w:lang w:val="en-GB" w:eastAsia="en-US"/>
    </w:rPr>
  </w:style>
  <w:style w:type="character" w:customStyle="1" w:styleId="Heading5Char">
    <w:name w:val="Heading 5 Char"/>
    <w:aliases w:val="h5 Char,Heading5 Char,H5 Char,Head5 Char,M5 Char,mh2 Char,Module heading 2 Char,heading 8 Char,Numbered Sub-list Char,Heading 81 Char"/>
    <w:link w:val="Heading5"/>
    <w:locked/>
    <w:rsid w:val="00936A12"/>
    <w:rPr>
      <w:rFonts w:ascii="Arial" w:hAnsi="Arial"/>
      <w:sz w:val="22"/>
      <w:lang w:val="en-GB" w:eastAsia="en-US"/>
    </w:rPr>
  </w:style>
  <w:style w:type="paragraph" w:customStyle="1" w:styleId="H6">
    <w:name w:val="H6"/>
    <w:basedOn w:val="Heading5"/>
    <w:next w:val="Normal"/>
    <w:link w:val="H6Char"/>
    <w:rsid w:val="002C3C17"/>
    <w:pPr>
      <w:ind w:left="1985" w:hanging="1985"/>
      <w:outlineLvl w:val="9"/>
    </w:pPr>
    <w:rPr>
      <w:sz w:val="20"/>
    </w:rPr>
  </w:style>
  <w:style w:type="character" w:customStyle="1" w:styleId="H6Char">
    <w:name w:val="H6 Char"/>
    <w:link w:val="H6"/>
    <w:rsid w:val="00936A12"/>
    <w:rPr>
      <w:rFonts w:ascii="Arial" w:hAnsi="Arial"/>
      <w:lang w:val="en-GB" w:eastAsia="en-US"/>
    </w:rPr>
  </w:style>
  <w:style w:type="character" w:customStyle="1" w:styleId="Heading8Char">
    <w:name w:val="Heading 8 Char"/>
    <w:link w:val="Heading8"/>
    <w:rsid w:val="00936A12"/>
    <w:rPr>
      <w:rFonts w:ascii="Arial" w:hAnsi="Arial"/>
      <w:sz w:val="36"/>
      <w:lang w:val="en-GB" w:eastAsia="en-US"/>
    </w:rPr>
  </w:style>
  <w:style w:type="paragraph" w:styleId="TOC9">
    <w:name w:val="toc 9"/>
    <w:basedOn w:val="TOC8"/>
    <w:rsid w:val="002C3C17"/>
    <w:pPr>
      <w:ind w:left="1418" w:hanging="1418"/>
    </w:pPr>
  </w:style>
  <w:style w:type="paragraph" w:styleId="TOC8">
    <w:name w:val="toc 8"/>
    <w:basedOn w:val="TOC1"/>
    <w:rsid w:val="002C3C17"/>
    <w:pPr>
      <w:spacing w:before="180"/>
      <w:ind w:left="2693" w:hanging="2693"/>
    </w:pPr>
    <w:rPr>
      <w:b/>
    </w:rPr>
  </w:style>
  <w:style w:type="paragraph" w:styleId="TOC1">
    <w:name w:val="toc 1"/>
    <w:rsid w:val="002C3C17"/>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rsid w:val="002C3C17"/>
    <w:pPr>
      <w:keepLines/>
      <w:tabs>
        <w:tab w:val="center" w:pos="4536"/>
        <w:tab w:val="right" w:pos="9072"/>
      </w:tabs>
    </w:pPr>
    <w:rPr>
      <w:noProof/>
    </w:rPr>
  </w:style>
  <w:style w:type="character" w:customStyle="1" w:styleId="ZGSM">
    <w:name w:val="ZGSM"/>
    <w:rsid w:val="002C3C17"/>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h"/>
    <w:link w:val="HeaderChar"/>
    <w:uiPriority w:val="99"/>
    <w:rsid w:val="002C3C17"/>
    <w:pPr>
      <w:widowControl w:val="0"/>
      <w:overflowPunct w:val="0"/>
      <w:autoSpaceDE w:val="0"/>
      <w:autoSpaceDN w:val="0"/>
      <w:adjustRightInd w:val="0"/>
      <w:textAlignment w:val="baseline"/>
    </w:pPr>
    <w:rPr>
      <w:rFonts w:ascii="Arial" w:hAnsi="Arial"/>
      <w:b/>
      <w:noProof/>
      <w:sz w:val="18"/>
      <w:lang w:eastAsia="ja-JP"/>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h Char"/>
    <w:link w:val="Header"/>
    <w:uiPriority w:val="99"/>
    <w:rsid w:val="00936A12"/>
    <w:rPr>
      <w:rFonts w:ascii="Arial" w:hAnsi="Arial"/>
      <w:b/>
      <w:noProof/>
      <w:sz w:val="18"/>
      <w:lang w:val="en-GB" w:eastAsia="ja-JP" w:bidi="ar-SA"/>
    </w:rPr>
  </w:style>
  <w:style w:type="paragraph" w:customStyle="1" w:styleId="ZD">
    <w:name w:val="ZD"/>
    <w:rsid w:val="002C3C17"/>
    <w:pPr>
      <w:framePr w:wrap="notBeside" w:vAnchor="page" w:hAnchor="margin" w:y="15764"/>
      <w:widowControl w:val="0"/>
    </w:pPr>
    <w:rPr>
      <w:rFonts w:ascii="Arial" w:hAnsi="Arial"/>
      <w:noProof/>
      <w:sz w:val="32"/>
      <w:lang w:eastAsia="en-US"/>
    </w:rPr>
  </w:style>
  <w:style w:type="paragraph" w:styleId="TOC5">
    <w:name w:val="toc 5"/>
    <w:basedOn w:val="TOC4"/>
    <w:rsid w:val="002C3C17"/>
    <w:pPr>
      <w:ind w:left="1701" w:hanging="1701"/>
    </w:pPr>
  </w:style>
  <w:style w:type="paragraph" w:styleId="TOC4">
    <w:name w:val="toc 4"/>
    <w:basedOn w:val="TOC3"/>
    <w:rsid w:val="002C3C17"/>
    <w:pPr>
      <w:ind w:left="1418" w:hanging="1418"/>
    </w:pPr>
  </w:style>
  <w:style w:type="paragraph" w:styleId="TOC3">
    <w:name w:val="toc 3"/>
    <w:basedOn w:val="TOC2"/>
    <w:rsid w:val="002C3C17"/>
    <w:pPr>
      <w:ind w:left="1134" w:hanging="1134"/>
    </w:pPr>
  </w:style>
  <w:style w:type="paragraph" w:styleId="TOC2">
    <w:name w:val="toc 2"/>
    <w:basedOn w:val="TOC1"/>
    <w:rsid w:val="002C3C17"/>
    <w:pPr>
      <w:keepNext w:val="0"/>
      <w:spacing w:before="0"/>
      <w:ind w:left="851" w:hanging="851"/>
    </w:pPr>
    <w:rPr>
      <w:sz w:val="20"/>
    </w:rPr>
  </w:style>
  <w:style w:type="paragraph" w:styleId="Footer">
    <w:name w:val="footer"/>
    <w:basedOn w:val="Header"/>
    <w:link w:val="FooterChar"/>
    <w:rsid w:val="002C3C17"/>
    <w:pPr>
      <w:jc w:val="center"/>
    </w:pPr>
    <w:rPr>
      <w:i/>
    </w:rPr>
  </w:style>
  <w:style w:type="character" w:customStyle="1" w:styleId="FooterChar">
    <w:name w:val="Footer Char"/>
    <w:link w:val="Footer"/>
    <w:rsid w:val="00936A12"/>
    <w:rPr>
      <w:rFonts w:ascii="Arial" w:hAnsi="Arial"/>
      <w:b/>
      <w:i/>
      <w:noProof/>
      <w:sz w:val="18"/>
      <w:lang w:val="en-GB" w:eastAsia="ja-JP"/>
    </w:rPr>
  </w:style>
  <w:style w:type="paragraph" w:customStyle="1" w:styleId="TT">
    <w:name w:val="TT"/>
    <w:basedOn w:val="Heading1"/>
    <w:next w:val="Normal"/>
    <w:rsid w:val="002C3C17"/>
    <w:pPr>
      <w:outlineLvl w:val="9"/>
    </w:pPr>
  </w:style>
  <w:style w:type="paragraph" w:customStyle="1" w:styleId="NF">
    <w:name w:val="NF"/>
    <w:basedOn w:val="NO"/>
    <w:rsid w:val="002C3C17"/>
    <w:pPr>
      <w:keepNext/>
      <w:spacing w:after="0"/>
    </w:pPr>
    <w:rPr>
      <w:rFonts w:ascii="Arial" w:hAnsi="Arial"/>
      <w:sz w:val="18"/>
    </w:rPr>
  </w:style>
  <w:style w:type="paragraph" w:customStyle="1" w:styleId="NO">
    <w:name w:val="NO"/>
    <w:basedOn w:val="Normal"/>
    <w:link w:val="NOChar"/>
    <w:qFormat/>
    <w:rsid w:val="002C3C17"/>
    <w:pPr>
      <w:keepLines/>
      <w:ind w:left="1135" w:hanging="851"/>
    </w:pPr>
  </w:style>
  <w:style w:type="character" w:customStyle="1" w:styleId="NOChar">
    <w:name w:val="NO Char"/>
    <w:link w:val="NO"/>
    <w:qFormat/>
    <w:rsid w:val="00936A12"/>
    <w:rPr>
      <w:lang w:val="en-GB" w:eastAsia="en-US"/>
    </w:rPr>
  </w:style>
  <w:style w:type="paragraph" w:customStyle="1" w:styleId="PL">
    <w:name w:val="PL"/>
    <w:link w:val="PLChar"/>
    <w:rsid w:val="002C3C1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rsid w:val="002C3C17"/>
    <w:pPr>
      <w:jc w:val="right"/>
    </w:pPr>
  </w:style>
  <w:style w:type="paragraph" w:customStyle="1" w:styleId="TAL">
    <w:name w:val="TAL"/>
    <w:basedOn w:val="Normal"/>
    <w:link w:val="TALCar"/>
    <w:qFormat/>
    <w:rsid w:val="002C3C17"/>
    <w:pPr>
      <w:keepNext/>
      <w:keepLines/>
      <w:spacing w:after="0"/>
    </w:pPr>
    <w:rPr>
      <w:rFonts w:ascii="Arial" w:hAnsi="Arial"/>
      <w:sz w:val="18"/>
    </w:rPr>
  </w:style>
  <w:style w:type="character" w:customStyle="1" w:styleId="TALCar">
    <w:name w:val="TAL Car"/>
    <w:link w:val="TAL"/>
    <w:qFormat/>
    <w:rsid w:val="00936A12"/>
    <w:rPr>
      <w:rFonts w:ascii="Arial" w:hAnsi="Arial"/>
      <w:sz w:val="18"/>
      <w:lang w:val="en-GB" w:eastAsia="en-US"/>
    </w:rPr>
  </w:style>
  <w:style w:type="paragraph" w:customStyle="1" w:styleId="TAH">
    <w:name w:val="TAH"/>
    <w:basedOn w:val="TAC"/>
    <w:link w:val="TAHCar"/>
    <w:qFormat/>
    <w:rsid w:val="002C3C17"/>
    <w:rPr>
      <w:b/>
    </w:rPr>
  </w:style>
  <w:style w:type="paragraph" w:customStyle="1" w:styleId="TAC">
    <w:name w:val="TAC"/>
    <w:basedOn w:val="TAL"/>
    <w:link w:val="TACChar"/>
    <w:uiPriority w:val="99"/>
    <w:qFormat/>
    <w:rsid w:val="002C3C17"/>
    <w:pPr>
      <w:jc w:val="center"/>
    </w:pPr>
  </w:style>
  <w:style w:type="character" w:customStyle="1" w:styleId="TACChar">
    <w:name w:val="TAC Char"/>
    <w:link w:val="TAC"/>
    <w:uiPriority w:val="99"/>
    <w:qFormat/>
    <w:rsid w:val="00936A12"/>
    <w:rPr>
      <w:rFonts w:ascii="Arial" w:hAnsi="Arial"/>
      <w:sz w:val="18"/>
      <w:lang w:val="en-GB" w:eastAsia="en-US"/>
    </w:rPr>
  </w:style>
  <w:style w:type="character" w:customStyle="1" w:styleId="TAHCar">
    <w:name w:val="TAH Car"/>
    <w:link w:val="TAH"/>
    <w:qFormat/>
    <w:rsid w:val="00936A12"/>
    <w:rPr>
      <w:rFonts w:ascii="Arial" w:hAnsi="Arial"/>
      <w:b/>
      <w:sz w:val="18"/>
      <w:lang w:val="en-GB" w:eastAsia="en-US"/>
    </w:rPr>
  </w:style>
  <w:style w:type="paragraph" w:customStyle="1" w:styleId="LD">
    <w:name w:val="LD"/>
    <w:rsid w:val="002C3C17"/>
    <w:pPr>
      <w:keepNext/>
      <w:keepLines/>
      <w:spacing w:line="180" w:lineRule="exact"/>
    </w:pPr>
    <w:rPr>
      <w:rFonts w:ascii="Courier New" w:hAnsi="Courier New"/>
      <w:noProof/>
      <w:lang w:eastAsia="en-US"/>
    </w:rPr>
  </w:style>
  <w:style w:type="paragraph" w:customStyle="1" w:styleId="EX">
    <w:name w:val="EX"/>
    <w:basedOn w:val="Normal"/>
    <w:link w:val="EXChar"/>
    <w:rsid w:val="002C3C17"/>
    <w:pPr>
      <w:keepLines/>
      <w:ind w:left="1702" w:hanging="1418"/>
    </w:pPr>
  </w:style>
  <w:style w:type="character" w:customStyle="1" w:styleId="EXChar">
    <w:name w:val="EX Char"/>
    <w:link w:val="EX"/>
    <w:rsid w:val="00936A12"/>
    <w:rPr>
      <w:lang w:val="en-GB" w:eastAsia="en-US"/>
    </w:rPr>
  </w:style>
  <w:style w:type="paragraph" w:customStyle="1" w:styleId="FP">
    <w:name w:val="FP"/>
    <w:basedOn w:val="Normal"/>
    <w:rsid w:val="002C3C17"/>
    <w:pPr>
      <w:spacing w:after="0"/>
    </w:pPr>
  </w:style>
  <w:style w:type="paragraph" w:customStyle="1" w:styleId="NW">
    <w:name w:val="NW"/>
    <w:basedOn w:val="NO"/>
    <w:rsid w:val="002C3C17"/>
    <w:pPr>
      <w:spacing w:after="0"/>
    </w:pPr>
  </w:style>
  <w:style w:type="paragraph" w:customStyle="1" w:styleId="EW">
    <w:name w:val="EW"/>
    <w:basedOn w:val="EX"/>
    <w:qFormat/>
    <w:rsid w:val="002C3C17"/>
    <w:pPr>
      <w:spacing w:after="0"/>
    </w:pPr>
  </w:style>
  <w:style w:type="paragraph" w:customStyle="1" w:styleId="B10">
    <w:name w:val="B1"/>
    <w:basedOn w:val="Normal"/>
    <w:link w:val="B1Char"/>
    <w:qFormat/>
    <w:rsid w:val="002C3C17"/>
    <w:pPr>
      <w:ind w:left="568" w:hanging="284"/>
    </w:pPr>
  </w:style>
  <w:style w:type="character" w:customStyle="1" w:styleId="B1Char">
    <w:name w:val="B1 Char"/>
    <w:link w:val="B10"/>
    <w:qFormat/>
    <w:rsid w:val="00936A12"/>
    <w:rPr>
      <w:lang w:val="en-GB" w:eastAsia="en-US"/>
    </w:rPr>
  </w:style>
  <w:style w:type="paragraph" w:styleId="TOC6">
    <w:name w:val="toc 6"/>
    <w:basedOn w:val="TOC5"/>
    <w:next w:val="Normal"/>
    <w:rsid w:val="002C3C17"/>
    <w:pPr>
      <w:ind w:left="1985" w:hanging="1985"/>
    </w:pPr>
  </w:style>
  <w:style w:type="paragraph" w:styleId="TOC7">
    <w:name w:val="toc 7"/>
    <w:basedOn w:val="TOC6"/>
    <w:next w:val="Normal"/>
    <w:rsid w:val="002C3C17"/>
    <w:pPr>
      <w:ind w:left="2268" w:hanging="2268"/>
    </w:pPr>
  </w:style>
  <w:style w:type="paragraph" w:customStyle="1" w:styleId="EditorsNote">
    <w:name w:val="Editor's Note"/>
    <w:aliases w:val="EN"/>
    <w:basedOn w:val="NO"/>
    <w:link w:val="EditorsNoteChar"/>
    <w:rsid w:val="006D1207"/>
    <w:rPr>
      <w:color w:val="FF0000"/>
    </w:rPr>
  </w:style>
  <w:style w:type="paragraph" w:customStyle="1" w:styleId="TH">
    <w:name w:val="TH"/>
    <w:basedOn w:val="Normal"/>
    <w:link w:val="THChar"/>
    <w:qFormat/>
    <w:rsid w:val="002C3C17"/>
    <w:pPr>
      <w:keepNext/>
      <w:keepLines/>
      <w:spacing w:before="60"/>
      <w:jc w:val="center"/>
    </w:pPr>
    <w:rPr>
      <w:rFonts w:ascii="Arial" w:hAnsi="Arial"/>
      <w:b/>
    </w:rPr>
  </w:style>
  <w:style w:type="character" w:customStyle="1" w:styleId="THChar">
    <w:name w:val="TH Char"/>
    <w:link w:val="TH"/>
    <w:qFormat/>
    <w:rsid w:val="00936A12"/>
    <w:rPr>
      <w:rFonts w:ascii="Arial" w:hAnsi="Arial"/>
      <w:b/>
      <w:lang w:val="en-GB" w:eastAsia="en-US"/>
    </w:rPr>
  </w:style>
  <w:style w:type="paragraph" w:customStyle="1" w:styleId="ZA">
    <w:name w:val="ZA"/>
    <w:rsid w:val="002C3C17"/>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rsid w:val="002C3C17"/>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rsid w:val="002C3C17"/>
    <w:pPr>
      <w:framePr w:wrap="notBeside" w:hAnchor="margin" w:yAlign="center"/>
      <w:widowControl w:val="0"/>
      <w:spacing w:line="240" w:lineRule="atLeast"/>
      <w:jc w:val="right"/>
    </w:pPr>
    <w:rPr>
      <w:rFonts w:ascii="Arial" w:hAnsi="Arial"/>
      <w:b/>
      <w:sz w:val="34"/>
      <w:lang w:eastAsia="en-US"/>
    </w:rPr>
  </w:style>
  <w:style w:type="paragraph" w:customStyle="1" w:styleId="ZU">
    <w:name w:val="ZU"/>
    <w:rsid w:val="002C3C17"/>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uiPriority w:val="99"/>
    <w:qFormat/>
    <w:rsid w:val="002C3C17"/>
    <w:pPr>
      <w:ind w:left="851" w:hanging="851"/>
    </w:pPr>
  </w:style>
  <w:style w:type="character" w:customStyle="1" w:styleId="TANChar">
    <w:name w:val="TAN Char"/>
    <w:link w:val="TAN"/>
    <w:uiPriority w:val="99"/>
    <w:qFormat/>
    <w:rsid w:val="00936A12"/>
    <w:rPr>
      <w:rFonts w:ascii="Arial" w:hAnsi="Arial"/>
      <w:sz w:val="18"/>
      <w:lang w:val="en-GB" w:eastAsia="en-US"/>
    </w:rPr>
  </w:style>
  <w:style w:type="paragraph" w:customStyle="1" w:styleId="ZH">
    <w:name w:val="ZH"/>
    <w:rsid w:val="002C3C17"/>
    <w:pPr>
      <w:framePr w:wrap="notBeside" w:vAnchor="page" w:hAnchor="margin" w:xAlign="center" w:y="6805"/>
      <w:widowControl w:val="0"/>
    </w:pPr>
    <w:rPr>
      <w:rFonts w:ascii="Arial" w:hAnsi="Arial"/>
      <w:noProof/>
      <w:lang w:eastAsia="en-US"/>
    </w:rPr>
  </w:style>
  <w:style w:type="paragraph" w:customStyle="1" w:styleId="TF">
    <w:name w:val="TF"/>
    <w:aliases w:val="left"/>
    <w:basedOn w:val="TH"/>
    <w:link w:val="TFChar"/>
    <w:rsid w:val="002C3C17"/>
    <w:pPr>
      <w:keepNext w:val="0"/>
      <w:spacing w:before="0" w:after="240"/>
    </w:pPr>
  </w:style>
  <w:style w:type="character" w:customStyle="1" w:styleId="TFChar">
    <w:name w:val="TF Char"/>
    <w:link w:val="TF"/>
    <w:rsid w:val="00936A12"/>
    <w:rPr>
      <w:rFonts w:ascii="Arial" w:hAnsi="Arial"/>
      <w:b/>
      <w:lang w:val="en-GB" w:eastAsia="en-US"/>
    </w:rPr>
  </w:style>
  <w:style w:type="paragraph" w:customStyle="1" w:styleId="ZG">
    <w:name w:val="ZG"/>
    <w:rsid w:val="002C3C17"/>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qFormat/>
    <w:rsid w:val="002C3C17"/>
    <w:pPr>
      <w:ind w:left="851" w:hanging="284"/>
    </w:pPr>
  </w:style>
  <w:style w:type="character" w:customStyle="1" w:styleId="B2Char">
    <w:name w:val="B2 Char"/>
    <w:link w:val="B2"/>
    <w:qFormat/>
    <w:rsid w:val="00936A12"/>
    <w:rPr>
      <w:lang w:val="en-GB" w:eastAsia="en-US"/>
    </w:rPr>
  </w:style>
  <w:style w:type="paragraph" w:customStyle="1" w:styleId="B3">
    <w:name w:val="B3"/>
    <w:basedOn w:val="Normal"/>
    <w:link w:val="B3Char"/>
    <w:uiPriority w:val="99"/>
    <w:qFormat/>
    <w:rsid w:val="002C3C17"/>
    <w:pPr>
      <w:ind w:left="1135" w:hanging="284"/>
    </w:pPr>
  </w:style>
  <w:style w:type="paragraph" w:customStyle="1" w:styleId="B4">
    <w:name w:val="B4"/>
    <w:basedOn w:val="Normal"/>
    <w:link w:val="B4Char"/>
    <w:qFormat/>
    <w:rsid w:val="002C3C17"/>
    <w:pPr>
      <w:ind w:left="1418" w:hanging="284"/>
    </w:pPr>
  </w:style>
  <w:style w:type="character" w:customStyle="1" w:styleId="B4Char">
    <w:name w:val="B4 Char"/>
    <w:link w:val="B4"/>
    <w:qFormat/>
    <w:rsid w:val="00936A12"/>
    <w:rPr>
      <w:lang w:val="en-GB" w:eastAsia="en-US"/>
    </w:rPr>
  </w:style>
  <w:style w:type="paragraph" w:customStyle="1" w:styleId="B5">
    <w:name w:val="B5"/>
    <w:basedOn w:val="Normal"/>
    <w:rsid w:val="002C3C17"/>
    <w:pPr>
      <w:ind w:left="1702" w:hanging="284"/>
    </w:pPr>
  </w:style>
  <w:style w:type="paragraph" w:customStyle="1" w:styleId="ZTD">
    <w:name w:val="ZTD"/>
    <w:basedOn w:val="ZB"/>
    <w:rsid w:val="006D1207"/>
    <w:pPr>
      <w:framePr w:hRule="auto" w:wrap="notBeside" w:y="852"/>
    </w:pPr>
    <w:rPr>
      <w:i w:val="0"/>
      <w:sz w:val="40"/>
    </w:rPr>
  </w:style>
  <w:style w:type="paragraph" w:customStyle="1" w:styleId="ZV">
    <w:name w:val="ZV"/>
    <w:basedOn w:val="ZU"/>
    <w:rsid w:val="006D1207"/>
    <w:pPr>
      <w:framePr w:wrap="notBeside" w:y="16161"/>
    </w:pPr>
  </w:style>
  <w:style w:type="paragraph" w:customStyle="1" w:styleId="TAJ">
    <w:name w:val="TAJ"/>
    <w:basedOn w:val="TH"/>
    <w:rsid w:val="002C3C17"/>
  </w:style>
  <w:style w:type="paragraph" w:customStyle="1" w:styleId="Guidance">
    <w:name w:val="Guidance"/>
    <w:basedOn w:val="Normal"/>
    <w:rsid w:val="006D1207"/>
    <w:rPr>
      <w:i/>
      <w:color w:val="0000FF"/>
    </w:rPr>
  </w:style>
  <w:style w:type="paragraph" w:styleId="DocumentMap">
    <w:name w:val="Document Map"/>
    <w:basedOn w:val="Normal"/>
    <w:link w:val="DocumentMapChar"/>
    <w:rsid w:val="00721EA3"/>
    <w:rPr>
      <w:rFonts w:ascii="Tahoma" w:hAnsi="Tahoma"/>
      <w:sz w:val="16"/>
      <w:szCs w:val="16"/>
    </w:rPr>
  </w:style>
  <w:style w:type="character" w:customStyle="1" w:styleId="DocumentMapChar">
    <w:name w:val="Document Map Char"/>
    <w:link w:val="DocumentMap"/>
    <w:rsid w:val="00721EA3"/>
    <w:rPr>
      <w:rFonts w:ascii="Tahoma" w:hAnsi="Tahoma" w:cs="Tahoma"/>
      <w:sz w:val="16"/>
      <w:szCs w:val="16"/>
      <w:lang w:val="en-GB" w:eastAsia="en-US"/>
    </w:rPr>
  </w:style>
  <w:style w:type="paragraph" w:styleId="Index1">
    <w:name w:val="index 1"/>
    <w:basedOn w:val="Normal"/>
    <w:rsid w:val="00936A12"/>
    <w:pPr>
      <w:keepLines/>
      <w:spacing w:after="0"/>
    </w:pPr>
    <w:rPr>
      <w:rFonts w:eastAsia="MS Mincho"/>
    </w:rPr>
  </w:style>
  <w:style w:type="paragraph" w:styleId="Index2">
    <w:name w:val="index 2"/>
    <w:basedOn w:val="Index1"/>
    <w:rsid w:val="00936A12"/>
    <w:pPr>
      <w:ind w:left="284"/>
    </w:pPr>
  </w:style>
  <w:style w:type="character" w:styleId="FootnoteReference">
    <w:name w:val="footnote reference"/>
    <w:rsid w:val="00936A1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rsid w:val="00936A12"/>
    <w:pPr>
      <w:keepLines/>
      <w:spacing w:after="0"/>
      <w:ind w:left="454" w:hanging="454"/>
    </w:pPr>
    <w:rPr>
      <w:rFonts w:eastAsia="MS Mincho"/>
      <w:sz w:val="16"/>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rsid w:val="00936A12"/>
    <w:rPr>
      <w:rFonts w:eastAsia="MS Mincho"/>
      <w:sz w:val="16"/>
      <w:lang w:val="en-GB" w:eastAsia="en-US"/>
    </w:rPr>
  </w:style>
  <w:style w:type="paragraph" w:styleId="ListNumber2">
    <w:name w:val="List Number 2"/>
    <w:basedOn w:val="ListNumber"/>
    <w:rsid w:val="00936A12"/>
    <w:pPr>
      <w:ind w:left="851"/>
    </w:pPr>
  </w:style>
  <w:style w:type="paragraph" w:styleId="ListNumber">
    <w:name w:val="List Number"/>
    <w:basedOn w:val="List"/>
    <w:rsid w:val="00936A12"/>
  </w:style>
  <w:style w:type="paragraph" w:styleId="List">
    <w:name w:val="List"/>
    <w:basedOn w:val="Normal"/>
    <w:link w:val="ListChar"/>
    <w:rsid w:val="00936A12"/>
    <w:pPr>
      <w:ind w:left="568" w:hanging="284"/>
    </w:pPr>
    <w:rPr>
      <w:rFonts w:eastAsia="MS Mincho"/>
    </w:rPr>
  </w:style>
  <w:style w:type="character" w:customStyle="1" w:styleId="ListChar">
    <w:name w:val="List Char"/>
    <w:link w:val="List"/>
    <w:rsid w:val="00936A12"/>
    <w:rPr>
      <w:rFonts w:eastAsia="MS Mincho"/>
      <w:lang w:val="en-GB" w:eastAsia="en-US"/>
    </w:rPr>
  </w:style>
  <w:style w:type="paragraph" w:styleId="ListBullet2">
    <w:name w:val="List Bullet 2"/>
    <w:basedOn w:val="ListBullet"/>
    <w:link w:val="ListBullet2Char"/>
    <w:rsid w:val="00936A12"/>
    <w:pPr>
      <w:ind w:left="851"/>
    </w:pPr>
  </w:style>
  <w:style w:type="paragraph" w:styleId="ListBullet">
    <w:name w:val="List Bullet"/>
    <w:basedOn w:val="List"/>
    <w:link w:val="ListBulletChar"/>
    <w:rsid w:val="00936A12"/>
  </w:style>
  <w:style w:type="character" w:customStyle="1" w:styleId="ListBulletChar">
    <w:name w:val="List Bullet Char"/>
    <w:link w:val="ListBullet"/>
    <w:rsid w:val="00936A12"/>
    <w:rPr>
      <w:rFonts w:eastAsia="MS Mincho"/>
      <w:lang w:val="en-GB" w:eastAsia="en-US"/>
    </w:rPr>
  </w:style>
  <w:style w:type="character" w:customStyle="1" w:styleId="ListBullet2Char">
    <w:name w:val="List Bullet 2 Char"/>
    <w:link w:val="ListBullet2"/>
    <w:rsid w:val="00936A12"/>
    <w:rPr>
      <w:rFonts w:eastAsia="MS Mincho"/>
      <w:lang w:val="en-GB" w:eastAsia="en-US"/>
    </w:rPr>
  </w:style>
  <w:style w:type="paragraph" w:styleId="ListBullet3">
    <w:name w:val="List Bullet 3"/>
    <w:basedOn w:val="ListBullet2"/>
    <w:link w:val="ListBullet3Char"/>
    <w:rsid w:val="00936A12"/>
    <w:pPr>
      <w:ind w:left="1135"/>
    </w:pPr>
  </w:style>
  <w:style w:type="character" w:customStyle="1" w:styleId="ListBullet3Char">
    <w:name w:val="List Bullet 3 Char"/>
    <w:link w:val="ListBullet3"/>
    <w:rsid w:val="00936A12"/>
    <w:rPr>
      <w:rFonts w:eastAsia="MS Mincho"/>
      <w:lang w:val="en-GB" w:eastAsia="en-US"/>
    </w:rPr>
  </w:style>
  <w:style w:type="paragraph" w:styleId="List2">
    <w:name w:val="List 2"/>
    <w:basedOn w:val="List"/>
    <w:link w:val="List2Char"/>
    <w:rsid w:val="00936A12"/>
    <w:pPr>
      <w:ind w:left="851"/>
    </w:pPr>
  </w:style>
  <w:style w:type="character" w:customStyle="1" w:styleId="List2Char">
    <w:name w:val="List 2 Char"/>
    <w:link w:val="List2"/>
    <w:rsid w:val="00936A12"/>
    <w:rPr>
      <w:rFonts w:eastAsia="MS Mincho"/>
      <w:lang w:val="en-GB" w:eastAsia="en-US"/>
    </w:rPr>
  </w:style>
  <w:style w:type="paragraph" w:styleId="List3">
    <w:name w:val="List 3"/>
    <w:basedOn w:val="List2"/>
    <w:rsid w:val="00936A12"/>
    <w:pPr>
      <w:ind w:left="1135"/>
    </w:pPr>
  </w:style>
  <w:style w:type="paragraph" w:styleId="List4">
    <w:name w:val="List 4"/>
    <w:basedOn w:val="List3"/>
    <w:rsid w:val="00936A12"/>
    <w:pPr>
      <w:ind w:left="1418"/>
    </w:pPr>
  </w:style>
  <w:style w:type="paragraph" w:styleId="List5">
    <w:name w:val="List 5"/>
    <w:basedOn w:val="List4"/>
    <w:rsid w:val="00936A12"/>
    <w:pPr>
      <w:ind w:left="1702"/>
    </w:pPr>
  </w:style>
  <w:style w:type="paragraph" w:styleId="ListBullet4">
    <w:name w:val="List Bullet 4"/>
    <w:basedOn w:val="ListBullet3"/>
    <w:rsid w:val="00936A12"/>
    <w:pPr>
      <w:ind w:left="1418"/>
    </w:pPr>
  </w:style>
  <w:style w:type="paragraph" w:styleId="ListBullet5">
    <w:name w:val="List Bullet 5"/>
    <w:basedOn w:val="ListBullet4"/>
    <w:rsid w:val="00936A12"/>
    <w:pPr>
      <w:ind w:left="1702"/>
    </w:pPr>
  </w:style>
  <w:style w:type="paragraph" w:styleId="IndexHeading">
    <w:name w:val="index heading"/>
    <w:basedOn w:val="Normal"/>
    <w:next w:val="Normal"/>
    <w:rsid w:val="00936A12"/>
    <w:pPr>
      <w:pBdr>
        <w:top w:val="single" w:sz="12" w:space="0" w:color="auto"/>
      </w:pBdr>
      <w:spacing w:before="360" w:after="240"/>
    </w:pPr>
    <w:rPr>
      <w:rFonts w:eastAsia="MS Mincho"/>
      <w:b/>
      <w:i/>
      <w:sz w:val="26"/>
    </w:rPr>
  </w:style>
  <w:style w:type="paragraph" w:customStyle="1" w:styleId="TabList">
    <w:name w:val="TabList"/>
    <w:basedOn w:val="Normal"/>
    <w:rsid w:val="00936A12"/>
    <w:pPr>
      <w:tabs>
        <w:tab w:val="left" w:pos="1134"/>
      </w:tabs>
      <w:spacing w:after="0"/>
    </w:pPr>
    <w:rPr>
      <w:rFonts w:eastAsia="MS Mincho"/>
    </w:rPr>
  </w:style>
  <w:style w:type="character" w:styleId="Hyperlink">
    <w:name w:val="Hyperlink"/>
    <w:rsid w:val="00936A12"/>
    <w:rPr>
      <w:color w:val="0000FF"/>
      <w:u w:val="single"/>
    </w:rPr>
  </w:style>
  <w:style w:type="paragraph" w:styleId="Caption">
    <w:name w:val="caption"/>
    <w:aliases w:val="cap,cap Char,Caption Char1 Char,cap Char Char1,Caption Char Char1 Char,cap Char2,3GPP Caption Table,Ca,Caption Char C...,cap1,cap2,cap11,Légende-figure,Légende-figure Char,Beschrifubg,Beschriftung Char,label,cap11 Char Char Char,captions"/>
    <w:basedOn w:val="Normal"/>
    <w:next w:val="Normal"/>
    <w:link w:val="CaptionChar"/>
    <w:uiPriority w:val="99"/>
    <w:qFormat/>
    <w:rsid w:val="00936A12"/>
    <w:pPr>
      <w:spacing w:before="120" w:after="120"/>
    </w:pPr>
    <w:rPr>
      <w:rFonts w:eastAsia="MS Mincho"/>
      <w:b/>
    </w:rPr>
  </w:style>
  <w:style w:type="character" w:customStyle="1" w:styleId="CaptionChar">
    <w:name w:val="Caption Char"/>
    <w:aliases w:val="cap Char1,cap Char Char,Caption Char1 Char Char,cap Char Char1 Char,Caption Char Char1 Char Char,cap Char2 Char,3GPP Caption Table Char,Ca Char,Caption Char C... Char,cap1 Char,cap2 Char,cap11 Char,Légende-figure Char1,Beschrifubg Char"/>
    <w:link w:val="Caption"/>
    <w:uiPriority w:val="99"/>
    <w:locked/>
    <w:rsid w:val="00936A12"/>
    <w:rPr>
      <w:rFonts w:eastAsia="MS Mincho"/>
      <w:b/>
      <w:lang w:val="en-GB" w:eastAsia="en-US"/>
    </w:rPr>
  </w:style>
  <w:style w:type="paragraph" w:customStyle="1" w:styleId="tabletext">
    <w:name w:val="table text"/>
    <w:basedOn w:val="Normal"/>
    <w:next w:val="table"/>
    <w:rsid w:val="00936A12"/>
    <w:pPr>
      <w:spacing w:after="0"/>
    </w:pPr>
    <w:rPr>
      <w:rFonts w:eastAsia="MS Mincho"/>
      <w:i/>
    </w:rPr>
  </w:style>
  <w:style w:type="paragraph" w:customStyle="1" w:styleId="table">
    <w:name w:val="table"/>
    <w:basedOn w:val="Normal"/>
    <w:next w:val="Normal"/>
    <w:rsid w:val="00936A12"/>
    <w:pPr>
      <w:spacing w:after="0"/>
      <w:jc w:val="center"/>
    </w:pPr>
    <w:rPr>
      <w:rFonts w:eastAsia="MS Mincho"/>
      <w:lang w:val="en-US"/>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
    <w:rsid w:val="00936A12"/>
    <w:pPr>
      <w:widowControl w:val="0"/>
      <w:spacing w:after="120"/>
    </w:pPr>
    <w:rPr>
      <w:rFonts w:eastAsia="MS Mincho"/>
      <w:sz w:val="24"/>
    </w:rPr>
  </w:style>
  <w:style w:type="character" w:customStyle="1" w:styleId="BodyTextChar">
    <w:name w:val="Body Text Char"/>
    <w:aliases w:val="bt Char1,Corps de texte Car Char1,Corps de texte Car1 Car Char1,Corps de texte Car Car Car Char1,Corps de texte Car1 Car Car Car Char1,Corps de texte Car Car Car Car Car Char1,Corps de texte Car1 Car Car Car Car Car Char1,bt Car Char1"/>
    <w:link w:val="BodyText"/>
    <w:rsid w:val="00936A12"/>
    <w:rPr>
      <w:rFonts w:eastAsia="MS Mincho"/>
      <w:sz w:val="24"/>
      <w:lang w:eastAsia="en-US"/>
    </w:rPr>
  </w:style>
  <w:style w:type="paragraph" w:customStyle="1" w:styleId="HE">
    <w:name w:val="HE"/>
    <w:basedOn w:val="Normal"/>
    <w:rsid w:val="00936A12"/>
    <w:pPr>
      <w:spacing w:after="0"/>
    </w:pPr>
    <w:rPr>
      <w:rFonts w:eastAsia="MS Mincho"/>
      <w:b/>
    </w:rPr>
  </w:style>
  <w:style w:type="paragraph" w:styleId="PlainText">
    <w:name w:val="Plain Text"/>
    <w:basedOn w:val="Normal"/>
    <w:link w:val="PlainTextChar"/>
    <w:uiPriority w:val="99"/>
    <w:rsid w:val="00936A12"/>
    <w:pPr>
      <w:spacing w:after="0"/>
    </w:pPr>
    <w:rPr>
      <w:rFonts w:ascii="Courier New" w:eastAsia="MS Mincho" w:hAnsi="Courier New"/>
    </w:rPr>
  </w:style>
  <w:style w:type="character" w:customStyle="1" w:styleId="PlainTextChar">
    <w:name w:val="Plain Text Char"/>
    <w:link w:val="PlainText"/>
    <w:uiPriority w:val="99"/>
    <w:rsid w:val="00936A12"/>
    <w:rPr>
      <w:rFonts w:ascii="Courier New" w:eastAsia="MS Mincho" w:hAnsi="Courier New"/>
      <w:lang w:eastAsia="en-US"/>
    </w:rPr>
  </w:style>
  <w:style w:type="paragraph" w:customStyle="1" w:styleId="text">
    <w:name w:val="text"/>
    <w:basedOn w:val="Normal"/>
    <w:rsid w:val="00936A12"/>
    <w:pPr>
      <w:widowControl w:val="0"/>
      <w:spacing w:after="240"/>
      <w:jc w:val="both"/>
    </w:pPr>
    <w:rPr>
      <w:rFonts w:eastAsia="MS Mincho"/>
      <w:sz w:val="24"/>
      <w:lang w:val="en-AU"/>
    </w:rPr>
  </w:style>
  <w:style w:type="paragraph" w:customStyle="1" w:styleId="Reference">
    <w:name w:val="Reference"/>
    <w:basedOn w:val="EX"/>
    <w:rsid w:val="00936A12"/>
    <w:pPr>
      <w:tabs>
        <w:tab w:val="num" w:pos="567"/>
      </w:tabs>
      <w:ind w:left="567" w:hanging="567"/>
    </w:pPr>
    <w:rPr>
      <w:rFonts w:eastAsia="MS Mincho"/>
    </w:rPr>
  </w:style>
  <w:style w:type="paragraph" w:customStyle="1" w:styleId="berschrift1H1">
    <w:name w:val="Überschrift 1.H1"/>
    <w:basedOn w:val="Normal"/>
    <w:next w:val="Normal"/>
    <w:rsid w:val="00936A12"/>
    <w:pPr>
      <w:keepNext/>
      <w:keepLines/>
      <w:pBdr>
        <w:top w:val="single" w:sz="12" w:space="3" w:color="auto"/>
      </w:pBdr>
      <w:tabs>
        <w:tab w:val="num" w:pos="735"/>
      </w:tabs>
      <w:spacing w:before="240"/>
      <w:ind w:left="735" w:hanging="735"/>
      <w:outlineLvl w:val="0"/>
    </w:pPr>
    <w:rPr>
      <w:rFonts w:ascii="Arial" w:eastAsia="MS Mincho" w:hAnsi="Arial"/>
      <w:sz w:val="36"/>
      <w:lang w:eastAsia="de-DE"/>
    </w:rPr>
  </w:style>
  <w:style w:type="paragraph" w:customStyle="1" w:styleId="CRfront">
    <w:name w:val="CR_front"/>
    <w:rsid w:val="00936A12"/>
    <w:rPr>
      <w:rFonts w:ascii="Arial" w:eastAsia="MS Mincho" w:hAnsi="Arial"/>
      <w:lang w:eastAsia="en-US"/>
    </w:rPr>
  </w:style>
  <w:style w:type="paragraph" w:customStyle="1" w:styleId="textintend1">
    <w:name w:val="text intend 1"/>
    <w:basedOn w:val="text"/>
    <w:rsid w:val="00936A12"/>
    <w:pPr>
      <w:widowControl/>
      <w:tabs>
        <w:tab w:val="num" w:pos="992"/>
      </w:tabs>
      <w:spacing w:after="120"/>
      <w:ind w:left="992" w:hanging="425"/>
    </w:pPr>
    <w:rPr>
      <w:lang w:val="en-US"/>
    </w:rPr>
  </w:style>
  <w:style w:type="paragraph" w:customStyle="1" w:styleId="textintend2">
    <w:name w:val="text intend 2"/>
    <w:basedOn w:val="text"/>
    <w:rsid w:val="00936A12"/>
    <w:pPr>
      <w:widowControl/>
      <w:tabs>
        <w:tab w:val="num" w:pos="1418"/>
      </w:tabs>
      <w:spacing w:after="120"/>
      <w:ind w:left="1418" w:hanging="426"/>
    </w:pPr>
    <w:rPr>
      <w:lang w:val="en-US"/>
    </w:rPr>
  </w:style>
  <w:style w:type="paragraph" w:customStyle="1" w:styleId="textintend3">
    <w:name w:val="text intend 3"/>
    <w:basedOn w:val="text"/>
    <w:rsid w:val="00936A12"/>
    <w:pPr>
      <w:widowControl/>
      <w:tabs>
        <w:tab w:val="num" w:pos="1843"/>
      </w:tabs>
      <w:spacing w:after="120"/>
      <w:ind w:left="1843" w:hanging="425"/>
    </w:pPr>
    <w:rPr>
      <w:lang w:val="en-US"/>
    </w:rPr>
  </w:style>
  <w:style w:type="paragraph" w:customStyle="1" w:styleId="normalpuce">
    <w:name w:val="normal puce"/>
    <w:basedOn w:val="Normal"/>
    <w:rsid w:val="00936A12"/>
    <w:pPr>
      <w:widowControl w:val="0"/>
      <w:tabs>
        <w:tab w:val="num" w:pos="360"/>
      </w:tabs>
      <w:spacing w:before="60" w:after="60"/>
      <w:ind w:left="360" w:hanging="360"/>
      <w:jc w:val="both"/>
    </w:pPr>
    <w:rPr>
      <w:rFonts w:eastAsia="MS Mincho"/>
    </w:rPr>
  </w:style>
  <w:style w:type="paragraph" w:styleId="BodyTextIndent">
    <w:name w:val="Body Text Indent"/>
    <w:basedOn w:val="Normal"/>
    <w:link w:val="BodyTextIndentChar"/>
    <w:rsid w:val="00936A12"/>
    <w:pPr>
      <w:spacing w:before="240" w:after="0"/>
      <w:ind w:left="360"/>
      <w:jc w:val="both"/>
    </w:pPr>
    <w:rPr>
      <w:rFonts w:eastAsia="MS Mincho"/>
      <w:i/>
      <w:sz w:val="22"/>
    </w:rPr>
  </w:style>
  <w:style w:type="character" w:customStyle="1" w:styleId="BodyTextIndentChar">
    <w:name w:val="Body Text Indent Char"/>
    <w:link w:val="BodyTextIndent"/>
    <w:rsid w:val="00936A12"/>
    <w:rPr>
      <w:rFonts w:eastAsia="MS Mincho"/>
      <w:i/>
      <w:sz w:val="22"/>
      <w:lang w:val="en-GB" w:eastAsia="en-US"/>
    </w:rPr>
  </w:style>
  <w:style w:type="character" w:styleId="PageNumber">
    <w:name w:val="page number"/>
    <w:basedOn w:val="DefaultParagraphFont"/>
    <w:rsid w:val="00936A12"/>
  </w:style>
  <w:style w:type="paragraph" w:styleId="CommentText">
    <w:name w:val="annotation text"/>
    <w:basedOn w:val="Normal"/>
    <w:link w:val="CommentTextChar"/>
    <w:rsid w:val="00936A12"/>
    <w:pPr>
      <w:spacing w:before="120" w:after="0"/>
    </w:pPr>
    <w:rPr>
      <w:rFonts w:eastAsia="MS Mincho"/>
    </w:rPr>
  </w:style>
  <w:style w:type="character" w:customStyle="1" w:styleId="CommentTextChar">
    <w:name w:val="Comment Text Char"/>
    <w:link w:val="CommentText"/>
    <w:rsid w:val="00936A12"/>
    <w:rPr>
      <w:rFonts w:eastAsia="MS Mincho"/>
      <w:lang w:eastAsia="en-US"/>
    </w:rPr>
  </w:style>
  <w:style w:type="paragraph" w:styleId="BodyText2">
    <w:name w:val="Body Text 2"/>
    <w:basedOn w:val="Normal"/>
    <w:link w:val="BodyText2Char"/>
    <w:rsid w:val="00936A12"/>
    <w:pPr>
      <w:spacing w:after="0"/>
      <w:jc w:val="both"/>
    </w:pPr>
    <w:rPr>
      <w:rFonts w:eastAsia="MS Mincho"/>
      <w:sz w:val="24"/>
    </w:rPr>
  </w:style>
  <w:style w:type="character" w:customStyle="1" w:styleId="BodyText2Char">
    <w:name w:val="Body Text 2 Char"/>
    <w:link w:val="BodyText2"/>
    <w:rsid w:val="00936A12"/>
    <w:rPr>
      <w:rFonts w:eastAsia="MS Mincho"/>
      <w:sz w:val="24"/>
      <w:lang w:eastAsia="en-US"/>
    </w:rPr>
  </w:style>
  <w:style w:type="paragraph" w:customStyle="1" w:styleId="para">
    <w:name w:val="para"/>
    <w:basedOn w:val="Normal"/>
    <w:rsid w:val="00936A12"/>
    <w:pPr>
      <w:spacing w:after="240"/>
      <w:jc w:val="both"/>
    </w:pPr>
    <w:rPr>
      <w:rFonts w:ascii="Helvetica" w:eastAsia="MS Mincho" w:hAnsi="Helvetica"/>
    </w:rPr>
  </w:style>
  <w:style w:type="character" w:customStyle="1" w:styleId="MTEquationSection">
    <w:name w:val="MTEquationSection"/>
    <w:rsid w:val="00936A12"/>
    <w:rPr>
      <w:noProof w:val="0"/>
      <w:vanish w:val="0"/>
      <w:color w:val="FF0000"/>
      <w:lang w:eastAsia="en-US"/>
    </w:rPr>
  </w:style>
  <w:style w:type="paragraph" w:customStyle="1" w:styleId="MTDisplayEquation">
    <w:name w:val="MTDisplayEquation"/>
    <w:basedOn w:val="Normal"/>
    <w:rsid w:val="00936A12"/>
    <w:pPr>
      <w:tabs>
        <w:tab w:val="center" w:pos="4820"/>
        <w:tab w:val="right" w:pos="9640"/>
      </w:tabs>
    </w:pPr>
    <w:rPr>
      <w:rFonts w:eastAsia="MS Mincho"/>
    </w:rPr>
  </w:style>
  <w:style w:type="character" w:styleId="FollowedHyperlink">
    <w:name w:val="FollowedHyperlink"/>
    <w:rsid w:val="00936A12"/>
    <w:rPr>
      <w:color w:val="800080"/>
      <w:u w:val="single"/>
    </w:rPr>
  </w:style>
  <w:style w:type="paragraph" w:styleId="BodyTextIndent2">
    <w:name w:val="Body Text Indent 2"/>
    <w:basedOn w:val="Normal"/>
    <w:link w:val="BodyTextIndent2Char"/>
    <w:rsid w:val="00936A12"/>
    <w:pPr>
      <w:ind w:left="568" w:hanging="568"/>
    </w:pPr>
    <w:rPr>
      <w:rFonts w:eastAsia="MS Mincho"/>
    </w:rPr>
  </w:style>
  <w:style w:type="character" w:customStyle="1" w:styleId="BodyTextIndent2Char">
    <w:name w:val="Body Text Indent 2 Char"/>
    <w:link w:val="BodyTextIndent2"/>
    <w:rsid w:val="00936A12"/>
    <w:rPr>
      <w:rFonts w:eastAsia="MS Mincho"/>
      <w:lang w:val="en-GB" w:eastAsia="en-US"/>
    </w:rPr>
  </w:style>
  <w:style w:type="paragraph" w:customStyle="1" w:styleId="List1">
    <w:name w:val="List1"/>
    <w:basedOn w:val="Normal"/>
    <w:rsid w:val="00936A12"/>
    <w:pPr>
      <w:spacing w:before="120" w:after="0" w:line="280" w:lineRule="atLeast"/>
      <w:ind w:left="360" w:hanging="360"/>
      <w:jc w:val="both"/>
    </w:pPr>
    <w:rPr>
      <w:rFonts w:ascii="Bookman" w:eastAsia="MS Mincho" w:hAnsi="Bookman"/>
      <w:lang w:val="en-US"/>
    </w:rPr>
  </w:style>
  <w:style w:type="paragraph" w:styleId="BodyText3">
    <w:name w:val="Body Text 3"/>
    <w:basedOn w:val="Normal"/>
    <w:link w:val="BodyText3Char"/>
    <w:rsid w:val="00936A12"/>
    <w:rPr>
      <w:rFonts w:eastAsia="MS Mincho"/>
      <w:b/>
      <w:i/>
    </w:rPr>
  </w:style>
  <w:style w:type="character" w:customStyle="1" w:styleId="BodyText3Char">
    <w:name w:val="Body Text 3 Char"/>
    <w:link w:val="BodyText3"/>
    <w:rsid w:val="00936A12"/>
    <w:rPr>
      <w:rFonts w:eastAsia="MS Mincho"/>
      <w:b/>
      <w:i/>
      <w:lang w:eastAsia="en-US"/>
    </w:rPr>
  </w:style>
  <w:style w:type="table" w:styleId="TableGrid">
    <w:name w:val="Table Grid"/>
    <w:basedOn w:val="TableNormal"/>
    <w:rsid w:val="00936A12"/>
    <w:pPr>
      <w:spacing w:after="180"/>
    </w:pPr>
    <w:rPr>
      <w:rFonts w:ascii="Tms Rmn" w:eastAsia="MS Mincho"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CoverPage">
    <w:name w:val="CR Cover Page"/>
    <w:link w:val="CRCoverPageChar"/>
    <w:rsid w:val="00936A12"/>
    <w:pPr>
      <w:spacing w:after="120"/>
    </w:pPr>
    <w:rPr>
      <w:rFonts w:ascii="Arial" w:eastAsia="MS Mincho" w:hAnsi="Arial"/>
      <w:lang w:eastAsia="en-US"/>
    </w:rPr>
  </w:style>
  <w:style w:type="character" w:customStyle="1" w:styleId="CRCoverPageChar">
    <w:name w:val="CR Cover Page Char"/>
    <w:link w:val="CRCoverPage"/>
    <w:rsid w:val="00936A12"/>
    <w:rPr>
      <w:rFonts w:ascii="Arial" w:eastAsia="MS Mincho" w:hAnsi="Arial"/>
      <w:lang w:val="en-GB" w:eastAsia="en-US" w:bidi="ar-SA"/>
    </w:rPr>
  </w:style>
  <w:style w:type="paragraph" w:customStyle="1" w:styleId="tdoc-header">
    <w:name w:val="tdoc-header"/>
    <w:rsid w:val="00936A12"/>
    <w:rPr>
      <w:rFonts w:ascii="Arial" w:eastAsia="MS Mincho" w:hAnsi="Arial"/>
      <w:noProof/>
      <w:sz w:val="24"/>
      <w:lang w:eastAsia="en-US"/>
    </w:rPr>
  </w:style>
  <w:style w:type="character" w:styleId="CommentReference">
    <w:name w:val="annotation reference"/>
    <w:rsid w:val="00936A12"/>
    <w:rPr>
      <w:sz w:val="16"/>
    </w:rPr>
  </w:style>
  <w:style w:type="paragraph" w:customStyle="1" w:styleId="TdocText">
    <w:name w:val="Tdoc_Text"/>
    <w:basedOn w:val="Normal"/>
    <w:rsid w:val="00936A12"/>
    <w:pPr>
      <w:spacing w:before="120" w:after="0"/>
      <w:jc w:val="both"/>
    </w:pPr>
    <w:rPr>
      <w:rFonts w:eastAsia="MS Mincho"/>
      <w:lang w:val="en-US"/>
    </w:rPr>
  </w:style>
  <w:style w:type="paragraph" w:styleId="BalloonText">
    <w:name w:val="Balloon Text"/>
    <w:basedOn w:val="Normal"/>
    <w:link w:val="BalloonTextChar"/>
    <w:rsid w:val="00936A12"/>
    <w:rPr>
      <w:rFonts w:ascii="Tahoma" w:eastAsia="MS Mincho" w:hAnsi="Tahoma"/>
      <w:sz w:val="16"/>
      <w:szCs w:val="16"/>
    </w:rPr>
  </w:style>
  <w:style w:type="character" w:customStyle="1" w:styleId="BalloonTextChar">
    <w:name w:val="Balloon Text Char"/>
    <w:link w:val="BalloonText"/>
    <w:rsid w:val="00936A12"/>
    <w:rPr>
      <w:rFonts w:ascii="Tahoma" w:eastAsia="MS Mincho" w:hAnsi="Tahoma" w:cs="Tahoma"/>
      <w:sz w:val="16"/>
      <w:szCs w:val="16"/>
      <w:lang w:val="en-GB" w:eastAsia="en-US"/>
    </w:rPr>
  </w:style>
  <w:style w:type="paragraph" w:customStyle="1" w:styleId="centered">
    <w:name w:val="centered"/>
    <w:basedOn w:val="Normal"/>
    <w:rsid w:val="00936A12"/>
    <w:pPr>
      <w:widowControl w:val="0"/>
      <w:spacing w:before="120" w:after="0" w:line="280" w:lineRule="atLeast"/>
      <w:jc w:val="center"/>
    </w:pPr>
    <w:rPr>
      <w:rFonts w:ascii="Bookman" w:eastAsia="MS Mincho" w:hAnsi="Bookman"/>
      <w:lang w:val="en-US"/>
    </w:rPr>
  </w:style>
  <w:style w:type="character" w:customStyle="1" w:styleId="superscript">
    <w:name w:val="superscript"/>
    <w:rsid w:val="00936A12"/>
    <w:rPr>
      <w:rFonts w:ascii="Bookman" w:hAnsi="Bookman"/>
      <w:position w:val="6"/>
      <w:sz w:val="18"/>
    </w:rPr>
  </w:style>
  <w:style w:type="paragraph" w:customStyle="1" w:styleId="References">
    <w:name w:val="References"/>
    <w:basedOn w:val="Normal"/>
    <w:rsid w:val="006D1207"/>
    <w:pPr>
      <w:numPr>
        <w:numId w:val="4"/>
      </w:numPr>
      <w:spacing w:after="80"/>
    </w:pPr>
    <w:rPr>
      <w:rFonts w:eastAsia="MS Mincho"/>
      <w:sz w:val="18"/>
      <w:lang w:val="en-US"/>
    </w:rPr>
  </w:style>
  <w:style w:type="paragraph" w:styleId="CommentSubject">
    <w:name w:val="annotation subject"/>
    <w:basedOn w:val="CommentText"/>
    <w:next w:val="CommentText"/>
    <w:link w:val="CommentSubjectChar"/>
    <w:rsid w:val="00936A12"/>
    <w:pPr>
      <w:spacing w:before="0" w:after="180"/>
    </w:pPr>
    <w:rPr>
      <w:b/>
      <w:bCs/>
    </w:rPr>
  </w:style>
  <w:style w:type="character" w:customStyle="1" w:styleId="CommentSubjectChar">
    <w:name w:val="Comment Subject Char"/>
    <w:link w:val="CommentSubject"/>
    <w:rsid w:val="00936A12"/>
    <w:rPr>
      <w:rFonts w:eastAsia="MS Mincho"/>
      <w:b/>
      <w:bCs/>
      <w:lang w:val="en-GB" w:eastAsia="en-US"/>
    </w:rPr>
  </w:style>
  <w:style w:type="paragraph" w:customStyle="1" w:styleId="ZchnZchn">
    <w:name w:val="Zchn Zchn"/>
    <w:semiHidden/>
    <w:rsid w:val="006D1207"/>
    <w:pPr>
      <w:keepNext/>
      <w:numPr>
        <w:numId w:val="5"/>
      </w:numPr>
      <w:autoSpaceDE w:val="0"/>
      <w:autoSpaceDN w:val="0"/>
      <w:adjustRightInd w:val="0"/>
      <w:spacing w:before="60" w:after="60"/>
      <w:jc w:val="both"/>
    </w:pPr>
    <w:rPr>
      <w:rFonts w:ascii="Arial" w:hAnsi="Arial" w:cs="Arial"/>
      <w:color w:val="0000FF"/>
      <w:kern w:val="2"/>
      <w:lang w:val="en-US" w:eastAsia="zh-CN"/>
    </w:rPr>
  </w:style>
  <w:style w:type="character" w:customStyle="1" w:styleId="NOChar1">
    <w:name w:val="NO Char1"/>
    <w:rsid w:val="00936A12"/>
    <w:rPr>
      <w:rFonts w:eastAsia="MS Mincho"/>
      <w:lang w:val="en-GB" w:eastAsia="en-US" w:bidi="ar-SA"/>
    </w:rPr>
  </w:style>
  <w:style w:type="character" w:customStyle="1" w:styleId="B1Char1">
    <w:name w:val="B1 Char1"/>
    <w:rsid w:val="00936A12"/>
    <w:rPr>
      <w:rFonts w:eastAsia="MS Mincho"/>
      <w:lang w:val="en-GB" w:eastAsia="en-US" w:bidi="ar-SA"/>
    </w:rPr>
  </w:style>
  <w:style w:type="paragraph" w:customStyle="1" w:styleId="TableText0">
    <w:name w:val="TableText"/>
    <w:basedOn w:val="BodyTextIndent"/>
    <w:rsid w:val="00936A12"/>
    <w:pPr>
      <w:keepNext/>
      <w:keepLines/>
      <w:overflowPunct w:val="0"/>
      <w:autoSpaceDE w:val="0"/>
      <w:autoSpaceDN w:val="0"/>
      <w:adjustRightInd w:val="0"/>
      <w:spacing w:before="0" w:after="180"/>
      <w:ind w:left="0"/>
      <w:jc w:val="center"/>
      <w:textAlignment w:val="baseline"/>
    </w:pPr>
    <w:rPr>
      <w:i w:val="0"/>
      <w:snapToGrid w:val="0"/>
      <w:kern w:val="2"/>
      <w:sz w:val="20"/>
    </w:rPr>
  </w:style>
  <w:style w:type="character" w:customStyle="1" w:styleId="msoins0">
    <w:name w:val="msoins"/>
    <w:basedOn w:val="DefaultParagraphFont"/>
    <w:rsid w:val="00936A12"/>
  </w:style>
  <w:style w:type="paragraph" w:customStyle="1" w:styleId="B1">
    <w:name w:val="B1+"/>
    <w:basedOn w:val="B10"/>
    <w:rsid w:val="006D1207"/>
    <w:pPr>
      <w:numPr>
        <w:numId w:val="6"/>
      </w:numPr>
      <w:overflowPunct w:val="0"/>
      <w:autoSpaceDE w:val="0"/>
      <w:autoSpaceDN w:val="0"/>
      <w:adjustRightInd w:val="0"/>
      <w:textAlignment w:val="baseline"/>
    </w:pPr>
    <w:rPr>
      <w:lang w:eastAsia="zh-CN"/>
    </w:rPr>
  </w:style>
  <w:style w:type="paragraph" w:styleId="ListParagraph">
    <w:name w:val="List Paragraph"/>
    <w:aliases w:val="- Bullets,목록 단락,?? ??,?????,????,リスト段落,清單段落1,Lista1,中等深浅网格 1 - 着色 21,¥¡¡¡¡ì¬º¥¹¥È¶ÎÂä,ÁÐ³ö¶ÎÂä,¥ê¥¹¥È¶ÎÂä,列表段落1,—ño’i—Ž,1st level - Bullet List Paragraph,Lettre d'introduction,Paragrafo elenco,Normal bullet 2,Bullet list,列出段落1,列表段落"/>
    <w:basedOn w:val="Normal"/>
    <w:link w:val="ListParagraphChar"/>
    <w:qFormat/>
    <w:rsid w:val="00936A12"/>
    <w:pPr>
      <w:spacing w:after="0"/>
      <w:ind w:left="720"/>
      <w:contextualSpacing/>
    </w:pPr>
    <w:rPr>
      <w:sz w:val="24"/>
      <w:szCs w:val="24"/>
    </w:rPr>
  </w:style>
  <w:style w:type="character" w:customStyle="1" w:styleId="ListParagraphChar">
    <w:name w:val="List Paragraph Char"/>
    <w:aliases w:val="- Bullets Char,목록 단락 Char,?? ?? Char,????? Char,???? Char,リスト段落 Char,清單段落1 Char,Lista1 Char,中等深浅网格 1 - 着色 21 Char,¥¡¡¡¡ì¬º¥¹¥È¶ÎÂä Char,ÁÐ³ö¶ÎÂä Char,¥ê¥¹¥È¶ÎÂä Char,列表段落1 Char,—ño’i—Ž Char,1st level - Bullet List Paragraph Char"/>
    <w:link w:val="ListParagraph"/>
    <w:qFormat/>
    <w:rsid w:val="00936A12"/>
    <w:rPr>
      <w:sz w:val="24"/>
      <w:szCs w:val="24"/>
      <w:lang w:eastAsia="en-US"/>
    </w:rPr>
  </w:style>
  <w:style w:type="paragraph" w:styleId="NormalWeb">
    <w:name w:val="Normal (Web)"/>
    <w:basedOn w:val="Normal"/>
    <w:uiPriority w:val="99"/>
    <w:unhideWhenUsed/>
    <w:rsid w:val="00936A12"/>
    <w:pPr>
      <w:spacing w:before="100" w:beforeAutospacing="1" w:after="100" w:afterAutospacing="1"/>
    </w:pPr>
    <w:rPr>
      <w:sz w:val="24"/>
      <w:szCs w:val="24"/>
      <w:lang w:val="en-US"/>
    </w:rPr>
  </w:style>
  <w:style w:type="paragraph" w:customStyle="1" w:styleId="CharCharCharChar1">
    <w:name w:val="Char Char Char Char1"/>
    <w:semiHidden/>
    <w:rsid w:val="00936A12"/>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TdocHeading1">
    <w:name w:val="Tdoc_Heading_1"/>
    <w:basedOn w:val="Heading1"/>
    <w:next w:val="BodyText"/>
    <w:autoRedefine/>
    <w:rsid w:val="00936A12"/>
    <w:pPr>
      <w:keepLines w:val="0"/>
      <w:pBdr>
        <w:top w:val="none" w:sz="0" w:space="0" w:color="auto"/>
      </w:pBdr>
      <w:tabs>
        <w:tab w:val="num" w:pos="360"/>
      </w:tabs>
      <w:spacing w:after="120"/>
      <w:ind w:left="357" w:hanging="357"/>
      <w:jc w:val="both"/>
    </w:pPr>
    <w:rPr>
      <w:rFonts w:eastAsia="Batang"/>
      <w:b/>
      <w:noProof/>
      <w:kern w:val="28"/>
      <w:sz w:val="24"/>
      <w:lang w:val="en-US"/>
    </w:rPr>
  </w:style>
  <w:style w:type="character" w:customStyle="1" w:styleId="GuidanceChar">
    <w:name w:val="Guidance Char"/>
    <w:rsid w:val="00936A12"/>
    <w:rPr>
      <w:rFonts w:eastAsia="SimSun"/>
      <w:i/>
      <w:color w:val="0000FF"/>
      <w:lang w:val="en-GB" w:eastAsia="en-US"/>
    </w:rPr>
  </w:style>
  <w:style w:type="paragraph" w:customStyle="1" w:styleId="Bulletedo1">
    <w:name w:val="Bulleted o 1"/>
    <w:basedOn w:val="Normal"/>
    <w:rsid w:val="006D1207"/>
    <w:pPr>
      <w:numPr>
        <w:numId w:val="7"/>
      </w:numPr>
      <w:overflowPunct w:val="0"/>
      <w:autoSpaceDE w:val="0"/>
      <w:autoSpaceDN w:val="0"/>
      <w:adjustRightInd w:val="0"/>
      <w:spacing w:before="120" w:after="120"/>
      <w:textAlignment w:val="baseline"/>
    </w:pPr>
  </w:style>
  <w:style w:type="paragraph" w:styleId="TOCHeading">
    <w:name w:val="TOC Heading"/>
    <w:basedOn w:val="Heading1"/>
    <w:next w:val="Normal"/>
    <w:uiPriority w:val="39"/>
    <w:unhideWhenUsed/>
    <w:qFormat/>
    <w:rsid w:val="00936A12"/>
    <w:pPr>
      <w:pBdr>
        <w:top w:val="none" w:sz="0" w:space="0" w:color="auto"/>
      </w:pBdr>
      <w:spacing w:after="0" w:line="259" w:lineRule="auto"/>
      <w:ind w:left="0" w:firstLine="0"/>
      <w:outlineLvl w:val="9"/>
    </w:pPr>
    <w:rPr>
      <w:rFonts w:ascii="Calibri Light" w:hAnsi="Calibri Light"/>
      <w:color w:val="2E74B5"/>
      <w:sz w:val="32"/>
      <w:szCs w:val="32"/>
      <w:lang w:val="en-US"/>
    </w:rPr>
  </w:style>
  <w:style w:type="character" w:customStyle="1" w:styleId="TALChar">
    <w:name w:val="TAL Char"/>
    <w:rsid w:val="00603FD3"/>
    <w:rPr>
      <w:rFonts w:ascii="Arial" w:hAnsi="Arial"/>
      <w:sz w:val="18"/>
      <w:lang w:val="en-GB"/>
    </w:rPr>
  </w:style>
  <w:style w:type="paragraph" w:styleId="Revision">
    <w:name w:val="Revision"/>
    <w:hidden/>
    <w:uiPriority w:val="99"/>
    <w:semiHidden/>
    <w:rsid w:val="00140F37"/>
    <w:rPr>
      <w:lang w:eastAsia="en-US"/>
    </w:rPr>
  </w:style>
  <w:style w:type="character" w:customStyle="1" w:styleId="EQChar">
    <w:name w:val="EQ Char"/>
    <w:link w:val="EQ"/>
    <w:locked/>
    <w:rsid w:val="00682869"/>
    <w:rPr>
      <w:noProof/>
      <w:lang w:val="en-GB" w:eastAsia="en-US"/>
    </w:rPr>
  </w:style>
  <w:style w:type="character" w:styleId="Strong">
    <w:name w:val="Strong"/>
    <w:qFormat/>
    <w:rsid w:val="007F7239"/>
    <w:rPr>
      <w:b/>
      <w:bCs/>
    </w:rPr>
  </w:style>
  <w:style w:type="character" w:customStyle="1" w:styleId="TAL0">
    <w:name w:val="TAL (文字)"/>
    <w:rsid w:val="007F7239"/>
    <w:rPr>
      <w:rFonts w:ascii="Arial" w:hAnsi="Arial"/>
      <w:sz w:val="18"/>
      <w:lang w:val="en-GB" w:eastAsia="ko-KR" w:bidi="ar-SA"/>
    </w:rPr>
  </w:style>
  <w:style w:type="character" w:customStyle="1" w:styleId="CharChar3">
    <w:name w:val="Char Char3"/>
    <w:semiHidden/>
    <w:rsid w:val="007F7239"/>
    <w:rPr>
      <w:rFonts w:ascii="Arial" w:hAnsi="Arial"/>
      <w:sz w:val="28"/>
      <w:lang w:val="en-GB" w:eastAsia="ko-KR"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bt Car Char,bt Char4"/>
    <w:rsid w:val="007F7239"/>
    <w:rPr>
      <w:lang w:val="en-GB" w:eastAsia="en-US" w:bidi="ar-SA"/>
    </w:rPr>
  </w:style>
  <w:style w:type="character" w:customStyle="1" w:styleId="msoins00">
    <w:name w:val="msoins0"/>
    <w:rsid w:val="007F7239"/>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7F7239"/>
    <w:rPr>
      <w:rFonts w:ascii="Arial" w:hAnsi="Arial"/>
      <w:sz w:val="28"/>
      <w:lang w:val="en-GB" w:eastAsia="en-US" w:bidi="ar-SA"/>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7F7239"/>
    <w:rPr>
      <w:rFonts w:ascii="Arial" w:hAnsi="Arial"/>
      <w:sz w:val="24"/>
      <w:lang w:val="en-GB" w:eastAsia="en-US" w:bidi="ar-SA"/>
    </w:rPr>
  </w:style>
  <w:style w:type="paragraph" w:customStyle="1" w:styleId="no0">
    <w:name w:val="no"/>
    <w:basedOn w:val="Normal"/>
    <w:rsid w:val="007F7239"/>
    <w:pPr>
      <w:overflowPunct w:val="0"/>
      <w:autoSpaceDE w:val="0"/>
      <w:autoSpaceDN w:val="0"/>
      <w:adjustRightInd w:val="0"/>
      <w:ind w:left="1135" w:hanging="851"/>
      <w:textAlignment w:val="baseline"/>
    </w:pPr>
    <w:rPr>
      <w:rFonts w:eastAsia="Calibri"/>
      <w:lang w:val="it-IT" w:eastAsia="it-IT"/>
    </w:rPr>
  </w:style>
  <w:style w:type="character" w:customStyle="1" w:styleId="BodyTextChar2">
    <w:name w:val="Body Text Char2"/>
    <w:aliases w:val="bt Char2,bt Char21,Corps de texte Car Char2,Corps de texte Car1 Car Char2,Corps de texte Car Car Car Char2,Corps de texte Car1 Car Car Car Char2,Corps de texte Car Car Car Car Car Char2,Corps de texte Car1 Car Car Car Car Car Char2"/>
    <w:locked/>
    <w:rsid w:val="007F7239"/>
    <w:rPr>
      <w:sz w:val="24"/>
      <w:lang w:val="en-US" w:eastAsia="en-US"/>
    </w:rPr>
  </w:style>
  <w:style w:type="character" w:customStyle="1" w:styleId="EditorsNoteChar">
    <w:name w:val="Editor's Note Char"/>
    <w:link w:val="EditorsNote"/>
    <w:rsid w:val="007F7239"/>
    <w:rPr>
      <w:color w:val="FF0000"/>
      <w:lang w:eastAsia="en-US"/>
    </w:rPr>
  </w:style>
  <w:style w:type="paragraph" w:customStyle="1" w:styleId="IvDbodytext">
    <w:name w:val="IvD bodytext"/>
    <w:basedOn w:val="BodyText"/>
    <w:link w:val="IvDbodytextChar"/>
    <w:qFormat/>
    <w:rsid w:val="007F7239"/>
    <w:pPr>
      <w:keepLines/>
      <w:widowControl/>
      <w:tabs>
        <w:tab w:val="left" w:pos="2552"/>
        <w:tab w:val="left" w:pos="3856"/>
        <w:tab w:val="left" w:pos="5216"/>
        <w:tab w:val="left" w:pos="6464"/>
        <w:tab w:val="left" w:pos="7768"/>
        <w:tab w:val="left" w:pos="9072"/>
        <w:tab w:val="left" w:pos="9639"/>
      </w:tabs>
      <w:spacing w:before="240" w:after="0"/>
    </w:pPr>
    <w:rPr>
      <w:rFonts w:ascii="Arial" w:eastAsia="Malgun Gothic" w:hAnsi="Arial"/>
      <w:spacing w:val="2"/>
      <w:sz w:val="20"/>
    </w:rPr>
  </w:style>
  <w:style w:type="character" w:customStyle="1" w:styleId="IvDbodytextChar">
    <w:name w:val="IvD bodytext Char"/>
    <w:link w:val="IvDbodytext"/>
    <w:rsid w:val="007F7239"/>
    <w:rPr>
      <w:rFonts w:ascii="Arial" w:eastAsia="Malgun Gothic" w:hAnsi="Arial"/>
      <w:spacing w:val="2"/>
    </w:rPr>
  </w:style>
  <w:style w:type="paragraph" w:customStyle="1" w:styleId="BL">
    <w:name w:val="BL"/>
    <w:basedOn w:val="Normal"/>
    <w:rsid w:val="006D1207"/>
    <w:pPr>
      <w:numPr>
        <w:numId w:val="45"/>
      </w:numPr>
      <w:tabs>
        <w:tab w:val="left" w:pos="851"/>
      </w:tabs>
      <w:overflowPunct w:val="0"/>
      <w:autoSpaceDE w:val="0"/>
      <w:autoSpaceDN w:val="0"/>
      <w:adjustRightInd w:val="0"/>
      <w:textAlignment w:val="baseline"/>
    </w:pPr>
    <w:rPr>
      <w:rFonts w:eastAsia="PMingLiU"/>
    </w:rPr>
  </w:style>
  <w:style w:type="numbering" w:customStyle="1" w:styleId="NoList1">
    <w:name w:val="No List1"/>
    <w:next w:val="NoList"/>
    <w:uiPriority w:val="99"/>
    <w:semiHidden/>
    <w:unhideWhenUsed/>
    <w:rsid w:val="007F7239"/>
  </w:style>
  <w:style w:type="character" w:styleId="PlaceholderText">
    <w:name w:val="Placeholder Text"/>
    <w:uiPriority w:val="99"/>
    <w:semiHidden/>
    <w:rsid w:val="003C7B7C"/>
    <w:rPr>
      <w:color w:val="808080"/>
    </w:rPr>
  </w:style>
  <w:style w:type="character" w:customStyle="1" w:styleId="Heading6Char">
    <w:name w:val="Heading 6 Char"/>
    <w:aliases w:val="T1 Char4,Header 6 Char"/>
    <w:link w:val="Heading6"/>
    <w:rsid w:val="00256C53"/>
    <w:rPr>
      <w:rFonts w:ascii="Arial" w:hAnsi="Arial"/>
      <w:lang w:val="en-GB"/>
    </w:rPr>
  </w:style>
  <w:style w:type="character" w:customStyle="1" w:styleId="Heading7Char">
    <w:name w:val="Heading 7 Char"/>
    <w:link w:val="Heading7"/>
    <w:rsid w:val="00256C53"/>
    <w:rPr>
      <w:rFonts w:ascii="Arial" w:hAnsi="Arial"/>
      <w:lang w:val="en-GB"/>
    </w:rPr>
  </w:style>
  <w:style w:type="character" w:customStyle="1" w:styleId="Heading9Char">
    <w:name w:val="Heading 9 Char"/>
    <w:aliases w:val="Figure Heading Char,FH Char"/>
    <w:link w:val="Heading9"/>
    <w:rsid w:val="00256C53"/>
    <w:rPr>
      <w:rFonts w:ascii="Arial" w:hAnsi="Arial"/>
      <w:sz w:val="36"/>
      <w:lang w:val="en-GB"/>
    </w:rPr>
  </w:style>
  <w:style w:type="character" w:customStyle="1" w:styleId="PLChar">
    <w:name w:val="PL Char"/>
    <w:link w:val="PL"/>
    <w:rsid w:val="00256C53"/>
    <w:rPr>
      <w:rFonts w:ascii="Courier New" w:hAnsi="Courier New"/>
      <w:noProof/>
      <w:sz w:val="16"/>
      <w:lang w:val="en-GB"/>
    </w:rPr>
  </w:style>
  <w:style w:type="character" w:customStyle="1" w:styleId="Heading1Char1">
    <w:name w:val="Heading 1 Char1"/>
    <w:aliases w:val="H1 Char1,NMP Heading 1 Char3,H1 Char3,h1 Char3,app heading 1 Char3,l1 Char3,Memo Heading 1 Char3,h11 Char3,h12 Char3,h13 Char3,h14 Char3,h15 Char3,h16 Char3,h17 Char3,h111 Char3,h121 Char3,h131 Char3,h141 Char3,h151 Char3,h161 Char2"/>
    <w:rsid w:val="000363F9"/>
    <w:rPr>
      <w:rFonts w:ascii="Calibri Light" w:eastAsia="Times New Roman" w:hAnsi="Calibri Light" w:cs="Times New Roman"/>
      <w:color w:val="2F5496"/>
      <w:sz w:val="32"/>
      <w:szCs w:val="32"/>
      <w:lang w:eastAsia="en-US"/>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r"/>
    <w:rsid w:val="006D1207"/>
    <w:rPr>
      <w:rFonts w:ascii="Calibri Light" w:eastAsia="Times New Roman" w:hAnsi="Calibri Light" w:cs="Times New Roman"/>
      <w:i/>
      <w:iCs/>
      <w:color w:val="2F5496"/>
      <w:lang w:eastAsia="en-US"/>
    </w:rPr>
  </w:style>
  <w:style w:type="character" w:customStyle="1" w:styleId="Heading5Char1">
    <w:name w:val="Heading 5 Char1"/>
    <w:aliases w:val="h5 Char1,Heading5 Char1,Head5 Char1,H5 Char1,M5 Char1,mh2 Char1,Module heading 2 Char1,heading 8 Char1,Numbered Sub-list Char Char1,Heading 81 Char1,标题 5 Char1"/>
    <w:rsid w:val="006D1207"/>
    <w:rPr>
      <w:rFonts w:ascii="Calibri Light" w:eastAsia="Times New Roman" w:hAnsi="Calibri Light" w:cs="Times New Roman"/>
      <w:color w:val="2F5496"/>
      <w:lang w:eastAsia="en-US"/>
    </w:rPr>
  </w:style>
  <w:style w:type="paragraph" w:customStyle="1" w:styleId="msonormal0">
    <w:name w:val="msonormal"/>
    <w:basedOn w:val="Normal"/>
    <w:uiPriority w:val="99"/>
    <w:rsid w:val="000363F9"/>
    <w:pPr>
      <w:spacing w:before="100" w:beforeAutospacing="1" w:after="100" w:afterAutospacing="1"/>
    </w:pPr>
    <w:rPr>
      <w:sz w:val="24"/>
      <w:szCs w:val="24"/>
      <w:lang w:val="en-US"/>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rsid w:val="000363F9"/>
    <w:rPr>
      <w:rFonts w:ascii="Times New Roman" w:eastAsia="SimSun" w:hAnsi="Times New Roman"/>
      <w:lang w:eastAsia="en-US"/>
    </w:rPr>
  </w:style>
  <w:style w:type="character" w:customStyle="1" w:styleId="HeaderChar1">
    <w:name w:val="Header Char1"/>
    <w:aliases w:val="header odd Char1,header odd1 Char1,header odd2 Char1,header Char1,header odd3 Char1,header odd4 Char1,header odd5 Char1,header odd6 Char1,header1 Char1,header2 Char1,header3 Char1,header odd11 Char1,header odd21 Char1,header odd7 Char1"/>
    <w:semiHidden/>
    <w:rsid w:val="000363F9"/>
    <w:rPr>
      <w:rFonts w:ascii="Times New Roman" w:eastAsia="SimSun" w:hAnsi="Times New Roman"/>
      <w:lang w:eastAsia="en-US"/>
    </w:rPr>
  </w:style>
  <w:style w:type="character" w:customStyle="1" w:styleId="CharChar31">
    <w:name w:val="Char Char31"/>
    <w:semiHidden/>
    <w:rsid w:val="000363F9"/>
    <w:rPr>
      <w:rFonts w:ascii="Arial" w:hAnsi="Arial" w:cs="Arial" w:hint="default"/>
      <w:sz w:val="28"/>
      <w:lang w:val="en-GB" w:eastAsia="ko-KR" w:bidi="ar-SA"/>
    </w:rPr>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EE5E23"/>
    <w:rPr>
      <w:rFonts w:ascii="Arial" w:hAnsi="Arial" w:cs="Times New Roman"/>
      <w:sz w:val="28"/>
      <w:szCs w:val="20"/>
      <w:lang w:val="en-GB" w:eastAsia="en-US"/>
    </w:rPr>
  </w:style>
  <w:style w:type="numbering" w:customStyle="1" w:styleId="1">
    <w:name w:val="リストなし1"/>
    <w:next w:val="NoList"/>
    <w:uiPriority w:val="99"/>
    <w:semiHidden/>
    <w:unhideWhenUsed/>
    <w:rsid w:val="00EE5E23"/>
  </w:style>
  <w:style w:type="paragraph" w:customStyle="1" w:styleId="CharCharCharCharChar">
    <w:name w:val="Char Char Char Char 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CharChar">
    <w:name w:val="Char 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Char">
    <w:name w:val="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CharCharChar">
    <w:name w:val="Char Char 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character" w:customStyle="1" w:styleId="CharChar1">
    <w:name w:val="Char Char1"/>
    <w:rsid w:val="00EE5E23"/>
    <w:rPr>
      <w:lang w:val="en-GB" w:eastAsia="ja-JP" w:bidi="ar-SA"/>
    </w:rPr>
  </w:style>
  <w:style w:type="paragraph" w:customStyle="1" w:styleId="1Char">
    <w:name w:val="(文字) (文字)1 Char (文字) (文字)"/>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CharChar1CharChar">
    <w:name w:val="Char Char1 Char 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1CharChar1">
    <w:name w:val="(文字) (文字)1 Char (文字) (文字) Char (文字) (文字)1"/>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1CharChar">
    <w:name w:val="(文字) (文字)1 Char (文字) (文字) 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1CharChar1CharCharCharChar">
    <w:name w:val="(文字) (文字)1 Char (文字) (文字) Char (文字) (文字)1 Char (文字) (文字) Char Char 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CharChar2CharChar">
    <w:name w:val="Char Char2 Char Char"/>
    <w:basedOn w:val="Normal"/>
    <w:rsid w:val="00EE5E23"/>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apCharChar2">
    <w:name w:val="cap Char Char2"/>
    <w:aliases w:val="Caption Char Char1,Caption Char1 Char Char1,cap Char Char1 Char1,Caption Char Char1 Char Char1,cap Char2 Char Char Char1"/>
    <w:rsid w:val="00EE5E23"/>
    <w:rPr>
      <w:b/>
      <w:lang w:val="en-GB" w:eastAsia="en-GB"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EE5E23"/>
    <w:rPr>
      <w:rFonts w:ascii="Arial" w:hAnsi="Arial"/>
      <w:sz w:val="32"/>
      <w:lang w:val="en-GB" w:eastAsia="ja-JP" w:bidi="ar-SA"/>
    </w:rPr>
  </w:style>
  <w:style w:type="character" w:customStyle="1" w:styleId="CharChar4">
    <w:name w:val="Char Char4"/>
    <w:rsid w:val="00EE5E23"/>
    <w:rPr>
      <w:rFonts w:ascii="Courier New" w:hAnsi="Courier New"/>
      <w:lang w:val="nb-NO" w:eastAsia="ja-JP" w:bidi="ar-SA"/>
    </w:rPr>
  </w:style>
  <w:style w:type="character" w:customStyle="1" w:styleId="AndreaLeonardi">
    <w:name w:val="Andrea Leonardi"/>
    <w:semiHidden/>
    <w:rsid w:val="00EE5E23"/>
    <w:rPr>
      <w:rFonts w:ascii="Arial" w:hAnsi="Arial" w:cs="Arial"/>
      <w:color w:val="auto"/>
      <w:sz w:val="20"/>
      <w:szCs w:val="20"/>
    </w:rPr>
  </w:style>
  <w:style w:type="character" w:customStyle="1" w:styleId="NOCharChar">
    <w:name w:val="NO Char Char"/>
    <w:rsid w:val="00EE5E23"/>
    <w:rPr>
      <w:lang w:val="en-GB" w:eastAsia="en-US" w:bidi="ar-SA"/>
    </w:rPr>
  </w:style>
  <w:style w:type="character" w:customStyle="1" w:styleId="NOZchn">
    <w:name w:val="NO Zchn"/>
    <w:rsid w:val="00EE5E23"/>
    <w:rPr>
      <w:lang w:val="en-GB" w:eastAsia="en-US" w:bidi="ar-SA"/>
    </w:rPr>
  </w:style>
  <w:style w:type="character" w:customStyle="1" w:styleId="TACCar">
    <w:name w:val="TAC Car"/>
    <w:rsid w:val="00EE5E23"/>
    <w:rPr>
      <w:rFonts w:ascii="Arial" w:hAnsi="Arial"/>
      <w:sz w:val="18"/>
      <w:lang w:val="en-GB" w:eastAsia="ja-JP" w:bidi="ar-SA"/>
    </w:rPr>
  </w:style>
  <w:style w:type="paragraph" w:customStyle="1" w:styleId="CharCharCharCharCharChar">
    <w:name w:val="Char Char Char Char Char Char"/>
    <w:semiHidden/>
    <w:rsid w:val="00EE5E23"/>
    <w:pPr>
      <w:keepNext/>
      <w:autoSpaceDE w:val="0"/>
      <w:autoSpaceDN w:val="0"/>
      <w:adjustRightInd w:val="0"/>
      <w:spacing w:before="60" w:after="60"/>
      <w:ind w:left="567" w:hanging="283"/>
      <w:jc w:val="both"/>
    </w:pPr>
    <w:rPr>
      <w:rFonts w:ascii="Arial" w:hAnsi="Arial" w:cs="Arial"/>
      <w:color w:val="0000FF"/>
      <w:kern w:val="2"/>
      <w:lang w:val="en-US" w:eastAsia="zh-CN"/>
    </w:rPr>
  </w:style>
  <w:style w:type="paragraph" w:customStyle="1" w:styleId="a">
    <w:name w:val="(文字) (文字)"/>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character" w:customStyle="1" w:styleId="T1Char">
    <w:name w:val="T1 Char"/>
    <w:aliases w:val="Header 6 Char Char"/>
    <w:rsid w:val="00EE5E23"/>
    <w:rPr>
      <w:rFonts w:ascii="Arial" w:hAnsi="Arial" w:cs="Times New Roman"/>
      <w:sz w:val="20"/>
      <w:szCs w:val="20"/>
      <w:lang w:val="en-GB" w:eastAsia="en-US"/>
    </w:rPr>
  </w:style>
  <w:style w:type="character" w:customStyle="1" w:styleId="T1Char1">
    <w:name w:val="T1 Char1"/>
    <w:aliases w:val="Header 6 Char Char1"/>
    <w:rsid w:val="00EE5E23"/>
    <w:rPr>
      <w:rFonts w:ascii="Arial" w:hAnsi="Arial" w:cs="Times New Roman"/>
      <w:sz w:val="20"/>
      <w:szCs w:val="20"/>
      <w:lang w:val="en-GB" w:eastAsia="en-US"/>
    </w:rPr>
  </w:style>
  <w:style w:type="paragraph" w:customStyle="1" w:styleId="CarCar">
    <w:name w:val="Car C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rsid w:val="00EE5E23"/>
    <w:rPr>
      <w:rFonts w:ascii="Arial" w:hAnsi="Arial"/>
      <w:sz w:val="32"/>
      <w:lang w:val="en-GB" w:eastAsia="en-US" w:bidi="ar-SA"/>
    </w:rPr>
  </w:style>
  <w:style w:type="paragraph" w:customStyle="1" w:styleId="ZchnZchn1">
    <w:name w:val="Zchn Zchn1"/>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rsid w:val="00EE5E23"/>
    <w:rPr>
      <w:rFonts w:ascii="Arial" w:hAnsi="Arial"/>
      <w:sz w:val="32"/>
      <w:lang w:val="en-GB" w:eastAsia="en-US" w:bidi="ar-SA"/>
    </w:rPr>
  </w:style>
  <w:style w:type="paragraph" w:customStyle="1" w:styleId="2">
    <w:name w:val="(文字) (文字)2"/>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EE5E23"/>
    <w:rPr>
      <w:rFonts w:ascii="Arial" w:hAnsi="Arial"/>
      <w:sz w:val="32"/>
      <w:lang w:val="en-GB" w:eastAsia="en-US" w:bidi="ar-SA"/>
    </w:rPr>
  </w:style>
  <w:style w:type="paragraph" w:customStyle="1" w:styleId="3">
    <w:name w:val="(文字) (文字)3"/>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ZchnZchn2">
    <w:name w:val="Zchn Zchn2"/>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4">
    <w:name w:val="(文字) (文字)4"/>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character" w:customStyle="1" w:styleId="T1Char2">
    <w:name w:val="T1 Char2"/>
    <w:aliases w:val="Header 6 Char Char2"/>
    <w:rsid w:val="00EE5E23"/>
    <w:rPr>
      <w:rFonts w:ascii="Arial" w:hAnsi="Arial" w:cs="Times New Roman"/>
      <w:sz w:val="20"/>
      <w:szCs w:val="20"/>
      <w:lang w:val="en-GB" w:eastAsia="en-US"/>
    </w:rPr>
  </w:style>
  <w:style w:type="paragraph" w:customStyle="1" w:styleId="10">
    <w:name w:val="(文字) (文字)1"/>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styleId="NormalIndent">
    <w:name w:val="Normal Indent"/>
    <w:basedOn w:val="Normal"/>
    <w:rsid w:val="00EE5E23"/>
    <w:pPr>
      <w:spacing w:after="0"/>
      <w:ind w:left="851"/>
    </w:pPr>
    <w:rPr>
      <w:rFonts w:eastAsia="MS Mincho"/>
      <w:lang w:val="it-IT" w:eastAsia="en-GB"/>
    </w:rPr>
  </w:style>
  <w:style w:type="paragraph" w:styleId="ListNumber5">
    <w:name w:val="List Number 5"/>
    <w:basedOn w:val="Normal"/>
    <w:rsid w:val="00EE5E23"/>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rsid w:val="00EE5E23"/>
    <w:pPr>
      <w:numPr>
        <w:numId w:val="77"/>
      </w:numPr>
      <w:tabs>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rsid w:val="00EE5E23"/>
    <w:pPr>
      <w:numPr>
        <w:numId w:val="76"/>
      </w:numPr>
      <w:tabs>
        <w:tab w:val="num" w:pos="1209"/>
      </w:tabs>
      <w:overflowPunct w:val="0"/>
      <w:autoSpaceDE w:val="0"/>
      <w:autoSpaceDN w:val="0"/>
      <w:adjustRightInd w:val="0"/>
      <w:ind w:left="1209"/>
      <w:textAlignment w:val="baseline"/>
    </w:pPr>
    <w:rPr>
      <w:rFonts w:eastAsia="MS Mincho"/>
      <w:lang w:eastAsia="en-GB"/>
    </w:rPr>
  </w:style>
  <w:style w:type="character" w:customStyle="1" w:styleId="CharChar7">
    <w:name w:val="Char Char7"/>
    <w:semiHidden/>
    <w:rsid w:val="00EE5E23"/>
    <w:rPr>
      <w:rFonts w:ascii="Tahoma" w:hAnsi="Tahoma" w:cs="Tahoma"/>
      <w:shd w:val="clear" w:color="auto" w:fill="000080"/>
      <w:lang w:val="en-GB" w:eastAsia="en-US"/>
    </w:rPr>
  </w:style>
  <w:style w:type="character" w:customStyle="1" w:styleId="ZchnZchn5">
    <w:name w:val="Zchn Zchn5"/>
    <w:rsid w:val="00EE5E23"/>
    <w:rPr>
      <w:rFonts w:ascii="Courier New" w:eastAsia="Batang" w:hAnsi="Courier New"/>
      <w:lang w:val="nb-NO" w:eastAsia="en-US" w:bidi="ar-SA"/>
    </w:rPr>
  </w:style>
  <w:style w:type="character" w:customStyle="1" w:styleId="CharChar10">
    <w:name w:val="Char Char10"/>
    <w:semiHidden/>
    <w:rsid w:val="00EE5E23"/>
    <w:rPr>
      <w:rFonts w:ascii="Times New Roman" w:hAnsi="Times New Roman"/>
      <w:lang w:val="en-GB" w:eastAsia="en-US"/>
    </w:rPr>
  </w:style>
  <w:style w:type="character" w:customStyle="1" w:styleId="CharChar9">
    <w:name w:val="Char Char9"/>
    <w:semiHidden/>
    <w:rsid w:val="00EE5E23"/>
    <w:rPr>
      <w:rFonts w:ascii="Tahoma" w:hAnsi="Tahoma" w:cs="Tahoma"/>
      <w:sz w:val="16"/>
      <w:szCs w:val="16"/>
      <w:lang w:val="en-GB" w:eastAsia="en-US"/>
    </w:rPr>
  </w:style>
  <w:style w:type="character" w:customStyle="1" w:styleId="CharChar8">
    <w:name w:val="Char Char8"/>
    <w:semiHidden/>
    <w:rsid w:val="00EE5E23"/>
    <w:rPr>
      <w:rFonts w:ascii="Times New Roman" w:hAnsi="Times New Roman"/>
      <w:b/>
      <w:bCs/>
      <w:lang w:val="en-GB" w:eastAsia="en-US"/>
    </w:rPr>
  </w:style>
  <w:style w:type="paragraph" w:customStyle="1" w:styleId="11">
    <w:name w:val="修订1"/>
    <w:hidden/>
    <w:semiHidden/>
    <w:rsid w:val="00EE5E23"/>
    <w:rPr>
      <w:rFonts w:eastAsia="Batang"/>
      <w:lang w:eastAsia="en-US"/>
    </w:rPr>
  </w:style>
  <w:style w:type="paragraph" w:styleId="EndnoteText">
    <w:name w:val="endnote text"/>
    <w:basedOn w:val="Normal"/>
    <w:link w:val="EndnoteTextChar"/>
    <w:rsid w:val="00EE5E23"/>
    <w:pPr>
      <w:snapToGrid w:val="0"/>
    </w:pPr>
  </w:style>
  <w:style w:type="character" w:customStyle="1" w:styleId="EndnoteTextChar">
    <w:name w:val="Endnote Text Char"/>
    <w:link w:val="EndnoteText"/>
    <w:rsid w:val="00EE5E23"/>
    <w:rPr>
      <w:lang w:val="en-GB"/>
    </w:rPr>
  </w:style>
  <w:style w:type="character" w:styleId="EndnoteReference">
    <w:name w:val="endnote reference"/>
    <w:rsid w:val="00EE5E23"/>
    <w:rPr>
      <w:vertAlign w:val="superscript"/>
    </w:rPr>
  </w:style>
  <w:style w:type="character" w:customStyle="1" w:styleId="btChar3">
    <w:name w:val="bt Char3"/>
    <w:rsid w:val="00EE5E23"/>
    <w:rPr>
      <w:lang w:val="en-GB" w:eastAsia="ja-JP" w:bidi="ar-SA"/>
    </w:rPr>
  </w:style>
  <w:style w:type="paragraph" w:styleId="Title">
    <w:name w:val="Title"/>
    <w:basedOn w:val="Normal"/>
    <w:next w:val="Normal"/>
    <w:link w:val="TitleChar"/>
    <w:qFormat/>
    <w:rsid w:val="00EE5E23"/>
    <w:pPr>
      <w:overflowPunct w:val="0"/>
      <w:autoSpaceDE w:val="0"/>
      <w:autoSpaceDN w:val="0"/>
      <w:adjustRightInd w:val="0"/>
      <w:spacing w:before="240" w:after="60"/>
      <w:textAlignment w:val="baseline"/>
      <w:outlineLvl w:val="0"/>
    </w:pPr>
    <w:rPr>
      <w:rFonts w:ascii="Courier New" w:eastAsia="Malgun Gothic" w:hAnsi="Courier New"/>
      <w:lang w:val="nb-NO"/>
    </w:rPr>
  </w:style>
  <w:style w:type="character" w:customStyle="1" w:styleId="TitleChar">
    <w:name w:val="Title Char"/>
    <w:link w:val="Title"/>
    <w:rsid w:val="00EE5E23"/>
    <w:rPr>
      <w:rFonts w:ascii="Courier New" w:eastAsia="Malgun Gothic" w:hAnsi="Courier New"/>
      <w:lang w:val="nb-NO"/>
    </w:rPr>
  </w:style>
  <w:style w:type="paragraph" w:customStyle="1" w:styleId="FL">
    <w:name w:val="FL"/>
    <w:basedOn w:val="Normal"/>
    <w:rsid w:val="00EE5E23"/>
    <w:pPr>
      <w:keepNext/>
      <w:keepLines/>
      <w:overflowPunct w:val="0"/>
      <w:autoSpaceDE w:val="0"/>
      <w:autoSpaceDN w:val="0"/>
      <w:adjustRightInd w:val="0"/>
      <w:spacing w:before="60"/>
      <w:jc w:val="center"/>
      <w:textAlignment w:val="baseline"/>
    </w:pPr>
    <w:rPr>
      <w:rFonts w:ascii="Arial" w:eastAsia="Times New Roman" w:hAnsi="Arial"/>
      <w:b/>
      <w:lang w:eastAsia="ko-KR"/>
    </w:rPr>
  </w:style>
  <w:style w:type="character" w:customStyle="1" w:styleId="h5Char2">
    <w:name w:val="h5 Char2"/>
    <w:aliases w:val="Heading5 Char2,Head5 Char2,H5 Char2,M5 Char2,mh2 Char2,Module heading 2 Char2,heading 8 Char2,Numbered Sub-list Char1,Heading 81 Char Char1"/>
    <w:rsid w:val="00EE5E23"/>
    <w:rPr>
      <w:rFonts w:ascii="Arial" w:hAnsi="Arial"/>
      <w:sz w:val="22"/>
      <w:lang w:val="en-GB" w:eastAsia="ja-JP" w:bidi="ar-SA"/>
    </w:rPr>
  </w:style>
  <w:style w:type="paragraph" w:styleId="Date">
    <w:name w:val="Date"/>
    <w:basedOn w:val="Normal"/>
    <w:next w:val="Normal"/>
    <w:link w:val="DateChar"/>
    <w:rsid w:val="006D1207"/>
    <w:pPr>
      <w:overflowPunct w:val="0"/>
      <w:autoSpaceDE w:val="0"/>
      <w:autoSpaceDN w:val="0"/>
      <w:adjustRightInd w:val="0"/>
      <w:textAlignment w:val="baseline"/>
    </w:pPr>
    <w:rPr>
      <w:rFonts w:eastAsia="Malgun Gothic"/>
    </w:rPr>
  </w:style>
  <w:style w:type="character" w:customStyle="1" w:styleId="DateChar">
    <w:name w:val="Date Char"/>
    <w:link w:val="Date"/>
    <w:rsid w:val="00EE5E23"/>
    <w:rPr>
      <w:rFonts w:eastAsia="Malgun Gothic"/>
    </w:rPr>
  </w:style>
  <w:style w:type="paragraph" w:customStyle="1" w:styleId="AutoCorrect">
    <w:name w:val="AutoCorrect"/>
    <w:rsid w:val="00EE5E23"/>
    <w:rPr>
      <w:rFonts w:eastAsia="Malgun Gothic"/>
      <w:sz w:val="24"/>
      <w:szCs w:val="24"/>
    </w:rPr>
  </w:style>
  <w:style w:type="paragraph" w:customStyle="1" w:styleId="-PAGE-">
    <w:name w:val="- PAGE -"/>
    <w:rsid w:val="00EE5E23"/>
    <w:rPr>
      <w:rFonts w:eastAsia="Malgun Gothic"/>
      <w:sz w:val="24"/>
      <w:szCs w:val="24"/>
    </w:rPr>
  </w:style>
  <w:style w:type="paragraph" w:customStyle="1" w:styleId="PageXofY">
    <w:name w:val="Page X of Y"/>
    <w:rsid w:val="00EE5E23"/>
    <w:rPr>
      <w:rFonts w:eastAsia="Malgun Gothic"/>
      <w:sz w:val="24"/>
      <w:szCs w:val="24"/>
    </w:rPr>
  </w:style>
  <w:style w:type="paragraph" w:customStyle="1" w:styleId="Createdby">
    <w:name w:val="Created by"/>
    <w:rsid w:val="00EE5E23"/>
    <w:rPr>
      <w:rFonts w:eastAsia="Malgun Gothic"/>
      <w:sz w:val="24"/>
      <w:szCs w:val="24"/>
    </w:rPr>
  </w:style>
  <w:style w:type="paragraph" w:customStyle="1" w:styleId="Createdon">
    <w:name w:val="Created on"/>
    <w:rsid w:val="00EE5E23"/>
    <w:rPr>
      <w:rFonts w:eastAsia="Malgun Gothic"/>
      <w:sz w:val="24"/>
      <w:szCs w:val="24"/>
    </w:rPr>
  </w:style>
  <w:style w:type="paragraph" w:customStyle="1" w:styleId="Lastprinted">
    <w:name w:val="Last printed"/>
    <w:rsid w:val="00EE5E23"/>
    <w:rPr>
      <w:rFonts w:eastAsia="Malgun Gothic"/>
      <w:sz w:val="24"/>
      <w:szCs w:val="24"/>
    </w:rPr>
  </w:style>
  <w:style w:type="paragraph" w:customStyle="1" w:styleId="Lastsavedby">
    <w:name w:val="Last saved by"/>
    <w:rsid w:val="00EE5E23"/>
    <w:rPr>
      <w:rFonts w:eastAsia="Malgun Gothic"/>
      <w:sz w:val="24"/>
      <w:szCs w:val="24"/>
    </w:rPr>
  </w:style>
  <w:style w:type="paragraph" w:customStyle="1" w:styleId="Filename">
    <w:name w:val="Filename"/>
    <w:rsid w:val="00EE5E23"/>
    <w:rPr>
      <w:rFonts w:eastAsia="Malgun Gothic"/>
      <w:sz w:val="24"/>
      <w:szCs w:val="24"/>
    </w:rPr>
  </w:style>
  <w:style w:type="paragraph" w:customStyle="1" w:styleId="Filenameandpath">
    <w:name w:val="Filename and path"/>
    <w:rsid w:val="00EE5E23"/>
    <w:rPr>
      <w:rFonts w:eastAsia="Malgun Gothic"/>
      <w:sz w:val="24"/>
      <w:szCs w:val="24"/>
    </w:rPr>
  </w:style>
  <w:style w:type="paragraph" w:customStyle="1" w:styleId="AuthorPageDate">
    <w:name w:val="Author  Page #  Date"/>
    <w:rsid w:val="00EE5E23"/>
    <w:rPr>
      <w:rFonts w:eastAsia="Malgun Gothic"/>
      <w:sz w:val="24"/>
      <w:szCs w:val="24"/>
    </w:rPr>
  </w:style>
  <w:style w:type="paragraph" w:customStyle="1" w:styleId="ConfidentialPageDate">
    <w:name w:val="Confidential  Page #  Date"/>
    <w:rsid w:val="00EE5E23"/>
    <w:rPr>
      <w:rFonts w:eastAsia="Malgun Gothic"/>
      <w:sz w:val="24"/>
      <w:szCs w:val="24"/>
    </w:rPr>
  </w:style>
  <w:style w:type="paragraph" w:customStyle="1" w:styleId="INDENT1">
    <w:name w:val="INDENT1"/>
    <w:basedOn w:val="Normal"/>
    <w:rsid w:val="00EE5E23"/>
    <w:pPr>
      <w:overflowPunct w:val="0"/>
      <w:autoSpaceDE w:val="0"/>
      <w:autoSpaceDN w:val="0"/>
      <w:adjustRightInd w:val="0"/>
      <w:ind w:left="851"/>
      <w:textAlignment w:val="baseline"/>
    </w:pPr>
    <w:rPr>
      <w:rFonts w:eastAsia="Times New Roman"/>
      <w:lang w:eastAsia="ja-JP"/>
    </w:rPr>
  </w:style>
  <w:style w:type="paragraph" w:customStyle="1" w:styleId="INDENT2">
    <w:name w:val="INDENT2"/>
    <w:basedOn w:val="Normal"/>
    <w:rsid w:val="00EE5E23"/>
    <w:pPr>
      <w:overflowPunct w:val="0"/>
      <w:autoSpaceDE w:val="0"/>
      <w:autoSpaceDN w:val="0"/>
      <w:adjustRightInd w:val="0"/>
      <w:ind w:left="1135" w:hanging="284"/>
      <w:textAlignment w:val="baseline"/>
    </w:pPr>
    <w:rPr>
      <w:rFonts w:eastAsia="Times New Roman"/>
      <w:lang w:eastAsia="ja-JP"/>
    </w:rPr>
  </w:style>
  <w:style w:type="paragraph" w:customStyle="1" w:styleId="INDENT3">
    <w:name w:val="INDENT3"/>
    <w:basedOn w:val="Normal"/>
    <w:rsid w:val="00EE5E23"/>
    <w:pPr>
      <w:overflowPunct w:val="0"/>
      <w:autoSpaceDE w:val="0"/>
      <w:autoSpaceDN w:val="0"/>
      <w:adjustRightInd w:val="0"/>
      <w:ind w:left="1701" w:hanging="567"/>
      <w:textAlignment w:val="baseline"/>
    </w:pPr>
    <w:rPr>
      <w:rFonts w:eastAsia="Times New Roman"/>
      <w:lang w:eastAsia="ja-JP"/>
    </w:rPr>
  </w:style>
  <w:style w:type="paragraph" w:customStyle="1" w:styleId="FigureTitle">
    <w:name w:val="Figure_Title"/>
    <w:basedOn w:val="Normal"/>
    <w:next w:val="Normal"/>
    <w:rsid w:val="00EE5E23"/>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Times New Roman"/>
      <w:b/>
      <w:sz w:val="24"/>
      <w:lang w:eastAsia="ja-JP"/>
    </w:rPr>
  </w:style>
  <w:style w:type="paragraph" w:customStyle="1" w:styleId="RecCCITT">
    <w:name w:val="Rec_CCITT_#"/>
    <w:basedOn w:val="Normal"/>
    <w:rsid w:val="00EE5E23"/>
    <w:pPr>
      <w:keepNext/>
      <w:keepLines/>
      <w:overflowPunct w:val="0"/>
      <w:autoSpaceDE w:val="0"/>
      <w:autoSpaceDN w:val="0"/>
      <w:adjustRightInd w:val="0"/>
      <w:textAlignment w:val="baseline"/>
    </w:pPr>
    <w:rPr>
      <w:rFonts w:eastAsia="Times New Roman"/>
      <w:b/>
      <w:lang w:eastAsia="ja-JP"/>
    </w:rPr>
  </w:style>
  <w:style w:type="paragraph" w:customStyle="1" w:styleId="enumlev2">
    <w:name w:val="enumlev2"/>
    <w:basedOn w:val="Normal"/>
    <w:rsid w:val="00EE5E23"/>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Times New Roman"/>
      <w:lang w:val="en-US" w:eastAsia="ja-JP"/>
    </w:rPr>
  </w:style>
  <w:style w:type="paragraph" w:customStyle="1" w:styleId="CouvRecTitle">
    <w:name w:val="Couv Rec Title"/>
    <w:basedOn w:val="Normal"/>
    <w:rsid w:val="00EE5E23"/>
    <w:pPr>
      <w:keepNext/>
      <w:keepLines/>
      <w:overflowPunct w:val="0"/>
      <w:autoSpaceDE w:val="0"/>
      <w:autoSpaceDN w:val="0"/>
      <w:adjustRightInd w:val="0"/>
      <w:spacing w:before="240"/>
      <w:ind w:left="1418"/>
      <w:textAlignment w:val="baseline"/>
    </w:pPr>
    <w:rPr>
      <w:rFonts w:ascii="Arial" w:eastAsia="Times New Roman" w:hAnsi="Arial"/>
      <w:b/>
      <w:sz w:val="36"/>
      <w:lang w:val="en-US" w:eastAsia="ja-JP"/>
    </w:rPr>
  </w:style>
  <w:style w:type="paragraph" w:customStyle="1" w:styleId="Figure">
    <w:name w:val="Figure"/>
    <w:basedOn w:val="Normal"/>
    <w:rsid w:val="00EE5E23"/>
    <w:pPr>
      <w:tabs>
        <w:tab w:val="num" w:pos="1440"/>
      </w:tabs>
      <w:spacing w:before="180" w:after="240" w:line="280" w:lineRule="atLeast"/>
      <w:ind w:left="720" w:hanging="360"/>
      <w:jc w:val="center"/>
    </w:pPr>
    <w:rPr>
      <w:rFonts w:ascii="Arial" w:eastAsia="Times New Roman" w:hAnsi="Arial"/>
      <w:b/>
      <w:lang w:val="en-US" w:eastAsia="ja-JP"/>
    </w:rPr>
  </w:style>
  <w:style w:type="table" w:customStyle="1" w:styleId="TableGrid1">
    <w:name w:val="Table Grid1"/>
    <w:basedOn w:val="TableNormal"/>
    <w:next w:val="TableGrid"/>
    <w:uiPriority w:val="39"/>
    <w:rsid w:val="00EE5E23"/>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rsid w:val="00EE5E23"/>
    <w:pPr>
      <w:tabs>
        <w:tab w:val="left" w:pos="1418"/>
      </w:tabs>
      <w:overflowPunct w:val="0"/>
      <w:autoSpaceDE w:val="0"/>
      <w:autoSpaceDN w:val="0"/>
      <w:adjustRightInd w:val="0"/>
      <w:spacing w:after="120"/>
      <w:textAlignment w:val="baseline"/>
    </w:pPr>
    <w:rPr>
      <w:rFonts w:ascii="Arial" w:eastAsia="MS Mincho" w:hAnsi="Arial"/>
      <w:sz w:val="24"/>
      <w:lang w:val="fr-FR" w:eastAsia="ko-KR"/>
    </w:rPr>
  </w:style>
  <w:style w:type="paragraph" w:customStyle="1" w:styleId="p20">
    <w:name w:val="p20"/>
    <w:basedOn w:val="Normal"/>
    <w:rsid w:val="00EE5E23"/>
    <w:pPr>
      <w:snapToGrid w:val="0"/>
      <w:spacing w:after="0"/>
      <w:textAlignment w:val="baseline"/>
    </w:pPr>
    <w:rPr>
      <w:rFonts w:ascii="Arial" w:hAnsi="Arial" w:cs="Arial"/>
      <w:sz w:val="18"/>
      <w:szCs w:val="18"/>
      <w:lang w:val="en-US" w:eastAsia="zh-CN"/>
    </w:rPr>
  </w:style>
  <w:style w:type="paragraph" w:customStyle="1" w:styleId="ATC">
    <w:name w:val="ATC"/>
    <w:basedOn w:val="Normal"/>
    <w:rsid w:val="00EE5E23"/>
    <w:pPr>
      <w:overflowPunct w:val="0"/>
      <w:autoSpaceDE w:val="0"/>
      <w:autoSpaceDN w:val="0"/>
      <w:adjustRightInd w:val="0"/>
      <w:textAlignment w:val="baseline"/>
    </w:pPr>
    <w:rPr>
      <w:rFonts w:eastAsia="Times New Roman"/>
      <w:lang w:eastAsia="ja-JP"/>
    </w:rPr>
  </w:style>
  <w:style w:type="paragraph" w:customStyle="1" w:styleId="TaOC">
    <w:name w:val="TaOC"/>
    <w:basedOn w:val="TAC"/>
    <w:rsid w:val="00EE5E23"/>
    <w:pPr>
      <w:overflowPunct w:val="0"/>
      <w:autoSpaceDE w:val="0"/>
      <w:autoSpaceDN w:val="0"/>
      <w:adjustRightInd w:val="0"/>
      <w:textAlignment w:val="baseline"/>
    </w:pPr>
    <w:rPr>
      <w:rFonts w:eastAsia="Times New Roman"/>
      <w:lang w:eastAsia="ja-JP"/>
    </w:rPr>
  </w:style>
  <w:style w:type="paragraph" w:customStyle="1" w:styleId="1CharChar1Char">
    <w:name w:val="(文字) (文字)1 Char (文字) (文字) Char (文字) (文字)1 Char (文字) (文字)"/>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xl40">
    <w:name w:val="xl40"/>
    <w:basedOn w:val="Normal"/>
    <w:rsid w:val="00EE5E23"/>
    <w:pPr>
      <w:shd w:val="clear" w:color="000000" w:fill="FFFF00"/>
      <w:spacing w:before="100" w:beforeAutospacing="1" w:after="100" w:afterAutospacing="1"/>
      <w:jc w:val="center"/>
    </w:pPr>
    <w:rPr>
      <w:rFonts w:ascii="Arial" w:eastAsia="Times New Roman" w:hAnsi="Arial" w:cs="Arial"/>
      <w:b/>
      <w:bCs/>
      <w:color w:val="000000"/>
      <w:sz w:val="16"/>
      <w:szCs w:val="16"/>
      <w:lang w:eastAsia="en-GB"/>
    </w:rPr>
  </w:style>
  <w:style w:type="paragraph" w:customStyle="1" w:styleId="Separation">
    <w:name w:val="Separation"/>
    <w:basedOn w:val="Heading1"/>
    <w:next w:val="Normal"/>
    <w:rsid w:val="00EE5E23"/>
    <w:pPr>
      <w:pBdr>
        <w:top w:val="none" w:sz="0" w:space="0" w:color="auto"/>
      </w:pBdr>
    </w:pPr>
    <w:rPr>
      <w:rFonts w:eastAsia="Times New Roman"/>
      <w:b/>
      <w:color w:val="0000FF"/>
      <w:lang w:eastAsia="ja-JP"/>
    </w:rPr>
  </w:style>
  <w:style w:type="character" w:customStyle="1" w:styleId="T1Char3">
    <w:name w:val="T1 Char3"/>
    <w:aliases w:val="Header 6 Char Char3"/>
    <w:rsid w:val="00EE5E23"/>
    <w:rPr>
      <w:rFonts w:ascii="Arial" w:hAnsi="Arial"/>
      <w:lang w:val="en-GB" w:eastAsia="en-US" w:bidi="ar-SA"/>
    </w:rPr>
  </w:style>
  <w:style w:type="table" w:customStyle="1" w:styleId="Tabellengitternetz1">
    <w:name w:val="Tabellengitternetz1"/>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EE5E23"/>
    <w:pPr>
      <w:tabs>
        <w:tab w:val="num" w:pos="928"/>
      </w:tabs>
      <w:ind w:left="928" w:hanging="360"/>
    </w:pPr>
    <w:rPr>
      <w:rFonts w:eastAsia="Batang"/>
      <w:lang w:eastAsia="ko-KR"/>
    </w:rPr>
  </w:style>
  <w:style w:type="table" w:customStyle="1" w:styleId="TableGrid2">
    <w:name w:val="Table Grid2"/>
    <w:basedOn w:val="TableNormal"/>
    <w:next w:val="TableGrid"/>
    <w:rsid w:val="00EE5E23"/>
    <w:pPr>
      <w:overflowPunct w:val="0"/>
      <w:autoSpaceDE w:val="0"/>
      <w:autoSpaceDN w:val="0"/>
      <w:adjustRightInd w:val="0"/>
      <w:spacing w:after="18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rsid w:val="00EE5E23"/>
    <w:pPr>
      <w:keepNext w:val="0"/>
      <w:keepLines w:val="0"/>
      <w:spacing w:before="240"/>
      <w:ind w:left="1980" w:hanging="1980"/>
    </w:pPr>
    <w:rPr>
      <w:rFonts w:eastAsia="MS Mincho"/>
      <w:bCs/>
    </w:rPr>
  </w:style>
  <w:style w:type="paragraph" w:customStyle="1" w:styleId="StyleHeading6After9pt">
    <w:name w:val="Style Heading 6 + After:  9 pt"/>
    <w:basedOn w:val="Heading6"/>
    <w:rsid w:val="00EE5E23"/>
    <w:pPr>
      <w:keepNext w:val="0"/>
      <w:keepLines w:val="0"/>
      <w:spacing w:before="240"/>
      <w:ind w:left="0" w:firstLine="0"/>
    </w:pPr>
    <w:rPr>
      <w:rFonts w:eastAsia="MS Mincho"/>
      <w:bCs/>
    </w:rPr>
  </w:style>
  <w:style w:type="table" w:customStyle="1" w:styleId="TableGrid3">
    <w:name w:val="Table Grid3"/>
    <w:basedOn w:val="TableNormal"/>
    <w:next w:val="TableGrid"/>
    <w:rsid w:val="00EE5E23"/>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semiHidden/>
    <w:rsid w:val="00EE5E23"/>
    <w:rPr>
      <w:rFonts w:ascii="Tahoma" w:eastAsia="MS Mincho" w:hAnsi="Tahoma" w:cs="Tahoma"/>
      <w:sz w:val="16"/>
      <w:szCs w:val="16"/>
      <w:lang w:eastAsia="ko-KR"/>
    </w:rPr>
  </w:style>
  <w:style w:type="paragraph" w:customStyle="1" w:styleId="JK-text-simpledoc">
    <w:name w:val="JK - text - simple doc"/>
    <w:basedOn w:val="BodyText"/>
    <w:autoRedefine/>
    <w:rsid w:val="00EE5E23"/>
    <w:pPr>
      <w:widowControl/>
      <w:tabs>
        <w:tab w:val="num" w:pos="928"/>
        <w:tab w:val="num" w:pos="1097"/>
      </w:tabs>
      <w:spacing w:line="288" w:lineRule="auto"/>
      <w:ind w:left="1097" w:hanging="360"/>
    </w:pPr>
    <w:rPr>
      <w:rFonts w:ascii="Arial" w:eastAsia="SimSun" w:hAnsi="Arial" w:cs="Arial"/>
      <w:sz w:val="20"/>
      <w:lang w:val="en-US"/>
    </w:rPr>
  </w:style>
  <w:style w:type="paragraph" w:customStyle="1" w:styleId="b11">
    <w:name w:val="b1"/>
    <w:basedOn w:val="Normal"/>
    <w:rsid w:val="00EE5E23"/>
    <w:pPr>
      <w:spacing w:before="100" w:beforeAutospacing="1" w:after="100" w:afterAutospacing="1"/>
    </w:pPr>
    <w:rPr>
      <w:rFonts w:eastAsia="Times New Roman"/>
      <w:sz w:val="24"/>
      <w:szCs w:val="24"/>
      <w:lang w:val="en-US" w:eastAsia="ko-KR"/>
    </w:rPr>
  </w:style>
  <w:style w:type="paragraph" w:customStyle="1" w:styleId="12">
    <w:name w:val="吹き出し1"/>
    <w:basedOn w:val="Normal"/>
    <w:semiHidden/>
    <w:rsid w:val="00EE5E23"/>
    <w:rPr>
      <w:rFonts w:ascii="Tahoma" w:eastAsia="MS Mincho" w:hAnsi="Tahoma" w:cs="Tahoma"/>
      <w:sz w:val="16"/>
      <w:szCs w:val="16"/>
      <w:lang w:eastAsia="ko-KR"/>
    </w:rPr>
  </w:style>
  <w:style w:type="paragraph" w:customStyle="1" w:styleId="20">
    <w:name w:val="吹き出し2"/>
    <w:basedOn w:val="Normal"/>
    <w:semiHidden/>
    <w:rsid w:val="00EE5E23"/>
    <w:rPr>
      <w:rFonts w:ascii="Tahoma" w:eastAsia="MS Mincho" w:hAnsi="Tahoma" w:cs="Tahoma"/>
      <w:sz w:val="16"/>
      <w:szCs w:val="16"/>
      <w:lang w:eastAsia="ko-KR"/>
    </w:rPr>
  </w:style>
  <w:style w:type="paragraph" w:customStyle="1" w:styleId="Note">
    <w:name w:val="Note"/>
    <w:basedOn w:val="B10"/>
    <w:rsid w:val="00EE5E23"/>
    <w:pPr>
      <w:overflowPunct w:val="0"/>
      <w:autoSpaceDE w:val="0"/>
      <w:autoSpaceDN w:val="0"/>
      <w:adjustRightInd w:val="0"/>
      <w:textAlignment w:val="baseline"/>
    </w:pPr>
    <w:rPr>
      <w:rFonts w:eastAsia="MS Mincho"/>
      <w:lang w:eastAsia="en-GB"/>
    </w:rPr>
  </w:style>
  <w:style w:type="paragraph" w:customStyle="1" w:styleId="91">
    <w:name w:val="目次 91"/>
    <w:basedOn w:val="TOC8"/>
    <w:rsid w:val="00EE5E23"/>
    <w:pPr>
      <w:overflowPunct w:val="0"/>
      <w:autoSpaceDE w:val="0"/>
      <w:autoSpaceDN w:val="0"/>
      <w:adjustRightInd w:val="0"/>
      <w:ind w:left="1418" w:hanging="1418"/>
      <w:textAlignment w:val="baseline"/>
    </w:pPr>
    <w:rPr>
      <w:rFonts w:eastAsia="MS Mincho"/>
      <w:lang w:val="en-US" w:eastAsia="en-GB"/>
    </w:rPr>
  </w:style>
  <w:style w:type="paragraph" w:customStyle="1" w:styleId="13">
    <w:name w:val="図表番号1"/>
    <w:basedOn w:val="Normal"/>
    <w:next w:val="Normal"/>
    <w:rsid w:val="00EE5E23"/>
    <w:pPr>
      <w:overflowPunct w:val="0"/>
      <w:autoSpaceDE w:val="0"/>
      <w:autoSpaceDN w:val="0"/>
      <w:adjustRightInd w:val="0"/>
      <w:spacing w:before="120" w:after="120"/>
      <w:textAlignment w:val="baseline"/>
    </w:pPr>
    <w:rPr>
      <w:rFonts w:eastAsia="MS Mincho"/>
      <w:b/>
      <w:lang w:eastAsia="en-GB"/>
    </w:rPr>
  </w:style>
  <w:style w:type="paragraph" w:customStyle="1" w:styleId="HO">
    <w:name w:val="HO"/>
    <w:basedOn w:val="Normal"/>
    <w:rsid w:val="00EE5E23"/>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rsid w:val="00EE5E23"/>
    <w:pPr>
      <w:overflowPunct w:val="0"/>
      <w:autoSpaceDE w:val="0"/>
      <w:autoSpaceDN w:val="0"/>
      <w:adjustRightInd w:val="0"/>
      <w:spacing w:after="0"/>
      <w:jc w:val="both"/>
      <w:textAlignment w:val="baseline"/>
    </w:pPr>
    <w:rPr>
      <w:rFonts w:eastAsia="MS Mincho"/>
      <w:lang w:eastAsia="en-GB"/>
    </w:rPr>
  </w:style>
  <w:style w:type="paragraph" w:customStyle="1" w:styleId="ZK">
    <w:name w:val="ZK"/>
    <w:rsid w:val="00EE5E23"/>
    <w:pPr>
      <w:spacing w:after="240" w:line="240" w:lineRule="atLeast"/>
      <w:ind w:left="1191" w:right="113" w:hanging="1191"/>
    </w:pPr>
    <w:rPr>
      <w:rFonts w:eastAsia="MS Mincho"/>
      <w:lang w:eastAsia="en-US"/>
    </w:rPr>
  </w:style>
  <w:style w:type="paragraph" w:customStyle="1" w:styleId="ZC">
    <w:name w:val="ZC"/>
    <w:rsid w:val="00EE5E23"/>
    <w:pPr>
      <w:spacing w:line="360" w:lineRule="atLeast"/>
      <w:jc w:val="center"/>
    </w:pPr>
    <w:rPr>
      <w:rFonts w:eastAsia="MS Mincho"/>
      <w:lang w:eastAsia="en-US"/>
    </w:rPr>
  </w:style>
  <w:style w:type="paragraph" w:customStyle="1" w:styleId="FooterCentred">
    <w:name w:val="FooterCentred"/>
    <w:basedOn w:val="Footer"/>
    <w:rsid w:val="00EE5E23"/>
    <w:pPr>
      <w:tabs>
        <w:tab w:val="center" w:pos="4678"/>
        <w:tab w:val="right" w:pos="9356"/>
      </w:tabs>
      <w:jc w:val="both"/>
    </w:pPr>
    <w:rPr>
      <w:rFonts w:ascii="Times New Roman" w:eastAsia="MS Mincho" w:hAnsi="Times New Roman"/>
      <w:b w:val="0"/>
      <w:i w:val="0"/>
      <w:noProof w:val="0"/>
      <w:sz w:val="20"/>
      <w:lang w:eastAsia="en-GB"/>
    </w:rPr>
  </w:style>
  <w:style w:type="paragraph" w:customStyle="1" w:styleId="NumberedList">
    <w:name w:val="Numbered List"/>
    <w:basedOn w:val="Para1"/>
    <w:rsid w:val="00EE5E23"/>
    <w:pPr>
      <w:tabs>
        <w:tab w:val="left" w:pos="360"/>
      </w:tabs>
      <w:ind w:left="360" w:hanging="360"/>
    </w:pPr>
  </w:style>
  <w:style w:type="paragraph" w:customStyle="1" w:styleId="Para1">
    <w:name w:val="Para1"/>
    <w:basedOn w:val="Normal"/>
    <w:rsid w:val="00EE5E23"/>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rsid w:val="00EE5E23"/>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ableTitle">
    <w:name w:val="TableTitle"/>
    <w:basedOn w:val="BodyText2"/>
    <w:next w:val="BodyText2"/>
    <w:rsid w:val="00EE5E23"/>
    <w:pPr>
      <w:keepNext/>
      <w:keepLines/>
      <w:overflowPunct w:val="0"/>
      <w:autoSpaceDE w:val="0"/>
      <w:autoSpaceDN w:val="0"/>
      <w:adjustRightInd w:val="0"/>
      <w:spacing w:after="60"/>
      <w:ind w:left="210"/>
      <w:jc w:val="center"/>
      <w:textAlignment w:val="baseline"/>
    </w:pPr>
    <w:rPr>
      <w:b/>
      <w:sz w:val="20"/>
      <w:lang w:eastAsia="en-GB"/>
    </w:rPr>
  </w:style>
  <w:style w:type="paragraph" w:customStyle="1" w:styleId="14">
    <w:name w:val="図表目次1"/>
    <w:basedOn w:val="Normal"/>
    <w:next w:val="Normal"/>
    <w:rsid w:val="00EE5E23"/>
    <w:pPr>
      <w:overflowPunct w:val="0"/>
      <w:autoSpaceDE w:val="0"/>
      <w:autoSpaceDN w:val="0"/>
      <w:adjustRightInd w:val="0"/>
      <w:ind w:left="400" w:hanging="400"/>
      <w:jc w:val="center"/>
      <w:textAlignment w:val="baseline"/>
    </w:pPr>
    <w:rPr>
      <w:rFonts w:eastAsia="MS Mincho"/>
      <w:b/>
      <w:lang w:eastAsia="en-GB"/>
    </w:rPr>
  </w:style>
  <w:style w:type="paragraph" w:customStyle="1" w:styleId="t2">
    <w:name w:val="t2"/>
    <w:basedOn w:val="Normal"/>
    <w:rsid w:val="00EE5E23"/>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rsid w:val="00EE5E23"/>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rsid w:val="00EE5E23"/>
    <w:pPr>
      <w:overflowPunct w:val="0"/>
      <w:autoSpaceDE w:val="0"/>
      <w:autoSpaceDN w:val="0"/>
      <w:adjustRightInd w:val="0"/>
      <w:spacing w:after="0"/>
      <w:jc w:val="center"/>
      <w:textAlignment w:val="baseline"/>
    </w:pPr>
    <w:rPr>
      <w:rFonts w:ascii="Arial" w:eastAsia="MS Mincho" w:hAnsi="Arial"/>
      <w:b/>
      <w:sz w:val="16"/>
      <w:lang w:eastAsia="ja-JP"/>
    </w:rPr>
  </w:style>
  <w:style w:type="paragraph" w:customStyle="1" w:styleId="Tdoctable">
    <w:name w:val="Tdoc_table"/>
    <w:rsid w:val="00EE5E23"/>
    <w:pPr>
      <w:ind w:left="244" w:hanging="244"/>
    </w:pPr>
    <w:rPr>
      <w:rFonts w:ascii="Arial" w:hAnsi="Arial"/>
      <w:noProof/>
      <w:color w:val="000000"/>
      <w:lang w:eastAsia="en-US"/>
    </w:rPr>
  </w:style>
  <w:style w:type="paragraph" w:customStyle="1" w:styleId="Heading3Underrubrik2H3">
    <w:name w:val="Heading 3.Underrubrik2.H3"/>
    <w:basedOn w:val="Heading2Head2A2"/>
    <w:next w:val="Normal"/>
    <w:rsid w:val="00EE5E23"/>
    <w:pPr>
      <w:spacing w:before="120"/>
      <w:outlineLvl w:val="2"/>
    </w:pPr>
    <w:rPr>
      <w:sz w:val="28"/>
    </w:rPr>
  </w:style>
  <w:style w:type="paragraph" w:customStyle="1" w:styleId="Heading2Head2A2">
    <w:name w:val="Heading 2.Head2A.2"/>
    <w:basedOn w:val="Heading1"/>
    <w:next w:val="Normal"/>
    <w:rsid w:val="00EE5E23"/>
    <w:pPr>
      <w:pBdr>
        <w:top w:val="none" w:sz="0" w:space="0" w:color="auto"/>
      </w:pBdr>
      <w:overflowPunct w:val="0"/>
      <w:autoSpaceDE w:val="0"/>
      <w:autoSpaceDN w:val="0"/>
      <w:adjustRightInd w:val="0"/>
      <w:spacing w:before="180"/>
      <w:textAlignment w:val="baseline"/>
      <w:outlineLvl w:val="1"/>
    </w:pPr>
    <w:rPr>
      <w:sz w:val="32"/>
      <w:lang w:eastAsia="es-ES"/>
    </w:rPr>
  </w:style>
  <w:style w:type="paragraph" w:customStyle="1" w:styleId="TitleText">
    <w:name w:val="Title Text"/>
    <w:basedOn w:val="Normal"/>
    <w:next w:val="Normal"/>
    <w:rsid w:val="00EE5E23"/>
    <w:pPr>
      <w:overflowPunct w:val="0"/>
      <w:autoSpaceDE w:val="0"/>
      <w:autoSpaceDN w:val="0"/>
      <w:adjustRightInd w:val="0"/>
      <w:spacing w:after="220"/>
      <w:textAlignment w:val="baseline"/>
    </w:pPr>
    <w:rPr>
      <w:rFonts w:eastAsia="MS Mincho"/>
      <w:b/>
      <w:lang w:val="en-US" w:eastAsia="en-GB"/>
    </w:rPr>
  </w:style>
  <w:style w:type="paragraph" w:customStyle="1" w:styleId="berschrift2Head2A2">
    <w:name w:val="Überschrift 2.Head2A.2"/>
    <w:basedOn w:val="Heading1"/>
    <w:next w:val="Normal"/>
    <w:rsid w:val="00EE5E23"/>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rsid w:val="00EE5E23"/>
    <w:pPr>
      <w:spacing w:before="120"/>
      <w:outlineLvl w:val="2"/>
    </w:pPr>
    <w:rPr>
      <w:rFonts w:eastAsia="MS Mincho"/>
      <w:sz w:val="28"/>
      <w:lang w:eastAsia="de-DE"/>
    </w:rPr>
  </w:style>
  <w:style w:type="paragraph" w:customStyle="1" w:styleId="Bullets">
    <w:name w:val="Bullets"/>
    <w:basedOn w:val="BodyText"/>
    <w:rsid w:val="00EE5E23"/>
    <w:pPr>
      <w:overflowPunct w:val="0"/>
      <w:autoSpaceDE w:val="0"/>
      <w:autoSpaceDN w:val="0"/>
      <w:adjustRightInd w:val="0"/>
      <w:ind w:left="283" w:hanging="283"/>
      <w:textAlignment w:val="baseline"/>
    </w:pPr>
    <w:rPr>
      <w:sz w:val="20"/>
      <w:lang w:eastAsia="de-DE"/>
    </w:rPr>
  </w:style>
  <w:style w:type="paragraph" w:customStyle="1" w:styleId="11BodyText">
    <w:name w:val="11 BodyText"/>
    <w:basedOn w:val="Normal"/>
    <w:rsid w:val="00EE5E23"/>
    <w:pPr>
      <w:spacing w:after="220"/>
      <w:ind w:left="1298"/>
    </w:pPr>
    <w:rPr>
      <w:rFonts w:ascii="Arial" w:hAnsi="Arial"/>
      <w:lang w:val="en-US" w:eastAsia="en-GB"/>
    </w:rPr>
  </w:style>
  <w:style w:type="numbering" w:customStyle="1" w:styleId="15">
    <w:name w:val="无列表1"/>
    <w:next w:val="NoList"/>
    <w:semiHidden/>
    <w:rsid w:val="00EE5E23"/>
  </w:style>
  <w:style w:type="paragraph" w:customStyle="1" w:styleId="1030302">
    <w:name w:val="样式 样式 标题 1 + 两端对齐 段前: 0.3 行 段后: 0.3 行 行距: 单倍行距 + 段前: 0.2 行 段后: ..."/>
    <w:basedOn w:val="Normal"/>
    <w:autoRedefine/>
    <w:rsid w:val="00EE5E23"/>
    <w:pPr>
      <w:keepNext/>
      <w:tabs>
        <w:tab w:val="num" w:pos="0"/>
      </w:tabs>
      <w:spacing w:beforeLines="20" w:afterLines="10"/>
      <w:ind w:right="284"/>
      <w:jc w:val="both"/>
      <w:outlineLvl w:val="0"/>
    </w:pPr>
    <w:rPr>
      <w:rFonts w:ascii="Arial" w:hAnsi="Arial" w:cs="SimSun"/>
      <w:b/>
      <w:bCs/>
      <w:sz w:val="28"/>
      <w:lang w:val="en-US" w:eastAsia="zh-CN"/>
    </w:rPr>
  </w:style>
  <w:style w:type="table" w:customStyle="1" w:styleId="31">
    <w:name w:val="网格型3"/>
    <w:basedOn w:val="TableNormal"/>
    <w:next w:val="TableGrid"/>
    <w:rsid w:val="00EE5E23"/>
    <w:pPr>
      <w:overflowPunct w:val="0"/>
      <w:autoSpaceDE w:val="0"/>
      <w:autoSpaceDN w:val="0"/>
      <w:adjustRightInd w:val="0"/>
      <w:spacing w:after="18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rsid w:val="00EE5E23"/>
    <w:pPr>
      <w:overflowPunct w:val="0"/>
      <w:autoSpaceDE w:val="0"/>
      <w:autoSpaceDN w:val="0"/>
      <w:adjustRightInd w:val="0"/>
      <w:spacing w:after="18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rsid w:val="00EE5E23"/>
    <w:pPr>
      <w:keepNext/>
      <w:keepLines/>
      <w:overflowPunct w:val="0"/>
      <w:autoSpaceDE w:val="0"/>
      <w:autoSpaceDN w:val="0"/>
      <w:adjustRightInd w:val="0"/>
      <w:spacing w:after="0"/>
      <w:ind w:right="134"/>
      <w:jc w:val="right"/>
      <w:textAlignment w:val="baseline"/>
    </w:pPr>
    <w:rPr>
      <w:rFonts w:ascii="Arial" w:eastAsia="Times New Roman" w:hAnsi="Arial" w:cs="Arial"/>
      <w:sz w:val="18"/>
      <w:szCs w:val="18"/>
      <w:lang w:val="en-US" w:eastAsia="ko-KR"/>
    </w:rPr>
  </w:style>
  <w:style w:type="paragraph" w:customStyle="1" w:styleId="StyleTAC">
    <w:name w:val="Style TAC +"/>
    <w:basedOn w:val="TAC"/>
    <w:next w:val="TAC"/>
    <w:link w:val="StyleTACChar"/>
    <w:autoRedefine/>
    <w:rsid w:val="00EE5E23"/>
    <w:rPr>
      <w:rFonts w:eastAsia="Malgun Gothic"/>
      <w:kern w:val="2"/>
    </w:rPr>
  </w:style>
  <w:style w:type="character" w:customStyle="1" w:styleId="StyleTACChar">
    <w:name w:val="Style TAC + Char"/>
    <w:link w:val="StyleTAC"/>
    <w:rsid w:val="00EE5E23"/>
    <w:rPr>
      <w:rFonts w:ascii="Arial" w:eastAsia="Malgun Gothic" w:hAnsi="Arial"/>
      <w:kern w:val="2"/>
      <w:sz w:val="18"/>
      <w:lang w:val="en-GB" w:eastAsia="en-US"/>
    </w:rPr>
  </w:style>
  <w:style w:type="character" w:customStyle="1" w:styleId="CharChar29">
    <w:name w:val="Char Char29"/>
    <w:rsid w:val="00EE5E23"/>
    <w:rPr>
      <w:rFonts w:ascii="Arial" w:hAnsi="Arial"/>
      <w:sz w:val="36"/>
      <w:lang w:val="en-GB" w:eastAsia="en-US" w:bidi="ar-SA"/>
    </w:rPr>
  </w:style>
  <w:style w:type="character" w:customStyle="1" w:styleId="CharChar28">
    <w:name w:val="Char Char28"/>
    <w:rsid w:val="00EE5E23"/>
    <w:rPr>
      <w:rFonts w:ascii="Arial" w:hAnsi="Arial"/>
      <w:sz w:val="32"/>
      <w:lang w:val="en-GB"/>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rsid w:val="00EE5E23"/>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rsid w:val="00EE5E23"/>
    <w:rPr>
      <w:rFonts w:ascii="Arial" w:hAnsi="Arial"/>
      <w:sz w:val="22"/>
      <w:lang w:val="en-GB" w:eastAsia="en-GB" w:bidi="ar-SA"/>
    </w:rPr>
  </w:style>
  <w:style w:type="paragraph" w:customStyle="1" w:styleId="Default">
    <w:name w:val="Default"/>
    <w:rsid w:val="00EE5E23"/>
    <w:pPr>
      <w:widowControl w:val="0"/>
      <w:autoSpaceDE w:val="0"/>
      <w:autoSpaceDN w:val="0"/>
      <w:adjustRightInd w:val="0"/>
    </w:pPr>
    <w:rPr>
      <w:rFonts w:ascii="Arial" w:eastAsia="Malgun Gothic" w:hAnsi="Arial" w:cs="Arial"/>
      <w:color w:val="000000"/>
      <w:sz w:val="24"/>
      <w:szCs w:val="24"/>
      <w:lang w:val="en-US" w:eastAsia="ja-JP"/>
    </w:rPr>
  </w:style>
  <w:style w:type="character" w:customStyle="1" w:styleId="B1Zchn">
    <w:name w:val="B1 Zchn"/>
    <w:rsid w:val="00EE5E23"/>
    <w:rPr>
      <w:rFonts w:ascii="Times New Roman" w:hAnsi="Times New Roman"/>
      <w:lang w:val="en-GB"/>
    </w:rPr>
  </w:style>
  <w:style w:type="character" w:styleId="HTMLAcronym">
    <w:name w:val="HTML Acronym"/>
    <w:uiPriority w:val="99"/>
    <w:unhideWhenUsed/>
    <w:rsid w:val="007B17DD"/>
  </w:style>
  <w:style w:type="numbering" w:customStyle="1" w:styleId="NoList2">
    <w:name w:val="No List2"/>
    <w:next w:val="NoList"/>
    <w:semiHidden/>
    <w:rsid w:val="00D87103"/>
  </w:style>
  <w:style w:type="numbering" w:customStyle="1" w:styleId="NoList3">
    <w:name w:val="No List3"/>
    <w:next w:val="NoList"/>
    <w:uiPriority w:val="99"/>
    <w:semiHidden/>
    <w:rsid w:val="00FE744D"/>
  </w:style>
  <w:style w:type="table" w:customStyle="1" w:styleId="TableGrid4">
    <w:name w:val="Table Grid4"/>
    <w:basedOn w:val="TableNormal"/>
    <w:next w:val="TableGrid"/>
    <w:rsid w:val="00FE744D"/>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E744D"/>
  </w:style>
  <w:style w:type="paragraph" w:customStyle="1" w:styleId="3GPPNormalText">
    <w:name w:val="3GPP Normal Text"/>
    <w:basedOn w:val="BodyText"/>
    <w:link w:val="3GPPNormalTextChar"/>
    <w:qFormat/>
    <w:rsid w:val="00E24ACD"/>
    <w:pPr>
      <w:widowControl/>
      <w:ind w:hanging="22"/>
      <w:jc w:val="both"/>
    </w:pPr>
    <w:rPr>
      <w:rFonts w:ascii="Arial" w:hAnsi="Arial" w:cs="Arial"/>
      <w:szCs w:val="24"/>
      <w:lang w:val="en-US"/>
    </w:rPr>
  </w:style>
  <w:style w:type="character" w:customStyle="1" w:styleId="3GPPNormalTextChar">
    <w:name w:val="3GPP Normal Text Char"/>
    <w:link w:val="3GPPNormalText"/>
    <w:rsid w:val="00E24ACD"/>
    <w:rPr>
      <w:rFonts w:ascii="Arial" w:eastAsia="MS Mincho" w:hAnsi="Arial" w:cs="Arial"/>
      <w:sz w:val="24"/>
      <w:szCs w:val="24"/>
      <w:lang w:val="en-US" w:eastAsia="en-US"/>
    </w:rPr>
  </w:style>
  <w:style w:type="numbering" w:customStyle="1" w:styleId="16">
    <w:name w:val="無清單1"/>
    <w:next w:val="NoList"/>
    <w:uiPriority w:val="99"/>
    <w:semiHidden/>
    <w:unhideWhenUsed/>
    <w:rsid w:val="00D9416D"/>
  </w:style>
  <w:style w:type="numbering" w:customStyle="1" w:styleId="110">
    <w:name w:val="無清單11"/>
    <w:next w:val="NoList"/>
    <w:uiPriority w:val="99"/>
    <w:semiHidden/>
    <w:unhideWhenUsed/>
    <w:rsid w:val="00D9416D"/>
  </w:style>
  <w:style w:type="table" w:customStyle="1" w:styleId="17">
    <w:name w:val="表格格線1"/>
    <w:basedOn w:val="TableNormal"/>
    <w:next w:val="TableGrid"/>
    <w:rsid w:val="00D9416D"/>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D43B5B"/>
  </w:style>
  <w:style w:type="paragraph" w:customStyle="1" w:styleId="H53GPP">
    <w:name w:val="H5 3GPP"/>
    <w:basedOn w:val="Normal"/>
    <w:link w:val="H53GPPChar"/>
    <w:qFormat/>
    <w:rsid w:val="001061D2"/>
    <w:pPr>
      <w:keepNext/>
      <w:keepLines/>
      <w:overflowPunct w:val="0"/>
      <w:autoSpaceDE w:val="0"/>
      <w:autoSpaceDN w:val="0"/>
      <w:adjustRightInd w:val="0"/>
      <w:spacing w:before="120"/>
      <w:ind w:left="1134" w:hanging="1134"/>
      <w:textAlignment w:val="baseline"/>
      <w:outlineLvl w:val="2"/>
    </w:pPr>
    <w:rPr>
      <w:rFonts w:ascii="Arial" w:hAnsi="Arial"/>
      <w:snapToGrid w:val="0"/>
      <w:sz w:val="22"/>
      <w:szCs w:val="22"/>
    </w:rPr>
  </w:style>
  <w:style w:type="character" w:customStyle="1" w:styleId="H53GPPChar">
    <w:name w:val="H5 3GPP Char"/>
    <w:basedOn w:val="DefaultParagraphFont"/>
    <w:link w:val="H53GPP"/>
    <w:rsid w:val="001061D2"/>
    <w:rPr>
      <w:rFonts w:ascii="Arial" w:hAnsi="Arial"/>
      <w:snapToGrid w:val="0"/>
      <w:sz w:val="22"/>
      <w:szCs w:val="22"/>
      <w:lang w:eastAsia="en-US"/>
    </w:rPr>
  </w:style>
  <w:style w:type="paragraph" w:styleId="Subtitle">
    <w:name w:val="Subtitle"/>
    <w:basedOn w:val="Normal"/>
    <w:next w:val="Normal"/>
    <w:link w:val="SubtitleChar"/>
    <w:uiPriority w:val="11"/>
    <w:qFormat/>
    <w:rsid w:val="001061D2"/>
    <w:pPr>
      <w:overflowPunct w:val="0"/>
      <w:autoSpaceDE w:val="0"/>
      <w:autoSpaceDN w:val="0"/>
      <w:adjustRightInd w:val="0"/>
      <w:spacing w:before="240" w:after="60" w:line="312" w:lineRule="auto"/>
      <w:jc w:val="center"/>
      <w:textAlignment w:val="baseline"/>
      <w:outlineLvl w:val="1"/>
    </w:pPr>
    <w:rPr>
      <w:rFonts w:asciiTheme="majorHAnsi" w:hAnsiTheme="majorHAnsi" w:cstheme="majorBidi"/>
      <w:b/>
      <w:bCs/>
      <w:kern w:val="28"/>
      <w:sz w:val="32"/>
      <w:szCs w:val="32"/>
      <w:lang w:eastAsia="ko-KR"/>
    </w:rPr>
  </w:style>
  <w:style w:type="character" w:customStyle="1" w:styleId="SubtitleChar">
    <w:name w:val="Subtitle Char"/>
    <w:basedOn w:val="DefaultParagraphFont"/>
    <w:link w:val="Subtitle"/>
    <w:uiPriority w:val="11"/>
    <w:rsid w:val="001061D2"/>
    <w:rPr>
      <w:rFonts w:asciiTheme="majorHAnsi" w:hAnsiTheme="majorHAnsi" w:cstheme="majorBidi"/>
      <w:b/>
      <w:bCs/>
      <w:kern w:val="28"/>
      <w:sz w:val="32"/>
      <w:szCs w:val="32"/>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uiPriority w:val="9"/>
    <w:locked/>
    <w:rsid w:val="00E977B7"/>
    <w:rPr>
      <w:rFonts w:ascii="Arial" w:eastAsia="Batang" w:hAnsi="Arial" w:cs="Times New Roman"/>
      <w:b/>
      <w:bCs/>
      <w:i/>
      <w:iCs/>
      <w:sz w:val="28"/>
      <w:szCs w:val="28"/>
      <w:lang w:val="en-GB" w:eastAsia="en-US" w:bidi="ar-SA"/>
    </w:rPr>
  </w:style>
  <w:style w:type="paragraph" w:customStyle="1" w:styleId="a0">
    <w:name w:val="修订"/>
    <w:hidden/>
    <w:semiHidden/>
    <w:rsid w:val="00E977B7"/>
    <w:rPr>
      <w:rFonts w:eastAsia="Batang"/>
      <w:lang w:eastAsia="en-US"/>
    </w:rPr>
  </w:style>
  <w:style w:type="character" w:customStyle="1" w:styleId="CharChar30">
    <w:name w:val="Char Char3"/>
    <w:semiHidden/>
    <w:rsid w:val="008E1F3F"/>
    <w:rPr>
      <w:rFonts w:ascii="Arial" w:hAnsi="Arial"/>
      <w:sz w:val="28"/>
      <w:lang w:val="en-GB" w:eastAsia="ko-KR" w:bidi="ar-SA"/>
    </w:rPr>
  </w:style>
  <w:style w:type="character" w:customStyle="1" w:styleId="Heading9Char1">
    <w:name w:val="Heading 9 Char1"/>
    <w:aliases w:val="Figure Heading Char1,FH Char1,标题 9 Char1"/>
    <w:basedOn w:val="DefaultParagraphFont"/>
    <w:semiHidden/>
    <w:rsid w:val="001C3259"/>
    <w:rPr>
      <w:rFonts w:asciiTheme="majorHAnsi" w:eastAsiaTheme="majorEastAsia" w:hAnsiTheme="majorHAnsi" w:cstheme="majorBidi"/>
      <w:i/>
      <w:iCs/>
      <w:color w:val="272727" w:themeColor="text1" w:themeTint="D8"/>
      <w:sz w:val="21"/>
      <w:szCs w:val="21"/>
      <w:lang w:val="en-GB"/>
    </w:rPr>
  </w:style>
  <w:style w:type="character" w:customStyle="1" w:styleId="CharChar32">
    <w:name w:val="Char Char3"/>
    <w:semiHidden/>
    <w:rsid w:val="00AA771F"/>
    <w:rPr>
      <w:rFonts w:ascii="Arial" w:hAnsi="Arial"/>
      <w:sz w:val="28"/>
      <w:lang w:val="en-GB" w:eastAsia="ko-KR" w:bidi="ar-SA"/>
    </w:rPr>
  </w:style>
  <w:style w:type="character" w:customStyle="1" w:styleId="CharChar33">
    <w:name w:val="Char Char3"/>
    <w:semiHidden/>
    <w:rsid w:val="004A2695"/>
    <w:rPr>
      <w:rFonts w:ascii="Arial" w:hAnsi="Arial"/>
      <w:sz w:val="28"/>
      <w:lang w:val="en-GB" w:eastAsia="ko-KR" w:bidi="ar-SA"/>
    </w:rPr>
  </w:style>
  <w:style w:type="numbering" w:customStyle="1" w:styleId="NoList111">
    <w:name w:val="No List111"/>
    <w:next w:val="NoList"/>
    <w:uiPriority w:val="99"/>
    <w:semiHidden/>
    <w:unhideWhenUsed/>
    <w:rsid w:val="00617425"/>
  </w:style>
  <w:style w:type="paragraph" w:customStyle="1" w:styleId="Subtitle1">
    <w:name w:val="Subtitle1"/>
    <w:basedOn w:val="Normal"/>
    <w:next w:val="Normal"/>
    <w:uiPriority w:val="11"/>
    <w:qFormat/>
    <w:rsid w:val="00617425"/>
    <w:pPr>
      <w:overflowPunct w:val="0"/>
      <w:autoSpaceDE w:val="0"/>
      <w:autoSpaceDN w:val="0"/>
      <w:adjustRightInd w:val="0"/>
      <w:spacing w:before="240" w:after="60" w:line="312" w:lineRule="auto"/>
      <w:jc w:val="center"/>
      <w:textAlignment w:val="baseline"/>
      <w:outlineLvl w:val="1"/>
    </w:pPr>
    <w:rPr>
      <w:rFonts w:ascii="Calibri Light" w:hAnsi="Calibri Light"/>
      <w:b/>
      <w:bCs/>
      <w:kern w:val="28"/>
      <w:sz w:val="32"/>
      <w:szCs w:val="32"/>
      <w:lang w:eastAsia="ko-KR"/>
    </w:rPr>
  </w:style>
  <w:style w:type="character" w:customStyle="1" w:styleId="SubtitleChar1">
    <w:name w:val="Subtitle Char1"/>
    <w:basedOn w:val="DefaultParagraphFont"/>
    <w:rsid w:val="00617425"/>
    <w:rPr>
      <w:rFonts w:asciiTheme="minorHAnsi" w:eastAsiaTheme="minorEastAsia" w:hAnsiTheme="minorHAnsi" w:cstheme="minorBidi"/>
      <w:color w:val="5A5A5A" w:themeColor="text1" w:themeTint="A5"/>
      <w:spacing w:val="15"/>
      <w:sz w:val="22"/>
      <w:szCs w:val="22"/>
      <w:lang w:val="en-GB" w:eastAsia="en-US"/>
    </w:rPr>
  </w:style>
  <w:style w:type="numbering" w:customStyle="1" w:styleId="111">
    <w:name w:val="无列表11"/>
    <w:next w:val="NoList"/>
    <w:semiHidden/>
    <w:rsid w:val="006F794E"/>
  </w:style>
  <w:style w:type="paragraph" w:customStyle="1" w:styleId="18">
    <w:name w:val="副标题1"/>
    <w:basedOn w:val="Normal"/>
    <w:next w:val="Normal"/>
    <w:uiPriority w:val="11"/>
    <w:qFormat/>
    <w:rsid w:val="006F794E"/>
    <w:pPr>
      <w:overflowPunct w:val="0"/>
      <w:autoSpaceDE w:val="0"/>
      <w:autoSpaceDN w:val="0"/>
      <w:adjustRightInd w:val="0"/>
      <w:spacing w:before="240" w:after="60" w:line="312" w:lineRule="auto"/>
      <w:jc w:val="center"/>
      <w:textAlignment w:val="baseline"/>
      <w:outlineLvl w:val="1"/>
    </w:pPr>
    <w:rPr>
      <w:rFonts w:ascii="Calibri Light" w:hAnsi="Calibri Light"/>
      <w:b/>
      <w:bCs/>
      <w:kern w:val="28"/>
      <w:sz w:val="32"/>
      <w:szCs w:val="32"/>
      <w:lang w:eastAsia="ko-KR"/>
    </w:rPr>
  </w:style>
  <w:style w:type="paragraph" w:customStyle="1" w:styleId="21">
    <w:name w:val="修订2"/>
    <w:hidden/>
    <w:semiHidden/>
    <w:rsid w:val="006F794E"/>
    <w:rPr>
      <w:rFonts w:eastAsia="Batang"/>
      <w:lang w:eastAsia="en-US"/>
    </w:rPr>
  </w:style>
  <w:style w:type="character" w:customStyle="1" w:styleId="Char1">
    <w:name w:val="副标题 Char1"/>
    <w:basedOn w:val="DefaultParagraphFont"/>
    <w:rsid w:val="006F794E"/>
    <w:rPr>
      <w:rFonts w:asciiTheme="majorHAnsi" w:eastAsia="SimSun" w:hAnsiTheme="majorHAnsi" w:cstheme="majorBidi"/>
      <w:b/>
      <w:bCs/>
      <w:kern w:val="28"/>
      <w:sz w:val="32"/>
      <w:szCs w:val="32"/>
      <w:lang w:val="en-GB" w:eastAsia="en-US"/>
    </w:rPr>
  </w:style>
  <w:style w:type="numbering" w:customStyle="1" w:styleId="22">
    <w:name w:val="无列表2"/>
    <w:next w:val="NoList"/>
    <w:uiPriority w:val="99"/>
    <w:semiHidden/>
    <w:unhideWhenUsed/>
    <w:rsid w:val="006F794E"/>
  </w:style>
  <w:style w:type="table" w:customStyle="1" w:styleId="19">
    <w:name w:val="网格型1"/>
    <w:basedOn w:val="TableNormal"/>
    <w:next w:val="TableGrid"/>
    <w:rsid w:val="006F794E"/>
    <w:pPr>
      <w:spacing w:after="180"/>
    </w:pPr>
    <w:rPr>
      <w:rFonts w:ascii="Tms Rmn" w:eastAsia="MS Mincho"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F794E"/>
  </w:style>
  <w:style w:type="numbering" w:customStyle="1" w:styleId="112">
    <w:name w:val="リストなし11"/>
    <w:next w:val="NoList"/>
    <w:uiPriority w:val="99"/>
    <w:semiHidden/>
    <w:unhideWhenUsed/>
    <w:rsid w:val="006F794E"/>
  </w:style>
  <w:style w:type="table" w:customStyle="1" w:styleId="TableGrid11">
    <w:name w:val="Table Grid11"/>
    <w:basedOn w:val="TableNormal"/>
    <w:next w:val="TableGrid"/>
    <w:uiPriority w:val="39"/>
    <w:rsid w:val="006F794E"/>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6F794E"/>
    <w:pPr>
      <w:overflowPunct w:val="0"/>
      <w:autoSpaceDE w:val="0"/>
      <w:autoSpaceDN w:val="0"/>
      <w:adjustRightInd w:val="0"/>
      <w:spacing w:after="18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6F794E"/>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无列表12"/>
    <w:next w:val="NoList"/>
    <w:semiHidden/>
    <w:rsid w:val="006F794E"/>
  </w:style>
  <w:style w:type="table" w:customStyle="1" w:styleId="310">
    <w:name w:val="网格型31"/>
    <w:basedOn w:val="TableNormal"/>
    <w:next w:val="TableGrid"/>
    <w:rsid w:val="006F794E"/>
    <w:pPr>
      <w:overflowPunct w:val="0"/>
      <w:autoSpaceDE w:val="0"/>
      <w:autoSpaceDN w:val="0"/>
      <w:adjustRightInd w:val="0"/>
      <w:spacing w:after="18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1"/>
    <w:basedOn w:val="TableNormal"/>
    <w:next w:val="TableGrid"/>
    <w:rsid w:val="006F794E"/>
    <w:pPr>
      <w:overflowPunct w:val="0"/>
      <w:autoSpaceDE w:val="0"/>
      <w:autoSpaceDN w:val="0"/>
      <w:adjustRightInd w:val="0"/>
      <w:spacing w:after="18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rsid w:val="006F794E"/>
  </w:style>
  <w:style w:type="numbering" w:customStyle="1" w:styleId="NoList31">
    <w:name w:val="No List31"/>
    <w:next w:val="NoList"/>
    <w:uiPriority w:val="99"/>
    <w:semiHidden/>
    <w:rsid w:val="006F794E"/>
  </w:style>
  <w:style w:type="table" w:customStyle="1" w:styleId="TableGrid41">
    <w:name w:val="Table Grid41"/>
    <w:basedOn w:val="TableNormal"/>
    <w:next w:val="TableGrid"/>
    <w:rsid w:val="006F794E"/>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無清單12"/>
    <w:next w:val="NoList"/>
    <w:uiPriority w:val="99"/>
    <w:semiHidden/>
    <w:unhideWhenUsed/>
    <w:rsid w:val="006F794E"/>
  </w:style>
  <w:style w:type="numbering" w:customStyle="1" w:styleId="1110">
    <w:name w:val="無清單111"/>
    <w:next w:val="NoList"/>
    <w:uiPriority w:val="99"/>
    <w:semiHidden/>
    <w:unhideWhenUsed/>
    <w:rsid w:val="006F794E"/>
  </w:style>
  <w:style w:type="table" w:customStyle="1" w:styleId="113">
    <w:name w:val="表格格線11"/>
    <w:basedOn w:val="TableNormal"/>
    <w:next w:val="TableGrid"/>
    <w:rsid w:val="006F794E"/>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A03418"/>
  </w:style>
  <w:style w:type="numbering" w:customStyle="1" w:styleId="1111">
    <w:name w:val="无列表111"/>
    <w:next w:val="NoList"/>
    <w:semiHidden/>
    <w:rsid w:val="00A03418"/>
  </w:style>
  <w:style w:type="numbering" w:customStyle="1" w:styleId="210">
    <w:name w:val="无列表21"/>
    <w:next w:val="NoList"/>
    <w:uiPriority w:val="99"/>
    <w:semiHidden/>
    <w:unhideWhenUsed/>
    <w:rsid w:val="00A03418"/>
  </w:style>
  <w:style w:type="numbering" w:customStyle="1" w:styleId="NoList121">
    <w:name w:val="No List121"/>
    <w:next w:val="NoList"/>
    <w:uiPriority w:val="99"/>
    <w:semiHidden/>
    <w:unhideWhenUsed/>
    <w:rsid w:val="00A03418"/>
  </w:style>
  <w:style w:type="numbering" w:customStyle="1" w:styleId="1112">
    <w:name w:val="リストなし111"/>
    <w:next w:val="NoList"/>
    <w:uiPriority w:val="99"/>
    <w:semiHidden/>
    <w:unhideWhenUsed/>
    <w:rsid w:val="00A03418"/>
  </w:style>
  <w:style w:type="numbering" w:customStyle="1" w:styleId="1210">
    <w:name w:val="无列表121"/>
    <w:next w:val="NoList"/>
    <w:semiHidden/>
    <w:rsid w:val="00A03418"/>
  </w:style>
  <w:style w:type="numbering" w:customStyle="1" w:styleId="NoList211">
    <w:name w:val="No List211"/>
    <w:next w:val="NoList"/>
    <w:semiHidden/>
    <w:rsid w:val="00A03418"/>
  </w:style>
  <w:style w:type="numbering" w:customStyle="1" w:styleId="NoList311">
    <w:name w:val="No List311"/>
    <w:next w:val="NoList"/>
    <w:uiPriority w:val="99"/>
    <w:semiHidden/>
    <w:rsid w:val="00A03418"/>
  </w:style>
  <w:style w:type="numbering" w:customStyle="1" w:styleId="1211">
    <w:name w:val="無清單121"/>
    <w:next w:val="NoList"/>
    <w:uiPriority w:val="99"/>
    <w:semiHidden/>
    <w:unhideWhenUsed/>
    <w:rsid w:val="00A03418"/>
  </w:style>
  <w:style w:type="numbering" w:customStyle="1" w:styleId="11110">
    <w:name w:val="無清單1111"/>
    <w:next w:val="NoList"/>
    <w:uiPriority w:val="99"/>
    <w:semiHidden/>
    <w:unhideWhenUsed/>
    <w:rsid w:val="00A03418"/>
  </w:style>
  <w:style w:type="numbering" w:customStyle="1" w:styleId="NoList4">
    <w:name w:val="No List4"/>
    <w:next w:val="NoList"/>
    <w:uiPriority w:val="99"/>
    <w:semiHidden/>
    <w:unhideWhenUsed/>
    <w:rsid w:val="00620AEB"/>
  </w:style>
  <w:style w:type="character" w:customStyle="1" w:styleId="SubtitleChar2">
    <w:name w:val="Subtitle Char2"/>
    <w:basedOn w:val="DefaultParagraphFont"/>
    <w:rsid w:val="00620AEB"/>
    <w:rPr>
      <w:rFonts w:asciiTheme="minorHAnsi" w:eastAsiaTheme="minorEastAsia" w:hAnsiTheme="minorHAnsi" w:cstheme="minorBidi"/>
      <w:color w:val="5A5A5A" w:themeColor="text1" w:themeTint="A5"/>
      <w:spacing w:val="15"/>
      <w:sz w:val="22"/>
      <w:szCs w:val="22"/>
      <w:lang w:val="en-GB" w:eastAsia="en-US"/>
    </w:rPr>
  </w:style>
  <w:style w:type="paragraph" w:customStyle="1" w:styleId="Doc-text2">
    <w:name w:val="Doc-text2"/>
    <w:basedOn w:val="Normal"/>
    <w:link w:val="Doc-text2Char"/>
    <w:qFormat/>
    <w:rsid w:val="00977C68"/>
    <w:pPr>
      <w:tabs>
        <w:tab w:val="left" w:pos="1622"/>
      </w:tabs>
      <w:spacing w:after="0"/>
      <w:ind w:left="1622" w:hanging="363"/>
    </w:pPr>
    <w:rPr>
      <w:rFonts w:ascii="Arial" w:eastAsia="MS Mincho" w:hAnsi="Arial"/>
      <w:szCs w:val="24"/>
      <w:lang w:eastAsia="en-GB"/>
    </w:rPr>
  </w:style>
  <w:style w:type="character" w:customStyle="1" w:styleId="Doc-text2Char">
    <w:name w:val="Doc-text2 Char"/>
    <w:link w:val="Doc-text2"/>
    <w:rsid w:val="00977C68"/>
    <w:rPr>
      <w:rFonts w:ascii="Arial" w:eastAsia="MS Mincho" w:hAnsi="Arial"/>
      <w:szCs w:val="24"/>
      <w:lang w:eastAsia="en-GB"/>
    </w:rPr>
  </w:style>
  <w:style w:type="numbering" w:customStyle="1" w:styleId="NoList11111">
    <w:name w:val="No List11111"/>
    <w:next w:val="NoList"/>
    <w:uiPriority w:val="99"/>
    <w:semiHidden/>
    <w:unhideWhenUsed/>
    <w:rsid w:val="001F5A79"/>
  </w:style>
  <w:style w:type="numbering" w:customStyle="1" w:styleId="11111">
    <w:name w:val="无列表1111"/>
    <w:next w:val="NoList"/>
    <w:semiHidden/>
    <w:rsid w:val="001F5A79"/>
  </w:style>
  <w:style w:type="numbering" w:customStyle="1" w:styleId="211">
    <w:name w:val="无列表211"/>
    <w:next w:val="NoList"/>
    <w:uiPriority w:val="99"/>
    <w:semiHidden/>
    <w:unhideWhenUsed/>
    <w:rsid w:val="001F5A79"/>
  </w:style>
  <w:style w:type="numbering" w:customStyle="1" w:styleId="NoList1211">
    <w:name w:val="No List1211"/>
    <w:next w:val="NoList"/>
    <w:uiPriority w:val="99"/>
    <w:semiHidden/>
    <w:unhideWhenUsed/>
    <w:rsid w:val="001F5A79"/>
  </w:style>
  <w:style w:type="numbering" w:customStyle="1" w:styleId="11112">
    <w:name w:val="リストなし1111"/>
    <w:next w:val="NoList"/>
    <w:uiPriority w:val="99"/>
    <w:semiHidden/>
    <w:unhideWhenUsed/>
    <w:rsid w:val="001F5A79"/>
  </w:style>
  <w:style w:type="numbering" w:customStyle="1" w:styleId="12110">
    <w:name w:val="无列表1211"/>
    <w:next w:val="NoList"/>
    <w:semiHidden/>
    <w:rsid w:val="001F5A79"/>
  </w:style>
  <w:style w:type="numbering" w:customStyle="1" w:styleId="NoList2111">
    <w:name w:val="No List2111"/>
    <w:next w:val="NoList"/>
    <w:semiHidden/>
    <w:rsid w:val="001F5A79"/>
  </w:style>
  <w:style w:type="numbering" w:customStyle="1" w:styleId="NoList3111">
    <w:name w:val="No List3111"/>
    <w:next w:val="NoList"/>
    <w:uiPriority w:val="99"/>
    <w:semiHidden/>
    <w:rsid w:val="001F5A79"/>
  </w:style>
  <w:style w:type="numbering" w:customStyle="1" w:styleId="12111">
    <w:name w:val="無清單1211"/>
    <w:next w:val="NoList"/>
    <w:uiPriority w:val="99"/>
    <w:semiHidden/>
    <w:unhideWhenUsed/>
    <w:rsid w:val="001F5A79"/>
  </w:style>
  <w:style w:type="numbering" w:customStyle="1" w:styleId="111110">
    <w:name w:val="無清單11111"/>
    <w:next w:val="NoList"/>
    <w:uiPriority w:val="99"/>
    <w:semiHidden/>
    <w:unhideWhenUsed/>
    <w:rsid w:val="001F5A79"/>
  </w:style>
  <w:style w:type="character" w:customStyle="1" w:styleId="SubtitleChar3">
    <w:name w:val="Subtitle Char3"/>
    <w:basedOn w:val="DefaultParagraphFont"/>
    <w:rsid w:val="00DF3064"/>
    <w:rPr>
      <w:rFonts w:asciiTheme="minorHAnsi" w:eastAsiaTheme="minorEastAsia" w:hAnsiTheme="minorHAnsi" w:cstheme="minorBidi"/>
      <w:color w:val="5A5A5A" w:themeColor="text1" w:themeTint="A5"/>
      <w:spacing w:val="15"/>
      <w:sz w:val="22"/>
      <w:szCs w:val="22"/>
      <w:lang w:val="en-GB" w:eastAsia="en-US"/>
    </w:rPr>
  </w:style>
  <w:style w:type="character" w:customStyle="1" w:styleId="B3Char">
    <w:name w:val="B3 Char"/>
    <w:link w:val="B3"/>
    <w:uiPriority w:val="99"/>
    <w:qFormat/>
    <w:locked/>
    <w:rsid w:val="004D44A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7907">
      <w:bodyDiv w:val="1"/>
      <w:marLeft w:val="0"/>
      <w:marRight w:val="0"/>
      <w:marTop w:val="0"/>
      <w:marBottom w:val="0"/>
      <w:divBdr>
        <w:top w:val="none" w:sz="0" w:space="0" w:color="auto"/>
        <w:left w:val="none" w:sz="0" w:space="0" w:color="auto"/>
        <w:bottom w:val="none" w:sz="0" w:space="0" w:color="auto"/>
        <w:right w:val="none" w:sz="0" w:space="0" w:color="auto"/>
      </w:divBdr>
    </w:div>
    <w:div w:id="14894130">
      <w:bodyDiv w:val="1"/>
      <w:marLeft w:val="0"/>
      <w:marRight w:val="0"/>
      <w:marTop w:val="0"/>
      <w:marBottom w:val="0"/>
      <w:divBdr>
        <w:top w:val="none" w:sz="0" w:space="0" w:color="auto"/>
        <w:left w:val="none" w:sz="0" w:space="0" w:color="auto"/>
        <w:bottom w:val="none" w:sz="0" w:space="0" w:color="auto"/>
        <w:right w:val="none" w:sz="0" w:space="0" w:color="auto"/>
      </w:divBdr>
    </w:div>
    <w:div w:id="39130365">
      <w:bodyDiv w:val="1"/>
      <w:marLeft w:val="0"/>
      <w:marRight w:val="0"/>
      <w:marTop w:val="0"/>
      <w:marBottom w:val="0"/>
      <w:divBdr>
        <w:top w:val="none" w:sz="0" w:space="0" w:color="auto"/>
        <w:left w:val="none" w:sz="0" w:space="0" w:color="auto"/>
        <w:bottom w:val="none" w:sz="0" w:space="0" w:color="auto"/>
        <w:right w:val="none" w:sz="0" w:space="0" w:color="auto"/>
      </w:divBdr>
    </w:div>
    <w:div w:id="47920565">
      <w:bodyDiv w:val="1"/>
      <w:marLeft w:val="0"/>
      <w:marRight w:val="0"/>
      <w:marTop w:val="0"/>
      <w:marBottom w:val="0"/>
      <w:divBdr>
        <w:top w:val="none" w:sz="0" w:space="0" w:color="auto"/>
        <w:left w:val="none" w:sz="0" w:space="0" w:color="auto"/>
        <w:bottom w:val="none" w:sz="0" w:space="0" w:color="auto"/>
        <w:right w:val="none" w:sz="0" w:space="0" w:color="auto"/>
      </w:divBdr>
    </w:div>
    <w:div w:id="58983524">
      <w:bodyDiv w:val="1"/>
      <w:marLeft w:val="0"/>
      <w:marRight w:val="0"/>
      <w:marTop w:val="0"/>
      <w:marBottom w:val="0"/>
      <w:divBdr>
        <w:top w:val="none" w:sz="0" w:space="0" w:color="auto"/>
        <w:left w:val="none" w:sz="0" w:space="0" w:color="auto"/>
        <w:bottom w:val="none" w:sz="0" w:space="0" w:color="auto"/>
        <w:right w:val="none" w:sz="0" w:space="0" w:color="auto"/>
      </w:divBdr>
    </w:div>
    <w:div w:id="71395307">
      <w:bodyDiv w:val="1"/>
      <w:marLeft w:val="0"/>
      <w:marRight w:val="0"/>
      <w:marTop w:val="0"/>
      <w:marBottom w:val="0"/>
      <w:divBdr>
        <w:top w:val="none" w:sz="0" w:space="0" w:color="auto"/>
        <w:left w:val="none" w:sz="0" w:space="0" w:color="auto"/>
        <w:bottom w:val="none" w:sz="0" w:space="0" w:color="auto"/>
        <w:right w:val="none" w:sz="0" w:space="0" w:color="auto"/>
      </w:divBdr>
    </w:div>
    <w:div w:id="78449348">
      <w:bodyDiv w:val="1"/>
      <w:marLeft w:val="0"/>
      <w:marRight w:val="0"/>
      <w:marTop w:val="0"/>
      <w:marBottom w:val="0"/>
      <w:divBdr>
        <w:top w:val="none" w:sz="0" w:space="0" w:color="auto"/>
        <w:left w:val="none" w:sz="0" w:space="0" w:color="auto"/>
        <w:bottom w:val="none" w:sz="0" w:space="0" w:color="auto"/>
        <w:right w:val="none" w:sz="0" w:space="0" w:color="auto"/>
      </w:divBdr>
    </w:div>
    <w:div w:id="79110440">
      <w:bodyDiv w:val="1"/>
      <w:marLeft w:val="0"/>
      <w:marRight w:val="0"/>
      <w:marTop w:val="0"/>
      <w:marBottom w:val="0"/>
      <w:divBdr>
        <w:top w:val="none" w:sz="0" w:space="0" w:color="auto"/>
        <w:left w:val="none" w:sz="0" w:space="0" w:color="auto"/>
        <w:bottom w:val="none" w:sz="0" w:space="0" w:color="auto"/>
        <w:right w:val="none" w:sz="0" w:space="0" w:color="auto"/>
      </w:divBdr>
    </w:div>
    <w:div w:id="92634114">
      <w:bodyDiv w:val="1"/>
      <w:marLeft w:val="0"/>
      <w:marRight w:val="0"/>
      <w:marTop w:val="0"/>
      <w:marBottom w:val="0"/>
      <w:divBdr>
        <w:top w:val="none" w:sz="0" w:space="0" w:color="auto"/>
        <w:left w:val="none" w:sz="0" w:space="0" w:color="auto"/>
        <w:bottom w:val="none" w:sz="0" w:space="0" w:color="auto"/>
        <w:right w:val="none" w:sz="0" w:space="0" w:color="auto"/>
      </w:divBdr>
    </w:div>
    <w:div w:id="99299099">
      <w:bodyDiv w:val="1"/>
      <w:marLeft w:val="0"/>
      <w:marRight w:val="0"/>
      <w:marTop w:val="0"/>
      <w:marBottom w:val="0"/>
      <w:divBdr>
        <w:top w:val="none" w:sz="0" w:space="0" w:color="auto"/>
        <w:left w:val="none" w:sz="0" w:space="0" w:color="auto"/>
        <w:bottom w:val="none" w:sz="0" w:space="0" w:color="auto"/>
        <w:right w:val="none" w:sz="0" w:space="0" w:color="auto"/>
      </w:divBdr>
    </w:div>
    <w:div w:id="123544747">
      <w:bodyDiv w:val="1"/>
      <w:marLeft w:val="0"/>
      <w:marRight w:val="0"/>
      <w:marTop w:val="0"/>
      <w:marBottom w:val="0"/>
      <w:divBdr>
        <w:top w:val="none" w:sz="0" w:space="0" w:color="auto"/>
        <w:left w:val="none" w:sz="0" w:space="0" w:color="auto"/>
        <w:bottom w:val="none" w:sz="0" w:space="0" w:color="auto"/>
        <w:right w:val="none" w:sz="0" w:space="0" w:color="auto"/>
      </w:divBdr>
    </w:div>
    <w:div w:id="135875878">
      <w:bodyDiv w:val="1"/>
      <w:marLeft w:val="0"/>
      <w:marRight w:val="0"/>
      <w:marTop w:val="0"/>
      <w:marBottom w:val="0"/>
      <w:divBdr>
        <w:top w:val="none" w:sz="0" w:space="0" w:color="auto"/>
        <w:left w:val="none" w:sz="0" w:space="0" w:color="auto"/>
        <w:bottom w:val="none" w:sz="0" w:space="0" w:color="auto"/>
        <w:right w:val="none" w:sz="0" w:space="0" w:color="auto"/>
      </w:divBdr>
    </w:div>
    <w:div w:id="154733243">
      <w:bodyDiv w:val="1"/>
      <w:marLeft w:val="0"/>
      <w:marRight w:val="0"/>
      <w:marTop w:val="0"/>
      <w:marBottom w:val="0"/>
      <w:divBdr>
        <w:top w:val="none" w:sz="0" w:space="0" w:color="auto"/>
        <w:left w:val="none" w:sz="0" w:space="0" w:color="auto"/>
        <w:bottom w:val="none" w:sz="0" w:space="0" w:color="auto"/>
        <w:right w:val="none" w:sz="0" w:space="0" w:color="auto"/>
      </w:divBdr>
    </w:div>
    <w:div w:id="173961717">
      <w:bodyDiv w:val="1"/>
      <w:marLeft w:val="0"/>
      <w:marRight w:val="0"/>
      <w:marTop w:val="0"/>
      <w:marBottom w:val="0"/>
      <w:divBdr>
        <w:top w:val="none" w:sz="0" w:space="0" w:color="auto"/>
        <w:left w:val="none" w:sz="0" w:space="0" w:color="auto"/>
        <w:bottom w:val="none" w:sz="0" w:space="0" w:color="auto"/>
        <w:right w:val="none" w:sz="0" w:space="0" w:color="auto"/>
      </w:divBdr>
    </w:div>
    <w:div w:id="175847731">
      <w:bodyDiv w:val="1"/>
      <w:marLeft w:val="0"/>
      <w:marRight w:val="0"/>
      <w:marTop w:val="0"/>
      <w:marBottom w:val="0"/>
      <w:divBdr>
        <w:top w:val="none" w:sz="0" w:space="0" w:color="auto"/>
        <w:left w:val="none" w:sz="0" w:space="0" w:color="auto"/>
        <w:bottom w:val="none" w:sz="0" w:space="0" w:color="auto"/>
        <w:right w:val="none" w:sz="0" w:space="0" w:color="auto"/>
      </w:divBdr>
    </w:div>
    <w:div w:id="180247864">
      <w:bodyDiv w:val="1"/>
      <w:marLeft w:val="0"/>
      <w:marRight w:val="0"/>
      <w:marTop w:val="0"/>
      <w:marBottom w:val="0"/>
      <w:divBdr>
        <w:top w:val="none" w:sz="0" w:space="0" w:color="auto"/>
        <w:left w:val="none" w:sz="0" w:space="0" w:color="auto"/>
        <w:bottom w:val="none" w:sz="0" w:space="0" w:color="auto"/>
        <w:right w:val="none" w:sz="0" w:space="0" w:color="auto"/>
      </w:divBdr>
    </w:div>
    <w:div w:id="226258661">
      <w:bodyDiv w:val="1"/>
      <w:marLeft w:val="0"/>
      <w:marRight w:val="0"/>
      <w:marTop w:val="0"/>
      <w:marBottom w:val="0"/>
      <w:divBdr>
        <w:top w:val="none" w:sz="0" w:space="0" w:color="auto"/>
        <w:left w:val="none" w:sz="0" w:space="0" w:color="auto"/>
        <w:bottom w:val="none" w:sz="0" w:space="0" w:color="auto"/>
        <w:right w:val="none" w:sz="0" w:space="0" w:color="auto"/>
      </w:divBdr>
    </w:div>
    <w:div w:id="226767878">
      <w:bodyDiv w:val="1"/>
      <w:marLeft w:val="0"/>
      <w:marRight w:val="0"/>
      <w:marTop w:val="0"/>
      <w:marBottom w:val="0"/>
      <w:divBdr>
        <w:top w:val="none" w:sz="0" w:space="0" w:color="auto"/>
        <w:left w:val="none" w:sz="0" w:space="0" w:color="auto"/>
        <w:bottom w:val="none" w:sz="0" w:space="0" w:color="auto"/>
        <w:right w:val="none" w:sz="0" w:space="0" w:color="auto"/>
      </w:divBdr>
    </w:div>
    <w:div w:id="229772289">
      <w:bodyDiv w:val="1"/>
      <w:marLeft w:val="0"/>
      <w:marRight w:val="0"/>
      <w:marTop w:val="0"/>
      <w:marBottom w:val="0"/>
      <w:divBdr>
        <w:top w:val="none" w:sz="0" w:space="0" w:color="auto"/>
        <w:left w:val="none" w:sz="0" w:space="0" w:color="auto"/>
        <w:bottom w:val="none" w:sz="0" w:space="0" w:color="auto"/>
        <w:right w:val="none" w:sz="0" w:space="0" w:color="auto"/>
      </w:divBdr>
    </w:div>
    <w:div w:id="230384026">
      <w:bodyDiv w:val="1"/>
      <w:marLeft w:val="0"/>
      <w:marRight w:val="0"/>
      <w:marTop w:val="0"/>
      <w:marBottom w:val="0"/>
      <w:divBdr>
        <w:top w:val="none" w:sz="0" w:space="0" w:color="auto"/>
        <w:left w:val="none" w:sz="0" w:space="0" w:color="auto"/>
        <w:bottom w:val="none" w:sz="0" w:space="0" w:color="auto"/>
        <w:right w:val="none" w:sz="0" w:space="0" w:color="auto"/>
      </w:divBdr>
    </w:div>
    <w:div w:id="230509525">
      <w:bodyDiv w:val="1"/>
      <w:marLeft w:val="0"/>
      <w:marRight w:val="0"/>
      <w:marTop w:val="0"/>
      <w:marBottom w:val="0"/>
      <w:divBdr>
        <w:top w:val="none" w:sz="0" w:space="0" w:color="auto"/>
        <w:left w:val="none" w:sz="0" w:space="0" w:color="auto"/>
        <w:bottom w:val="none" w:sz="0" w:space="0" w:color="auto"/>
        <w:right w:val="none" w:sz="0" w:space="0" w:color="auto"/>
      </w:divBdr>
    </w:div>
    <w:div w:id="250820532">
      <w:bodyDiv w:val="1"/>
      <w:marLeft w:val="0"/>
      <w:marRight w:val="0"/>
      <w:marTop w:val="0"/>
      <w:marBottom w:val="0"/>
      <w:divBdr>
        <w:top w:val="none" w:sz="0" w:space="0" w:color="auto"/>
        <w:left w:val="none" w:sz="0" w:space="0" w:color="auto"/>
        <w:bottom w:val="none" w:sz="0" w:space="0" w:color="auto"/>
        <w:right w:val="none" w:sz="0" w:space="0" w:color="auto"/>
      </w:divBdr>
    </w:div>
    <w:div w:id="257063839">
      <w:bodyDiv w:val="1"/>
      <w:marLeft w:val="0"/>
      <w:marRight w:val="0"/>
      <w:marTop w:val="0"/>
      <w:marBottom w:val="0"/>
      <w:divBdr>
        <w:top w:val="none" w:sz="0" w:space="0" w:color="auto"/>
        <w:left w:val="none" w:sz="0" w:space="0" w:color="auto"/>
        <w:bottom w:val="none" w:sz="0" w:space="0" w:color="auto"/>
        <w:right w:val="none" w:sz="0" w:space="0" w:color="auto"/>
      </w:divBdr>
    </w:div>
    <w:div w:id="288316800">
      <w:bodyDiv w:val="1"/>
      <w:marLeft w:val="0"/>
      <w:marRight w:val="0"/>
      <w:marTop w:val="0"/>
      <w:marBottom w:val="0"/>
      <w:divBdr>
        <w:top w:val="none" w:sz="0" w:space="0" w:color="auto"/>
        <w:left w:val="none" w:sz="0" w:space="0" w:color="auto"/>
        <w:bottom w:val="none" w:sz="0" w:space="0" w:color="auto"/>
        <w:right w:val="none" w:sz="0" w:space="0" w:color="auto"/>
      </w:divBdr>
    </w:div>
    <w:div w:id="292758503">
      <w:bodyDiv w:val="1"/>
      <w:marLeft w:val="0"/>
      <w:marRight w:val="0"/>
      <w:marTop w:val="0"/>
      <w:marBottom w:val="0"/>
      <w:divBdr>
        <w:top w:val="none" w:sz="0" w:space="0" w:color="auto"/>
        <w:left w:val="none" w:sz="0" w:space="0" w:color="auto"/>
        <w:bottom w:val="none" w:sz="0" w:space="0" w:color="auto"/>
        <w:right w:val="none" w:sz="0" w:space="0" w:color="auto"/>
      </w:divBdr>
    </w:div>
    <w:div w:id="294070735">
      <w:bodyDiv w:val="1"/>
      <w:marLeft w:val="0"/>
      <w:marRight w:val="0"/>
      <w:marTop w:val="0"/>
      <w:marBottom w:val="0"/>
      <w:divBdr>
        <w:top w:val="none" w:sz="0" w:space="0" w:color="auto"/>
        <w:left w:val="none" w:sz="0" w:space="0" w:color="auto"/>
        <w:bottom w:val="none" w:sz="0" w:space="0" w:color="auto"/>
        <w:right w:val="none" w:sz="0" w:space="0" w:color="auto"/>
      </w:divBdr>
    </w:div>
    <w:div w:id="295377757">
      <w:bodyDiv w:val="1"/>
      <w:marLeft w:val="0"/>
      <w:marRight w:val="0"/>
      <w:marTop w:val="0"/>
      <w:marBottom w:val="0"/>
      <w:divBdr>
        <w:top w:val="none" w:sz="0" w:space="0" w:color="auto"/>
        <w:left w:val="none" w:sz="0" w:space="0" w:color="auto"/>
        <w:bottom w:val="none" w:sz="0" w:space="0" w:color="auto"/>
        <w:right w:val="none" w:sz="0" w:space="0" w:color="auto"/>
      </w:divBdr>
    </w:div>
    <w:div w:id="320500397">
      <w:bodyDiv w:val="1"/>
      <w:marLeft w:val="0"/>
      <w:marRight w:val="0"/>
      <w:marTop w:val="0"/>
      <w:marBottom w:val="0"/>
      <w:divBdr>
        <w:top w:val="none" w:sz="0" w:space="0" w:color="auto"/>
        <w:left w:val="none" w:sz="0" w:space="0" w:color="auto"/>
        <w:bottom w:val="none" w:sz="0" w:space="0" w:color="auto"/>
        <w:right w:val="none" w:sz="0" w:space="0" w:color="auto"/>
      </w:divBdr>
    </w:div>
    <w:div w:id="353456534">
      <w:bodyDiv w:val="1"/>
      <w:marLeft w:val="0"/>
      <w:marRight w:val="0"/>
      <w:marTop w:val="0"/>
      <w:marBottom w:val="0"/>
      <w:divBdr>
        <w:top w:val="none" w:sz="0" w:space="0" w:color="auto"/>
        <w:left w:val="none" w:sz="0" w:space="0" w:color="auto"/>
        <w:bottom w:val="none" w:sz="0" w:space="0" w:color="auto"/>
        <w:right w:val="none" w:sz="0" w:space="0" w:color="auto"/>
      </w:divBdr>
    </w:div>
    <w:div w:id="362445243">
      <w:bodyDiv w:val="1"/>
      <w:marLeft w:val="0"/>
      <w:marRight w:val="0"/>
      <w:marTop w:val="0"/>
      <w:marBottom w:val="0"/>
      <w:divBdr>
        <w:top w:val="none" w:sz="0" w:space="0" w:color="auto"/>
        <w:left w:val="none" w:sz="0" w:space="0" w:color="auto"/>
        <w:bottom w:val="none" w:sz="0" w:space="0" w:color="auto"/>
        <w:right w:val="none" w:sz="0" w:space="0" w:color="auto"/>
      </w:divBdr>
    </w:div>
    <w:div w:id="378431400">
      <w:bodyDiv w:val="1"/>
      <w:marLeft w:val="0"/>
      <w:marRight w:val="0"/>
      <w:marTop w:val="0"/>
      <w:marBottom w:val="0"/>
      <w:divBdr>
        <w:top w:val="none" w:sz="0" w:space="0" w:color="auto"/>
        <w:left w:val="none" w:sz="0" w:space="0" w:color="auto"/>
        <w:bottom w:val="none" w:sz="0" w:space="0" w:color="auto"/>
        <w:right w:val="none" w:sz="0" w:space="0" w:color="auto"/>
      </w:divBdr>
    </w:div>
    <w:div w:id="384377412">
      <w:bodyDiv w:val="1"/>
      <w:marLeft w:val="0"/>
      <w:marRight w:val="0"/>
      <w:marTop w:val="0"/>
      <w:marBottom w:val="0"/>
      <w:divBdr>
        <w:top w:val="none" w:sz="0" w:space="0" w:color="auto"/>
        <w:left w:val="none" w:sz="0" w:space="0" w:color="auto"/>
        <w:bottom w:val="none" w:sz="0" w:space="0" w:color="auto"/>
        <w:right w:val="none" w:sz="0" w:space="0" w:color="auto"/>
      </w:divBdr>
    </w:div>
    <w:div w:id="404454830">
      <w:bodyDiv w:val="1"/>
      <w:marLeft w:val="0"/>
      <w:marRight w:val="0"/>
      <w:marTop w:val="0"/>
      <w:marBottom w:val="0"/>
      <w:divBdr>
        <w:top w:val="none" w:sz="0" w:space="0" w:color="auto"/>
        <w:left w:val="none" w:sz="0" w:space="0" w:color="auto"/>
        <w:bottom w:val="none" w:sz="0" w:space="0" w:color="auto"/>
        <w:right w:val="none" w:sz="0" w:space="0" w:color="auto"/>
      </w:divBdr>
    </w:div>
    <w:div w:id="406653046">
      <w:bodyDiv w:val="1"/>
      <w:marLeft w:val="0"/>
      <w:marRight w:val="0"/>
      <w:marTop w:val="0"/>
      <w:marBottom w:val="0"/>
      <w:divBdr>
        <w:top w:val="none" w:sz="0" w:space="0" w:color="auto"/>
        <w:left w:val="none" w:sz="0" w:space="0" w:color="auto"/>
        <w:bottom w:val="none" w:sz="0" w:space="0" w:color="auto"/>
        <w:right w:val="none" w:sz="0" w:space="0" w:color="auto"/>
      </w:divBdr>
    </w:div>
    <w:div w:id="419720191">
      <w:bodyDiv w:val="1"/>
      <w:marLeft w:val="0"/>
      <w:marRight w:val="0"/>
      <w:marTop w:val="0"/>
      <w:marBottom w:val="0"/>
      <w:divBdr>
        <w:top w:val="none" w:sz="0" w:space="0" w:color="auto"/>
        <w:left w:val="none" w:sz="0" w:space="0" w:color="auto"/>
        <w:bottom w:val="none" w:sz="0" w:space="0" w:color="auto"/>
        <w:right w:val="none" w:sz="0" w:space="0" w:color="auto"/>
      </w:divBdr>
    </w:div>
    <w:div w:id="430247120">
      <w:bodyDiv w:val="1"/>
      <w:marLeft w:val="0"/>
      <w:marRight w:val="0"/>
      <w:marTop w:val="0"/>
      <w:marBottom w:val="0"/>
      <w:divBdr>
        <w:top w:val="none" w:sz="0" w:space="0" w:color="auto"/>
        <w:left w:val="none" w:sz="0" w:space="0" w:color="auto"/>
        <w:bottom w:val="none" w:sz="0" w:space="0" w:color="auto"/>
        <w:right w:val="none" w:sz="0" w:space="0" w:color="auto"/>
      </w:divBdr>
    </w:div>
    <w:div w:id="461851256">
      <w:bodyDiv w:val="1"/>
      <w:marLeft w:val="0"/>
      <w:marRight w:val="0"/>
      <w:marTop w:val="0"/>
      <w:marBottom w:val="0"/>
      <w:divBdr>
        <w:top w:val="none" w:sz="0" w:space="0" w:color="auto"/>
        <w:left w:val="none" w:sz="0" w:space="0" w:color="auto"/>
        <w:bottom w:val="none" w:sz="0" w:space="0" w:color="auto"/>
        <w:right w:val="none" w:sz="0" w:space="0" w:color="auto"/>
      </w:divBdr>
    </w:div>
    <w:div w:id="465196455">
      <w:bodyDiv w:val="1"/>
      <w:marLeft w:val="0"/>
      <w:marRight w:val="0"/>
      <w:marTop w:val="0"/>
      <w:marBottom w:val="0"/>
      <w:divBdr>
        <w:top w:val="none" w:sz="0" w:space="0" w:color="auto"/>
        <w:left w:val="none" w:sz="0" w:space="0" w:color="auto"/>
        <w:bottom w:val="none" w:sz="0" w:space="0" w:color="auto"/>
        <w:right w:val="none" w:sz="0" w:space="0" w:color="auto"/>
      </w:divBdr>
    </w:div>
    <w:div w:id="473259555">
      <w:bodyDiv w:val="1"/>
      <w:marLeft w:val="0"/>
      <w:marRight w:val="0"/>
      <w:marTop w:val="0"/>
      <w:marBottom w:val="0"/>
      <w:divBdr>
        <w:top w:val="none" w:sz="0" w:space="0" w:color="auto"/>
        <w:left w:val="none" w:sz="0" w:space="0" w:color="auto"/>
        <w:bottom w:val="none" w:sz="0" w:space="0" w:color="auto"/>
        <w:right w:val="none" w:sz="0" w:space="0" w:color="auto"/>
      </w:divBdr>
    </w:div>
    <w:div w:id="482309629">
      <w:bodyDiv w:val="1"/>
      <w:marLeft w:val="0"/>
      <w:marRight w:val="0"/>
      <w:marTop w:val="0"/>
      <w:marBottom w:val="0"/>
      <w:divBdr>
        <w:top w:val="none" w:sz="0" w:space="0" w:color="auto"/>
        <w:left w:val="none" w:sz="0" w:space="0" w:color="auto"/>
        <w:bottom w:val="none" w:sz="0" w:space="0" w:color="auto"/>
        <w:right w:val="none" w:sz="0" w:space="0" w:color="auto"/>
      </w:divBdr>
    </w:div>
    <w:div w:id="505948497">
      <w:bodyDiv w:val="1"/>
      <w:marLeft w:val="0"/>
      <w:marRight w:val="0"/>
      <w:marTop w:val="0"/>
      <w:marBottom w:val="0"/>
      <w:divBdr>
        <w:top w:val="none" w:sz="0" w:space="0" w:color="auto"/>
        <w:left w:val="none" w:sz="0" w:space="0" w:color="auto"/>
        <w:bottom w:val="none" w:sz="0" w:space="0" w:color="auto"/>
        <w:right w:val="none" w:sz="0" w:space="0" w:color="auto"/>
      </w:divBdr>
    </w:div>
    <w:div w:id="510410286">
      <w:bodyDiv w:val="1"/>
      <w:marLeft w:val="0"/>
      <w:marRight w:val="0"/>
      <w:marTop w:val="0"/>
      <w:marBottom w:val="0"/>
      <w:divBdr>
        <w:top w:val="none" w:sz="0" w:space="0" w:color="auto"/>
        <w:left w:val="none" w:sz="0" w:space="0" w:color="auto"/>
        <w:bottom w:val="none" w:sz="0" w:space="0" w:color="auto"/>
        <w:right w:val="none" w:sz="0" w:space="0" w:color="auto"/>
      </w:divBdr>
    </w:div>
    <w:div w:id="532309256">
      <w:bodyDiv w:val="1"/>
      <w:marLeft w:val="0"/>
      <w:marRight w:val="0"/>
      <w:marTop w:val="0"/>
      <w:marBottom w:val="0"/>
      <w:divBdr>
        <w:top w:val="none" w:sz="0" w:space="0" w:color="auto"/>
        <w:left w:val="none" w:sz="0" w:space="0" w:color="auto"/>
        <w:bottom w:val="none" w:sz="0" w:space="0" w:color="auto"/>
        <w:right w:val="none" w:sz="0" w:space="0" w:color="auto"/>
      </w:divBdr>
    </w:div>
    <w:div w:id="536240973">
      <w:bodyDiv w:val="1"/>
      <w:marLeft w:val="0"/>
      <w:marRight w:val="0"/>
      <w:marTop w:val="0"/>
      <w:marBottom w:val="0"/>
      <w:divBdr>
        <w:top w:val="none" w:sz="0" w:space="0" w:color="auto"/>
        <w:left w:val="none" w:sz="0" w:space="0" w:color="auto"/>
        <w:bottom w:val="none" w:sz="0" w:space="0" w:color="auto"/>
        <w:right w:val="none" w:sz="0" w:space="0" w:color="auto"/>
      </w:divBdr>
    </w:div>
    <w:div w:id="547685076">
      <w:bodyDiv w:val="1"/>
      <w:marLeft w:val="0"/>
      <w:marRight w:val="0"/>
      <w:marTop w:val="0"/>
      <w:marBottom w:val="0"/>
      <w:divBdr>
        <w:top w:val="none" w:sz="0" w:space="0" w:color="auto"/>
        <w:left w:val="none" w:sz="0" w:space="0" w:color="auto"/>
        <w:bottom w:val="none" w:sz="0" w:space="0" w:color="auto"/>
        <w:right w:val="none" w:sz="0" w:space="0" w:color="auto"/>
      </w:divBdr>
    </w:div>
    <w:div w:id="548348302">
      <w:bodyDiv w:val="1"/>
      <w:marLeft w:val="0"/>
      <w:marRight w:val="0"/>
      <w:marTop w:val="0"/>
      <w:marBottom w:val="0"/>
      <w:divBdr>
        <w:top w:val="none" w:sz="0" w:space="0" w:color="auto"/>
        <w:left w:val="none" w:sz="0" w:space="0" w:color="auto"/>
        <w:bottom w:val="none" w:sz="0" w:space="0" w:color="auto"/>
        <w:right w:val="none" w:sz="0" w:space="0" w:color="auto"/>
      </w:divBdr>
    </w:div>
    <w:div w:id="602538051">
      <w:bodyDiv w:val="1"/>
      <w:marLeft w:val="0"/>
      <w:marRight w:val="0"/>
      <w:marTop w:val="0"/>
      <w:marBottom w:val="0"/>
      <w:divBdr>
        <w:top w:val="none" w:sz="0" w:space="0" w:color="auto"/>
        <w:left w:val="none" w:sz="0" w:space="0" w:color="auto"/>
        <w:bottom w:val="none" w:sz="0" w:space="0" w:color="auto"/>
        <w:right w:val="none" w:sz="0" w:space="0" w:color="auto"/>
      </w:divBdr>
    </w:div>
    <w:div w:id="606695546">
      <w:bodyDiv w:val="1"/>
      <w:marLeft w:val="0"/>
      <w:marRight w:val="0"/>
      <w:marTop w:val="0"/>
      <w:marBottom w:val="0"/>
      <w:divBdr>
        <w:top w:val="none" w:sz="0" w:space="0" w:color="auto"/>
        <w:left w:val="none" w:sz="0" w:space="0" w:color="auto"/>
        <w:bottom w:val="none" w:sz="0" w:space="0" w:color="auto"/>
        <w:right w:val="none" w:sz="0" w:space="0" w:color="auto"/>
      </w:divBdr>
    </w:div>
    <w:div w:id="645207696">
      <w:bodyDiv w:val="1"/>
      <w:marLeft w:val="0"/>
      <w:marRight w:val="0"/>
      <w:marTop w:val="0"/>
      <w:marBottom w:val="0"/>
      <w:divBdr>
        <w:top w:val="none" w:sz="0" w:space="0" w:color="auto"/>
        <w:left w:val="none" w:sz="0" w:space="0" w:color="auto"/>
        <w:bottom w:val="none" w:sz="0" w:space="0" w:color="auto"/>
        <w:right w:val="none" w:sz="0" w:space="0" w:color="auto"/>
      </w:divBdr>
    </w:div>
    <w:div w:id="648947069">
      <w:bodyDiv w:val="1"/>
      <w:marLeft w:val="0"/>
      <w:marRight w:val="0"/>
      <w:marTop w:val="0"/>
      <w:marBottom w:val="0"/>
      <w:divBdr>
        <w:top w:val="none" w:sz="0" w:space="0" w:color="auto"/>
        <w:left w:val="none" w:sz="0" w:space="0" w:color="auto"/>
        <w:bottom w:val="none" w:sz="0" w:space="0" w:color="auto"/>
        <w:right w:val="none" w:sz="0" w:space="0" w:color="auto"/>
      </w:divBdr>
    </w:div>
    <w:div w:id="669674865">
      <w:bodyDiv w:val="1"/>
      <w:marLeft w:val="0"/>
      <w:marRight w:val="0"/>
      <w:marTop w:val="0"/>
      <w:marBottom w:val="0"/>
      <w:divBdr>
        <w:top w:val="none" w:sz="0" w:space="0" w:color="auto"/>
        <w:left w:val="none" w:sz="0" w:space="0" w:color="auto"/>
        <w:bottom w:val="none" w:sz="0" w:space="0" w:color="auto"/>
        <w:right w:val="none" w:sz="0" w:space="0" w:color="auto"/>
      </w:divBdr>
    </w:div>
    <w:div w:id="689524159">
      <w:bodyDiv w:val="1"/>
      <w:marLeft w:val="0"/>
      <w:marRight w:val="0"/>
      <w:marTop w:val="0"/>
      <w:marBottom w:val="0"/>
      <w:divBdr>
        <w:top w:val="none" w:sz="0" w:space="0" w:color="auto"/>
        <w:left w:val="none" w:sz="0" w:space="0" w:color="auto"/>
        <w:bottom w:val="none" w:sz="0" w:space="0" w:color="auto"/>
        <w:right w:val="none" w:sz="0" w:space="0" w:color="auto"/>
      </w:divBdr>
    </w:div>
    <w:div w:id="692075868">
      <w:bodyDiv w:val="1"/>
      <w:marLeft w:val="0"/>
      <w:marRight w:val="0"/>
      <w:marTop w:val="0"/>
      <w:marBottom w:val="0"/>
      <w:divBdr>
        <w:top w:val="none" w:sz="0" w:space="0" w:color="auto"/>
        <w:left w:val="none" w:sz="0" w:space="0" w:color="auto"/>
        <w:bottom w:val="none" w:sz="0" w:space="0" w:color="auto"/>
        <w:right w:val="none" w:sz="0" w:space="0" w:color="auto"/>
      </w:divBdr>
    </w:div>
    <w:div w:id="698119568">
      <w:bodyDiv w:val="1"/>
      <w:marLeft w:val="0"/>
      <w:marRight w:val="0"/>
      <w:marTop w:val="0"/>
      <w:marBottom w:val="0"/>
      <w:divBdr>
        <w:top w:val="none" w:sz="0" w:space="0" w:color="auto"/>
        <w:left w:val="none" w:sz="0" w:space="0" w:color="auto"/>
        <w:bottom w:val="none" w:sz="0" w:space="0" w:color="auto"/>
        <w:right w:val="none" w:sz="0" w:space="0" w:color="auto"/>
      </w:divBdr>
    </w:div>
    <w:div w:id="731467925">
      <w:bodyDiv w:val="1"/>
      <w:marLeft w:val="0"/>
      <w:marRight w:val="0"/>
      <w:marTop w:val="0"/>
      <w:marBottom w:val="0"/>
      <w:divBdr>
        <w:top w:val="none" w:sz="0" w:space="0" w:color="auto"/>
        <w:left w:val="none" w:sz="0" w:space="0" w:color="auto"/>
        <w:bottom w:val="none" w:sz="0" w:space="0" w:color="auto"/>
        <w:right w:val="none" w:sz="0" w:space="0" w:color="auto"/>
      </w:divBdr>
    </w:div>
    <w:div w:id="737896323">
      <w:bodyDiv w:val="1"/>
      <w:marLeft w:val="0"/>
      <w:marRight w:val="0"/>
      <w:marTop w:val="0"/>
      <w:marBottom w:val="0"/>
      <w:divBdr>
        <w:top w:val="none" w:sz="0" w:space="0" w:color="auto"/>
        <w:left w:val="none" w:sz="0" w:space="0" w:color="auto"/>
        <w:bottom w:val="none" w:sz="0" w:space="0" w:color="auto"/>
        <w:right w:val="none" w:sz="0" w:space="0" w:color="auto"/>
      </w:divBdr>
    </w:div>
    <w:div w:id="743796456">
      <w:bodyDiv w:val="1"/>
      <w:marLeft w:val="0"/>
      <w:marRight w:val="0"/>
      <w:marTop w:val="0"/>
      <w:marBottom w:val="0"/>
      <w:divBdr>
        <w:top w:val="none" w:sz="0" w:space="0" w:color="auto"/>
        <w:left w:val="none" w:sz="0" w:space="0" w:color="auto"/>
        <w:bottom w:val="none" w:sz="0" w:space="0" w:color="auto"/>
        <w:right w:val="none" w:sz="0" w:space="0" w:color="auto"/>
      </w:divBdr>
    </w:div>
    <w:div w:id="748231616">
      <w:bodyDiv w:val="1"/>
      <w:marLeft w:val="0"/>
      <w:marRight w:val="0"/>
      <w:marTop w:val="0"/>
      <w:marBottom w:val="0"/>
      <w:divBdr>
        <w:top w:val="none" w:sz="0" w:space="0" w:color="auto"/>
        <w:left w:val="none" w:sz="0" w:space="0" w:color="auto"/>
        <w:bottom w:val="none" w:sz="0" w:space="0" w:color="auto"/>
        <w:right w:val="none" w:sz="0" w:space="0" w:color="auto"/>
      </w:divBdr>
    </w:div>
    <w:div w:id="766121591">
      <w:bodyDiv w:val="1"/>
      <w:marLeft w:val="0"/>
      <w:marRight w:val="0"/>
      <w:marTop w:val="0"/>
      <w:marBottom w:val="0"/>
      <w:divBdr>
        <w:top w:val="none" w:sz="0" w:space="0" w:color="auto"/>
        <w:left w:val="none" w:sz="0" w:space="0" w:color="auto"/>
        <w:bottom w:val="none" w:sz="0" w:space="0" w:color="auto"/>
        <w:right w:val="none" w:sz="0" w:space="0" w:color="auto"/>
      </w:divBdr>
    </w:div>
    <w:div w:id="767969658">
      <w:bodyDiv w:val="1"/>
      <w:marLeft w:val="0"/>
      <w:marRight w:val="0"/>
      <w:marTop w:val="0"/>
      <w:marBottom w:val="0"/>
      <w:divBdr>
        <w:top w:val="none" w:sz="0" w:space="0" w:color="auto"/>
        <w:left w:val="none" w:sz="0" w:space="0" w:color="auto"/>
        <w:bottom w:val="none" w:sz="0" w:space="0" w:color="auto"/>
        <w:right w:val="none" w:sz="0" w:space="0" w:color="auto"/>
      </w:divBdr>
    </w:div>
    <w:div w:id="778375387">
      <w:bodyDiv w:val="1"/>
      <w:marLeft w:val="0"/>
      <w:marRight w:val="0"/>
      <w:marTop w:val="0"/>
      <w:marBottom w:val="0"/>
      <w:divBdr>
        <w:top w:val="none" w:sz="0" w:space="0" w:color="auto"/>
        <w:left w:val="none" w:sz="0" w:space="0" w:color="auto"/>
        <w:bottom w:val="none" w:sz="0" w:space="0" w:color="auto"/>
        <w:right w:val="none" w:sz="0" w:space="0" w:color="auto"/>
      </w:divBdr>
    </w:div>
    <w:div w:id="798844690">
      <w:bodyDiv w:val="1"/>
      <w:marLeft w:val="0"/>
      <w:marRight w:val="0"/>
      <w:marTop w:val="0"/>
      <w:marBottom w:val="0"/>
      <w:divBdr>
        <w:top w:val="none" w:sz="0" w:space="0" w:color="auto"/>
        <w:left w:val="none" w:sz="0" w:space="0" w:color="auto"/>
        <w:bottom w:val="none" w:sz="0" w:space="0" w:color="auto"/>
        <w:right w:val="none" w:sz="0" w:space="0" w:color="auto"/>
      </w:divBdr>
    </w:div>
    <w:div w:id="802043156">
      <w:bodyDiv w:val="1"/>
      <w:marLeft w:val="0"/>
      <w:marRight w:val="0"/>
      <w:marTop w:val="0"/>
      <w:marBottom w:val="0"/>
      <w:divBdr>
        <w:top w:val="none" w:sz="0" w:space="0" w:color="auto"/>
        <w:left w:val="none" w:sz="0" w:space="0" w:color="auto"/>
        <w:bottom w:val="none" w:sz="0" w:space="0" w:color="auto"/>
        <w:right w:val="none" w:sz="0" w:space="0" w:color="auto"/>
      </w:divBdr>
    </w:div>
    <w:div w:id="814906044">
      <w:bodyDiv w:val="1"/>
      <w:marLeft w:val="0"/>
      <w:marRight w:val="0"/>
      <w:marTop w:val="0"/>
      <w:marBottom w:val="0"/>
      <w:divBdr>
        <w:top w:val="none" w:sz="0" w:space="0" w:color="auto"/>
        <w:left w:val="none" w:sz="0" w:space="0" w:color="auto"/>
        <w:bottom w:val="none" w:sz="0" w:space="0" w:color="auto"/>
        <w:right w:val="none" w:sz="0" w:space="0" w:color="auto"/>
      </w:divBdr>
    </w:div>
    <w:div w:id="830145439">
      <w:bodyDiv w:val="1"/>
      <w:marLeft w:val="0"/>
      <w:marRight w:val="0"/>
      <w:marTop w:val="0"/>
      <w:marBottom w:val="0"/>
      <w:divBdr>
        <w:top w:val="none" w:sz="0" w:space="0" w:color="auto"/>
        <w:left w:val="none" w:sz="0" w:space="0" w:color="auto"/>
        <w:bottom w:val="none" w:sz="0" w:space="0" w:color="auto"/>
        <w:right w:val="none" w:sz="0" w:space="0" w:color="auto"/>
      </w:divBdr>
    </w:div>
    <w:div w:id="840201342">
      <w:bodyDiv w:val="1"/>
      <w:marLeft w:val="0"/>
      <w:marRight w:val="0"/>
      <w:marTop w:val="0"/>
      <w:marBottom w:val="0"/>
      <w:divBdr>
        <w:top w:val="none" w:sz="0" w:space="0" w:color="auto"/>
        <w:left w:val="none" w:sz="0" w:space="0" w:color="auto"/>
        <w:bottom w:val="none" w:sz="0" w:space="0" w:color="auto"/>
        <w:right w:val="none" w:sz="0" w:space="0" w:color="auto"/>
      </w:divBdr>
    </w:div>
    <w:div w:id="855463092">
      <w:bodyDiv w:val="1"/>
      <w:marLeft w:val="0"/>
      <w:marRight w:val="0"/>
      <w:marTop w:val="0"/>
      <w:marBottom w:val="0"/>
      <w:divBdr>
        <w:top w:val="none" w:sz="0" w:space="0" w:color="auto"/>
        <w:left w:val="none" w:sz="0" w:space="0" w:color="auto"/>
        <w:bottom w:val="none" w:sz="0" w:space="0" w:color="auto"/>
        <w:right w:val="none" w:sz="0" w:space="0" w:color="auto"/>
      </w:divBdr>
    </w:div>
    <w:div w:id="863052580">
      <w:bodyDiv w:val="1"/>
      <w:marLeft w:val="0"/>
      <w:marRight w:val="0"/>
      <w:marTop w:val="0"/>
      <w:marBottom w:val="0"/>
      <w:divBdr>
        <w:top w:val="none" w:sz="0" w:space="0" w:color="auto"/>
        <w:left w:val="none" w:sz="0" w:space="0" w:color="auto"/>
        <w:bottom w:val="none" w:sz="0" w:space="0" w:color="auto"/>
        <w:right w:val="none" w:sz="0" w:space="0" w:color="auto"/>
      </w:divBdr>
    </w:div>
    <w:div w:id="868103574">
      <w:bodyDiv w:val="1"/>
      <w:marLeft w:val="0"/>
      <w:marRight w:val="0"/>
      <w:marTop w:val="0"/>
      <w:marBottom w:val="0"/>
      <w:divBdr>
        <w:top w:val="none" w:sz="0" w:space="0" w:color="auto"/>
        <w:left w:val="none" w:sz="0" w:space="0" w:color="auto"/>
        <w:bottom w:val="none" w:sz="0" w:space="0" w:color="auto"/>
        <w:right w:val="none" w:sz="0" w:space="0" w:color="auto"/>
      </w:divBdr>
    </w:div>
    <w:div w:id="868493559">
      <w:bodyDiv w:val="1"/>
      <w:marLeft w:val="0"/>
      <w:marRight w:val="0"/>
      <w:marTop w:val="0"/>
      <w:marBottom w:val="0"/>
      <w:divBdr>
        <w:top w:val="none" w:sz="0" w:space="0" w:color="auto"/>
        <w:left w:val="none" w:sz="0" w:space="0" w:color="auto"/>
        <w:bottom w:val="none" w:sz="0" w:space="0" w:color="auto"/>
        <w:right w:val="none" w:sz="0" w:space="0" w:color="auto"/>
      </w:divBdr>
    </w:div>
    <w:div w:id="874192642">
      <w:bodyDiv w:val="1"/>
      <w:marLeft w:val="0"/>
      <w:marRight w:val="0"/>
      <w:marTop w:val="0"/>
      <w:marBottom w:val="0"/>
      <w:divBdr>
        <w:top w:val="none" w:sz="0" w:space="0" w:color="auto"/>
        <w:left w:val="none" w:sz="0" w:space="0" w:color="auto"/>
        <w:bottom w:val="none" w:sz="0" w:space="0" w:color="auto"/>
        <w:right w:val="none" w:sz="0" w:space="0" w:color="auto"/>
      </w:divBdr>
    </w:div>
    <w:div w:id="875118149">
      <w:bodyDiv w:val="1"/>
      <w:marLeft w:val="0"/>
      <w:marRight w:val="0"/>
      <w:marTop w:val="0"/>
      <w:marBottom w:val="0"/>
      <w:divBdr>
        <w:top w:val="none" w:sz="0" w:space="0" w:color="auto"/>
        <w:left w:val="none" w:sz="0" w:space="0" w:color="auto"/>
        <w:bottom w:val="none" w:sz="0" w:space="0" w:color="auto"/>
        <w:right w:val="none" w:sz="0" w:space="0" w:color="auto"/>
      </w:divBdr>
    </w:div>
    <w:div w:id="881936917">
      <w:bodyDiv w:val="1"/>
      <w:marLeft w:val="0"/>
      <w:marRight w:val="0"/>
      <w:marTop w:val="0"/>
      <w:marBottom w:val="0"/>
      <w:divBdr>
        <w:top w:val="none" w:sz="0" w:space="0" w:color="auto"/>
        <w:left w:val="none" w:sz="0" w:space="0" w:color="auto"/>
        <w:bottom w:val="none" w:sz="0" w:space="0" w:color="auto"/>
        <w:right w:val="none" w:sz="0" w:space="0" w:color="auto"/>
      </w:divBdr>
    </w:div>
    <w:div w:id="907610769">
      <w:bodyDiv w:val="1"/>
      <w:marLeft w:val="0"/>
      <w:marRight w:val="0"/>
      <w:marTop w:val="0"/>
      <w:marBottom w:val="0"/>
      <w:divBdr>
        <w:top w:val="none" w:sz="0" w:space="0" w:color="auto"/>
        <w:left w:val="none" w:sz="0" w:space="0" w:color="auto"/>
        <w:bottom w:val="none" w:sz="0" w:space="0" w:color="auto"/>
        <w:right w:val="none" w:sz="0" w:space="0" w:color="auto"/>
      </w:divBdr>
    </w:div>
    <w:div w:id="912158219">
      <w:bodyDiv w:val="1"/>
      <w:marLeft w:val="0"/>
      <w:marRight w:val="0"/>
      <w:marTop w:val="0"/>
      <w:marBottom w:val="0"/>
      <w:divBdr>
        <w:top w:val="none" w:sz="0" w:space="0" w:color="auto"/>
        <w:left w:val="none" w:sz="0" w:space="0" w:color="auto"/>
        <w:bottom w:val="none" w:sz="0" w:space="0" w:color="auto"/>
        <w:right w:val="none" w:sz="0" w:space="0" w:color="auto"/>
      </w:divBdr>
    </w:div>
    <w:div w:id="913591707">
      <w:bodyDiv w:val="1"/>
      <w:marLeft w:val="0"/>
      <w:marRight w:val="0"/>
      <w:marTop w:val="0"/>
      <w:marBottom w:val="0"/>
      <w:divBdr>
        <w:top w:val="none" w:sz="0" w:space="0" w:color="auto"/>
        <w:left w:val="none" w:sz="0" w:space="0" w:color="auto"/>
        <w:bottom w:val="none" w:sz="0" w:space="0" w:color="auto"/>
        <w:right w:val="none" w:sz="0" w:space="0" w:color="auto"/>
      </w:divBdr>
    </w:div>
    <w:div w:id="915281759">
      <w:bodyDiv w:val="1"/>
      <w:marLeft w:val="0"/>
      <w:marRight w:val="0"/>
      <w:marTop w:val="0"/>
      <w:marBottom w:val="0"/>
      <w:divBdr>
        <w:top w:val="none" w:sz="0" w:space="0" w:color="auto"/>
        <w:left w:val="none" w:sz="0" w:space="0" w:color="auto"/>
        <w:bottom w:val="none" w:sz="0" w:space="0" w:color="auto"/>
        <w:right w:val="none" w:sz="0" w:space="0" w:color="auto"/>
      </w:divBdr>
    </w:div>
    <w:div w:id="918834852">
      <w:bodyDiv w:val="1"/>
      <w:marLeft w:val="0"/>
      <w:marRight w:val="0"/>
      <w:marTop w:val="0"/>
      <w:marBottom w:val="0"/>
      <w:divBdr>
        <w:top w:val="none" w:sz="0" w:space="0" w:color="auto"/>
        <w:left w:val="none" w:sz="0" w:space="0" w:color="auto"/>
        <w:bottom w:val="none" w:sz="0" w:space="0" w:color="auto"/>
        <w:right w:val="none" w:sz="0" w:space="0" w:color="auto"/>
      </w:divBdr>
    </w:div>
    <w:div w:id="927036656">
      <w:bodyDiv w:val="1"/>
      <w:marLeft w:val="0"/>
      <w:marRight w:val="0"/>
      <w:marTop w:val="0"/>
      <w:marBottom w:val="0"/>
      <w:divBdr>
        <w:top w:val="none" w:sz="0" w:space="0" w:color="auto"/>
        <w:left w:val="none" w:sz="0" w:space="0" w:color="auto"/>
        <w:bottom w:val="none" w:sz="0" w:space="0" w:color="auto"/>
        <w:right w:val="none" w:sz="0" w:space="0" w:color="auto"/>
      </w:divBdr>
    </w:div>
    <w:div w:id="937373914">
      <w:bodyDiv w:val="1"/>
      <w:marLeft w:val="0"/>
      <w:marRight w:val="0"/>
      <w:marTop w:val="0"/>
      <w:marBottom w:val="0"/>
      <w:divBdr>
        <w:top w:val="none" w:sz="0" w:space="0" w:color="auto"/>
        <w:left w:val="none" w:sz="0" w:space="0" w:color="auto"/>
        <w:bottom w:val="none" w:sz="0" w:space="0" w:color="auto"/>
        <w:right w:val="none" w:sz="0" w:space="0" w:color="auto"/>
      </w:divBdr>
    </w:div>
    <w:div w:id="944390186">
      <w:bodyDiv w:val="1"/>
      <w:marLeft w:val="0"/>
      <w:marRight w:val="0"/>
      <w:marTop w:val="0"/>
      <w:marBottom w:val="0"/>
      <w:divBdr>
        <w:top w:val="none" w:sz="0" w:space="0" w:color="auto"/>
        <w:left w:val="none" w:sz="0" w:space="0" w:color="auto"/>
        <w:bottom w:val="none" w:sz="0" w:space="0" w:color="auto"/>
        <w:right w:val="none" w:sz="0" w:space="0" w:color="auto"/>
      </w:divBdr>
    </w:div>
    <w:div w:id="962619988">
      <w:bodyDiv w:val="1"/>
      <w:marLeft w:val="0"/>
      <w:marRight w:val="0"/>
      <w:marTop w:val="0"/>
      <w:marBottom w:val="0"/>
      <w:divBdr>
        <w:top w:val="none" w:sz="0" w:space="0" w:color="auto"/>
        <w:left w:val="none" w:sz="0" w:space="0" w:color="auto"/>
        <w:bottom w:val="none" w:sz="0" w:space="0" w:color="auto"/>
        <w:right w:val="none" w:sz="0" w:space="0" w:color="auto"/>
      </w:divBdr>
    </w:div>
    <w:div w:id="963927020">
      <w:bodyDiv w:val="1"/>
      <w:marLeft w:val="0"/>
      <w:marRight w:val="0"/>
      <w:marTop w:val="0"/>
      <w:marBottom w:val="0"/>
      <w:divBdr>
        <w:top w:val="none" w:sz="0" w:space="0" w:color="auto"/>
        <w:left w:val="none" w:sz="0" w:space="0" w:color="auto"/>
        <w:bottom w:val="none" w:sz="0" w:space="0" w:color="auto"/>
        <w:right w:val="none" w:sz="0" w:space="0" w:color="auto"/>
      </w:divBdr>
    </w:div>
    <w:div w:id="1010377428">
      <w:bodyDiv w:val="1"/>
      <w:marLeft w:val="0"/>
      <w:marRight w:val="0"/>
      <w:marTop w:val="0"/>
      <w:marBottom w:val="0"/>
      <w:divBdr>
        <w:top w:val="none" w:sz="0" w:space="0" w:color="auto"/>
        <w:left w:val="none" w:sz="0" w:space="0" w:color="auto"/>
        <w:bottom w:val="none" w:sz="0" w:space="0" w:color="auto"/>
        <w:right w:val="none" w:sz="0" w:space="0" w:color="auto"/>
      </w:divBdr>
    </w:div>
    <w:div w:id="1011376754">
      <w:bodyDiv w:val="1"/>
      <w:marLeft w:val="0"/>
      <w:marRight w:val="0"/>
      <w:marTop w:val="0"/>
      <w:marBottom w:val="0"/>
      <w:divBdr>
        <w:top w:val="none" w:sz="0" w:space="0" w:color="auto"/>
        <w:left w:val="none" w:sz="0" w:space="0" w:color="auto"/>
        <w:bottom w:val="none" w:sz="0" w:space="0" w:color="auto"/>
        <w:right w:val="none" w:sz="0" w:space="0" w:color="auto"/>
      </w:divBdr>
    </w:div>
    <w:div w:id="1028870076">
      <w:bodyDiv w:val="1"/>
      <w:marLeft w:val="0"/>
      <w:marRight w:val="0"/>
      <w:marTop w:val="0"/>
      <w:marBottom w:val="0"/>
      <w:divBdr>
        <w:top w:val="none" w:sz="0" w:space="0" w:color="auto"/>
        <w:left w:val="none" w:sz="0" w:space="0" w:color="auto"/>
        <w:bottom w:val="none" w:sz="0" w:space="0" w:color="auto"/>
        <w:right w:val="none" w:sz="0" w:space="0" w:color="auto"/>
      </w:divBdr>
    </w:div>
    <w:div w:id="1043168660">
      <w:bodyDiv w:val="1"/>
      <w:marLeft w:val="0"/>
      <w:marRight w:val="0"/>
      <w:marTop w:val="0"/>
      <w:marBottom w:val="0"/>
      <w:divBdr>
        <w:top w:val="none" w:sz="0" w:space="0" w:color="auto"/>
        <w:left w:val="none" w:sz="0" w:space="0" w:color="auto"/>
        <w:bottom w:val="none" w:sz="0" w:space="0" w:color="auto"/>
        <w:right w:val="none" w:sz="0" w:space="0" w:color="auto"/>
      </w:divBdr>
    </w:div>
    <w:div w:id="1051029944">
      <w:bodyDiv w:val="1"/>
      <w:marLeft w:val="0"/>
      <w:marRight w:val="0"/>
      <w:marTop w:val="0"/>
      <w:marBottom w:val="0"/>
      <w:divBdr>
        <w:top w:val="none" w:sz="0" w:space="0" w:color="auto"/>
        <w:left w:val="none" w:sz="0" w:space="0" w:color="auto"/>
        <w:bottom w:val="none" w:sz="0" w:space="0" w:color="auto"/>
        <w:right w:val="none" w:sz="0" w:space="0" w:color="auto"/>
      </w:divBdr>
    </w:div>
    <w:div w:id="1064645330">
      <w:bodyDiv w:val="1"/>
      <w:marLeft w:val="0"/>
      <w:marRight w:val="0"/>
      <w:marTop w:val="0"/>
      <w:marBottom w:val="0"/>
      <w:divBdr>
        <w:top w:val="none" w:sz="0" w:space="0" w:color="auto"/>
        <w:left w:val="none" w:sz="0" w:space="0" w:color="auto"/>
        <w:bottom w:val="none" w:sz="0" w:space="0" w:color="auto"/>
        <w:right w:val="none" w:sz="0" w:space="0" w:color="auto"/>
      </w:divBdr>
    </w:div>
    <w:div w:id="1074426764">
      <w:bodyDiv w:val="1"/>
      <w:marLeft w:val="0"/>
      <w:marRight w:val="0"/>
      <w:marTop w:val="0"/>
      <w:marBottom w:val="0"/>
      <w:divBdr>
        <w:top w:val="none" w:sz="0" w:space="0" w:color="auto"/>
        <w:left w:val="none" w:sz="0" w:space="0" w:color="auto"/>
        <w:bottom w:val="none" w:sz="0" w:space="0" w:color="auto"/>
        <w:right w:val="none" w:sz="0" w:space="0" w:color="auto"/>
      </w:divBdr>
    </w:div>
    <w:div w:id="1082528193">
      <w:bodyDiv w:val="1"/>
      <w:marLeft w:val="0"/>
      <w:marRight w:val="0"/>
      <w:marTop w:val="0"/>
      <w:marBottom w:val="0"/>
      <w:divBdr>
        <w:top w:val="none" w:sz="0" w:space="0" w:color="auto"/>
        <w:left w:val="none" w:sz="0" w:space="0" w:color="auto"/>
        <w:bottom w:val="none" w:sz="0" w:space="0" w:color="auto"/>
        <w:right w:val="none" w:sz="0" w:space="0" w:color="auto"/>
      </w:divBdr>
    </w:div>
    <w:div w:id="1095980954">
      <w:bodyDiv w:val="1"/>
      <w:marLeft w:val="0"/>
      <w:marRight w:val="0"/>
      <w:marTop w:val="0"/>
      <w:marBottom w:val="0"/>
      <w:divBdr>
        <w:top w:val="none" w:sz="0" w:space="0" w:color="auto"/>
        <w:left w:val="none" w:sz="0" w:space="0" w:color="auto"/>
        <w:bottom w:val="none" w:sz="0" w:space="0" w:color="auto"/>
        <w:right w:val="none" w:sz="0" w:space="0" w:color="auto"/>
      </w:divBdr>
    </w:div>
    <w:div w:id="1096243935">
      <w:bodyDiv w:val="1"/>
      <w:marLeft w:val="0"/>
      <w:marRight w:val="0"/>
      <w:marTop w:val="0"/>
      <w:marBottom w:val="0"/>
      <w:divBdr>
        <w:top w:val="none" w:sz="0" w:space="0" w:color="auto"/>
        <w:left w:val="none" w:sz="0" w:space="0" w:color="auto"/>
        <w:bottom w:val="none" w:sz="0" w:space="0" w:color="auto"/>
        <w:right w:val="none" w:sz="0" w:space="0" w:color="auto"/>
      </w:divBdr>
    </w:div>
    <w:div w:id="1102844738">
      <w:bodyDiv w:val="1"/>
      <w:marLeft w:val="0"/>
      <w:marRight w:val="0"/>
      <w:marTop w:val="0"/>
      <w:marBottom w:val="0"/>
      <w:divBdr>
        <w:top w:val="none" w:sz="0" w:space="0" w:color="auto"/>
        <w:left w:val="none" w:sz="0" w:space="0" w:color="auto"/>
        <w:bottom w:val="none" w:sz="0" w:space="0" w:color="auto"/>
        <w:right w:val="none" w:sz="0" w:space="0" w:color="auto"/>
      </w:divBdr>
    </w:div>
    <w:div w:id="1106657948">
      <w:bodyDiv w:val="1"/>
      <w:marLeft w:val="0"/>
      <w:marRight w:val="0"/>
      <w:marTop w:val="0"/>
      <w:marBottom w:val="0"/>
      <w:divBdr>
        <w:top w:val="none" w:sz="0" w:space="0" w:color="auto"/>
        <w:left w:val="none" w:sz="0" w:space="0" w:color="auto"/>
        <w:bottom w:val="none" w:sz="0" w:space="0" w:color="auto"/>
        <w:right w:val="none" w:sz="0" w:space="0" w:color="auto"/>
      </w:divBdr>
    </w:div>
    <w:div w:id="1107387277">
      <w:bodyDiv w:val="1"/>
      <w:marLeft w:val="0"/>
      <w:marRight w:val="0"/>
      <w:marTop w:val="0"/>
      <w:marBottom w:val="0"/>
      <w:divBdr>
        <w:top w:val="none" w:sz="0" w:space="0" w:color="auto"/>
        <w:left w:val="none" w:sz="0" w:space="0" w:color="auto"/>
        <w:bottom w:val="none" w:sz="0" w:space="0" w:color="auto"/>
        <w:right w:val="none" w:sz="0" w:space="0" w:color="auto"/>
      </w:divBdr>
    </w:div>
    <w:div w:id="1126196449">
      <w:bodyDiv w:val="1"/>
      <w:marLeft w:val="0"/>
      <w:marRight w:val="0"/>
      <w:marTop w:val="0"/>
      <w:marBottom w:val="0"/>
      <w:divBdr>
        <w:top w:val="none" w:sz="0" w:space="0" w:color="auto"/>
        <w:left w:val="none" w:sz="0" w:space="0" w:color="auto"/>
        <w:bottom w:val="none" w:sz="0" w:space="0" w:color="auto"/>
        <w:right w:val="none" w:sz="0" w:space="0" w:color="auto"/>
      </w:divBdr>
    </w:div>
    <w:div w:id="1136996915">
      <w:bodyDiv w:val="1"/>
      <w:marLeft w:val="0"/>
      <w:marRight w:val="0"/>
      <w:marTop w:val="0"/>
      <w:marBottom w:val="0"/>
      <w:divBdr>
        <w:top w:val="none" w:sz="0" w:space="0" w:color="auto"/>
        <w:left w:val="none" w:sz="0" w:space="0" w:color="auto"/>
        <w:bottom w:val="none" w:sz="0" w:space="0" w:color="auto"/>
        <w:right w:val="none" w:sz="0" w:space="0" w:color="auto"/>
      </w:divBdr>
    </w:div>
    <w:div w:id="1155688320">
      <w:bodyDiv w:val="1"/>
      <w:marLeft w:val="0"/>
      <w:marRight w:val="0"/>
      <w:marTop w:val="0"/>
      <w:marBottom w:val="0"/>
      <w:divBdr>
        <w:top w:val="none" w:sz="0" w:space="0" w:color="auto"/>
        <w:left w:val="none" w:sz="0" w:space="0" w:color="auto"/>
        <w:bottom w:val="none" w:sz="0" w:space="0" w:color="auto"/>
        <w:right w:val="none" w:sz="0" w:space="0" w:color="auto"/>
      </w:divBdr>
    </w:div>
    <w:div w:id="1163591784">
      <w:bodyDiv w:val="1"/>
      <w:marLeft w:val="0"/>
      <w:marRight w:val="0"/>
      <w:marTop w:val="0"/>
      <w:marBottom w:val="0"/>
      <w:divBdr>
        <w:top w:val="none" w:sz="0" w:space="0" w:color="auto"/>
        <w:left w:val="none" w:sz="0" w:space="0" w:color="auto"/>
        <w:bottom w:val="none" w:sz="0" w:space="0" w:color="auto"/>
        <w:right w:val="none" w:sz="0" w:space="0" w:color="auto"/>
      </w:divBdr>
    </w:div>
    <w:div w:id="1174950449">
      <w:bodyDiv w:val="1"/>
      <w:marLeft w:val="0"/>
      <w:marRight w:val="0"/>
      <w:marTop w:val="0"/>
      <w:marBottom w:val="0"/>
      <w:divBdr>
        <w:top w:val="none" w:sz="0" w:space="0" w:color="auto"/>
        <w:left w:val="none" w:sz="0" w:space="0" w:color="auto"/>
        <w:bottom w:val="none" w:sz="0" w:space="0" w:color="auto"/>
        <w:right w:val="none" w:sz="0" w:space="0" w:color="auto"/>
      </w:divBdr>
    </w:div>
    <w:div w:id="1178160787">
      <w:bodyDiv w:val="1"/>
      <w:marLeft w:val="0"/>
      <w:marRight w:val="0"/>
      <w:marTop w:val="0"/>
      <w:marBottom w:val="0"/>
      <w:divBdr>
        <w:top w:val="none" w:sz="0" w:space="0" w:color="auto"/>
        <w:left w:val="none" w:sz="0" w:space="0" w:color="auto"/>
        <w:bottom w:val="none" w:sz="0" w:space="0" w:color="auto"/>
        <w:right w:val="none" w:sz="0" w:space="0" w:color="auto"/>
      </w:divBdr>
    </w:div>
    <w:div w:id="1183977117">
      <w:bodyDiv w:val="1"/>
      <w:marLeft w:val="0"/>
      <w:marRight w:val="0"/>
      <w:marTop w:val="0"/>
      <w:marBottom w:val="0"/>
      <w:divBdr>
        <w:top w:val="none" w:sz="0" w:space="0" w:color="auto"/>
        <w:left w:val="none" w:sz="0" w:space="0" w:color="auto"/>
        <w:bottom w:val="none" w:sz="0" w:space="0" w:color="auto"/>
        <w:right w:val="none" w:sz="0" w:space="0" w:color="auto"/>
      </w:divBdr>
    </w:div>
    <w:div w:id="1195386448">
      <w:bodyDiv w:val="1"/>
      <w:marLeft w:val="0"/>
      <w:marRight w:val="0"/>
      <w:marTop w:val="0"/>
      <w:marBottom w:val="0"/>
      <w:divBdr>
        <w:top w:val="none" w:sz="0" w:space="0" w:color="auto"/>
        <w:left w:val="none" w:sz="0" w:space="0" w:color="auto"/>
        <w:bottom w:val="none" w:sz="0" w:space="0" w:color="auto"/>
        <w:right w:val="none" w:sz="0" w:space="0" w:color="auto"/>
      </w:divBdr>
    </w:div>
    <w:div w:id="1195509168">
      <w:bodyDiv w:val="1"/>
      <w:marLeft w:val="0"/>
      <w:marRight w:val="0"/>
      <w:marTop w:val="0"/>
      <w:marBottom w:val="0"/>
      <w:divBdr>
        <w:top w:val="none" w:sz="0" w:space="0" w:color="auto"/>
        <w:left w:val="none" w:sz="0" w:space="0" w:color="auto"/>
        <w:bottom w:val="none" w:sz="0" w:space="0" w:color="auto"/>
        <w:right w:val="none" w:sz="0" w:space="0" w:color="auto"/>
      </w:divBdr>
    </w:div>
    <w:div w:id="1208100812">
      <w:bodyDiv w:val="1"/>
      <w:marLeft w:val="0"/>
      <w:marRight w:val="0"/>
      <w:marTop w:val="0"/>
      <w:marBottom w:val="0"/>
      <w:divBdr>
        <w:top w:val="none" w:sz="0" w:space="0" w:color="auto"/>
        <w:left w:val="none" w:sz="0" w:space="0" w:color="auto"/>
        <w:bottom w:val="none" w:sz="0" w:space="0" w:color="auto"/>
        <w:right w:val="none" w:sz="0" w:space="0" w:color="auto"/>
      </w:divBdr>
    </w:div>
    <w:div w:id="1212575650">
      <w:bodyDiv w:val="1"/>
      <w:marLeft w:val="0"/>
      <w:marRight w:val="0"/>
      <w:marTop w:val="0"/>
      <w:marBottom w:val="0"/>
      <w:divBdr>
        <w:top w:val="none" w:sz="0" w:space="0" w:color="auto"/>
        <w:left w:val="none" w:sz="0" w:space="0" w:color="auto"/>
        <w:bottom w:val="none" w:sz="0" w:space="0" w:color="auto"/>
        <w:right w:val="none" w:sz="0" w:space="0" w:color="auto"/>
      </w:divBdr>
    </w:div>
    <w:div w:id="1219781363">
      <w:bodyDiv w:val="1"/>
      <w:marLeft w:val="0"/>
      <w:marRight w:val="0"/>
      <w:marTop w:val="0"/>
      <w:marBottom w:val="0"/>
      <w:divBdr>
        <w:top w:val="none" w:sz="0" w:space="0" w:color="auto"/>
        <w:left w:val="none" w:sz="0" w:space="0" w:color="auto"/>
        <w:bottom w:val="none" w:sz="0" w:space="0" w:color="auto"/>
        <w:right w:val="none" w:sz="0" w:space="0" w:color="auto"/>
      </w:divBdr>
    </w:div>
    <w:div w:id="1231961407">
      <w:bodyDiv w:val="1"/>
      <w:marLeft w:val="0"/>
      <w:marRight w:val="0"/>
      <w:marTop w:val="0"/>
      <w:marBottom w:val="0"/>
      <w:divBdr>
        <w:top w:val="none" w:sz="0" w:space="0" w:color="auto"/>
        <w:left w:val="none" w:sz="0" w:space="0" w:color="auto"/>
        <w:bottom w:val="none" w:sz="0" w:space="0" w:color="auto"/>
        <w:right w:val="none" w:sz="0" w:space="0" w:color="auto"/>
      </w:divBdr>
    </w:div>
    <w:div w:id="1242593699">
      <w:bodyDiv w:val="1"/>
      <w:marLeft w:val="0"/>
      <w:marRight w:val="0"/>
      <w:marTop w:val="0"/>
      <w:marBottom w:val="0"/>
      <w:divBdr>
        <w:top w:val="none" w:sz="0" w:space="0" w:color="auto"/>
        <w:left w:val="none" w:sz="0" w:space="0" w:color="auto"/>
        <w:bottom w:val="none" w:sz="0" w:space="0" w:color="auto"/>
        <w:right w:val="none" w:sz="0" w:space="0" w:color="auto"/>
      </w:divBdr>
    </w:div>
    <w:div w:id="1264654175">
      <w:bodyDiv w:val="1"/>
      <w:marLeft w:val="0"/>
      <w:marRight w:val="0"/>
      <w:marTop w:val="0"/>
      <w:marBottom w:val="0"/>
      <w:divBdr>
        <w:top w:val="none" w:sz="0" w:space="0" w:color="auto"/>
        <w:left w:val="none" w:sz="0" w:space="0" w:color="auto"/>
        <w:bottom w:val="none" w:sz="0" w:space="0" w:color="auto"/>
        <w:right w:val="none" w:sz="0" w:space="0" w:color="auto"/>
      </w:divBdr>
    </w:div>
    <w:div w:id="1282616935">
      <w:bodyDiv w:val="1"/>
      <w:marLeft w:val="0"/>
      <w:marRight w:val="0"/>
      <w:marTop w:val="0"/>
      <w:marBottom w:val="0"/>
      <w:divBdr>
        <w:top w:val="none" w:sz="0" w:space="0" w:color="auto"/>
        <w:left w:val="none" w:sz="0" w:space="0" w:color="auto"/>
        <w:bottom w:val="none" w:sz="0" w:space="0" w:color="auto"/>
        <w:right w:val="none" w:sz="0" w:space="0" w:color="auto"/>
      </w:divBdr>
    </w:div>
    <w:div w:id="1297024587">
      <w:bodyDiv w:val="1"/>
      <w:marLeft w:val="0"/>
      <w:marRight w:val="0"/>
      <w:marTop w:val="0"/>
      <w:marBottom w:val="0"/>
      <w:divBdr>
        <w:top w:val="none" w:sz="0" w:space="0" w:color="auto"/>
        <w:left w:val="none" w:sz="0" w:space="0" w:color="auto"/>
        <w:bottom w:val="none" w:sz="0" w:space="0" w:color="auto"/>
        <w:right w:val="none" w:sz="0" w:space="0" w:color="auto"/>
      </w:divBdr>
    </w:div>
    <w:div w:id="1352410396">
      <w:bodyDiv w:val="1"/>
      <w:marLeft w:val="0"/>
      <w:marRight w:val="0"/>
      <w:marTop w:val="0"/>
      <w:marBottom w:val="0"/>
      <w:divBdr>
        <w:top w:val="none" w:sz="0" w:space="0" w:color="auto"/>
        <w:left w:val="none" w:sz="0" w:space="0" w:color="auto"/>
        <w:bottom w:val="none" w:sz="0" w:space="0" w:color="auto"/>
        <w:right w:val="none" w:sz="0" w:space="0" w:color="auto"/>
      </w:divBdr>
    </w:div>
    <w:div w:id="1353536385">
      <w:bodyDiv w:val="1"/>
      <w:marLeft w:val="0"/>
      <w:marRight w:val="0"/>
      <w:marTop w:val="0"/>
      <w:marBottom w:val="0"/>
      <w:divBdr>
        <w:top w:val="none" w:sz="0" w:space="0" w:color="auto"/>
        <w:left w:val="none" w:sz="0" w:space="0" w:color="auto"/>
        <w:bottom w:val="none" w:sz="0" w:space="0" w:color="auto"/>
        <w:right w:val="none" w:sz="0" w:space="0" w:color="auto"/>
      </w:divBdr>
    </w:div>
    <w:div w:id="1357316459">
      <w:bodyDiv w:val="1"/>
      <w:marLeft w:val="0"/>
      <w:marRight w:val="0"/>
      <w:marTop w:val="0"/>
      <w:marBottom w:val="0"/>
      <w:divBdr>
        <w:top w:val="none" w:sz="0" w:space="0" w:color="auto"/>
        <w:left w:val="none" w:sz="0" w:space="0" w:color="auto"/>
        <w:bottom w:val="none" w:sz="0" w:space="0" w:color="auto"/>
        <w:right w:val="none" w:sz="0" w:space="0" w:color="auto"/>
      </w:divBdr>
    </w:div>
    <w:div w:id="1362896307">
      <w:bodyDiv w:val="1"/>
      <w:marLeft w:val="0"/>
      <w:marRight w:val="0"/>
      <w:marTop w:val="0"/>
      <w:marBottom w:val="0"/>
      <w:divBdr>
        <w:top w:val="none" w:sz="0" w:space="0" w:color="auto"/>
        <w:left w:val="none" w:sz="0" w:space="0" w:color="auto"/>
        <w:bottom w:val="none" w:sz="0" w:space="0" w:color="auto"/>
        <w:right w:val="none" w:sz="0" w:space="0" w:color="auto"/>
      </w:divBdr>
    </w:div>
    <w:div w:id="1373000827">
      <w:bodyDiv w:val="1"/>
      <w:marLeft w:val="0"/>
      <w:marRight w:val="0"/>
      <w:marTop w:val="0"/>
      <w:marBottom w:val="0"/>
      <w:divBdr>
        <w:top w:val="none" w:sz="0" w:space="0" w:color="auto"/>
        <w:left w:val="none" w:sz="0" w:space="0" w:color="auto"/>
        <w:bottom w:val="none" w:sz="0" w:space="0" w:color="auto"/>
        <w:right w:val="none" w:sz="0" w:space="0" w:color="auto"/>
      </w:divBdr>
    </w:div>
    <w:div w:id="1378237391">
      <w:bodyDiv w:val="1"/>
      <w:marLeft w:val="0"/>
      <w:marRight w:val="0"/>
      <w:marTop w:val="0"/>
      <w:marBottom w:val="0"/>
      <w:divBdr>
        <w:top w:val="none" w:sz="0" w:space="0" w:color="auto"/>
        <w:left w:val="none" w:sz="0" w:space="0" w:color="auto"/>
        <w:bottom w:val="none" w:sz="0" w:space="0" w:color="auto"/>
        <w:right w:val="none" w:sz="0" w:space="0" w:color="auto"/>
      </w:divBdr>
    </w:div>
    <w:div w:id="1392386998">
      <w:bodyDiv w:val="1"/>
      <w:marLeft w:val="0"/>
      <w:marRight w:val="0"/>
      <w:marTop w:val="0"/>
      <w:marBottom w:val="0"/>
      <w:divBdr>
        <w:top w:val="none" w:sz="0" w:space="0" w:color="auto"/>
        <w:left w:val="none" w:sz="0" w:space="0" w:color="auto"/>
        <w:bottom w:val="none" w:sz="0" w:space="0" w:color="auto"/>
        <w:right w:val="none" w:sz="0" w:space="0" w:color="auto"/>
      </w:divBdr>
    </w:div>
    <w:div w:id="1409576745">
      <w:bodyDiv w:val="1"/>
      <w:marLeft w:val="0"/>
      <w:marRight w:val="0"/>
      <w:marTop w:val="0"/>
      <w:marBottom w:val="0"/>
      <w:divBdr>
        <w:top w:val="none" w:sz="0" w:space="0" w:color="auto"/>
        <w:left w:val="none" w:sz="0" w:space="0" w:color="auto"/>
        <w:bottom w:val="none" w:sz="0" w:space="0" w:color="auto"/>
        <w:right w:val="none" w:sz="0" w:space="0" w:color="auto"/>
      </w:divBdr>
    </w:div>
    <w:div w:id="1440878528">
      <w:bodyDiv w:val="1"/>
      <w:marLeft w:val="0"/>
      <w:marRight w:val="0"/>
      <w:marTop w:val="0"/>
      <w:marBottom w:val="0"/>
      <w:divBdr>
        <w:top w:val="none" w:sz="0" w:space="0" w:color="auto"/>
        <w:left w:val="none" w:sz="0" w:space="0" w:color="auto"/>
        <w:bottom w:val="none" w:sz="0" w:space="0" w:color="auto"/>
        <w:right w:val="none" w:sz="0" w:space="0" w:color="auto"/>
      </w:divBdr>
    </w:div>
    <w:div w:id="1445728032">
      <w:bodyDiv w:val="1"/>
      <w:marLeft w:val="0"/>
      <w:marRight w:val="0"/>
      <w:marTop w:val="0"/>
      <w:marBottom w:val="0"/>
      <w:divBdr>
        <w:top w:val="none" w:sz="0" w:space="0" w:color="auto"/>
        <w:left w:val="none" w:sz="0" w:space="0" w:color="auto"/>
        <w:bottom w:val="none" w:sz="0" w:space="0" w:color="auto"/>
        <w:right w:val="none" w:sz="0" w:space="0" w:color="auto"/>
      </w:divBdr>
    </w:div>
    <w:div w:id="1449351024">
      <w:bodyDiv w:val="1"/>
      <w:marLeft w:val="0"/>
      <w:marRight w:val="0"/>
      <w:marTop w:val="0"/>
      <w:marBottom w:val="0"/>
      <w:divBdr>
        <w:top w:val="none" w:sz="0" w:space="0" w:color="auto"/>
        <w:left w:val="none" w:sz="0" w:space="0" w:color="auto"/>
        <w:bottom w:val="none" w:sz="0" w:space="0" w:color="auto"/>
        <w:right w:val="none" w:sz="0" w:space="0" w:color="auto"/>
      </w:divBdr>
    </w:div>
    <w:div w:id="1470978938">
      <w:bodyDiv w:val="1"/>
      <w:marLeft w:val="0"/>
      <w:marRight w:val="0"/>
      <w:marTop w:val="0"/>
      <w:marBottom w:val="0"/>
      <w:divBdr>
        <w:top w:val="none" w:sz="0" w:space="0" w:color="auto"/>
        <w:left w:val="none" w:sz="0" w:space="0" w:color="auto"/>
        <w:bottom w:val="none" w:sz="0" w:space="0" w:color="auto"/>
        <w:right w:val="none" w:sz="0" w:space="0" w:color="auto"/>
      </w:divBdr>
    </w:div>
    <w:div w:id="1474567926">
      <w:bodyDiv w:val="1"/>
      <w:marLeft w:val="0"/>
      <w:marRight w:val="0"/>
      <w:marTop w:val="0"/>
      <w:marBottom w:val="0"/>
      <w:divBdr>
        <w:top w:val="none" w:sz="0" w:space="0" w:color="auto"/>
        <w:left w:val="none" w:sz="0" w:space="0" w:color="auto"/>
        <w:bottom w:val="none" w:sz="0" w:space="0" w:color="auto"/>
        <w:right w:val="none" w:sz="0" w:space="0" w:color="auto"/>
      </w:divBdr>
    </w:div>
    <w:div w:id="1489126366">
      <w:bodyDiv w:val="1"/>
      <w:marLeft w:val="0"/>
      <w:marRight w:val="0"/>
      <w:marTop w:val="0"/>
      <w:marBottom w:val="0"/>
      <w:divBdr>
        <w:top w:val="none" w:sz="0" w:space="0" w:color="auto"/>
        <w:left w:val="none" w:sz="0" w:space="0" w:color="auto"/>
        <w:bottom w:val="none" w:sz="0" w:space="0" w:color="auto"/>
        <w:right w:val="none" w:sz="0" w:space="0" w:color="auto"/>
      </w:divBdr>
    </w:div>
    <w:div w:id="1531802608">
      <w:bodyDiv w:val="1"/>
      <w:marLeft w:val="0"/>
      <w:marRight w:val="0"/>
      <w:marTop w:val="0"/>
      <w:marBottom w:val="0"/>
      <w:divBdr>
        <w:top w:val="none" w:sz="0" w:space="0" w:color="auto"/>
        <w:left w:val="none" w:sz="0" w:space="0" w:color="auto"/>
        <w:bottom w:val="none" w:sz="0" w:space="0" w:color="auto"/>
        <w:right w:val="none" w:sz="0" w:space="0" w:color="auto"/>
      </w:divBdr>
    </w:div>
    <w:div w:id="1539079753">
      <w:bodyDiv w:val="1"/>
      <w:marLeft w:val="0"/>
      <w:marRight w:val="0"/>
      <w:marTop w:val="0"/>
      <w:marBottom w:val="0"/>
      <w:divBdr>
        <w:top w:val="none" w:sz="0" w:space="0" w:color="auto"/>
        <w:left w:val="none" w:sz="0" w:space="0" w:color="auto"/>
        <w:bottom w:val="none" w:sz="0" w:space="0" w:color="auto"/>
        <w:right w:val="none" w:sz="0" w:space="0" w:color="auto"/>
      </w:divBdr>
    </w:div>
    <w:div w:id="1549608901">
      <w:bodyDiv w:val="1"/>
      <w:marLeft w:val="0"/>
      <w:marRight w:val="0"/>
      <w:marTop w:val="0"/>
      <w:marBottom w:val="0"/>
      <w:divBdr>
        <w:top w:val="none" w:sz="0" w:space="0" w:color="auto"/>
        <w:left w:val="none" w:sz="0" w:space="0" w:color="auto"/>
        <w:bottom w:val="none" w:sz="0" w:space="0" w:color="auto"/>
        <w:right w:val="none" w:sz="0" w:space="0" w:color="auto"/>
      </w:divBdr>
    </w:div>
    <w:div w:id="1563786354">
      <w:bodyDiv w:val="1"/>
      <w:marLeft w:val="0"/>
      <w:marRight w:val="0"/>
      <w:marTop w:val="0"/>
      <w:marBottom w:val="0"/>
      <w:divBdr>
        <w:top w:val="none" w:sz="0" w:space="0" w:color="auto"/>
        <w:left w:val="none" w:sz="0" w:space="0" w:color="auto"/>
        <w:bottom w:val="none" w:sz="0" w:space="0" w:color="auto"/>
        <w:right w:val="none" w:sz="0" w:space="0" w:color="auto"/>
      </w:divBdr>
    </w:div>
    <w:div w:id="1574311493">
      <w:bodyDiv w:val="1"/>
      <w:marLeft w:val="0"/>
      <w:marRight w:val="0"/>
      <w:marTop w:val="0"/>
      <w:marBottom w:val="0"/>
      <w:divBdr>
        <w:top w:val="none" w:sz="0" w:space="0" w:color="auto"/>
        <w:left w:val="none" w:sz="0" w:space="0" w:color="auto"/>
        <w:bottom w:val="none" w:sz="0" w:space="0" w:color="auto"/>
        <w:right w:val="none" w:sz="0" w:space="0" w:color="auto"/>
      </w:divBdr>
    </w:div>
    <w:div w:id="1608779429">
      <w:bodyDiv w:val="1"/>
      <w:marLeft w:val="0"/>
      <w:marRight w:val="0"/>
      <w:marTop w:val="0"/>
      <w:marBottom w:val="0"/>
      <w:divBdr>
        <w:top w:val="none" w:sz="0" w:space="0" w:color="auto"/>
        <w:left w:val="none" w:sz="0" w:space="0" w:color="auto"/>
        <w:bottom w:val="none" w:sz="0" w:space="0" w:color="auto"/>
        <w:right w:val="none" w:sz="0" w:space="0" w:color="auto"/>
      </w:divBdr>
    </w:div>
    <w:div w:id="1613584209">
      <w:bodyDiv w:val="1"/>
      <w:marLeft w:val="0"/>
      <w:marRight w:val="0"/>
      <w:marTop w:val="0"/>
      <w:marBottom w:val="0"/>
      <w:divBdr>
        <w:top w:val="none" w:sz="0" w:space="0" w:color="auto"/>
        <w:left w:val="none" w:sz="0" w:space="0" w:color="auto"/>
        <w:bottom w:val="none" w:sz="0" w:space="0" w:color="auto"/>
        <w:right w:val="none" w:sz="0" w:space="0" w:color="auto"/>
      </w:divBdr>
    </w:div>
    <w:div w:id="1618174892">
      <w:bodyDiv w:val="1"/>
      <w:marLeft w:val="0"/>
      <w:marRight w:val="0"/>
      <w:marTop w:val="0"/>
      <w:marBottom w:val="0"/>
      <w:divBdr>
        <w:top w:val="none" w:sz="0" w:space="0" w:color="auto"/>
        <w:left w:val="none" w:sz="0" w:space="0" w:color="auto"/>
        <w:bottom w:val="none" w:sz="0" w:space="0" w:color="auto"/>
        <w:right w:val="none" w:sz="0" w:space="0" w:color="auto"/>
      </w:divBdr>
    </w:div>
    <w:div w:id="1622951255">
      <w:bodyDiv w:val="1"/>
      <w:marLeft w:val="0"/>
      <w:marRight w:val="0"/>
      <w:marTop w:val="0"/>
      <w:marBottom w:val="0"/>
      <w:divBdr>
        <w:top w:val="none" w:sz="0" w:space="0" w:color="auto"/>
        <w:left w:val="none" w:sz="0" w:space="0" w:color="auto"/>
        <w:bottom w:val="none" w:sz="0" w:space="0" w:color="auto"/>
        <w:right w:val="none" w:sz="0" w:space="0" w:color="auto"/>
      </w:divBdr>
    </w:div>
    <w:div w:id="1637560734">
      <w:bodyDiv w:val="1"/>
      <w:marLeft w:val="0"/>
      <w:marRight w:val="0"/>
      <w:marTop w:val="0"/>
      <w:marBottom w:val="0"/>
      <w:divBdr>
        <w:top w:val="none" w:sz="0" w:space="0" w:color="auto"/>
        <w:left w:val="none" w:sz="0" w:space="0" w:color="auto"/>
        <w:bottom w:val="none" w:sz="0" w:space="0" w:color="auto"/>
        <w:right w:val="none" w:sz="0" w:space="0" w:color="auto"/>
      </w:divBdr>
    </w:div>
    <w:div w:id="1639535309">
      <w:bodyDiv w:val="1"/>
      <w:marLeft w:val="0"/>
      <w:marRight w:val="0"/>
      <w:marTop w:val="0"/>
      <w:marBottom w:val="0"/>
      <w:divBdr>
        <w:top w:val="none" w:sz="0" w:space="0" w:color="auto"/>
        <w:left w:val="none" w:sz="0" w:space="0" w:color="auto"/>
        <w:bottom w:val="none" w:sz="0" w:space="0" w:color="auto"/>
        <w:right w:val="none" w:sz="0" w:space="0" w:color="auto"/>
      </w:divBdr>
    </w:div>
    <w:div w:id="1653101181">
      <w:bodyDiv w:val="1"/>
      <w:marLeft w:val="0"/>
      <w:marRight w:val="0"/>
      <w:marTop w:val="0"/>
      <w:marBottom w:val="0"/>
      <w:divBdr>
        <w:top w:val="none" w:sz="0" w:space="0" w:color="auto"/>
        <w:left w:val="none" w:sz="0" w:space="0" w:color="auto"/>
        <w:bottom w:val="none" w:sz="0" w:space="0" w:color="auto"/>
        <w:right w:val="none" w:sz="0" w:space="0" w:color="auto"/>
      </w:divBdr>
    </w:div>
    <w:div w:id="1656714544">
      <w:bodyDiv w:val="1"/>
      <w:marLeft w:val="0"/>
      <w:marRight w:val="0"/>
      <w:marTop w:val="0"/>
      <w:marBottom w:val="0"/>
      <w:divBdr>
        <w:top w:val="none" w:sz="0" w:space="0" w:color="auto"/>
        <w:left w:val="none" w:sz="0" w:space="0" w:color="auto"/>
        <w:bottom w:val="none" w:sz="0" w:space="0" w:color="auto"/>
        <w:right w:val="none" w:sz="0" w:space="0" w:color="auto"/>
      </w:divBdr>
    </w:div>
    <w:div w:id="1657221693">
      <w:bodyDiv w:val="1"/>
      <w:marLeft w:val="0"/>
      <w:marRight w:val="0"/>
      <w:marTop w:val="0"/>
      <w:marBottom w:val="0"/>
      <w:divBdr>
        <w:top w:val="none" w:sz="0" w:space="0" w:color="auto"/>
        <w:left w:val="none" w:sz="0" w:space="0" w:color="auto"/>
        <w:bottom w:val="none" w:sz="0" w:space="0" w:color="auto"/>
        <w:right w:val="none" w:sz="0" w:space="0" w:color="auto"/>
      </w:divBdr>
    </w:div>
    <w:div w:id="1665166399">
      <w:bodyDiv w:val="1"/>
      <w:marLeft w:val="0"/>
      <w:marRight w:val="0"/>
      <w:marTop w:val="0"/>
      <w:marBottom w:val="0"/>
      <w:divBdr>
        <w:top w:val="none" w:sz="0" w:space="0" w:color="auto"/>
        <w:left w:val="none" w:sz="0" w:space="0" w:color="auto"/>
        <w:bottom w:val="none" w:sz="0" w:space="0" w:color="auto"/>
        <w:right w:val="none" w:sz="0" w:space="0" w:color="auto"/>
      </w:divBdr>
    </w:div>
    <w:div w:id="1670711393">
      <w:bodyDiv w:val="1"/>
      <w:marLeft w:val="0"/>
      <w:marRight w:val="0"/>
      <w:marTop w:val="0"/>
      <w:marBottom w:val="0"/>
      <w:divBdr>
        <w:top w:val="none" w:sz="0" w:space="0" w:color="auto"/>
        <w:left w:val="none" w:sz="0" w:space="0" w:color="auto"/>
        <w:bottom w:val="none" w:sz="0" w:space="0" w:color="auto"/>
        <w:right w:val="none" w:sz="0" w:space="0" w:color="auto"/>
      </w:divBdr>
    </w:div>
    <w:div w:id="1670983977">
      <w:bodyDiv w:val="1"/>
      <w:marLeft w:val="0"/>
      <w:marRight w:val="0"/>
      <w:marTop w:val="0"/>
      <w:marBottom w:val="0"/>
      <w:divBdr>
        <w:top w:val="none" w:sz="0" w:space="0" w:color="auto"/>
        <w:left w:val="none" w:sz="0" w:space="0" w:color="auto"/>
        <w:bottom w:val="none" w:sz="0" w:space="0" w:color="auto"/>
        <w:right w:val="none" w:sz="0" w:space="0" w:color="auto"/>
      </w:divBdr>
    </w:div>
    <w:div w:id="1690792555">
      <w:bodyDiv w:val="1"/>
      <w:marLeft w:val="0"/>
      <w:marRight w:val="0"/>
      <w:marTop w:val="0"/>
      <w:marBottom w:val="0"/>
      <w:divBdr>
        <w:top w:val="none" w:sz="0" w:space="0" w:color="auto"/>
        <w:left w:val="none" w:sz="0" w:space="0" w:color="auto"/>
        <w:bottom w:val="none" w:sz="0" w:space="0" w:color="auto"/>
        <w:right w:val="none" w:sz="0" w:space="0" w:color="auto"/>
      </w:divBdr>
    </w:div>
    <w:div w:id="1716347987">
      <w:bodyDiv w:val="1"/>
      <w:marLeft w:val="0"/>
      <w:marRight w:val="0"/>
      <w:marTop w:val="0"/>
      <w:marBottom w:val="0"/>
      <w:divBdr>
        <w:top w:val="none" w:sz="0" w:space="0" w:color="auto"/>
        <w:left w:val="none" w:sz="0" w:space="0" w:color="auto"/>
        <w:bottom w:val="none" w:sz="0" w:space="0" w:color="auto"/>
        <w:right w:val="none" w:sz="0" w:space="0" w:color="auto"/>
      </w:divBdr>
    </w:div>
    <w:div w:id="1721317646">
      <w:bodyDiv w:val="1"/>
      <w:marLeft w:val="0"/>
      <w:marRight w:val="0"/>
      <w:marTop w:val="0"/>
      <w:marBottom w:val="0"/>
      <w:divBdr>
        <w:top w:val="none" w:sz="0" w:space="0" w:color="auto"/>
        <w:left w:val="none" w:sz="0" w:space="0" w:color="auto"/>
        <w:bottom w:val="none" w:sz="0" w:space="0" w:color="auto"/>
        <w:right w:val="none" w:sz="0" w:space="0" w:color="auto"/>
      </w:divBdr>
    </w:div>
    <w:div w:id="1726759183">
      <w:bodyDiv w:val="1"/>
      <w:marLeft w:val="0"/>
      <w:marRight w:val="0"/>
      <w:marTop w:val="0"/>
      <w:marBottom w:val="0"/>
      <w:divBdr>
        <w:top w:val="none" w:sz="0" w:space="0" w:color="auto"/>
        <w:left w:val="none" w:sz="0" w:space="0" w:color="auto"/>
        <w:bottom w:val="none" w:sz="0" w:space="0" w:color="auto"/>
        <w:right w:val="none" w:sz="0" w:space="0" w:color="auto"/>
      </w:divBdr>
    </w:div>
    <w:div w:id="1740663840">
      <w:bodyDiv w:val="1"/>
      <w:marLeft w:val="0"/>
      <w:marRight w:val="0"/>
      <w:marTop w:val="0"/>
      <w:marBottom w:val="0"/>
      <w:divBdr>
        <w:top w:val="none" w:sz="0" w:space="0" w:color="auto"/>
        <w:left w:val="none" w:sz="0" w:space="0" w:color="auto"/>
        <w:bottom w:val="none" w:sz="0" w:space="0" w:color="auto"/>
        <w:right w:val="none" w:sz="0" w:space="0" w:color="auto"/>
      </w:divBdr>
    </w:div>
    <w:div w:id="1748574151">
      <w:bodyDiv w:val="1"/>
      <w:marLeft w:val="0"/>
      <w:marRight w:val="0"/>
      <w:marTop w:val="0"/>
      <w:marBottom w:val="0"/>
      <w:divBdr>
        <w:top w:val="none" w:sz="0" w:space="0" w:color="auto"/>
        <w:left w:val="none" w:sz="0" w:space="0" w:color="auto"/>
        <w:bottom w:val="none" w:sz="0" w:space="0" w:color="auto"/>
        <w:right w:val="none" w:sz="0" w:space="0" w:color="auto"/>
      </w:divBdr>
    </w:div>
    <w:div w:id="1752653068">
      <w:bodyDiv w:val="1"/>
      <w:marLeft w:val="0"/>
      <w:marRight w:val="0"/>
      <w:marTop w:val="0"/>
      <w:marBottom w:val="0"/>
      <w:divBdr>
        <w:top w:val="none" w:sz="0" w:space="0" w:color="auto"/>
        <w:left w:val="none" w:sz="0" w:space="0" w:color="auto"/>
        <w:bottom w:val="none" w:sz="0" w:space="0" w:color="auto"/>
        <w:right w:val="none" w:sz="0" w:space="0" w:color="auto"/>
      </w:divBdr>
    </w:div>
    <w:div w:id="1777483410">
      <w:bodyDiv w:val="1"/>
      <w:marLeft w:val="0"/>
      <w:marRight w:val="0"/>
      <w:marTop w:val="0"/>
      <w:marBottom w:val="0"/>
      <w:divBdr>
        <w:top w:val="none" w:sz="0" w:space="0" w:color="auto"/>
        <w:left w:val="none" w:sz="0" w:space="0" w:color="auto"/>
        <w:bottom w:val="none" w:sz="0" w:space="0" w:color="auto"/>
        <w:right w:val="none" w:sz="0" w:space="0" w:color="auto"/>
      </w:divBdr>
    </w:div>
    <w:div w:id="1778791347">
      <w:bodyDiv w:val="1"/>
      <w:marLeft w:val="0"/>
      <w:marRight w:val="0"/>
      <w:marTop w:val="0"/>
      <w:marBottom w:val="0"/>
      <w:divBdr>
        <w:top w:val="none" w:sz="0" w:space="0" w:color="auto"/>
        <w:left w:val="none" w:sz="0" w:space="0" w:color="auto"/>
        <w:bottom w:val="none" w:sz="0" w:space="0" w:color="auto"/>
        <w:right w:val="none" w:sz="0" w:space="0" w:color="auto"/>
      </w:divBdr>
    </w:div>
    <w:div w:id="1785424012">
      <w:bodyDiv w:val="1"/>
      <w:marLeft w:val="0"/>
      <w:marRight w:val="0"/>
      <w:marTop w:val="0"/>
      <w:marBottom w:val="0"/>
      <w:divBdr>
        <w:top w:val="none" w:sz="0" w:space="0" w:color="auto"/>
        <w:left w:val="none" w:sz="0" w:space="0" w:color="auto"/>
        <w:bottom w:val="none" w:sz="0" w:space="0" w:color="auto"/>
        <w:right w:val="none" w:sz="0" w:space="0" w:color="auto"/>
      </w:divBdr>
    </w:div>
    <w:div w:id="1799488760">
      <w:bodyDiv w:val="1"/>
      <w:marLeft w:val="0"/>
      <w:marRight w:val="0"/>
      <w:marTop w:val="0"/>
      <w:marBottom w:val="0"/>
      <w:divBdr>
        <w:top w:val="none" w:sz="0" w:space="0" w:color="auto"/>
        <w:left w:val="none" w:sz="0" w:space="0" w:color="auto"/>
        <w:bottom w:val="none" w:sz="0" w:space="0" w:color="auto"/>
        <w:right w:val="none" w:sz="0" w:space="0" w:color="auto"/>
      </w:divBdr>
    </w:div>
    <w:div w:id="1809280738">
      <w:bodyDiv w:val="1"/>
      <w:marLeft w:val="0"/>
      <w:marRight w:val="0"/>
      <w:marTop w:val="0"/>
      <w:marBottom w:val="0"/>
      <w:divBdr>
        <w:top w:val="none" w:sz="0" w:space="0" w:color="auto"/>
        <w:left w:val="none" w:sz="0" w:space="0" w:color="auto"/>
        <w:bottom w:val="none" w:sz="0" w:space="0" w:color="auto"/>
        <w:right w:val="none" w:sz="0" w:space="0" w:color="auto"/>
      </w:divBdr>
    </w:div>
    <w:div w:id="1847552482">
      <w:bodyDiv w:val="1"/>
      <w:marLeft w:val="0"/>
      <w:marRight w:val="0"/>
      <w:marTop w:val="0"/>
      <w:marBottom w:val="0"/>
      <w:divBdr>
        <w:top w:val="none" w:sz="0" w:space="0" w:color="auto"/>
        <w:left w:val="none" w:sz="0" w:space="0" w:color="auto"/>
        <w:bottom w:val="none" w:sz="0" w:space="0" w:color="auto"/>
        <w:right w:val="none" w:sz="0" w:space="0" w:color="auto"/>
      </w:divBdr>
    </w:div>
    <w:div w:id="1865941351">
      <w:bodyDiv w:val="1"/>
      <w:marLeft w:val="0"/>
      <w:marRight w:val="0"/>
      <w:marTop w:val="0"/>
      <w:marBottom w:val="0"/>
      <w:divBdr>
        <w:top w:val="none" w:sz="0" w:space="0" w:color="auto"/>
        <w:left w:val="none" w:sz="0" w:space="0" w:color="auto"/>
        <w:bottom w:val="none" w:sz="0" w:space="0" w:color="auto"/>
        <w:right w:val="none" w:sz="0" w:space="0" w:color="auto"/>
      </w:divBdr>
    </w:div>
    <w:div w:id="1877044260">
      <w:bodyDiv w:val="1"/>
      <w:marLeft w:val="0"/>
      <w:marRight w:val="0"/>
      <w:marTop w:val="0"/>
      <w:marBottom w:val="0"/>
      <w:divBdr>
        <w:top w:val="none" w:sz="0" w:space="0" w:color="auto"/>
        <w:left w:val="none" w:sz="0" w:space="0" w:color="auto"/>
        <w:bottom w:val="none" w:sz="0" w:space="0" w:color="auto"/>
        <w:right w:val="none" w:sz="0" w:space="0" w:color="auto"/>
      </w:divBdr>
    </w:div>
    <w:div w:id="1881160410">
      <w:bodyDiv w:val="1"/>
      <w:marLeft w:val="0"/>
      <w:marRight w:val="0"/>
      <w:marTop w:val="0"/>
      <w:marBottom w:val="0"/>
      <w:divBdr>
        <w:top w:val="none" w:sz="0" w:space="0" w:color="auto"/>
        <w:left w:val="none" w:sz="0" w:space="0" w:color="auto"/>
        <w:bottom w:val="none" w:sz="0" w:space="0" w:color="auto"/>
        <w:right w:val="none" w:sz="0" w:space="0" w:color="auto"/>
      </w:divBdr>
    </w:div>
    <w:div w:id="1885288791">
      <w:bodyDiv w:val="1"/>
      <w:marLeft w:val="0"/>
      <w:marRight w:val="0"/>
      <w:marTop w:val="0"/>
      <w:marBottom w:val="0"/>
      <w:divBdr>
        <w:top w:val="none" w:sz="0" w:space="0" w:color="auto"/>
        <w:left w:val="none" w:sz="0" w:space="0" w:color="auto"/>
        <w:bottom w:val="none" w:sz="0" w:space="0" w:color="auto"/>
        <w:right w:val="none" w:sz="0" w:space="0" w:color="auto"/>
      </w:divBdr>
    </w:div>
    <w:div w:id="1889762930">
      <w:bodyDiv w:val="1"/>
      <w:marLeft w:val="0"/>
      <w:marRight w:val="0"/>
      <w:marTop w:val="0"/>
      <w:marBottom w:val="0"/>
      <w:divBdr>
        <w:top w:val="none" w:sz="0" w:space="0" w:color="auto"/>
        <w:left w:val="none" w:sz="0" w:space="0" w:color="auto"/>
        <w:bottom w:val="none" w:sz="0" w:space="0" w:color="auto"/>
        <w:right w:val="none" w:sz="0" w:space="0" w:color="auto"/>
      </w:divBdr>
    </w:div>
    <w:div w:id="1893422319">
      <w:bodyDiv w:val="1"/>
      <w:marLeft w:val="0"/>
      <w:marRight w:val="0"/>
      <w:marTop w:val="0"/>
      <w:marBottom w:val="0"/>
      <w:divBdr>
        <w:top w:val="none" w:sz="0" w:space="0" w:color="auto"/>
        <w:left w:val="none" w:sz="0" w:space="0" w:color="auto"/>
        <w:bottom w:val="none" w:sz="0" w:space="0" w:color="auto"/>
        <w:right w:val="none" w:sz="0" w:space="0" w:color="auto"/>
      </w:divBdr>
    </w:div>
    <w:div w:id="1917785634">
      <w:bodyDiv w:val="1"/>
      <w:marLeft w:val="0"/>
      <w:marRight w:val="0"/>
      <w:marTop w:val="0"/>
      <w:marBottom w:val="0"/>
      <w:divBdr>
        <w:top w:val="none" w:sz="0" w:space="0" w:color="auto"/>
        <w:left w:val="none" w:sz="0" w:space="0" w:color="auto"/>
        <w:bottom w:val="none" w:sz="0" w:space="0" w:color="auto"/>
        <w:right w:val="none" w:sz="0" w:space="0" w:color="auto"/>
      </w:divBdr>
    </w:div>
    <w:div w:id="1924028395">
      <w:bodyDiv w:val="1"/>
      <w:marLeft w:val="0"/>
      <w:marRight w:val="0"/>
      <w:marTop w:val="0"/>
      <w:marBottom w:val="0"/>
      <w:divBdr>
        <w:top w:val="none" w:sz="0" w:space="0" w:color="auto"/>
        <w:left w:val="none" w:sz="0" w:space="0" w:color="auto"/>
        <w:bottom w:val="none" w:sz="0" w:space="0" w:color="auto"/>
        <w:right w:val="none" w:sz="0" w:space="0" w:color="auto"/>
      </w:divBdr>
    </w:div>
    <w:div w:id="1930506320">
      <w:bodyDiv w:val="1"/>
      <w:marLeft w:val="0"/>
      <w:marRight w:val="0"/>
      <w:marTop w:val="0"/>
      <w:marBottom w:val="0"/>
      <w:divBdr>
        <w:top w:val="none" w:sz="0" w:space="0" w:color="auto"/>
        <w:left w:val="none" w:sz="0" w:space="0" w:color="auto"/>
        <w:bottom w:val="none" w:sz="0" w:space="0" w:color="auto"/>
        <w:right w:val="none" w:sz="0" w:space="0" w:color="auto"/>
      </w:divBdr>
    </w:div>
    <w:div w:id="1967738389">
      <w:bodyDiv w:val="1"/>
      <w:marLeft w:val="0"/>
      <w:marRight w:val="0"/>
      <w:marTop w:val="0"/>
      <w:marBottom w:val="0"/>
      <w:divBdr>
        <w:top w:val="none" w:sz="0" w:space="0" w:color="auto"/>
        <w:left w:val="none" w:sz="0" w:space="0" w:color="auto"/>
        <w:bottom w:val="none" w:sz="0" w:space="0" w:color="auto"/>
        <w:right w:val="none" w:sz="0" w:space="0" w:color="auto"/>
      </w:divBdr>
    </w:div>
    <w:div w:id="1970746791">
      <w:bodyDiv w:val="1"/>
      <w:marLeft w:val="0"/>
      <w:marRight w:val="0"/>
      <w:marTop w:val="0"/>
      <w:marBottom w:val="0"/>
      <w:divBdr>
        <w:top w:val="none" w:sz="0" w:space="0" w:color="auto"/>
        <w:left w:val="none" w:sz="0" w:space="0" w:color="auto"/>
        <w:bottom w:val="none" w:sz="0" w:space="0" w:color="auto"/>
        <w:right w:val="none" w:sz="0" w:space="0" w:color="auto"/>
      </w:divBdr>
    </w:div>
    <w:div w:id="1984459730">
      <w:bodyDiv w:val="1"/>
      <w:marLeft w:val="0"/>
      <w:marRight w:val="0"/>
      <w:marTop w:val="0"/>
      <w:marBottom w:val="0"/>
      <w:divBdr>
        <w:top w:val="none" w:sz="0" w:space="0" w:color="auto"/>
        <w:left w:val="none" w:sz="0" w:space="0" w:color="auto"/>
        <w:bottom w:val="none" w:sz="0" w:space="0" w:color="auto"/>
        <w:right w:val="none" w:sz="0" w:space="0" w:color="auto"/>
      </w:divBdr>
    </w:div>
    <w:div w:id="1995529944">
      <w:bodyDiv w:val="1"/>
      <w:marLeft w:val="0"/>
      <w:marRight w:val="0"/>
      <w:marTop w:val="0"/>
      <w:marBottom w:val="0"/>
      <w:divBdr>
        <w:top w:val="none" w:sz="0" w:space="0" w:color="auto"/>
        <w:left w:val="none" w:sz="0" w:space="0" w:color="auto"/>
        <w:bottom w:val="none" w:sz="0" w:space="0" w:color="auto"/>
        <w:right w:val="none" w:sz="0" w:space="0" w:color="auto"/>
      </w:divBdr>
    </w:div>
    <w:div w:id="2001930997">
      <w:bodyDiv w:val="1"/>
      <w:marLeft w:val="0"/>
      <w:marRight w:val="0"/>
      <w:marTop w:val="0"/>
      <w:marBottom w:val="0"/>
      <w:divBdr>
        <w:top w:val="none" w:sz="0" w:space="0" w:color="auto"/>
        <w:left w:val="none" w:sz="0" w:space="0" w:color="auto"/>
        <w:bottom w:val="none" w:sz="0" w:space="0" w:color="auto"/>
        <w:right w:val="none" w:sz="0" w:space="0" w:color="auto"/>
      </w:divBdr>
    </w:div>
    <w:div w:id="2004502582">
      <w:bodyDiv w:val="1"/>
      <w:marLeft w:val="0"/>
      <w:marRight w:val="0"/>
      <w:marTop w:val="0"/>
      <w:marBottom w:val="0"/>
      <w:divBdr>
        <w:top w:val="none" w:sz="0" w:space="0" w:color="auto"/>
        <w:left w:val="none" w:sz="0" w:space="0" w:color="auto"/>
        <w:bottom w:val="none" w:sz="0" w:space="0" w:color="auto"/>
        <w:right w:val="none" w:sz="0" w:space="0" w:color="auto"/>
      </w:divBdr>
    </w:div>
    <w:div w:id="2009940689">
      <w:bodyDiv w:val="1"/>
      <w:marLeft w:val="0"/>
      <w:marRight w:val="0"/>
      <w:marTop w:val="0"/>
      <w:marBottom w:val="0"/>
      <w:divBdr>
        <w:top w:val="none" w:sz="0" w:space="0" w:color="auto"/>
        <w:left w:val="none" w:sz="0" w:space="0" w:color="auto"/>
        <w:bottom w:val="none" w:sz="0" w:space="0" w:color="auto"/>
        <w:right w:val="none" w:sz="0" w:space="0" w:color="auto"/>
      </w:divBdr>
    </w:div>
    <w:div w:id="2037345913">
      <w:bodyDiv w:val="1"/>
      <w:marLeft w:val="0"/>
      <w:marRight w:val="0"/>
      <w:marTop w:val="0"/>
      <w:marBottom w:val="0"/>
      <w:divBdr>
        <w:top w:val="none" w:sz="0" w:space="0" w:color="auto"/>
        <w:left w:val="none" w:sz="0" w:space="0" w:color="auto"/>
        <w:bottom w:val="none" w:sz="0" w:space="0" w:color="auto"/>
        <w:right w:val="none" w:sz="0" w:space="0" w:color="auto"/>
      </w:divBdr>
    </w:div>
    <w:div w:id="2040545047">
      <w:bodyDiv w:val="1"/>
      <w:marLeft w:val="0"/>
      <w:marRight w:val="0"/>
      <w:marTop w:val="0"/>
      <w:marBottom w:val="0"/>
      <w:divBdr>
        <w:top w:val="none" w:sz="0" w:space="0" w:color="auto"/>
        <w:left w:val="none" w:sz="0" w:space="0" w:color="auto"/>
        <w:bottom w:val="none" w:sz="0" w:space="0" w:color="auto"/>
        <w:right w:val="none" w:sz="0" w:space="0" w:color="auto"/>
      </w:divBdr>
    </w:div>
    <w:div w:id="2046364437">
      <w:bodyDiv w:val="1"/>
      <w:marLeft w:val="0"/>
      <w:marRight w:val="0"/>
      <w:marTop w:val="0"/>
      <w:marBottom w:val="0"/>
      <w:divBdr>
        <w:top w:val="none" w:sz="0" w:space="0" w:color="auto"/>
        <w:left w:val="none" w:sz="0" w:space="0" w:color="auto"/>
        <w:bottom w:val="none" w:sz="0" w:space="0" w:color="auto"/>
        <w:right w:val="none" w:sz="0" w:space="0" w:color="auto"/>
      </w:divBdr>
    </w:div>
    <w:div w:id="2057776495">
      <w:bodyDiv w:val="1"/>
      <w:marLeft w:val="0"/>
      <w:marRight w:val="0"/>
      <w:marTop w:val="0"/>
      <w:marBottom w:val="0"/>
      <w:divBdr>
        <w:top w:val="none" w:sz="0" w:space="0" w:color="auto"/>
        <w:left w:val="none" w:sz="0" w:space="0" w:color="auto"/>
        <w:bottom w:val="none" w:sz="0" w:space="0" w:color="auto"/>
        <w:right w:val="none" w:sz="0" w:space="0" w:color="auto"/>
      </w:divBdr>
    </w:div>
    <w:div w:id="2072538863">
      <w:bodyDiv w:val="1"/>
      <w:marLeft w:val="0"/>
      <w:marRight w:val="0"/>
      <w:marTop w:val="0"/>
      <w:marBottom w:val="0"/>
      <w:divBdr>
        <w:top w:val="none" w:sz="0" w:space="0" w:color="auto"/>
        <w:left w:val="none" w:sz="0" w:space="0" w:color="auto"/>
        <w:bottom w:val="none" w:sz="0" w:space="0" w:color="auto"/>
        <w:right w:val="none" w:sz="0" w:space="0" w:color="auto"/>
      </w:divBdr>
    </w:div>
    <w:div w:id="2078743467">
      <w:bodyDiv w:val="1"/>
      <w:marLeft w:val="0"/>
      <w:marRight w:val="0"/>
      <w:marTop w:val="0"/>
      <w:marBottom w:val="0"/>
      <w:divBdr>
        <w:top w:val="none" w:sz="0" w:space="0" w:color="auto"/>
        <w:left w:val="none" w:sz="0" w:space="0" w:color="auto"/>
        <w:bottom w:val="none" w:sz="0" w:space="0" w:color="auto"/>
        <w:right w:val="none" w:sz="0" w:space="0" w:color="auto"/>
      </w:divBdr>
    </w:div>
    <w:div w:id="2086148568">
      <w:bodyDiv w:val="1"/>
      <w:marLeft w:val="0"/>
      <w:marRight w:val="0"/>
      <w:marTop w:val="0"/>
      <w:marBottom w:val="0"/>
      <w:divBdr>
        <w:top w:val="none" w:sz="0" w:space="0" w:color="auto"/>
        <w:left w:val="none" w:sz="0" w:space="0" w:color="auto"/>
        <w:bottom w:val="none" w:sz="0" w:space="0" w:color="auto"/>
        <w:right w:val="none" w:sz="0" w:space="0" w:color="auto"/>
      </w:divBdr>
    </w:div>
    <w:div w:id="2088115500">
      <w:bodyDiv w:val="1"/>
      <w:marLeft w:val="0"/>
      <w:marRight w:val="0"/>
      <w:marTop w:val="0"/>
      <w:marBottom w:val="0"/>
      <w:divBdr>
        <w:top w:val="none" w:sz="0" w:space="0" w:color="auto"/>
        <w:left w:val="none" w:sz="0" w:space="0" w:color="auto"/>
        <w:bottom w:val="none" w:sz="0" w:space="0" w:color="auto"/>
        <w:right w:val="none" w:sz="0" w:space="0" w:color="auto"/>
      </w:divBdr>
    </w:div>
    <w:div w:id="2088767126">
      <w:bodyDiv w:val="1"/>
      <w:marLeft w:val="0"/>
      <w:marRight w:val="0"/>
      <w:marTop w:val="0"/>
      <w:marBottom w:val="0"/>
      <w:divBdr>
        <w:top w:val="none" w:sz="0" w:space="0" w:color="auto"/>
        <w:left w:val="none" w:sz="0" w:space="0" w:color="auto"/>
        <w:bottom w:val="none" w:sz="0" w:space="0" w:color="auto"/>
        <w:right w:val="none" w:sz="0" w:space="0" w:color="auto"/>
      </w:divBdr>
    </w:div>
    <w:div w:id="2116973450">
      <w:bodyDiv w:val="1"/>
      <w:marLeft w:val="0"/>
      <w:marRight w:val="0"/>
      <w:marTop w:val="0"/>
      <w:marBottom w:val="0"/>
      <w:divBdr>
        <w:top w:val="none" w:sz="0" w:space="0" w:color="auto"/>
        <w:left w:val="none" w:sz="0" w:space="0" w:color="auto"/>
        <w:bottom w:val="none" w:sz="0" w:space="0" w:color="auto"/>
        <w:right w:val="none" w:sz="0" w:space="0" w:color="auto"/>
      </w:divBdr>
    </w:div>
    <w:div w:id="214580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0.wmf"/><Relationship Id="rId26" Type="http://schemas.openxmlformats.org/officeDocument/2006/relationships/oleObject" Target="embeddings/oleObject7.bin"/><Relationship Id="rId39" Type="http://schemas.openxmlformats.org/officeDocument/2006/relationships/oleObject" Target="embeddings/oleObject17.bin"/><Relationship Id="rId21" Type="http://schemas.openxmlformats.org/officeDocument/2006/relationships/image" Target="media/image11.wmf"/><Relationship Id="rId34" Type="http://schemas.openxmlformats.org/officeDocument/2006/relationships/oleObject" Target="embeddings/oleObject13.bin"/><Relationship Id="rId42" Type="http://schemas.openxmlformats.org/officeDocument/2006/relationships/oleObject" Target="embeddings/Microsoft_Visio_2003-2010_Drawing.vsd"/><Relationship Id="rId47" Type="http://schemas.openxmlformats.org/officeDocument/2006/relationships/image" Target="media/image19.emf"/><Relationship Id="rId50" Type="http://schemas.openxmlformats.org/officeDocument/2006/relationships/image" Target="media/image20.wmf"/><Relationship Id="rId55" Type="http://schemas.openxmlformats.org/officeDocument/2006/relationships/oleObject" Target="embeddings/oleObject22.bin"/><Relationship Id="rId63" Type="http://schemas.openxmlformats.org/officeDocument/2006/relationships/image" Target="media/image30.wmf"/><Relationship Id="rId68" Type="http://schemas.openxmlformats.org/officeDocument/2006/relationships/image" Target="media/image35.wmf"/><Relationship Id="rId76" Type="http://schemas.openxmlformats.org/officeDocument/2006/relationships/image" Target="media/image43.wmf"/><Relationship Id="rId7" Type="http://schemas.openxmlformats.org/officeDocument/2006/relationships/endnotes" Target="endnotes.xml"/><Relationship Id="rId71" Type="http://schemas.openxmlformats.org/officeDocument/2006/relationships/image" Target="media/image38.wmf"/><Relationship Id="rId2" Type="http://schemas.openxmlformats.org/officeDocument/2006/relationships/numbering" Target="numbering.xml"/><Relationship Id="rId16" Type="http://schemas.openxmlformats.org/officeDocument/2006/relationships/image" Target="media/image8.wmf"/><Relationship Id="rId29" Type="http://schemas.openxmlformats.org/officeDocument/2006/relationships/oleObject" Target="embeddings/oleObject9.bin"/><Relationship Id="rId11" Type="http://schemas.openxmlformats.org/officeDocument/2006/relationships/image" Target="media/image4.wmf"/><Relationship Id="rId24" Type="http://schemas.openxmlformats.org/officeDocument/2006/relationships/oleObject" Target="embeddings/oleObject5.bin"/><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oleObject" Target="embeddings/oleObject18.bin"/><Relationship Id="rId45" Type="http://schemas.openxmlformats.org/officeDocument/2006/relationships/image" Target="media/image18.emf"/><Relationship Id="rId53" Type="http://schemas.openxmlformats.org/officeDocument/2006/relationships/oleObject" Target="embeddings/oleObject21.bin"/><Relationship Id="rId58" Type="http://schemas.openxmlformats.org/officeDocument/2006/relationships/image" Target="media/image25.wmf"/><Relationship Id="rId66" Type="http://schemas.openxmlformats.org/officeDocument/2006/relationships/image" Target="media/image33.wmf"/><Relationship Id="rId74" Type="http://schemas.openxmlformats.org/officeDocument/2006/relationships/image" Target="media/image41.wmf"/><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28.wmf"/><Relationship Id="rId10" Type="http://schemas.openxmlformats.org/officeDocument/2006/relationships/image" Target="media/image3.wmf"/><Relationship Id="rId19" Type="http://schemas.openxmlformats.org/officeDocument/2006/relationships/oleObject" Target="embeddings/oleObject2.bin"/><Relationship Id="rId31" Type="http://schemas.openxmlformats.org/officeDocument/2006/relationships/oleObject" Target="embeddings/oleObject11.bin"/><Relationship Id="rId44" Type="http://schemas.openxmlformats.org/officeDocument/2006/relationships/oleObject" Target="embeddings/Microsoft_Visio_2003-2010_Drawing1.vsd"/><Relationship Id="rId52" Type="http://schemas.openxmlformats.org/officeDocument/2006/relationships/image" Target="media/image21.wmf"/><Relationship Id="rId60" Type="http://schemas.openxmlformats.org/officeDocument/2006/relationships/image" Target="media/image27.wmf"/><Relationship Id="rId65" Type="http://schemas.openxmlformats.org/officeDocument/2006/relationships/image" Target="media/image32.wmf"/><Relationship Id="rId73" Type="http://schemas.openxmlformats.org/officeDocument/2006/relationships/image" Target="media/image40.wmf"/><Relationship Id="rId78"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1.bin"/><Relationship Id="rId22" Type="http://schemas.openxmlformats.org/officeDocument/2006/relationships/image" Target="media/image12.wmf"/><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image" Target="media/image15.wmf"/><Relationship Id="rId43" Type="http://schemas.openxmlformats.org/officeDocument/2006/relationships/image" Target="media/image17.emf"/><Relationship Id="rId48" Type="http://schemas.openxmlformats.org/officeDocument/2006/relationships/oleObject" Target="embeddings/Microsoft_Visio_2003-2010_Drawing3.vsd"/><Relationship Id="rId56"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image" Target="media/image36.wmf"/><Relationship Id="rId77"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oleObject" Target="embeddings/oleObject20.bin"/><Relationship Id="rId72" Type="http://schemas.openxmlformats.org/officeDocument/2006/relationships/image" Target="media/image39.wmf"/><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9.wmf"/><Relationship Id="rId25" Type="http://schemas.openxmlformats.org/officeDocument/2006/relationships/oleObject" Target="embeddings/oleObject6.bin"/><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Microsoft_Visio_2003-2010_Drawing2.vsd"/><Relationship Id="rId59" Type="http://schemas.openxmlformats.org/officeDocument/2006/relationships/image" Target="media/image26.wmf"/><Relationship Id="rId67" Type="http://schemas.openxmlformats.org/officeDocument/2006/relationships/image" Target="media/image34.wmf"/><Relationship Id="rId20" Type="http://schemas.openxmlformats.org/officeDocument/2006/relationships/oleObject" Target="embeddings/oleObject3.bin"/><Relationship Id="rId41" Type="http://schemas.openxmlformats.org/officeDocument/2006/relationships/image" Target="media/image16.emf"/><Relationship Id="rId54" Type="http://schemas.openxmlformats.org/officeDocument/2006/relationships/image" Target="media/image22.wmf"/><Relationship Id="rId62" Type="http://schemas.openxmlformats.org/officeDocument/2006/relationships/image" Target="media/image29.wmf"/><Relationship Id="rId70" Type="http://schemas.openxmlformats.org/officeDocument/2006/relationships/image" Target="media/image37.wmf"/><Relationship Id="rId75" Type="http://schemas.openxmlformats.org/officeDocument/2006/relationships/image" Target="media/image42.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oleObject" Target="embeddings/oleObject4.bin"/><Relationship Id="rId28" Type="http://schemas.openxmlformats.org/officeDocument/2006/relationships/image" Target="media/image13.wmf"/><Relationship Id="rId36" Type="http://schemas.openxmlformats.org/officeDocument/2006/relationships/oleObject" Target="embeddings/oleObject14.bin"/><Relationship Id="rId49" Type="http://schemas.openxmlformats.org/officeDocument/2006/relationships/oleObject" Target="embeddings/oleObject19.bin"/><Relationship Id="rId57" Type="http://schemas.openxmlformats.org/officeDocument/2006/relationships/image" Target="media/image2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564A0-FFE3-47EC-BD65-75BC6193E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82</TotalTime>
  <Pages>35</Pages>
  <Words>78922</Words>
  <Characters>449862</Characters>
  <Application>Microsoft Office Word</Application>
  <DocSecurity>0</DocSecurity>
  <Lines>3748</Lines>
  <Paragraphs>1055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527729</CharactersWithSpaces>
  <SharedDoc>false</SharedDoc>
  <HyperlinkBase/>
  <HLinks>
    <vt:vector size="18" baseType="variant">
      <vt:variant>
        <vt:i4>2031686</vt:i4>
      </vt:variant>
      <vt:variant>
        <vt:i4>36</vt:i4>
      </vt:variant>
      <vt:variant>
        <vt:i4>0</vt:i4>
      </vt:variant>
      <vt:variant>
        <vt:i4>5</vt:i4>
      </vt:variant>
      <vt:variant>
        <vt:lpwstr>http://www.3gpp.org/ftp/Specs/html-info/21900.htm</vt:lpwstr>
      </vt:variant>
      <vt:variant>
        <vt:lpwstr/>
      </vt:variant>
      <vt:variant>
        <vt:i4>6946916</vt:i4>
      </vt:variant>
      <vt:variant>
        <vt:i4>12</vt:i4>
      </vt:variant>
      <vt:variant>
        <vt:i4>0</vt:i4>
      </vt:variant>
      <vt:variant>
        <vt:i4>5</vt:i4>
      </vt:variant>
      <vt:variant>
        <vt:lpwstr>http://www.3gpp.org/Change-Requests</vt:lpwstr>
      </vt:variant>
      <vt:variant>
        <vt:lpwstr/>
      </vt:variant>
      <vt:variant>
        <vt:i4>6553706</vt:i4>
      </vt:variant>
      <vt:variant>
        <vt:i4>9</vt:i4>
      </vt:variant>
      <vt:variant>
        <vt:i4>0</vt:i4>
      </vt:variant>
      <vt:variant>
        <vt:i4>5</vt:i4>
      </vt:variant>
      <vt:variant>
        <vt:lpwstr>http://www.3gpp.org/3G_Specs/CRs.htm</vt:lpwstr>
      </vt:variant>
      <vt:variant>
        <vt:lpwstr>_blank</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 Support</dc:creator>
  <cp:keywords/>
  <dc:description/>
  <cp:lastModifiedBy>MCC</cp:lastModifiedBy>
  <cp:revision>64</cp:revision>
  <dcterms:created xsi:type="dcterms:W3CDTF">2021-03-22T10:04:00Z</dcterms:created>
  <dcterms:modified xsi:type="dcterms:W3CDTF">2023-01-11T16:26:00Z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dc319f41-7331-4ed1-a9f6-adc138749408</vt:lpwstr>
  </property>
  <property fmtid="{D5CDD505-2E9C-101B-9397-08002B2CF9AE}" pid="3" name="CTP_TimeStamp">
    <vt:lpwstr>2019-09-07 00:39:38Z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_2015_ms_pID_725343">
    <vt:lpwstr>(3)sHpijrpr0MdD+We/B80aqThCh/g33rJ9pwt4rnWwJEdkHjok/IssUE23XlQlHiY3hrSSUHm6
h7vTKr9DjgKWgNqL+F26n3Fp+RSBGluxn6UpLVvNrLN01r8U5S2fZpQnFsq0fk4BpeyS6+8e
8uJhiZwSMFTeza5DT9ro64XzpNFYnAuyO/kK5L6CthKEdYcr5hlSpcRbbIHkcf0pWvITI1Bp
Ni7ebUFPbMMJ3vzinW</vt:lpwstr>
  </property>
  <property fmtid="{D5CDD505-2E9C-101B-9397-08002B2CF9AE}" pid="8" name="_2015_ms_pID_7253431">
    <vt:lpwstr>1B3ntbiMpE2EhuymauWy6fnENJZ9bdQRtuONrx3mqjk+UkeGarbtKI
Q7/ToXebg7YYPMQN+tFB3ATGEqheq7go+YFX3U8Tf7NnZvhCylRlC9AE2MIC4XGDpLy/pOKc
uWHwTTmoQS3WBt+LaZcKX32SLcllnWo3XdIm2idutxIy+Ci/2my2mruielU6JdjQCyGpeUVP
eEZib/gFhCM5GXqTOaWU6iRtySHI93XNR9b1</vt:lpwstr>
  </property>
  <property fmtid="{D5CDD505-2E9C-101B-9397-08002B2CF9AE}" pid="9" name="_2015_ms_pID_7253432">
    <vt:lpwstr>2RzX2LX1o0YrAPR/X6bvpwU=</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1539613302</vt:lpwstr>
  </property>
  <property fmtid="{D5CDD505-2E9C-101B-9397-08002B2CF9AE}" pid="14" name="CTPClassification">
    <vt:lpwstr>CTP_NT</vt:lpwstr>
  </property>
</Properties>
</file>